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461" w:rsidRDefault="005B0461" w:rsidP="005B0461">
      <w:r>
        <w:rPr>
          <w:noProof/>
        </w:rPr>
        <w:drawing>
          <wp:inline distT="0" distB="0" distL="0" distR="0" wp14:anchorId="6466BAE6" wp14:editId="541CFF44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CDE">
        <w:t xml:space="preserve"> </w:t>
      </w:r>
      <w:r>
        <w:t>Elemental Composition Report</w:t>
      </w:r>
    </w:p>
    <w:p w:rsidR="005B0461" w:rsidRDefault="005B0461" w:rsidP="005B0461"/>
    <w:p w:rsidR="005B0461" w:rsidRDefault="005B0461" w:rsidP="005B0461">
      <w:r>
        <w:t>Single Mass Analysis</w:t>
      </w:r>
    </w:p>
    <w:p w:rsidR="005B0461" w:rsidRDefault="005B0461" w:rsidP="005B0461">
      <w:r>
        <w:t>Tolerance = 7.0 PPM   /   DBE: min = -1.5, max = 100.0</w:t>
      </w:r>
    </w:p>
    <w:p w:rsidR="005B0461" w:rsidRDefault="005B0461" w:rsidP="005B0461">
      <w:r>
        <w:t xml:space="preserve">Element prediction: Off </w:t>
      </w:r>
    </w:p>
    <w:p w:rsidR="005B0461" w:rsidRDefault="005B0461" w:rsidP="005B0461">
      <w:r>
        <w:t>Number of isotope peaks used for i-FIT = 3</w:t>
      </w:r>
    </w:p>
    <w:p w:rsidR="005B0461" w:rsidRDefault="005B0461" w:rsidP="005B0461"/>
    <w:p w:rsidR="005B0461" w:rsidRDefault="005B0461" w:rsidP="005B0461">
      <w:r>
        <w:t>Monoisotopic Mass, Even Electron Ions</w:t>
      </w:r>
    </w:p>
    <w:p w:rsidR="005B0461" w:rsidRDefault="005B0461" w:rsidP="005B0461">
      <w:r>
        <w:t>231 formula(e) evaluated with 1 results within limits (all results (up to 1000) for each mass)</w:t>
      </w:r>
    </w:p>
    <w:p w:rsidR="005B0461" w:rsidRDefault="005B0461" w:rsidP="005B0461">
      <w:r>
        <w:t>Elements Used:</w:t>
      </w:r>
    </w:p>
    <w:p w:rsidR="005B0461" w:rsidRDefault="005B0461" w:rsidP="005B0461">
      <w:r>
        <w:t xml:space="preserve">C: 16-16    H: 0-100    N: 0-10    O: 0-10    S: 0-1    Br: 1-1    </w:t>
      </w:r>
    </w:p>
    <w:p w:rsidR="005B0461" w:rsidRDefault="005B0461" w:rsidP="005B0461"/>
    <w:p w:rsidR="005B0461" w:rsidRDefault="005B0461" w:rsidP="005B0461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5B0461" w:rsidRDefault="005B0461" w:rsidP="005B0461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7.0      </w:t>
      </w:r>
      <w:r>
        <w:tab/>
        <w:t>100.0</w:t>
      </w:r>
    </w:p>
    <w:p w:rsidR="005B0461" w:rsidRDefault="005B0461" w:rsidP="005B0461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 xml:space="preserve">i-FIT (Norm) </w:t>
      </w:r>
      <w:r>
        <w:tab/>
        <w:t>Formula</w:t>
      </w:r>
    </w:p>
    <w:p w:rsidR="005B0461" w:rsidRDefault="005B0461" w:rsidP="005B0461">
      <w:r>
        <w:t xml:space="preserve">368.0327   </w:t>
      </w:r>
      <w:r>
        <w:tab/>
        <w:t xml:space="preserve">368.0320       </w:t>
      </w:r>
      <w:r>
        <w:tab/>
        <w:t xml:space="preserve">0.7      </w:t>
      </w:r>
      <w:r>
        <w:tab/>
        <w:t xml:space="preserve">1.9      </w:t>
      </w:r>
      <w:r>
        <w:tab/>
        <w:t xml:space="preserve">7.5      </w:t>
      </w:r>
      <w:r>
        <w:tab/>
        <w:t xml:space="preserve">875.0      </w:t>
      </w:r>
      <w:r>
        <w:tab/>
        <w:t xml:space="preserve">0.0          </w:t>
      </w:r>
      <w:r>
        <w:tab/>
        <w:t>C16  H19  N  O2  S  Br</w:t>
      </w:r>
    </w:p>
    <w:p w:rsidR="005B0461" w:rsidRDefault="005B0461" w:rsidP="005B0461">
      <w:r>
        <w:t>REPORT MASSES AS +/-5mDa, referenced against</w:t>
      </w:r>
    </w:p>
    <w:p w:rsidR="005B0461" w:rsidRDefault="005B0461" w:rsidP="005B0461">
      <w:r>
        <w:t xml:space="preserve"> Leucine Enkephalin @ 557.2802 (M+H, C13 isotope) and 556.2771 (M+H, C12 isotope) positive mode, 555.2645 (M-H, C13) and 554.2615 (M-H, C12) negative mode.</w:t>
      </w:r>
    </w:p>
    <w:p w:rsidR="005B0461" w:rsidRDefault="005B0461" w:rsidP="005B0461">
      <w:r>
        <w:t>or Sulfadimethoxine @312.0840 (M+H, C13) and 311.0814 (M+H, C12) positive mode, 310.0684 (M-H, C13) and 309.0658 (M-H, C12) negative mode.</w:t>
      </w:r>
    </w:p>
    <w:p w:rsidR="005B0461" w:rsidRDefault="005B0461" w:rsidP="005B0461">
      <w:r>
        <w:t>This software version MassLynx 4.1 is calibrated ignoring the electron in all cases.</w:t>
      </w:r>
    </w:p>
    <w:p w:rsidR="005B0461" w:rsidRDefault="005B0461" w:rsidP="005B0461">
      <w:pPr>
        <w:tabs>
          <w:tab w:val="left" w:pos="6195"/>
        </w:tabs>
      </w:pPr>
      <w:r>
        <w:lastRenderedPageBreak/>
        <w:tab/>
      </w:r>
    </w:p>
    <w:p w:rsidR="005B0461" w:rsidRPr="00044EB7" w:rsidRDefault="005B0461" w:rsidP="005B0461"/>
    <w:p w:rsidR="005B0461" w:rsidRPr="00195477" w:rsidRDefault="005B0461" w:rsidP="005B0461"/>
    <w:p w:rsidR="005B0461" w:rsidRDefault="005B0461" w:rsidP="005B0461">
      <w:r>
        <w:t>147.3868</w:t>
      </w:r>
      <w:r>
        <w:tab/>
        <w:t>2.025e0</w:t>
      </w:r>
    </w:p>
    <w:p w:rsidR="005B0461" w:rsidRDefault="005B0461" w:rsidP="005B0461">
      <w:r>
        <w:t>147.4050</w:t>
      </w:r>
      <w:r>
        <w:tab/>
        <w:t>1.013e0</w:t>
      </w:r>
    </w:p>
    <w:p w:rsidR="005B0461" w:rsidRDefault="005B0461" w:rsidP="005B0461">
      <w:r>
        <w:t>147.4174</w:t>
      </w:r>
      <w:r>
        <w:tab/>
        <w:t>1.013e0</w:t>
      </w:r>
    </w:p>
    <w:p w:rsidR="005B0461" w:rsidRDefault="005B0461" w:rsidP="005B0461">
      <w:r>
        <w:t>147.4214</w:t>
      </w:r>
      <w:r>
        <w:tab/>
        <w:t>4.051e0</w:t>
      </w:r>
    </w:p>
    <w:p w:rsidR="005B0461" w:rsidRDefault="005B0461" w:rsidP="005B0461">
      <w:r>
        <w:t>147.4273</w:t>
      </w:r>
      <w:r>
        <w:tab/>
        <w:t>1.013e0</w:t>
      </w:r>
    </w:p>
    <w:p w:rsidR="005B0461" w:rsidRDefault="005B0461" w:rsidP="005B0461">
      <w:r>
        <w:t>147.4404</w:t>
      </w:r>
      <w:r>
        <w:tab/>
        <w:t>1.013e0</w:t>
      </w:r>
    </w:p>
    <w:p w:rsidR="005B0461" w:rsidRDefault="005B0461" w:rsidP="005B0461">
      <w:r>
        <w:t>147.4437</w:t>
      </w:r>
      <w:r>
        <w:tab/>
        <w:t>1.013e0</w:t>
      </w:r>
    </w:p>
    <w:p w:rsidR="005B0461" w:rsidRDefault="005B0461" w:rsidP="005B0461">
      <w:r>
        <w:t>147.4532</w:t>
      </w:r>
      <w:r>
        <w:tab/>
        <w:t>2.025e0</w:t>
      </w:r>
    </w:p>
    <w:p w:rsidR="005B0461" w:rsidRDefault="005B0461" w:rsidP="005B0461">
      <w:r>
        <w:t>147.4547</w:t>
      </w:r>
      <w:r>
        <w:tab/>
        <w:t>2.025e0</w:t>
      </w:r>
    </w:p>
    <w:p w:rsidR="005B0461" w:rsidRDefault="005B0461" w:rsidP="005B0461">
      <w:r>
        <w:t>147.4693</w:t>
      </w:r>
      <w:r>
        <w:tab/>
        <w:t>1.013e0</w:t>
      </w:r>
    </w:p>
    <w:p w:rsidR="005B0461" w:rsidRDefault="005B0461" w:rsidP="005B0461">
      <w:r>
        <w:t>147.4725</w:t>
      </w:r>
      <w:r>
        <w:tab/>
        <w:t>1.013e0</w:t>
      </w:r>
    </w:p>
    <w:p w:rsidR="005B0461" w:rsidRDefault="005B0461" w:rsidP="005B0461">
      <w:r>
        <w:t>147.4843</w:t>
      </w:r>
      <w:r>
        <w:tab/>
        <w:t>2.025e0</w:t>
      </w:r>
    </w:p>
    <w:p w:rsidR="005B0461" w:rsidRDefault="005B0461" w:rsidP="005B0461">
      <w:r>
        <w:t>147.4920</w:t>
      </w:r>
      <w:r>
        <w:tab/>
        <w:t>1.013e0</w:t>
      </w:r>
    </w:p>
    <w:p w:rsidR="005B0461" w:rsidRDefault="005B0461" w:rsidP="005B0461">
      <w:r>
        <w:t>147.4971</w:t>
      </w:r>
      <w:r>
        <w:tab/>
        <w:t>3.038e0</w:t>
      </w:r>
    </w:p>
    <w:p w:rsidR="005B0461" w:rsidRDefault="005B0461" w:rsidP="005B0461">
      <w:r>
        <w:t>147.5080</w:t>
      </w:r>
      <w:r>
        <w:tab/>
        <w:t>2.025e0</w:t>
      </w:r>
    </w:p>
    <w:p w:rsidR="005B0461" w:rsidRDefault="005B0461" w:rsidP="005B0461">
      <w:r>
        <w:t>147.5212</w:t>
      </w:r>
      <w:r>
        <w:tab/>
        <w:t>1.013e0</w:t>
      </w:r>
    </w:p>
    <w:p w:rsidR="005B0461" w:rsidRDefault="005B0461" w:rsidP="005B0461">
      <w:r>
        <w:lastRenderedPageBreak/>
        <w:t>147.5336</w:t>
      </w:r>
      <w:r>
        <w:tab/>
        <w:t>3.038e0</w:t>
      </w:r>
    </w:p>
    <w:p w:rsidR="005B0461" w:rsidRDefault="005B0461" w:rsidP="005B0461">
      <w:r>
        <w:t>147.5433</w:t>
      </w:r>
      <w:r>
        <w:tab/>
        <w:t>3.038e0</w:t>
      </w:r>
    </w:p>
    <w:p w:rsidR="005B0461" w:rsidRDefault="005B0461" w:rsidP="005B0461">
      <w:r>
        <w:t>147.5516</w:t>
      </w:r>
      <w:r>
        <w:tab/>
        <w:t>2.025e0</w:t>
      </w:r>
    </w:p>
    <w:p w:rsidR="005B0461" w:rsidRDefault="005B0461" w:rsidP="005B0461">
      <w:r>
        <w:t>147.5533</w:t>
      </w:r>
      <w:r>
        <w:tab/>
        <w:t>1.013e0</w:t>
      </w:r>
    </w:p>
    <w:p w:rsidR="005B0461" w:rsidRDefault="005B0461" w:rsidP="005B0461">
      <w:r>
        <w:t>147.5583</w:t>
      </w:r>
      <w:r>
        <w:tab/>
        <w:t>2.025e0</w:t>
      </w:r>
    </w:p>
    <w:p w:rsidR="005B0461" w:rsidRDefault="005B0461" w:rsidP="005B0461">
      <w:r>
        <w:t>147.5726</w:t>
      </w:r>
      <w:r>
        <w:tab/>
        <w:t>1.013e0</w:t>
      </w:r>
    </w:p>
    <w:p w:rsidR="005B0461" w:rsidRDefault="005B0461" w:rsidP="005B0461">
      <w:r>
        <w:t>147.5755</w:t>
      </w:r>
      <w:r>
        <w:tab/>
        <w:t>3.038e0</w:t>
      </w:r>
    </w:p>
    <w:p w:rsidR="005B0461" w:rsidRDefault="005B0461" w:rsidP="005B0461">
      <w:r>
        <w:t>147.5951</w:t>
      </w:r>
      <w:r>
        <w:tab/>
        <w:t>6.261e0</w:t>
      </w:r>
    </w:p>
    <w:p w:rsidR="005B0461" w:rsidRDefault="005B0461" w:rsidP="005B0461">
      <w:r>
        <w:t>147.6084</w:t>
      </w:r>
      <w:r>
        <w:tab/>
        <w:t>1.013e0</w:t>
      </w:r>
    </w:p>
    <w:p w:rsidR="005B0461" w:rsidRDefault="005B0461" w:rsidP="005B0461">
      <w:r>
        <w:t>147.6340</w:t>
      </w:r>
      <w:r>
        <w:tab/>
        <w:t>1.013e0</w:t>
      </w:r>
    </w:p>
    <w:p w:rsidR="005B0461" w:rsidRDefault="005B0461" w:rsidP="005B0461">
      <w:r>
        <w:t>147.6357</w:t>
      </w:r>
      <w:r>
        <w:tab/>
        <w:t>2.025e0</w:t>
      </w:r>
    </w:p>
    <w:p w:rsidR="005B0461" w:rsidRDefault="005B0461" w:rsidP="005B0461">
      <w:r>
        <w:t>147.6390</w:t>
      </w:r>
      <w:r>
        <w:tab/>
        <w:t>2.025e0</w:t>
      </w:r>
    </w:p>
    <w:p w:rsidR="005B0461" w:rsidRDefault="005B0461" w:rsidP="005B0461">
      <w:r>
        <w:t>147.6502</w:t>
      </w:r>
      <w:r>
        <w:tab/>
        <w:t>1.013e0</w:t>
      </w:r>
    </w:p>
    <w:p w:rsidR="005B0461" w:rsidRDefault="005B0461" w:rsidP="005B0461">
      <w:r>
        <w:t>147.6662</w:t>
      </w:r>
      <w:r>
        <w:tab/>
        <w:t>3.038e0</w:t>
      </w:r>
    </w:p>
    <w:p w:rsidR="005B0461" w:rsidRDefault="005B0461" w:rsidP="005B0461">
      <w:r>
        <w:t>147.6678</w:t>
      </w:r>
      <w:r>
        <w:tab/>
        <w:t>2.025e0</w:t>
      </w:r>
    </w:p>
    <w:p w:rsidR="005B0461" w:rsidRDefault="005B0461" w:rsidP="005B0461">
      <w:r>
        <w:t>147.6794</w:t>
      </w:r>
      <w:r>
        <w:tab/>
        <w:t>1.013e0</w:t>
      </w:r>
    </w:p>
    <w:p w:rsidR="005B0461" w:rsidRDefault="005B0461" w:rsidP="005B0461">
      <w:r>
        <w:t>147.6860</w:t>
      </w:r>
      <w:r>
        <w:tab/>
        <w:t>1.013e0</w:t>
      </w:r>
    </w:p>
    <w:p w:rsidR="005B0461" w:rsidRDefault="005B0461" w:rsidP="005B0461">
      <w:r>
        <w:t>147.7033</w:t>
      </w:r>
      <w:r>
        <w:tab/>
        <w:t>2.025e0</w:t>
      </w:r>
    </w:p>
    <w:p w:rsidR="005B0461" w:rsidRDefault="005B0461" w:rsidP="005B0461">
      <w:r>
        <w:t>147.7049</w:t>
      </w:r>
      <w:r>
        <w:tab/>
        <w:t>1.013e0</w:t>
      </w:r>
    </w:p>
    <w:p w:rsidR="005B0461" w:rsidRDefault="005B0461" w:rsidP="005B0461">
      <w:r>
        <w:lastRenderedPageBreak/>
        <w:t>147.7181</w:t>
      </w:r>
      <w:r>
        <w:tab/>
        <w:t>1.013e0</w:t>
      </w:r>
    </w:p>
    <w:p w:rsidR="005B0461" w:rsidRDefault="005B0461" w:rsidP="005B0461">
      <w:r>
        <w:t>147.7215</w:t>
      </w:r>
      <w:r>
        <w:tab/>
        <w:t>1.013e0</w:t>
      </w:r>
    </w:p>
    <w:p w:rsidR="005B0461" w:rsidRDefault="005B0461" w:rsidP="005B0461">
      <w:r>
        <w:t>147.7470</w:t>
      </w:r>
      <w:r>
        <w:tab/>
        <w:t>1.013e0</w:t>
      </w:r>
    </w:p>
    <w:p w:rsidR="005B0461" w:rsidRDefault="005B0461" w:rsidP="005B0461">
      <w:r>
        <w:t>147.7503</w:t>
      </w:r>
      <w:r>
        <w:tab/>
        <w:t>1.013e0</w:t>
      </w:r>
    </w:p>
    <w:p w:rsidR="005B0461" w:rsidRDefault="005B0461" w:rsidP="005B0461">
      <w:r>
        <w:t>147.7602</w:t>
      </w:r>
      <w:r>
        <w:tab/>
        <w:t>1.013e0</w:t>
      </w:r>
    </w:p>
    <w:p w:rsidR="005B0461" w:rsidRDefault="005B0461" w:rsidP="005B0461">
      <w:r>
        <w:t>147.7618</w:t>
      </w:r>
      <w:r>
        <w:tab/>
        <w:t>2.025e0</w:t>
      </w:r>
    </w:p>
    <w:p w:rsidR="005B0461" w:rsidRDefault="005B0461" w:rsidP="005B0461">
      <w:r>
        <w:t>147.7696</w:t>
      </w:r>
      <w:r>
        <w:tab/>
        <w:t>1.013e0</w:t>
      </w:r>
    </w:p>
    <w:p w:rsidR="005B0461" w:rsidRDefault="005B0461" w:rsidP="005B0461">
      <w:r>
        <w:t>147.7757</w:t>
      </w:r>
      <w:r>
        <w:tab/>
        <w:t>1.013e0</w:t>
      </w:r>
    </w:p>
    <w:p w:rsidR="005B0461" w:rsidRDefault="005B0461" w:rsidP="005B0461">
      <w:r>
        <w:t>147.7791</w:t>
      </w:r>
      <w:r>
        <w:tab/>
        <w:t>2.025e0</w:t>
      </w:r>
    </w:p>
    <w:p w:rsidR="005B0461" w:rsidRDefault="005B0461" w:rsidP="005B0461">
      <w:r>
        <w:t>147.7890</w:t>
      </w:r>
      <w:r>
        <w:tab/>
        <w:t>1.013e0</w:t>
      </w:r>
    </w:p>
    <w:p w:rsidR="005B0461" w:rsidRDefault="005B0461" w:rsidP="005B0461">
      <w:r>
        <w:t>147.7923</w:t>
      </w:r>
      <w:r>
        <w:tab/>
        <w:t>1.013e0</w:t>
      </w:r>
    </w:p>
    <w:p w:rsidR="005B0461" w:rsidRDefault="005B0461" w:rsidP="005B0461">
      <w:r>
        <w:t>147.7940</w:t>
      </w:r>
      <w:r>
        <w:tab/>
        <w:t>2.025e0</w:t>
      </w:r>
    </w:p>
    <w:p w:rsidR="005B0461" w:rsidRDefault="005B0461" w:rsidP="005B0461">
      <w:r>
        <w:t>147.7956</w:t>
      </w:r>
      <w:r>
        <w:tab/>
        <w:t>1.013e0</w:t>
      </w:r>
    </w:p>
    <w:p w:rsidR="005B0461" w:rsidRDefault="005B0461" w:rsidP="005B0461">
      <w:r>
        <w:t>147.8085</w:t>
      </w:r>
      <w:r>
        <w:tab/>
        <w:t>1.013e0</w:t>
      </w:r>
    </w:p>
    <w:p w:rsidR="005B0461" w:rsidRDefault="005B0461" w:rsidP="005B0461">
      <w:r>
        <w:t>147.8195</w:t>
      </w:r>
      <w:r>
        <w:tab/>
        <w:t>2.025e0</w:t>
      </w:r>
    </w:p>
    <w:p w:rsidR="005B0461" w:rsidRDefault="005B0461" w:rsidP="005B0461">
      <w:r>
        <w:t>147.8377</w:t>
      </w:r>
      <w:r>
        <w:tab/>
        <w:t>1.013e0</w:t>
      </w:r>
    </w:p>
    <w:p w:rsidR="005B0461" w:rsidRDefault="005B0461" w:rsidP="005B0461">
      <w:r>
        <w:t>147.8410</w:t>
      </w:r>
      <w:r>
        <w:tab/>
        <w:t>2.025e0</w:t>
      </w:r>
    </w:p>
    <w:p w:rsidR="005B0461" w:rsidRDefault="005B0461" w:rsidP="005B0461">
      <w:r>
        <w:t>147.8639</w:t>
      </w:r>
      <w:r>
        <w:tab/>
        <w:t>4.051e0</w:t>
      </w:r>
    </w:p>
    <w:p w:rsidR="005B0461" w:rsidRDefault="005B0461" w:rsidP="005B0461">
      <w:r>
        <w:t>147.8831</w:t>
      </w:r>
      <w:r>
        <w:tab/>
        <w:t>1.013e0</w:t>
      </w:r>
    </w:p>
    <w:p w:rsidR="005B0461" w:rsidRDefault="005B0461" w:rsidP="005B0461">
      <w:r>
        <w:lastRenderedPageBreak/>
        <w:t>147.8935</w:t>
      </w:r>
      <w:r>
        <w:tab/>
        <w:t>2.025e0</w:t>
      </w:r>
    </w:p>
    <w:p w:rsidR="005B0461" w:rsidRDefault="005B0461" w:rsidP="005B0461">
      <w:r>
        <w:t>147.8987</w:t>
      </w:r>
      <w:r>
        <w:tab/>
        <w:t>1.013e0</w:t>
      </w:r>
    </w:p>
    <w:p w:rsidR="005B0461" w:rsidRDefault="005B0461" w:rsidP="005B0461">
      <w:r>
        <w:t>147.9053</w:t>
      </w:r>
      <w:r>
        <w:tab/>
        <w:t>2.025e0</w:t>
      </w:r>
    </w:p>
    <w:p w:rsidR="005B0461" w:rsidRDefault="005B0461" w:rsidP="005B0461">
      <w:r>
        <w:t>147.9119</w:t>
      </w:r>
      <w:r>
        <w:tab/>
        <w:t>1.013e0</w:t>
      </w:r>
    </w:p>
    <w:p w:rsidR="005B0461" w:rsidRDefault="005B0461" w:rsidP="005B0461">
      <w:r>
        <w:t>147.9152</w:t>
      </w:r>
      <w:r>
        <w:tab/>
        <w:t>1.013e0</w:t>
      </w:r>
    </w:p>
    <w:p w:rsidR="005B0461" w:rsidRDefault="005B0461" w:rsidP="005B0461">
      <w:r>
        <w:t>147.9251</w:t>
      </w:r>
      <w:r>
        <w:tab/>
        <w:t>1.013e0</w:t>
      </w:r>
    </w:p>
    <w:p w:rsidR="005B0461" w:rsidRDefault="005B0461" w:rsidP="005B0461">
      <w:r>
        <w:t>147.9374</w:t>
      </w:r>
      <w:r>
        <w:tab/>
        <w:t>1.013e0</w:t>
      </w:r>
    </w:p>
    <w:p w:rsidR="005B0461" w:rsidRDefault="005B0461" w:rsidP="005B0461">
      <w:r>
        <w:t>147.9506</w:t>
      </w:r>
      <w:r>
        <w:tab/>
        <w:t>3.038e0</w:t>
      </w:r>
    </w:p>
    <w:p w:rsidR="005B0461" w:rsidRDefault="005B0461" w:rsidP="005B0461">
      <w:r>
        <w:t>147.9556</w:t>
      </w:r>
      <w:r>
        <w:tab/>
        <w:t>2.025e0</w:t>
      </w:r>
    </w:p>
    <w:p w:rsidR="005B0461" w:rsidRDefault="005B0461" w:rsidP="005B0461">
      <w:r>
        <w:t>147.9620</w:t>
      </w:r>
      <w:r>
        <w:tab/>
        <w:t>3.038e0</w:t>
      </w:r>
    </w:p>
    <w:p w:rsidR="005B0461" w:rsidRDefault="005B0461" w:rsidP="005B0461">
      <w:r>
        <w:t>147.9714</w:t>
      </w:r>
      <w:r>
        <w:tab/>
        <w:t>2.025e0</w:t>
      </w:r>
    </w:p>
    <w:p w:rsidR="005B0461" w:rsidRDefault="005B0461" w:rsidP="005B0461">
      <w:r>
        <w:t>147.9762</w:t>
      </w:r>
      <w:r>
        <w:tab/>
        <w:t>2.025e0</w:t>
      </w:r>
    </w:p>
    <w:p w:rsidR="005B0461" w:rsidRDefault="005B0461" w:rsidP="005B0461">
      <w:r>
        <w:t>147.9861</w:t>
      </w:r>
      <w:r>
        <w:tab/>
        <w:t>1.013e0</w:t>
      </w:r>
    </w:p>
    <w:p w:rsidR="005B0461" w:rsidRDefault="005B0461" w:rsidP="005B0461">
      <w:r>
        <w:t>147.9894</w:t>
      </w:r>
      <w:r>
        <w:tab/>
        <w:t>1.013e0</w:t>
      </w:r>
    </w:p>
    <w:p w:rsidR="005B0461" w:rsidRDefault="005B0461" w:rsidP="005B0461">
      <w:r>
        <w:t>147.9993</w:t>
      </w:r>
      <w:r>
        <w:tab/>
        <w:t>1.013e0</w:t>
      </w:r>
    </w:p>
    <w:p w:rsidR="005B0461" w:rsidRDefault="005B0461" w:rsidP="005B0461">
      <w:r>
        <w:t>148.0027</w:t>
      </w:r>
      <w:r>
        <w:tab/>
        <w:t>1.013e0</w:t>
      </w:r>
    </w:p>
    <w:p w:rsidR="005B0461" w:rsidRDefault="005B0461" w:rsidP="005B0461">
      <w:r>
        <w:t>148.0061</w:t>
      </w:r>
      <w:r>
        <w:tab/>
        <w:t>2.025e0</w:t>
      </w:r>
    </w:p>
    <w:p w:rsidR="005B0461" w:rsidRDefault="005B0461" w:rsidP="005B0461">
      <w:r>
        <w:t>148.0166</w:t>
      </w:r>
      <w:r>
        <w:tab/>
        <w:t>2.025e0</w:t>
      </w:r>
    </w:p>
    <w:p w:rsidR="005B0461" w:rsidRDefault="005B0461" w:rsidP="005B0461">
      <w:r>
        <w:t>148.0232</w:t>
      </w:r>
      <w:r>
        <w:tab/>
        <w:t>1.899e0</w:t>
      </w:r>
    </w:p>
    <w:p w:rsidR="005B0461" w:rsidRDefault="005B0461" w:rsidP="005B0461">
      <w:r>
        <w:lastRenderedPageBreak/>
        <w:t>148.0310</w:t>
      </w:r>
      <w:r>
        <w:tab/>
        <w:t>6.650e0</w:t>
      </w:r>
    </w:p>
    <w:p w:rsidR="005B0461" w:rsidRDefault="005B0461" w:rsidP="005B0461">
      <w:r>
        <w:t>148.0374</w:t>
      </w:r>
      <w:r>
        <w:tab/>
        <w:t>2.617e0</w:t>
      </w:r>
    </w:p>
    <w:p w:rsidR="005B0461" w:rsidRDefault="005B0461" w:rsidP="005B0461">
      <w:r>
        <w:t>148.0561</w:t>
      </w:r>
      <w:r>
        <w:tab/>
        <w:t>7.089e0</w:t>
      </w:r>
    </w:p>
    <w:p w:rsidR="005B0461" w:rsidRDefault="005B0461" w:rsidP="005B0461">
      <w:r>
        <w:t>148.0580</w:t>
      </w:r>
      <w:r>
        <w:tab/>
        <w:t>1.054e1</w:t>
      </w:r>
    </w:p>
    <w:p w:rsidR="005B0461" w:rsidRDefault="005B0461" w:rsidP="005B0461">
      <w:r>
        <w:t>148.0735</w:t>
      </w:r>
      <w:r>
        <w:tab/>
        <w:t>5.316e0</w:t>
      </w:r>
    </w:p>
    <w:p w:rsidR="005B0461" w:rsidRDefault="005B0461" w:rsidP="005B0461">
      <w:r>
        <w:t>148.0750</w:t>
      </w:r>
      <w:r>
        <w:tab/>
        <w:t>1.159e1</w:t>
      </w:r>
    </w:p>
    <w:p w:rsidR="005B0461" w:rsidRDefault="005B0461" w:rsidP="005B0461">
      <w:r>
        <w:t>148.0805</w:t>
      </w:r>
      <w:r>
        <w:tab/>
        <w:t>3.654e0</w:t>
      </w:r>
    </w:p>
    <w:p w:rsidR="005B0461" w:rsidRDefault="005B0461" w:rsidP="005B0461">
      <w:r>
        <w:t>148.0901</w:t>
      </w:r>
      <w:r>
        <w:tab/>
        <w:t>5.084e0</w:t>
      </w:r>
    </w:p>
    <w:p w:rsidR="005B0461" w:rsidRDefault="005B0461" w:rsidP="005B0461">
      <w:r>
        <w:t>148.1006</w:t>
      </w:r>
      <w:r>
        <w:tab/>
        <w:t>2.182e0</w:t>
      </w:r>
    </w:p>
    <w:p w:rsidR="005B0461" w:rsidRDefault="005B0461" w:rsidP="005B0461">
      <w:r>
        <w:t>148.1108</w:t>
      </w:r>
      <w:r>
        <w:tab/>
        <w:t>1.502e0</w:t>
      </w:r>
    </w:p>
    <w:p w:rsidR="005B0461" w:rsidRDefault="005B0461" w:rsidP="005B0461">
      <w:r>
        <w:t>148.1346</w:t>
      </w:r>
      <w:r>
        <w:tab/>
        <w:t>3.666e0</w:t>
      </w:r>
    </w:p>
    <w:p w:rsidR="005B0461" w:rsidRDefault="005B0461" w:rsidP="005B0461">
      <w:r>
        <w:t>148.1412</w:t>
      </w:r>
      <w:r>
        <w:tab/>
        <w:t>2.025e0</w:t>
      </w:r>
    </w:p>
    <w:p w:rsidR="005B0461" w:rsidRDefault="005B0461" w:rsidP="005B0461">
      <w:r>
        <w:t>148.1674</w:t>
      </w:r>
      <w:r>
        <w:tab/>
        <w:t>1.013e0</w:t>
      </w:r>
    </w:p>
    <w:p w:rsidR="005B0461" w:rsidRDefault="005B0461" w:rsidP="005B0461">
      <w:r>
        <w:t>148.1767</w:t>
      </w:r>
      <w:r>
        <w:tab/>
        <w:t>1.013e0</w:t>
      </w:r>
    </w:p>
    <w:p w:rsidR="005B0461" w:rsidRDefault="005B0461" w:rsidP="005B0461">
      <w:r>
        <w:t>148.1965</w:t>
      </w:r>
      <w:r>
        <w:tab/>
        <w:t>1.013e0</w:t>
      </w:r>
    </w:p>
    <w:p w:rsidR="005B0461" w:rsidRDefault="005B0461" w:rsidP="005B0461">
      <w:r>
        <w:t>148.2124</w:t>
      </w:r>
      <w:r>
        <w:tab/>
        <w:t>1.013e0</w:t>
      </w:r>
    </w:p>
    <w:p w:rsidR="005B0461" w:rsidRDefault="005B0461" w:rsidP="005B0461">
      <w:r>
        <w:t>148.2320</w:t>
      </w:r>
      <w:r>
        <w:tab/>
        <w:t>1.013e0</w:t>
      </w:r>
    </w:p>
    <w:p w:rsidR="005B0461" w:rsidRDefault="005B0461" w:rsidP="005B0461">
      <w:r>
        <w:t>148.2453</w:t>
      </w:r>
      <w:r>
        <w:tab/>
        <w:t>1.013e0</w:t>
      </w:r>
    </w:p>
    <w:p w:rsidR="005B0461" w:rsidRDefault="005B0461" w:rsidP="005B0461">
      <w:r>
        <w:t>148.2514</w:t>
      </w:r>
      <w:r>
        <w:tab/>
        <w:t>6.076e0</w:t>
      </w:r>
    </w:p>
    <w:p w:rsidR="005B0461" w:rsidRDefault="005B0461" w:rsidP="005B0461">
      <w:r>
        <w:lastRenderedPageBreak/>
        <w:t>148.2576</w:t>
      </w:r>
      <w:r>
        <w:tab/>
        <w:t>1.013e0</w:t>
      </w:r>
    </w:p>
    <w:p w:rsidR="005B0461" w:rsidRDefault="005B0461" w:rsidP="005B0461">
      <w:r>
        <w:t>148.2609</w:t>
      </w:r>
      <w:r>
        <w:tab/>
        <w:t>1.013e0</w:t>
      </w:r>
    </w:p>
    <w:p w:rsidR="005B0461" w:rsidRDefault="005B0461" w:rsidP="005B0461">
      <w:r>
        <w:t>148.2708</w:t>
      </w:r>
      <w:r>
        <w:tab/>
        <w:t>1.013e0</w:t>
      </w:r>
    </w:p>
    <w:p w:rsidR="005B0461" w:rsidRDefault="005B0461" w:rsidP="005B0461">
      <w:r>
        <w:t>148.2841</w:t>
      </w:r>
      <w:r>
        <w:tab/>
        <w:t>1.013e0</w:t>
      </w:r>
    </w:p>
    <w:p w:rsidR="005B0461" w:rsidRDefault="005B0461" w:rsidP="005B0461">
      <w:r>
        <w:t>148.2998</w:t>
      </w:r>
      <w:r>
        <w:tab/>
        <w:t>3.038e0</w:t>
      </w:r>
    </w:p>
    <w:p w:rsidR="005B0461" w:rsidRDefault="005B0461" w:rsidP="005B0461">
      <w:r>
        <w:t>148.3064</w:t>
      </w:r>
      <w:r>
        <w:tab/>
        <w:t>2.025e0</w:t>
      </w:r>
    </w:p>
    <w:p w:rsidR="005B0461" w:rsidRDefault="005B0461" w:rsidP="005B0461">
      <w:r>
        <w:t>148.3262</w:t>
      </w:r>
      <w:r>
        <w:tab/>
        <w:t>1.013e0</w:t>
      </w:r>
    </w:p>
    <w:p w:rsidR="005B0461" w:rsidRDefault="005B0461" w:rsidP="005B0461">
      <w:r>
        <w:t>148.3296</w:t>
      </w:r>
      <w:r>
        <w:tab/>
        <w:t>4.051e0</w:t>
      </w:r>
    </w:p>
    <w:p w:rsidR="005B0461" w:rsidRDefault="005B0461" w:rsidP="005B0461">
      <w:r>
        <w:t>148.3322</w:t>
      </w:r>
      <w:r>
        <w:tab/>
        <w:t>1.013e0</w:t>
      </w:r>
    </w:p>
    <w:p w:rsidR="005B0461" w:rsidRDefault="005B0461" w:rsidP="005B0461">
      <w:r>
        <w:t>148.3567</w:t>
      </w:r>
      <w:r>
        <w:tab/>
        <w:t>2.025e0</w:t>
      </w:r>
    </w:p>
    <w:p w:rsidR="005B0461" w:rsidRDefault="005B0461" w:rsidP="005B0461">
      <w:r>
        <w:t>148.3806</w:t>
      </w:r>
      <w:r>
        <w:tab/>
        <w:t>2.025e0</w:t>
      </w:r>
    </w:p>
    <w:p w:rsidR="005B0461" w:rsidRDefault="005B0461" w:rsidP="005B0461">
      <w:r>
        <w:t>148.3889</w:t>
      </w:r>
      <w:r>
        <w:tab/>
        <w:t>2.025e0</w:t>
      </w:r>
    </w:p>
    <w:p w:rsidR="005B0461" w:rsidRDefault="005B0461" w:rsidP="005B0461">
      <w:r>
        <w:t>148.3939</w:t>
      </w:r>
      <w:r>
        <w:tab/>
        <w:t>1.013e0</w:t>
      </w:r>
    </w:p>
    <w:p w:rsidR="005B0461" w:rsidRDefault="005B0461" w:rsidP="005B0461">
      <w:r>
        <w:t>148.3972</w:t>
      </w:r>
      <w:r>
        <w:tab/>
        <w:t>1.013e0</w:t>
      </w:r>
    </w:p>
    <w:p w:rsidR="005B0461" w:rsidRDefault="005B0461" w:rsidP="005B0461">
      <w:r>
        <w:t>148.4160</w:t>
      </w:r>
      <w:r>
        <w:tab/>
        <w:t>4.051e0</w:t>
      </w:r>
    </w:p>
    <w:p w:rsidR="005B0461" w:rsidRDefault="005B0461" w:rsidP="005B0461">
      <w:r>
        <w:t>148.4461</w:t>
      </w:r>
      <w:r>
        <w:tab/>
        <w:t>2.025e0</w:t>
      </w:r>
    </w:p>
    <w:p w:rsidR="005B0461" w:rsidRDefault="005B0461" w:rsidP="005B0461">
      <w:r>
        <w:t>148.4506</w:t>
      </w:r>
      <w:r>
        <w:tab/>
        <w:t>2.025e0</w:t>
      </w:r>
    </w:p>
    <w:p w:rsidR="005B0461" w:rsidRDefault="005B0461" w:rsidP="005B0461">
      <w:r>
        <w:t>148.4582</w:t>
      </w:r>
      <w:r>
        <w:tab/>
        <w:t>1.013e0</w:t>
      </w:r>
    </w:p>
    <w:p w:rsidR="005B0461" w:rsidRDefault="005B0461" w:rsidP="005B0461">
      <w:r>
        <w:t>148.4864</w:t>
      </w:r>
      <w:r>
        <w:tab/>
        <w:t>2.025e0</w:t>
      </w:r>
    </w:p>
    <w:p w:rsidR="005B0461" w:rsidRDefault="005B0461" w:rsidP="005B0461">
      <w:r>
        <w:lastRenderedPageBreak/>
        <w:t>148.4909</w:t>
      </w:r>
      <w:r>
        <w:tab/>
        <w:t>4.924e0</w:t>
      </w:r>
    </w:p>
    <w:p w:rsidR="005B0461" w:rsidRDefault="005B0461" w:rsidP="005B0461">
      <w:r>
        <w:t>148.5070</w:t>
      </w:r>
      <w:r>
        <w:tab/>
        <w:t>1.152e0</w:t>
      </w:r>
    </w:p>
    <w:p w:rsidR="005B0461" w:rsidRDefault="005B0461" w:rsidP="005B0461">
      <w:r>
        <w:t>148.5103</w:t>
      </w:r>
      <w:r>
        <w:tab/>
        <w:t>2.025e0</w:t>
      </w:r>
    </w:p>
    <w:p w:rsidR="005B0461" w:rsidRDefault="005B0461" w:rsidP="005B0461">
      <w:r>
        <w:t>148.5269</w:t>
      </w:r>
      <w:r>
        <w:tab/>
        <w:t>1.013e0</w:t>
      </w:r>
    </w:p>
    <w:p w:rsidR="005B0461" w:rsidRDefault="005B0461" w:rsidP="005B0461">
      <w:r>
        <w:t>148.5301</w:t>
      </w:r>
      <w:r>
        <w:tab/>
        <w:t>1.013e0</w:t>
      </w:r>
    </w:p>
    <w:p w:rsidR="005B0461" w:rsidRDefault="005B0461" w:rsidP="005B0461">
      <w:r>
        <w:t>148.5320</w:t>
      </w:r>
      <w:r>
        <w:tab/>
        <w:t>4.051e0</w:t>
      </w:r>
    </w:p>
    <w:p w:rsidR="005B0461" w:rsidRDefault="005B0461" w:rsidP="005B0461">
      <w:r>
        <w:t>148.5508</w:t>
      </w:r>
      <w:r>
        <w:tab/>
        <w:t>2.025e0</w:t>
      </w:r>
    </w:p>
    <w:p w:rsidR="005B0461" w:rsidRDefault="005B0461" w:rsidP="005B0461">
      <w:r>
        <w:t>148.5591</w:t>
      </w:r>
      <w:r>
        <w:tab/>
        <w:t>1.013e0</w:t>
      </w:r>
    </w:p>
    <w:p w:rsidR="005B0461" w:rsidRDefault="005B0461" w:rsidP="005B0461">
      <w:r>
        <w:t>148.5624</w:t>
      </w:r>
      <w:r>
        <w:tab/>
        <w:t>1.013e0</w:t>
      </w:r>
    </w:p>
    <w:p w:rsidR="005B0461" w:rsidRDefault="005B0461" w:rsidP="005B0461">
      <w:r>
        <w:t>148.5737</w:t>
      </w:r>
      <w:r>
        <w:tab/>
        <w:t>2.025e0</w:t>
      </w:r>
    </w:p>
    <w:p w:rsidR="005B0461" w:rsidRDefault="005B0461" w:rsidP="005B0461">
      <w:r>
        <w:t>148.5950</w:t>
      </w:r>
      <w:r>
        <w:tab/>
        <w:t>4.051e0</w:t>
      </w:r>
    </w:p>
    <w:p w:rsidR="005B0461" w:rsidRDefault="005B0461" w:rsidP="005B0461">
      <w:r>
        <w:t>148.5979</w:t>
      </w:r>
      <w:r>
        <w:tab/>
        <w:t>1.013e0</w:t>
      </w:r>
    </w:p>
    <w:p w:rsidR="005B0461" w:rsidRDefault="005B0461" w:rsidP="005B0461">
      <w:r>
        <w:t>148.6302</w:t>
      </w:r>
      <w:r>
        <w:tab/>
        <w:t>2.025e0</w:t>
      </w:r>
    </w:p>
    <w:p w:rsidR="005B0461" w:rsidRDefault="005B0461" w:rsidP="005B0461">
      <w:r>
        <w:t>148.6516</w:t>
      </w:r>
      <w:r>
        <w:tab/>
        <w:t>2.025e0</w:t>
      </w:r>
    </w:p>
    <w:p w:rsidR="005B0461" w:rsidRDefault="005B0461" w:rsidP="005B0461">
      <w:r>
        <w:t>148.6723</w:t>
      </w:r>
      <w:r>
        <w:tab/>
        <w:t>1.013e0</w:t>
      </w:r>
    </w:p>
    <w:p w:rsidR="005B0461" w:rsidRDefault="005B0461" w:rsidP="005B0461">
      <w:r>
        <w:t>148.6789</w:t>
      </w:r>
      <w:r>
        <w:tab/>
        <w:t>1.013e0</w:t>
      </w:r>
    </w:p>
    <w:p w:rsidR="005B0461" w:rsidRDefault="005B0461" w:rsidP="005B0461">
      <w:r>
        <w:t>148.6889</w:t>
      </w:r>
      <w:r>
        <w:tab/>
        <w:t>2.025e0</w:t>
      </w:r>
    </w:p>
    <w:p w:rsidR="005B0461" w:rsidRDefault="005B0461" w:rsidP="005B0461">
      <w:r>
        <w:t>148.6923</w:t>
      </w:r>
      <w:r>
        <w:tab/>
        <w:t>2.025e0</w:t>
      </w:r>
    </w:p>
    <w:p w:rsidR="005B0461" w:rsidRDefault="005B0461" w:rsidP="005B0461">
      <w:r>
        <w:t>148.6981</w:t>
      </w:r>
      <w:r>
        <w:tab/>
        <w:t>2.025e0</w:t>
      </w:r>
    </w:p>
    <w:p w:rsidR="005B0461" w:rsidRDefault="005B0461" w:rsidP="005B0461">
      <w:r>
        <w:lastRenderedPageBreak/>
        <w:t>148.7211</w:t>
      </w:r>
      <w:r>
        <w:tab/>
        <w:t>1.013e0</w:t>
      </w:r>
    </w:p>
    <w:p w:rsidR="005B0461" w:rsidRDefault="005B0461" w:rsidP="005B0461">
      <w:r>
        <w:t>148.7311</w:t>
      </w:r>
      <w:r>
        <w:tab/>
        <w:t>1.013e0</w:t>
      </w:r>
    </w:p>
    <w:p w:rsidR="005B0461" w:rsidRDefault="005B0461" w:rsidP="005B0461">
      <w:r>
        <w:t>148.7342</w:t>
      </w:r>
      <w:r>
        <w:tab/>
        <w:t>1.013e0</w:t>
      </w:r>
    </w:p>
    <w:p w:rsidR="005B0461" w:rsidRDefault="005B0461" w:rsidP="005B0461">
      <w:r>
        <w:t>148.7466</w:t>
      </w:r>
      <w:r>
        <w:tab/>
        <w:t>1.013e0</w:t>
      </w:r>
    </w:p>
    <w:p w:rsidR="005B0461" w:rsidRDefault="005B0461" w:rsidP="005B0461">
      <w:r>
        <w:t>148.7566</w:t>
      </w:r>
      <w:r>
        <w:tab/>
        <w:t>1.013e0</w:t>
      </w:r>
    </w:p>
    <w:p w:rsidR="005B0461" w:rsidRDefault="005B0461" w:rsidP="005B0461">
      <w:r>
        <w:t>148.7583</w:t>
      </w:r>
      <w:r>
        <w:tab/>
        <w:t>2.025e0</w:t>
      </w:r>
    </w:p>
    <w:p w:rsidR="005B0461" w:rsidRDefault="005B0461" w:rsidP="005B0461">
      <w:r>
        <w:t>148.7763</w:t>
      </w:r>
      <w:r>
        <w:tab/>
        <w:t>1.013e0</w:t>
      </w:r>
    </w:p>
    <w:p w:rsidR="005B0461" w:rsidRDefault="005B0461" w:rsidP="005B0461">
      <w:r>
        <w:t>148.7855</w:t>
      </w:r>
      <w:r>
        <w:tab/>
        <w:t>1.013e0</w:t>
      </w:r>
    </w:p>
    <w:p w:rsidR="005B0461" w:rsidRDefault="005B0461" w:rsidP="005B0461">
      <w:r>
        <w:t>148.8104</w:t>
      </w:r>
      <w:r>
        <w:tab/>
        <w:t>2.025e0</w:t>
      </w:r>
    </w:p>
    <w:p w:rsidR="005B0461" w:rsidRDefault="005B0461" w:rsidP="005B0461">
      <w:r>
        <w:t>148.8574</w:t>
      </w:r>
      <w:r>
        <w:tab/>
        <w:t>1.013e0</w:t>
      </w:r>
    </w:p>
    <w:p w:rsidR="005B0461" w:rsidRDefault="005B0461" w:rsidP="005B0461">
      <w:r>
        <w:t>148.8604</w:t>
      </w:r>
      <w:r>
        <w:tab/>
        <w:t>1.013e0</w:t>
      </w:r>
    </w:p>
    <w:p w:rsidR="005B0461" w:rsidRDefault="005B0461" w:rsidP="005B0461">
      <w:r>
        <w:t>148.8632</w:t>
      </w:r>
      <w:r>
        <w:tab/>
        <w:t>2.025e0</w:t>
      </w:r>
    </w:p>
    <w:p w:rsidR="005B0461" w:rsidRDefault="005B0461" w:rsidP="005B0461">
      <w:r>
        <w:t>148.8715</w:t>
      </w:r>
      <w:r>
        <w:tab/>
        <w:t>2.025e0</w:t>
      </w:r>
    </w:p>
    <w:p w:rsidR="005B0461" w:rsidRDefault="005B0461" w:rsidP="005B0461">
      <w:r>
        <w:t>148.8897</w:t>
      </w:r>
      <w:r>
        <w:tab/>
        <w:t>1.013e0</w:t>
      </w:r>
    </w:p>
    <w:p w:rsidR="005B0461" w:rsidRDefault="005B0461" w:rsidP="005B0461">
      <w:r>
        <w:t>148.8965</w:t>
      </w:r>
      <w:r>
        <w:tab/>
        <w:t>2.025e0</w:t>
      </w:r>
    </w:p>
    <w:p w:rsidR="005B0461" w:rsidRDefault="005B0461" w:rsidP="005B0461">
      <w:r>
        <w:t>148.9087</w:t>
      </w:r>
      <w:r>
        <w:tab/>
        <w:t>1.013e0</w:t>
      </w:r>
    </w:p>
    <w:p w:rsidR="005B0461" w:rsidRDefault="005B0461" w:rsidP="005B0461">
      <w:r>
        <w:t>148.9253</w:t>
      </w:r>
      <w:r>
        <w:tab/>
        <w:t>1.013e0</w:t>
      </w:r>
    </w:p>
    <w:p w:rsidR="005B0461" w:rsidRDefault="005B0461" w:rsidP="005B0461">
      <w:r>
        <w:t>148.9386</w:t>
      </w:r>
      <w:r>
        <w:tab/>
        <w:t>1.013e0</w:t>
      </w:r>
    </w:p>
    <w:p w:rsidR="005B0461" w:rsidRDefault="005B0461" w:rsidP="005B0461">
      <w:r>
        <w:t>148.9445</w:t>
      </w:r>
      <w:r>
        <w:tab/>
        <w:t>2.025e0</w:t>
      </w:r>
    </w:p>
    <w:p w:rsidR="005B0461" w:rsidRDefault="005B0461" w:rsidP="005B0461">
      <w:r>
        <w:lastRenderedPageBreak/>
        <w:t>148.9493</w:t>
      </w:r>
      <w:r>
        <w:tab/>
        <w:t>2.025e0</w:t>
      </w:r>
    </w:p>
    <w:p w:rsidR="005B0461" w:rsidRDefault="005B0461" w:rsidP="005B0461">
      <w:r>
        <w:t>148.9609</w:t>
      </w:r>
      <w:r>
        <w:tab/>
        <w:t>2.025e0</w:t>
      </w:r>
    </w:p>
    <w:p w:rsidR="005B0461" w:rsidRDefault="005B0461" w:rsidP="005B0461">
      <w:r>
        <w:t>148.9675</w:t>
      </w:r>
      <w:r>
        <w:tab/>
        <w:t>1.013e0</w:t>
      </w:r>
    </w:p>
    <w:p w:rsidR="005B0461" w:rsidRDefault="005B0461" w:rsidP="005B0461">
      <w:r>
        <w:t>148.9708</w:t>
      </w:r>
      <w:r>
        <w:tab/>
        <w:t>1.013e0</w:t>
      </w:r>
    </w:p>
    <w:p w:rsidR="005B0461" w:rsidRDefault="005B0461" w:rsidP="005B0461">
      <w:r>
        <w:t>148.9775</w:t>
      </w:r>
      <w:r>
        <w:tab/>
        <w:t>1.013e0</w:t>
      </w:r>
    </w:p>
    <w:p w:rsidR="005B0461" w:rsidRDefault="005B0461" w:rsidP="005B0461">
      <w:r>
        <w:t>148.9822</w:t>
      </w:r>
      <w:r>
        <w:tab/>
        <w:t>2.025e0</w:t>
      </w:r>
    </w:p>
    <w:p w:rsidR="005B0461" w:rsidRDefault="005B0461" w:rsidP="005B0461">
      <w:r>
        <w:t>148.9897</w:t>
      </w:r>
      <w:r>
        <w:tab/>
        <w:t>1.013e0</w:t>
      </w:r>
    </w:p>
    <w:p w:rsidR="005B0461" w:rsidRDefault="005B0461" w:rsidP="005B0461">
      <w:r>
        <w:t>149.0036</w:t>
      </w:r>
      <w:r>
        <w:tab/>
        <w:t>6.076e0</w:t>
      </w:r>
    </w:p>
    <w:p w:rsidR="005B0461" w:rsidRDefault="005B0461" w:rsidP="005B0461">
      <w:r>
        <w:t>149.0163</w:t>
      </w:r>
      <w:r>
        <w:tab/>
        <w:t>1.013e0</w:t>
      </w:r>
    </w:p>
    <w:p w:rsidR="005B0461" w:rsidRDefault="005B0461" w:rsidP="005B0461">
      <w:r>
        <w:t>149.0207</w:t>
      </w:r>
      <w:r>
        <w:tab/>
        <w:t>6.898e0</w:t>
      </w:r>
    </w:p>
    <w:p w:rsidR="005B0461" w:rsidRDefault="005B0461" w:rsidP="005B0461">
      <w:r>
        <w:t>149.0272</w:t>
      </w:r>
      <w:r>
        <w:tab/>
        <w:t>3.038e0</w:t>
      </w:r>
    </w:p>
    <w:p w:rsidR="005B0461" w:rsidRDefault="005B0461" w:rsidP="005B0461">
      <w:r>
        <w:t>149.0329</w:t>
      </w:r>
      <w:r>
        <w:tab/>
        <w:t>2.307e0</w:t>
      </w:r>
    </w:p>
    <w:p w:rsidR="005B0461" w:rsidRDefault="005B0461" w:rsidP="005B0461">
      <w:r>
        <w:t>149.0343</w:t>
      </w:r>
      <w:r>
        <w:tab/>
        <w:t>3.418e0</w:t>
      </w:r>
    </w:p>
    <w:p w:rsidR="005B0461" w:rsidRDefault="005B0461" w:rsidP="005B0461">
      <w:r>
        <w:t>149.0612</w:t>
      </w:r>
      <w:r>
        <w:tab/>
        <w:t>6.330e0</w:t>
      </w:r>
    </w:p>
    <w:p w:rsidR="005B0461" w:rsidRDefault="005B0461" w:rsidP="005B0461">
      <w:r>
        <w:t>149.0681</w:t>
      </w:r>
      <w:r>
        <w:tab/>
        <w:t>2.473e0</w:t>
      </w:r>
    </w:p>
    <w:p w:rsidR="005B0461" w:rsidRDefault="005B0461" w:rsidP="005B0461">
      <w:r>
        <w:t>149.0842</w:t>
      </w:r>
      <w:r>
        <w:tab/>
        <w:t>2.729e0</w:t>
      </w:r>
    </w:p>
    <w:p w:rsidR="005B0461" w:rsidRDefault="005B0461" w:rsidP="005B0461">
      <w:r>
        <w:t>149.1118</w:t>
      </w:r>
      <w:r>
        <w:tab/>
        <w:t>3.362e0</w:t>
      </w:r>
    </w:p>
    <w:p w:rsidR="005B0461" w:rsidRDefault="005B0461" w:rsidP="005B0461">
      <w:r>
        <w:t>149.1196</w:t>
      </w:r>
      <w:r>
        <w:tab/>
        <w:t>1.267e0</w:t>
      </w:r>
    </w:p>
    <w:p w:rsidR="005B0461" w:rsidRDefault="005B0461" w:rsidP="005B0461">
      <w:r>
        <w:t>149.1334</w:t>
      </w:r>
      <w:r>
        <w:tab/>
        <w:t>2.133e0</w:t>
      </w:r>
    </w:p>
    <w:p w:rsidR="005B0461" w:rsidRDefault="005B0461" w:rsidP="005B0461">
      <w:r>
        <w:lastRenderedPageBreak/>
        <w:t>149.1552</w:t>
      </w:r>
      <w:r>
        <w:tab/>
        <w:t>3.038e0</w:t>
      </w:r>
    </w:p>
    <w:p w:rsidR="005B0461" w:rsidRDefault="005B0461" w:rsidP="005B0461">
      <w:r>
        <w:t>149.1619</w:t>
      </w:r>
      <w:r>
        <w:tab/>
        <w:t>1.013e0</w:t>
      </w:r>
    </w:p>
    <w:p w:rsidR="005B0461" w:rsidRDefault="005B0461" w:rsidP="005B0461">
      <w:r>
        <w:t>149.1818</w:t>
      </w:r>
      <w:r>
        <w:tab/>
        <w:t>1.013e0</w:t>
      </w:r>
    </w:p>
    <w:p w:rsidR="005B0461" w:rsidRDefault="005B0461" w:rsidP="005B0461">
      <w:r>
        <w:t>149.1974</w:t>
      </w:r>
      <w:r>
        <w:tab/>
        <w:t>1.013e0</w:t>
      </w:r>
    </w:p>
    <w:p w:rsidR="005B0461" w:rsidRDefault="005B0461" w:rsidP="005B0461">
      <w:r>
        <w:t>149.2041</w:t>
      </w:r>
      <w:r>
        <w:tab/>
        <w:t>1.013e0</w:t>
      </w:r>
    </w:p>
    <w:p w:rsidR="005B0461" w:rsidRDefault="005B0461" w:rsidP="005B0461">
      <w:r>
        <w:t>149.2075</w:t>
      </w:r>
      <w:r>
        <w:tab/>
        <w:t>1.013e0</w:t>
      </w:r>
    </w:p>
    <w:p w:rsidR="005B0461" w:rsidRDefault="005B0461" w:rsidP="005B0461">
      <w:r>
        <w:t>149.2274</w:t>
      </w:r>
      <w:r>
        <w:tab/>
        <w:t>1.013e0</w:t>
      </w:r>
    </w:p>
    <w:p w:rsidR="005B0461" w:rsidRDefault="005B0461" w:rsidP="005B0461">
      <w:r>
        <w:t>149.2305</w:t>
      </w:r>
      <w:r>
        <w:tab/>
        <w:t>3.038e0</w:t>
      </w:r>
    </w:p>
    <w:p w:rsidR="005B0461" w:rsidRDefault="005B0461" w:rsidP="005B0461">
      <w:r>
        <w:t>149.2396</w:t>
      </w:r>
      <w:r>
        <w:tab/>
        <w:t>1.013e0</w:t>
      </w:r>
    </w:p>
    <w:p w:rsidR="005B0461" w:rsidRDefault="005B0461" w:rsidP="005B0461">
      <w:r>
        <w:t>149.2629</w:t>
      </w:r>
      <w:r>
        <w:tab/>
        <w:t>1.013e0</w:t>
      </w:r>
    </w:p>
    <w:p w:rsidR="005B0461" w:rsidRDefault="005B0461" w:rsidP="005B0461">
      <w:r>
        <w:t>149.2869</w:t>
      </w:r>
      <w:r>
        <w:tab/>
        <w:t>2.025e0</w:t>
      </w:r>
    </w:p>
    <w:p w:rsidR="005B0461" w:rsidRDefault="005B0461" w:rsidP="005B0461">
      <w:r>
        <w:t>149.2891</w:t>
      </w:r>
      <w:r>
        <w:tab/>
        <w:t>3.038e0</w:t>
      </w:r>
    </w:p>
    <w:p w:rsidR="005B0461" w:rsidRDefault="005B0461" w:rsidP="005B0461">
      <w:r>
        <w:t>149.3068</w:t>
      </w:r>
      <w:r>
        <w:tab/>
        <w:t>2.025e0</w:t>
      </w:r>
    </w:p>
    <w:p w:rsidR="005B0461" w:rsidRDefault="005B0461" w:rsidP="005B0461">
      <w:r>
        <w:t>149.3179</w:t>
      </w:r>
      <w:r>
        <w:tab/>
        <w:t>1.013e0</w:t>
      </w:r>
    </w:p>
    <w:p w:rsidR="005B0461" w:rsidRDefault="005B0461" w:rsidP="005B0461">
      <w:r>
        <w:t>149.3407</w:t>
      </w:r>
      <w:r>
        <w:tab/>
        <w:t>1.013e0</w:t>
      </w:r>
    </w:p>
    <w:p w:rsidR="005B0461" w:rsidRDefault="005B0461" w:rsidP="005B0461">
      <w:r>
        <w:t>149.3440</w:t>
      </w:r>
      <w:r>
        <w:tab/>
        <w:t>1.013e0</w:t>
      </w:r>
    </w:p>
    <w:p w:rsidR="005B0461" w:rsidRDefault="005B0461" w:rsidP="005B0461">
      <w:r>
        <w:t>149.3540</w:t>
      </w:r>
      <w:r>
        <w:tab/>
        <w:t>1.013e0</w:t>
      </w:r>
    </w:p>
    <w:p w:rsidR="005B0461" w:rsidRDefault="005B0461" w:rsidP="005B0461">
      <w:r>
        <w:t>149.3601</w:t>
      </w:r>
      <w:r>
        <w:tab/>
        <w:t>1.013e0</w:t>
      </w:r>
    </w:p>
    <w:p w:rsidR="005B0461" w:rsidRDefault="005B0461" w:rsidP="005B0461">
      <w:r>
        <w:t>149.3764</w:t>
      </w:r>
      <w:r>
        <w:tab/>
        <w:t>1.013e0</w:t>
      </w:r>
    </w:p>
    <w:p w:rsidR="005B0461" w:rsidRDefault="005B0461" w:rsidP="005B0461">
      <w:r>
        <w:lastRenderedPageBreak/>
        <w:t>149.4169</w:t>
      </w:r>
      <w:r>
        <w:tab/>
        <w:t>2.025e0</w:t>
      </w:r>
    </w:p>
    <w:p w:rsidR="005B0461" w:rsidRDefault="005B0461" w:rsidP="005B0461">
      <w:r>
        <w:t>149.4575</w:t>
      </w:r>
      <w:r>
        <w:tab/>
        <w:t>1.013e0</w:t>
      </w:r>
    </w:p>
    <w:p w:rsidR="005B0461" w:rsidRDefault="005B0461" w:rsidP="005B0461">
      <w:r>
        <w:t>149.4674</w:t>
      </w:r>
      <w:r>
        <w:tab/>
        <w:t>1.013e0</w:t>
      </w:r>
    </w:p>
    <w:p w:rsidR="005B0461" w:rsidRDefault="005B0461" w:rsidP="005B0461">
      <w:r>
        <w:t>149.4708</w:t>
      </w:r>
      <w:r>
        <w:tab/>
        <w:t>3.038e0</w:t>
      </w:r>
    </w:p>
    <w:p w:rsidR="005B0461" w:rsidRDefault="005B0461" w:rsidP="005B0461">
      <w:r>
        <w:t>149.4967</w:t>
      </w:r>
      <w:r>
        <w:tab/>
        <w:t>4.051e0</w:t>
      </w:r>
    </w:p>
    <w:p w:rsidR="005B0461" w:rsidRDefault="005B0461" w:rsidP="005B0461">
      <w:r>
        <w:t>149.5014</w:t>
      </w:r>
      <w:r>
        <w:tab/>
        <w:t>2.025e0</w:t>
      </w:r>
    </w:p>
    <w:p w:rsidR="005B0461" w:rsidRDefault="005B0461" w:rsidP="005B0461">
      <w:r>
        <w:t>149.5182</w:t>
      </w:r>
      <w:r>
        <w:tab/>
        <w:t>2.025e0</w:t>
      </w:r>
    </w:p>
    <w:p w:rsidR="005B0461" w:rsidRDefault="005B0461" w:rsidP="005B0461">
      <w:r>
        <w:t>149.5259</w:t>
      </w:r>
      <w:r>
        <w:tab/>
        <w:t>1.013e0</w:t>
      </w:r>
    </w:p>
    <w:p w:rsidR="005B0461" w:rsidRDefault="005B0461" w:rsidP="005B0461">
      <w:r>
        <w:t>149.5289</w:t>
      </w:r>
      <w:r>
        <w:tab/>
        <w:t>1.013e0</w:t>
      </w:r>
    </w:p>
    <w:p w:rsidR="005B0461" w:rsidRDefault="005B0461" w:rsidP="005B0461">
      <w:r>
        <w:t>149.5343</w:t>
      </w:r>
      <w:r>
        <w:tab/>
        <w:t>3.038e0</w:t>
      </w:r>
    </w:p>
    <w:p w:rsidR="005B0461" w:rsidRDefault="005B0461" w:rsidP="005B0461">
      <w:r>
        <w:t>149.5486</w:t>
      </w:r>
      <w:r>
        <w:tab/>
        <w:t>1.013e0</w:t>
      </w:r>
    </w:p>
    <w:p w:rsidR="005B0461" w:rsidRDefault="005B0461" w:rsidP="005B0461">
      <w:r>
        <w:t>149.5519</w:t>
      </w:r>
      <w:r>
        <w:tab/>
        <w:t>1.013e0</w:t>
      </w:r>
    </w:p>
    <w:p w:rsidR="005B0461" w:rsidRDefault="005B0461" w:rsidP="005B0461">
      <w:r>
        <w:t>149.5682</w:t>
      </w:r>
      <w:r>
        <w:tab/>
        <w:t>3.038e0</w:t>
      </w:r>
    </w:p>
    <w:p w:rsidR="005B0461" w:rsidRDefault="005B0461" w:rsidP="005B0461">
      <w:r>
        <w:t>149.5802</w:t>
      </w:r>
      <w:r>
        <w:tab/>
        <w:t>4.051e0</w:t>
      </w:r>
    </w:p>
    <w:p w:rsidR="005B0461" w:rsidRDefault="005B0461" w:rsidP="005B0461">
      <w:r>
        <w:t>149.5942</w:t>
      </w:r>
      <w:r>
        <w:tab/>
        <w:t>1.013e0</w:t>
      </w:r>
    </w:p>
    <w:p w:rsidR="005B0461" w:rsidRDefault="005B0461" w:rsidP="005B0461">
      <w:r>
        <w:t>149.5992</w:t>
      </w:r>
      <w:r>
        <w:tab/>
        <w:t>2.025e0</w:t>
      </w:r>
    </w:p>
    <w:p w:rsidR="005B0461" w:rsidRDefault="005B0461" w:rsidP="005B0461">
      <w:r>
        <w:t>149.6009</w:t>
      </w:r>
      <w:r>
        <w:tab/>
        <w:t>1.013e0</w:t>
      </w:r>
    </w:p>
    <w:p w:rsidR="005B0461" w:rsidRDefault="005B0461" w:rsidP="005B0461">
      <w:r>
        <w:t>149.6165</w:t>
      </w:r>
      <w:r>
        <w:tab/>
        <w:t>1.013e0</w:t>
      </w:r>
    </w:p>
    <w:p w:rsidR="005B0461" w:rsidRDefault="005B0461" w:rsidP="005B0461">
      <w:r>
        <w:t>149.6232</w:t>
      </w:r>
      <w:r>
        <w:tab/>
        <w:t>2.025e0</w:t>
      </w:r>
    </w:p>
    <w:p w:rsidR="005B0461" w:rsidRDefault="005B0461" w:rsidP="005B0461">
      <w:r>
        <w:lastRenderedPageBreak/>
        <w:t>149.6266</w:t>
      </w:r>
      <w:r>
        <w:tab/>
        <w:t>1.013e0</w:t>
      </w:r>
    </w:p>
    <w:p w:rsidR="005B0461" w:rsidRDefault="005B0461" w:rsidP="005B0461">
      <w:r>
        <w:t>149.6526</w:t>
      </w:r>
      <w:r>
        <w:tab/>
        <w:t>2.025e0</w:t>
      </w:r>
    </w:p>
    <w:p w:rsidR="005B0461" w:rsidRDefault="005B0461" w:rsidP="005B0461">
      <w:r>
        <w:t>149.6688</w:t>
      </w:r>
      <w:r>
        <w:tab/>
        <w:t>1.013e0</w:t>
      </w:r>
    </w:p>
    <w:p w:rsidR="005B0461" w:rsidRDefault="005B0461" w:rsidP="005B0461">
      <w:r>
        <w:t>149.6754</w:t>
      </w:r>
      <w:r>
        <w:tab/>
        <w:t>1.013e0</w:t>
      </w:r>
    </w:p>
    <w:p w:rsidR="005B0461" w:rsidRDefault="005B0461" w:rsidP="005B0461">
      <w:r>
        <w:t>149.6821</w:t>
      </w:r>
      <w:r>
        <w:tab/>
        <w:t>2.025e0</w:t>
      </w:r>
    </w:p>
    <w:p w:rsidR="005B0461" w:rsidRDefault="005B0461" w:rsidP="005B0461">
      <w:r>
        <w:t>149.6854</w:t>
      </w:r>
      <w:r>
        <w:tab/>
        <w:t>1.013e0</w:t>
      </w:r>
    </w:p>
    <w:p w:rsidR="005B0461" w:rsidRDefault="005B0461" w:rsidP="005B0461">
      <w:r>
        <w:t>149.6949</w:t>
      </w:r>
      <w:r>
        <w:tab/>
        <w:t>1.013e0</w:t>
      </w:r>
    </w:p>
    <w:p w:rsidR="005B0461" w:rsidRDefault="005B0461" w:rsidP="005B0461">
      <w:r>
        <w:t>149.6979</w:t>
      </w:r>
      <w:r>
        <w:tab/>
        <w:t>1.013e0</w:t>
      </w:r>
    </w:p>
    <w:p w:rsidR="005B0461" w:rsidRDefault="005B0461" w:rsidP="005B0461">
      <w:r>
        <w:t>149.7144</w:t>
      </w:r>
      <w:r>
        <w:tab/>
        <w:t>1.013e0</w:t>
      </w:r>
    </w:p>
    <w:p w:rsidR="005B0461" w:rsidRDefault="005B0461" w:rsidP="005B0461">
      <w:r>
        <w:t>149.7277</w:t>
      </w:r>
      <w:r>
        <w:tab/>
        <w:t>1.013e0</w:t>
      </w:r>
    </w:p>
    <w:p w:rsidR="005B0461" w:rsidRDefault="005B0461" w:rsidP="005B0461">
      <w:r>
        <w:t>149.7467</w:t>
      </w:r>
      <w:r>
        <w:tab/>
        <w:t>1.013e0</w:t>
      </w:r>
    </w:p>
    <w:p w:rsidR="005B0461" w:rsidRDefault="005B0461" w:rsidP="005B0461">
      <w:r>
        <w:t>149.7500</w:t>
      </w:r>
      <w:r>
        <w:tab/>
        <w:t>1.013e0</w:t>
      </w:r>
    </w:p>
    <w:p w:rsidR="005B0461" w:rsidRDefault="005B0461" w:rsidP="005B0461">
      <w:r>
        <w:t>149.7683</w:t>
      </w:r>
      <w:r>
        <w:tab/>
        <w:t>2.025e0</w:t>
      </w:r>
    </w:p>
    <w:p w:rsidR="005B0461" w:rsidRDefault="005B0461" w:rsidP="005B0461">
      <w:r>
        <w:t>149.7734</w:t>
      </w:r>
      <w:r>
        <w:tab/>
        <w:t>1.013e0</w:t>
      </w:r>
    </w:p>
    <w:p w:rsidR="005B0461" w:rsidRDefault="005B0461" w:rsidP="005B0461">
      <w:r>
        <w:t>149.7856</w:t>
      </w:r>
      <w:r>
        <w:tab/>
        <w:t>1.013e0</w:t>
      </w:r>
    </w:p>
    <w:p w:rsidR="005B0461" w:rsidRDefault="005B0461" w:rsidP="005B0461">
      <w:r>
        <w:t>149.7990</w:t>
      </w:r>
      <w:r>
        <w:tab/>
        <w:t>1.013e0</w:t>
      </w:r>
    </w:p>
    <w:p w:rsidR="005B0461" w:rsidRDefault="005B0461" w:rsidP="005B0461">
      <w:r>
        <w:t>149.8056</w:t>
      </w:r>
      <w:r>
        <w:tab/>
        <w:t>1.013e0</w:t>
      </w:r>
    </w:p>
    <w:p w:rsidR="005B0461" w:rsidRDefault="005B0461" w:rsidP="005B0461">
      <w:r>
        <w:t>149.8248</w:t>
      </w:r>
      <w:r>
        <w:tab/>
        <w:t>1.013e0</w:t>
      </w:r>
    </w:p>
    <w:p w:rsidR="005B0461" w:rsidRDefault="005B0461" w:rsidP="005B0461">
      <w:r>
        <w:t>149.8279</w:t>
      </w:r>
      <w:r>
        <w:tab/>
        <w:t>1.013e0</w:t>
      </w:r>
    </w:p>
    <w:p w:rsidR="005B0461" w:rsidRDefault="005B0461" w:rsidP="005B0461">
      <w:r>
        <w:lastRenderedPageBreak/>
        <w:t>149.8362</w:t>
      </w:r>
      <w:r>
        <w:tab/>
        <w:t>2.025e0</w:t>
      </w:r>
    </w:p>
    <w:p w:rsidR="005B0461" w:rsidRDefault="005B0461" w:rsidP="005B0461">
      <w:r>
        <w:t>149.8445</w:t>
      </w:r>
      <w:r>
        <w:tab/>
        <w:t>1.013e0</w:t>
      </w:r>
    </w:p>
    <w:p w:rsidR="005B0461" w:rsidRDefault="005B0461" w:rsidP="005B0461">
      <w:r>
        <w:t>149.8641</w:t>
      </w:r>
      <w:r>
        <w:tab/>
        <w:t>2.025e0</w:t>
      </w:r>
    </w:p>
    <w:p w:rsidR="005B0461" w:rsidRDefault="005B0461" w:rsidP="005B0461">
      <w:r>
        <w:t>149.8654</w:t>
      </w:r>
      <w:r>
        <w:tab/>
        <w:t>2.025e0</w:t>
      </w:r>
    </w:p>
    <w:p w:rsidR="005B0461" w:rsidRDefault="005B0461" w:rsidP="005B0461">
      <w:r>
        <w:t>149.8671</w:t>
      </w:r>
      <w:r>
        <w:tab/>
        <w:t>2.025e0</w:t>
      </w:r>
    </w:p>
    <w:p w:rsidR="005B0461" w:rsidRDefault="005B0461" w:rsidP="005B0461">
      <w:r>
        <w:t>149.8868</w:t>
      </w:r>
      <w:r>
        <w:tab/>
        <w:t>2.025e0</w:t>
      </w:r>
    </w:p>
    <w:p w:rsidR="005B0461" w:rsidRDefault="005B0461" w:rsidP="005B0461">
      <w:r>
        <w:t>149.8918</w:t>
      </w:r>
      <w:r>
        <w:tab/>
        <w:t>2.025e0</w:t>
      </w:r>
    </w:p>
    <w:p w:rsidR="005B0461" w:rsidRDefault="005B0461" w:rsidP="005B0461">
      <w:r>
        <w:t>149.8968</w:t>
      </w:r>
      <w:r>
        <w:tab/>
        <w:t>1.013e0</w:t>
      </w:r>
    </w:p>
    <w:p w:rsidR="005B0461" w:rsidRDefault="005B0461" w:rsidP="005B0461">
      <w:r>
        <w:t>149.9094</w:t>
      </w:r>
      <w:r>
        <w:tab/>
        <w:t>1.013e0</w:t>
      </w:r>
    </w:p>
    <w:p w:rsidR="005B0461" w:rsidRDefault="005B0461" w:rsidP="005B0461">
      <w:r>
        <w:t>149.9192</w:t>
      </w:r>
      <w:r>
        <w:tab/>
        <w:t>1.013e0</w:t>
      </w:r>
    </w:p>
    <w:p w:rsidR="005B0461" w:rsidRDefault="005B0461" w:rsidP="005B0461">
      <w:r>
        <w:t>149.9291</w:t>
      </w:r>
      <w:r>
        <w:tab/>
        <w:t>1.013e0</w:t>
      </w:r>
    </w:p>
    <w:p w:rsidR="005B0461" w:rsidRDefault="005B0461" w:rsidP="005B0461">
      <w:r>
        <w:t>149.9598</w:t>
      </w:r>
      <w:r>
        <w:tab/>
        <w:t>2.025e0</w:t>
      </w:r>
    </w:p>
    <w:p w:rsidR="005B0461" w:rsidRDefault="005B0461" w:rsidP="005B0461">
      <w:r>
        <w:t>149.9614</w:t>
      </w:r>
      <w:r>
        <w:tab/>
        <w:t>3.038e0</w:t>
      </w:r>
    </w:p>
    <w:p w:rsidR="005B0461" w:rsidRDefault="005B0461" w:rsidP="005B0461">
      <w:r>
        <w:t>149.9814</w:t>
      </w:r>
      <w:r>
        <w:tab/>
        <w:t>1.013e0</w:t>
      </w:r>
    </w:p>
    <w:p w:rsidR="005B0461" w:rsidRDefault="005B0461" w:rsidP="005B0461">
      <w:r>
        <w:t>149.9848</w:t>
      </w:r>
      <w:r>
        <w:tab/>
        <w:t>1.013e0</w:t>
      </w:r>
    </w:p>
    <w:p w:rsidR="005B0461" w:rsidRDefault="005B0461" w:rsidP="005B0461">
      <w:r>
        <w:t>149.9941</w:t>
      </w:r>
      <w:r>
        <w:tab/>
        <w:t>1.013e0</w:t>
      </w:r>
    </w:p>
    <w:p w:rsidR="005B0461" w:rsidRDefault="005B0461" w:rsidP="005B0461">
      <w:r>
        <w:t>150.0020</w:t>
      </w:r>
      <w:r>
        <w:tab/>
        <w:t>2.025e0</w:t>
      </w:r>
    </w:p>
    <w:p w:rsidR="005B0461" w:rsidRDefault="005B0461" w:rsidP="005B0461">
      <w:r>
        <w:t>150.0071</w:t>
      </w:r>
      <w:r>
        <w:tab/>
        <w:t>1.013e0</w:t>
      </w:r>
    </w:p>
    <w:p w:rsidR="005B0461" w:rsidRDefault="005B0461" w:rsidP="005B0461">
      <w:r>
        <w:t>150.0323</w:t>
      </w:r>
      <w:r>
        <w:tab/>
        <w:t>3.911e0</w:t>
      </w:r>
    </w:p>
    <w:p w:rsidR="005B0461" w:rsidRDefault="005B0461" w:rsidP="005B0461">
      <w:r>
        <w:lastRenderedPageBreak/>
        <w:t>150.0499</w:t>
      </w:r>
      <w:r>
        <w:tab/>
        <w:t>2.966e1</w:t>
      </w:r>
    </w:p>
    <w:p w:rsidR="005B0461" w:rsidRDefault="005B0461" w:rsidP="005B0461">
      <w:r>
        <w:t>150.0536</w:t>
      </w:r>
      <w:r>
        <w:tab/>
        <w:t>6.027e0</w:t>
      </w:r>
    </w:p>
    <w:p w:rsidR="005B0461" w:rsidRDefault="005B0461" w:rsidP="005B0461">
      <w:r>
        <w:t>150.0758</w:t>
      </w:r>
      <w:r>
        <w:tab/>
        <w:t>1.936e0</w:t>
      </w:r>
    </w:p>
    <w:p w:rsidR="005B0461" w:rsidRDefault="005B0461" w:rsidP="005B0461">
      <w:r>
        <w:t>150.1122</w:t>
      </w:r>
      <w:r>
        <w:tab/>
        <w:t>5.743e1</w:t>
      </w:r>
    </w:p>
    <w:p w:rsidR="005B0461" w:rsidRDefault="005B0461" w:rsidP="005B0461">
      <w:r>
        <w:t>150.1146</w:t>
      </w:r>
      <w:r>
        <w:tab/>
        <w:t>2.056e1</w:t>
      </w:r>
    </w:p>
    <w:p w:rsidR="005B0461" w:rsidRDefault="005B0461" w:rsidP="005B0461">
      <w:r>
        <w:t>150.1297</w:t>
      </w:r>
      <w:r>
        <w:tab/>
        <w:t>1.136e1</w:t>
      </w:r>
    </w:p>
    <w:p w:rsidR="005B0461" w:rsidRDefault="005B0461" w:rsidP="005B0461">
      <w:r>
        <w:t>150.1349</w:t>
      </w:r>
      <w:r>
        <w:tab/>
        <w:t>2.653e0</w:t>
      </w:r>
    </w:p>
    <w:p w:rsidR="005B0461" w:rsidRDefault="005B0461" w:rsidP="005B0461">
      <w:r>
        <w:t>150.1574</w:t>
      </w:r>
      <w:r>
        <w:tab/>
        <w:t>1.013e0</w:t>
      </w:r>
    </w:p>
    <w:p w:rsidR="005B0461" w:rsidRDefault="005B0461" w:rsidP="005B0461">
      <w:r>
        <w:t>150.1605</w:t>
      </w:r>
      <w:r>
        <w:tab/>
        <w:t>1.013e0</w:t>
      </w:r>
    </w:p>
    <w:p w:rsidR="005B0461" w:rsidRDefault="005B0461" w:rsidP="005B0461">
      <w:r>
        <w:t>150.1730</w:t>
      </w:r>
      <w:r>
        <w:tab/>
        <w:t>1.013e0</w:t>
      </w:r>
    </w:p>
    <w:p w:rsidR="005B0461" w:rsidRDefault="005B0461" w:rsidP="005B0461">
      <w:r>
        <w:t>150.1830</w:t>
      </w:r>
      <w:r>
        <w:tab/>
        <w:t>2.025e0</w:t>
      </w:r>
    </w:p>
    <w:p w:rsidR="005B0461" w:rsidRDefault="005B0461" w:rsidP="005B0461">
      <w:r>
        <w:t>150.1897</w:t>
      </w:r>
      <w:r>
        <w:tab/>
        <w:t>1.013e0</w:t>
      </w:r>
    </w:p>
    <w:p w:rsidR="005B0461" w:rsidRDefault="005B0461" w:rsidP="005B0461">
      <w:r>
        <w:t>150.1947</w:t>
      </w:r>
      <w:r>
        <w:tab/>
        <w:t>2.025e0</w:t>
      </w:r>
    </w:p>
    <w:p w:rsidR="005B0461" w:rsidRDefault="005B0461" w:rsidP="005B0461">
      <w:r>
        <w:t>150.2059</w:t>
      </w:r>
      <w:r>
        <w:tab/>
        <w:t>1.013e0</w:t>
      </w:r>
    </w:p>
    <w:p w:rsidR="005B0461" w:rsidRDefault="005B0461" w:rsidP="005B0461">
      <w:r>
        <w:t>150.2187</w:t>
      </w:r>
      <w:r>
        <w:tab/>
        <w:t>2.025e0</w:t>
      </w:r>
    </w:p>
    <w:p w:rsidR="005B0461" w:rsidRDefault="005B0461" w:rsidP="005B0461">
      <w:r>
        <w:t>150.2220</w:t>
      </w:r>
      <w:r>
        <w:tab/>
        <w:t>1.013e0</w:t>
      </w:r>
    </w:p>
    <w:p w:rsidR="005B0461" w:rsidRDefault="005B0461" w:rsidP="005B0461">
      <w:r>
        <w:t>150.2453</w:t>
      </w:r>
      <w:r>
        <w:tab/>
        <w:t>1.013e0</w:t>
      </w:r>
    </w:p>
    <w:p w:rsidR="005B0461" w:rsidRDefault="005B0461" w:rsidP="005B0461">
      <w:r>
        <w:t>150.2513</w:t>
      </w:r>
      <w:r>
        <w:tab/>
        <w:t>2.025e0</w:t>
      </w:r>
    </w:p>
    <w:p w:rsidR="005B0461" w:rsidRDefault="005B0461" w:rsidP="005B0461">
      <w:r>
        <w:t>150.2677</w:t>
      </w:r>
      <w:r>
        <w:tab/>
        <w:t>1.013e0</w:t>
      </w:r>
    </w:p>
    <w:p w:rsidR="005B0461" w:rsidRDefault="005B0461" w:rsidP="005B0461">
      <w:r>
        <w:lastRenderedPageBreak/>
        <w:t>150.2810</w:t>
      </w:r>
      <w:r>
        <w:tab/>
        <w:t>2.025e0</w:t>
      </w:r>
    </w:p>
    <w:p w:rsidR="005B0461" w:rsidRDefault="005B0461" w:rsidP="005B0461">
      <w:r>
        <w:t>150.2844</w:t>
      </w:r>
      <w:r>
        <w:tab/>
        <w:t>1.013e0</w:t>
      </w:r>
    </w:p>
    <w:p w:rsidR="005B0461" w:rsidRDefault="005B0461" w:rsidP="005B0461">
      <w:r>
        <w:t>150.3101</w:t>
      </w:r>
      <w:r>
        <w:tab/>
        <w:t>2.025e0</w:t>
      </w:r>
    </w:p>
    <w:p w:rsidR="005B0461" w:rsidRDefault="005B0461" w:rsidP="005B0461">
      <w:r>
        <w:t>150.3134</w:t>
      </w:r>
      <w:r>
        <w:tab/>
        <w:t>2.025e0</w:t>
      </w:r>
    </w:p>
    <w:p w:rsidR="005B0461" w:rsidRDefault="005B0461" w:rsidP="005B0461">
      <w:r>
        <w:t>150.3200</w:t>
      </w:r>
      <w:r>
        <w:tab/>
        <w:t>1.013e0</w:t>
      </w:r>
    </w:p>
    <w:p w:rsidR="005B0461" w:rsidRDefault="005B0461" w:rsidP="005B0461">
      <w:r>
        <w:t>150.3392</w:t>
      </w:r>
      <w:r>
        <w:tab/>
        <w:t>1.013e0</w:t>
      </w:r>
    </w:p>
    <w:p w:rsidR="005B0461" w:rsidRDefault="005B0461" w:rsidP="005B0461">
      <w:r>
        <w:t>150.3423</w:t>
      </w:r>
      <w:r>
        <w:tab/>
        <w:t>1.013e0</w:t>
      </w:r>
    </w:p>
    <w:p w:rsidR="005B0461" w:rsidRDefault="005B0461" w:rsidP="005B0461">
      <w:r>
        <w:t>150.3755</w:t>
      </w:r>
      <w:r>
        <w:tab/>
        <w:t>1.013e0</w:t>
      </w:r>
    </w:p>
    <w:p w:rsidR="005B0461" w:rsidRDefault="005B0461" w:rsidP="005B0461">
      <w:r>
        <w:t>150.3914</w:t>
      </w:r>
      <w:r>
        <w:tab/>
        <w:t>2.025e0</w:t>
      </w:r>
    </w:p>
    <w:p w:rsidR="005B0461" w:rsidRDefault="005B0461" w:rsidP="005B0461">
      <w:r>
        <w:t>150.4030</w:t>
      </w:r>
      <w:r>
        <w:tab/>
        <w:t>2.025e0</w:t>
      </w:r>
    </w:p>
    <w:p w:rsidR="005B0461" w:rsidRDefault="005B0461" w:rsidP="005B0461">
      <w:r>
        <w:t>150.4081</w:t>
      </w:r>
      <w:r>
        <w:tab/>
        <w:t>2.025e0</w:t>
      </w:r>
    </w:p>
    <w:p w:rsidR="005B0461" w:rsidRDefault="005B0461" w:rsidP="005B0461">
      <w:r>
        <w:t>150.4147</w:t>
      </w:r>
      <w:r>
        <w:tab/>
        <w:t>1.013e0</w:t>
      </w:r>
    </w:p>
    <w:p w:rsidR="005B0461" w:rsidRDefault="005B0461" w:rsidP="005B0461">
      <w:r>
        <w:t>150.4218</w:t>
      </w:r>
      <w:r>
        <w:tab/>
        <w:t>3.038e0</w:t>
      </w:r>
    </w:p>
    <w:p w:rsidR="005B0461" w:rsidRDefault="005B0461" w:rsidP="005B0461">
      <w:r>
        <w:t>150.4271</w:t>
      </w:r>
      <w:r>
        <w:tab/>
        <w:t>1.013e0</w:t>
      </w:r>
    </w:p>
    <w:p w:rsidR="005B0461" w:rsidRDefault="005B0461" w:rsidP="005B0461">
      <w:r>
        <w:t>150.4504</w:t>
      </w:r>
      <w:r>
        <w:tab/>
        <w:t>3.038e0</w:t>
      </w:r>
    </w:p>
    <w:p w:rsidR="005B0461" w:rsidRDefault="005B0461" w:rsidP="005B0461">
      <w:r>
        <w:t>150.4727</w:t>
      </w:r>
      <w:r>
        <w:tab/>
        <w:t>2.025e0</w:t>
      </w:r>
    </w:p>
    <w:p w:rsidR="005B0461" w:rsidRDefault="005B0461" w:rsidP="005B0461">
      <w:r>
        <w:t>150.4761</w:t>
      </w:r>
      <w:r>
        <w:tab/>
        <w:t>1.013e0</w:t>
      </w:r>
    </w:p>
    <w:p w:rsidR="005B0461" w:rsidRDefault="005B0461" w:rsidP="005B0461">
      <w:r>
        <w:t>150.4811</w:t>
      </w:r>
      <w:r>
        <w:tab/>
        <w:t>2.025e0</w:t>
      </w:r>
    </w:p>
    <w:p w:rsidR="005B0461" w:rsidRDefault="005B0461" w:rsidP="005B0461">
      <w:r>
        <w:t>150.4928</w:t>
      </w:r>
      <w:r>
        <w:tab/>
        <w:t>2.025e0</w:t>
      </w:r>
    </w:p>
    <w:p w:rsidR="005B0461" w:rsidRDefault="005B0461" w:rsidP="005B0461">
      <w:r>
        <w:lastRenderedPageBreak/>
        <w:t>150.4977</w:t>
      </w:r>
      <w:r>
        <w:tab/>
        <w:t>2.058e0</w:t>
      </w:r>
    </w:p>
    <w:p w:rsidR="005B0461" w:rsidRDefault="005B0461" w:rsidP="005B0461">
      <w:r>
        <w:t>150.5239</w:t>
      </w:r>
      <w:r>
        <w:tab/>
        <w:t>5.063e0</w:t>
      </w:r>
    </w:p>
    <w:p w:rsidR="005B0461" w:rsidRDefault="005B0461" w:rsidP="005B0461">
      <w:r>
        <w:t>150.5252</w:t>
      </w:r>
      <w:r>
        <w:tab/>
        <w:t>1.013e0</w:t>
      </w:r>
    </w:p>
    <w:p w:rsidR="005B0461" w:rsidRDefault="005B0461" w:rsidP="005B0461">
      <w:r>
        <w:t>150.5450</w:t>
      </w:r>
      <w:r>
        <w:tab/>
        <w:t>3.038e0</w:t>
      </w:r>
    </w:p>
    <w:p w:rsidR="005B0461" w:rsidRDefault="005B0461" w:rsidP="005B0461">
      <w:r>
        <w:t>150.5471</w:t>
      </w:r>
      <w:r>
        <w:tab/>
        <w:t>2.025e0</w:t>
      </w:r>
    </w:p>
    <w:p w:rsidR="005B0461" w:rsidRDefault="005B0461" w:rsidP="005B0461">
      <w:r>
        <w:t>150.5519</w:t>
      </w:r>
      <w:r>
        <w:tab/>
        <w:t>9.561e0</w:t>
      </w:r>
    </w:p>
    <w:p w:rsidR="005B0461" w:rsidRDefault="005B0461" w:rsidP="005B0461">
      <w:r>
        <w:t>150.5641</w:t>
      </w:r>
      <w:r>
        <w:tab/>
        <w:t>2.025e0</w:t>
      </w:r>
    </w:p>
    <w:p w:rsidR="005B0461" w:rsidRDefault="005B0461" w:rsidP="005B0461">
      <w:r>
        <w:t>150.5675</w:t>
      </w:r>
      <w:r>
        <w:tab/>
        <w:t>1.013e0</w:t>
      </w:r>
    </w:p>
    <w:p w:rsidR="005B0461" w:rsidRDefault="005B0461" w:rsidP="005B0461">
      <w:r>
        <w:t>150.5708</w:t>
      </w:r>
      <w:r>
        <w:tab/>
        <w:t>1.013e0</w:t>
      </w:r>
    </w:p>
    <w:p w:rsidR="005B0461" w:rsidRDefault="005B0461" w:rsidP="005B0461">
      <w:r>
        <w:t>150.5910</w:t>
      </w:r>
      <w:r>
        <w:tab/>
        <w:t>2.025e0</w:t>
      </w:r>
    </w:p>
    <w:p w:rsidR="005B0461" w:rsidRDefault="005B0461" w:rsidP="005B0461">
      <w:r>
        <w:t>150.5939</w:t>
      </w:r>
      <w:r>
        <w:tab/>
        <w:t>1.013e0</w:t>
      </w:r>
    </w:p>
    <w:p w:rsidR="005B0461" w:rsidRDefault="005B0461" w:rsidP="005B0461">
      <w:r>
        <w:t>150.6065</w:t>
      </w:r>
      <w:r>
        <w:tab/>
        <w:t>1.013e0</w:t>
      </w:r>
    </w:p>
    <w:p w:rsidR="005B0461" w:rsidRDefault="005B0461" w:rsidP="005B0461">
      <w:r>
        <w:t>150.6099</w:t>
      </w:r>
      <w:r>
        <w:tab/>
        <w:t>1.013e0</w:t>
      </w:r>
    </w:p>
    <w:p w:rsidR="005B0461" w:rsidRDefault="005B0461" w:rsidP="005B0461">
      <w:r>
        <w:t>150.6333</w:t>
      </w:r>
      <w:r>
        <w:tab/>
        <w:t>1.013e0</w:t>
      </w:r>
    </w:p>
    <w:p w:rsidR="005B0461" w:rsidRDefault="005B0461" w:rsidP="005B0461">
      <w:r>
        <w:t>150.6364</w:t>
      </w:r>
      <w:r>
        <w:tab/>
        <w:t>1.013e0</w:t>
      </w:r>
    </w:p>
    <w:p w:rsidR="005B0461" w:rsidRDefault="005B0461" w:rsidP="005B0461">
      <w:r>
        <w:t>150.6455</w:t>
      </w:r>
      <w:r>
        <w:tab/>
        <w:t>1.013e0</w:t>
      </w:r>
    </w:p>
    <w:p w:rsidR="005B0461" w:rsidRDefault="005B0461" w:rsidP="005B0461">
      <w:r>
        <w:t>150.6489</w:t>
      </w:r>
      <w:r>
        <w:tab/>
        <w:t>1.013e0</w:t>
      </w:r>
    </w:p>
    <w:p w:rsidR="005B0461" w:rsidRDefault="005B0461" w:rsidP="005B0461">
      <w:r>
        <w:t>150.6788</w:t>
      </w:r>
      <w:r>
        <w:tab/>
        <w:t>1.013e0</w:t>
      </w:r>
    </w:p>
    <w:p w:rsidR="005B0461" w:rsidRDefault="005B0461" w:rsidP="005B0461">
      <w:r>
        <w:t>150.6946</w:t>
      </w:r>
      <w:r>
        <w:tab/>
        <w:t>1.013e0</w:t>
      </w:r>
    </w:p>
    <w:p w:rsidR="005B0461" w:rsidRDefault="005B0461" w:rsidP="005B0461">
      <w:r>
        <w:lastRenderedPageBreak/>
        <w:t>150.6996</w:t>
      </w:r>
      <w:r>
        <w:tab/>
        <w:t>2.025e0</w:t>
      </w:r>
    </w:p>
    <w:p w:rsidR="005B0461" w:rsidRDefault="005B0461" w:rsidP="005B0461">
      <w:r>
        <w:t>150.7013</w:t>
      </w:r>
      <w:r>
        <w:tab/>
        <w:t>4.051e0</w:t>
      </w:r>
    </w:p>
    <w:p w:rsidR="005B0461" w:rsidRDefault="005B0461" w:rsidP="005B0461">
      <w:r>
        <w:t>150.7213</w:t>
      </w:r>
      <w:r>
        <w:tab/>
        <w:t>1.013e0</w:t>
      </w:r>
    </w:p>
    <w:p w:rsidR="005B0461" w:rsidRDefault="005B0461" w:rsidP="005B0461">
      <w:r>
        <w:t>150.7305</w:t>
      </w:r>
      <w:r>
        <w:tab/>
        <w:t>1.013e0</w:t>
      </w:r>
    </w:p>
    <w:p w:rsidR="005B0461" w:rsidRDefault="005B0461" w:rsidP="005B0461">
      <w:r>
        <w:t>150.7454</w:t>
      </w:r>
      <w:r>
        <w:tab/>
        <w:t>2.025e0</w:t>
      </w:r>
    </w:p>
    <w:p w:rsidR="005B0461" w:rsidRDefault="005B0461" w:rsidP="005B0461">
      <w:r>
        <w:t>150.7537</w:t>
      </w:r>
      <w:r>
        <w:tab/>
        <w:t>2.025e0</w:t>
      </w:r>
    </w:p>
    <w:p w:rsidR="005B0461" w:rsidRDefault="005B0461" w:rsidP="005B0461">
      <w:r>
        <w:t>150.7587</w:t>
      </w:r>
      <w:r>
        <w:tab/>
        <w:t>2.025e0</w:t>
      </w:r>
    </w:p>
    <w:p w:rsidR="005B0461" w:rsidRDefault="005B0461" w:rsidP="005B0461">
      <w:r>
        <w:t>150.7699</w:t>
      </w:r>
      <w:r>
        <w:tab/>
        <w:t>2.025e0</w:t>
      </w:r>
    </w:p>
    <w:p w:rsidR="005B0461" w:rsidRDefault="005B0461" w:rsidP="005B0461">
      <w:r>
        <w:t>150.7894</w:t>
      </w:r>
      <w:r>
        <w:tab/>
        <w:t>1.013e0</w:t>
      </w:r>
    </w:p>
    <w:p w:rsidR="005B0461" w:rsidRDefault="005B0461" w:rsidP="005B0461">
      <w:r>
        <w:t>150.7994</w:t>
      </w:r>
      <w:r>
        <w:tab/>
        <w:t>1.013e0</w:t>
      </w:r>
    </w:p>
    <w:p w:rsidR="005B0461" w:rsidRDefault="005B0461" w:rsidP="005B0461">
      <w:r>
        <w:t>150.8095</w:t>
      </w:r>
      <w:r>
        <w:tab/>
        <w:t>4.051e0</w:t>
      </w:r>
    </w:p>
    <w:p w:rsidR="005B0461" w:rsidRDefault="005B0461" w:rsidP="005B0461">
      <w:r>
        <w:t>150.8185</w:t>
      </w:r>
      <w:r>
        <w:tab/>
        <w:t>1.013e0</w:t>
      </w:r>
    </w:p>
    <w:p w:rsidR="005B0461" w:rsidRDefault="005B0461" w:rsidP="005B0461">
      <w:r>
        <w:t>150.8251</w:t>
      </w:r>
      <w:r>
        <w:tab/>
        <w:t>1.013e0</w:t>
      </w:r>
    </w:p>
    <w:p w:rsidR="005B0461" w:rsidRDefault="005B0461" w:rsidP="005B0461">
      <w:r>
        <w:t>150.8519</w:t>
      </w:r>
      <w:r>
        <w:tab/>
        <w:t>1.013e0</w:t>
      </w:r>
    </w:p>
    <w:p w:rsidR="005B0461" w:rsidRDefault="005B0461" w:rsidP="005B0461">
      <w:r>
        <w:t>150.8611</w:t>
      </w:r>
      <w:r>
        <w:tab/>
        <w:t>2.025e0</w:t>
      </w:r>
    </w:p>
    <w:p w:rsidR="005B0461" w:rsidRDefault="005B0461" w:rsidP="005B0461">
      <w:r>
        <w:t>150.8675</w:t>
      </w:r>
      <w:r>
        <w:tab/>
        <w:t>2.025e0</w:t>
      </w:r>
    </w:p>
    <w:p w:rsidR="005B0461" w:rsidRDefault="005B0461" w:rsidP="005B0461">
      <w:r>
        <w:t>150.8776</w:t>
      </w:r>
      <w:r>
        <w:tab/>
        <w:t>1.013e0</w:t>
      </w:r>
    </w:p>
    <w:p w:rsidR="005B0461" w:rsidRDefault="005B0461" w:rsidP="005B0461">
      <w:r>
        <w:t>150.8977</w:t>
      </w:r>
      <w:r>
        <w:tab/>
        <w:t>3.038e0</w:t>
      </w:r>
    </w:p>
    <w:p w:rsidR="005B0461" w:rsidRDefault="005B0461" w:rsidP="005B0461">
      <w:r>
        <w:t>150.9006</w:t>
      </w:r>
      <w:r>
        <w:tab/>
        <w:t>1.013e0</w:t>
      </w:r>
    </w:p>
    <w:p w:rsidR="005B0461" w:rsidRDefault="005B0461" w:rsidP="005B0461">
      <w:r>
        <w:lastRenderedPageBreak/>
        <w:t>150.9099</w:t>
      </w:r>
      <w:r>
        <w:tab/>
        <w:t>1.013e0</w:t>
      </w:r>
    </w:p>
    <w:p w:rsidR="005B0461" w:rsidRDefault="005B0461" w:rsidP="005B0461">
      <w:r>
        <w:t>150.9266</w:t>
      </w:r>
      <w:r>
        <w:tab/>
        <w:t>1.013e0</w:t>
      </w:r>
    </w:p>
    <w:p w:rsidR="005B0461" w:rsidRDefault="005B0461" w:rsidP="005B0461">
      <w:r>
        <w:t>150.9299</w:t>
      </w:r>
      <w:r>
        <w:tab/>
        <w:t>1.013e0</w:t>
      </w:r>
    </w:p>
    <w:p w:rsidR="005B0461" w:rsidRDefault="005B0461" w:rsidP="005B0461">
      <w:r>
        <w:t>150.9317</w:t>
      </w:r>
      <w:r>
        <w:tab/>
        <w:t>3.038e0</w:t>
      </w:r>
    </w:p>
    <w:p w:rsidR="005B0461" w:rsidRDefault="005B0461" w:rsidP="005B0461">
      <w:r>
        <w:t>150.9509</w:t>
      </w:r>
      <w:r>
        <w:tab/>
        <w:t>4.051e0</w:t>
      </w:r>
    </w:p>
    <w:p w:rsidR="005B0461" w:rsidRDefault="005B0461" w:rsidP="005B0461">
      <w:r>
        <w:t>150.9604</w:t>
      </w:r>
      <w:r>
        <w:tab/>
        <w:t>3.038e0</w:t>
      </w:r>
    </w:p>
    <w:p w:rsidR="005B0461" w:rsidRDefault="005B0461" w:rsidP="005B0461">
      <w:r>
        <w:t>150.9657</w:t>
      </w:r>
      <w:r>
        <w:tab/>
        <w:t>1.013e0</w:t>
      </w:r>
    </w:p>
    <w:p w:rsidR="005B0461" w:rsidRDefault="005B0461" w:rsidP="005B0461">
      <w:r>
        <w:t>150.9711</w:t>
      </w:r>
      <w:r>
        <w:tab/>
        <w:t>4.051e0</w:t>
      </w:r>
    </w:p>
    <w:p w:rsidR="005B0461" w:rsidRDefault="005B0461" w:rsidP="005B0461">
      <w:r>
        <w:t>150.9824</w:t>
      </w:r>
      <w:r>
        <w:tab/>
        <w:t>1.013e0</w:t>
      </w:r>
    </w:p>
    <w:p w:rsidR="005B0461" w:rsidRDefault="005B0461" w:rsidP="005B0461">
      <w:r>
        <w:t>150.9857</w:t>
      </w:r>
      <w:r>
        <w:tab/>
        <w:t>1.013e0</w:t>
      </w:r>
    </w:p>
    <w:p w:rsidR="005B0461" w:rsidRDefault="005B0461" w:rsidP="005B0461">
      <w:r>
        <w:t>150.9918</w:t>
      </w:r>
      <w:r>
        <w:tab/>
        <w:t>1.013e0</w:t>
      </w:r>
    </w:p>
    <w:p w:rsidR="005B0461" w:rsidRDefault="005B0461" w:rsidP="005B0461">
      <w:r>
        <w:t>150.9991</w:t>
      </w:r>
      <w:r>
        <w:tab/>
        <w:t>3.038e0</w:t>
      </w:r>
    </w:p>
    <w:p w:rsidR="005B0461" w:rsidRDefault="005B0461" w:rsidP="005B0461">
      <w:r>
        <w:t>151.0141</w:t>
      </w:r>
      <w:r>
        <w:tab/>
        <w:t>4.051e0</w:t>
      </w:r>
    </w:p>
    <w:p w:rsidR="005B0461" w:rsidRDefault="005B0461" w:rsidP="005B0461">
      <w:r>
        <w:t>151.0476</w:t>
      </w:r>
      <w:r>
        <w:tab/>
        <w:t>5.096e2</w:t>
      </w:r>
    </w:p>
    <w:p w:rsidR="005B0461" w:rsidRDefault="005B0461" w:rsidP="005B0461">
      <w:r>
        <w:t>151.0797</w:t>
      </w:r>
      <w:r>
        <w:tab/>
        <w:t>3.291e0</w:t>
      </w:r>
    </w:p>
    <w:p w:rsidR="005B0461" w:rsidRDefault="005B0461" w:rsidP="005B0461">
      <w:r>
        <w:t>151.0951</w:t>
      </w:r>
      <w:r>
        <w:tab/>
        <w:t>4.660e0</w:t>
      </w:r>
    </w:p>
    <w:p w:rsidR="005B0461" w:rsidRDefault="005B0461" w:rsidP="005B0461">
      <w:r>
        <w:t>151.0991</w:t>
      </w:r>
      <w:r>
        <w:tab/>
        <w:t>3.697e0</w:t>
      </w:r>
    </w:p>
    <w:p w:rsidR="005B0461" w:rsidRDefault="005B0461" w:rsidP="005B0461">
      <w:r>
        <w:t>151.1024</w:t>
      </w:r>
      <w:r>
        <w:tab/>
        <w:t>7.352e0</w:t>
      </w:r>
    </w:p>
    <w:p w:rsidR="005B0461" w:rsidRDefault="005B0461" w:rsidP="005B0461">
      <w:r>
        <w:t>151.1140</w:t>
      </w:r>
      <w:r>
        <w:tab/>
        <w:t>3.467e0</w:t>
      </w:r>
    </w:p>
    <w:p w:rsidR="005B0461" w:rsidRDefault="005B0461" w:rsidP="005B0461">
      <w:r>
        <w:lastRenderedPageBreak/>
        <w:t>151.1220</w:t>
      </w:r>
      <w:r>
        <w:tab/>
        <w:t>7.284e0</w:t>
      </w:r>
    </w:p>
    <w:p w:rsidR="005B0461" w:rsidRDefault="005B0461" w:rsidP="005B0461">
      <w:r>
        <w:t>151.1253</w:t>
      </w:r>
      <w:r>
        <w:tab/>
        <w:t>2.703e0</w:t>
      </w:r>
    </w:p>
    <w:p w:rsidR="005B0461" w:rsidRDefault="005B0461" w:rsidP="005B0461">
      <w:r>
        <w:t>151.1276</w:t>
      </w:r>
      <w:r>
        <w:tab/>
        <w:t>5.075e0</w:t>
      </w:r>
    </w:p>
    <w:p w:rsidR="005B0461" w:rsidRDefault="005B0461" w:rsidP="005B0461">
      <w:r>
        <w:t>151.1476</w:t>
      </w:r>
      <w:r>
        <w:tab/>
        <w:t>2.399e0</w:t>
      </w:r>
    </w:p>
    <w:p w:rsidR="005B0461" w:rsidRDefault="005B0461" w:rsidP="005B0461">
      <w:r>
        <w:t>151.1487</w:t>
      </w:r>
      <w:r>
        <w:tab/>
        <w:t>1.013e0</w:t>
      </w:r>
    </w:p>
    <w:p w:rsidR="005B0461" w:rsidRDefault="005B0461" w:rsidP="005B0461">
      <w:r>
        <w:t>151.1513</w:t>
      </w:r>
      <w:r>
        <w:tab/>
        <w:t>6.076e0</w:t>
      </w:r>
    </w:p>
    <w:p w:rsidR="005B0461" w:rsidRDefault="005B0461" w:rsidP="005B0461">
      <w:r>
        <w:t>151.1560</w:t>
      </w:r>
      <w:r>
        <w:tab/>
        <w:t>4.051e0</w:t>
      </w:r>
    </w:p>
    <w:p w:rsidR="005B0461" w:rsidRDefault="005B0461" w:rsidP="005B0461">
      <w:r>
        <w:t>151.1652</w:t>
      </w:r>
      <w:r>
        <w:tab/>
        <w:t>1.013e0</w:t>
      </w:r>
    </w:p>
    <w:p w:rsidR="005B0461" w:rsidRDefault="005B0461" w:rsidP="005B0461">
      <w:r>
        <w:t>151.1697</w:t>
      </w:r>
      <w:r>
        <w:tab/>
        <w:t>2.025e0</w:t>
      </w:r>
    </w:p>
    <w:p w:rsidR="005B0461" w:rsidRDefault="005B0461" w:rsidP="005B0461">
      <w:r>
        <w:t>151.1713</w:t>
      </w:r>
      <w:r>
        <w:tab/>
        <w:t>3.038e0</w:t>
      </w:r>
    </w:p>
    <w:p w:rsidR="005B0461" w:rsidRDefault="005B0461" w:rsidP="005B0461">
      <w:r>
        <w:t>151.1845</w:t>
      </w:r>
      <w:r>
        <w:tab/>
        <w:t>3.038e0</w:t>
      </w:r>
    </w:p>
    <w:p w:rsidR="005B0461" w:rsidRDefault="005B0461" w:rsidP="005B0461">
      <w:r>
        <w:t>151.1903</w:t>
      </w:r>
      <w:r>
        <w:tab/>
        <w:t>3.038e0</w:t>
      </w:r>
    </w:p>
    <w:p w:rsidR="005B0461" w:rsidRDefault="005B0461" w:rsidP="005B0461">
      <w:r>
        <w:t>151.2109</w:t>
      </w:r>
      <w:r>
        <w:tab/>
        <w:t>4.051e0</w:t>
      </w:r>
    </w:p>
    <w:p w:rsidR="005B0461" w:rsidRDefault="005B0461" w:rsidP="005B0461">
      <w:r>
        <w:t>151.2139</w:t>
      </w:r>
      <w:r>
        <w:tab/>
        <w:t>1.013e0</w:t>
      </w:r>
    </w:p>
    <w:p w:rsidR="005B0461" w:rsidRDefault="005B0461" w:rsidP="005B0461">
      <w:r>
        <w:t>151.2169</w:t>
      </w:r>
      <w:r>
        <w:tab/>
        <w:t>2.025e0</w:t>
      </w:r>
    </w:p>
    <w:p w:rsidR="005B0461" w:rsidRDefault="005B0461" w:rsidP="005B0461">
      <w:r>
        <w:t>151.2270</w:t>
      </w:r>
      <w:r>
        <w:tab/>
        <w:t>1.013e0</w:t>
      </w:r>
    </w:p>
    <w:p w:rsidR="005B0461" w:rsidRDefault="005B0461" w:rsidP="005B0461">
      <w:r>
        <w:t>151.2535</w:t>
      </w:r>
      <w:r>
        <w:tab/>
        <w:t>1.013e0</w:t>
      </w:r>
    </w:p>
    <w:p w:rsidR="005B0461" w:rsidRDefault="005B0461" w:rsidP="005B0461">
      <w:r>
        <w:t>151.2565</w:t>
      </w:r>
      <w:r>
        <w:tab/>
        <w:t>2.025e0</w:t>
      </w:r>
    </w:p>
    <w:p w:rsidR="005B0461" w:rsidRDefault="005B0461" w:rsidP="005B0461">
      <w:r>
        <w:t>151.2658</w:t>
      </w:r>
      <w:r>
        <w:tab/>
        <w:t>3.038e0</w:t>
      </w:r>
    </w:p>
    <w:p w:rsidR="005B0461" w:rsidRDefault="005B0461" w:rsidP="005B0461">
      <w:r>
        <w:lastRenderedPageBreak/>
        <w:t>151.2744</w:t>
      </w:r>
      <w:r>
        <w:tab/>
        <w:t>2.025e0</w:t>
      </w:r>
    </w:p>
    <w:p w:rsidR="005B0461" w:rsidRDefault="005B0461" w:rsidP="005B0461">
      <w:r>
        <w:t>151.2910</w:t>
      </w:r>
      <w:r>
        <w:tab/>
        <w:t>3.038e0</w:t>
      </w:r>
    </w:p>
    <w:p w:rsidR="005B0461" w:rsidRDefault="005B0461" w:rsidP="005B0461">
      <w:r>
        <w:t>151.2944</w:t>
      </w:r>
      <w:r>
        <w:tab/>
        <w:t>2.025e0</w:t>
      </w:r>
    </w:p>
    <w:p w:rsidR="005B0461" w:rsidRDefault="005B0461" w:rsidP="005B0461">
      <w:r>
        <w:t>151.3185</w:t>
      </w:r>
      <w:r>
        <w:tab/>
        <w:t>4.051e0</w:t>
      </w:r>
    </w:p>
    <w:p w:rsidR="005B0461" w:rsidRDefault="005B0461" w:rsidP="005B0461">
      <w:r>
        <w:t>151.3252</w:t>
      </w:r>
      <w:r>
        <w:tab/>
        <w:t>2.025e0</w:t>
      </w:r>
    </w:p>
    <w:p w:rsidR="005B0461" w:rsidRDefault="005B0461" w:rsidP="005B0461">
      <w:r>
        <w:t>151.3368</w:t>
      </w:r>
      <w:r>
        <w:tab/>
        <w:t>3.038e0</w:t>
      </w:r>
    </w:p>
    <w:p w:rsidR="005B0461" w:rsidRDefault="005B0461" w:rsidP="005B0461">
      <w:r>
        <w:t>151.3387</w:t>
      </w:r>
      <w:r>
        <w:tab/>
        <w:t>1.013e0</w:t>
      </w:r>
    </w:p>
    <w:p w:rsidR="005B0461" w:rsidRDefault="005B0461" w:rsidP="005B0461">
      <w:r>
        <w:t>151.3543</w:t>
      </w:r>
      <w:r>
        <w:tab/>
        <w:t>2.025e0</w:t>
      </w:r>
    </w:p>
    <w:p w:rsidR="005B0461" w:rsidRDefault="005B0461" w:rsidP="005B0461">
      <w:r>
        <w:t>151.3658</w:t>
      </w:r>
      <w:r>
        <w:tab/>
        <w:t>3.038e0</w:t>
      </w:r>
    </w:p>
    <w:p w:rsidR="005B0461" w:rsidRDefault="005B0461" w:rsidP="005B0461">
      <w:r>
        <w:t>151.3821</w:t>
      </w:r>
      <w:r>
        <w:tab/>
        <w:t>3.038e0</w:t>
      </w:r>
    </w:p>
    <w:p w:rsidR="005B0461" w:rsidRDefault="005B0461" w:rsidP="005B0461">
      <w:r>
        <w:t>151.3845</w:t>
      </w:r>
      <w:r>
        <w:tab/>
        <w:t>2.025e0</w:t>
      </w:r>
    </w:p>
    <w:p w:rsidR="005B0461" w:rsidRDefault="005B0461" w:rsidP="005B0461">
      <w:r>
        <w:t>151.3936</w:t>
      </w:r>
      <w:r>
        <w:tab/>
        <w:t>3.038e0</w:t>
      </w:r>
    </w:p>
    <w:p w:rsidR="005B0461" w:rsidRDefault="005B0461" w:rsidP="005B0461">
      <w:r>
        <w:t>151.4001</w:t>
      </w:r>
      <w:r>
        <w:tab/>
        <w:t>2.025e0</w:t>
      </w:r>
    </w:p>
    <w:p w:rsidR="005B0461" w:rsidRDefault="005B0461" w:rsidP="005B0461">
      <w:r>
        <w:t>151.4302</w:t>
      </w:r>
      <w:r>
        <w:tab/>
        <w:t>1.013e0</w:t>
      </w:r>
    </w:p>
    <w:p w:rsidR="005B0461" w:rsidRDefault="005B0461" w:rsidP="005B0461">
      <w:r>
        <w:t>151.4319</w:t>
      </w:r>
      <w:r>
        <w:tab/>
        <w:t>4.051e0</w:t>
      </w:r>
    </w:p>
    <w:p w:rsidR="005B0461" w:rsidRDefault="005B0461" w:rsidP="005B0461">
      <w:r>
        <w:t>151.4493</w:t>
      </w:r>
      <w:r>
        <w:tab/>
        <w:t>1.013e0</w:t>
      </w:r>
    </w:p>
    <w:p w:rsidR="005B0461" w:rsidRDefault="005B0461" w:rsidP="005B0461">
      <w:r>
        <w:t>151.4526</w:t>
      </w:r>
      <w:r>
        <w:tab/>
        <w:t>1.013e0</w:t>
      </w:r>
    </w:p>
    <w:p w:rsidR="005B0461" w:rsidRDefault="005B0461" w:rsidP="005B0461">
      <w:r>
        <w:t>151.4593</w:t>
      </w:r>
      <w:r>
        <w:tab/>
        <w:t>2.025e0</w:t>
      </w:r>
    </w:p>
    <w:p w:rsidR="005B0461" w:rsidRDefault="005B0461" w:rsidP="005B0461">
      <w:r>
        <w:t>151.4610</w:t>
      </w:r>
      <w:r>
        <w:tab/>
        <w:t>2.025e0</w:t>
      </w:r>
    </w:p>
    <w:p w:rsidR="005B0461" w:rsidRDefault="005B0461" w:rsidP="005B0461">
      <w:r>
        <w:lastRenderedPageBreak/>
        <w:t>151.4759</w:t>
      </w:r>
      <w:r>
        <w:tab/>
        <w:t>2.025e0</w:t>
      </w:r>
    </w:p>
    <w:p w:rsidR="005B0461" w:rsidRDefault="005B0461" w:rsidP="005B0461">
      <w:r>
        <w:t>151.4906</w:t>
      </w:r>
      <w:r>
        <w:tab/>
        <w:t>4.051e0</w:t>
      </w:r>
    </w:p>
    <w:p w:rsidR="005B0461" w:rsidRDefault="005B0461" w:rsidP="005B0461">
      <w:r>
        <w:t>151.4917</w:t>
      </w:r>
      <w:r>
        <w:tab/>
        <w:t>3.038e0</w:t>
      </w:r>
    </w:p>
    <w:p w:rsidR="005B0461" w:rsidRDefault="005B0461" w:rsidP="005B0461">
      <w:r>
        <w:t>151.5001</w:t>
      </w:r>
      <w:r>
        <w:tab/>
        <w:t>2.025e0</w:t>
      </w:r>
    </w:p>
    <w:p w:rsidR="005B0461" w:rsidRDefault="005B0461" w:rsidP="005B0461">
      <w:r>
        <w:t>151.5202</w:t>
      </w:r>
      <w:r>
        <w:tab/>
        <w:t>4.958e0</w:t>
      </w:r>
    </w:p>
    <w:p w:rsidR="005B0461" w:rsidRDefault="005B0461" w:rsidP="005B0461">
      <w:r>
        <w:t>151.5474</w:t>
      </w:r>
      <w:r>
        <w:tab/>
        <w:t>1.864e1</w:t>
      </w:r>
    </w:p>
    <w:p w:rsidR="005B0461" w:rsidRDefault="005B0461" w:rsidP="005B0461">
      <w:r>
        <w:t>151.5486</w:t>
      </w:r>
      <w:r>
        <w:tab/>
        <w:t>8.026e1</w:t>
      </w:r>
    </w:p>
    <w:p w:rsidR="005B0461" w:rsidRDefault="005B0461" w:rsidP="005B0461">
      <w:r>
        <w:t>151.5704</w:t>
      </w:r>
      <w:r>
        <w:tab/>
        <w:t>3.038e0</w:t>
      </w:r>
    </w:p>
    <w:p w:rsidR="005B0461" w:rsidRDefault="005B0461" w:rsidP="005B0461">
      <w:r>
        <w:t>151.5748</w:t>
      </w:r>
      <w:r>
        <w:tab/>
        <w:t>2.011e0</w:t>
      </w:r>
    </w:p>
    <w:p w:rsidR="005B0461" w:rsidRDefault="005B0461" w:rsidP="005B0461">
      <w:r>
        <w:t>151.5800</w:t>
      </w:r>
      <w:r>
        <w:tab/>
        <w:t>2.079e0</w:t>
      </w:r>
    </w:p>
    <w:p w:rsidR="005B0461" w:rsidRDefault="005B0461" w:rsidP="005B0461">
      <w:r>
        <w:t>151.6017</w:t>
      </w:r>
      <w:r>
        <w:tab/>
        <w:t>2.025e0</w:t>
      </w:r>
    </w:p>
    <w:p w:rsidR="005B0461" w:rsidRDefault="005B0461" w:rsidP="005B0461">
      <w:r>
        <w:t>151.6131</w:t>
      </w:r>
      <w:r>
        <w:tab/>
        <w:t>1.013e0</w:t>
      </w:r>
    </w:p>
    <w:p w:rsidR="005B0461" w:rsidRDefault="005B0461" w:rsidP="005B0461">
      <w:r>
        <w:t>151.6192</w:t>
      </w:r>
      <w:r>
        <w:tab/>
        <w:t>1.013e0</w:t>
      </w:r>
    </w:p>
    <w:p w:rsidR="005B0461" w:rsidRDefault="005B0461" w:rsidP="005B0461">
      <w:r>
        <w:t>151.6259</w:t>
      </w:r>
      <w:r>
        <w:tab/>
        <w:t>1.013e0</w:t>
      </w:r>
    </w:p>
    <w:p w:rsidR="005B0461" w:rsidRDefault="005B0461" w:rsidP="005B0461">
      <w:r>
        <w:t>151.6292</w:t>
      </w:r>
      <w:r>
        <w:tab/>
        <w:t>1.013e0</w:t>
      </w:r>
    </w:p>
    <w:p w:rsidR="005B0461" w:rsidRDefault="005B0461" w:rsidP="005B0461">
      <w:r>
        <w:t>151.6527</w:t>
      </w:r>
      <w:r>
        <w:tab/>
        <w:t>2.025e0</w:t>
      </w:r>
    </w:p>
    <w:p w:rsidR="005B0461" w:rsidRDefault="005B0461" w:rsidP="005B0461">
      <w:r>
        <w:t>151.6589</w:t>
      </w:r>
      <w:r>
        <w:tab/>
        <w:t>1.013e0</w:t>
      </w:r>
    </w:p>
    <w:p w:rsidR="005B0461" w:rsidRDefault="005B0461" w:rsidP="005B0461">
      <w:r>
        <w:t>151.6717</w:t>
      </w:r>
      <w:r>
        <w:tab/>
        <w:t>2.025e0</w:t>
      </w:r>
    </w:p>
    <w:p w:rsidR="005B0461" w:rsidRDefault="005B0461" w:rsidP="005B0461">
      <w:r>
        <w:t>151.6817</w:t>
      </w:r>
      <w:r>
        <w:tab/>
        <w:t>1.013e0</w:t>
      </w:r>
    </w:p>
    <w:p w:rsidR="005B0461" w:rsidRDefault="005B0461" w:rsidP="005B0461">
      <w:r>
        <w:lastRenderedPageBreak/>
        <w:t>151.6884</w:t>
      </w:r>
      <w:r>
        <w:tab/>
        <w:t>4.157e0</w:t>
      </w:r>
    </w:p>
    <w:p w:rsidR="005B0461" w:rsidRDefault="005B0461" w:rsidP="005B0461">
      <w:r>
        <w:t>151.7001</w:t>
      </w:r>
      <w:r>
        <w:tab/>
        <w:t>2.025e0</w:t>
      </w:r>
    </w:p>
    <w:p w:rsidR="005B0461" w:rsidRDefault="005B0461" w:rsidP="005B0461">
      <w:r>
        <w:t>151.7141</w:t>
      </w:r>
      <w:r>
        <w:tab/>
        <w:t>2.055e0</w:t>
      </w:r>
    </w:p>
    <w:p w:rsidR="005B0461" w:rsidRDefault="005B0461" w:rsidP="005B0461">
      <w:r>
        <w:t>151.7176</w:t>
      </w:r>
      <w:r>
        <w:tab/>
        <w:t>1.013e0</w:t>
      </w:r>
    </w:p>
    <w:p w:rsidR="005B0461" w:rsidRDefault="005B0461" w:rsidP="005B0461">
      <w:r>
        <w:t>151.7276</w:t>
      </w:r>
      <w:r>
        <w:tab/>
        <w:t>1.013e0</w:t>
      </w:r>
    </w:p>
    <w:p w:rsidR="005B0461" w:rsidRDefault="005B0461" w:rsidP="005B0461">
      <w:r>
        <w:t>151.7412</w:t>
      </w:r>
      <w:r>
        <w:tab/>
        <w:t>3.038e0</w:t>
      </w:r>
    </w:p>
    <w:p w:rsidR="005B0461" w:rsidRDefault="005B0461" w:rsidP="005B0461">
      <w:r>
        <w:t>151.7444</w:t>
      </w:r>
      <w:r>
        <w:tab/>
        <w:t>1.013e0</w:t>
      </w:r>
    </w:p>
    <w:p w:rsidR="005B0461" w:rsidRDefault="005B0461" w:rsidP="005B0461">
      <w:r>
        <w:t>151.7466</w:t>
      </w:r>
      <w:r>
        <w:tab/>
        <w:t>3.038e0</w:t>
      </w:r>
    </w:p>
    <w:p w:rsidR="005B0461" w:rsidRDefault="005B0461" w:rsidP="005B0461">
      <w:r>
        <w:t>151.7535</w:t>
      </w:r>
      <w:r>
        <w:tab/>
        <w:t>1.013e0</w:t>
      </w:r>
    </w:p>
    <w:p w:rsidR="005B0461" w:rsidRDefault="005B0461" w:rsidP="005B0461">
      <w:r>
        <w:t>151.7748</w:t>
      </w:r>
      <w:r>
        <w:tab/>
        <w:t>1.300e0</w:t>
      </w:r>
    </w:p>
    <w:p w:rsidR="005B0461" w:rsidRDefault="005B0461" w:rsidP="005B0461">
      <w:r>
        <w:t>151.7767</w:t>
      </w:r>
      <w:r>
        <w:tab/>
        <w:t>3.038e0</w:t>
      </w:r>
    </w:p>
    <w:p w:rsidR="005B0461" w:rsidRDefault="005B0461" w:rsidP="005B0461">
      <w:r>
        <w:t>151.7970</w:t>
      </w:r>
      <w:r>
        <w:tab/>
        <w:t>3.038e0</w:t>
      </w:r>
    </w:p>
    <w:p w:rsidR="005B0461" w:rsidRDefault="005B0461" w:rsidP="005B0461">
      <w:r>
        <w:t>151.8076</w:t>
      </w:r>
      <w:r>
        <w:tab/>
        <w:t>2.025e0</w:t>
      </w:r>
    </w:p>
    <w:p w:rsidR="005B0461" w:rsidRDefault="005B0461" w:rsidP="005B0461">
      <w:r>
        <w:t>151.8109</w:t>
      </w:r>
      <w:r>
        <w:tab/>
        <w:t>2.025e0</w:t>
      </w:r>
    </w:p>
    <w:p w:rsidR="005B0461" w:rsidRDefault="005B0461" w:rsidP="005B0461">
      <w:r>
        <w:t>151.8211</w:t>
      </w:r>
      <w:r>
        <w:tab/>
        <w:t>2.235e0</w:t>
      </w:r>
    </w:p>
    <w:p w:rsidR="005B0461" w:rsidRDefault="005B0461" w:rsidP="005B0461">
      <w:r>
        <w:t>151.8259</w:t>
      </w:r>
      <w:r>
        <w:tab/>
        <w:t>1.013e0</w:t>
      </w:r>
    </w:p>
    <w:p w:rsidR="005B0461" w:rsidRDefault="005B0461" w:rsidP="005B0461">
      <w:r>
        <w:t>151.8468</w:t>
      </w:r>
      <w:r>
        <w:tab/>
        <w:t>2.025e0</w:t>
      </w:r>
    </w:p>
    <w:p w:rsidR="005B0461" w:rsidRDefault="005B0461" w:rsidP="005B0461">
      <w:r>
        <w:t>151.8585</w:t>
      </w:r>
      <w:r>
        <w:tab/>
        <w:t>1.013e0</w:t>
      </w:r>
    </w:p>
    <w:p w:rsidR="005B0461" w:rsidRDefault="005B0461" w:rsidP="005B0461">
      <w:r>
        <w:t>151.8618</w:t>
      </w:r>
      <w:r>
        <w:tab/>
        <w:t>1.013e0</w:t>
      </w:r>
    </w:p>
    <w:p w:rsidR="005B0461" w:rsidRDefault="005B0461" w:rsidP="005B0461">
      <w:r>
        <w:lastRenderedPageBreak/>
        <w:t>151.8685</w:t>
      </w:r>
      <w:r>
        <w:tab/>
        <w:t>2.025e0</w:t>
      </w:r>
    </w:p>
    <w:p w:rsidR="005B0461" w:rsidRDefault="005B0461" w:rsidP="005B0461">
      <w:r>
        <w:t>151.8895</w:t>
      </w:r>
      <w:r>
        <w:tab/>
        <w:t>4.051e0</w:t>
      </w:r>
    </w:p>
    <w:p w:rsidR="005B0461" w:rsidRDefault="005B0461" w:rsidP="005B0461">
      <w:r>
        <w:t>151.9010</w:t>
      </w:r>
      <w:r>
        <w:tab/>
        <w:t>1.013e0</w:t>
      </w:r>
    </w:p>
    <w:p w:rsidR="005B0461" w:rsidRDefault="005B0461" w:rsidP="005B0461">
      <w:r>
        <w:t>151.9077</w:t>
      </w:r>
      <w:r>
        <w:tab/>
        <w:t>3.038e0</w:t>
      </w:r>
    </w:p>
    <w:p w:rsidR="005B0461" w:rsidRDefault="005B0461" w:rsidP="005B0461">
      <w:r>
        <w:t>151.9278</w:t>
      </w:r>
      <w:r>
        <w:tab/>
        <w:t>3.038e0</w:t>
      </w:r>
    </w:p>
    <w:p w:rsidR="005B0461" w:rsidRDefault="005B0461" w:rsidP="005B0461">
      <w:r>
        <w:t>151.9294</w:t>
      </w:r>
      <w:r>
        <w:tab/>
        <w:t>3.038e0</w:t>
      </w:r>
    </w:p>
    <w:p w:rsidR="005B0461" w:rsidRDefault="005B0461" w:rsidP="005B0461">
      <w:r>
        <w:t>151.9400</w:t>
      </w:r>
      <w:r>
        <w:tab/>
        <w:t>2.025e0</w:t>
      </w:r>
    </w:p>
    <w:p w:rsidR="005B0461" w:rsidRDefault="005B0461" w:rsidP="005B0461">
      <w:r>
        <w:t>151.9469</w:t>
      </w:r>
      <w:r>
        <w:tab/>
        <w:t>1.013e0</w:t>
      </w:r>
    </w:p>
    <w:p w:rsidR="005B0461" w:rsidRDefault="005B0461" w:rsidP="005B0461">
      <w:r>
        <w:t>151.9602</w:t>
      </w:r>
      <w:r>
        <w:tab/>
        <w:t>1.013e0</w:t>
      </w:r>
    </w:p>
    <w:p w:rsidR="005B0461" w:rsidRDefault="005B0461" w:rsidP="005B0461">
      <w:r>
        <w:t>151.9735</w:t>
      </w:r>
      <w:r>
        <w:tab/>
        <w:t>1.013e0</w:t>
      </w:r>
    </w:p>
    <w:p w:rsidR="005B0461" w:rsidRDefault="005B0461" w:rsidP="005B0461">
      <w:r>
        <w:t>151.9825</w:t>
      </w:r>
      <w:r>
        <w:tab/>
        <w:t>2.025e0</w:t>
      </w:r>
    </w:p>
    <w:p w:rsidR="005B0461" w:rsidRDefault="005B0461" w:rsidP="005B0461">
      <w:r>
        <w:t>151.9860</w:t>
      </w:r>
      <w:r>
        <w:tab/>
        <w:t>1.013e0</w:t>
      </w:r>
    </w:p>
    <w:p w:rsidR="005B0461" w:rsidRDefault="005B0461" w:rsidP="005B0461">
      <w:r>
        <w:t>151.9961</w:t>
      </w:r>
      <w:r>
        <w:tab/>
        <w:t>1.013e0</w:t>
      </w:r>
    </w:p>
    <w:p w:rsidR="005B0461" w:rsidRDefault="005B0461" w:rsidP="005B0461">
      <w:r>
        <w:t>152.0092</w:t>
      </w:r>
      <w:r>
        <w:tab/>
        <w:t>4.051e0</w:t>
      </w:r>
    </w:p>
    <w:p w:rsidR="005B0461" w:rsidRDefault="005B0461" w:rsidP="005B0461">
      <w:r>
        <w:t>152.0128</w:t>
      </w:r>
      <w:r>
        <w:tab/>
        <w:t>1.013e0</w:t>
      </w:r>
    </w:p>
    <w:p w:rsidR="005B0461" w:rsidRDefault="005B0461" w:rsidP="005B0461">
      <w:r>
        <w:t>152.0163</w:t>
      </w:r>
      <w:r>
        <w:tab/>
        <w:t>2.025e0</w:t>
      </w:r>
    </w:p>
    <w:p w:rsidR="005B0461" w:rsidRDefault="005B0461" w:rsidP="005B0461">
      <w:r>
        <w:t>152.0239</w:t>
      </w:r>
      <w:r>
        <w:tab/>
        <w:t>2.025e0</w:t>
      </w:r>
    </w:p>
    <w:p w:rsidR="005B0461" w:rsidRDefault="005B0461" w:rsidP="005B0461">
      <w:r>
        <w:t>152.0436</w:t>
      </w:r>
      <w:r>
        <w:tab/>
        <w:t>1.596e1</w:t>
      </w:r>
    </w:p>
    <w:p w:rsidR="005B0461" w:rsidRDefault="005B0461" w:rsidP="005B0461">
      <w:r>
        <w:t>152.0465</w:t>
      </w:r>
      <w:r>
        <w:tab/>
        <w:t>5.961e1</w:t>
      </w:r>
    </w:p>
    <w:p w:rsidR="005B0461" w:rsidRDefault="005B0461" w:rsidP="005B0461">
      <w:r>
        <w:lastRenderedPageBreak/>
        <w:t>152.0475</w:t>
      </w:r>
      <w:r>
        <w:tab/>
        <w:t>3.599e1</w:t>
      </w:r>
    </w:p>
    <w:p w:rsidR="005B0461" w:rsidRDefault="005B0461" w:rsidP="005B0461">
      <w:r>
        <w:t>152.0596</w:t>
      </w:r>
      <w:r>
        <w:tab/>
        <w:t>2.543e1</w:t>
      </w:r>
    </w:p>
    <w:p w:rsidR="005B0461" w:rsidRDefault="005B0461" w:rsidP="005B0461">
      <w:r>
        <w:t>152.0650</w:t>
      </w:r>
      <w:r>
        <w:tab/>
        <w:t>4.332e1</w:t>
      </w:r>
    </w:p>
    <w:p w:rsidR="005B0461" w:rsidRDefault="005B0461" w:rsidP="005B0461">
      <w:r>
        <w:t>152.0685</w:t>
      </w:r>
      <w:r>
        <w:tab/>
        <w:t>2.023e1</w:t>
      </w:r>
    </w:p>
    <w:p w:rsidR="005B0461" w:rsidRDefault="005B0461" w:rsidP="005B0461">
      <w:r>
        <w:t>152.0993</w:t>
      </w:r>
      <w:r>
        <w:tab/>
        <w:t>1.070e0</w:t>
      </w:r>
    </w:p>
    <w:p w:rsidR="005B0461" w:rsidRDefault="005B0461" w:rsidP="005B0461">
      <w:r>
        <w:t>152.1064</w:t>
      </w:r>
      <w:r>
        <w:tab/>
        <w:t>2.392e0</w:t>
      </w:r>
    </w:p>
    <w:p w:rsidR="005B0461" w:rsidRDefault="005B0461" w:rsidP="005B0461">
      <w:r>
        <w:t>152.1413</w:t>
      </w:r>
      <w:r>
        <w:tab/>
        <w:t>2.791e0</w:t>
      </w:r>
    </w:p>
    <w:p w:rsidR="005B0461" w:rsidRDefault="005B0461" w:rsidP="005B0461">
      <w:r>
        <w:t>152.1505</w:t>
      </w:r>
      <w:r>
        <w:tab/>
        <w:t>1.013e0</w:t>
      </w:r>
    </w:p>
    <w:p w:rsidR="005B0461" w:rsidRDefault="005B0461" w:rsidP="005B0461">
      <w:r>
        <w:t>152.1570</w:t>
      </w:r>
      <w:r>
        <w:tab/>
        <w:t>1.013e0</w:t>
      </w:r>
    </w:p>
    <w:p w:rsidR="005B0461" w:rsidRDefault="005B0461" w:rsidP="005B0461">
      <w:r>
        <w:t>152.1587</w:t>
      </w:r>
      <w:r>
        <w:tab/>
        <w:t>3.038e0</w:t>
      </w:r>
    </w:p>
    <w:p w:rsidR="005B0461" w:rsidRDefault="005B0461" w:rsidP="005B0461">
      <w:r>
        <w:t>152.1889</w:t>
      </w:r>
      <w:r>
        <w:tab/>
        <w:t>6.076e0</w:t>
      </w:r>
    </w:p>
    <w:p w:rsidR="005B0461" w:rsidRDefault="005B0461" w:rsidP="005B0461">
      <w:r>
        <w:t>152.1930</w:t>
      </w:r>
      <w:r>
        <w:tab/>
        <w:t>1.013e0</w:t>
      </w:r>
    </w:p>
    <w:p w:rsidR="005B0461" w:rsidRDefault="005B0461" w:rsidP="005B0461">
      <w:r>
        <w:t>152.2011</w:t>
      </w:r>
      <w:r>
        <w:tab/>
        <w:t>3.038e0</w:t>
      </w:r>
    </w:p>
    <w:p w:rsidR="005B0461" w:rsidRDefault="005B0461" w:rsidP="005B0461">
      <w:r>
        <w:t>152.2188</w:t>
      </w:r>
      <w:r>
        <w:tab/>
        <w:t>1.013e0</w:t>
      </w:r>
    </w:p>
    <w:p w:rsidR="005B0461" w:rsidRDefault="005B0461" w:rsidP="005B0461">
      <w:r>
        <w:t>152.2261</w:t>
      </w:r>
      <w:r>
        <w:tab/>
        <w:t>3.038e0</w:t>
      </w:r>
    </w:p>
    <w:p w:rsidR="005B0461" w:rsidRDefault="005B0461" w:rsidP="005B0461">
      <w:r>
        <w:t>152.2289</w:t>
      </w:r>
      <w:r>
        <w:tab/>
        <w:t>2.025e0</w:t>
      </w:r>
    </w:p>
    <w:p w:rsidR="005B0461" w:rsidRDefault="005B0461" w:rsidP="005B0461">
      <w:r>
        <w:t>152.2488</w:t>
      </w:r>
      <w:r>
        <w:tab/>
        <w:t>1.013e0</w:t>
      </w:r>
    </w:p>
    <w:p w:rsidR="005B0461" w:rsidRDefault="005B0461" w:rsidP="005B0461">
      <w:r>
        <w:t>152.2519</w:t>
      </w:r>
      <w:r>
        <w:tab/>
        <w:t>1.013e0</w:t>
      </w:r>
    </w:p>
    <w:p w:rsidR="005B0461" w:rsidRDefault="005B0461" w:rsidP="005B0461">
      <w:r>
        <w:t>152.2580</w:t>
      </w:r>
      <w:r>
        <w:tab/>
        <w:t>1.013e0</w:t>
      </w:r>
    </w:p>
    <w:p w:rsidR="005B0461" w:rsidRDefault="005B0461" w:rsidP="005B0461">
      <w:r>
        <w:lastRenderedPageBreak/>
        <w:t>152.2681</w:t>
      </w:r>
      <w:r>
        <w:tab/>
        <w:t>1.013e0</w:t>
      </w:r>
    </w:p>
    <w:p w:rsidR="005B0461" w:rsidRDefault="005B0461" w:rsidP="005B0461">
      <w:r>
        <w:t>152.2814</w:t>
      </w:r>
      <w:r>
        <w:tab/>
        <w:t>1.013e0</w:t>
      </w:r>
    </w:p>
    <w:p w:rsidR="005B0461" w:rsidRDefault="005B0461" w:rsidP="005B0461">
      <w:r>
        <w:t>152.2865</w:t>
      </w:r>
      <w:r>
        <w:tab/>
        <w:t>2.025e0</w:t>
      </w:r>
    </w:p>
    <w:p w:rsidR="005B0461" w:rsidRDefault="005B0461" w:rsidP="005B0461">
      <w:r>
        <w:t>152.2931</w:t>
      </w:r>
      <w:r>
        <w:tab/>
        <w:t>2.025e0</w:t>
      </w:r>
    </w:p>
    <w:p w:rsidR="005B0461" w:rsidRDefault="005B0461" w:rsidP="005B0461">
      <w:r>
        <w:t>152.3008</w:t>
      </w:r>
      <w:r>
        <w:tab/>
        <w:t>3.038e0</w:t>
      </w:r>
    </w:p>
    <w:p w:rsidR="005B0461" w:rsidRDefault="005B0461" w:rsidP="005B0461">
      <w:r>
        <w:t>152.3102</w:t>
      </w:r>
      <w:r>
        <w:tab/>
        <w:t>4.051e0</w:t>
      </w:r>
    </w:p>
    <w:p w:rsidR="005B0461" w:rsidRDefault="005B0461" w:rsidP="005B0461">
      <w:r>
        <w:t>152.3174</w:t>
      </w:r>
      <w:r>
        <w:tab/>
        <w:t>1.013e0</w:t>
      </w:r>
    </w:p>
    <w:p w:rsidR="005B0461" w:rsidRDefault="005B0461" w:rsidP="005B0461">
      <w:r>
        <w:t>152.3207</w:t>
      </w:r>
      <w:r>
        <w:tab/>
        <w:t>2.025e0</w:t>
      </w:r>
    </w:p>
    <w:p w:rsidR="005B0461" w:rsidRDefault="005B0461" w:rsidP="005B0461">
      <w:r>
        <w:t>152.3240</w:t>
      </w:r>
      <w:r>
        <w:tab/>
        <w:t>2.025e0</w:t>
      </w:r>
    </w:p>
    <w:p w:rsidR="005B0461" w:rsidRDefault="005B0461" w:rsidP="005B0461">
      <w:r>
        <w:t>152.3341</w:t>
      </w:r>
      <w:r>
        <w:tab/>
        <w:t>1.013e0</w:t>
      </w:r>
    </w:p>
    <w:p w:rsidR="005B0461" w:rsidRDefault="005B0461" w:rsidP="005B0461">
      <w:r>
        <w:t>152.3565</w:t>
      </w:r>
      <w:r>
        <w:tab/>
        <w:t>2.025e0</w:t>
      </w:r>
    </w:p>
    <w:p w:rsidR="005B0461" w:rsidRDefault="005B0461" w:rsidP="005B0461">
      <w:r>
        <w:t>152.3711</w:t>
      </w:r>
      <w:r>
        <w:tab/>
        <w:t>4.051e0</w:t>
      </w:r>
    </w:p>
    <w:p w:rsidR="005B0461" w:rsidRDefault="005B0461" w:rsidP="005B0461">
      <w:r>
        <w:t>152.3733</w:t>
      </w:r>
      <w:r>
        <w:tab/>
        <w:t>3.038e0</w:t>
      </w:r>
    </w:p>
    <w:p w:rsidR="005B0461" w:rsidRDefault="005B0461" w:rsidP="005B0461">
      <w:r>
        <w:t>152.3800</w:t>
      </w:r>
      <w:r>
        <w:tab/>
        <w:t>2.025e0</w:t>
      </w:r>
    </w:p>
    <w:p w:rsidR="005B0461" w:rsidRDefault="005B0461" w:rsidP="005B0461">
      <w:r>
        <w:t>152.3981</w:t>
      </w:r>
      <w:r>
        <w:tab/>
        <w:t>3.038e0</w:t>
      </w:r>
    </w:p>
    <w:p w:rsidR="005B0461" w:rsidRDefault="005B0461" w:rsidP="005B0461">
      <w:r>
        <w:t>152.4092</w:t>
      </w:r>
      <w:r>
        <w:tab/>
        <w:t>1.013e0</w:t>
      </w:r>
    </w:p>
    <w:p w:rsidR="005B0461" w:rsidRDefault="005B0461" w:rsidP="005B0461">
      <w:r>
        <w:t>152.4125</w:t>
      </w:r>
      <w:r>
        <w:tab/>
        <w:t>1.013e0</w:t>
      </w:r>
    </w:p>
    <w:p w:rsidR="005B0461" w:rsidRDefault="005B0461" w:rsidP="005B0461">
      <w:r>
        <w:t>152.4356</w:t>
      </w:r>
      <w:r>
        <w:tab/>
        <w:t>1.013e0</w:t>
      </w:r>
    </w:p>
    <w:p w:rsidR="005B0461" w:rsidRDefault="005B0461" w:rsidP="005B0461">
      <w:r>
        <w:t>152.4387</w:t>
      </w:r>
      <w:r>
        <w:tab/>
        <w:t>2.025e0</w:t>
      </w:r>
    </w:p>
    <w:p w:rsidR="005B0461" w:rsidRDefault="005B0461" w:rsidP="005B0461">
      <w:r>
        <w:lastRenderedPageBreak/>
        <w:t>152.4484</w:t>
      </w:r>
      <w:r>
        <w:tab/>
        <w:t>1.013e0</w:t>
      </w:r>
    </w:p>
    <w:p w:rsidR="005B0461" w:rsidRDefault="005B0461" w:rsidP="005B0461">
      <w:r>
        <w:t>152.4577</w:t>
      </w:r>
      <w:r>
        <w:tab/>
        <w:t>2.372e0</w:t>
      </w:r>
    </w:p>
    <w:p w:rsidR="005B0461" w:rsidRDefault="005B0461" w:rsidP="005B0461">
      <w:r>
        <w:t>152.4772</w:t>
      </w:r>
      <w:r>
        <w:tab/>
        <w:t>2.025e0</w:t>
      </w:r>
    </w:p>
    <w:p w:rsidR="005B0461" w:rsidRDefault="005B0461" w:rsidP="005B0461">
      <w:r>
        <w:t>152.4816</w:t>
      </w:r>
      <w:r>
        <w:tab/>
        <w:t>2.025e0</w:t>
      </w:r>
    </w:p>
    <w:p w:rsidR="005B0461" w:rsidRDefault="005B0461" w:rsidP="005B0461">
      <w:r>
        <w:t>152.4909</w:t>
      </w:r>
      <w:r>
        <w:tab/>
        <w:t>1.013e0</w:t>
      </w:r>
    </w:p>
    <w:p w:rsidR="005B0461" w:rsidRDefault="005B0461" w:rsidP="005B0461">
      <w:r>
        <w:t>152.5111</w:t>
      </w:r>
      <w:r>
        <w:tab/>
        <w:t>3.038e0</w:t>
      </w:r>
    </w:p>
    <w:p w:rsidR="005B0461" w:rsidRDefault="005B0461" w:rsidP="005B0461">
      <w:r>
        <w:t>152.5187</w:t>
      </w:r>
      <w:r>
        <w:tab/>
        <w:t>3.038e0</w:t>
      </w:r>
    </w:p>
    <w:p w:rsidR="005B0461" w:rsidRDefault="005B0461" w:rsidP="005B0461">
      <w:r>
        <w:t>152.5307</w:t>
      </w:r>
      <w:r>
        <w:tab/>
        <w:t>1.013e0</w:t>
      </w:r>
    </w:p>
    <w:p w:rsidR="005B0461" w:rsidRDefault="005B0461" w:rsidP="005B0461">
      <w:r>
        <w:t>152.5473</w:t>
      </w:r>
      <w:r>
        <w:tab/>
        <w:t>5.063e0</w:t>
      </w:r>
    </w:p>
    <w:p w:rsidR="005B0461" w:rsidRDefault="005B0461" w:rsidP="005B0461">
      <w:r>
        <w:t>152.5493</w:t>
      </w:r>
      <w:r>
        <w:tab/>
        <w:t>7.390e0</w:t>
      </w:r>
    </w:p>
    <w:p w:rsidR="005B0461" w:rsidRDefault="005B0461" w:rsidP="005B0461">
      <w:r>
        <w:t>152.5596</w:t>
      </w:r>
      <w:r>
        <w:tab/>
        <w:t>1.047e1</w:t>
      </w:r>
    </w:p>
    <w:p w:rsidR="005B0461" w:rsidRDefault="005B0461" w:rsidP="005B0461">
      <w:r>
        <w:t>152.5649</w:t>
      </w:r>
      <w:r>
        <w:tab/>
        <w:t>1.280e1</w:t>
      </w:r>
    </w:p>
    <w:p w:rsidR="005B0461" w:rsidRDefault="005B0461" w:rsidP="005B0461">
      <w:r>
        <w:t>152.5675</w:t>
      </w:r>
      <w:r>
        <w:tab/>
        <w:t>6.587e0</w:t>
      </w:r>
    </w:p>
    <w:p w:rsidR="005B0461" w:rsidRDefault="005B0461" w:rsidP="005B0461">
      <w:r>
        <w:t>152.6096</w:t>
      </w:r>
      <w:r>
        <w:tab/>
        <w:t>2.025e0</w:t>
      </w:r>
    </w:p>
    <w:p w:rsidR="005B0461" w:rsidRDefault="005B0461" w:rsidP="005B0461">
      <w:r>
        <w:t>152.6131</w:t>
      </w:r>
      <w:r>
        <w:tab/>
        <w:t>2.025e0</w:t>
      </w:r>
    </w:p>
    <w:p w:rsidR="005B0461" w:rsidRDefault="005B0461" w:rsidP="005B0461">
      <w:r>
        <w:t>152.6265</w:t>
      </w:r>
      <w:r>
        <w:tab/>
        <w:t>3.038e0</w:t>
      </w:r>
    </w:p>
    <w:p w:rsidR="005B0461" w:rsidRDefault="005B0461" w:rsidP="005B0461">
      <w:r>
        <w:t>152.6288</w:t>
      </w:r>
      <w:r>
        <w:tab/>
        <w:t>1.013e0</w:t>
      </w:r>
    </w:p>
    <w:p w:rsidR="005B0461" w:rsidRDefault="005B0461" w:rsidP="005B0461">
      <w:r>
        <w:t>152.6340</w:t>
      </w:r>
      <w:r>
        <w:tab/>
        <w:t>3.038e0</w:t>
      </w:r>
    </w:p>
    <w:p w:rsidR="005B0461" w:rsidRDefault="005B0461" w:rsidP="005B0461">
      <w:r>
        <w:t>152.6355</w:t>
      </w:r>
      <w:r>
        <w:tab/>
        <w:t>1.013e0</w:t>
      </w:r>
    </w:p>
    <w:p w:rsidR="005B0461" w:rsidRDefault="005B0461" w:rsidP="005B0461">
      <w:r>
        <w:lastRenderedPageBreak/>
        <w:t>152.6573</w:t>
      </w:r>
      <w:r>
        <w:tab/>
        <w:t>2.025e0</w:t>
      </w:r>
    </w:p>
    <w:p w:rsidR="005B0461" w:rsidRDefault="005B0461" w:rsidP="005B0461">
      <w:r>
        <w:t>152.6748</w:t>
      </w:r>
      <w:r>
        <w:tab/>
        <w:t>1.013e0</w:t>
      </w:r>
    </w:p>
    <w:p w:rsidR="005B0461" w:rsidRDefault="005B0461" w:rsidP="005B0461">
      <w:r>
        <w:t>152.6815</w:t>
      </w:r>
      <w:r>
        <w:tab/>
        <w:t>1.013e0</w:t>
      </w:r>
    </w:p>
    <w:p w:rsidR="005B0461" w:rsidRDefault="005B0461" w:rsidP="005B0461">
      <w:r>
        <w:t>152.6882</w:t>
      </w:r>
      <w:r>
        <w:tab/>
        <w:t>2.025e0</w:t>
      </w:r>
    </w:p>
    <w:p w:rsidR="005B0461" w:rsidRDefault="005B0461" w:rsidP="005B0461">
      <w:r>
        <w:t>152.7050</w:t>
      </w:r>
      <w:r>
        <w:tab/>
        <w:t>2.025e0</w:t>
      </w:r>
    </w:p>
    <w:p w:rsidR="005B0461" w:rsidRDefault="005B0461" w:rsidP="005B0461">
      <w:r>
        <w:t>152.7067</w:t>
      </w:r>
      <w:r>
        <w:tab/>
        <w:t>2.025e0</w:t>
      </w:r>
    </w:p>
    <w:p w:rsidR="005B0461" w:rsidRDefault="005B0461" w:rsidP="005B0461">
      <w:r>
        <w:t>152.7118</w:t>
      </w:r>
      <w:r>
        <w:tab/>
        <w:t>4.051e0</w:t>
      </w:r>
    </w:p>
    <w:p w:rsidR="005B0461" w:rsidRDefault="005B0461" w:rsidP="005B0461">
      <w:r>
        <w:t>152.7178</w:t>
      </w:r>
      <w:r>
        <w:tab/>
        <w:t>1.013e0</w:t>
      </w:r>
    </w:p>
    <w:p w:rsidR="005B0461" w:rsidRDefault="005B0461" w:rsidP="005B0461">
      <w:r>
        <w:t>152.7358</w:t>
      </w:r>
      <w:r>
        <w:tab/>
        <w:t>4.237e0</w:t>
      </w:r>
    </w:p>
    <w:p w:rsidR="005B0461" w:rsidRDefault="005B0461" w:rsidP="005B0461">
      <w:r>
        <w:t>152.7475</w:t>
      </w:r>
      <w:r>
        <w:tab/>
        <w:t>2.025e0</w:t>
      </w:r>
    </w:p>
    <w:p w:rsidR="005B0461" w:rsidRDefault="005B0461" w:rsidP="005B0461">
      <w:r>
        <w:t>152.7579</w:t>
      </w:r>
      <w:r>
        <w:tab/>
        <w:t>3.038e0</w:t>
      </w:r>
    </w:p>
    <w:p w:rsidR="005B0461" w:rsidRDefault="005B0461" w:rsidP="005B0461">
      <w:r>
        <w:t>152.7734</w:t>
      </w:r>
      <w:r>
        <w:tab/>
        <w:t>1.013e0</w:t>
      </w:r>
    </w:p>
    <w:p w:rsidR="005B0461" w:rsidRDefault="005B0461" w:rsidP="005B0461">
      <w:r>
        <w:t>152.7851</w:t>
      </w:r>
      <w:r>
        <w:tab/>
        <w:t>2.025e0</w:t>
      </w:r>
    </w:p>
    <w:p w:rsidR="005B0461" w:rsidRDefault="005B0461" w:rsidP="005B0461">
      <w:r>
        <w:t>152.8048</w:t>
      </w:r>
      <w:r>
        <w:tab/>
        <w:t>5.063e0</w:t>
      </w:r>
    </w:p>
    <w:p w:rsidR="005B0461" w:rsidRDefault="005B0461" w:rsidP="005B0461">
      <w:r>
        <w:t>152.8295</w:t>
      </w:r>
      <w:r>
        <w:tab/>
        <w:t>1.013e0</w:t>
      </w:r>
    </w:p>
    <w:p w:rsidR="005B0461" w:rsidRDefault="005B0461" w:rsidP="005B0461">
      <w:r>
        <w:t>152.8395</w:t>
      </w:r>
      <w:r>
        <w:tab/>
        <w:t>1.013e0</w:t>
      </w:r>
    </w:p>
    <w:p w:rsidR="005B0461" w:rsidRDefault="005B0461" w:rsidP="005B0461">
      <w:r>
        <w:t>152.8428</w:t>
      </w:r>
      <w:r>
        <w:tab/>
        <w:t>1.013e0</w:t>
      </w:r>
    </w:p>
    <w:p w:rsidR="005B0461" w:rsidRDefault="005B0461" w:rsidP="005B0461">
      <w:r>
        <w:t>152.8463</w:t>
      </w:r>
      <w:r>
        <w:tab/>
        <w:t>2.025e0</w:t>
      </w:r>
    </w:p>
    <w:p w:rsidR="005B0461" w:rsidRDefault="005B0461" w:rsidP="005B0461">
      <w:r>
        <w:t>152.8704</w:t>
      </w:r>
      <w:r>
        <w:tab/>
        <w:t>2.025e0</w:t>
      </w:r>
    </w:p>
    <w:p w:rsidR="005B0461" w:rsidRDefault="005B0461" w:rsidP="005B0461">
      <w:r>
        <w:lastRenderedPageBreak/>
        <w:t>152.8745</w:t>
      </w:r>
      <w:r>
        <w:tab/>
        <w:t>3.038e0</w:t>
      </w:r>
    </w:p>
    <w:p w:rsidR="005B0461" w:rsidRDefault="005B0461" w:rsidP="005B0461">
      <w:r>
        <w:t>152.8888</w:t>
      </w:r>
      <w:r>
        <w:tab/>
        <w:t>1.013e0</w:t>
      </w:r>
    </w:p>
    <w:p w:rsidR="005B0461" w:rsidRDefault="005B0461" w:rsidP="005B0461">
      <w:r>
        <w:t>152.9016</w:t>
      </w:r>
      <w:r>
        <w:tab/>
        <w:t>2.931e0</w:t>
      </w:r>
    </w:p>
    <w:p w:rsidR="005B0461" w:rsidRDefault="005B0461" w:rsidP="005B0461">
      <w:r>
        <w:t>152.9082</w:t>
      </w:r>
      <w:r>
        <w:tab/>
        <w:t>1.013e0</w:t>
      </w:r>
    </w:p>
    <w:p w:rsidR="005B0461" w:rsidRDefault="005B0461" w:rsidP="005B0461">
      <w:r>
        <w:t>152.9093</w:t>
      </w:r>
      <w:r>
        <w:tab/>
        <w:t>3.038e0</w:t>
      </w:r>
    </w:p>
    <w:p w:rsidR="005B0461" w:rsidRDefault="005B0461" w:rsidP="005B0461">
      <w:r>
        <w:t>152.9147</w:t>
      </w:r>
      <w:r>
        <w:tab/>
        <w:t>1.013e0</w:t>
      </w:r>
    </w:p>
    <w:p w:rsidR="005B0461" w:rsidRDefault="005B0461" w:rsidP="005B0461">
      <w:r>
        <w:t>152.9214</w:t>
      </w:r>
      <w:r>
        <w:tab/>
        <w:t>1.013e0</w:t>
      </w:r>
    </w:p>
    <w:p w:rsidR="005B0461" w:rsidRDefault="005B0461" w:rsidP="005B0461">
      <w:r>
        <w:t>152.9314</w:t>
      </w:r>
      <w:r>
        <w:tab/>
        <w:t>1.013e0</w:t>
      </w:r>
    </w:p>
    <w:p w:rsidR="005B0461" w:rsidRDefault="005B0461" w:rsidP="005B0461">
      <w:r>
        <w:t>152.9382</w:t>
      </w:r>
      <w:r>
        <w:tab/>
        <w:t>1.013e0</w:t>
      </w:r>
    </w:p>
    <w:p w:rsidR="005B0461" w:rsidRDefault="005B0461" w:rsidP="005B0461">
      <w:r>
        <w:t>152.9481</w:t>
      </w:r>
      <w:r>
        <w:tab/>
        <w:t>1.013e0</w:t>
      </w:r>
    </w:p>
    <w:p w:rsidR="005B0461" w:rsidRDefault="005B0461" w:rsidP="005B0461">
      <w:r>
        <w:t>152.9512</w:t>
      </w:r>
      <w:r>
        <w:tab/>
        <w:t>1.013e0</w:t>
      </w:r>
    </w:p>
    <w:p w:rsidR="005B0461" w:rsidRDefault="005B0461" w:rsidP="005B0461">
      <w:r>
        <w:t>152.9741</w:t>
      </w:r>
      <w:r>
        <w:tab/>
        <w:t>1.013e0</w:t>
      </w:r>
    </w:p>
    <w:p w:rsidR="005B0461" w:rsidRDefault="005B0461" w:rsidP="005B0461">
      <w:r>
        <w:t>152.9842</w:t>
      </w:r>
      <w:r>
        <w:tab/>
        <w:t>3.038e0</w:t>
      </w:r>
    </w:p>
    <w:p w:rsidR="005B0461" w:rsidRDefault="005B0461" w:rsidP="005B0461">
      <w:r>
        <w:t>153.0003</w:t>
      </w:r>
      <w:r>
        <w:tab/>
        <w:t>2.025e0</w:t>
      </w:r>
    </w:p>
    <w:p w:rsidR="005B0461" w:rsidRDefault="005B0461" w:rsidP="005B0461">
      <w:r>
        <w:t>153.0100</w:t>
      </w:r>
      <w:r>
        <w:tab/>
        <w:t>1.013e0</w:t>
      </w:r>
    </w:p>
    <w:p w:rsidR="005B0461" w:rsidRDefault="005B0461" w:rsidP="005B0461">
      <w:r>
        <w:t>153.0212</w:t>
      </w:r>
      <w:r>
        <w:tab/>
        <w:t>4.051e0</w:t>
      </w:r>
    </w:p>
    <w:p w:rsidR="005B0461" w:rsidRDefault="005B0461" w:rsidP="005B0461">
      <w:r>
        <w:t>153.0439</w:t>
      </w:r>
      <w:r>
        <w:tab/>
        <w:t>1.594e1</w:t>
      </w:r>
    </w:p>
    <w:p w:rsidR="005B0461" w:rsidRDefault="005B0461" w:rsidP="005B0461">
      <w:r>
        <w:t>153.0462</w:t>
      </w:r>
      <w:r>
        <w:tab/>
        <w:t>1.994e1</w:t>
      </w:r>
    </w:p>
    <w:p w:rsidR="005B0461" w:rsidRDefault="005B0461" w:rsidP="005B0461">
      <w:r>
        <w:t>153.0599</w:t>
      </w:r>
      <w:r>
        <w:tab/>
        <w:t>4.139e0</w:t>
      </w:r>
    </w:p>
    <w:p w:rsidR="005B0461" w:rsidRDefault="005B0461" w:rsidP="005B0461">
      <w:r>
        <w:lastRenderedPageBreak/>
        <w:t>153.0624</w:t>
      </w:r>
      <w:r>
        <w:tab/>
        <w:t>1.229e0</w:t>
      </w:r>
    </w:p>
    <w:p w:rsidR="005B0461" w:rsidRDefault="005B0461" w:rsidP="005B0461">
      <w:r>
        <w:t>153.0694</w:t>
      </w:r>
      <w:r>
        <w:tab/>
        <w:t>1.302e0</w:t>
      </w:r>
    </w:p>
    <w:p w:rsidR="005B0461" w:rsidRDefault="005B0461" w:rsidP="005B0461">
      <w:r>
        <w:t>153.1038</w:t>
      </w:r>
      <w:r>
        <w:tab/>
        <w:t>3.020e0</w:t>
      </w:r>
    </w:p>
    <w:p w:rsidR="005B0461" w:rsidRDefault="005B0461" w:rsidP="005B0461">
      <w:r>
        <w:t>153.1085</w:t>
      </w:r>
      <w:r>
        <w:tab/>
        <w:t>1.212e0</w:t>
      </w:r>
    </w:p>
    <w:p w:rsidR="005B0461" w:rsidRDefault="005B0461" w:rsidP="005B0461">
      <w:r>
        <w:t>153.1416</w:t>
      </w:r>
      <w:r>
        <w:tab/>
        <w:t>4.570e0</w:t>
      </w:r>
    </w:p>
    <w:p w:rsidR="005B0461" w:rsidRDefault="005B0461" w:rsidP="005B0461">
      <w:r>
        <w:t>153.1759</w:t>
      </w:r>
      <w:r>
        <w:tab/>
        <w:t>4.051e0</w:t>
      </w:r>
    </w:p>
    <w:p w:rsidR="005B0461" w:rsidRDefault="005B0461" w:rsidP="005B0461">
      <w:r>
        <w:t>153.1783</w:t>
      </w:r>
      <w:r>
        <w:tab/>
        <w:t>1.013e0</w:t>
      </w:r>
    </w:p>
    <w:p w:rsidR="005B0461" w:rsidRDefault="005B0461" w:rsidP="005B0461">
      <w:r>
        <w:t>153.1879</w:t>
      </w:r>
      <w:r>
        <w:tab/>
        <w:t>1.013e0</w:t>
      </w:r>
    </w:p>
    <w:p w:rsidR="005B0461" w:rsidRDefault="005B0461" w:rsidP="005B0461">
      <w:r>
        <w:t>153.2075</w:t>
      </w:r>
      <w:r>
        <w:tab/>
        <w:t>2.025e0</w:t>
      </w:r>
    </w:p>
    <w:p w:rsidR="005B0461" w:rsidRDefault="005B0461" w:rsidP="005B0461">
      <w:r>
        <w:t>153.2142</w:t>
      </w:r>
      <w:r>
        <w:tab/>
        <w:t>1.013e0</w:t>
      </w:r>
    </w:p>
    <w:p w:rsidR="005B0461" w:rsidRDefault="005B0461" w:rsidP="005B0461">
      <w:r>
        <w:t>153.2310</w:t>
      </w:r>
      <w:r>
        <w:tab/>
        <w:t>1.013e0</w:t>
      </w:r>
    </w:p>
    <w:p w:rsidR="005B0461" w:rsidRDefault="005B0461" w:rsidP="005B0461">
      <w:r>
        <w:t>153.2325</w:t>
      </w:r>
      <w:r>
        <w:tab/>
        <w:t>2.025e0</w:t>
      </w:r>
    </w:p>
    <w:p w:rsidR="005B0461" w:rsidRDefault="005B0461" w:rsidP="005B0461">
      <w:r>
        <w:t>153.2356</w:t>
      </w:r>
      <w:r>
        <w:tab/>
        <w:t>2.025e0</w:t>
      </w:r>
    </w:p>
    <w:p w:rsidR="005B0461" w:rsidRDefault="005B0461" w:rsidP="005B0461">
      <w:r>
        <w:t>153.2434</w:t>
      </w:r>
      <w:r>
        <w:tab/>
        <w:t>1.013e0</w:t>
      </w:r>
    </w:p>
    <w:p w:rsidR="005B0461" w:rsidRDefault="005B0461" w:rsidP="005B0461">
      <w:r>
        <w:t>153.2552</w:t>
      </w:r>
      <w:r>
        <w:tab/>
        <w:t>2.025e0</w:t>
      </w:r>
    </w:p>
    <w:p w:rsidR="005B0461" w:rsidRDefault="005B0461" w:rsidP="005B0461">
      <w:r>
        <w:t>153.2569</w:t>
      </w:r>
      <w:r>
        <w:tab/>
        <w:t>1.013e0</w:t>
      </w:r>
    </w:p>
    <w:p w:rsidR="005B0461" w:rsidRDefault="005B0461" w:rsidP="005B0461">
      <w:r>
        <w:t>153.2771</w:t>
      </w:r>
      <w:r>
        <w:tab/>
        <w:t>3.038e0</w:t>
      </w:r>
    </w:p>
    <w:p w:rsidR="005B0461" w:rsidRDefault="005B0461" w:rsidP="005B0461">
      <w:r>
        <w:t>153.2803</w:t>
      </w:r>
      <w:r>
        <w:tab/>
        <w:t>1.013e0</w:t>
      </w:r>
    </w:p>
    <w:p w:rsidR="005B0461" w:rsidRDefault="005B0461" w:rsidP="005B0461">
      <w:r>
        <w:t>153.3046</w:t>
      </w:r>
      <w:r>
        <w:tab/>
        <w:t>2.025e0</w:t>
      </w:r>
    </w:p>
    <w:p w:rsidR="005B0461" w:rsidRDefault="005B0461" w:rsidP="005B0461">
      <w:r>
        <w:lastRenderedPageBreak/>
        <w:t>153.3063</w:t>
      </w:r>
      <w:r>
        <w:tab/>
        <w:t>1.013e0</w:t>
      </w:r>
    </w:p>
    <w:p w:rsidR="005B0461" w:rsidRDefault="005B0461" w:rsidP="005B0461">
      <w:r>
        <w:t>153.3266</w:t>
      </w:r>
      <w:r>
        <w:tab/>
        <w:t>2.025e0</w:t>
      </w:r>
    </w:p>
    <w:p w:rsidR="005B0461" w:rsidRDefault="005B0461" w:rsidP="005B0461">
      <w:r>
        <w:t>153.3388</w:t>
      </w:r>
      <w:r>
        <w:tab/>
        <w:t>1.013e0</w:t>
      </w:r>
    </w:p>
    <w:p w:rsidR="005B0461" w:rsidRDefault="005B0461" w:rsidP="005B0461">
      <w:r>
        <w:t>153.3523</w:t>
      </w:r>
      <w:r>
        <w:tab/>
        <w:t>2.025e0</w:t>
      </w:r>
    </w:p>
    <w:p w:rsidR="005B0461" w:rsidRDefault="005B0461" w:rsidP="005B0461">
      <w:r>
        <w:t>153.3760</w:t>
      </w:r>
      <w:r>
        <w:tab/>
        <w:t>2.025e0</w:t>
      </w:r>
    </w:p>
    <w:p w:rsidR="005B0461" w:rsidRDefault="005B0461" w:rsidP="005B0461">
      <w:r>
        <w:t>153.3808</w:t>
      </w:r>
      <w:r>
        <w:tab/>
        <w:t>3.038e0</w:t>
      </w:r>
    </w:p>
    <w:p w:rsidR="005B0461" w:rsidRDefault="005B0461" w:rsidP="005B0461">
      <w:r>
        <w:t>153.3819</w:t>
      </w:r>
      <w:r>
        <w:tab/>
        <w:t>1.013e0</w:t>
      </w:r>
    </w:p>
    <w:p w:rsidR="005B0461" w:rsidRDefault="005B0461" w:rsidP="005B0461">
      <w:r>
        <w:t>153.4067</w:t>
      </w:r>
      <w:r>
        <w:tab/>
        <w:t>2.025e0</w:t>
      </w:r>
    </w:p>
    <w:p w:rsidR="005B0461" w:rsidRDefault="005B0461" w:rsidP="005B0461">
      <w:r>
        <w:t>153.4118</w:t>
      </w:r>
      <w:r>
        <w:tab/>
        <w:t>2.025e0</w:t>
      </w:r>
    </w:p>
    <w:p w:rsidR="005B0461" w:rsidRDefault="005B0461" w:rsidP="005B0461">
      <w:r>
        <w:t>153.4186</w:t>
      </w:r>
      <w:r>
        <w:tab/>
        <w:t>2.025e0</w:t>
      </w:r>
    </w:p>
    <w:p w:rsidR="005B0461" w:rsidRDefault="005B0461" w:rsidP="005B0461">
      <w:r>
        <w:t>153.4219</w:t>
      </w:r>
      <w:r>
        <w:tab/>
        <w:t>1.013e0</w:t>
      </w:r>
    </w:p>
    <w:p w:rsidR="005B0461" w:rsidRDefault="005B0461" w:rsidP="005B0461">
      <w:r>
        <w:t>153.4281</w:t>
      </w:r>
      <w:r>
        <w:tab/>
        <w:t>1.013e0</w:t>
      </w:r>
    </w:p>
    <w:p w:rsidR="005B0461" w:rsidRDefault="005B0461" w:rsidP="005B0461">
      <w:r>
        <w:t>153.4342</w:t>
      </w:r>
      <w:r>
        <w:tab/>
        <w:t>1.013e0</w:t>
      </w:r>
    </w:p>
    <w:p w:rsidR="005B0461" w:rsidRDefault="005B0461" w:rsidP="005B0461">
      <w:r>
        <w:t>153.4410</w:t>
      </w:r>
      <w:r>
        <w:tab/>
        <w:t>2.025e0</w:t>
      </w:r>
    </w:p>
    <w:p w:rsidR="005B0461" w:rsidRDefault="005B0461" w:rsidP="005B0461">
      <w:r>
        <w:t>153.4545</w:t>
      </w:r>
      <w:r>
        <w:tab/>
        <w:t>2.025e0</w:t>
      </w:r>
    </w:p>
    <w:p w:rsidR="005B0461" w:rsidRDefault="005B0461" w:rsidP="005B0461">
      <w:r>
        <w:t>153.4646</w:t>
      </w:r>
      <w:r>
        <w:tab/>
        <w:t>1.013e0</w:t>
      </w:r>
    </w:p>
    <w:p w:rsidR="005B0461" w:rsidRDefault="005B0461" w:rsidP="005B0461">
      <w:r>
        <w:t>153.4905</w:t>
      </w:r>
      <w:r>
        <w:tab/>
        <w:t>1.013e0</w:t>
      </w:r>
    </w:p>
    <w:p w:rsidR="005B0461" w:rsidRDefault="005B0461" w:rsidP="005B0461">
      <w:r>
        <w:t>153.4938</w:t>
      </w:r>
      <w:r>
        <w:tab/>
        <w:t>1.013e0</w:t>
      </w:r>
    </w:p>
    <w:p w:rsidR="005B0461" w:rsidRDefault="005B0461" w:rsidP="005B0461">
      <w:r>
        <w:t>153.5140</w:t>
      </w:r>
      <w:r>
        <w:tab/>
        <w:t>2.025e0</w:t>
      </w:r>
    </w:p>
    <w:p w:rsidR="005B0461" w:rsidRDefault="005B0461" w:rsidP="005B0461">
      <w:r>
        <w:lastRenderedPageBreak/>
        <w:t>153.5174</w:t>
      </w:r>
      <w:r>
        <w:tab/>
        <w:t>1.013e0</w:t>
      </w:r>
    </w:p>
    <w:p w:rsidR="005B0461" w:rsidRDefault="005B0461" w:rsidP="005B0461">
      <w:r>
        <w:t>153.5399</w:t>
      </w:r>
      <w:r>
        <w:tab/>
        <w:t>2.025e0</w:t>
      </w:r>
    </w:p>
    <w:p w:rsidR="005B0461" w:rsidRDefault="005B0461" w:rsidP="005B0461">
      <w:r>
        <w:t>153.5499</w:t>
      </w:r>
      <w:r>
        <w:tab/>
        <w:t>1.013e0</w:t>
      </w:r>
    </w:p>
    <w:p w:rsidR="005B0461" w:rsidRDefault="005B0461" w:rsidP="005B0461">
      <w:r>
        <w:t>153.5634</w:t>
      </w:r>
      <w:r>
        <w:tab/>
        <w:t>1.030e0</w:t>
      </w:r>
    </w:p>
    <w:p w:rsidR="005B0461" w:rsidRDefault="005B0461" w:rsidP="005B0461">
      <w:r>
        <w:t>153.5650</w:t>
      </w:r>
      <w:r>
        <w:tab/>
        <w:t>3.038e0</w:t>
      </w:r>
    </w:p>
    <w:p w:rsidR="005B0461" w:rsidRDefault="005B0461" w:rsidP="005B0461">
      <w:r>
        <w:t>153.5669</w:t>
      </w:r>
      <w:r>
        <w:tab/>
        <w:t>2.025e0</w:t>
      </w:r>
    </w:p>
    <w:p w:rsidR="005B0461" w:rsidRDefault="005B0461" w:rsidP="005B0461">
      <w:r>
        <w:t>153.5791</w:t>
      </w:r>
      <w:r>
        <w:tab/>
        <w:t>2.025e0</w:t>
      </w:r>
    </w:p>
    <w:p w:rsidR="005B0461" w:rsidRDefault="005B0461" w:rsidP="005B0461">
      <w:r>
        <w:t>153.5849</w:t>
      </w:r>
      <w:r>
        <w:tab/>
        <w:t>4.051e0</w:t>
      </w:r>
    </w:p>
    <w:p w:rsidR="005B0461" w:rsidRDefault="005B0461" w:rsidP="005B0461">
      <w:r>
        <w:t>153.5884</w:t>
      </w:r>
      <w:r>
        <w:tab/>
        <w:t>3.038e0</w:t>
      </w:r>
    </w:p>
    <w:p w:rsidR="005B0461" w:rsidRDefault="005B0461" w:rsidP="005B0461">
      <w:r>
        <w:t>153.5993</w:t>
      </w:r>
      <w:r>
        <w:tab/>
        <w:t>1.013e0</w:t>
      </w:r>
    </w:p>
    <w:p w:rsidR="005B0461" w:rsidRDefault="005B0461" w:rsidP="005B0461">
      <w:r>
        <w:t>153.6061</w:t>
      </w:r>
      <w:r>
        <w:tab/>
        <w:t>1.013e0</w:t>
      </w:r>
    </w:p>
    <w:p w:rsidR="005B0461" w:rsidRDefault="005B0461" w:rsidP="005B0461">
      <w:r>
        <w:t>153.6113</w:t>
      </w:r>
      <w:r>
        <w:tab/>
        <w:t>2.025e0</w:t>
      </w:r>
    </w:p>
    <w:p w:rsidR="005B0461" w:rsidRDefault="005B0461" w:rsidP="005B0461">
      <w:r>
        <w:t>153.6161</w:t>
      </w:r>
      <w:r>
        <w:tab/>
        <w:t>1.013e0</w:t>
      </w:r>
    </w:p>
    <w:p w:rsidR="005B0461" w:rsidRDefault="005B0461" w:rsidP="005B0461">
      <w:r>
        <w:t>153.6251</w:t>
      </w:r>
      <w:r>
        <w:tab/>
        <w:t>2.025e0</w:t>
      </w:r>
    </w:p>
    <w:p w:rsidR="005B0461" w:rsidRDefault="005B0461" w:rsidP="005B0461">
      <w:r>
        <w:t>153.6488</w:t>
      </w:r>
      <w:r>
        <w:tab/>
        <w:t>1.013e0</w:t>
      </w:r>
    </w:p>
    <w:p w:rsidR="005B0461" w:rsidRDefault="005B0461" w:rsidP="005B0461">
      <w:r>
        <w:t>153.6521</w:t>
      </w:r>
      <w:r>
        <w:tab/>
        <w:t>2.025e0</w:t>
      </w:r>
    </w:p>
    <w:p w:rsidR="005B0461" w:rsidRDefault="005B0461" w:rsidP="005B0461">
      <w:r>
        <w:t>153.6606</w:t>
      </w:r>
      <w:r>
        <w:tab/>
        <w:t>2.025e0</w:t>
      </w:r>
    </w:p>
    <w:p w:rsidR="005B0461" w:rsidRDefault="005B0461" w:rsidP="005B0461">
      <w:r>
        <w:t>153.6728</w:t>
      </w:r>
      <w:r>
        <w:tab/>
        <w:t>2.025e0</w:t>
      </w:r>
    </w:p>
    <w:p w:rsidR="005B0461" w:rsidRDefault="005B0461" w:rsidP="005B0461">
      <w:r>
        <w:t>153.6814</w:t>
      </w:r>
      <w:r>
        <w:tab/>
        <w:t>1.013e0</w:t>
      </w:r>
    </w:p>
    <w:p w:rsidR="005B0461" w:rsidRDefault="005B0461" w:rsidP="005B0461">
      <w:r>
        <w:lastRenderedPageBreak/>
        <w:t>153.6882</w:t>
      </w:r>
      <w:r>
        <w:tab/>
        <w:t>1.013e0</w:t>
      </w:r>
    </w:p>
    <w:p w:rsidR="005B0461" w:rsidRDefault="005B0461" w:rsidP="005B0461">
      <w:r>
        <w:t>153.6949</w:t>
      </w:r>
      <w:r>
        <w:tab/>
        <w:t>1.013e0</w:t>
      </w:r>
    </w:p>
    <w:p w:rsidR="005B0461" w:rsidRDefault="005B0461" w:rsidP="005B0461">
      <w:r>
        <w:t>153.7083</w:t>
      </w:r>
      <w:r>
        <w:tab/>
        <w:t>3.038e0</w:t>
      </w:r>
    </w:p>
    <w:p w:rsidR="005B0461" w:rsidRDefault="005B0461" w:rsidP="005B0461">
      <w:r>
        <w:t>153.7210</w:t>
      </w:r>
      <w:r>
        <w:tab/>
        <w:t>1.013e0</w:t>
      </w:r>
    </w:p>
    <w:p w:rsidR="005B0461" w:rsidRDefault="005B0461" w:rsidP="005B0461">
      <w:r>
        <w:t>153.7275</w:t>
      </w:r>
      <w:r>
        <w:tab/>
        <w:t>1.013e0</w:t>
      </w:r>
    </w:p>
    <w:p w:rsidR="005B0461" w:rsidRDefault="005B0461" w:rsidP="005B0461">
      <w:r>
        <w:t>153.7410</w:t>
      </w:r>
      <w:r>
        <w:tab/>
        <w:t>1.013e0</w:t>
      </w:r>
    </w:p>
    <w:p w:rsidR="005B0461" w:rsidRDefault="005B0461" w:rsidP="005B0461">
      <w:r>
        <w:t>153.7452</w:t>
      </w:r>
      <w:r>
        <w:tab/>
        <w:t>3.038e0</w:t>
      </w:r>
    </w:p>
    <w:p w:rsidR="005B0461" w:rsidRDefault="005B0461" w:rsidP="005B0461">
      <w:r>
        <w:t>153.7673</w:t>
      </w:r>
      <w:r>
        <w:tab/>
        <w:t>1.013e0</w:t>
      </w:r>
    </w:p>
    <w:p w:rsidR="005B0461" w:rsidRDefault="005B0461" w:rsidP="005B0461">
      <w:r>
        <w:t>153.7770</w:t>
      </w:r>
      <w:r>
        <w:tab/>
        <w:t>2.025e0</w:t>
      </w:r>
    </w:p>
    <w:p w:rsidR="005B0461" w:rsidRDefault="005B0461" w:rsidP="005B0461">
      <w:r>
        <w:t>153.7938</w:t>
      </w:r>
      <w:r>
        <w:tab/>
        <w:t>2.025e0</w:t>
      </w:r>
    </w:p>
    <w:p w:rsidR="005B0461" w:rsidRDefault="005B0461" w:rsidP="005B0461">
      <w:r>
        <w:t>153.8039</w:t>
      </w:r>
      <w:r>
        <w:tab/>
        <w:t>1.013e0</w:t>
      </w:r>
    </w:p>
    <w:p w:rsidR="005B0461" w:rsidRDefault="005B0461" w:rsidP="005B0461">
      <w:r>
        <w:t>153.8058</w:t>
      </w:r>
      <w:r>
        <w:tab/>
        <w:t>3.038e0</w:t>
      </w:r>
    </w:p>
    <w:p w:rsidR="005B0461" w:rsidRDefault="005B0461" w:rsidP="005B0461">
      <w:r>
        <w:t>153.8165</w:t>
      </w:r>
      <w:r>
        <w:tab/>
        <w:t>2.025e0</w:t>
      </w:r>
    </w:p>
    <w:p w:rsidR="005B0461" w:rsidRDefault="005B0461" w:rsidP="005B0461">
      <w:r>
        <w:t>153.8230</w:t>
      </w:r>
      <w:r>
        <w:tab/>
        <w:t>1.013e0</w:t>
      </w:r>
    </w:p>
    <w:p w:rsidR="005B0461" w:rsidRDefault="005B0461" w:rsidP="005B0461">
      <w:r>
        <w:t>153.8332</w:t>
      </w:r>
      <w:r>
        <w:tab/>
        <w:t>1.013e0</w:t>
      </w:r>
    </w:p>
    <w:p w:rsidR="005B0461" w:rsidRDefault="005B0461" w:rsidP="005B0461">
      <w:r>
        <w:t>153.8432</w:t>
      </w:r>
      <w:r>
        <w:tab/>
        <w:t>1.013e0</w:t>
      </w:r>
    </w:p>
    <w:p w:rsidR="005B0461" w:rsidRDefault="005B0461" w:rsidP="005B0461">
      <w:r>
        <w:t>153.8516</w:t>
      </w:r>
      <w:r>
        <w:tab/>
        <w:t>2.025e0</w:t>
      </w:r>
    </w:p>
    <w:p w:rsidR="005B0461" w:rsidRDefault="005B0461" w:rsidP="005B0461">
      <w:r>
        <w:t>153.8599</w:t>
      </w:r>
      <w:r>
        <w:tab/>
        <w:t>1.013e0</w:t>
      </w:r>
    </w:p>
    <w:p w:rsidR="005B0461" w:rsidRDefault="005B0461" w:rsidP="005B0461">
      <w:r>
        <w:t>153.8668</w:t>
      </w:r>
      <w:r>
        <w:tab/>
        <w:t>3.038e0</w:t>
      </w:r>
    </w:p>
    <w:p w:rsidR="005B0461" w:rsidRDefault="005B0461" w:rsidP="005B0461">
      <w:r>
        <w:lastRenderedPageBreak/>
        <w:t>153.8725</w:t>
      </w:r>
      <w:r>
        <w:tab/>
        <w:t>1.013e0</w:t>
      </w:r>
    </w:p>
    <w:p w:rsidR="005B0461" w:rsidRDefault="005B0461" w:rsidP="005B0461">
      <w:r>
        <w:t>153.8793</w:t>
      </w:r>
      <w:r>
        <w:tab/>
        <w:t>1.013e0</w:t>
      </w:r>
    </w:p>
    <w:p w:rsidR="005B0461" w:rsidRDefault="005B0461" w:rsidP="005B0461">
      <w:r>
        <w:t>153.8927</w:t>
      </w:r>
      <w:r>
        <w:tab/>
        <w:t>2.025e0</w:t>
      </w:r>
    </w:p>
    <w:p w:rsidR="005B0461" w:rsidRDefault="005B0461" w:rsidP="005B0461">
      <w:r>
        <w:t>153.9254</w:t>
      </w:r>
      <w:r>
        <w:tab/>
        <w:t>1.013e0</w:t>
      </w:r>
    </w:p>
    <w:p w:rsidR="005B0461" w:rsidRDefault="005B0461" w:rsidP="005B0461">
      <w:r>
        <w:t>153.9321</w:t>
      </w:r>
      <w:r>
        <w:tab/>
        <w:t>1.013e0</w:t>
      </w:r>
    </w:p>
    <w:p w:rsidR="005B0461" w:rsidRDefault="005B0461" w:rsidP="005B0461">
      <w:r>
        <w:t>153.9680</w:t>
      </w:r>
      <w:r>
        <w:tab/>
        <w:t>1.013e0</w:t>
      </w:r>
    </w:p>
    <w:p w:rsidR="005B0461" w:rsidRDefault="005B0461" w:rsidP="005B0461">
      <w:r>
        <w:t>153.9715</w:t>
      </w:r>
      <w:r>
        <w:tab/>
        <w:t>1.013e0</w:t>
      </w:r>
    </w:p>
    <w:p w:rsidR="005B0461" w:rsidRDefault="005B0461" w:rsidP="005B0461">
      <w:r>
        <w:t>153.9816</w:t>
      </w:r>
      <w:r>
        <w:tab/>
        <w:t>1.013e0</w:t>
      </w:r>
    </w:p>
    <w:p w:rsidR="005B0461" w:rsidRDefault="005B0461" w:rsidP="005B0461">
      <w:r>
        <w:t>153.9849</w:t>
      </w:r>
      <w:r>
        <w:tab/>
        <w:t>1.013e0</w:t>
      </w:r>
    </w:p>
    <w:p w:rsidR="005B0461" w:rsidRDefault="005B0461" w:rsidP="005B0461">
      <w:r>
        <w:t>154.0053</w:t>
      </w:r>
      <w:r>
        <w:tab/>
        <w:t>2.025e0</w:t>
      </w:r>
    </w:p>
    <w:p w:rsidR="005B0461" w:rsidRDefault="005B0461" w:rsidP="005B0461">
      <w:r>
        <w:t>154.0097</w:t>
      </w:r>
      <w:r>
        <w:tab/>
        <w:t>4.051e0</w:t>
      </w:r>
    </w:p>
    <w:p w:rsidR="005B0461" w:rsidRDefault="005B0461" w:rsidP="005B0461">
      <w:r>
        <w:t>154.0111</w:t>
      </w:r>
      <w:r>
        <w:tab/>
        <w:t>2.025e0</w:t>
      </w:r>
    </w:p>
    <w:p w:rsidR="005B0461" w:rsidRDefault="005B0461" w:rsidP="005B0461">
      <w:r>
        <w:t>154.0277</w:t>
      </w:r>
      <w:r>
        <w:tab/>
        <w:t>2.676e0</w:t>
      </w:r>
    </w:p>
    <w:p w:rsidR="005B0461" w:rsidRDefault="005B0461" w:rsidP="005B0461">
      <w:r>
        <w:t>154.0311</w:t>
      </w:r>
      <w:r>
        <w:tab/>
        <w:t>1.013e0</w:t>
      </w:r>
    </w:p>
    <w:p w:rsidR="005B0461" w:rsidRDefault="005B0461" w:rsidP="005B0461">
      <w:r>
        <w:t>154.0384</w:t>
      </w:r>
      <w:r>
        <w:tab/>
        <w:t>3.280e0</w:t>
      </w:r>
    </w:p>
    <w:p w:rsidR="005B0461" w:rsidRDefault="005B0461" w:rsidP="005B0461">
      <w:r>
        <w:t>154.0510</w:t>
      </w:r>
      <w:r>
        <w:tab/>
        <w:t>2.170e0</w:t>
      </w:r>
    </w:p>
    <w:p w:rsidR="005B0461" w:rsidRDefault="005B0461" w:rsidP="005B0461">
      <w:r>
        <w:t>154.0602</w:t>
      </w:r>
      <w:r>
        <w:tab/>
        <w:t>4.051e0</w:t>
      </w:r>
    </w:p>
    <w:p w:rsidR="005B0461" w:rsidRDefault="005B0461" w:rsidP="005B0461">
      <w:r>
        <w:t>154.0653</w:t>
      </w:r>
      <w:r>
        <w:tab/>
        <w:t>1.879e0</w:t>
      </w:r>
    </w:p>
    <w:p w:rsidR="005B0461" w:rsidRDefault="005B0461" w:rsidP="005B0461">
      <w:r>
        <w:t>154.0677</w:t>
      </w:r>
      <w:r>
        <w:tab/>
        <w:t>2.818e0</w:t>
      </w:r>
    </w:p>
    <w:p w:rsidR="005B0461" w:rsidRDefault="005B0461" w:rsidP="005B0461">
      <w:r>
        <w:lastRenderedPageBreak/>
        <w:t>154.0980</w:t>
      </w:r>
      <w:r>
        <w:tab/>
        <w:t>6.939e0</w:t>
      </w:r>
    </w:p>
    <w:p w:rsidR="005B0461" w:rsidRDefault="005B0461" w:rsidP="005B0461">
      <w:r>
        <w:t>154.0998</w:t>
      </w:r>
      <w:r>
        <w:tab/>
        <w:t>7.260e0</w:t>
      </w:r>
    </w:p>
    <w:p w:rsidR="005B0461" w:rsidRDefault="005B0461" w:rsidP="005B0461">
      <w:r>
        <w:t>154.1024</w:t>
      </w:r>
      <w:r>
        <w:tab/>
        <w:t>1.541e0</w:t>
      </w:r>
    </w:p>
    <w:p w:rsidR="005B0461" w:rsidRDefault="005B0461" w:rsidP="005B0461">
      <w:r>
        <w:t>154.1312</w:t>
      </w:r>
      <w:r>
        <w:tab/>
        <w:t>3.544e0</w:t>
      </w:r>
    </w:p>
    <w:p w:rsidR="005B0461" w:rsidRDefault="005B0461" w:rsidP="005B0461">
      <w:r>
        <w:t>154.1401</w:t>
      </w:r>
      <w:r>
        <w:tab/>
        <w:t>1.715e0</w:t>
      </w:r>
    </w:p>
    <w:p w:rsidR="005B0461" w:rsidRDefault="005B0461" w:rsidP="005B0461">
      <w:r>
        <w:t>154.1568</w:t>
      </w:r>
      <w:r>
        <w:tab/>
        <w:t>1.596e1</w:t>
      </w:r>
    </w:p>
    <w:p w:rsidR="005B0461" w:rsidRDefault="005B0461" w:rsidP="005B0461">
      <w:r>
        <w:t>154.1793</w:t>
      </w:r>
      <w:r>
        <w:tab/>
        <w:t>5.063e0</w:t>
      </w:r>
    </w:p>
    <w:p w:rsidR="005B0461" w:rsidRDefault="005B0461" w:rsidP="005B0461">
      <w:r>
        <w:t>154.1998</w:t>
      </w:r>
      <w:r>
        <w:tab/>
        <w:t>1.013e0</w:t>
      </w:r>
    </w:p>
    <w:p w:rsidR="005B0461" w:rsidRDefault="005B0461" w:rsidP="005B0461">
      <w:r>
        <w:t>154.2032</w:t>
      </w:r>
      <w:r>
        <w:tab/>
        <w:t>2.025e0</w:t>
      </w:r>
    </w:p>
    <w:p w:rsidR="005B0461" w:rsidRDefault="005B0461" w:rsidP="005B0461">
      <w:r>
        <w:t>154.2136</w:t>
      </w:r>
      <w:r>
        <w:tab/>
        <w:t>2.025e0</w:t>
      </w:r>
    </w:p>
    <w:p w:rsidR="005B0461" w:rsidRDefault="005B0461" w:rsidP="005B0461">
      <w:r>
        <w:t>154.2171</w:t>
      </w:r>
      <w:r>
        <w:tab/>
        <w:t>2.025e0</w:t>
      </w:r>
    </w:p>
    <w:p w:rsidR="005B0461" w:rsidRDefault="005B0461" w:rsidP="005B0461">
      <w:r>
        <w:t>154.2324</w:t>
      </w:r>
      <w:r>
        <w:tab/>
        <w:t>1.013e0</w:t>
      </w:r>
    </w:p>
    <w:p w:rsidR="005B0461" w:rsidRDefault="005B0461" w:rsidP="005B0461">
      <w:r>
        <w:t>154.2357</w:t>
      </w:r>
      <w:r>
        <w:tab/>
        <w:t>1.013e0</w:t>
      </w:r>
    </w:p>
    <w:p w:rsidR="005B0461" w:rsidRDefault="005B0461" w:rsidP="005B0461">
      <w:r>
        <w:t>154.2527</w:t>
      </w:r>
      <w:r>
        <w:tab/>
        <w:t>2.025e0</w:t>
      </w:r>
    </w:p>
    <w:p w:rsidR="005B0461" w:rsidRDefault="005B0461" w:rsidP="005B0461">
      <w:r>
        <w:t>154.2555</w:t>
      </w:r>
      <w:r>
        <w:tab/>
        <w:t>1.013e0</w:t>
      </w:r>
    </w:p>
    <w:p w:rsidR="005B0461" w:rsidRDefault="005B0461" w:rsidP="005B0461">
      <w:r>
        <w:t>154.2684</w:t>
      </w:r>
      <w:r>
        <w:tab/>
        <w:t>3.038e0</w:t>
      </w:r>
    </w:p>
    <w:p w:rsidR="005B0461" w:rsidRDefault="005B0461" w:rsidP="005B0461">
      <w:r>
        <w:t>154.2786</w:t>
      </w:r>
      <w:r>
        <w:tab/>
        <w:t>1.013e0</w:t>
      </w:r>
    </w:p>
    <w:p w:rsidR="005B0461" w:rsidRDefault="005B0461" w:rsidP="005B0461">
      <w:r>
        <w:t>154.2853</w:t>
      </w:r>
      <w:r>
        <w:tab/>
        <w:t>1.013e0</w:t>
      </w:r>
    </w:p>
    <w:p w:rsidR="005B0461" w:rsidRDefault="005B0461" w:rsidP="005B0461">
      <w:r>
        <w:t>154.2956</w:t>
      </w:r>
      <w:r>
        <w:tab/>
        <w:t>3.038e0</w:t>
      </w:r>
    </w:p>
    <w:p w:rsidR="005B0461" w:rsidRDefault="005B0461" w:rsidP="005B0461">
      <w:r>
        <w:lastRenderedPageBreak/>
        <w:t>154.3112</w:t>
      </w:r>
      <w:r>
        <w:tab/>
        <w:t>3.038e0</w:t>
      </w:r>
    </w:p>
    <w:p w:rsidR="005B0461" w:rsidRDefault="005B0461" w:rsidP="005B0461">
      <w:r>
        <w:t>154.3415</w:t>
      </w:r>
      <w:r>
        <w:tab/>
        <w:t>1.013e0</w:t>
      </w:r>
    </w:p>
    <w:p w:rsidR="005B0461" w:rsidRDefault="005B0461" w:rsidP="005B0461">
      <w:r>
        <w:t>154.3449</w:t>
      </w:r>
      <w:r>
        <w:tab/>
        <w:t>1.013e0</w:t>
      </w:r>
    </w:p>
    <w:p w:rsidR="005B0461" w:rsidRDefault="005B0461" w:rsidP="005B0461">
      <w:r>
        <w:t>154.3640</w:t>
      </w:r>
      <w:r>
        <w:tab/>
        <w:t>2.025e0</w:t>
      </w:r>
    </w:p>
    <w:p w:rsidR="005B0461" w:rsidRDefault="005B0461" w:rsidP="005B0461">
      <w:r>
        <w:t>154.3743</w:t>
      </w:r>
      <w:r>
        <w:tab/>
        <w:t>1.013e0</w:t>
      </w:r>
    </w:p>
    <w:p w:rsidR="005B0461" w:rsidRDefault="005B0461" w:rsidP="005B0461">
      <w:r>
        <w:t>154.3810</w:t>
      </w:r>
      <w:r>
        <w:tab/>
        <w:t>1.013e0</w:t>
      </w:r>
    </w:p>
    <w:p w:rsidR="005B0461" w:rsidRDefault="005B0461" w:rsidP="005B0461">
      <w:r>
        <w:t>154.3911</w:t>
      </w:r>
      <w:r>
        <w:tab/>
        <w:t>1.013e0</w:t>
      </w:r>
    </w:p>
    <w:p w:rsidR="005B0461" w:rsidRDefault="005B0461" w:rsidP="005B0461">
      <w:r>
        <w:t>154.4072</w:t>
      </w:r>
      <w:r>
        <w:tab/>
        <w:t>1.013e0</w:t>
      </w:r>
    </w:p>
    <w:p w:rsidR="005B0461" w:rsidRDefault="005B0461" w:rsidP="005B0461">
      <w:r>
        <w:t>154.4136</w:t>
      </w:r>
      <w:r>
        <w:tab/>
        <w:t>1.013e0</w:t>
      </w:r>
    </w:p>
    <w:p w:rsidR="005B0461" w:rsidRDefault="005B0461" w:rsidP="005B0461">
      <w:r>
        <w:t>154.4204</w:t>
      </w:r>
      <w:r>
        <w:tab/>
        <w:t>1.013e0</w:t>
      </w:r>
    </w:p>
    <w:p w:rsidR="005B0461" w:rsidRDefault="005B0461" w:rsidP="005B0461">
      <w:r>
        <w:t>154.4272</w:t>
      </w:r>
      <w:r>
        <w:tab/>
        <w:t>1.013e0</w:t>
      </w:r>
    </w:p>
    <w:p w:rsidR="005B0461" w:rsidRDefault="005B0461" w:rsidP="005B0461">
      <w:r>
        <w:t>154.4372</w:t>
      </w:r>
      <w:r>
        <w:tab/>
        <w:t>1.013e0</w:t>
      </w:r>
    </w:p>
    <w:p w:rsidR="005B0461" w:rsidRDefault="005B0461" w:rsidP="005B0461">
      <w:r>
        <w:t>154.4506</w:t>
      </w:r>
      <w:r>
        <w:tab/>
        <w:t>2.025e0</w:t>
      </w:r>
    </w:p>
    <w:p w:rsidR="005B0461" w:rsidRDefault="005B0461" w:rsidP="005B0461">
      <w:r>
        <w:t>154.4599</w:t>
      </w:r>
      <w:r>
        <w:tab/>
        <w:t>1.013e0</w:t>
      </w:r>
    </w:p>
    <w:p w:rsidR="005B0461" w:rsidRDefault="005B0461" w:rsidP="005B0461">
      <w:r>
        <w:t>154.4631</w:t>
      </w:r>
      <w:r>
        <w:tab/>
        <w:t>1.013e0</w:t>
      </w:r>
    </w:p>
    <w:p w:rsidR="005B0461" w:rsidRDefault="005B0461" w:rsidP="005B0461">
      <w:r>
        <w:t>154.5001</w:t>
      </w:r>
      <w:r>
        <w:tab/>
        <w:t>1.013e0</w:t>
      </w:r>
    </w:p>
    <w:p w:rsidR="005B0461" w:rsidRDefault="005B0461" w:rsidP="005B0461">
      <w:r>
        <w:t>154.5034</w:t>
      </w:r>
      <w:r>
        <w:tab/>
        <w:t>3.038e0</w:t>
      </w:r>
    </w:p>
    <w:p w:rsidR="005B0461" w:rsidRDefault="005B0461" w:rsidP="005B0461">
      <w:r>
        <w:t>154.5174</w:t>
      </w:r>
      <w:r>
        <w:tab/>
        <w:t>3.038e0</w:t>
      </w:r>
    </w:p>
    <w:p w:rsidR="005B0461" w:rsidRDefault="005B0461" w:rsidP="005B0461">
      <w:r>
        <w:t>154.5329</w:t>
      </w:r>
      <w:r>
        <w:tab/>
        <w:t>1.013e0</w:t>
      </w:r>
    </w:p>
    <w:p w:rsidR="005B0461" w:rsidRDefault="005B0461" w:rsidP="005B0461">
      <w:r>
        <w:lastRenderedPageBreak/>
        <w:t>154.5414</w:t>
      </w:r>
      <w:r>
        <w:tab/>
        <w:t>2.025e0</w:t>
      </w:r>
    </w:p>
    <w:p w:rsidR="005B0461" w:rsidRDefault="005B0461" w:rsidP="005B0461">
      <w:r>
        <w:t>154.5517</w:t>
      </w:r>
      <w:r>
        <w:tab/>
        <w:t>2.025e0</w:t>
      </w:r>
    </w:p>
    <w:p w:rsidR="005B0461" w:rsidRDefault="005B0461" w:rsidP="005B0461">
      <w:r>
        <w:t>154.5590</w:t>
      </w:r>
      <w:r>
        <w:tab/>
        <w:t>1.013e0</w:t>
      </w:r>
    </w:p>
    <w:p w:rsidR="005B0461" w:rsidRDefault="005B0461" w:rsidP="005B0461">
      <w:r>
        <w:t>154.5825</w:t>
      </w:r>
      <w:r>
        <w:tab/>
        <w:t>1.013e0</w:t>
      </w:r>
    </w:p>
    <w:p w:rsidR="005B0461" w:rsidRDefault="005B0461" w:rsidP="005B0461">
      <w:r>
        <w:t>154.6118</w:t>
      </w:r>
      <w:r>
        <w:tab/>
        <w:t>1.013e0</w:t>
      </w:r>
    </w:p>
    <w:p w:rsidR="005B0461" w:rsidRDefault="005B0461" w:rsidP="005B0461">
      <w:r>
        <w:t>154.6152</w:t>
      </w:r>
      <w:r>
        <w:tab/>
        <w:t>1.013e0</w:t>
      </w:r>
    </w:p>
    <w:p w:rsidR="005B0461" w:rsidRDefault="005B0461" w:rsidP="005B0461">
      <w:r>
        <w:t>154.6320</w:t>
      </w:r>
      <w:r>
        <w:tab/>
        <w:t>1.013e0</w:t>
      </w:r>
    </w:p>
    <w:p w:rsidR="005B0461" w:rsidRDefault="005B0461" w:rsidP="005B0461">
      <w:r>
        <w:t>154.6456</w:t>
      </w:r>
      <w:r>
        <w:tab/>
        <w:t>2.025e0</w:t>
      </w:r>
    </w:p>
    <w:p w:rsidR="005B0461" w:rsidRDefault="005B0461" w:rsidP="005B0461">
      <w:r>
        <w:t>154.6682</w:t>
      </w:r>
      <w:r>
        <w:tab/>
        <w:t>1.013e0</w:t>
      </w:r>
    </w:p>
    <w:p w:rsidR="005B0461" w:rsidRDefault="005B0461" w:rsidP="005B0461">
      <w:r>
        <w:t>154.6935</w:t>
      </w:r>
      <w:r>
        <w:tab/>
        <w:t>2.025e0</w:t>
      </w:r>
    </w:p>
    <w:p w:rsidR="005B0461" w:rsidRDefault="005B0461" w:rsidP="005B0461">
      <w:r>
        <w:t>154.7438</w:t>
      </w:r>
      <w:r>
        <w:tab/>
        <w:t>3.038e0</w:t>
      </w:r>
    </w:p>
    <w:p w:rsidR="005B0461" w:rsidRDefault="005B0461" w:rsidP="005B0461">
      <w:r>
        <w:t>154.7673</w:t>
      </w:r>
      <w:r>
        <w:tab/>
        <w:t>1.013e0</w:t>
      </w:r>
    </w:p>
    <w:p w:rsidR="005B0461" w:rsidRDefault="005B0461" w:rsidP="005B0461">
      <w:r>
        <w:t>154.7741</w:t>
      </w:r>
      <w:r>
        <w:tab/>
        <w:t>1.013e0</w:t>
      </w:r>
    </w:p>
    <w:p w:rsidR="005B0461" w:rsidRDefault="005B0461" w:rsidP="005B0461">
      <w:r>
        <w:t>154.7825</w:t>
      </w:r>
      <w:r>
        <w:tab/>
        <w:t>2.025e0</w:t>
      </w:r>
    </w:p>
    <w:p w:rsidR="005B0461" w:rsidRDefault="005B0461" w:rsidP="005B0461">
      <w:r>
        <w:t>154.7978</w:t>
      </w:r>
      <w:r>
        <w:tab/>
        <w:t>2.025e0</w:t>
      </w:r>
    </w:p>
    <w:p w:rsidR="005B0461" w:rsidRDefault="005B0461" w:rsidP="005B0461">
      <w:r>
        <w:t>154.8169</w:t>
      </w:r>
      <w:r>
        <w:tab/>
        <w:t>1.013e0</w:t>
      </w:r>
    </w:p>
    <w:p w:rsidR="005B0461" w:rsidRDefault="005B0461" w:rsidP="005B0461">
      <w:r>
        <w:t>154.8422</w:t>
      </w:r>
      <w:r>
        <w:tab/>
        <w:t>2.025e0</w:t>
      </w:r>
    </w:p>
    <w:p w:rsidR="005B0461" w:rsidRDefault="005B0461" w:rsidP="005B0461">
      <w:r>
        <w:t>154.8698</w:t>
      </w:r>
      <w:r>
        <w:tab/>
        <w:t>1.013e0</w:t>
      </w:r>
    </w:p>
    <w:p w:rsidR="005B0461" w:rsidRDefault="005B0461" w:rsidP="005B0461">
      <w:r>
        <w:t>154.8867</w:t>
      </w:r>
      <w:r>
        <w:tab/>
        <w:t>2.025e0</w:t>
      </w:r>
    </w:p>
    <w:p w:rsidR="005B0461" w:rsidRDefault="005B0461" w:rsidP="005B0461">
      <w:r>
        <w:lastRenderedPageBreak/>
        <w:t>154.9111</w:t>
      </w:r>
      <w:r>
        <w:tab/>
        <w:t>2.025e0</w:t>
      </w:r>
    </w:p>
    <w:p w:rsidR="005B0461" w:rsidRDefault="005B0461" w:rsidP="005B0461">
      <w:r>
        <w:t>154.9127</w:t>
      </w:r>
      <w:r>
        <w:tab/>
        <w:t>1.013e0</w:t>
      </w:r>
    </w:p>
    <w:p w:rsidR="005B0461" w:rsidRDefault="005B0461" w:rsidP="005B0461">
      <w:r>
        <w:t>154.9363</w:t>
      </w:r>
      <w:r>
        <w:tab/>
        <w:t>1.013e0</w:t>
      </w:r>
    </w:p>
    <w:p w:rsidR="005B0461" w:rsidRDefault="005B0461" w:rsidP="005B0461">
      <w:r>
        <w:t>154.9430</w:t>
      </w:r>
      <w:r>
        <w:tab/>
        <w:t>2.025e0</w:t>
      </w:r>
    </w:p>
    <w:p w:rsidR="005B0461" w:rsidRDefault="005B0461" w:rsidP="005B0461">
      <w:r>
        <w:t>154.9499</w:t>
      </w:r>
      <w:r>
        <w:tab/>
        <w:t>2.025e0</w:t>
      </w:r>
    </w:p>
    <w:p w:rsidR="005B0461" w:rsidRDefault="005B0461" w:rsidP="005B0461">
      <w:r>
        <w:t>154.9656</w:t>
      </w:r>
      <w:r>
        <w:tab/>
        <w:t>1.013e0</w:t>
      </w:r>
    </w:p>
    <w:p w:rsidR="005B0461" w:rsidRDefault="005B0461" w:rsidP="005B0461">
      <w:r>
        <w:t>154.9724</w:t>
      </w:r>
      <w:r>
        <w:tab/>
        <w:t>1.013e0</w:t>
      </w:r>
    </w:p>
    <w:p w:rsidR="005B0461" w:rsidRDefault="005B0461" w:rsidP="005B0461">
      <w:r>
        <w:t>154.9892</w:t>
      </w:r>
      <w:r>
        <w:tab/>
        <w:t>1.013e0</w:t>
      </w:r>
    </w:p>
    <w:p w:rsidR="005B0461" w:rsidRDefault="005B0461" w:rsidP="005B0461">
      <w:r>
        <w:t>155.0027</w:t>
      </w:r>
      <w:r>
        <w:tab/>
        <w:t>1.013e0</w:t>
      </w:r>
    </w:p>
    <w:p w:rsidR="005B0461" w:rsidRDefault="005B0461" w:rsidP="005B0461">
      <w:r>
        <w:t>155.0089</w:t>
      </w:r>
      <w:r>
        <w:tab/>
        <w:t>1.013e0</w:t>
      </w:r>
    </w:p>
    <w:p w:rsidR="005B0461" w:rsidRDefault="005B0461" w:rsidP="005B0461">
      <w:r>
        <w:t>155.0179</w:t>
      </w:r>
      <w:r>
        <w:tab/>
        <w:t>4.051e0</w:t>
      </w:r>
    </w:p>
    <w:p w:rsidR="005B0461" w:rsidRDefault="005B0461" w:rsidP="005B0461">
      <w:r>
        <w:t>155.0288</w:t>
      </w:r>
      <w:r>
        <w:tab/>
        <w:t>1.901e0</w:t>
      </w:r>
    </w:p>
    <w:p w:rsidR="005B0461" w:rsidRDefault="005B0461" w:rsidP="005B0461">
      <w:r>
        <w:t>155.0524</w:t>
      </w:r>
      <w:r>
        <w:tab/>
        <w:t>1.013e0</w:t>
      </w:r>
    </w:p>
    <w:p w:rsidR="005B0461" w:rsidRDefault="005B0461" w:rsidP="005B0461">
      <w:r>
        <w:t>155.0746</w:t>
      </w:r>
      <w:r>
        <w:tab/>
        <w:t>4.905e0</w:t>
      </w:r>
    </w:p>
    <w:p w:rsidR="005B0461" w:rsidRDefault="005B0461" w:rsidP="005B0461">
      <w:r>
        <w:t>155.0822</w:t>
      </w:r>
      <w:r>
        <w:tab/>
        <w:t>1.595e0</w:t>
      </w:r>
    </w:p>
    <w:p w:rsidR="005B0461" w:rsidRDefault="005B0461" w:rsidP="005B0461">
      <w:r>
        <w:t>155.1085</w:t>
      </w:r>
      <w:r>
        <w:tab/>
        <w:t>4.374e0</w:t>
      </w:r>
    </w:p>
    <w:p w:rsidR="005B0461" w:rsidRDefault="005B0461" w:rsidP="005B0461">
      <w:r>
        <w:t>155.1159</w:t>
      </w:r>
      <w:r>
        <w:tab/>
        <w:t>6.524e0</w:t>
      </w:r>
    </w:p>
    <w:p w:rsidR="005B0461" w:rsidRDefault="005B0461" w:rsidP="005B0461">
      <w:r>
        <w:t>155.1177</w:t>
      </w:r>
      <w:r>
        <w:tab/>
        <w:t>1.430e0</w:t>
      </w:r>
    </w:p>
    <w:p w:rsidR="005B0461" w:rsidRDefault="005B0461" w:rsidP="005B0461">
      <w:r>
        <w:t>155.1565</w:t>
      </w:r>
      <w:r>
        <w:tab/>
        <w:t>2.025e0</w:t>
      </w:r>
    </w:p>
    <w:p w:rsidR="005B0461" w:rsidRDefault="005B0461" w:rsidP="005B0461">
      <w:r>
        <w:lastRenderedPageBreak/>
        <w:t>155.1596</w:t>
      </w:r>
      <w:r>
        <w:tab/>
        <w:t>3.038e0</w:t>
      </w:r>
    </w:p>
    <w:p w:rsidR="005B0461" w:rsidRDefault="005B0461" w:rsidP="005B0461">
      <w:r>
        <w:t>155.1612</w:t>
      </w:r>
      <w:r>
        <w:tab/>
        <w:t>1.013e0</w:t>
      </w:r>
    </w:p>
    <w:p w:rsidR="005B0461" w:rsidRDefault="005B0461" w:rsidP="005B0461">
      <w:r>
        <w:t>155.1686</w:t>
      </w:r>
      <w:r>
        <w:tab/>
        <w:t>3.038e0</w:t>
      </w:r>
    </w:p>
    <w:p w:rsidR="005B0461" w:rsidRDefault="005B0461" w:rsidP="005B0461">
      <w:r>
        <w:t>155.1861</w:t>
      </w:r>
      <w:r>
        <w:tab/>
        <w:t>2.025e0</w:t>
      </w:r>
    </w:p>
    <w:p w:rsidR="005B0461" w:rsidRDefault="005B0461" w:rsidP="005B0461">
      <w:r>
        <w:t>155.2110</w:t>
      </w:r>
      <w:r>
        <w:tab/>
        <w:t>1.013e0</w:t>
      </w:r>
    </w:p>
    <w:p w:rsidR="005B0461" w:rsidRDefault="005B0461" w:rsidP="005B0461">
      <w:r>
        <w:t>155.2273</w:t>
      </w:r>
      <w:r>
        <w:tab/>
        <w:t>1.013e0</w:t>
      </w:r>
    </w:p>
    <w:p w:rsidR="005B0461" w:rsidRDefault="005B0461" w:rsidP="005B0461">
      <w:r>
        <w:t>155.2340</w:t>
      </w:r>
      <w:r>
        <w:tab/>
        <w:t>1.013e0</w:t>
      </w:r>
    </w:p>
    <w:p w:rsidR="005B0461" w:rsidRDefault="005B0461" w:rsidP="005B0461">
      <w:r>
        <w:t>155.2408</w:t>
      </w:r>
      <w:r>
        <w:tab/>
        <w:t>1.013e0</w:t>
      </w:r>
    </w:p>
    <w:p w:rsidR="005B0461" w:rsidRDefault="005B0461" w:rsidP="005B0461">
      <w:r>
        <w:t>155.2651</w:t>
      </w:r>
      <w:r>
        <w:tab/>
        <w:t>2.025e0</w:t>
      </w:r>
    </w:p>
    <w:p w:rsidR="005B0461" w:rsidRDefault="005B0461" w:rsidP="005B0461">
      <w:r>
        <w:t>155.2776</w:t>
      </w:r>
      <w:r>
        <w:tab/>
        <w:t>4.051e0</w:t>
      </w:r>
    </w:p>
    <w:p w:rsidR="005B0461" w:rsidRDefault="005B0461" w:rsidP="005B0461">
      <w:r>
        <w:t>155.2904</w:t>
      </w:r>
      <w:r>
        <w:tab/>
        <w:t>1.013e0</w:t>
      </w:r>
    </w:p>
    <w:p w:rsidR="005B0461" w:rsidRDefault="005B0461" w:rsidP="005B0461">
      <w:r>
        <w:t>155.2989</w:t>
      </w:r>
      <w:r>
        <w:tab/>
        <w:t>2.025e0</w:t>
      </w:r>
    </w:p>
    <w:p w:rsidR="005B0461" w:rsidRDefault="005B0461" w:rsidP="005B0461">
      <w:r>
        <w:t>155.3074</w:t>
      </w:r>
      <w:r>
        <w:tab/>
        <w:t>1.013e0</w:t>
      </w:r>
    </w:p>
    <w:p w:rsidR="005B0461" w:rsidRDefault="005B0461" w:rsidP="005B0461">
      <w:r>
        <w:t>155.3231</w:t>
      </w:r>
      <w:r>
        <w:tab/>
        <w:t>1.013e0</w:t>
      </w:r>
    </w:p>
    <w:p w:rsidR="005B0461" w:rsidRDefault="005B0461" w:rsidP="005B0461">
      <w:r>
        <w:t>155.3356</w:t>
      </w:r>
      <w:r>
        <w:tab/>
        <w:t>3.038e0</w:t>
      </w:r>
    </w:p>
    <w:p w:rsidR="005B0461" w:rsidRDefault="005B0461" w:rsidP="005B0461">
      <w:r>
        <w:t>155.3553</w:t>
      </w:r>
      <w:r>
        <w:tab/>
        <w:t>2.025e0</w:t>
      </w:r>
    </w:p>
    <w:p w:rsidR="005B0461" w:rsidRDefault="005B0461" w:rsidP="005B0461">
      <w:r>
        <w:t>155.3796</w:t>
      </w:r>
      <w:r>
        <w:tab/>
        <w:t>1.013e0</w:t>
      </w:r>
    </w:p>
    <w:p w:rsidR="005B0461" w:rsidRDefault="005B0461" w:rsidP="005B0461">
      <w:r>
        <w:t>155.3830</w:t>
      </w:r>
      <w:r>
        <w:tab/>
        <w:t>2.025e0</w:t>
      </w:r>
    </w:p>
    <w:p w:rsidR="005B0461" w:rsidRDefault="005B0461" w:rsidP="005B0461">
      <w:r>
        <w:t>155.3965</w:t>
      </w:r>
      <w:r>
        <w:tab/>
        <w:t>1.013e0</w:t>
      </w:r>
    </w:p>
    <w:p w:rsidR="005B0461" w:rsidRDefault="005B0461" w:rsidP="005B0461">
      <w:r>
        <w:lastRenderedPageBreak/>
        <w:t>155.4152</w:t>
      </w:r>
      <w:r>
        <w:tab/>
        <w:t>2.025e0</w:t>
      </w:r>
    </w:p>
    <w:p w:rsidR="005B0461" w:rsidRDefault="005B0461" w:rsidP="005B0461">
      <w:r>
        <w:t>155.4495</w:t>
      </w:r>
      <w:r>
        <w:tab/>
        <w:t>3.038e0</w:t>
      </w:r>
    </w:p>
    <w:p w:rsidR="005B0461" w:rsidRDefault="005B0461" w:rsidP="005B0461">
      <w:r>
        <w:t>155.4662</w:t>
      </w:r>
      <w:r>
        <w:tab/>
        <w:t>1.013e0</w:t>
      </w:r>
    </w:p>
    <w:p w:rsidR="005B0461" w:rsidRDefault="005B0461" w:rsidP="005B0461">
      <w:r>
        <w:t>155.5025</w:t>
      </w:r>
      <w:r>
        <w:tab/>
        <w:t>1.013e0</w:t>
      </w:r>
    </w:p>
    <w:p w:rsidR="005B0461" w:rsidRDefault="005B0461" w:rsidP="005B0461">
      <w:r>
        <w:t>155.5128</w:t>
      </w:r>
      <w:r>
        <w:tab/>
        <w:t>1.013e0</w:t>
      </w:r>
    </w:p>
    <w:p w:rsidR="005B0461" w:rsidRDefault="005B0461" w:rsidP="005B0461">
      <w:r>
        <w:t>155.5285</w:t>
      </w:r>
      <w:r>
        <w:tab/>
        <w:t>1.013e0</w:t>
      </w:r>
    </w:p>
    <w:p w:rsidR="005B0461" w:rsidRDefault="005B0461" w:rsidP="005B0461">
      <w:r>
        <w:t>155.5421</w:t>
      </w:r>
      <w:r>
        <w:tab/>
        <w:t>2.025e0</w:t>
      </w:r>
    </w:p>
    <w:p w:rsidR="005B0461" w:rsidRDefault="005B0461" w:rsidP="005B0461">
      <w:r>
        <w:t>155.5522</w:t>
      </w:r>
      <w:r>
        <w:tab/>
        <w:t>1.013e0</w:t>
      </w:r>
    </w:p>
    <w:p w:rsidR="005B0461" w:rsidRDefault="005B0461" w:rsidP="005B0461">
      <w:r>
        <w:t>155.5791</w:t>
      </w:r>
      <w:r>
        <w:tab/>
        <w:t>6.076e0</w:t>
      </w:r>
    </w:p>
    <w:p w:rsidR="005B0461" w:rsidRDefault="005B0461" w:rsidP="005B0461">
      <w:r>
        <w:t>155.5884</w:t>
      </w:r>
      <w:r>
        <w:tab/>
        <w:t>1.013e0</w:t>
      </w:r>
    </w:p>
    <w:p w:rsidR="005B0461" w:rsidRDefault="005B0461" w:rsidP="005B0461">
      <w:r>
        <w:t>155.6002</w:t>
      </w:r>
      <w:r>
        <w:tab/>
        <w:t>2.025e0</w:t>
      </w:r>
    </w:p>
    <w:p w:rsidR="005B0461" w:rsidRDefault="005B0461" w:rsidP="005B0461">
      <w:r>
        <w:t>155.6188</w:t>
      </w:r>
      <w:r>
        <w:tab/>
        <w:t>1.013e0</w:t>
      </w:r>
    </w:p>
    <w:p w:rsidR="005B0461" w:rsidRDefault="005B0461" w:rsidP="005B0461">
      <w:r>
        <w:t>155.6208</w:t>
      </w:r>
      <w:r>
        <w:tab/>
        <w:t>2.025e0</w:t>
      </w:r>
    </w:p>
    <w:p w:rsidR="005B0461" w:rsidRDefault="005B0461" w:rsidP="005B0461">
      <w:r>
        <w:t>155.6346</w:t>
      </w:r>
      <w:r>
        <w:tab/>
        <w:t>2.025e0</w:t>
      </w:r>
    </w:p>
    <w:p w:rsidR="005B0461" w:rsidRDefault="005B0461" w:rsidP="005B0461">
      <w:r>
        <w:t>155.6381</w:t>
      </w:r>
      <w:r>
        <w:tab/>
        <w:t>2.025e0</w:t>
      </w:r>
    </w:p>
    <w:p w:rsidR="005B0461" w:rsidRDefault="005B0461" w:rsidP="005B0461">
      <w:r>
        <w:t>155.6550</w:t>
      </w:r>
      <w:r>
        <w:tab/>
        <w:t>1.013e0</w:t>
      </w:r>
    </w:p>
    <w:p w:rsidR="005B0461" w:rsidRDefault="005B0461" w:rsidP="005B0461">
      <w:r>
        <w:t>155.6583</w:t>
      </w:r>
      <w:r>
        <w:tab/>
        <w:t>1.013e0</w:t>
      </w:r>
    </w:p>
    <w:p w:rsidR="005B0461" w:rsidRDefault="005B0461" w:rsidP="005B0461">
      <w:r>
        <w:t>155.6600</w:t>
      </w:r>
      <w:r>
        <w:tab/>
        <w:t>2.025e0</w:t>
      </w:r>
    </w:p>
    <w:p w:rsidR="005B0461" w:rsidRDefault="005B0461" w:rsidP="005B0461">
      <w:r>
        <w:t>155.6749</w:t>
      </w:r>
      <w:r>
        <w:tab/>
        <w:t>1.013e0</w:t>
      </w:r>
    </w:p>
    <w:p w:rsidR="005B0461" w:rsidRDefault="005B0461" w:rsidP="005B0461">
      <w:r>
        <w:lastRenderedPageBreak/>
        <w:t>155.6812</w:t>
      </w:r>
      <w:r>
        <w:tab/>
        <w:t>1.013e0</w:t>
      </w:r>
    </w:p>
    <w:p w:rsidR="005B0461" w:rsidRDefault="005B0461" w:rsidP="005B0461">
      <w:r>
        <w:t>155.6962</w:t>
      </w:r>
      <w:r>
        <w:tab/>
        <w:t>2.025e0</w:t>
      </w:r>
    </w:p>
    <w:p w:rsidR="005B0461" w:rsidRDefault="005B0461" w:rsidP="005B0461">
      <w:r>
        <w:t>155.7047</w:t>
      </w:r>
      <w:r>
        <w:tab/>
        <w:t>1.013e0</w:t>
      </w:r>
    </w:p>
    <w:p w:rsidR="005B0461" w:rsidRDefault="005B0461" w:rsidP="005B0461">
      <w:r>
        <w:t>155.7342</w:t>
      </w:r>
      <w:r>
        <w:tab/>
        <w:t>2.025e0</w:t>
      </w:r>
    </w:p>
    <w:p w:rsidR="005B0461" w:rsidRDefault="005B0461" w:rsidP="005B0461">
      <w:r>
        <w:t>155.7645</w:t>
      </w:r>
      <w:r>
        <w:tab/>
        <w:t>1.013e0</w:t>
      </w:r>
    </w:p>
    <w:p w:rsidR="005B0461" w:rsidRDefault="005B0461" w:rsidP="005B0461">
      <w:r>
        <w:t>155.7713</w:t>
      </w:r>
      <w:r>
        <w:tab/>
        <w:t>1.013e0</w:t>
      </w:r>
    </w:p>
    <w:p w:rsidR="005B0461" w:rsidRDefault="005B0461" w:rsidP="005B0461">
      <w:r>
        <w:t>155.7957</w:t>
      </w:r>
      <w:r>
        <w:tab/>
        <w:t>2.025e0</w:t>
      </w:r>
    </w:p>
    <w:p w:rsidR="005B0461" w:rsidRDefault="005B0461" w:rsidP="005B0461">
      <w:r>
        <w:t>155.8142</w:t>
      </w:r>
      <w:r>
        <w:tab/>
        <w:t>1.013e0</w:t>
      </w:r>
    </w:p>
    <w:p w:rsidR="005B0461" w:rsidRDefault="005B0461" w:rsidP="005B0461">
      <w:r>
        <w:t>155.8278</w:t>
      </w:r>
      <w:r>
        <w:tab/>
        <w:t>1.013e0</w:t>
      </w:r>
    </w:p>
    <w:p w:rsidR="005B0461" w:rsidRDefault="005B0461" w:rsidP="005B0461">
      <w:r>
        <w:t>155.8340</w:t>
      </w:r>
      <w:r>
        <w:tab/>
        <w:t>1.013e0</w:t>
      </w:r>
    </w:p>
    <w:p w:rsidR="005B0461" w:rsidRDefault="005B0461" w:rsidP="005B0461">
      <w:r>
        <w:t>155.8402</w:t>
      </w:r>
      <w:r>
        <w:tab/>
        <w:t>1.013e0</w:t>
      </w:r>
    </w:p>
    <w:p w:rsidR="005B0461" w:rsidRDefault="005B0461" w:rsidP="005B0461">
      <w:r>
        <w:t>155.8521</w:t>
      </w:r>
      <w:r>
        <w:tab/>
        <w:t>2.025e0</w:t>
      </w:r>
    </w:p>
    <w:p w:rsidR="005B0461" w:rsidRDefault="005B0461" w:rsidP="005B0461">
      <w:r>
        <w:t>155.8538</w:t>
      </w:r>
      <w:r>
        <w:tab/>
        <w:t>1.013e0</w:t>
      </w:r>
    </w:p>
    <w:p w:rsidR="005B0461" w:rsidRDefault="005B0461" w:rsidP="005B0461">
      <w:r>
        <w:t>155.8649</w:t>
      </w:r>
      <w:r>
        <w:tab/>
        <w:t>3.038e0</w:t>
      </w:r>
    </w:p>
    <w:p w:rsidR="005B0461" w:rsidRDefault="005B0461" w:rsidP="005B0461">
      <w:r>
        <w:t>155.8967</w:t>
      </w:r>
      <w:r>
        <w:tab/>
        <w:t>1.013e0</w:t>
      </w:r>
    </w:p>
    <w:p w:rsidR="005B0461" w:rsidRDefault="005B0461" w:rsidP="005B0461">
      <w:r>
        <w:t>155.9137</w:t>
      </w:r>
      <w:r>
        <w:tab/>
        <w:t>1.013e0</w:t>
      </w:r>
    </w:p>
    <w:p w:rsidR="005B0461" w:rsidRDefault="005B0461" w:rsidP="005B0461">
      <w:r>
        <w:t>155.9307</w:t>
      </w:r>
      <w:r>
        <w:tab/>
        <w:t>1.013e0</w:t>
      </w:r>
    </w:p>
    <w:p w:rsidR="005B0461" w:rsidRDefault="005B0461" w:rsidP="005B0461">
      <w:r>
        <w:t>155.9339</w:t>
      </w:r>
      <w:r>
        <w:tab/>
        <w:t>1.013e0</w:t>
      </w:r>
    </w:p>
    <w:p w:rsidR="005B0461" w:rsidRDefault="005B0461" w:rsidP="005B0461">
      <w:r>
        <w:t>155.9432</w:t>
      </w:r>
      <w:r>
        <w:tab/>
        <w:t>1.013e0</w:t>
      </w:r>
    </w:p>
    <w:p w:rsidR="005B0461" w:rsidRDefault="005B0461" w:rsidP="005B0461">
      <w:r>
        <w:lastRenderedPageBreak/>
        <w:t>155.9630</w:t>
      </w:r>
      <w:r>
        <w:tab/>
        <w:t>2.322e0</w:t>
      </w:r>
    </w:p>
    <w:p w:rsidR="005B0461" w:rsidRDefault="005B0461" w:rsidP="005B0461">
      <w:r>
        <w:t>155.9963</w:t>
      </w:r>
      <w:r>
        <w:tab/>
        <w:t>1.013e0</w:t>
      </w:r>
    </w:p>
    <w:p w:rsidR="005B0461" w:rsidRDefault="005B0461" w:rsidP="005B0461">
      <w:r>
        <w:t>156.0216</w:t>
      </w:r>
      <w:r>
        <w:tab/>
        <w:t>2.025e0</w:t>
      </w:r>
    </w:p>
    <w:p w:rsidR="005B0461" w:rsidRDefault="005B0461" w:rsidP="005B0461">
      <w:r>
        <w:t>156.0229</w:t>
      </w:r>
      <w:r>
        <w:tab/>
        <w:t>5.063e0</w:t>
      </w:r>
    </w:p>
    <w:p w:rsidR="005B0461" w:rsidRDefault="005B0461" w:rsidP="005B0461">
      <w:r>
        <w:t>156.0384</w:t>
      </w:r>
      <w:r>
        <w:tab/>
        <w:t>1.724e0</w:t>
      </w:r>
    </w:p>
    <w:p w:rsidR="005B0461" w:rsidRDefault="005B0461" w:rsidP="005B0461">
      <w:r>
        <w:t>156.0496</w:t>
      </w:r>
      <w:r>
        <w:tab/>
        <w:t>3.181e0</w:t>
      </w:r>
    </w:p>
    <w:p w:rsidR="005B0461" w:rsidRDefault="005B0461" w:rsidP="005B0461">
      <w:r>
        <w:t>156.0780</w:t>
      </w:r>
      <w:r>
        <w:tab/>
        <w:t>6.429e1</w:t>
      </w:r>
    </w:p>
    <w:p w:rsidR="005B0461" w:rsidRDefault="005B0461" w:rsidP="005B0461">
      <w:r>
        <w:t>156.0800</w:t>
      </w:r>
      <w:r>
        <w:tab/>
        <w:t>6.755e1</w:t>
      </w:r>
    </w:p>
    <w:p w:rsidR="005B0461" w:rsidRDefault="005B0461" w:rsidP="005B0461">
      <w:r>
        <w:t>156.1112</w:t>
      </w:r>
      <w:r>
        <w:tab/>
        <w:t>3.292e0</w:t>
      </w:r>
    </w:p>
    <w:p w:rsidR="005B0461" w:rsidRDefault="005B0461" w:rsidP="005B0461">
      <w:r>
        <w:t>156.1147</w:t>
      </w:r>
      <w:r>
        <w:tab/>
        <w:t>3.457e0</w:t>
      </w:r>
    </w:p>
    <w:p w:rsidR="005B0461" w:rsidRDefault="005B0461" w:rsidP="005B0461">
      <w:r>
        <w:t>156.1169</w:t>
      </w:r>
      <w:r>
        <w:tab/>
        <w:t>3.471e0</w:t>
      </w:r>
    </w:p>
    <w:p w:rsidR="005B0461" w:rsidRDefault="005B0461" w:rsidP="005B0461">
      <w:r>
        <w:t>156.1216</w:t>
      </w:r>
      <w:r>
        <w:tab/>
        <w:t>4.437e0</w:t>
      </w:r>
    </w:p>
    <w:p w:rsidR="005B0461" w:rsidRDefault="005B0461" w:rsidP="005B0461">
      <w:r>
        <w:t>156.1510</w:t>
      </w:r>
      <w:r>
        <w:tab/>
        <w:t>2.025e0</w:t>
      </w:r>
    </w:p>
    <w:p w:rsidR="005B0461" w:rsidRDefault="005B0461" w:rsidP="005B0461">
      <w:r>
        <w:t>156.1523</w:t>
      </w:r>
      <w:r>
        <w:tab/>
        <w:t>3.038e0</w:t>
      </w:r>
    </w:p>
    <w:p w:rsidR="005B0461" w:rsidRDefault="005B0461" w:rsidP="005B0461">
      <w:r>
        <w:t>156.1546</w:t>
      </w:r>
      <w:r>
        <w:tab/>
        <w:t>4.051e0</w:t>
      </w:r>
    </w:p>
    <w:p w:rsidR="005B0461" w:rsidRDefault="005B0461" w:rsidP="005B0461">
      <w:r>
        <w:t>156.1692</w:t>
      </w:r>
      <w:r>
        <w:tab/>
        <w:t>2.025e0</w:t>
      </w:r>
    </w:p>
    <w:p w:rsidR="005B0461" w:rsidRDefault="005B0461" w:rsidP="005B0461">
      <w:r>
        <w:t>156.1895</w:t>
      </w:r>
      <w:r>
        <w:tab/>
        <w:t>1.013e0</w:t>
      </w:r>
    </w:p>
    <w:p w:rsidR="005B0461" w:rsidRDefault="005B0461" w:rsidP="005B0461">
      <w:r>
        <w:t>156.1911</w:t>
      </w:r>
      <w:r>
        <w:tab/>
        <w:t>2.025e0</w:t>
      </w:r>
    </w:p>
    <w:p w:rsidR="005B0461" w:rsidRDefault="005B0461" w:rsidP="005B0461">
      <w:r>
        <w:t>156.2057</w:t>
      </w:r>
      <w:r>
        <w:tab/>
        <w:t>1.013e0</w:t>
      </w:r>
    </w:p>
    <w:p w:rsidR="005B0461" w:rsidRDefault="005B0461" w:rsidP="005B0461">
      <w:r>
        <w:lastRenderedPageBreak/>
        <w:t>156.2088</w:t>
      </w:r>
      <w:r>
        <w:tab/>
        <w:t>1.013e0</w:t>
      </w:r>
    </w:p>
    <w:p w:rsidR="005B0461" w:rsidRDefault="005B0461" w:rsidP="005B0461">
      <w:r>
        <w:t>156.2223</w:t>
      </w:r>
      <w:r>
        <w:tab/>
        <w:t>1.013e0</w:t>
      </w:r>
    </w:p>
    <w:p w:rsidR="005B0461" w:rsidRDefault="005B0461" w:rsidP="005B0461">
      <w:r>
        <w:t>156.2257</w:t>
      </w:r>
      <w:r>
        <w:tab/>
        <w:t>1.013e0</w:t>
      </w:r>
    </w:p>
    <w:p w:rsidR="005B0461" w:rsidRDefault="005B0461" w:rsidP="005B0461">
      <w:r>
        <w:t>156.2291</w:t>
      </w:r>
      <w:r>
        <w:tab/>
        <w:t>1.013e0</w:t>
      </w:r>
    </w:p>
    <w:p w:rsidR="005B0461" w:rsidRDefault="005B0461" w:rsidP="005B0461">
      <w:r>
        <w:t>156.2426</w:t>
      </w:r>
      <w:r>
        <w:tab/>
        <w:t>1.013e0</w:t>
      </w:r>
    </w:p>
    <w:p w:rsidR="005B0461" w:rsidRDefault="005B0461" w:rsidP="005B0461">
      <w:r>
        <w:t>156.2514</w:t>
      </w:r>
      <w:r>
        <w:tab/>
        <w:t>2.025e0</w:t>
      </w:r>
    </w:p>
    <w:p w:rsidR="005B0461" w:rsidRDefault="005B0461" w:rsidP="005B0461">
      <w:r>
        <w:t>156.2541</w:t>
      </w:r>
      <w:r>
        <w:tab/>
        <w:t>2.025e0</w:t>
      </w:r>
    </w:p>
    <w:p w:rsidR="005B0461" w:rsidRDefault="005B0461" w:rsidP="005B0461">
      <w:r>
        <w:t>156.2587</w:t>
      </w:r>
      <w:r>
        <w:tab/>
        <w:t>2.025e0</w:t>
      </w:r>
    </w:p>
    <w:p w:rsidR="005B0461" w:rsidRDefault="005B0461" w:rsidP="005B0461">
      <w:r>
        <w:t>156.2619</w:t>
      </w:r>
      <w:r>
        <w:tab/>
        <w:t>1.013e0</w:t>
      </w:r>
    </w:p>
    <w:p w:rsidR="005B0461" w:rsidRDefault="005B0461" w:rsidP="005B0461">
      <w:r>
        <w:t>156.2890</w:t>
      </w:r>
      <w:r>
        <w:tab/>
        <w:t>1.013e0</w:t>
      </w:r>
    </w:p>
    <w:p w:rsidR="005B0461" w:rsidRDefault="005B0461" w:rsidP="005B0461">
      <w:r>
        <w:t>156.3057</w:t>
      </w:r>
      <w:r>
        <w:tab/>
        <w:t>1.013e0</w:t>
      </w:r>
    </w:p>
    <w:p w:rsidR="005B0461" w:rsidRDefault="005B0461" w:rsidP="005B0461">
      <w:r>
        <w:t>156.3104</w:t>
      </w:r>
      <w:r>
        <w:tab/>
        <w:t>3.038e0</w:t>
      </w:r>
    </w:p>
    <w:p w:rsidR="005B0461" w:rsidRDefault="005B0461" w:rsidP="005B0461">
      <w:r>
        <w:t>156.3252</w:t>
      </w:r>
      <w:r>
        <w:tab/>
        <w:t>1.013e0</w:t>
      </w:r>
    </w:p>
    <w:p w:rsidR="005B0461" w:rsidRDefault="005B0461" w:rsidP="005B0461">
      <w:r>
        <w:t>156.3438</w:t>
      </w:r>
      <w:r>
        <w:tab/>
        <w:t>2.025e0</w:t>
      </w:r>
    </w:p>
    <w:p w:rsidR="005B0461" w:rsidRDefault="005B0461" w:rsidP="005B0461">
      <w:r>
        <w:t>156.3540</w:t>
      </w:r>
      <w:r>
        <w:tab/>
        <w:t>2.025e0</w:t>
      </w:r>
    </w:p>
    <w:p w:rsidR="005B0461" w:rsidRDefault="005B0461" w:rsidP="005B0461">
      <w:r>
        <w:t>156.3620</w:t>
      </w:r>
      <w:r>
        <w:tab/>
        <w:t>1.013e0</w:t>
      </w:r>
    </w:p>
    <w:p w:rsidR="005B0461" w:rsidRDefault="005B0461" w:rsidP="005B0461">
      <w:r>
        <w:t>156.3749</w:t>
      </w:r>
      <w:r>
        <w:tab/>
        <w:t>2.025e0</w:t>
      </w:r>
    </w:p>
    <w:p w:rsidR="005B0461" w:rsidRDefault="005B0461" w:rsidP="005B0461">
      <w:r>
        <w:t>156.3936</w:t>
      </w:r>
      <w:r>
        <w:tab/>
        <w:t>2.025e0</w:t>
      </w:r>
    </w:p>
    <w:p w:rsidR="005B0461" w:rsidRDefault="005B0461" w:rsidP="005B0461">
      <w:r>
        <w:t>156.3953</w:t>
      </w:r>
      <w:r>
        <w:tab/>
        <w:t>1.013e0</w:t>
      </w:r>
    </w:p>
    <w:p w:rsidR="005B0461" w:rsidRDefault="005B0461" w:rsidP="005B0461">
      <w:r>
        <w:lastRenderedPageBreak/>
        <w:t>156.4124</w:t>
      </w:r>
      <w:r>
        <w:tab/>
        <w:t>2.025e0</w:t>
      </w:r>
    </w:p>
    <w:p w:rsidR="005B0461" w:rsidRDefault="005B0461" w:rsidP="005B0461">
      <w:r>
        <w:t>156.4281</w:t>
      </w:r>
      <w:r>
        <w:tab/>
        <w:t>1.013e0</w:t>
      </w:r>
    </w:p>
    <w:p w:rsidR="005B0461" w:rsidRDefault="005B0461" w:rsidP="005B0461">
      <w:r>
        <w:t>156.4621</w:t>
      </w:r>
      <w:r>
        <w:tab/>
        <w:t>1.013e0</w:t>
      </w:r>
    </w:p>
    <w:p w:rsidR="005B0461" w:rsidRDefault="005B0461" w:rsidP="005B0461">
      <w:r>
        <w:t>156.4747</w:t>
      </w:r>
      <w:r>
        <w:tab/>
        <w:t>1.013e0</w:t>
      </w:r>
    </w:p>
    <w:p w:rsidR="005B0461" w:rsidRDefault="005B0461" w:rsidP="005B0461">
      <w:r>
        <w:t>156.4949</w:t>
      </w:r>
      <w:r>
        <w:tab/>
        <w:t>4.051e0</w:t>
      </w:r>
    </w:p>
    <w:p w:rsidR="005B0461" w:rsidRDefault="005B0461" w:rsidP="005B0461">
      <w:r>
        <w:t>156.5153</w:t>
      </w:r>
      <w:r>
        <w:tab/>
        <w:t>3.038e0</w:t>
      </w:r>
    </w:p>
    <w:p w:rsidR="005B0461" w:rsidRDefault="005B0461" w:rsidP="005B0461">
      <w:r>
        <w:t>156.5172</w:t>
      </w:r>
      <w:r>
        <w:tab/>
        <w:t>2.025e0</w:t>
      </w:r>
    </w:p>
    <w:p w:rsidR="005B0461" w:rsidRDefault="005B0461" w:rsidP="005B0461">
      <w:r>
        <w:t>156.5481</w:t>
      </w:r>
      <w:r>
        <w:tab/>
        <w:t>2.025e0</w:t>
      </w:r>
    </w:p>
    <w:p w:rsidR="005B0461" w:rsidRDefault="005B0461" w:rsidP="005B0461">
      <w:r>
        <w:t>156.5548</w:t>
      </w:r>
      <w:r>
        <w:tab/>
        <w:t>1.013e0</w:t>
      </w:r>
    </w:p>
    <w:p w:rsidR="005B0461" w:rsidRDefault="005B0461" w:rsidP="005B0461">
      <w:r>
        <w:t>156.5565</w:t>
      </w:r>
      <w:r>
        <w:tab/>
        <w:t>2.025e0</w:t>
      </w:r>
    </w:p>
    <w:p w:rsidR="005B0461" w:rsidRDefault="005B0461" w:rsidP="005B0461">
      <w:r>
        <w:t>156.6013</w:t>
      </w:r>
      <w:r>
        <w:tab/>
        <w:t>1.013e0</w:t>
      </w:r>
    </w:p>
    <w:p w:rsidR="005B0461" w:rsidRDefault="005B0461" w:rsidP="005B0461">
      <w:r>
        <w:t>156.6374</w:t>
      </w:r>
      <w:r>
        <w:tab/>
        <w:t>3.038e0</w:t>
      </w:r>
    </w:p>
    <w:p w:rsidR="005B0461" w:rsidRDefault="005B0461" w:rsidP="005B0461">
      <w:r>
        <w:t>156.6493</w:t>
      </w:r>
      <w:r>
        <w:tab/>
        <w:t>3.038e0</w:t>
      </w:r>
    </w:p>
    <w:p w:rsidR="005B0461" w:rsidRDefault="005B0461" w:rsidP="005B0461">
      <w:r>
        <w:t>156.6612</w:t>
      </w:r>
      <w:r>
        <w:tab/>
        <w:t>1.013e0</w:t>
      </w:r>
    </w:p>
    <w:p w:rsidR="005B0461" w:rsidRDefault="005B0461" w:rsidP="005B0461">
      <w:r>
        <w:t>156.6815</w:t>
      </w:r>
      <w:r>
        <w:tab/>
        <w:t>1.013e0</w:t>
      </w:r>
    </w:p>
    <w:p w:rsidR="005B0461" w:rsidRDefault="005B0461" w:rsidP="005B0461">
      <w:r>
        <w:t>156.6925</w:t>
      </w:r>
      <w:r>
        <w:tab/>
        <w:t>4.051e0</w:t>
      </w:r>
    </w:p>
    <w:p w:rsidR="005B0461" w:rsidRDefault="005B0461" w:rsidP="005B0461">
      <w:r>
        <w:t>156.7162</w:t>
      </w:r>
      <w:r>
        <w:tab/>
        <w:t>2.025e0</w:t>
      </w:r>
    </w:p>
    <w:p w:rsidR="005B0461" w:rsidRDefault="005B0461" w:rsidP="005B0461">
      <w:r>
        <w:t>156.7441</w:t>
      </w:r>
      <w:r>
        <w:tab/>
        <w:t>1.013e0</w:t>
      </w:r>
    </w:p>
    <w:p w:rsidR="005B0461" w:rsidRDefault="005B0461" w:rsidP="005B0461">
      <w:r>
        <w:t>156.7575</w:t>
      </w:r>
      <w:r>
        <w:tab/>
        <w:t>1.013e0</w:t>
      </w:r>
    </w:p>
    <w:p w:rsidR="005B0461" w:rsidRDefault="005B0461" w:rsidP="005B0461">
      <w:r>
        <w:lastRenderedPageBreak/>
        <w:t>156.7677</w:t>
      </w:r>
      <w:r>
        <w:tab/>
        <w:t>1.013e0</w:t>
      </w:r>
    </w:p>
    <w:p w:rsidR="005B0461" w:rsidRDefault="005B0461" w:rsidP="005B0461">
      <w:r>
        <w:t>156.7778</w:t>
      </w:r>
      <w:r>
        <w:tab/>
        <w:t>1.013e0</w:t>
      </w:r>
    </w:p>
    <w:p w:rsidR="005B0461" w:rsidRDefault="005B0461" w:rsidP="005B0461">
      <w:r>
        <w:t>156.7813</w:t>
      </w:r>
      <w:r>
        <w:tab/>
        <w:t>1.013e0</w:t>
      </w:r>
    </w:p>
    <w:p w:rsidR="005B0461" w:rsidRDefault="005B0461" w:rsidP="005B0461">
      <w:r>
        <w:t>156.7959</w:t>
      </w:r>
      <w:r>
        <w:tab/>
        <w:t>2.025e0</w:t>
      </w:r>
    </w:p>
    <w:p w:rsidR="005B0461" w:rsidRDefault="005B0461" w:rsidP="005B0461">
      <w:r>
        <w:t>156.8277</w:t>
      </w:r>
      <w:r>
        <w:tab/>
        <w:t>1.013e0</w:t>
      </w:r>
    </w:p>
    <w:p w:rsidR="005B0461" w:rsidRDefault="005B0461" w:rsidP="005B0461">
      <w:r>
        <w:t>156.8311</w:t>
      </w:r>
      <w:r>
        <w:tab/>
        <w:t>1.013e0</w:t>
      </w:r>
    </w:p>
    <w:p w:rsidR="005B0461" w:rsidRDefault="005B0461" w:rsidP="005B0461">
      <w:r>
        <w:t>156.8345</w:t>
      </w:r>
      <w:r>
        <w:tab/>
        <w:t>2.025e0</w:t>
      </w:r>
    </w:p>
    <w:p w:rsidR="005B0461" w:rsidRDefault="005B0461" w:rsidP="005B0461">
      <w:r>
        <w:t>156.8640</w:t>
      </w:r>
      <w:r>
        <w:tab/>
        <w:t>2.025e0</w:t>
      </w:r>
    </w:p>
    <w:p w:rsidR="005B0461" w:rsidRDefault="005B0461" w:rsidP="005B0461">
      <w:r>
        <w:t>156.8775</w:t>
      </w:r>
      <w:r>
        <w:tab/>
        <w:t>1.013e0</w:t>
      </w:r>
    </w:p>
    <w:p w:rsidR="005B0461" w:rsidRDefault="005B0461" w:rsidP="005B0461">
      <w:r>
        <w:t>156.8843</w:t>
      </w:r>
      <w:r>
        <w:tab/>
        <w:t>1.013e0</w:t>
      </w:r>
    </w:p>
    <w:p w:rsidR="005B0461" w:rsidRDefault="005B0461" w:rsidP="005B0461">
      <w:r>
        <w:t>156.8965</w:t>
      </w:r>
      <w:r>
        <w:tab/>
        <w:t>2.025e0</w:t>
      </w:r>
    </w:p>
    <w:p w:rsidR="005B0461" w:rsidRDefault="005B0461" w:rsidP="005B0461">
      <w:r>
        <w:t>156.9543</w:t>
      </w:r>
      <w:r>
        <w:tab/>
        <w:t>1.013e0</w:t>
      </w:r>
    </w:p>
    <w:p w:rsidR="005B0461" w:rsidRDefault="005B0461" w:rsidP="005B0461">
      <w:r>
        <w:t>156.9562</w:t>
      </w:r>
      <w:r>
        <w:tab/>
        <w:t>2.025e0</w:t>
      </w:r>
    </w:p>
    <w:p w:rsidR="005B0461" w:rsidRDefault="005B0461" w:rsidP="005B0461">
      <w:r>
        <w:t>156.9925</w:t>
      </w:r>
      <w:r>
        <w:tab/>
        <w:t>2.025e0</w:t>
      </w:r>
    </w:p>
    <w:p w:rsidR="005B0461" w:rsidRDefault="005B0461" w:rsidP="005B0461">
      <w:r>
        <w:t>157.0077</w:t>
      </w:r>
      <w:r>
        <w:tab/>
        <w:t>1.013e0</w:t>
      </w:r>
    </w:p>
    <w:p w:rsidR="005B0461" w:rsidRDefault="005B0461" w:rsidP="005B0461">
      <w:r>
        <w:t>157.0094</w:t>
      </w:r>
      <w:r>
        <w:tab/>
        <w:t>3.038e0</w:t>
      </w:r>
    </w:p>
    <w:p w:rsidR="005B0461" w:rsidRDefault="005B0461" w:rsidP="005B0461">
      <w:r>
        <w:t>157.0321</w:t>
      </w:r>
      <w:r>
        <w:tab/>
        <w:t>4.076e0</w:t>
      </w:r>
    </w:p>
    <w:p w:rsidR="005B0461" w:rsidRDefault="005B0461" w:rsidP="005B0461">
      <w:r>
        <w:t>157.0378</w:t>
      </w:r>
      <w:r>
        <w:tab/>
        <w:t>3.003e0</w:t>
      </w:r>
    </w:p>
    <w:p w:rsidR="005B0461" w:rsidRDefault="005B0461" w:rsidP="005B0461">
      <w:r>
        <w:t>157.0417</w:t>
      </w:r>
      <w:r>
        <w:tab/>
        <w:t>3.448e0</w:t>
      </w:r>
    </w:p>
    <w:p w:rsidR="005B0461" w:rsidRDefault="005B0461" w:rsidP="005B0461">
      <w:r>
        <w:lastRenderedPageBreak/>
        <w:t>157.0441</w:t>
      </w:r>
      <w:r>
        <w:tab/>
        <w:t>3.232e0</w:t>
      </w:r>
    </w:p>
    <w:p w:rsidR="005B0461" w:rsidRDefault="005B0461" w:rsidP="005B0461">
      <w:r>
        <w:t>157.0733</w:t>
      </w:r>
      <w:r>
        <w:tab/>
        <w:t>1.207e0</w:t>
      </w:r>
    </w:p>
    <w:p w:rsidR="005B0461" w:rsidRDefault="005B0461" w:rsidP="005B0461">
      <w:r>
        <w:t>157.0769</w:t>
      </w:r>
      <w:r>
        <w:tab/>
        <w:t>4.892e0</w:t>
      </w:r>
    </w:p>
    <w:p w:rsidR="005B0461" w:rsidRDefault="005B0461" w:rsidP="005B0461">
      <w:r>
        <w:t>157.0807</w:t>
      </w:r>
      <w:r>
        <w:tab/>
        <w:t>1.118e1</w:t>
      </w:r>
    </w:p>
    <w:p w:rsidR="005B0461" w:rsidRDefault="005B0461" w:rsidP="005B0461">
      <w:r>
        <w:t>157.0961</w:t>
      </w:r>
      <w:r>
        <w:tab/>
        <w:t>8.203e0</w:t>
      </w:r>
    </w:p>
    <w:p w:rsidR="005B0461" w:rsidRDefault="005B0461" w:rsidP="005B0461">
      <w:r>
        <w:t>157.0992</w:t>
      </w:r>
      <w:r>
        <w:tab/>
        <w:t>8.344e0</w:t>
      </w:r>
    </w:p>
    <w:p w:rsidR="005B0461" w:rsidRDefault="005B0461" w:rsidP="005B0461">
      <w:r>
        <w:t>157.1019</w:t>
      </w:r>
      <w:r>
        <w:tab/>
        <w:t>6.702e0</w:t>
      </w:r>
    </w:p>
    <w:p w:rsidR="005B0461" w:rsidRDefault="005B0461" w:rsidP="005B0461">
      <w:r>
        <w:t>157.1231</w:t>
      </w:r>
      <w:r>
        <w:tab/>
        <w:t>2.525e0</w:t>
      </w:r>
    </w:p>
    <w:p w:rsidR="005B0461" w:rsidRDefault="005B0461" w:rsidP="005B0461">
      <w:r>
        <w:t>157.1254</w:t>
      </w:r>
      <w:r>
        <w:tab/>
        <w:t>4.305e0</w:t>
      </w:r>
    </w:p>
    <w:p w:rsidR="005B0461" w:rsidRDefault="005B0461" w:rsidP="005B0461">
      <w:r>
        <w:t>157.1372</w:t>
      </w:r>
      <w:r>
        <w:tab/>
        <w:t>2.786e0</w:t>
      </w:r>
    </w:p>
    <w:p w:rsidR="005B0461" w:rsidRDefault="005B0461" w:rsidP="005B0461">
      <w:r>
        <w:t>157.1387</w:t>
      </w:r>
      <w:r>
        <w:tab/>
        <w:t>1.767e0</w:t>
      </w:r>
    </w:p>
    <w:p w:rsidR="005B0461" w:rsidRDefault="005B0461" w:rsidP="005B0461">
      <w:r>
        <w:t>157.1540</w:t>
      </w:r>
      <w:r>
        <w:tab/>
        <w:t>2.025e0</w:t>
      </w:r>
    </w:p>
    <w:p w:rsidR="005B0461" w:rsidRDefault="005B0461" w:rsidP="005B0461">
      <w:r>
        <w:t>157.1833</w:t>
      </w:r>
      <w:r>
        <w:tab/>
        <w:t>2.025e0</w:t>
      </w:r>
    </w:p>
    <w:p w:rsidR="005B0461" w:rsidRDefault="005B0461" w:rsidP="005B0461">
      <w:r>
        <w:t>157.1903</w:t>
      </w:r>
      <w:r>
        <w:tab/>
        <w:t>2.025e0</w:t>
      </w:r>
    </w:p>
    <w:p w:rsidR="005B0461" w:rsidRDefault="005B0461" w:rsidP="005B0461">
      <w:r>
        <w:t>157.2140</w:t>
      </w:r>
      <w:r>
        <w:tab/>
        <w:t>1.013e0</w:t>
      </w:r>
    </w:p>
    <w:p w:rsidR="005B0461" w:rsidRDefault="005B0461" w:rsidP="005B0461">
      <w:r>
        <w:t>157.2209</w:t>
      </w:r>
      <w:r>
        <w:tab/>
        <w:t>1.013e0</w:t>
      </w:r>
    </w:p>
    <w:p w:rsidR="005B0461" w:rsidRDefault="005B0461" w:rsidP="005B0461">
      <w:r>
        <w:t>157.2259</w:t>
      </w:r>
      <w:r>
        <w:tab/>
        <w:t>2.025e0</w:t>
      </w:r>
    </w:p>
    <w:p w:rsidR="005B0461" w:rsidRDefault="005B0461" w:rsidP="005B0461">
      <w:r>
        <w:t>157.2435</w:t>
      </w:r>
      <w:r>
        <w:tab/>
        <w:t>2.025e0</w:t>
      </w:r>
    </w:p>
    <w:p w:rsidR="005B0461" w:rsidRDefault="005B0461" w:rsidP="005B0461">
      <w:r>
        <w:t>157.2475</w:t>
      </w:r>
      <w:r>
        <w:tab/>
        <w:t>3.606e0</w:t>
      </w:r>
    </w:p>
    <w:p w:rsidR="005B0461" w:rsidRDefault="005B0461" w:rsidP="005B0461">
      <w:r>
        <w:lastRenderedPageBreak/>
        <w:t>157.2572</w:t>
      </w:r>
      <w:r>
        <w:tab/>
        <w:t>1.013e0</w:t>
      </w:r>
    </w:p>
    <w:p w:rsidR="005B0461" w:rsidRDefault="005B0461" w:rsidP="005B0461">
      <w:r>
        <w:t>157.2707</w:t>
      </w:r>
      <w:r>
        <w:tab/>
        <w:t>2.025e0</w:t>
      </w:r>
    </w:p>
    <w:p w:rsidR="005B0461" w:rsidRDefault="005B0461" w:rsidP="005B0461">
      <w:r>
        <w:t>157.2742</w:t>
      </w:r>
      <w:r>
        <w:tab/>
        <w:t>2.025e0</w:t>
      </w:r>
    </w:p>
    <w:p w:rsidR="005B0461" w:rsidRDefault="005B0461" w:rsidP="005B0461">
      <w:r>
        <w:t>157.2776</w:t>
      </w:r>
      <w:r>
        <w:tab/>
        <w:t>1.013e0</w:t>
      </w:r>
    </w:p>
    <w:p w:rsidR="005B0461" w:rsidRDefault="005B0461" w:rsidP="005B0461">
      <w:r>
        <w:t>157.2841</w:t>
      </w:r>
      <w:r>
        <w:tab/>
        <w:t>1.013e0</w:t>
      </w:r>
    </w:p>
    <w:p w:rsidR="005B0461" w:rsidRDefault="005B0461" w:rsidP="005B0461">
      <w:r>
        <w:t>157.3071</w:t>
      </w:r>
      <w:r>
        <w:tab/>
        <w:t>1.013e0</w:t>
      </w:r>
    </w:p>
    <w:p w:rsidR="005B0461" w:rsidRDefault="005B0461" w:rsidP="005B0461">
      <w:r>
        <w:t>157.3439</w:t>
      </w:r>
      <w:r>
        <w:tab/>
        <w:t>1.013e0</w:t>
      </w:r>
    </w:p>
    <w:p w:rsidR="005B0461" w:rsidRDefault="005B0461" w:rsidP="005B0461">
      <w:r>
        <w:t>157.3569</w:t>
      </w:r>
      <w:r>
        <w:tab/>
        <w:t>1.013e0</w:t>
      </w:r>
    </w:p>
    <w:p w:rsidR="005B0461" w:rsidRDefault="005B0461" w:rsidP="005B0461">
      <w:r>
        <w:t>157.3587</w:t>
      </w:r>
      <w:r>
        <w:tab/>
        <w:t>2.025e0</w:t>
      </w:r>
    </w:p>
    <w:p w:rsidR="005B0461" w:rsidRDefault="005B0461" w:rsidP="005B0461">
      <w:r>
        <w:t>157.3739</w:t>
      </w:r>
      <w:r>
        <w:tab/>
        <w:t>1.013e0</w:t>
      </w:r>
    </w:p>
    <w:p w:rsidR="005B0461" w:rsidRDefault="005B0461" w:rsidP="005B0461">
      <w:r>
        <w:t>157.3929</w:t>
      </w:r>
      <w:r>
        <w:tab/>
        <w:t>2.025e0</w:t>
      </w:r>
    </w:p>
    <w:p w:rsidR="005B0461" w:rsidRDefault="005B0461" w:rsidP="005B0461">
      <w:r>
        <w:t>157.4137</w:t>
      </w:r>
      <w:r>
        <w:tab/>
        <w:t>1.013e0</w:t>
      </w:r>
    </w:p>
    <w:p w:rsidR="005B0461" w:rsidRDefault="005B0461" w:rsidP="005B0461">
      <w:r>
        <w:t>157.4408</w:t>
      </w:r>
      <w:r>
        <w:tab/>
        <w:t>1.013e0</w:t>
      </w:r>
    </w:p>
    <w:p w:rsidR="005B0461" w:rsidRDefault="005B0461" w:rsidP="005B0461">
      <w:r>
        <w:t>157.4509</w:t>
      </w:r>
      <w:r>
        <w:tab/>
        <w:t>1.013e0</w:t>
      </w:r>
    </w:p>
    <w:p w:rsidR="005B0461" w:rsidRDefault="005B0461" w:rsidP="005B0461">
      <w:r>
        <w:t>157.4659</w:t>
      </w:r>
      <w:r>
        <w:tab/>
        <w:t>3.646e0</w:t>
      </w:r>
    </w:p>
    <w:p w:rsidR="005B0461" w:rsidRDefault="005B0461" w:rsidP="005B0461">
      <w:r>
        <w:t>157.4772</w:t>
      </w:r>
      <w:r>
        <w:tab/>
        <w:t>1.013e0</w:t>
      </w:r>
    </w:p>
    <w:p w:rsidR="005B0461" w:rsidRDefault="005B0461" w:rsidP="005B0461">
      <w:r>
        <w:t>157.4806</w:t>
      </w:r>
      <w:r>
        <w:tab/>
        <w:t>1.013e0</w:t>
      </w:r>
    </w:p>
    <w:p w:rsidR="005B0461" w:rsidRDefault="005B0461" w:rsidP="005B0461">
      <w:r>
        <w:t>157.4941</w:t>
      </w:r>
      <w:r>
        <w:tab/>
        <w:t>3.038e0</w:t>
      </w:r>
    </w:p>
    <w:p w:rsidR="005B0461" w:rsidRDefault="005B0461" w:rsidP="005B0461">
      <w:r>
        <w:t>157.5138</w:t>
      </w:r>
      <w:r>
        <w:tab/>
        <w:t>1.013e0</w:t>
      </w:r>
    </w:p>
    <w:p w:rsidR="005B0461" w:rsidRDefault="005B0461" w:rsidP="005B0461">
      <w:r>
        <w:lastRenderedPageBreak/>
        <w:t>157.5339</w:t>
      </w:r>
      <w:r>
        <w:tab/>
        <w:t>4.051e0</w:t>
      </w:r>
    </w:p>
    <w:p w:rsidR="005B0461" w:rsidRDefault="005B0461" w:rsidP="005B0461">
      <w:r>
        <w:t>157.5373</w:t>
      </w:r>
      <w:r>
        <w:tab/>
        <w:t>1.013e0</w:t>
      </w:r>
    </w:p>
    <w:p w:rsidR="005B0461" w:rsidRDefault="005B0461" w:rsidP="005B0461">
      <w:r>
        <w:t>157.5484</w:t>
      </w:r>
      <w:r>
        <w:tab/>
        <w:t>4.051e0</w:t>
      </w:r>
    </w:p>
    <w:p w:rsidR="005B0461" w:rsidRDefault="005B0461" w:rsidP="005B0461">
      <w:r>
        <w:t>157.5577</w:t>
      </w:r>
      <w:r>
        <w:tab/>
        <w:t>2.025e0</w:t>
      </w:r>
    </w:p>
    <w:p w:rsidR="005B0461" w:rsidRDefault="005B0461" w:rsidP="005B0461">
      <w:r>
        <w:t>157.6042</w:t>
      </w:r>
      <w:r>
        <w:tab/>
        <w:t>1.013e0</w:t>
      </w:r>
    </w:p>
    <w:p w:rsidR="005B0461" w:rsidRDefault="005B0461" w:rsidP="005B0461">
      <w:r>
        <w:t>157.6145</w:t>
      </w:r>
      <w:r>
        <w:tab/>
        <w:t>2.025e0</w:t>
      </w:r>
    </w:p>
    <w:p w:rsidR="005B0461" w:rsidRDefault="005B0461" w:rsidP="005B0461">
      <w:r>
        <w:t>157.6177</w:t>
      </w:r>
      <w:r>
        <w:tab/>
        <w:t>1.013e0</w:t>
      </w:r>
    </w:p>
    <w:p w:rsidR="005B0461" w:rsidRDefault="005B0461" w:rsidP="005B0461">
      <w:r>
        <w:t>157.6272</w:t>
      </w:r>
      <w:r>
        <w:tab/>
        <w:t>1.013e0</w:t>
      </w:r>
    </w:p>
    <w:p w:rsidR="005B0461" w:rsidRDefault="005B0461" w:rsidP="005B0461">
      <w:r>
        <w:t>157.6337</w:t>
      </w:r>
      <w:r>
        <w:tab/>
        <w:t>2.025e0</w:t>
      </w:r>
    </w:p>
    <w:p w:rsidR="005B0461" w:rsidRDefault="005B0461" w:rsidP="005B0461">
      <w:r>
        <w:t>157.6507</w:t>
      </w:r>
      <w:r>
        <w:tab/>
        <w:t>1.013e0</w:t>
      </w:r>
    </w:p>
    <w:p w:rsidR="005B0461" w:rsidRDefault="005B0461" w:rsidP="005B0461">
      <w:r>
        <w:t>157.6575</w:t>
      </w:r>
      <w:r>
        <w:tab/>
        <w:t>2.025e0</w:t>
      </w:r>
    </w:p>
    <w:p w:rsidR="005B0461" w:rsidRDefault="005B0461" w:rsidP="005B0461">
      <w:r>
        <w:t>157.6592</w:t>
      </w:r>
      <w:r>
        <w:tab/>
        <w:t>2.025e0</w:t>
      </w:r>
    </w:p>
    <w:p w:rsidR="005B0461" w:rsidRDefault="005B0461" w:rsidP="005B0461">
      <w:r>
        <w:t>157.6643</w:t>
      </w:r>
      <w:r>
        <w:tab/>
        <w:t>1.013e0</w:t>
      </w:r>
    </w:p>
    <w:p w:rsidR="005B0461" w:rsidRDefault="005B0461" w:rsidP="005B0461">
      <w:r>
        <w:t>157.6807</w:t>
      </w:r>
      <w:r>
        <w:tab/>
        <w:t>1.013e0</w:t>
      </w:r>
    </w:p>
    <w:p w:rsidR="005B0461" w:rsidRDefault="005B0461" w:rsidP="005B0461">
      <w:r>
        <w:t>157.6839</w:t>
      </w:r>
      <w:r>
        <w:tab/>
        <w:t>1.013e0</w:t>
      </w:r>
    </w:p>
    <w:p w:rsidR="005B0461" w:rsidRDefault="005B0461" w:rsidP="005B0461">
      <w:r>
        <w:t>157.7374</w:t>
      </w:r>
      <w:r>
        <w:tab/>
        <w:t>2.025e0</w:t>
      </w:r>
    </w:p>
    <w:p w:rsidR="005B0461" w:rsidRDefault="005B0461" w:rsidP="005B0461">
      <w:r>
        <w:t>157.7710</w:t>
      </w:r>
      <w:r>
        <w:tab/>
        <w:t>1.013e0</w:t>
      </w:r>
    </w:p>
    <w:p w:rsidR="005B0461" w:rsidRDefault="005B0461" w:rsidP="005B0461">
      <w:r>
        <w:t>157.7778</w:t>
      </w:r>
      <w:r>
        <w:tab/>
        <w:t>1.013e0</w:t>
      </w:r>
    </w:p>
    <w:p w:rsidR="005B0461" w:rsidRDefault="005B0461" w:rsidP="005B0461">
      <w:r>
        <w:t>157.7813</w:t>
      </w:r>
      <w:r>
        <w:tab/>
        <w:t>2.025e0</w:t>
      </w:r>
    </w:p>
    <w:p w:rsidR="005B0461" w:rsidRDefault="005B0461" w:rsidP="005B0461">
      <w:r>
        <w:lastRenderedPageBreak/>
        <w:t>157.7847</w:t>
      </w:r>
      <w:r>
        <w:tab/>
        <w:t>1.013e0</w:t>
      </w:r>
    </w:p>
    <w:p w:rsidR="005B0461" w:rsidRDefault="005B0461" w:rsidP="005B0461">
      <w:r>
        <w:t>157.8005</w:t>
      </w:r>
      <w:r>
        <w:tab/>
        <w:t>3.038e0</w:t>
      </w:r>
    </w:p>
    <w:p w:rsidR="005B0461" w:rsidRDefault="005B0461" w:rsidP="005B0461">
      <w:r>
        <w:t>157.8074</w:t>
      </w:r>
      <w:r>
        <w:tab/>
        <w:t>2.025e0</w:t>
      </w:r>
    </w:p>
    <w:p w:rsidR="005B0461" w:rsidRDefault="005B0461" w:rsidP="005B0461">
      <w:r>
        <w:t>157.8142</w:t>
      </w:r>
      <w:r>
        <w:tab/>
        <w:t>2.025e0</w:t>
      </w:r>
    </w:p>
    <w:p w:rsidR="005B0461" w:rsidRDefault="005B0461" w:rsidP="005B0461">
      <w:r>
        <w:t>157.8244</w:t>
      </w:r>
      <w:r>
        <w:tab/>
        <w:t>1.013e0</w:t>
      </w:r>
    </w:p>
    <w:p w:rsidR="005B0461" w:rsidRDefault="005B0461" w:rsidP="005B0461">
      <w:r>
        <w:t>157.8446</w:t>
      </w:r>
      <w:r>
        <w:tab/>
        <w:t>1.013e0</w:t>
      </w:r>
    </w:p>
    <w:p w:rsidR="005B0461" w:rsidRDefault="005B0461" w:rsidP="005B0461">
      <w:r>
        <w:t>157.8607</w:t>
      </w:r>
      <w:r>
        <w:tab/>
        <w:t>2.025e0</w:t>
      </w:r>
    </w:p>
    <w:p w:rsidR="005B0461" w:rsidRDefault="005B0461" w:rsidP="005B0461">
      <w:r>
        <w:t>157.8845</w:t>
      </w:r>
      <w:r>
        <w:tab/>
        <w:t>1.013e0</w:t>
      </w:r>
    </w:p>
    <w:p w:rsidR="005B0461" w:rsidRDefault="005B0461" w:rsidP="005B0461">
      <w:r>
        <w:t>157.8948</w:t>
      </w:r>
      <w:r>
        <w:tab/>
        <w:t>1.013e0</w:t>
      </w:r>
    </w:p>
    <w:p w:rsidR="005B0461" w:rsidRDefault="005B0461" w:rsidP="005B0461">
      <w:r>
        <w:t>157.9014</w:t>
      </w:r>
      <w:r>
        <w:tab/>
        <w:t>1.013e0</w:t>
      </w:r>
    </w:p>
    <w:p w:rsidR="005B0461" w:rsidRDefault="005B0461" w:rsidP="005B0461">
      <w:r>
        <w:t>157.9140</w:t>
      </w:r>
      <w:r>
        <w:tab/>
        <w:t>2.025e0</w:t>
      </w:r>
    </w:p>
    <w:p w:rsidR="005B0461" w:rsidRDefault="005B0461" w:rsidP="005B0461">
      <w:r>
        <w:t>157.9277</w:t>
      </w:r>
      <w:r>
        <w:tab/>
        <w:t>1.013e0</w:t>
      </w:r>
    </w:p>
    <w:p w:rsidR="005B0461" w:rsidRDefault="005B0461" w:rsidP="005B0461">
      <w:r>
        <w:t>157.9413</w:t>
      </w:r>
      <w:r>
        <w:tab/>
        <w:t>1.013e0</w:t>
      </w:r>
    </w:p>
    <w:p w:rsidR="005B0461" w:rsidRDefault="005B0461" w:rsidP="005B0461">
      <w:r>
        <w:t>157.9465</w:t>
      </w:r>
      <w:r>
        <w:tab/>
        <w:t>2.025e0</w:t>
      </w:r>
    </w:p>
    <w:p w:rsidR="005B0461" w:rsidRDefault="005B0461" w:rsidP="005B0461">
      <w:r>
        <w:t>157.9845</w:t>
      </w:r>
      <w:r>
        <w:tab/>
        <w:t>1.013e0</w:t>
      </w:r>
    </w:p>
    <w:p w:rsidR="005B0461" w:rsidRDefault="005B0461" w:rsidP="005B0461">
      <w:r>
        <w:t>157.9879</w:t>
      </w:r>
      <w:r>
        <w:tab/>
        <w:t>2.025e0</w:t>
      </w:r>
    </w:p>
    <w:p w:rsidR="005B0461" w:rsidRDefault="005B0461" w:rsidP="005B0461">
      <w:r>
        <w:t>158.0119</w:t>
      </w:r>
      <w:r>
        <w:tab/>
        <w:t>2.025e0</w:t>
      </w:r>
    </w:p>
    <w:p w:rsidR="005B0461" w:rsidRDefault="005B0461" w:rsidP="005B0461">
      <w:r>
        <w:t>158.0413</w:t>
      </w:r>
      <w:r>
        <w:tab/>
        <w:t>3.038e0</w:t>
      </w:r>
    </w:p>
    <w:p w:rsidR="005B0461" w:rsidRDefault="005B0461" w:rsidP="005B0461">
      <w:r>
        <w:t>158.0656</w:t>
      </w:r>
      <w:r>
        <w:tab/>
        <w:t>1.423e0</w:t>
      </w:r>
    </w:p>
    <w:p w:rsidR="005B0461" w:rsidRDefault="005B0461" w:rsidP="005B0461">
      <w:r>
        <w:lastRenderedPageBreak/>
        <w:t>158.0749</w:t>
      </w:r>
      <w:r>
        <w:tab/>
        <w:t>2.025e0</w:t>
      </w:r>
    </w:p>
    <w:p w:rsidR="005B0461" w:rsidRDefault="005B0461" w:rsidP="005B0461">
      <w:r>
        <w:t>158.0858</w:t>
      </w:r>
      <w:r>
        <w:tab/>
        <w:t>7.409e0</w:t>
      </w:r>
    </w:p>
    <w:p w:rsidR="005B0461" w:rsidRDefault="005B0461" w:rsidP="005B0461">
      <w:r>
        <w:t>158.0868</w:t>
      </w:r>
      <w:r>
        <w:tab/>
        <w:t>2.231e0</w:t>
      </w:r>
    </w:p>
    <w:p w:rsidR="005B0461" w:rsidRDefault="005B0461" w:rsidP="005B0461">
      <w:r>
        <w:t>158.1146</w:t>
      </w:r>
      <w:r>
        <w:tab/>
        <w:t>5.817e0</w:t>
      </w:r>
    </w:p>
    <w:p w:rsidR="005B0461" w:rsidRDefault="005B0461" w:rsidP="005B0461">
      <w:r>
        <w:t>158.1223</w:t>
      </w:r>
      <w:r>
        <w:tab/>
        <w:t>2.428e0</w:t>
      </w:r>
    </w:p>
    <w:p w:rsidR="005B0461" w:rsidRDefault="005B0461" w:rsidP="005B0461">
      <w:r>
        <w:t>158.1298</w:t>
      </w:r>
      <w:r>
        <w:tab/>
        <w:t>1.345e0</w:t>
      </w:r>
    </w:p>
    <w:p w:rsidR="005B0461" w:rsidRDefault="005B0461" w:rsidP="005B0461">
      <w:r>
        <w:t>158.1435</w:t>
      </w:r>
      <w:r>
        <w:tab/>
        <w:t>3.924e0</w:t>
      </w:r>
    </w:p>
    <w:p w:rsidR="005B0461" w:rsidRDefault="005B0461" w:rsidP="005B0461">
      <w:r>
        <w:t>158.1446</w:t>
      </w:r>
      <w:r>
        <w:tab/>
        <w:t>1.013e0</w:t>
      </w:r>
    </w:p>
    <w:p w:rsidR="005B0461" w:rsidRDefault="005B0461" w:rsidP="005B0461">
      <w:r>
        <w:t>158.1515</w:t>
      </w:r>
      <w:r>
        <w:tab/>
        <w:t>2.025e0</w:t>
      </w:r>
    </w:p>
    <w:p w:rsidR="005B0461" w:rsidRDefault="005B0461" w:rsidP="005B0461">
      <w:r>
        <w:t>158.1617</w:t>
      </w:r>
      <w:r>
        <w:tab/>
        <w:t>1.013e0</w:t>
      </w:r>
    </w:p>
    <w:p w:rsidR="005B0461" w:rsidRDefault="005B0461" w:rsidP="005B0461">
      <w:r>
        <w:t>158.1685</w:t>
      </w:r>
      <w:r>
        <w:tab/>
        <w:t>1.013e0</w:t>
      </w:r>
    </w:p>
    <w:p w:rsidR="005B0461" w:rsidRDefault="005B0461" w:rsidP="005B0461">
      <w:r>
        <w:t>158.1719</w:t>
      </w:r>
      <w:r>
        <w:tab/>
        <w:t>1.013e0</w:t>
      </w:r>
    </w:p>
    <w:p w:rsidR="005B0461" w:rsidRDefault="005B0461" w:rsidP="005B0461">
      <w:r>
        <w:t>158.1918</w:t>
      </w:r>
      <w:r>
        <w:tab/>
        <w:t>1.013e0</w:t>
      </w:r>
    </w:p>
    <w:p w:rsidR="005B0461" w:rsidRDefault="005B0461" w:rsidP="005B0461">
      <w:r>
        <w:t>158.1949</w:t>
      </w:r>
      <w:r>
        <w:tab/>
        <w:t>1.013e0</w:t>
      </w:r>
    </w:p>
    <w:p w:rsidR="005B0461" w:rsidRDefault="005B0461" w:rsidP="005B0461">
      <w:r>
        <w:t>158.2151</w:t>
      </w:r>
      <w:r>
        <w:tab/>
        <w:t>1.013e0</w:t>
      </w:r>
    </w:p>
    <w:p w:rsidR="005B0461" w:rsidRDefault="005B0461" w:rsidP="005B0461">
      <w:r>
        <w:t>158.2287</w:t>
      </w:r>
      <w:r>
        <w:tab/>
        <w:t>2.025e0</w:t>
      </w:r>
    </w:p>
    <w:p w:rsidR="005B0461" w:rsidRDefault="005B0461" w:rsidP="005B0461">
      <w:r>
        <w:t>158.2583</w:t>
      </w:r>
      <w:r>
        <w:tab/>
        <w:t>1.013e0</w:t>
      </w:r>
    </w:p>
    <w:p w:rsidR="005B0461" w:rsidRDefault="005B0461" w:rsidP="005B0461">
      <w:r>
        <w:t>158.2617</w:t>
      </w:r>
      <w:r>
        <w:tab/>
        <w:t>1.013e0</w:t>
      </w:r>
    </w:p>
    <w:p w:rsidR="005B0461" w:rsidRDefault="005B0461" w:rsidP="005B0461">
      <w:r>
        <w:t>158.2651</w:t>
      </w:r>
      <w:r>
        <w:tab/>
        <w:t>1.013e0</w:t>
      </w:r>
    </w:p>
    <w:p w:rsidR="005B0461" w:rsidRDefault="005B0461" w:rsidP="005B0461">
      <w:r>
        <w:lastRenderedPageBreak/>
        <w:t>158.2821</w:t>
      </w:r>
      <w:r>
        <w:tab/>
        <w:t>1.013e0</w:t>
      </w:r>
    </w:p>
    <w:p w:rsidR="005B0461" w:rsidRDefault="005B0461" w:rsidP="005B0461">
      <w:r>
        <w:t>158.3087</w:t>
      </w:r>
      <w:r>
        <w:tab/>
        <w:t>1.013e0</w:t>
      </w:r>
    </w:p>
    <w:p w:rsidR="005B0461" w:rsidRDefault="005B0461" w:rsidP="005B0461">
      <w:r>
        <w:t>158.3118</w:t>
      </w:r>
      <w:r>
        <w:tab/>
        <w:t>1.013e0</w:t>
      </w:r>
    </w:p>
    <w:p w:rsidR="005B0461" w:rsidRDefault="005B0461" w:rsidP="005B0461">
      <w:r>
        <w:t>158.3135</w:t>
      </w:r>
      <w:r>
        <w:tab/>
        <w:t>2.025e0</w:t>
      </w:r>
    </w:p>
    <w:p w:rsidR="005B0461" w:rsidRDefault="005B0461" w:rsidP="005B0461">
      <w:r>
        <w:t>158.3356</w:t>
      </w:r>
      <w:r>
        <w:tab/>
        <w:t>1.013e0</w:t>
      </w:r>
    </w:p>
    <w:p w:rsidR="005B0461" w:rsidRDefault="005B0461" w:rsidP="005B0461">
      <w:r>
        <w:t>158.3492</w:t>
      </w:r>
      <w:r>
        <w:tab/>
        <w:t>1.013e0</w:t>
      </w:r>
    </w:p>
    <w:p w:rsidR="005B0461" w:rsidRDefault="005B0461" w:rsidP="005B0461">
      <w:r>
        <w:t>158.3788</w:t>
      </w:r>
      <w:r>
        <w:tab/>
        <w:t>1.013e0</w:t>
      </w:r>
    </w:p>
    <w:p w:rsidR="005B0461" w:rsidRDefault="005B0461" w:rsidP="005B0461">
      <w:r>
        <w:t>158.3847</w:t>
      </w:r>
      <w:r>
        <w:tab/>
        <w:t>3.038e0</w:t>
      </w:r>
    </w:p>
    <w:p w:rsidR="005B0461" w:rsidRDefault="005B0461" w:rsidP="005B0461">
      <w:r>
        <w:t>158.3941</w:t>
      </w:r>
      <w:r>
        <w:tab/>
        <w:t>2.025e0</w:t>
      </w:r>
    </w:p>
    <w:p w:rsidR="005B0461" w:rsidRDefault="005B0461" w:rsidP="005B0461">
      <w:r>
        <w:t>158.4211</w:t>
      </w:r>
      <w:r>
        <w:tab/>
        <w:t>3.038e0</w:t>
      </w:r>
    </w:p>
    <w:p w:rsidR="005B0461" w:rsidRDefault="005B0461" w:rsidP="005B0461">
      <w:r>
        <w:t>158.4391</w:t>
      </w:r>
      <w:r>
        <w:tab/>
        <w:t>1.013e0</w:t>
      </w:r>
    </w:p>
    <w:p w:rsidR="005B0461" w:rsidRDefault="005B0461" w:rsidP="005B0461">
      <w:r>
        <w:t>158.4408</w:t>
      </w:r>
      <w:r>
        <w:tab/>
        <w:t>2.025e0</w:t>
      </w:r>
    </w:p>
    <w:p w:rsidR="005B0461" w:rsidRDefault="005B0461" w:rsidP="005B0461">
      <w:r>
        <w:t>158.4763</w:t>
      </w:r>
      <w:r>
        <w:tab/>
        <w:t>1.013e0</w:t>
      </w:r>
    </w:p>
    <w:p w:rsidR="005B0461" w:rsidRDefault="005B0461" w:rsidP="005B0461">
      <w:r>
        <w:t>158.4890</w:t>
      </w:r>
      <w:r>
        <w:tab/>
        <w:t>1.013e0</w:t>
      </w:r>
    </w:p>
    <w:p w:rsidR="005B0461" w:rsidRDefault="005B0461" w:rsidP="005B0461">
      <w:r>
        <w:t>158.4959</w:t>
      </w:r>
      <w:r>
        <w:tab/>
        <w:t>1.013e0</w:t>
      </w:r>
    </w:p>
    <w:p w:rsidR="005B0461" w:rsidRDefault="005B0461" w:rsidP="005B0461">
      <w:r>
        <w:t>158.5266</w:t>
      </w:r>
      <w:r>
        <w:tab/>
        <w:t>2.025e0</w:t>
      </w:r>
    </w:p>
    <w:p w:rsidR="005B0461" w:rsidRDefault="005B0461" w:rsidP="005B0461">
      <w:r>
        <w:t>158.5332</w:t>
      </w:r>
      <w:r>
        <w:tab/>
        <w:t>1.013e0</w:t>
      </w:r>
    </w:p>
    <w:p w:rsidR="005B0461" w:rsidRDefault="005B0461" w:rsidP="005B0461">
      <w:r>
        <w:t>158.5427</w:t>
      </w:r>
      <w:r>
        <w:tab/>
        <w:t>1.013e0</w:t>
      </w:r>
    </w:p>
    <w:p w:rsidR="005B0461" w:rsidRDefault="005B0461" w:rsidP="005B0461">
      <w:r>
        <w:t>158.5493</w:t>
      </w:r>
      <w:r>
        <w:tab/>
        <w:t>2.025e0</w:t>
      </w:r>
    </w:p>
    <w:p w:rsidR="005B0461" w:rsidRDefault="005B0461" w:rsidP="005B0461">
      <w:r>
        <w:lastRenderedPageBreak/>
        <w:t>158.5800</w:t>
      </w:r>
      <w:r>
        <w:tab/>
        <w:t>1.013e0</w:t>
      </w:r>
    </w:p>
    <w:p w:rsidR="005B0461" w:rsidRDefault="005B0461" w:rsidP="005B0461">
      <w:r>
        <w:t>158.5902</w:t>
      </w:r>
      <w:r>
        <w:tab/>
        <w:t>2.025e0</w:t>
      </w:r>
    </w:p>
    <w:p w:rsidR="005B0461" w:rsidRDefault="005B0461" w:rsidP="005B0461">
      <w:r>
        <w:t>158.5965</w:t>
      </w:r>
      <w:r>
        <w:tab/>
        <w:t>1.013e0</w:t>
      </w:r>
    </w:p>
    <w:p w:rsidR="005B0461" w:rsidRDefault="005B0461" w:rsidP="005B0461">
      <w:r>
        <w:t>158.6028</w:t>
      </w:r>
      <w:r>
        <w:tab/>
        <w:t>1.013e0</w:t>
      </w:r>
    </w:p>
    <w:p w:rsidR="005B0461" w:rsidRDefault="005B0461" w:rsidP="005B0461">
      <w:r>
        <w:t>158.6078</w:t>
      </w:r>
      <w:r>
        <w:tab/>
        <w:t>2.025e0</w:t>
      </w:r>
    </w:p>
    <w:p w:rsidR="005B0461" w:rsidRDefault="005B0461" w:rsidP="005B0461">
      <w:r>
        <w:t>158.6267</w:t>
      </w:r>
      <w:r>
        <w:tab/>
        <w:t>1.013e0</w:t>
      </w:r>
    </w:p>
    <w:p w:rsidR="005B0461" w:rsidRDefault="005B0461" w:rsidP="005B0461">
      <w:r>
        <w:t>158.6665</w:t>
      </w:r>
      <w:r>
        <w:tab/>
        <w:t>2.025e0</w:t>
      </w:r>
    </w:p>
    <w:p w:rsidR="005B0461" w:rsidRDefault="005B0461" w:rsidP="005B0461">
      <w:r>
        <w:t>158.6733</w:t>
      </w:r>
      <w:r>
        <w:tab/>
        <w:t>1.013e0</w:t>
      </w:r>
    </w:p>
    <w:p w:rsidR="005B0461" w:rsidRDefault="005B0461" w:rsidP="005B0461">
      <w:r>
        <w:t>158.6768</w:t>
      </w:r>
      <w:r>
        <w:tab/>
        <w:t>1.013e0</w:t>
      </w:r>
    </w:p>
    <w:p w:rsidR="005B0461" w:rsidRDefault="005B0461" w:rsidP="005B0461">
      <w:r>
        <w:t>158.6972</w:t>
      </w:r>
      <w:r>
        <w:tab/>
        <w:t>1.013e0</w:t>
      </w:r>
    </w:p>
    <w:p w:rsidR="005B0461" w:rsidRDefault="005B0461" w:rsidP="005B0461">
      <w:r>
        <w:t>158.7041</w:t>
      </w:r>
      <w:r>
        <w:tab/>
        <w:t>1.013e0</w:t>
      </w:r>
    </w:p>
    <w:p w:rsidR="005B0461" w:rsidRDefault="005B0461" w:rsidP="005B0461">
      <w:r>
        <w:t>158.7107</w:t>
      </w:r>
      <w:r>
        <w:tab/>
        <w:t>2.025e0</w:t>
      </w:r>
    </w:p>
    <w:p w:rsidR="005B0461" w:rsidRDefault="005B0461" w:rsidP="005B0461">
      <w:r>
        <w:t>158.7268</w:t>
      </w:r>
      <w:r>
        <w:tab/>
        <w:t>1.013e0</w:t>
      </w:r>
    </w:p>
    <w:p w:rsidR="005B0461" w:rsidRDefault="005B0461" w:rsidP="005B0461">
      <w:r>
        <w:t>158.7302</w:t>
      </w:r>
      <w:r>
        <w:tab/>
        <w:t>1.013e0</w:t>
      </w:r>
    </w:p>
    <w:p w:rsidR="005B0461" w:rsidRDefault="005B0461" w:rsidP="005B0461">
      <w:r>
        <w:t>158.7336</w:t>
      </w:r>
      <w:r>
        <w:tab/>
        <w:t>1.013e0</w:t>
      </w:r>
    </w:p>
    <w:p w:rsidR="005B0461" w:rsidRDefault="005B0461" w:rsidP="005B0461">
      <w:r>
        <w:t>158.7438</w:t>
      </w:r>
      <w:r>
        <w:tab/>
        <w:t>2.025e0</w:t>
      </w:r>
    </w:p>
    <w:p w:rsidR="005B0461" w:rsidRDefault="005B0461" w:rsidP="005B0461">
      <w:r>
        <w:t>158.7472</w:t>
      </w:r>
      <w:r>
        <w:tab/>
        <w:t>1.013e0</w:t>
      </w:r>
    </w:p>
    <w:p w:rsidR="005B0461" w:rsidRDefault="005B0461" w:rsidP="005B0461">
      <w:r>
        <w:t>158.7609</w:t>
      </w:r>
      <w:r>
        <w:tab/>
        <w:t>1.013e0</w:t>
      </w:r>
    </w:p>
    <w:p w:rsidR="005B0461" w:rsidRDefault="005B0461" w:rsidP="005B0461">
      <w:r>
        <w:t>158.7678</w:t>
      </w:r>
      <w:r>
        <w:tab/>
        <w:t>2.025e0</w:t>
      </w:r>
    </w:p>
    <w:p w:rsidR="005B0461" w:rsidRDefault="005B0461" w:rsidP="005B0461">
      <w:r>
        <w:lastRenderedPageBreak/>
        <w:t>158.7871</w:t>
      </w:r>
      <w:r>
        <w:tab/>
        <w:t>1.013e0</w:t>
      </w:r>
    </w:p>
    <w:p w:rsidR="005B0461" w:rsidRDefault="005B0461" w:rsidP="005B0461">
      <w:r>
        <w:t>158.8405</w:t>
      </w:r>
      <w:r>
        <w:tab/>
        <w:t>1.013e0</w:t>
      </w:r>
    </w:p>
    <w:p w:rsidR="005B0461" w:rsidRDefault="005B0461" w:rsidP="005B0461">
      <w:r>
        <w:t>158.8474</w:t>
      </w:r>
      <w:r>
        <w:tab/>
        <w:t>1.013e0</w:t>
      </w:r>
    </w:p>
    <w:p w:rsidR="005B0461" w:rsidRDefault="005B0461" w:rsidP="005B0461">
      <w:r>
        <w:t>158.8525</w:t>
      </w:r>
      <w:r>
        <w:tab/>
        <w:t>2.025e0</w:t>
      </w:r>
    </w:p>
    <w:p w:rsidR="005B0461" w:rsidRDefault="005B0461" w:rsidP="005B0461">
      <w:r>
        <w:t>158.8781</w:t>
      </w:r>
      <w:r>
        <w:tab/>
        <w:t>1.013e0</w:t>
      </w:r>
    </w:p>
    <w:p w:rsidR="005B0461" w:rsidRDefault="005B0461" w:rsidP="005B0461">
      <w:r>
        <w:t>158.8816</w:t>
      </w:r>
      <w:r>
        <w:tab/>
        <w:t>1.013e0</w:t>
      </w:r>
    </w:p>
    <w:p w:rsidR="005B0461" w:rsidRDefault="005B0461" w:rsidP="005B0461">
      <w:r>
        <w:t>158.8836</w:t>
      </w:r>
      <w:r>
        <w:tab/>
        <w:t>2.025e0</w:t>
      </w:r>
    </w:p>
    <w:p w:rsidR="005B0461" w:rsidRDefault="005B0461" w:rsidP="005B0461">
      <w:r>
        <w:t>158.8911</w:t>
      </w:r>
      <w:r>
        <w:tab/>
        <w:t>1.013e0</w:t>
      </w:r>
    </w:p>
    <w:p w:rsidR="005B0461" w:rsidRDefault="005B0461" w:rsidP="005B0461">
      <w:r>
        <w:t>158.9078</w:t>
      </w:r>
      <w:r>
        <w:tab/>
        <w:t>1.013e0</w:t>
      </w:r>
    </w:p>
    <w:p w:rsidR="005B0461" w:rsidRDefault="005B0461" w:rsidP="005B0461">
      <w:r>
        <w:t>158.9146</w:t>
      </w:r>
      <w:r>
        <w:tab/>
        <w:t>2.025e0</w:t>
      </w:r>
    </w:p>
    <w:p w:rsidR="005B0461" w:rsidRDefault="005B0461" w:rsidP="005B0461">
      <w:r>
        <w:t>158.9282</w:t>
      </w:r>
      <w:r>
        <w:tab/>
        <w:t>1.013e0</w:t>
      </w:r>
    </w:p>
    <w:p w:rsidR="005B0461" w:rsidRDefault="005B0461" w:rsidP="005B0461">
      <w:r>
        <w:t>158.9385</w:t>
      </w:r>
      <w:r>
        <w:tab/>
        <w:t>1.013e0</w:t>
      </w:r>
    </w:p>
    <w:p w:rsidR="005B0461" w:rsidRDefault="005B0461" w:rsidP="005B0461">
      <w:r>
        <w:t>158.9526</w:t>
      </w:r>
      <w:r>
        <w:tab/>
        <w:t>2.025e0</w:t>
      </w:r>
    </w:p>
    <w:p w:rsidR="005B0461" w:rsidRDefault="005B0461" w:rsidP="005B0461">
      <w:r>
        <w:t>158.9671</w:t>
      </w:r>
      <w:r>
        <w:tab/>
        <w:t>3.038e0</w:t>
      </w:r>
    </w:p>
    <w:p w:rsidR="005B0461" w:rsidRDefault="005B0461" w:rsidP="005B0461">
      <w:r>
        <w:t>159.0053</w:t>
      </w:r>
      <w:r>
        <w:tab/>
        <w:t>1.013e0</w:t>
      </w:r>
    </w:p>
    <w:p w:rsidR="005B0461" w:rsidRDefault="005B0461" w:rsidP="005B0461">
      <w:r>
        <w:t>159.0085</w:t>
      </w:r>
      <w:r>
        <w:tab/>
        <w:t>2.025e0</w:t>
      </w:r>
    </w:p>
    <w:p w:rsidR="005B0461" w:rsidRDefault="005B0461" w:rsidP="005B0461">
      <w:r>
        <w:t>159.0116</w:t>
      </w:r>
      <w:r>
        <w:tab/>
        <w:t>1.013e0</w:t>
      </w:r>
    </w:p>
    <w:p w:rsidR="005B0461" w:rsidRDefault="005B0461" w:rsidP="005B0461">
      <w:r>
        <w:t>159.0284</w:t>
      </w:r>
      <w:r>
        <w:tab/>
        <w:t>2.025e0</w:t>
      </w:r>
    </w:p>
    <w:p w:rsidR="005B0461" w:rsidRDefault="005B0461" w:rsidP="005B0461">
      <w:r>
        <w:t>159.0315</w:t>
      </w:r>
      <w:r>
        <w:tab/>
        <w:t>4.763e0</w:t>
      </w:r>
    </w:p>
    <w:p w:rsidR="005B0461" w:rsidRDefault="005B0461" w:rsidP="005B0461">
      <w:r>
        <w:lastRenderedPageBreak/>
        <w:t>159.0488</w:t>
      </w:r>
      <w:r>
        <w:tab/>
        <w:t>1.013e0</w:t>
      </w:r>
    </w:p>
    <w:p w:rsidR="005B0461" w:rsidRDefault="005B0461" w:rsidP="005B0461">
      <w:r>
        <w:t>159.0595</w:t>
      </w:r>
      <w:r>
        <w:tab/>
        <w:t>1.600e0</w:t>
      </w:r>
    </w:p>
    <w:p w:rsidR="005B0461" w:rsidRDefault="005B0461" w:rsidP="005B0461">
      <w:r>
        <w:t>159.0704</w:t>
      </w:r>
      <w:r>
        <w:tab/>
        <w:t>3.731e0</w:t>
      </w:r>
    </w:p>
    <w:p w:rsidR="005B0461" w:rsidRDefault="005B0461" w:rsidP="005B0461">
      <w:r>
        <w:t>159.0749</w:t>
      </w:r>
      <w:r>
        <w:tab/>
        <w:t>3.244e0</w:t>
      </w:r>
    </w:p>
    <w:p w:rsidR="005B0461" w:rsidRDefault="005B0461" w:rsidP="005B0461">
      <w:r>
        <w:t>159.0773</w:t>
      </w:r>
      <w:r>
        <w:tab/>
        <w:t>2.441e0</w:t>
      </w:r>
    </w:p>
    <w:p w:rsidR="005B0461" w:rsidRDefault="005B0461" w:rsidP="005B0461">
      <w:r>
        <w:t>159.1125</w:t>
      </w:r>
      <w:r>
        <w:tab/>
        <w:t>1.436e1</w:t>
      </w:r>
    </w:p>
    <w:p w:rsidR="005B0461" w:rsidRDefault="005B0461" w:rsidP="005B0461">
      <w:r>
        <w:t>159.1148</w:t>
      </w:r>
      <w:r>
        <w:tab/>
        <w:t>1.274e1</w:t>
      </w:r>
    </w:p>
    <w:p w:rsidR="005B0461" w:rsidRDefault="005B0461" w:rsidP="005B0461">
      <w:r>
        <w:t>159.1160</w:t>
      </w:r>
      <w:r>
        <w:tab/>
        <w:t>1.139e1</w:t>
      </w:r>
    </w:p>
    <w:p w:rsidR="005B0461" w:rsidRDefault="005B0461" w:rsidP="005B0461">
      <w:r>
        <w:t>159.1183</w:t>
      </w:r>
      <w:r>
        <w:tab/>
        <w:t>9.580e0</w:t>
      </w:r>
    </w:p>
    <w:p w:rsidR="005B0461" w:rsidRDefault="005B0461" w:rsidP="005B0461">
      <w:r>
        <w:t>159.1409</w:t>
      </w:r>
      <w:r>
        <w:tab/>
        <w:t>2.604e0</w:t>
      </w:r>
    </w:p>
    <w:p w:rsidR="005B0461" w:rsidRDefault="005B0461" w:rsidP="005B0461">
      <w:r>
        <w:t>159.1484</w:t>
      </w:r>
      <w:r>
        <w:tab/>
        <w:t>1.226e0</w:t>
      </w:r>
    </w:p>
    <w:p w:rsidR="005B0461" w:rsidRDefault="005B0461" w:rsidP="005B0461">
      <w:r>
        <w:t>159.1593</w:t>
      </w:r>
      <w:r>
        <w:tab/>
        <w:t>2.025e0</w:t>
      </w:r>
    </w:p>
    <w:p w:rsidR="005B0461" w:rsidRDefault="005B0461" w:rsidP="005B0461">
      <w:r>
        <w:t>159.1730</w:t>
      </w:r>
      <w:r>
        <w:tab/>
        <w:t>2.025e0</w:t>
      </w:r>
    </w:p>
    <w:p w:rsidR="005B0461" w:rsidRDefault="005B0461" w:rsidP="005B0461">
      <w:r>
        <w:t>159.1892</w:t>
      </w:r>
      <w:r>
        <w:tab/>
        <w:t>3.038e0</w:t>
      </w:r>
    </w:p>
    <w:p w:rsidR="005B0461" w:rsidRDefault="005B0461" w:rsidP="005B0461">
      <w:r>
        <w:t>159.1938</w:t>
      </w:r>
      <w:r>
        <w:tab/>
        <w:t>2.025e0</w:t>
      </w:r>
    </w:p>
    <w:p w:rsidR="005B0461" w:rsidRDefault="005B0461" w:rsidP="005B0461">
      <w:r>
        <w:t>159.2061</w:t>
      </w:r>
      <w:r>
        <w:tab/>
        <w:t>1.013e0</w:t>
      </w:r>
    </w:p>
    <w:p w:rsidR="005B0461" w:rsidRDefault="005B0461" w:rsidP="005B0461">
      <w:r>
        <w:t>159.2334</w:t>
      </w:r>
      <w:r>
        <w:tab/>
        <w:t>1.013e0</w:t>
      </w:r>
    </w:p>
    <w:p w:rsidR="005B0461" w:rsidRDefault="005B0461" w:rsidP="005B0461">
      <w:r>
        <w:t>159.2368</w:t>
      </w:r>
      <w:r>
        <w:tab/>
        <w:t>1.013e0</w:t>
      </w:r>
    </w:p>
    <w:p w:rsidR="005B0461" w:rsidRDefault="005B0461" w:rsidP="005B0461">
      <w:r>
        <w:t>159.2402</w:t>
      </w:r>
      <w:r>
        <w:tab/>
        <w:t>1.013e0</w:t>
      </w:r>
    </w:p>
    <w:p w:rsidR="005B0461" w:rsidRDefault="005B0461" w:rsidP="005B0461">
      <w:r>
        <w:lastRenderedPageBreak/>
        <w:t>159.2465</w:t>
      </w:r>
      <w:r>
        <w:tab/>
        <w:t>2.025e0</w:t>
      </w:r>
    </w:p>
    <w:p w:rsidR="005B0461" w:rsidRDefault="005B0461" w:rsidP="005B0461">
      <w:r>
        <w:t>159.2497</w:t>
      </w:r>
      <w:r>
        <w:tab/>
        <w:t>1.013e0</w:t>
      </w:r>
    </w:p>
    <w:p w:rsidR="005B0461" w:rsidRDefault="005B0461" w:rsidP="005B0461">
      <w:r>
        <w:t>159.2529</w:t>
      </w:r>
      <w:r>
        <w:tab/>
        <w:t>1.013e0</w:t>
      </w:r>
    </w:p>
    <w:p w:rsidR="005B0461" w:rsidRDefault="005B0461" w:rsidP="005B0461">
      <w:r>
        <w:t>159.2561</w:t>
      </w:r>
      <w:r>
        <w:tab/>
        <w:t>1.013e0</w:t>
      </w:r>
    </w:p>
    <w:p w:rsidR="005B0461" w:rsidRDefault="005B0461" w:rsidP="005B0461">
      <w:r>
        <w:t>159.2767</w:t>
      </w:r>
      <w:r>
        <w:tab/>
        <w:t>1.013e0</w:t>
      </w:r>
    </w:p>
    <w:p w:rsidR="005B0461" w:rsidRDefault="005B0461" w:rsidP="005B0461">
      <w:r>
        <w:t>159.2869</w:t>
      </w:r>
      <w:r>
        <w:tab/>
        <w:t>1.013e0</w:t>
      </w:r>
    </w:p>
    <w:p w:rsidR="005B0461" w:rsidRDefault="005B0461" w:rsidP="005B0461">
      <w:r>
        <w:t>159.3127</w:t>
      </w:r>
      <w:r>
        <w:tab/>
        <w:t>4.051e0</w:t>
      </w:r>
    </w:p>
    <w:p w:rsidR="005B0461" w:rsidRDefault="005B0461" w:rsidP="005B0461">
      <w:r>
        <w:t>159.3268</w:t>
      </w:r>
      <w:r>
        <w:tab/>
        <w:t>2.025e0</w:t>
      </w:r>
    </w:p>
    <w:p w:rsidR="005B0461" w:rsidRDefault="005B0461" w:rsidP="005B0461">
      <w:r>
        <w:t>159.3558</w:t>
      </w:r>
      <w:r>
        <w:tab/>
        <w:t>2.025e0</w:t>
      </w:r>
    </w:p>
    <w:p w:rsidR="005B0461" w:rsidRDefault="005B0461" w:rsidP="005B0461">
      <w:r>
        <w:t>159.3705</w:t>
      </w:r>
      <w:r>
        <w:tab/>
        <w:t>1.013e0</w:t>
      </w:r>
    </w:p>
    <w:p w:rsidR="005B0461" w:rsidRDefault="005B0461" w:rsidP="005B0461">
      <w:r>
        <w:t>159.3750</w:t>
      </w:r>
      <w:r>
        <w:tab/>
        <w:t>2.025e0</w:t>
      </w:r>
    </w:p>
    <w:p w:rsidR="005B0461" w:rsidRDefault="005B0461" w:rsidP="005B0461">
      <w:r>
        <w:t>159.3941</w:t>
      </w:r>
      <w:r>
        <w:tab/>
        <w:t>1.013e0</w:t>
      </w:r>
    </w:p>
    <w:p w:rsidR="005B0461" w:rsidRDefault="005B0461" w:rsidP="005B0461">
      <w:r>
        <w:t>159.3975</w:t>
      </w:r>
      <w:r>
        <w:tab/>
        <w:t>1.013e0</w:t>
      </w:r>
    </w:p>
    <w:p w:rsidR="005B0461" w:rsidRDefault="005B0461" w:rsidP="005B0461">
      <w:r>
        <w:t>159.4043</w:t>
      </w:r>
      <w:r>
        <w:tab/>
        <w:t>1.013e0</w:t>
      </w:r>
    </w:p>
    <w:p w:rsidR="005B0461" w:rsidRDefault="005B0461" w:rsidP="005B0461">
      <w:r>
        <w:t>159.4340</w:t>
      </w:r>
      <w:r>
        <w:tab/>
        <w:t>1.013e0</w:t>
      </w:r>
    </w:p>
    <w:p w:rsidR="005B0461" w:rsidRDefault="005B0461" w:rsidP="005B0461">
      <w:r>
        <w:t>159.4354</w:t>
      </w:r>
      <w:r>
        <w:tab/>
        <w:t>2.025e0</w:t>
      </w:r>
    </w:p>
    <w:p w:rsidR="005B0461" w:rsidRDefault="005B0461" w:rsidP="005B0461">
      <w:r>
        <w:t>159.4373</w:t>
      </w:r>
      <w:r>
        <w:tab/>
        <w:t>1.013e0</w:t>
      </w:r>
    </w:p>
    <w:p w:rsidR="005B0461" w:rsidRDefault="005B0461" w:rsidP="005B0461">
      <w:r>
        <w:t>159.4408</w:t>
      </w:r>
      <w:r>
        <w:tab/>
        <w:t>1.013e0</w:t>
      </w:r>
    </w:p>
    <w:p w:rsidR="005B0461" w:rsidRDefault="005B0461" w:rsidP="005B0461">
      <w:r>
        <w:t>159.4616</w:t>
      </w:r>
      <w:r>
        <w:tab/>
        <w:t>2.320e0</w:t>
      </w:r>
    </w:p>
    <w:p w:rsidR="005B0461" w:rsidRDefault="005B0461" w:rsidP="005B0461">
      <w:r>
        <w:lastRenderedPageBreak/>
        <w:t>159.4647</w:t>
      </w:r>
      <w:r>
        <w:tab/>
        <w:t>2.025e0</w:t>
      </w:r>
    </w:p>
    <w:p w:rsidR="005B0461" w:rsidRDefault="005B0461" w:rsidP="005B0461">
      <w:r>
        <w:t>159.4681</w:t>
      </w:r>
      <w:r>
        <w:tab/>
        <w:t>1.013e0</w:t>
      </w:r>
    </w:p>
    <w:p w:rsidR="005B0461" w:rsidRDefault="005B0461" w:rsidP="005B0461">
      <w:r>
        <w:t>159.4784</w:t>
      </w:r>
      <w:r>
        <w:tab/>
        <w:t>1.013e0</w:t>
      </w:r>
    </w:p>
    <w:p w:rsidR="005B0461" w:rsidRDefault="005B0461" w:rsidP="005B0461">
      <w:r>
        <w:t>159.4817</w:t>
      </w:r>
      <w:r>
        <w:tab/>
        <w:t>1.013e0</w:t>
      </w:r>
    </w:p>
    <w:p w:rsidR="005B0461" w:rsidRDefault="005B0461" w:rsidP="005B0461">
      <w:r>
        <w:t>159.4913</w:t>
      </w:r>
      <w:r>
        <w:tab/>
        <w:t>1.013e0</w:t>
      </w:r>
    </w:p>
    <w:p w:rsidR="005B0461" w:rsidRDefault="005B0461" w:rsidP="005B0461">
      <w:r>
        <w:t>159.5149</w:t>
      </w:r>
      <w:r>
        <w:tab/>
        <w:t>1.013e0</w:t>
      </w:r>
    </w:p>
    <w:p w:rsidR="005B0461" w:rsidRDefault="005B0461" w:rsidP="005B0461">
      <w:r>
        <w:t>159.5421</w:t>
      </w:r>
      <w:r>
        <w:tab/>
        <w:t>2.025e0</w:t>
      </w:r>
    </w:p>
    <w:p w:rsidR="005B0461" w:rsidRDefault="005B0461" w:rsidP="005B0461">
      <w:r>
        <w:t>159.5439</w:t>
      </w:r>
      <w:r>
        <w:tab/>
        <w:t>3.038e0</w:t>
      </w:r>
    </w:p>
    <w:p w:rsidR="005B0461" w:rsidRDefault="005B0461" w:rsidP="005B0461">
      <w:r>
        <w:t>159.5471</w:t>
      </w:r>
      <w:r>
        <w:tab/>
        <w:t>3.038e0</w:t>
      </w:r>
    </w:p>
    <w:p w:rsidR="005B0461" w:rsidRDefault="005B0461" w:rsidP="005B0461">
      <w:r>
        <w:t>159.5616</w:t>
      </w:r>
      <w:r>
        <w:tab/>
        <w:t>1.013e0</w:t>
      </w:r>
    </w:p>
    <w:p w:rsidR="005B0461" w:rsidRDefault="005B0461" w:rsidP="005B0461">
      <w:r>
        <w:t>159.5753</w:t>
      </w:r>
      <w:r>
        <w:tab/>
        <w:t>4.051e0</w:t>
      </w:r>
    </w:p>
    <w:p w:rsidR="005B0461" w:rsidRDefault="005B0461" w:rsidP="005B0461">
      <w:r>
        <w:t>159.5855</w:t>
      </w:r>
      <w:r>
        <w:tab/>
        <w:t>1.013e0</w:t>
      </w:r>
    </w:p>
    <w:p w:rsidR="005B0461" w:rsidRDefault="005B0461" w:rsidP="005B0461">
      <w:r>
        <w:t>159.6121</w:t>
      </w:r>
      <w:r>
        <w:tab/>
        <w:t>1.013e0</w:t>
      </w:r>
    </w:p>
    <w:p w:rsidR="005B0461" w:rsidRDefault="005B0461" w:rsidP="005B0461">
      <w:r>
        <w:t>159.6189</w:t>
      </w:r>
      <w:r>
        <w:tab/>
        <w:t>3.038e0</w:t>
      </w:r>
    </w:p>
    <w:p w:rsidR="005B0461" w:rsidRDefault="005B0461" w:rsidP="005B0461">
      <w:r>
        <w:t>159.6272</w:t>
      </w:r>
      <w:r>
        <w:tab/>
        <w:t>2.025e0</w:t>
      </w:r>
    </w:p>
    <w:p w:rsidR="005B0461" w:rsidRDefault="005B0461" w:rsidP="005B0461">
      <w:r>
        <w:t>159.6494</w:t>
      </w:r>
      <w:r>
        <w:tab/>
        <w:t>1.013e0</w:t>
      </w:r>
    </w:p>
    <w:p w:rsidR="005B0461" w:rsidRDefault="005B0461" w:rsidP="005B0461">
      <w:r>
        <w:t>159.6528</w:t>
      </w:r>
      <w:r>
        <w:tab/>
        <w:t>1.013e0</w:t>
      </w:r>
    </w:p>
    <w:p w:rsidR="005B0461" w:rsidRDefault="005B0461" w:rsidP="005B0461">
      <w:r>
        <w:t>159.6694</w:t>
      </w:r>
      <w:r>
        <w:tab/>
        <w:t>2.025e0</w:t>
      </w:r>
    </w:p>
    <w:p w:rsidR="005B0461" w:rsidRDefault="005B0461" w:rsidP="005B0461">
      <w:r>
        <w:t>159.6893</w:t>
      </w:r>
      <w:r>
        <w:tab/>
        <w:t>1.013e0</w:t>
      </w:r>
    </w:p>
    <w:p w:rsidR="005B0461" w:rsidRDefault="005B0461" w:rsidP="005B0461">
      <w:r>
        <w:lastRenderedPageBreak/>
        <w:t>159.7064</w:t>
      </w:r>
      <w:r>
        <w:tab/>
        <w:t>1.013e0</w:t>
      </w:r>
    </w:p>
    <w:p w:rsidR="005B0461" w:rsidRDefault="005B0461" w:rsidP="005B0461">
      <w:r>
        <w:t>159.7132</w:t>
      </w:r>
      <w:r>
        <w:tab/>
        <w:t>1.013e0</w:t>
      </w:r>
    </w:p>
    <w:p w:rsidR="005B0461" w:rsidRDefault="005B0461" w:rsidP="005B0461">
      <w:r>
        <w:t>159.7149</w:t>
      </w:r>
      <w:r>
        <w:tab/>
        <w:t>2.025e0</w:t>
      </w:r>
    </w:p>
    <w:p w:rsidR="005B0461" w:rsidRDefault="005B0461" w:rsidP="005B0461">
      <w:r>
        <w:t>159.7203</w:t>
      </w:r>
      <w:r>
        <w:tab/>
        <w:t>3.038e0</w:t>
      </w:r>
    </w:p>
    <w:p w:rsidR="005B0461" w:rsidRDefault="005B0461" w:rsidP="005B0461">
      <w:r>
        <w:t>159.7395</w:t>
      </w:r>
      <w:r>
        <w:tab/>
        <w:t>1.013e0</w:t>
      </w:r>
    </w:p>
    <w:p w:rsidR="005B0461" w:rsidRDefault="005B0461" w:rsidP="005B0461">
      <w:r>
        <w:t>159.7429</w:t>
      </w:r>
      <w:r>
        <w:tab/>
        <w:t>1.013e0</w:t>
      </w:r>
    </w:p>
    <w:p w:rsidR="005B0461" w:rsidRDefault="005B0461" w:rsidP="005B0461">
      <w:r>
        <w:t>159.7446</w:t>
      </w:r>
      <w:r>
        <w:tab/>
        <w:t>2.025e0</w:t>
      </w:r>
    </w:p>
    <w:p w:rsidR="005B0461" w:rsidRDefault="005B0461" w:rsidP="005B0461">
      <w:r>
        <w:t>159.7668</w:t>
      </w:r>
      <w:r>
        <w:tab/>
        <w:t>1.013e0</w:t>
      </w:r>
    </w:p>
    <w:p w:rsidR="005B0461" w:rsidRDefault="005B0461" w:rsidP="005B0461">
      <w:r>
        <w:t>159.7685</w:t>
      </w:r>
      <w:r>
        <w:tab/>
        <w:t>2.025e0</w:t>
      </w:r>
    </w:p>
    <w:p w:rsidR="005B0461" w:rsidRDefault="005B0461" w:rsidP="005B0461">
      <w:r>
        <w:t>159.7771</w:t>
      </w:r>
      <w:r>
        <w:tab/>
        <w:t>1.013e0</w:t>
      </w:r>
    </w:p>
    <w:p w:rsidR="005B0461" w:rsidRDefault="005B0461" w:rsidP="005B0461">
      <w:r>
        <w:t>159.7936</w:t>
      </w:r>
      <w:r>
        <w:tab/>
        <w:t>1.013e0</w:t>
      </w:r>
    </w:p>
    <w:p w:rsidR="005B0461" w:rsidRDefault="005B0461" w:rsidP="005B0461">
      <w:r>
        <w:t>159.7968</w:t>
      </w:r>
      <w:r>
        <w:tab/>
        <w:t>2.025e0</w:t>
      </w:r>
    </w:p>
    <w:p w:rsidR="005B0461" w:rsidRDefault="005B0461" w:rsidP="005B0461">
      <w:r>
        <w:t>159.8051</w:t>
      </w:r>
      <w:r>
        <w:tab/>
        <w:t>2.025e0</w:t>
      </w:r>
    </w:p>
    <w:p w:rsidR="005B0461" w:rsidRDefault="005B0461" w:rsidP="005B0461">
      <w:r>
        <w:t>159.8239</w:t>
      </w:r>
      <w:r>
        <w:tab/>
        <w:t>1.013e0</w:t>
      </w:r>
    </w:p>
    <w:p w:rsidR="005B0461" w:rsidRDefault="005B0461" w:rsidP="005B0461">
      <w:r>
        <w:t>159.8307</w:t>
      </w:r>
      <w:r>
        <w:tab/>
        <w:t>2.025e0</w:t>
      </w:r>
    </w:p>
    <w:p w:rsidR="005B0461" w:rsidRDefault="005B0461" w:rsidP="005B0461">
      <w:r>
        <w:t>159.8410</w:t>
      </w:r>
      <w:r>
        <w:tab/>
        <w:t>1.013e0</w:t>
      </w:r>
    </w:p>
    <w:p w:rsidR="005B0461" w:rsidRDefault="005B0461" w:rsidP="005B0461">
      <w:r>
        <w:t>159.8541</w:t>
      </w:r>
      <w:r>
        <w:tab/>
        <w:t>1.013e0</w:t>
      </w:r>
    </w:p>
    <w:p w:rsidR="005B0461" w:rsidRDefault="005B0461" w:rsidP="005B0461">
      <w:r>
        <w:t>159.8605</w:t>
      </w:r>
      <w:r>
        <w:tab/>
        <w:t>1.013e0</w:t>
      </w:r>
    </w:p>
    <w:p w:rsidR="005B0461" w:rsidRDefault="005B0461" w:rsidP="005B0461">
      <w:r>
        <w:t>159.8826</w:t>
      </w:r>
      <w:r>
        <w:tab/>
        <w:t>2.025e0</w:t>
      </w:r>
    </w:p>
    <w:p w:rsidR="005B0461" w:rsidRDefault="005B0461" w:rsidP="005B0461">
      <w:r>
        <w:lastRenderedPageBreak/>
        <w:t>159.8980</w:t>
      </w:r>
      <w:r>
        <w:tab/>
        <w:t>1.013e0</w:t>
      </w:r>
    </w:p>
    <w:p w:rsidR="005B0461" w:rsidRDefault="005B0461" w:rsidP="005B0461">
      <w:r>
        <w:t>159.9117</w:t>
      </w:r>
      <w:r>
        <w:tab/>
        <w:t>2.025e0</w:t>
      </w:r>
    </w:p>
    <w:p w:rsidR="005B0461" w:rsidRDefault="005B0461" w:rsidP="005B0461">
      <w:r>
        <w:t>159.9276</w:t>
      </w:r>
      <w:r>
        <w:tab/>
        <w:t>2.025e0</w:t>
      </w:r>
    </w:p>
    <w:p w:rsidR="005B0461" w:rsidRDefault="005B0461" w:rsidP="005B0461">
      <w:r>
        <w:t>159.9346</w:t>
      </w:r>
      <w:r>
        <w:tab/>
        <w:t>1.013e0</w:t>
      </w:r>
    </w:p>
    <w:p w:rsidR="005B0461" w:rsidRDefault="005B0461" w:rsidP="005B0461">
      <w:r>
        <w:t>159.9517</w:t>
      </w:r>
      <w:r>
        <w:tab/>
        <w:t>3.038e0</w:t>
      </w:r>
    </w:p>
    <w:p w:rsidR="005B0461" w:rsidRDefault="005B0461" w:rsidP="005B0461">
      <w:r>
        <w:t>159.9721</w:t>
      </w:r>
      <w:r>
        <w:tab/>
        <w:t>1.013e0</w:t>
      </w:r>
    </w:p>
    <w:p w:rsidR="005B0461" w:rsidRDefault="005B0461" w:rsidP="005B0461">
      <w:r>
        <w:t>159.9753</w:t>
      </w:r>
      <w:r>
        <w:tab/>
        <w:t>1.013e0</w:t>
      </w:r>
    </w:p>
    <w:p w:rsidR="005B0461" w:rsidRDefault="005B0461" w:rsidP="005B0461">
      <w:r>
        <w:t>159.9881</w:t>
      </w:r>
      <w:r>
        <w:tab/>
        <w:t>1.013e0</w:t>
      </w:r>
    </w:p>
    <w:p w:rsidR="005B0461" w:rsidRDefault="005B0461" w:rsidP="005B0461">
      <w:r>
        <w:t>159.9951</w:t>
      </w:r>
      <w:r>
        <w:tab/>
        <w:t>1.013e0</w:t>
      </w:r>
    </w:p>
    <w:p w:rsidR="005B0461" w:rsidRDefault="005B0461" w:rsidP="005B0461">
      <w:r>
        <w:t>160.0019</w:t>
      </w:r>
      <w:r>
        <w:tab/>
        <w:t>1.013e0</w:t>
      </w:r>
    </w:p>
    <w:p w:rsidR="005B0461" w:rsidRDefault="005B0461" w:rsidP="005B0461">
      <w:r>
        <w:t>160.0156</w:t>
      </w:r>
      <w:r>
        <w:tab/>
        <w:t>2.025e0</w:t>
      </w:r>
    </w:p>
    <w:p w:rsidR="005B0461" w:rsidRDefault="005B0461" w:rsidP="005B0461">
      <w:r>
        <w:t>160.0376</w:t>
      </w:r>
      <w:r>
        <w:tab/>
        <w:t>1.997e0</w:t>
      </w:r>
    </w:p>
    <w:p w:rsidR="005B0461" w:rsidRDefault="005B0461" w:rsidP="005B0461">
      <w:r>
        <w:t>160.0483</w:t>
      </w:r>
      <w:r>
        <w:tab/>
        <w:t>1.498e0</w:t>
      </w:r>
    </w:p>
    <w:p w:rsidR="005B0461" w:rsidRDefault="005B0461" w:rsidP="005B0461">
      <w:r>
        <w:t>160.0605</w:t>
      </w:r>
      <w:r>
        <w:tab/>
        <w:t>5.344e0</w:t>
      </w:r>
    </w:p>
    <w:p w:rsidR="005B0461" w:rsidRDefault="005B0461" w:rsidP="005B0461">
      <w:r>
        <w:t>160.0778</w:t>
      </w:r>
      <w:r>
        <w:tab/>
        <w:t>2.996e0</w:t>
      </w:r>
    </w:p>
    <w:p w:rsidR="005B0461" w:rsidRDefault="005B0461" w:rsidP="005B0461">
      <w:r>
        <w:t>160.1027</w:t>
      </w:r>
      <w:r>
        <w:tab/>
        <w:t>1.153e0</w:t>
      </w:r>
    </w:p>
    <w:p w:rsidR="005B0461" w:rsidRDefault="005B0461" w:rsidP="005B0461">
      <w:r>
        <w:t>160.1252</w:t>
      </w:r>
      <w:r>
        <w:tab/>
        <w:t>3.171e0</w:t>
      </w:r>
    </w:p>
    <w:p w:rsidR="005B0461" w:rsidRDefault="005B0461" w:rsidP="005B0461">
      <w:r>
        <w:t>160.1468</w:t>
      </w:r>
      <w:r>
        <w:tab/>
        <w:t>1.013e0</w:t>
      </w:r>
    </w:p>
    <w:p w:rsidR="005B0461" w:rsidRDefault="005B0461" w:rsidP="005B0461">
      <w:r>
        <w:t>160.1687</w:t>
      </w:r>
      <w:r>
        <w:tab/>
        <w:t>3.038e0</w:t>
      </w:r>
    </w:p>
    <w:p w:rsidR="005B0461" w:rsidRDefault="005B0461" w:rsidP="005B0461">
      <w:r>
        <w:lastRenderedPageBreak/>
        <w:t>160.1698</w:t>
      </w:r>
      <w:r>
        <w:tab/>
        <w:t>1.013e0</w:t>
      </w:r>
    </w:p>
    <w:p w:rsidR="005B0461" w:rsidRDefault="005B0461" w:rsidP="005B0461">
      <w:r>
        <w:t>160.1774</w:t>
      </w:r>
      <w:r>
        <w:tab/>
        <w:t>1.215e1</w:t>
      </w:r>
    </w:p>
    <w:p w:rsidR="005B0461" w:rsidRDefault="005B0461" w:rsidP="005B0461">
      <w:r>
        <w:t>160.1909</w:t>
      </w:r>
      <w:r>
        <w:tab/>
        <w:t>3.038e0</w:t>
      </w:r>
    </w:p>
    <w:p w:rsidR="005B0461" w:rsidRDefault="005B0461" w:rsidP="005B0461">
      <w:r>
        <w:t>160.2241</w:t>
      </w:r>
      <w:r>
        <w:tab/>
        <w:t>3.038e0</w:t>
      </w:r>
    </w:p>
    <w:p w:rsidR="005B0461" w:rsidRDefault="005B0461" w:rsidP="005B0461">
      <w:r>
        <w:t>160.2542</w:t>
      </w:r>
      <w:r>
        <w:tab/>
        <w:t>2.025e0</w:t>
      </w:r>
    </w:p>
    <w:p w:rsidR="005B0461" w:rsidRDefault="005B0461" w:rsidP="005B0461">
      <w:r>
        <w:t>160.2559</w:t>
      </w:r>
      <w:r>
        <w:tab/>
        <w:t>2.025e0</w:t>
      </w:r>
    </w:p>
    <w:p w:rsidR="005B0461" w:rsidRDefault="005B0461" w:rsidP="005B0461">
      <w:r>
        <w:t>160.2644</w:t>
      </w:r>
      <w:r>
        <w:tab/>
        <w:t>1.013e0</w:t>
      </w:r>
    </w:p>
    <w:p w:rsidR="005B0461" w:rsidRDefault="005B0461" w:rsidP="005B0461">
      <w:r>
        <w:t>160.2782</w:t>
      </w:r>
      <w:r>
        <w:tab/>
        <w:t>1.013e0</w:t>
      </w:r>
    </w:p>
    <w:p w:rsidR="005B0461" w:rsidRDefault="005B0461" w:rsidP="005B0461">
      <w:r>
        <w:t>160.2847</w:t>
      </w:r>
      <w:r>
        <w:tab/>
        <w:t>1.013e0</w:t>
      </w:r>
    </w:p>
    <w:p w:rsidR="005B0461" w:rsidRDefault="005B0461" w:rsidP="005B0461">
      <w:r>
        <w:t>160.2975</w:t>
      </w:r>
      <w:r>
        <w:tab/>
        <w:t>1.013e0</w:t>
      </w:r>
    </w:p>
    <w:p w:rsidR="005B0461" w:rsidRDefault="005B0461" w:rsidP="005B0461">
      <w:r>
        <w:t>160.3186</w:t>
      </w:r>
      <w:r>
        <w:tab/>
        <w:t>4.051e0</w:t>
      </w:r>
    </w:p>
    <w:p w:rsidR="005B0461" w:rsidRDefault="005B0461" w:rsidP="005B0461">
      <w:r>
        <w:t>160.3301</w:t>
      </w:r>
      <w:r>
        <w:tab/>
        <w:t>2.025e0</w:t>
      </w:r>
    </w:p>
    <w:p w:rsidR="005B0461" w:rsidRDefault="005B0461" w:rsidP="005B0461">
      <w:r>
        <w:t>160.3486</w:t>
      </w:r>
      <w:r>
        <w:tab/>
        <w:t>1.013e0</w:t>
      </w:r>
    </w:p>
    <w:p w:rsidR="005B0461" w:rsidRDefault="005B0461" w:rsidP="005B0461">
      <w:r>
        <w:t>160.3550</w:t>
      </w:r>
      <w:r>
        <w:tab/>
        <w:t>1.013e0</w:t>
      </w:r>
    </w:p>
    <w:p w:rsidR="005B0461" w:rsidRDefault="005B0461" w:rsidP="005B0461">
      <w:r>
        <w:t>160.3787</w:t>
      </w:r>
      <w:r>
        <w:tab/>
        <w:t>1.013e0</w:t>
      </w:r>
    </w:p>
    <w:p w:rsidR="005B0461" w:rsidRDefault="005B0461" w:rsidP="005B0461">
      <w:r>
        <w:t>160.3855</w:t>
      </w:r>
      <w:r>
        <w:tab/>
        <w:t>2.025e0</w:t>
      </w:r>
    </w:p>
    <w:p w:rsidR="005B0461" w:rsidRDefault="005B0461" w:rsidP="005B0461">
      <w:r>
        <w:t>160.4010</w:t>
      </w:r>
      <w:r>
        <w:tab/>
        <w:t>2.025e0</w:t>
      </w:r>
    </w:p>
    <w:p w:rsidR="005B0461" w:rsidRDefault="005B0461" w:rsidP="005B0461">
      <w:r>
        <w:t>160.4061</w:t>
      </w:r>
      <w:r>
        <w:tab/>
        <w:t>1.013e0</w:t>
      </w:r>
    </w:p>
    <w:p w:rsidR="005B0461" w:rsidRDefault="005B0461" w:rsidP="005B0461">
      <w:r>
        <w:t>160.4125</w:t>
      </w:r>
      <w:r>
        <w:tab/>
        <w:t>1.013e0</w:t>
      </w:r>
    </w:p>
    <w:p w:rsidR="005B0461" w:rsidRDefault="005B0461" w:rsidP="005B0461">
      <w:r>
        <w:lastRenderedPageBreak/>
        <w:t>160.4529</w:t>
      </w:r>
      <w:r>
        <w:tab/>
        <w:t>1.013e0</w:t>
      </w:r>
    </w:p>
    <w:p w:rsidR="005B0461" w:rsidRDefault="005B0461" w:rsidP="005B0461">
      <w:r>
        <w:t>160.4546</w:t>
      </w:r>
      <w:r>
        <w:tab/>
        <w:t>2.025e0</w:t>
      </w:r>
    </w:p>
    <w:p w:rsidR="005B0461" w:rsidRDefault="005B0461" w:rsidP="005B0461">
      <w:r>
        <w:t>160.4563</w:t>
      </w:r>
      <w:r>
        <w:tab/>
        <w:t>1.013e0</w:t>
      </w:r>
    </w:p>
    <w:p w:rsidR="005B0461" w:rsidRDefault="005B0461" w:rsidP="005B0461">
      <w:r>
        <w:t>160.4764</w:t>
      </w:r>
      <w:r>
        <w:tab/>
        <w:t>1.013e0</w:t>
      </w:r>
    </w:p>
    <w:p w:rsidR="005B0461" w:rsidRDefault="005B0461" w:rsidP="005B0461">
      <w:r>
        <w:t>160.4860</w:t>
      </w:r>
      <w:r>
        <w:tab/>
        <w:t>1.013e0</w:t>
      </w:r>
    </w:p>
    <w:p w:rsidR="005B0461" w:rsidRDefault="005B0461" w:rsidP="005B0461">
      <w:r>
        <w:t>160.4964</w:t>
      </w:r>
      <w:r>
        <w:tab/>
        <w:t>1.013e0</w:t>
      </w:r>
    </w:p>
    <w:p w:rsidR="005B0461" w:rsidRDefault="005B0461" w:rsidP="005B0461">
      <w:r>
        <w:t>160.5135</w:t>
      </w:r>
      <w:r>
        <w:tab/>
        <w:t>1.013e0</w:t>
      </w:r>
    </w:p>
    <w:p w:rsidR="005B0461" w:rsidRDefault="005B0461" w:rsidP="005B0461">
      <w:r>
        <w:t>160.5436</w:t>
      </w:r>
      <w:r>
        <w:tab/>
        <w:t>1.013e0</w:t>
      </w:r>
    </w:p>
    <w:p w:rsidR="005B0461" w:rsidRDefault="005B0461" w:rsidP="005B0461">
      <w:r>
        <w:t>160.5468</w:t>
      </w:r>
      <w:r>
        <w:tab/>
        <w:t>1.013e0</w:t>
      </w:r>
    </w:p>
    <w:p w:rsidR="005B0461" w:rsidRDefault="005B0461" w:rsidP="005B0461">
      <w:r>
        <w:t>160.5497</w:t>
      </w:r>
      <w:r>
        <w:tab/>
        <w:t>3.038e0</w:t>
      </w:r>
    </w:p>
    <w:p w:rsidR="005B0461" w:rsidRDefault="005B0461" w:rsidP="005B0461">
      <w:r>
        <w:t>160.5706</w:t>
      </w:r>
      <w:r>
        <w:tab/>
        <w:t>1.013e0</w:t>
      </w:r>
    </w:p>
    <w:p w:rsidR="005B0461" w:rsidRDefault="005B0461" w:rsidP="005B0461">
      <w:r>
        <w:t>160.5775</w:t>
      </w:r>
      <w:r>
        <w:tab/>
        <w:t>1.013e0</w:t>
      </w:r>
    </w:p>
    <w:p w:rsidR="005B0461" w:rsidRDefault="005B0461" w:rsidP="005B0461">
      <w:r>
        <w:t>160.5792</w:t>
      </w:r>
      <w:r>
        <w:tab/>
        <w:t>2.025e0</w:t>
      </w:r>
    </w:p>
    <w:p w:rsidR="005B0461" w:rsidRDefault="005B0461" w:rsidP="005B0461">
      <w:r>
        <w:t>160.5843</w:t>
      </w:r>
      <w:r>
        <w:tab/>
        <w:t>1.013e0</w:t>
      </w:r>
    </w:p>
    <w:p w:rsidR="005B0461" w:rsidRDefault="005B0461" w:rsidP="005B0461">
      <w:r>
        <w:t>160.6175</w:t>
      </w:r>
      <w:r>
        <w:tab/>
        <w:t>1.013e0</w:t>
      </w:r>
    </w:p>
    <w:p w:rsidR="005B0461" w:rsidRDefault="005B0461" w:rsidP="005B0461">
      <w:r>
        <w:t>160.6358</w:t>
      </w:r>
      <w:r>
        <w:tab/>
        <w:t>3.038e0</w:t>
      </w:r>
    </w:p>
    <w:p w:rsidR="005B0461" w:rsidRDefault="005B0461" w:rsidP="005B0461">
      <w:r>
        <w:t>160.6449</w:t>
      </w:r>
      <w:r>
        <w:tab/>
        <w:t>1.013e0</w:t>
      </w:r>
    </w:p>
    <w:p w:rsidR="005B0461" w:rsidRDefault="005B0461" w:rsidP="005B0461">
      <w:r>
        <w:t>160.6619</w:t>
      </w:r>
      <w:r>
        <w:tab/>
        <w:t>1.013e0</w:t>
      </w:r>
    </w:p>
    <w:p w:rsidR="005B0461" w:rsidRDefault="005B0461" w:rsidP="005B0461">
      <w:r>
        <w:t>160.6635</w:t>
      </w:r>
      <w:r>
        <w:tab/>
        <w:t>2.025e0</w:t>
      </w:r>
    </w:p>
    <w:p w:rsidR="005B0461" w:rsidRDefault="005B0461" w:rsidP="005B0461">
      <w:r>
        <w:lastRenderedPageBreak/>
        <w:t>160.6651</w:t>
      </w:r>
      <w:r>
        <w:tab/>
        <w:t>1.013e0</w:t>
      </w:r>
    </w:p>
    <w:p w:rsidR="005B0461" w:rsidRDefault="005B0461" w:rsidP="005B0461">
      <w:r>
        <w:t>160.6780</w:t>
      </w:r>
      <w:r>
        <w:tab/>
        <w:t>1.013e0</w:t>
      </w:r>
    </w:p>
    <w:p w:rsidR="005B0461" w:rsidRDefault="005B0461" w:rsidP="005B0461">
      <w:r>
        <w:t>160.6884</w:t>
      </w:r>
      <w:r>
        <w:tab/>
        <w:t>1.013e0</w:t>
      </w:r>
    </w:p>
    <w:p w:rsidR="005B0461" w:rsidRDefault="005B0461" w:rsidP="005B0461">
      <w:r>
        <w:t>160.7021</w:t>
      </w:r>
      <w:r>
        <w:tab/>
        <w:t>1.013e0</w:t>
      </w:r>
    </w:p>
    <w:p w:rsidR="005B0461" w:rsidRDefault="005B0461" w:rsidP="005B0461">
      <w:r>
        <w:t>160.7038</w:t>
      </w:r>
      <w:r>
        <w:tab/>
        <w:t>2.025e0</w:t>
      </w:r>
    </w:p>
    <w:p w:rsidR="005B0461" w:rsidRDefault="005B0461" w:rsidP="005B0461">
      <w:r>
        <w:t>160.7291</w:t>
      </w:r>
      <w:r>
        <w:tab/>
        <w:t>1.013e0</w:t>
      </w:r>
    </w:p>
    <w:p w:rsidR="005B0461" w:rsidRDefault="005B0461" w:rsidP="005B0461">
      <w:r>
        <w:t>160.7387</w:t>
      </w:r>
      <w:r>
        <w:tab/>
        <w:t>1.013e0</w:t>
      </w:r>
    </w:p>
    <w:p w:rsidR="005B0461" w:rsidRDefault="005B0461" w:rsidP="005B0461">
      <w:r>
        <w:t>160.7455</w:t>
      </w:r>
      <w:r>
        <w:tab/>
        <w:t>1.013e0</w:t>
      </w:r>
    </w:p>
    <w:p w:rsidR="005B0461" w:rsidRDefault="005B0461" w:rsidP="005B0461">
      <w:r>
        <w:t>160.7473</w:t>
      </w:r>
      <w:r>
        <w:tab/>
        <w:t>2.025e0</w:t>
      </w:r>
    </w:p>
    <w:p w:rsidR="005B0461" w:rsidRDefault="005B0461" w:rsidP="005B0461">
      <w:r>
        <w:t>160.7670</w:t>
      </w:r>
      <w:r>
        <w:tab/>
        <w:t>3.038e0</w:t>
      </w:r>
    </w:p>
    <w:p w:rsidR="005B0461" w:rsidRDefault="005B0461" w:rsidP="005B0461">
      <w:r>
        <w:t>160.7764</w:t>
      </w:r>
      <w:r>
        <w:tab/>
        <w:t>2.025e0</w:t>
      </w:r>
    </w:p>
    <w:p w:rsidR="005B0461" w:rsidRDefault="005B0461" w:rsidP="005B0461">
      <w:r>
        <w:t>160.7887</w:t>
      </w:r>
      <w:r>
        <w:tab/>
        <w:t>2.025e0</w:t>
      </w:r>
    </w:p>
    <w:p w:rsidR="005B0461" w:rsidRDefault="005B0461" w:rsidP="005B0461">
      <w:r>
        <w:t>160.7995</w:t>
      </w:r>
      <w:r>
        <w:tab/>
        <w:t>2.025e0</w:t>
      </w:r>
    </w:p>
    <w:p w:rsidR="005B0461" w:rsidRDefault="005B0461" w:rsidP="005B0461">
      <w:r>
        <w:t>160.8095</w:t>
      </w:r>
      <w:r>
        <w:tab/>
        <w:t>1.013e0</w:t>
      </w:r>
    </w:p>
    <w:p w:rsidR="005B0461" w:rsidRDefault="005B0461" w:rsidP="005B0461">
      <w:r>
        <w:t>160.8130</w:t>
      </w:r>
      <w:r>
        <w:tab/>
        <w:t>1.013e0</w:t>
      </w:r>
    </w:p>
    <w:p w:rsidR="005B0461" w:rsidRDefault="005B0461" w:rsidP="005B0461">
      <w:r>
        <w:t>160.8267</w:t>
      </w:r>
      <w:r>
        <w:tab/>
        <w:t>1.013e0</w:t>
      </w:r>
    </w:p>
    <w:p w:rsidR="005B0461" w:rsidRDefault="005B0461" w:rsidP="005B0461">
      <w:r>
        <w:t>160.8335</w:t>
      </w:r>
      <w:r>
        <w:tab/>
        <w:t>1.013e0</w:t>
      </w:r>
    </w:p>
    <w:p w:rsidR="005B0461" w:rsidRDefault="005B0461" w:rsidP="005B0461">
      <w:r>
        <w:t>160.8369</w:t>
      </w:r>
      <w:r>
        <w:tab/>
        <w:t>1.013e0</w:t>
      </w:r>
    </w:p>
    <w:p w:rsidR="005B0461" w:rsidRDefault="005B0461" w:rsidP="005B0461">
      <w:r>
        <w:t>160.8439</w:t>
      </w:r>
      <w:r>
        <w:tab/>
        <w:t>2.025e0</w:t>
      </w:r>
    </w:p>
    <w:p w:rsidR="005B0461" w:rsidRDefault="005B0461" w:rsidP="005B0461">
      <w:r>
        <w:lastRenderedPageBreak/>
        <w:t>160.8604</w:t>
      </w:r>
      <w:r>
        <w:tab/>
        <w:t>1.013e0</w:t>
      </w:r>
    </w:p>
    <w:p w:rsidR="005B0461" w:rsidRDefault="005B0461" w:rsidP="005B0461">
      <w:r>
        <w:t>160.8736</w:t>
      </w:r>
      <w:r>
        <w:tab/>
        <w:t>1.013e0</w:t>
      </w:r>
    </w:p>
    <w:p w:rsidR="005B0461" w:rsidRDefault="005B0461" w:rsidP="005B0461">
      <w:r>
        <w:t>160.8805</w:t>
      </w:r>
      <w:r>
        <w:tab/>
        <w:t>1.013e0</w:t>
      </w:r>
    </w:p>
    <w:p w:rsidR="005B0461" w:rsidRDefault="005B0461" w:rsidP="005B0461">
      <w:r>
        <w:t>160.9010</w:t>
      </w:r>
      <w:r>
        <w:tab/>
        <w:t>1.013e0</w:t>
      </w:r>
    </w:p>
    <w:p w:rsidR="005B0461" w:rsidRDefault="005B0461" w:rsidP="005B0461">
      <w:r>
        <w:t>160.9132</w:t>
      </w:r>
      <w:r>
        <w:tab/>
        <w:t>2.025e0</w:t>
      </w:r>
    </w:p>
    <w:p w:rsidR="005B0461" w:rsidRDefault="005B0461" w:rsidP="005B0461">
      <w:r>
        <w:t>160.9353</w:t>
      </w:r>
      <w:r>
        <w:tab/>
        <w:t>7.089e0</w:t>
      </w:r>
    </w:p>
    <w:p w:rsidR="005B0461" w:rsidRDefault="005B0461" w:rsidP="005B0461">
      <w:r>
        <w:t>160.9776</w:t>
      </w:r>
      <w:r>
        <w:tab/>
        <w:t>3.038e0</w:t>
      </w:r>
    </w:p>
    <w:p w:rsidR="005B0461" w:rsidRDefault="005B0461" w:rsidP="005B0461">
      <w:r>
        <w:t>160.9808</w:t>
      </w:r>
      <w:r>
        <w:tab/>
        <w:t>2.025e0</w:t>
      </w:r>
    </w:p>
    <w:p w:rsidR="005B0461" w:rsidRDefault="005B0461" w:rsidP="005B0461">
      <w:r>
        <w:t>160.9821</w:t>
      </w:r>
      <w:r>
        <w:tab/>
        <w:t>1.013e0</w:t>
      </w:r>
    </w:p>
    <w:p w:rsidR="005B0461" w:rsidRDefault="005B0461" w:rsidP="005B0461">
      <w:r>
        <w:t>160.9885</w:t>
      </w:r>
      <w:r>
        <w:tab/>
        <w:t>1.013e0</w:t>
      </w:r>
    </w:p>
    <w:p w:rsidR="005B0461" w:rsidRDefault="005B0461" w:rsidP="005B0461">
      <w:r>
        <w:t>160.9966</w:t>
      </w:r>
      <w:r>
        <w:tab/>
        <w:t>2.025e0</w:t>
      </w:r>
    </w:p>
    <w:p w:rsidR="005B0461" w:rsidRDefault="005B0461" w:rsidP="005B0461">
      <w:r>
        <w:t>160.9982</w:t>
      </w:r>
      <w:r>
        <w:tab/>
        <w:t>1.013e0</w:t>
      </w:r>
    </w:p>
    <w:p w:rsidR="005B0461" w:rsidRDefault="005B0461" w:rsidP="005B0461">
      <w:r>
        <w:t>161.0017</w:t>
      </w:r>
      <w:r>
        <w:tab/>
        <w:t>1.013e0</w:t>
      </w:r>
    </w:p>
    <w:p w:rsidR="005B0461" w:rsidRDefault="005B0461" w:rsidP="005B0461">
      <w:r>
        <w:t>161.0051</w:t>
      </w:r>
      <w:r>
        <w:tab/>
        <w:t>1.013e0</w:t>
      </w:r>
    </w:p>
    <w:p w:rsidR="005B0461" w:rsidRDefault="005B0461" w:rsidP="005B0461">
      <w:r>
        <w:t>161.0223</w:t>
      </w:r>
      <w:r>
        <w:tab/>
        <w:t>1.013e0</w:t>
      </w:r>
    </w:p>
    <w:p w:rsidR="005B0461" w:rsidRDefault="005B0461" w:rsidP="005B0461">
      <w:r>
        <w:t>161.0257</w:t>
      </w:r>
      <w:r>
        <w:tab/>
        <w:t>2.025e0</w:t>
      </w:r>
    </w:p>
    <w:p w:rsidR="005B0461" w:rsidRDefault="005B0461" w:rsidP="005B0461">
      <w:r>
        <w:t>161.0931</w:t>
      </w:r>
      <w:r>
        <w:tab/>
        <w:t>1.578e1</w:t>
      </w:r>
    </w:p>
    <w:p w:rsidR="005B0461" w:rsidRDefault="005B0461" w:rsidP="005B0461">
      <w:r>
        <w:t>161.0950</w:t>
      </w:r>
      <w:r>
        <w:tab/>
        <w:t>7.408e0</w:t>
      </w:r>
    </w:p>
    <w:p w:rsidR="005B0461" w:rsidRDefault="005B0461" w:rsidP="005B0461">
      <w:r>
        <w:t>161.0994</w:t>
      </w:r>
      <w:r>
        <w:tab/>
        <w:t>3.604e0</w:t>
      </w:r>
    </w:p>
    <w:p w:rsidR="005B0461" w:rsidRDefault="005B0461" w:rsidP="005B0461">
      <w:r>
        <w:lastRenderedPageBreak/>
        <w:t>161.1248</w:t>
      </w:r>
      <w:r>
        <w:tab/>
        <w:t>1.153e0</w:t>
      </w:r>
    </w:p>
    <w:p w:rsidR="005B0461" w:rsidRDefault="005B0461" w:rsidP="005B0461">
      <w:r>
        <w:t>161.1418</w:t>
      </w:r>
      <w:r>
        <w:tab/>
        <w:t>2.544e0</w:t>
      </w:r>
    </w:p>
    <w:p w:rsidR="005B0461" w:rsidRDefault="005B0461" w:rsidP="005B0461">
      <w:r>
        <w:t>161.1470</w:t>
      </w:r>
      <w:r>
        <w:tab/>
        <w:t>1.013e0</w:t>
      </w:r>
    </w:p>
    <w:p w:rsidR="005B0461" w:rsidRDefault="005B0461" w:rsidP="005B0461">
      <w:r>
        <w:t>161.1521</w:t>
      </w:r>
      <w:r>
        <w:tab/>
        <w:t>2.025e0</w:t>
      </w:r>
    </w:p>
    <w:p w:rsidR="005B0461" w:rsidRDefault="005B0461" w:rsidP="005B0461">
      <w:r>
        <w:t>161.1539</w:t>
      </w:r>
      <w:r>
        <w:tab/>
        <w:t>2.025e0</w:t>
      </w:r>
    </w:p>
    <w:p w:rsidR="005B0461" w:rsidRDefault="005B0461" w:rsidP="005B0461">
      <w:r>
        <w:t>161.1641</w:t>
      </w:r>
      <w:r>
        <w:tab/>
        <w:t>2.025e0</w:t>
      </w:r>
    </w:p>
    <w:p w:rsidR="005B0461" w:rsidRDefault="005B0461" w:rsidP="005B0461">
      <w:r>
        <w:t>161.1711</w:t>
      </w:r>
      <w:r>
        <w:tab/>
        <w:t>1.013e0</w:t>
      </w:r>
    </w:p>
    <w:p w:rsidR="005B0461" w:rsidRDefault="005B0461" w:rsidP="005B0461">
      <w:r>
        <w:t>161.1777</w:t>
      </w:r>
      <w:r>
        <w:tab/>
        <w:t>1.013e0</w:t>
      </w:r>
    </w:p>
    <w:p w:rsidR="005B0461" w:rsidRDefault="005B0461" w:rsidP="005B0461">
      <w:r>
        <w:t>161.1905</w:t>
      </w:r>
      <w:r>
        <w:tab/>
        <w:t>1.013e0</w:t>
      </w:r>
    </w:p>
    <w:p w:rsidR="005B0461" w:rsidRDefault="005B0461" w:rsidP="005B0461">
      <w:r>
        <w:t>161.1974</w:t>
      </w:r>
      <w:r>
        <w:tab/>
        <w:t>2.025e0</w:t>
      </w:r>
    </w:p>
    <w:p w:rsidR="005B0461" w:rsidRDefault="005B0461" w:rsidP="005B0461">
      <w:r>
        <w:t>161.2214</w:t>
      </w:r>
      <w:r>
        <w:tab/>
        <w:t>1.013e0</w:t>
      </w:r>
    </w:p>
    <w:p w:rsidR="005B0461" w:rsidRDefault="005B0461" w:rsidP="005B0461">
      <w:r>
        <w:t>161.2352</w:t>
      </w:r>
      <w:r>
        <w:tab/>
        <w:t>3.038e0</w:t>
      </w:r>
    </w:p>
    <w:p w:rsidR="005B0461" w:rsidRDefault="005B0461" w:rsidP="005B0461">
      <w:r>
        <w:t>161.2483</w:t>
      </w:r>
      <w:r>
        <w:tab/>
        <w:t>2.025e0</w:t>
      </w:r>
    </w:p>
    <w:p w:rsidR="005B0461" w:rsidRDefault="005B0461" w:rsidP="005B0461">
      <w:r>
        <w:t>161.2684</w:t>
      </w:r>
      <w:r>
        <w:tab/>
        <w:t>2.025e0</w:t>
      </w:r>
    </w:p>
    <w:p w:rsidR="005B0461" w:rsidRDefault="005B0461" w:rsidP="005B0461">
      <w:r>
        <w:t>161.2702</w:t>
      </w:r>
      <w:r>
        <w:tab/>
        <w:t>3.521e0</w:t>
      </w:r>
    </w:p>
    <w:p w:rsidR="005B0461" w:rsidRDefault="005B0461" w:rsidP="005B0461">
      <w:r>
        <w:t>161.2803</w:t>
      </w:r>
      <w:r>
        <w:tab/>
        <w:t>2.025e0</w:t>
      </w:r>
    </w:p>
    <w:p w:rsidR="005B0461" w:rsidRDefault="005B0461" w:rsidP="005B0461">
      <w:r>
        <w:t>161.2958</w:t>
      </w:r>
      <w:r>
        <w:tab/>
        <w:t>2.025e0</w:t>
      </w:r>
    </w:p>
    <w:p w:rsidR="005B0461" w:rsidRDefault="005B0461" w:rsidP="005B0461">
      <w:r>
        <w:t>161.2975</w:t>
      </w:r>
      <w:r>
        <w:tab/>
        <w:t>2.025e0</w:t>
      </w:r>
    </w:p>
    <w:p w:rsidR="005B0461" w:rsidRDefault="005B0461" w:rsidP="005B0461">
      <w:r>
        <w:t>161.3047</w:t>
      </w:r>
      <w:r>
        <w:tab/>
        <w:t>2.025e0</w:t>
      </w:r>
    </w:p>
    <w:p w:rsidR="005B0461" w:rsidRDefault="005B0461" w:rsidP="005B0461">
      <w:r>
        <w:lastRenderedPageBreak/>
        <w:t>161.3462</w:t>
      </w:r>
      <w:r>
        <w:tab/>
        <w:t>1.013e0</w:t>
      </w:r>
    </w:p>
    <w:p w:rsidR="005B0461" w:rsidRDefault="005B0461" w:rsidP="005B0461">
      <w:r>
        <w:t>161.3479</w:t>
      </w:r>
      <w:r>
        <w:tab/>
        <w:t>2.025e0</w:t>
      </w:r>
    </w:p>
    <w:p w:rsidR="005B0461" w:rsidRDefault="005B0461" w:rsidP="005B0461">
      <w:r>
        <w:t>161.3530</w:t>
      </w:r>
      <w:r>
        <w:tab/>
        <w:t>1.013e0</w:t>
      </w:r>
    </w:p>
    <w:p w:rsidR="005B0461" w:rsidRDefault="005B0461" w:rsidP="005B0461">
      <w:r>
        <w:t>161.3702</w:t>
      </w:r>
      <w:r>
        <w:tab/>
        <w:t>1.013e0</w:t>
      </w:r>
    </w:p>
    <w:p w:rsidR="005B0461" w:rsidRDefault="005B0461" w:rsidP="005B0461">
      <w:r>
        <w:t>161.3799</w:t>
      </w:r>
      <w:r>
        <w:tab/>
        <w:t>1.013e0</w:t>
      </w:r>
    </w:p>
    <w:p w:rsidR="005B0461" w:rsidRDefault="005B0461" w:rsidP="005B0461">
      <w:r>
        <w:t>161.3829</w:t>
      </w:r>
      <w:r>
        <w:tab/>
        <w:t>2.025e0</w:t>
      </w:r>
    </w:p>
    <w:p w:rsidR="005B0461" w:rsidRDefault="005B0461" w:rsidP="005B0461">
      <w:r>
        <w:t>161.3983</w:t>
      </w:r>
      <w:r>
        <w:tab/>
        <w:t>2.025e0</w:t>
      </w:r>
    </w:p>
    <w:p w:rsidR="005B0461" w:rsidRDefault="005B0461" w:rsidP="005B0461">
      <w:r>
        <w:t>161.4000</w:t>
      </w:r>
      <w:r>
        <w:tab/>
        <w:t>1.013e0</w:t>
      </w:r>
    </w:p>
    <w:p w:rsidR="005B0461" w:rsidRDefault="005B0461" w:rsidP="005B0461">
      <w:r>
        <w:t>161.4086</w:t>
      </w:r>
      <w:r>
        <w:tab/>
        <w:t>2.025e0</w:t>
      </w:r>
    </w:p>
    <w:p w:rsidR="005B0461" w:rsidRDefault="005B0461" w:rsidP="005B0461">
      <w:r>
        <w:t>161.4137</w:t>
      </w:r>
      <w:r>
        <w:tab/>
        <w:t>2.025e0</w:t>
      </w:r>
    </w:p>
    <w:p w:rsidR="005B0461" w:rsidRDefault="005B0461" w:rsidP="005B0461">
      <w:r>
        <w:t>161.4240</w:t>
      </w:r>
      <w:r>
        <w:tab/>
        <w:t>1.013e0</w:t>
      </w:r>
    </w:p>
    <w:p w:rsidR="005B0461" w:rsidRDefault="005B0461" w:rsidP="005B0461">
      <w:r>
        <w:t>161.4377</w:t>
      </w:r>
      <w:r>
        <w:tab/>
        <w:t>1.013e0</w:t>
      </w:r>
    </w:p>
    <w:p w:rsidR="005B0461" w:rsidRDefault="005B0461" w:rsidP="005B0461">
      <w:r>
        <w:t>161.4537</w:t>
      </w:r>
      <w:r>
        <w:tab/>
        <w:t>1.013e0</w:t>
      </w:r>
    </w:p>
    <w:p w:rsidR="005B0461" w:rsidRDefault="005B0461" w:rsidP="005B0461">
      <w:r>
        <w:t>161.4779</w:t>
      </w:r>
      <w:r>
        <w:tab/>
        <w:t>2.025e0</w:t>
      </w:r>
    </w:p>
    <w:p w:rsidR="005B0461" w:rsidRDefault="005B0461" w:rsidP="005B0461">
      <w:r>
        <w:t>161.4825</w:t>
      </w:r>
      <w:r>
        <w:tab/>
        <w:t>3.292e0</w:t>
      </w:r>
    </w:p>
    <w:p w:rsidR="005B0461" w:rsidRDefault="005B0461" w:rsidP="005B0461">
      <w:r>
        <w:t>161.4985</w:t>
      </w:r>
      <w:r>
        <w:tab/>
        <w:t>1.013e0</w:t>
      </w:r>
    </w:p>
    <w:p w:rsidR="005B0461" w:rsidRDefault="005B0461" w:rsidP="005B0461">
      <w:r>
        <w:t>161.5019</w:t>
      </w:r>
      <w:r>
        <w:tab/>
        <w:t>1.013e0</w:t>
      </w:r>
    </w:p>
    <w:p w:rsidR="005B0461" w:rsidRDefault="005B0461" w:rsidP="005B0461">
      <w:r>
        <w:t>161.5178</w:t>
      </w:r>
      <w:r>
        <w:tab/>
        <w:t>2.025e0</w:t>
      </w:r>
    </w:p>
    <w:p w:rsidR="005B0461" w:rsidRDefault="005B0461" w:rsidP="005B0461">
      <w:r>
        <w:t>161.5546</w:t>
      </w:r>
      <w:r>
        <w:tab/>
        <w:t>2.839e1</w:t>
      </w:r>
    </w:p>
    <w:p w:rsidR="005B0461" w:rsidRDefault="005B0461" w:rsidP="005B0461">
      <w:r>
        <w:lastRenderedPageBreak/>
        <w:t>161.5558</w:t>
      </w:r>
      <w:r>
        <w:tab/>
        <w:t>4.798e1</w:t>
      </w:r>
    </w:p>
    <w:p w:rsidR="005B0461" w:rsidRDefault="005B0461" w:rsidP="005B0461">
      <w:r>
        <w:t>161.5814</w:t>
      </w:r>
      <w:r>
        <w:tab/>
        <w:t>3.038e0</w:t>
      </w:r>
    </w:p>
    <w:p w:rsidR="005B0461" w:rsidRDefault="005B0461" w:rsidP="005B0461">
      <w:r>
        <w:t>161.5875</w:t>
      </w:r>
      <w:r>
        <w:tab/>
        <w:t>3.038e0</w:t>
      </w:r>
    </w:p>
    <w:p w:rsidR="005B0461" w:rsidRDefault="005B0461" w:rsidP="005B0461">
      <w:r>
        <w:t>161.5959</w:t>
      </w:r>
      <w:r>
        <w:tab/>
        <w:t>1.013e0</w:t>
      </w:r>
    </w:p>
    <w:p w:rsidR="005B0461" w:rsidRDefault="005B0461" w:rsidP="005B0461">
      <w:r>
        <w:t>161.6096</w:t>
      </w:r>
      <w:r>
        <w:tab/>
        <w:t>1.013e0</w:t>
      </w:r>
    </w:p>
    <w:p w:rsidR="005B0461" w:rsidRDefault="005B0461" w:rsidP="005B0461">
      <w:r>
        <w:t>161.6385</w:t>
      </w:r>
      <w:r>
        <w:tab/>
        <w:t>2.025e0</w:t>
      </w:r>
    </w:p>
    <w:p w:rsidR="005B0461" w:rsidRDefault="005B0461" w:rsidP="005B0461">
      <w:r>
        <w:t>161.6496</w:t>
      </w:r>
      <w:r>
        <w:tab/>
        <w:t>3.038e0</w:t>
      </w:r>
    </w:p>
    <w:p w:rsidR="005B0461" w:rsidRDefault="005B0461" w:rsidP="005B0461">
      <w:r>
        <w:t>161.6755</w:t>
      </w:r>
      <w:r>
        <w:tab/>
        <w:t>4.051e0</w:t>
      </w:r>
    </w:p>
    <w:p w:rsidR="005B0461" w:rsidRDefault="005B0461" w:rsidP="005B0461">
      <w:r>
        <w:t>161.6909</w:t>
      </w:r>
      <w:r>
        <w:tab/>
        <w:t>1.013e0</w:t>
      </w:r>
    </w:p>
    <w:p w:rsidR="005B0461" w:rsidRDefault="005B0461" w:rsidP="005B0461">
      <w:r>
        <w:t>161.7045</w:t>
      </w:r>
      <w:r>
        <w:tab/>
        <w:t>1.013e0</w:t>
      </w:r>
    </w:p>
    <w:p w:rsidR="005B0461" w:rsidRDefault="005B0461" w:rsidP="005B0461">
      <w:r>
        <w:t>161.7109</w:t>
      </w:r>
      <w:r>
        <w:tab/>
        <w:t>1.013e0</w:t>
      </w:r>
    </w:p>
    <w:p w:rsidR="005B0461" w:rsidRDefault="005B0461" w:rsidP="005B0461">
      <w:r>
        <w:t>161.7207</w:t>
      </w:r>
      <w:r>
        <w:tab/>
        <w:t>1.013e0</w:t>
      </w:r>
    </w:p>
    <w:p w:rsidR="005B0461" w:rsidRDefault="005B0461" w:rsidP="005B0461">
      <w:r>
        <w:t>161.7380</w:t>
      </w:r>
      <w:r>
        <w:tab/>
        <w:t>1.013e0</w:t>
      </w:r>
    </w:p>
    <w:p w:rsidR="005B0461" w:rsidRDefault="005B0461" w:rsidP="005B0461">
      <w:r>
        <w:t>161.7393</w:t>
      </w:r>
      <w:r>
        <w:tab/>
        <w:t>5.063e0</w:t>
      </w:r>
    </w:p>
    <w:p w:rsidR="005B0461" w:rsidRDefault="005B0461" w:rsidP="005B0461">
      <w:r>
        <w:t>161.7482</w:t>
      </w:r>
      <w:r>
        <w:tab/>
        <w:t>2.025e0</w:t>
      </w:r>
    </w:p>
    <w:p w:rsidR="005B0461" w:rsidRDefault="005B0461" w:rsidP="005B0461">
      <w:r>
        <w:t>161.7688</w:t>
      </w:r>
      <w:r>
        <w:tab/>
        <w:t>1.013e0</w:t>
      </w:r>
    </w:p>
    <w:p w:rsidR="005B0461" w:rsidRDefault="005B0461" w:rsidP="005B0461">
      <w:r>
        <w:t>161.7720</w:t>
      </w:r>
      <w:r>
        <w:tab/>
        <w:t>2.025e0</w:t>
      </w:r>
    </w:p>
    <w:p w:rsidR="005B0461" w:rsidRDefault="005B0461" w:rsidP="005B0461">
      <w:r>
        <w:t>161.7953</w:t>
      </w:r>
      <w:r>
        <w:tab/>
        <w:t>2.025e0</w:t>
      </w:r>
    </w:p>
    <w:p w:rsidR="005B0461" w:rsidRDefault="005B0461" w:rsidP="005B0461">
      <w:r>
        <w:t>161.7987</w:t>
      </w:r>
      <w:r>
        <w:tab/>
        <w:t>2.025e0</w:t>
      </w:r>
    </w:p>
    <w:p w:rsidR="005B0461" w:rsidRDefault="005B0461" w:rsidP="005B0461">
      <w:r>
        <w:lastRenderedPageBreak/>
        <w:t>161.8056</w:t>
      </w:r>
      <w:r>
        <w:tab/>
        <w:t>1.013e0</w:t>
      </w:r>
    </w:p>
    <w:p w:rsidR="005B0461" w:rsidRDefault="005B0461" w:rsidP="005B0461">
      <w:r>
        <w:t>161.8311</w:t>
      </w:r>
      <w:r>
        <w:tab/>
        <w:t>3.038e0</w:t>
      </w:r>
    </w:p>
    <w:p w:rsidR="005B0461" w:rsidRDefault="005B0461" w:rsidP="005B0461">
      <w:r>
        <w:t>161.8340</w:t>
      </w:r>
      <w:r>
        <w:tab/>
        <w:t>3.038e0</w:t>
      </w:r>
    </w:p>
    <w:p w:rsidR="005B0461" w:rsidRDefault="005B0461" w:rsidP="005B0461">
      <w:r>
        <w:t>161.8396</w:t>
      </w:r>
      <w:r>
        <w:tab/>
        <w:t>1.013e0</w:t>
      </w:r>
    </w:p>
    <w:p w:rsidR="005B0461" w:rsidRDefault="005B0461" w:rsidP="005B0461">
      <w:r>
        <w:t>161.8444</w:t>
      </w:r>
      <w:r>
        <w:tab/>
        <w:t>2.025e0</w:t>
      </w:r>
    </w:p>
    <w:p w:rsidR="005B0461" w:rsidRDefault="005B0461" w:rsidP="005B0461">
      <w:r>
        <w:t>161.8594</w:t>
      </w:r>
      <w:r>
        <w:tab/>
        <w:t>1.013e0</w:t>
      </w:r>
    </w:p>
    <w:p w:rsidR="005B0461" w:rsidRDefault="005B0461" w:rsidP="005B0461">
      <w:r>
        <w:t>161.8658</w:t>
      </w:r>
      <w:r>
        <w:tab/>
        <w:t>4.216e0</w:t>
      </w:r>
    </w:p>
    <w:p w:rsidR="005B0461" w:rsidRDefault="005B0461" w:rsidP="005B0461">
      <w:r>
        <w:t>161.8766</w:t>
      </w:r>
      <w:r>
        <w:tab/>
        <w:t>3.038e0</w:t>
      </w:r>
    </w:p>
    <w:p w:rsidR="005B0461" w:rsidRDefault="005B0461" w:rsidP="005B0461">
      <w:r>
        <w:t>161.8792</w:t>
      </w:r>
      <w:r>
        <w:tab/>
        <w:t>4.051e0</w:t>
      </w:r>
    </w:p>
    <w:p w:rsidR="005B0461" w:rsidRDefault="005B0461" w:rsidP="005B0461">
      <w:r>
        <w:t>161.8869</w:t>
      </w:r>
      <w:r>
        <w:tab/>
        <w:t>1.013e0</w:t>
      </w:r>
    </w:p>
    <w:p w:rsidR="005B0461" w:rsidRDefault="005B0461" w:rsidP="005B0461">
      <w:r>
        <w:t>161.8898</w:t>
      </w:r>
      <w:r>
        <w:tab/>
        <w:t>3.592e0</w:t>
      </w:r>
    </w:p>
    <w:p w:rsidR="005B0461" w:rsidRDefault="005B0461" w:rsidP="005B0461">
      <w:r>
        <w:t>161.9040</w:t>
      </w:r>
      <w:r>
        <w:tab/>
        <w:t>1.013e0</w:t>
      </w:r>
    </w:p>
    <w:p w:rsidR="005B0461" w:rsidRDefault="005B0461" w:rsidP="005B0461">
      <w:r>
        <w:t>161.9074</w:t>
      </w:r>
      <w:r>
        <w:tab/>
        <w:t>2.025e0</w:t>
      </w:r>
    </w:p>
    <w:p w:rsidR="005B0461" w:rsidRDefault="005B0461" w:rsidP="005B0461">
      <w:r>
        <w:t>161.9137</w:t>
      </w:r>
      <w:r>
        <w:tab/>
        <w:t>1.013e0</w:t>
      </w:r>
    </w:p>
    <w:p w:rsidR="005B0461" w:rsidRDefault="005B0461" w:rsidP="005B0461">
      <w:r>
        <w:t>161.9201</w:t>
      </w:r>
      <w:r>
        <w:tab/>
        <w:t>1.013e0</w:t>
      </w:r>
    </w:p>
    <w:p w:rsidR="005B0461" w:rsidRDefault="005B0461" w:rsidP="005B0461">
      <w:r>
        <w:t>161.9340</w:t>
      </w:r>
      <w:r>
        <w:tab/>
        <w:t>1.013e0</w:t>
      </w:r>
    </w:p>
    <w:p w:rsidR="005B0461" w:rsidRDefault="005B0461" w:rsidP="005B0461">
      <w:r>
        <w:t>161.9845</w:t>
      </w:r>
      <w:r>
        <w:tab/>
        <w:t>1.013e0</w:t>
      </w:r>
    </w:p>
    <w:p w:rsidR="005B0461" w:rsidRDefault="005B0461" w:rsidP="005B0461">
      <w:r>
        <w:t>161.9947</w:t>
      </w:r>
      <w:r>
        <w:tab/>
        <w:t>1.013e0</w:t>
      </w:r>
    </w:p>
    <w:p w:rsidR="005B0461" w:rsidRDefault="005B0461" w:rsidP="005B0461">
      <w:r>
        <w:t>162.0016</w:t>
      </w:r>
      <w:r>
        <w:tab/>
        <w:t>1.013e0</w:t>
      </w:r>
    </w:p>
    <w:p w:rsidR="005B0461" w:rsidRDefault="005B0461" w:rsidP="005B0461">
      <w:r>
        <w:lastRenderedPageBreak/>
        <w:t>162.0136</w:t>
      </w:r>
      <w:r>
        <w:tab/>
        <w:t>4.051e0</w:t>
      </w:r>
    </w:p>
    <w:p w:rsidR="005B0461" w:rsidRDefault="005B0461" w:rsidP="005B0461">
      <w:r>
        <w:t>162.0373</w:t>
      </w:r>
      <w:r>
        <w:tab/>
        <w:t>1.631e0</w:t>
      </w:r>
    </w:p>
    <w:p w:rsidR="005B0461" w:rsidRDefault="005B0461" w:rsidP="005B0461">
      <w:r>
        <w:t>162.0766</w:t>
      </w:r>
      <w:r>
        <w:tab/>
        <w:t>1.473e3</w:t>
      </w:r>
    </w:p>
    <w:p w:rsidR="005B0461" w:rsidRDefault="005B0461" w:rsidP="005B0461">
      <w:r>
        <w:t>162.1230</w:t>
      </w:r>
      <w:r>
        <w:tab/>
        <w:t>3.614e0</w:t>
      </w:r>
    </w:p>
    <w:p w:rsidR="005B0461" w:rsidRDefault="005B0461" w:rsidP="005B0461">
      <w:r>
        <w:t>162.1388</w:t>
      </w:r>
      <w:r>
        <w:tab/>
        <w:t>1.728e0</w:t>
      </w:r>
    </w:p>
    <w:p w:rsidR="005B0461" w:rsidRDefault="005B0461" w:rsidP="005B0461">
      <w:r>
        <w:t>162.1401</w:t>
      </w:r>
      <w:r>
        <w:tab/>
        <w:t>2.561e0</w:t>
      </w:r>
    </w:p>
    <w:p w:rsidR="005B0461" w:rsidRDefault="005B0461" w:rsidP="005B0461">
      <w:r>
        <w:t>162.1490</w:t>
      </w:r>
      <w:r>
        <w:tab/>
        <w:t>4.051e0</w:t>
      </w:r>
    </w:p>
    <w:p w:rsidR="005B0461" w:rsidRDefault="005B0461" w:rsidP="005B0461">
      <w:r>
        <w:t>162.1590</w:t>
      </w:r>
      <w:r>
        <w:tab/>
        <w:t>5.180e0</w:t>
      </w:r>
    </w:p>
    <w:p w:rsidR="005B0461" w:rsidRDefault="005B0461" w:rsidP="005B0461">
      <w:r>
        <w:t>162.1713</w:t>
      </w:r>
      <w:r>
        <w:tab/>
        <w:t>4.755e0</w:t>
      </w:r>
    </w:p>
    <w:p w:rsidR="005B0461" w:rsidRDefault="005B0461" w:rsidP="005B0461">
      <w:r>
        <w:t>162.1820</w:t>
      </w:r>
      <w:r>
        <w:tab/>
        <w:t>3.038e0</w:t>
      </w:r>
    </w:p>
    <w:p w:rsidR="005B0461" w:rsidRDefault="005B0461" w:rsidP="005B0461">
      <w:r>
        <w:t>162.1956</w:t>
      </w:r>
      <w:r>
        <w:tab/>
        <w:t>5.063e0</w:t>
      </w:r>
    </w:p>
    <w:p w:rsidR="005B0461" w:rsidRDefault="005B0461" w:rsidP="005B0461">
      <w:r>
        <w:t>162.2088</w:t>
      </w:r>
      <w:r>
        <w:tab/>
        <w:t>4.051e0</w:t>
      </w:r>
    </w:p>
    <w:p w:rsidR="005B0461" w:rsidRDefault="005B0461" w:rsidP="005B0461">
      <w:r>
        <w:t>162.2139</w:t>
      </w:r>
      <w:r>
        <w:tab/>
        <w:t>4.051e0</w:t>
      </w:r>
    </w:p>
    <w:p w:rsidR="005B0461" w:rsidRDefault="005B0461" w:rsidP="005B0461">
      <w:r>
        <w:t>162.2184</w:t>
      </w:r>
      <w:r>
        <w:tab/>
        <w:t>1.013e0</w:t>
      </w:r>
    </w:p>
    <w:p w:rsidR="005B0461" w:rsidRDefault="005B0461" w:rsidP="005B0461">
      <w:r>
        <w:t>162.2355</w:t>
      </w:r>
      <w:r>
        <w:tab/>
        <w:t>3.038e0</w:t>
      </w:r>
    </w:p>
    <w:p w:rsidR="005B0461" w:rsidRDefault="005B0461" w:rsidP="005B0461">
      <w:r>
        <w:t>162.2423</w:t>
      </w:r>
      <w:r>
        <w:tab/>
        <w:t>1.013e0</w:t>
      </w:r>
    </w:p>
    <w:p w:rsidR="005B0461" w:rsidRDefault="005B0461" w:rsidP="005B0461">
      <w:r>
        <w:t>162.2456</w:t>
      </w:r>
      <w:r>
        <w:tab/>
        <w:t>1.013e0</w:t>
      </w:r>
    </w:p>
    <w:p w:rsidR="005B0461" w:rsidRDefault="005B0461" w:rsidP="005B0461">
      <w:r>
        <w:t>162.2550</w:t>
      </w:r>
      <w:r>
        <w:tab/>
        <w:t>4.051e0</w:t>
      </w:r>
    </w:p>
    <w:p w:rsidR="005B0461" w:rsidRDefault="005B0461" w:rsidP="005B0461">
      <w:r>
        <w:t>162.2585</w:t>
      </w:r>
      <w:r>
        <w:tab/>
        <w:t>1.013e0</w:t>
      </w:r>
    </w:p>
    <w:p w:rsidR="005B0461" w:rsidRDefault="005B0461" w:rsidP="005B0461">
      <w:r>
        <w:lastRenderedPageBreak/>
        <w:t>162.2775</w:t>
      </w:r>
      <w:r>
        <w:tab/>
        <w:t>2.025e0</w:t>
      </w:r>
    </w:p>
    <w:p w:rsidR="005B0461" w:rsidRDefault="005B0461" w:rsidP="005B0461">
      <w:r>
        <w:t>162.2792</w:t>
      </w:r>
      <w:r>
        <w:tab/>
        <w:t>1.013e0</w:t>
      </w:r>
    </w:p>
    <w:p w:rsidR="005B0461" w:rsidRDefault="005B0461" w:rsidP="005B0461">
      <w:r>
        <w:t>162.2804</w:t>
      </w:r>
      <w:r>
        <w:tab/>
        <w:t>5.063e0</w:t>
      </w:r>
    </w:p>
    <w:p w:rsidR="005B0461" w:rsidRDefault="005B0461" w:rsidP="005B0461">
      <w:r>
        <w:t>162.3050</w:t>
      </w:r>
      <w:r>
        <w:tab/>
        <w:t>2.025e0</w:t>
      </w:r>
    </w:p>
    <w:p w:rsidR="005B0461" w:rsidRDefault="005B0461" w:rsidP="005B0461">
      <w:r>
        <w:t>162.3084</w:t>
      </w:r>
      <w:r>
        <w:tab/>
        <w:t>2.025e0</w:t>
      </w:r>
    </w:p>
    <w:p w:rsidR="005B0461" w:rsidRDefault="005B0461" w:rsidP="005B0461">
      <w:r>
        <w:t>162.3314</w:t>
      </w:r>
      <w:r>
        <w:tab/>
        <w:t>4.051e0</w:t>
      </w:r>
    </w:p>
    <w:p w:rsidR="005B0461" w:rsidRDefault="005B0461" w:rsidP="005B0461">
      <w:r>
        <w:t>162.3331</w:t>
      </w:r>
      <w:r>
        <w:tab/>
        <w:t>2.025e0</w:t>
      </w:r>
    </w:p>
    <w:p w:rsidR="005B0461" w:rsidRDefault="005B0461" w:rsidP="005B0461">
      <w:r>
        <w:t>162.3555</w:t>
      </w:r>
      <w:r>
        <w:tab/>
        <w:t>2.025e0</w:t>
      </w:r>
    </w:p>
    <w:p w:rsidR="005B0461" w:rsidRDefault="005B0461" w:rsidP="005B0461">
      <w:r>
        <w:t>162.3572</w:t>
      </w:r>
      <w:r>
        <w:tab/>
        <w:t>1.013e0</w:t>
      </w:r>
    </w:p>
    <w:p w:rsidR="005B0461" w:rsidRDefault="005B0461" w:rsidP="005B0461">
      <w:r>
        <w:t>162.3705</w:t>
      </w:r>
      <w:r>
        <w:tab/>
        <w:t>3.038e0</w:t>
      </w:r>
    </w:p>
    <w:p w:rsidR="005B0461" w:rsidRDefault="005B0461" w:rsidP="005B0461">
      <w:r>
        <w:t>162.3811</w:t>
      </w:r>
      <w:r>
        <w:tab/>
        <w:t>1.013e0</w:t>
      </w:r>
    </w:p>
    <w:p w:rsidR="005B0461" w:rsidRDefault="005B0461" w:rsidP="005B0461">
      <w:r>
        <w:t>162.3861</w:t>
      </w:r>
      <w:r>
        <w:tab/>
        <w:t>3.909e0</w:t>
      </w:r>
    </w:p>
    <w:p w:rsidR="005B0461" w:rsidRDefault="005B0461" w:rsidP="005B0461">
      <w:r>
        <w:t>162.3940</w:t>
      </w:r>
      <w:r>
        <w:tab/>
        <w:t>1.013e0</w:t>
      </w:r>
    </w:p>
    <w:p w:rsidR="005B0461" w:rsidRDefault="005B0461" w:rsidP="005B0461">
      <w:r>
        <w:t>162.4008</w:t>
      </w:r>
      <w:r>
        <w:tab/>
        <w:t>1.013e0</w:t>
      </w:r>
    </w:p>
    <w:p w:rsidR="005B0461" w:rsidRDefault="005B0461" w:rsidP="005B0461">
      <w:r>
        <w:t>162.4060</w:t>
      </w:r>
      <w:r>
        <w:tab/>
        <w:t>2.167e0</w:t>
      </w:r>
    </w:p>
    <w:p w:rsidR="005B0461" w:rsidRDefault="005B0461" w:rsidP="005B0461">
      <w:r>
        <w:t>162.4078</w:t>
      </w:r>
      <w:r>
        <w:tab/>
        <w:t>1.013e0</w:t>
      </w:r>
    </w:p>
    <w:p w:rsidR="005B0461" w:rsidRDefault="005B0461" w:rsidP="005B0461">
      <w:r>
        <w:t>162.4333</w:t>
      </w:r>
      <w:r>
        <w:tab/>
        <w:t>3.038e0</w:t>
      </w:r>
    </w:p>
    <w:p w:rsidR="005B0461" w:rsidRDefault="005B0461" w:rsidP="005B0461">
      <w:r>
        <w:t>162.4353</w:t>
      </w:r>
      <w:r>
        <w:tab/>
        <w:t>1.013e0</w:t>
      </w:r>
    </w:p>
    <w:p w:rsidR="005B0461" w:rsidRDefault="005B0461" w:rsidP="005B0461">
      <w:r>
        <w:t>162.4405</w:t>
      </w:r>
      <w:r>
        <w:tab/>
        <w:t>1.097e1</w:t>
      </w:r>
    </w:p>
    <w:p w:rsidR="005B0461" w:rsidRDefault="005B0461" w:rsidP="005B0461">
      <w:r>
        <w:lastRenderedPageBreak/>
        <w:t>162.4553</w:t>
      </w:r>
      <w:r>
        <w:tab/>
        <w:t>1.013e0</w:t>
      </w:r>
    </w:p>
    <w:p w:rsidR="005B0461" w:rsidRDefault="005B0461" w:rsidP="005B0461">
      <w:r>
        <w:t>162.4631</w:t>
      </w:r>
      <w:r>
        <w:tab/>
        <w:t>2.025e0</w:t>
      </w:r>
    </w:p>
    <w:p w:rsidR="005B0461" w:rsidRDefault="005B0461" w:rsidP="005B0461">
      <w:r>
        <w:t>162.4654</w:t>
      </w:r>
      <w:r>
        <w:tab/>
        <w:t>3.070e0</w:t>
      </w:r>
    </w:p>
    <w:p w:rsidR="005B0461" w:rsidRDefault="005B0461" w:rsidP="005B0461">
      <w:r>
        <w:t>162.4771</w:t>
      </w:r>
      <w:r>
        <w:tab/>
        <w:t>3.038e0</w:t>
      </w:r>
    </w:p>
    <w:p w:rsidR="005B0461" w:rsidRDefault="005B0461" w:rsidP="005B0461">
      <w:r>
        <w:t>162.4858</w:t>
      </w:r>
      <w:r>
        <w:tab/>
        <w:t>2.025e0</w:t>
      </w:r>
    </w:p>
    <w:p w:rsidR="005B0461" w:rsidRDefault="005B0461" w:rsidP="005B0461">
      <w:r>
        <w:t>162.4892</w:t>
      </w:r>
      <w:r>
        <w:tab/>
        <w:t>1.013e0</w:t>
      </w:r>
    </w:p>
    <w:p w:rsidR="005B0461" w:rsidRDefault="005B0461" w:rsidP="005B0461">
      <w:r>
        <w:t>162.5023</w:t>
      </w:r>
      <w:r>
        <w:tab/>
        <w:t>3.038e0</w:t>
      </w:r>
    </w:p>
    <w:p w:rsidR="005B0461" w:rsidRDefault="005B0461" w:rsidP="005B0461">
      <w:r>
        <w:t>162.5052</w:t>
      </w:r>
      <w:r>
        <w:tab/>
        <w:t>4.051e0</w:t>
      </w:r>
    </w:p>
    <w:p w:rsidR="005B0461" w:rsidRDefault="005B0461" w:rsidP="005B0461">
      <w:r>
        <w:t>162.5144</w:t>
      </w:r>
      <w:r>
        <w:tab/>
        <w:t>3.038e0</w:t>
      </w:r>
    </w:p>
    <w:p w:rsidR="005B0461" w:rsidRDefault="005B0461" w:rsidP="005B0461">
      <w:r>
        <w:t>162.5156</w:t>
      </w:r>
      <w:r>
        <w:tab/>
        <w:t>4.051e0</w:t>
      </w:r>
    </w:p>
    <w:p w:rsidR="005B0461" w:rsidRDefault="005B0461" w:rsidP="005B0461">
      <w:r>
        <w:t>162.5231</w:t>
      </w:r>
      <w:r>
        <w:tab/>
        <w:t>1.013e0</w:t>
      </w:r>
    </w:p>
    <w:p w:rsidR="005B0461" w:rsidRDefault="005B0461" w:rsidP="005B0461">
      <w:r>
        <w:t>162.5328</w:t>
      </w:r>
      <w:r>
        <w:tab/>
        <w:t>2.025e0</w:t>
      </w:r>
    </w:p>
    <w:p w:rsidR="005B0461" w:rsidRDefault="005B0461" w:rsidP="005B0461">
      <w:r>
        <w:t>162.5364</w:t>
      </w:r>
      <w:r>
        <w:tab/>
        <w:t>3.038e0</w:t>
      </w:r>
    </w:p>
    <w:p w:rsidR="005B0461" w:rsidRDefault="005B0461" w:rsidP="005B0461">
      <w:r>
        <w:t>162.5579</w:t>
      </w:r>
      <w:r>
        <w:tab/>
        <w:t>3.038e0</w:t>
      </w:r>
    </w:p>
    <w:p w:rsidR="005B0461" w:rsidRDefault="005B0461" w:rsidP="005B0461">
      <w:r>
        <w:t>162.5639</w:t>
      </w:r>
      <w:r>
        <w:tab/>
        <w:t>8.101e0</w:t>
      </w:r>
    </w:p>
    <w:p w:rsidR="005B0461" w:rsidRDefault="005B0461" w:rsidP="005B0461">
      <w:r>
        <w:t>162.5658</w:t>
      </w:r>
      <w:r>
        <w:tab/>
        <w:t>3.038e0</w:t>
      </w:r>
    </w:p>
    <w:p w:rsidR="005B0461" w:rsidRDefault="005B0461" w:rsidP="005B0461">
      <w:r>
        <w:t>162.5777</w:t>
      </w:r>
      <w:r>
        <w:tab/>
        <w:t>1.013e0</w:t>
      </w:r>
    </w:p>
    <w:p w:rsidR="005B0461" w:rsidRDefault="005B0461" w:rsidP="005B0461">
      <w:r>
        <w:t>162.5789</w:t>
      </w:r>
      <w:r>
        <w:tab/>
        <w:t>5.063e0</w:t>
      </w:r>
    </w:p>
    <w:p w:rsidR="005B0461" w:rsidRDefault="005B0461" w:rsidP="005B0461">
      <w:r>
        <w:t>162.6010</w:t>
      </w:r>
      <w:r>
        <w:tab/>
        <w:t>4.051e0</w:t>
      </w:r>
    </w:p>
    <w:p w:rsidR="005B0461" w:rsidRDefault="005B0461" w:rsidP="005B0461">
      <w:r>
        <w:lastRenderedPageBreak/>
        <w:t>162.6076</w:t>
      </w:r>
      <w:r>
        <w:tab/>
        <w:t>3.038e0</w:t>
      </w:r>
    </w:p>
    <w:p w:rsidR="005B0461" w:rsidRDefault="005B0461" w:rsidP="005B0461">
      <w:r>
        <w:t>162.6158</w:t>
      </w:r>
      <w:r>
        <w:tab/>
        <w:t>4.598e0</w:t>
      </w:r>
    </w:p>
    <w:p w:rsidR="005B0461" w:rsidRDefault="005B0461" w:rsidP="005B0461">
      <w:r>
        <w:t>162.6188</w:t>
      </w:r>
      <w:r>
        <w:tab/>
        <w:t>3.038e0</w:t>
      </w:r>
    </w:p>
    <w:p w:rsidR="005B0461" w:rsidRDefault="005B0461" w:rsidP="005B0461">
      <w:r>
        <w:t>162.6326</w:t>
      </w:r>
      <w:r>
        <w:tab/>
        <w:t>8.519e0</w:t>
      </w:r>
    </w:p>
    <w:p w:rsidR="005B0461" w:rsidRDefault="005B0461" w:rsidP="005B0461">
      <w:r>
        <w:t>162.6524</w:t>
      </w:r>
      <w:r>
        <w:tab/>
        <w:t>2.025e0</w:t>
      </w:r>
    </w:p>
    <w:p w:rsidR="005B0461" w:rsidRDefault="005B0461" w:rsidP="005B0461">
      <w:r>
        <w:t>162.6568</w:t>
      </w:r>
      <w:r>
        <w:tab/>
        <w:t>4.051e0</w:t>
      </w:r>
    </w:p>
    <w:p w:rsidR="005B0461" w:rsidRDefault="005B0461" w:rsidP="005B0461">
      <w:r>
        <w:t>162.6592</w:t>
      </w:r>
      <w:r>
        <w:tab/>
        <w:t>3.038e0</w:t>
      </w:r>
    </w:p>
    <w:p w:rsidR="005B0461" w:rsidRDefault="005B0461" w:rsidP="005B0461">
      <w:r>
        <w:t>162.6605</w:t>
      </w:r>
      <w:r>
        <w:tab/>
        <w:t>2.025e0</w:t>
      </w:r>
    </w:p>
    <w:p w:rsidR="005B0461" w:rsidRDefault="005B0461" w:rsidP="005B0461">
      <w:r>
        <w:t>162.6736</w:t>
      </w:r>
      <w:r>
        <w:tab/>
        <w:t>2.025e0</w:t>
      </w:r>
    </w:p>
    <w:p w:rsidR="005B0461" w:rsidRDefault="005B0461" w:rsidP="005B0461">
      <w:r>
        <w:t>162.6752</w:t>
      </w:r>
      <w:r>
        <w:tab/>
        <w:t>2.025e0</w:t>
      </w:r>
    </w:p>
    <w:p w:rsidR="005B0461" w:rsidRDefault="005B0461" w:rsidP="005B0461">
      <w:r>
        <w:t>162.6830</w:t>
      </w:r>
      <w:r>
        <w:tab/>
        <w:t>3.038e0</w:t>
      </w:r>
    </w:p>
    <w:p w:rsidR="005B0461" w:rsidRDefault="005B0461" w:rsidP="005B0461">
      <w:r>
        <w:t>162.6881</w:t>
      </w:r>
      <w:r>
        <w:tab/>
        <w:t>4.051e0</w:t>
      </w:r>
    </w:p>
    <w:p w:rsidR="005B0461" w:rsidRDefault="005B0461" w:rsidP="005B0461">
      <w:r>
        <w:t>162.6959</w:t>
      </w:r>
      <w:r>
        <w:tab/>
        <w:t>2.025e0</w:t>
      </w:r>
    </w:p>
    <w:p w:rsidR="005B0461" w:rsidRDefault="005B0461" w:rsidP="005B0461">
      <w:r>
        <w:t>162.7081</w:t>
      </w:r>
      <w:r>
        <w:tab/>
        <w:t>3.038e0</w:t>
      </w:r>
    </w:p>
    <w:p w:rsidR="005B0461" w:rsidRDefault="005B0461" w:rsidP="005B0461">
      <w:r>
        <w:t>162.7099</w:t>
      </w:r>
      <w:r>
        <w:tab/>
        <w:t>2.607e0</w:t>
      </w:r>
    </w:p>
    <w:p w:rsidR="005B0461" w:rsidRDefault="005B0461" w:rsidP="005B0461">
      <w:r>
        <w:t>162.7176</w:t>
      </w:r>
      <w:r>
        <w:tab/>
        <w:t>3.038e0</w:t>
      </w:r>
    </w:p>
    <w:p w:rsidR="005B0461" w:rsidRDefault="005B0461" w:rsidP="005B0461">
      <w:r>
        <w:t>162.7268</w:t>
      </w:r>
      <w:r>
        <w:tab/>
        <w:t>4.867e0</w:t>
      </w:r>
    </w:p>
    <w:p w:rsidR="005B0461" w:rsidRDefault="005B0461" w:rsidP="005B0461">
      <w:r>
        <w:t>162.7534</w:t>
      </w:r>
      <w:r>
        <w:tab/>
        <w:t>1.013e0</w:t>
      </w:r>
    </w:p>
    <w:p w:rsidR="005B0461" w:rsidRDefault="005B0461" w:rsidP="005B0461">
      <w:r>
        <w:t>162.7603</w:t>
      </w:r>
      <w:r>
        <w:tab/>
        <w:t>1.013e0</w:t>
      </w:r>
    </w:p>
    <w:p w:rsidR="005B0461" w:rsidRDefault="005B0461" w:rsidP="005B0461">
      <w:r>
        <w:lastRenderedPageBreak/>
        <w:t>162.7672</w:t>
      </w:r>
      <w:r>
        <w:tab/>
        <w:t>1.013e0</w:t>
      </w:r>
    </w:p>
    <w:p w:rsidR="005B0461" w:rsidRDefault="005B0461" w:rsidP="005B0461">
      <w:r>
        <w:t>162.7758</w:t>
      </w:r>
      <w:r>
        <w:tab/>
        <w:t>2.025e0</w:t>
      </w:r>
    </w:p>
    <w:p w:rsidR="005B0461" w:rsidRDefault="005B0461" w:rsidP="005B0461">
      <w:r>
        <w:t>162.7861</w:t>
      </w:r>
      <w:r>
        <w:tab/>
        <w:t>2.025e0</w:t>
      </w:r>
    </w:p>
    <w:p w:rsidR="005B0461" w:rsidRDefault="005B0461" w:rsidP="005B0461">
      <w:r>
        <w:t>162.7879</w:t>
      </w:r>
      <w:r>
        <w:tab/>
        <w:t>1.013e0</w:t>
      </w:r>
    </w:p>
    <w:p w:rsidR="005B0461" w:rsidRDefault="005B0461" w:rsidP="005B0461">
      <w:r>
        <w:t>162.8125</w:t>
      </w:r>
      <w:r>
        <w:tab/>
        <w:t>2.035e0</w:t>
      </w:r>
    </w:p>
    <w:p w:rsidR="005B0461" w:rsidRDefault="005B0461" w:rsidP="005B0461">
      <w:r>
        <w:t>162.8142</w:t>
      </w:r>
      <w:r>
        <w:tab/>
        <w:t>1.013e0</w:t>
      </w:r>
    </w:p>
    <w:p w:rsidR="005B0461" w:rsidRDefault="005B0461" w:rsidP="005B0461">
      <w:r>
        <w:t>162.8367</w:t>
      </w:r>
      <w:r>
        <w:tab/>
        <w:t>2.025e0</w:t>
      </w:r>
    </w:p>
    <w:p w:rsidR="005B0461" w:rsidRDefault="005B0461" w:rsidP="005B0461">
      <w:r>
        <w:t>162.8418</w:t>
      </w:r>
      <w:r>
        <w:tab/>
        <w:t>1.013e0</w:t>
      </w:r>
    </w:p>
    <w:p w:rsidR="005B0461" w:rsidRDefault="005B0461" w:rsidP="005B0461">
      <w:r>
        <w:t>162.8571</w:t>
      </w:r>
      <w:r>
        <w:tab/>
        <w:t>3.038e0</w:t>
      </w:r>
    </w:p>
    <w:p w:rsidR="005B0461" w:rsidRDefault="005B0461" w:rsidP="005B0461">
      <w:r>
        <w:t>162.8608</w:t>
      </w:r>
      <w:r>
        <w:tab/>
        <w:t>4.051e0</w:t>
      </w:r>
    </w:p>
    <w:p w:rsidR="005B0461" w:rsidRDefault="005B0461" w:rsidP="005B0461">
      <w:r>
        <w:t>162.8658</w:t>
      </w:r>
      <w:r>
        <w:tab/>
        <w:t>1.013e0</w:t>
      </w:r>
    </w:p>
    <w:p w:rsidR="005B0461" w:rsidRDefault="005B0461" w:rsidP="005B0461">
      <w:r>
        <w:t>162.9028</w:t>
      </w:r>
      <w:r>
        <w:tab/>
        <w:t>1.013e0</w:t>
      </w:r>
    </w:p>
    <w:p w:rsidR="005B0461" w:rsidRDefault="005B0461" w:rsidP="005B0461">
      <w:r>
        <w:t>162.9052</w:t>
      </w:r>
      <w:r>
        <w:tab/>
        <w:t>3.342e0</w:t>
      </w:r>
    </w:p>
    <w:p w:rsidR="005B0461" w:rsidRDefault="005B0461" w:rsidP="005B0461">
      <w:r>
        <w:t>162.9130</w:t>
      </w:r>
      <w:r>
        <w:tab/>
        <w:t>1.013e0</w:t>
      </w:r>
    </w:p>
    <w:p w:rsidR="005B0461" w:rsidRDefault="005B0461" w:rsidP="005B0461">
      <w:r>
        <w:t>162.9156</w:t>
      </w:r>
      <w:r>
        <w:tab/>
        <w:t>3.038e0</w:t>
      </w:r>
    </w:p>
    <w:p w:rsidR="005B0461" w:rsidRDefault="005B0461" w:rsidP="005B0461">
      <w:r>
        <w:t>162.9402</w:t>
      </w:r>
      <w:r>
        <w:tab/>
        <w:t>3.038e0</w:t>
      </w:r>
    </w:p>
    <w:p w:rsidR="005B0461" w:rsidRDefault="005B0461" w:rsidP="005B0461">
      <w:r>
        <w:t>162.9435</w:t>
      </w:r>
      <w:r>
        <w:tab/>
        <w:t>1.013e0</w:t>
      </w:r>
    </w:p>
    <w:p w:rsidR="005B0461" w:rsidRDefault="005B0461" w:rsidP="005B0461">
      <w:r>
        <w:t>162.9467</w:t>
      </w:r>
      <w:r>
        <w:tab/>
        <w:t>1.013e0</w:t>
      </w:r>
    </w:p>
    <w:p w:rsidR="005B0461" w:rsidRDefault="005B0461" w:rsidP="005B0461">
      <w:r>
        <w:t>162.9602</w:t>
      </w:r>
      <w:r>
        <w:tab/>
        <w:t>1.013e0</w:t>
      </w:r>
    </w:p>
    <w:p w:rsidR="005B0461" w:rsidRDefault="005B0461" w:rsidP="005B0461">
      <w:r>
        <w:lastRenderedPageBreak/>
        <w:t>162.9654</w:t>
      </w:r>
      <w:r>
        <w:tab/>
        <w:t>2.025e0</w:t>
      </w:r>
    </w:p>
    <w:p w:rsidR="005B0461" w:rsidRDefault="005B0461" w:rsidP="005B0461">
      <w:r>
        <w:t>162.9714</w:t>
      </w:r>
      <w:r>
        <w:tab/>
        <w:t>3.038e0</w:t>
      </w:r>
    </w:p>
    <w:p w:rsidR="005B0461" w:rsidRDefault="005B0461" w:rsidP="005B0461">
      <w:r>
        <w:t>162.9964</w:t>
      </w:r>
      <w:r>
        <w:tab/>
        <w:t>2.025e0</w:t>
      </w:r>
    </w:p>
    <w:p w:rsidR="005B0461" w:rsidRDefault="005B0461" w:rsidP="005B0461">
      <w:r>
        <w:t>162.9998</w:t>
      </w:r>
      <w:r>
        <w:tab/>
        <w:t>2.025e0</w:t>
      </w:r>
    </w:p>
    <w:p w:rsidR="005B0461" w:rsidRDefault="005B0461" w:rsidP="005B0461">
      <w:r>
        <w:t>163.0049</w:t>
      </w:r>
      <w:r>
        <w:tab/>
        <w:t>3.038e0</w:t>
      </w:r>
    </w:p>
    <w:p w:rsidR="005B0461" w:rsidRDefault="005B0461" w:rsidP="005B0461">
      <w:r>
        <w:t>163.0098</w:t>
      </w:r>
      <w:r>
        <w:tab/>
        <w:t>2.025e0</w:t>
      </w:r>
    </w:p>
    <w:p w:rsidR="005B0461" w:rsidRDefault="005B0461" w:rsidP="005B0461">
      <w:r>
        <w:t>163.0245</w:t>
      </w:r>
      <w:r>
        <w:tab/>
        <w:t>1.013e0</w:t>
      </w:r>
    </w:p>
    <w:p w:rsidR="005B0461" w:rsidRDefault="005B0461" w:rsidP="005B0461">
      <w:r>
        <w:t>163.0280</w:t>
      </w:r>
      <w:r>
        <w:tab/>
        <w:t>1.013e0</w:t>
      </w:r>
    </w:p>
    <w:p w:rsidR="005B0461" w:rsidRDefault="005B0461" w:rsidP="005B0461">
      <w:r>
        <w:t>163.0314</w:t>
      </w:r>
      <w:r>
        <w:tab/>
        <w:t>2.025e0</w:t>
      </w:r>
    </w:p>
    <w:p w:rsidR="005B0461" w:rsidRDefault="005B0461" w:rsidP="005B0461">
      <w:r>
        <w:t>163.0332</w:t>
      </w:r>
      <w:r>
        <w:tab/>
        <w:t>1.921e0</w:t>
      </w:r>
    </w:p>
    <w:p w:rsidR="005B0461" w:rsidRDefault="005B0461" w:rsidP="005B0461">
      <w:r>
        <w:t>163.0777</w:t>
      </w:r>
      <w:r>
        <w:tab/>
        <w:t>3.874e1</w:t>
      </w:r>
    </w:p>
    <w:p w:rsidR="005B0461" w:rsidRDefault="005B0461" w:rsidP="005B0461">
      <w:r>
        <w:t>163.0799</w:t>
      </w:r>
      <w:r>
        <w:tab/>
        <w:t>5.255e1</w:t>
      </w:r>
    </w:p>
    <w:p w:rsidR="005B0461" w:rsidRDefault="005B0461" w:rsidP="005B0461">
      <w:r>
        <w:t>163.0825</w:t>
      </w:r>
      <w:r>
        <w:tab/>
        <w:t>7.142e1</w:t>
      </w:r>
    </w:p>
    <w:p w:rsidR="005B0461" w:rsidRDefault="005B0461" w:rsidP="005B0461">
      <w:r>
        <w:t>163.1305</w:t>
      </w:r>
      <w:r>
        <w:tab/>
        <w:t>2.234e0</w:t>
      </w:r>
    </w:p>
    <w:p w:rsidR="005B0461" w:rsidRDefault="005B0461" w:rsidP="005B0461">
      <w:r>
        <w:t>163.1321</w:t>
      </w:r>
      <w:r>
        <w:tab/>
        <w:t>9.517e0</w:t>
      </w:r>
    </w:p>
    <w:p w:rsidR="005B0461" w:rsidRDefault="005B0461" w:rsidP="005B0461">
      <w:r>
        <w:t>163.1345</w:t>
      </w:r>
      <w:r>
        <w:tab/>
        <w:t>5.958e0</w:t>
      </w:r>
    </w:p>
    <w:p w:rsidR="005B0461" w:rsidRDefault="005B0461" w:rsidP="005B0461">
      <w:r>
        <w:t>163.1389</w:t>
      </w:r>
      <w:r>
        <w:tab/>
        <w:t>3.371e0</w:t>
      </w:r>
    </w:p>
    <w:p w:rsidR="005B0461" w:rsidRDefault="005B0461" w:rsidP="005B0461">
      <w:r>
        <w:t>163.1468</w:t>
      </w:r>
      <w:r>
        <w:tab/>
        <w:t>2.815e0</w:t>
      </w:r>
    </w:p>
    <w:p w:rsidR="005B0461" w:rsidRDefault="005B0461" w:rsidP="005B0461">
      <w:r>
        <w:t>163.1637</w:t>
      </w:r>
      <w:r>
        <w:tab/>
        <w:t>1.013e0</w:t>
      </w:r>
    </w:p>
    <w:p w:rsidR="005B0461" w:rsidRDefault="005B0461" w:rsidP="005B0461">
      <w:r>
        <w:lastRenderedPageBreak/>
        <w:t>163.1689</w:t>
      </w:r>
      <w:r>
        <w:tab/>
        <w:t>2.025e0</w:t>
      </w:r>
    </w:p>
    <w:p w:rsidR="005B0461" w:rsidRDefault="005B0461" w:rsidP="005B0461">
      <w:r>
        <w:t>163.1706</w:t>
      </w:r>
      <w:r>
        <w:tab/>
        <w:t>1.013e0</w:t>
      </w:r>
    </w:p>
    <w:p w:rsidR="005B0461" w:rsidRDefault="005B0461" w:rsidP="005B0461">
      <w:r>
        <w:t>163.1869</w:t>
      </w:r>
      <w:r>
        <w:tab/>
        <w:t>3.038e0</w:t>
      </w:r>
    </w:p>
    <w:p w:rsidR="005B0461" w:rsidRDefault="005B0461" w:rsidP="005B0461">
      <w:r>
        <w:t>163.1947</w:t>
      </w:r>
      <w:r>
        <w:tab/>
        <w:t>1.013e0</w:t>
      </w:r>
    </w:p>
    <w:p w:rsidR="005B0461" w:rsidRDefault="005B0461" w:rsidP="005B0461">
      <w:r>
        <w:t>163.2120</w:t>
      </w:r>
      <w:r>
        <w:tab/>
        <w:t>2.025e0</w:t>
      </w:r>
    </w:p>
    <w:p w:rsidR="005B0461" w:rsidRDefault="005B0461" w:rsidP="005B0461">
      <w:r>
        <w:t>163.2137</w:t>
      </w:r>
      <w:r>
        <w:tab/>
        <w:t>2.025e0</w:t>
      </w:r>
    </w:p>
    <w:p w:rsidR="005B0461" w:rsidRDefault="005B0461" w:rsidP="005B0461">
      <w:r>
        <w:t>163.2285</w:t>
      </w:r>
      <w:r>
        <w:tab/>
        <w:t>1.013e0</w:t>
      </w:r>
    </w:p>
    <w:p w:rsidR="005B0461" w:rsidRDefault="005B0461" w:rsidP="005B0461">
      <w:r>
        <w:t>163.2350</w:t>
      </w:r>
      <w:r>
        <w:tab/>
        <w:t>1.013e0</w:t>
      </w:r>
    </w:p>
    <w:p w:rsidR="005B0461" w:rsidRDefault="005B0461" w:rsidP="005B0461">
      <w:r>
        <w:t>163.2503</w:t>
      </w:r>
      <w:r>
        <w:tab/>
        <w:t>3.038e0</w:t>
      </w:r>
    </w:p>
    <w:p w:rsidR="005B0461" w:rsidRDefault="005B0461" w:rsidP="005B0461">
      <w:r>
        <w:t>163.2729</w:t>
      </w:r>
      <w:r>
        <w:tab/>
        <w:t>2.025e0</w:t>
      </w:r>
    </w:p>
    <w:p w:rsidR="005B0461" w:rsidRDefault="005B0461" w:rsidP="005B0461">
      <w:r>
        <w:t>163.2781</w:t>
      </w:r>
      <w:r>
        <w:tab/>
        <w:t>4.051e0</w:t>
      </w:r>
    </w:p>
    <w:p w:rsidR="005B0461" w:rsidRDefault="005B0461" w:rsidP="005B0461">
      <w:r>
        <w:t>163.3201</w:t>
      </w:r>
      <w:r>
        <w:tab/>
        <w:t>2.025e0</w:t>
      </w:r>
    </w:p>
    <w:p w:rsidR="005B0461" w:rsidRDefault="005B0461" w:rsidP="005B0461">
      <w:r>
        <w:t>163.3218</w:t>
      </w:r>
      <w:r>
        <w:tab/>
        <w:t>2.025e0</w:t>
      </w:r>
    </w:p>
    <w:p w:rsidR="005B0461" w:rsidRDefault="005B0461" w:rsidP="005B0461">
      <w:r>
        <w:t>163.3305</w:t>
      </w:r>
      <w:r>
        <w:tab/>
        <w:t>1.013e0</w:t>
      </w:r>
    </w:p>
    <w:p w:rsidR="005B0461" w:rsidRDefault="005B0461" w:rsidP="005B0461">
      <w:r>
        <w:t>163.3477</w:t>
      </w:r>
      <w:r>
        <w:tab/>
        <w:t>2.025e0</w:t>
      </w:r>
    </w:p>
    <w:p w:rsidR="005B0461" w:rsidRDefault="005B0461" w:rsidP="005B0461">
      <w:r>
        <w:t>163.3511</w:t>
      </w:r>
      <w:r>
        <w:tab/>
        <w:t>1.013e0</w:t>
      </w:r>
    </w:p>
    <w:p w:rsidR="005B0461" w:rsidRDefault="005B0461" w:rsidP="005B0461">
      <w:r>
        <w:t>163.3615</w:t>
      </w:r>
      <w:r>
        <w:tab/>
        <w:t>1.013e0</w:t>
      </w:r>
    </w:p>
    <w:p w:rsidR="005B0461" w:rsidRDefault="005B0461" w:rsidP="005B0461">
      <w:r>
        <w:t>163.3647</w:t>
      </w:r>
      <w:r>
        <w:tab/>
        <w:t>1.013e0</w:t>
      </w:r>
    </w:p>
    <w:p w:rsidR="005B0461" w:rsidRDefault="005B0461" w:rsidP="005B0461">
      <w:r>
        <w:t>163.3862</w:t>
      </w:r>
      <w:r>
        <w:tab/>
        <w:t>2.025e0</w:t>
      </w:r>
    </w:p>
    <w:p w:rsidR="005B0461" w:rsidRDefault="005B0461" w:rsidP="005B0461">
      <w:r>
        <w:lastRenderedPageBreak/>
        <w:t>163.3880</w:t>
      </w:r>
      <w:r>
        <w:tab/>
        <w:t>1.013e0</w:t>
      </w:r>
    </w:p>
    <w:p w:rsidR="005B0461" w:rsidRDefault="005B0461" w:rsidP="005B0461">
      <w:r>
        <w:t>163.4190</w:t>
      </w:r>
      <w:r>
        <w:tab/>
        <w:t>1.013e0</w:t>
      </w:r>
    </w:p>
    <w:p w:rsidR="005B0461" w:rsidRDefault="005B0461" w:rsidP="005B0461">
      <w:r>
        <w:t>163.4259</w:t>
      </w:r>
      <w:r>
        <w:tab/>
        <w:t>1.013e0</w:t>
      </w:r>
    </w:p>
    <w:p w:rsidR="005B0461" w:rsidRDefault="005B0461" w:rsidP="005B0461">
      <w:r>
        <w:t>163.4276</w:t>
      </w:r>
      <w:r>
        <w:tab/>
        <w:t>2.025e0</w:t>
      </w:r>
    </w:p>
    <w:p w:rsidR="005B0461" w:rsidRDefault="005B0461" w:rsidP="005B0461">
      <w:r>
        <w:t>163.4361</w:t>
      </w:r>
      <w:r>
        <w:tab/>
        <w:t>3.038e0</w:t>
      </w:r>
    </w:p>
    <w:p w:rsidR="005B0461" w:rsidRDefault="005B0461" w:rsidP="005B0461">
      <w:r>
        <w:t>163.4426</w:t>
      </w:r>
      <w:r>
        <w:tab/>
        <w:t>1.013e0</w:t>
      </w:r>
    </w:p>
    <w:p w:rsidR="005B0461" w:rsidRDefault="005B0461" w:rsidP="005B0461">
      <w:r>
        <w:t>163.4458</w:t>
      </w:r>
      <w:r>
        <w:tab/>
        <w:t>1.013e0</w:t>
      </w:r>
    </w:p>
    <w:p w:rsidR="005B0461" w:rsidRDefault="005B0461" w:rsidP="005B0461">
      <w:r>
        <w:t>163.4697</w:t>
      </w:r>
      <w:r>
        <w:tab/>
        <w:t>1.013e0</w:t>
      </w:r>
    </w:p>
    <w:p w:rsidR="005B0461" w:rsidRDefault="005B0461" w:rsidP="005B0461">
      <w:r>
        <w:t>163.4869</w:t>
      </w:r>
      <w:r>
        <w:tab/>
        <w:t>1.013e0</w:t>
      </w:r>
    </w:p>
    <w:p w:rsidR="005B0461" w:rsidRDefault="005B0461" w:rsidP="005B0461">
      <w:r>
        <w:t>163.4903</w:t>
      </w:r>
      <w:r>
        <w:tab/>
        <w:t>1.013e0</w:t>
      </w:r>
    </w:p>
    <w:p w:rsidR="005B0461" w:rsidRDefault="005B0461" w:rsidP="005B0461">
      <w:r>
        <w:t>163.5008</w:t>
      </w:r>
      <w:r>
        <w:tab/>
        <w:t>1.013e0</w:t>
      </w:r>
    </w:p>
    <w:p w:rsidR="005B0461" w:rsidRDefault="005B0461" w:rsidP="005B0461">
      <w:r>
        <w:t>163.5062</w:t>
      </w:r>
      <w:r>
        <w:tab/>
        <w:t>2.025e0</w:t>
      </w:r>
    </w:p>
    <w:p w:rsidR="005B0461" w:rsidRDefault="005B0461" w:rsidP="005B0461">
      <w:r>
        <w:t>163.5188</w:t>
      </w:r>
      <w:r>
        <w:tab/>
        <w:t>4.051e0</w:t>
      </w:r>
    </w:p>
    <w:p w:rsidR="005B0461" w:rsidRDefault="005B0461" w:rsidP="005B0461">
      <w:r>
        <w:t>163.5479</w:t>
      </w:r>
      <w:r>
        <w:tab/>
        <w:t>1.013e0</w:t>
      </w:r>
    </w:p>
    <w:p w:rsidR="005B0461" w:rsidRDefault="005B0461" w:rsidP="005B0461">
      <w:r>
        <w:t>163.5582</w:t>
      </w:r>
      <w:r>
        <w:tab/>
        <w:t>3.038e0</w:t>
      </w:r>
    </w:p>
    <w:p w:rsidR="005B0461" w:rsidRDefault="005B0461" w:rsidP="005B0461">
      <w:r>
        <w:t>163.5652</w:t>
      </w:r>
      <w:r>
        <w:tab/>
        <w:t>1.013e0</w:t>
      </w:r>
    </w:p>
    <w:p w:rsidR="005B0461" w:rsidRDefault="005B0461" w:rsidP="005B0461">
      <w:r>
        <w:t>163.5739</w:t>
      </w:r>
      <w:r>
        <w:tab/>
        <w:t>4.051e0</w:t>
      </w:r>
    </w:p>
    <w:p w:rsidR="005B0461" w:rsidRDefault="005B0461" w:rsidP="005B0461">
      <w:r>
        <w:t>163.5789</w:t>
      </w:r>
      <w:r>
        <w:tab/>
        <w:t>1.013e0</w:t>
      </w:r>
    </w:p>
    <w:p w:rsidR="005B0461" w:rsidRDefault="005B0461" w:rsidP="005B0461">
      <w:r>
        <w:t>163.6055</w:t>
      </w:r>
      <w:r>
        <w:tab/>
        <w:t>2.025e0</w:t>
      </w:r>
    </w:p>
    <w:p w:rsidR="005B0461" w:rsidRDefault="005B0461" w:rsidP="005B0461">
      <w:r>
        <w:lastRenderedPageBreak/>
        <w:t>163.6193</w:t>
      </w:r>
      <w:r>
        <w:tab/>
        <w:t>1.013e0</w:t>
      </w:r>
    </w:p>
    <w:p w:rsidR="005B0461" w:rsidRDefault="005B0461" w:rsidP="005B0461">
      <w:r>
        <w:t>163.6210</w:t>
      </w:r>
      <w:r>
        <w:tab/>
        <w:t>2.025e0</w:t>
      </w:r>
    </w:p>
    <w:p w:rsidR="005B0461" w:rsidRDefault="005B0461" w:rsidP="005B0461">
      <w:r>
        <w:t>163.6417</w:t>
      </w:r>
      <w:r>
        <w:tab/>
        <w:t>9.755e0</w:t>
      </w:r>
    </w:p>
    <w:p w:rsidR="005B0461" w:rsidRDefault="005B0461" w:rsidP="005B0461">
      <w:r>
        <w:t>163.6666</w:t>
      </w:r>
      <w:r>
        <w:tab/>
        <w:t>1.013e0</w:t>
      </w:r>
    </w:p>
    <w:p w:rsidR="005B0461" w:rsidRDefault="005B0461" w:rsidP="005B0461">
      <w:r>
        <w:t>163.6683</w:t>
      </w:r>
      <w:r>
        <w:tab/>
        <w:t>2.025e0</w:t>
      </w:r>
    </w:p>
    <w:p w:rsidR="005B0461" w:rsidRDefault="005B0461" w:rsidP="005B0461">
      <w:r>
        <w:t>163.6767</w:t>
      </w:r>
      <w:r>
        <w:tab/>
        <w:t>5.063e0</w:t>
      </w:r>
    </w:p>
    <w:p w:rsidR="005B0461" w:rsidRDefault="005B0461" w:rsidP="005B0461">
      <w:r>
        <w:t>163.6975</w:t>
      </w:r>
      <w:r>
        <w:tab/>
        <w:t>2.025e0</w:t>
      </w:r>
    </w:p>
    <w:p w:rsidR="005B0461" w:rsidRDefault="005B0461" w:rsidP="005B0461">
      <w:r>
        <w:t>163.7062</w:t>
      </w:r>
      <w:r>
        <w:tab/>
        <w:t>2.025e0</w:t>
      </w:r>
    </w:p>
    <w:p w:rsidR="005B0461" w:rsidRDefault="005B0461" w:rsidP="005B0461">
      <w:r>
        <w:t>163.7113</w:t>
      </w:r>
      <w:r>
        <w:tab/>
        <w:t>1.013e0</w:t>
      </w:r>
    </w:p>
    <w:p w:rsidR="005B0461" w:rsidRDefault="005B0461" w:rsidP="005B0461">
      <w:r>
        <w:t>163.7207</w:t>
      </w:r>
      <w:r>
        <w:tab/>
        <w:t>4.051e0</w:t>
      </w:r>
    </w:p>
    <w:p w:rsidR="005B0461" w:rsidRDefault="005B0461" w:rsidP="005B0461">
      <w:r>
        <w:t>163.7517</w:t>
      </w:r>
      <w:r>
        <w:tab/>
        <w:t>1.013e0</w:t>
      </w:r>
    </w:p>
    <w:p w:rsidR="005B0461" w:rsidRDefault="005B0461" w:rsidP="005B0461">
      <w:r>
        <w:t>163.7655</w:t>
      </w:r>
      <w:r>
        <w:tab/>
        <w:t>1.013e0</w:t>
      </w:r>
    </w:p>
    <w:p w:rsidR="005B0461" w:rsidRDefault="005B0461" w:rsidP="005B0461">
      <w:r>
        <w:t>163.7966</w:t>
      </w:r>
      <w:r>
        <w:tab/>
        <w:t>2.025e0</w:t>
      </w:r>
    </w:p>
    <w:p w:rsidR="005B0461" w:rsidRDefault="005B0461" w:rsidP="005B0461">
      <w:r>
        <w:t>163.8128</w:t>
      </w:r>
      <w:r>
        <w:tab/>
        <w:t>1.013e0</w:t>
      </w:r>
    </w:p>
    <w:p w:rsidR="005B0461" w:rsidRDefault="005B0461" w:rsidP="005B0461">
      <w:r>
        <w:t>163.8300</w:t>
      </w:r>
      <w:r>
        <w:tab/>
        <w:t>1.013e0</w:t>
      </w:r>
    </w:p>
    <w:p w:rsidR="005B0461" w:rsidRDefault="005B0461" w:rsidP="005B0461">
      <w:r>
        <w:t>163.8438</w:t>
      </w:r>
      <w:r>
        <w:tab/>
        <w:t>1.013e0</w:t>
      </w:r>
    </w:p>
    <w:p w:rsidR="005B0461" w:rsidRDefault="005B0461" w:rsidP="005B0461">
      <w:r>
        <w:t>163.8576</w:t>
      </w:r>
      <w:r>
        <w:tab/>
        <w:t>2.025e0</w:t>
      </w:r>
    </w:p>
    <w:p w:rsidR="005B0461" w:rsidRDefault="005B0461" w:rsidP="005B0461">
      <w:r>
        <w:t>163.8629</w:t>
      </w:r>
      <w:r>
        <w:tab/>
        <w:t>2.025e0</w:t>
      </w:r>
    </w:p>
    <w:p w:rsidR="005B0461" w:rsidRDefault="005B0461" w:rsidP="005B0461">
      <w:r>
        <w:t>163.8681</w:t>
      </w:r>
      <w:r>
        <w:tab/>
        <w:t>1.013e0</w:t>
      </w:r>
    </w:p>
    <w:p w:rsidR="005B0461" w:rsidRDefault="005B0461" w:rsidP="005B0461">
      <w:r>
        <w:lastRenderedPageBreak/>
        <w:t>163.8746</w:t>
      </w:r>
      <w:r>
        <w:tab/>
        <w:t>1.013e0</w:t>
      </w:r>
    </w:p>
    <w:p w:rsidR="005B0461" w:rsidRDefault="005B0461" w:rsidP="005B0461">
      <w:r>
        <w:t>163.8811</w:t>
      </w:r>
      <w:r>
        <w:tab/>
        <w:t>1.013e0</w:t>
      </w:r>
    </w:p>
    <w:p w:rsidR="005B0461" w:rsidRDefault="005B0461" w:rsidP="005B0461">
      <w:r>
        <w:t>163.9031</w:t>
      </w:r>
      <w:r>
        <w:tab/>
        <w:t>4.051e0</w:t>
      </w:r>
    </w:p>
    <w:p w:rsidR="005B0461" w:rsidRDefault="005B0461" w:rsidP="005B0461">
      <w:r>
        <w:t>163.9360</w:t>
      </w:r>
      <w:r>
        <w:tab/>
        <w:t>1.013e0</w:t>
      </w:r>
    </w:p>
    <w:p w:rsidR="005B0461" w:rsidRDefault="005B0461" w:rsidP="005B0461">
      <w:r>
        <w:t>163.9395</w:t>
      </w:r>
      <w:r>
        <w:tab/>
        <w:t>1.013e0</w:t>
      </w:r>
    </w:p>
    <w:p w:rsidR="005B0461" w:rsidRDefault="005B0461" w:rsidP="005B0461">
      <w:r>
        <w:t>163.9429</w:t>
      </w:r>
      <w:r>
        <w:tab/>
        <w:t>1.013e0</w:t>
      </w:r>
    </w:p>
    <w:p w:rsidR="005B0461" w:rsidRDefault="005B0461" w:rsidP="005B0461">
      <w:r>
        <w:t>163.9592</w:t>
      </w:r>
      <w:r>
        <w:tab/>
        <w:t>3.038e0</w:t>
      </w:r>
    </w:p>
    <w:p w:rsidR="005B0461" w:rsidRDefault="005B0461" w:rsidP="005B0461">
      <w:r>
        <w:t>163.9624</w:t>
      </w:r>
      <w:r>
        <w:tab/>
        <w:t>1.013e0</w:t>
      </w:r>
    </w:p>
    <w:p w:rsidR="005B0461" w:rsidRDefault="005B0461" w:rsidP="005B0461">
      <w:r>
        <w:t>163.9798</w:t>
      </w:r>
      <w:r>
        <w:tab/>
        <w:t>1.013e0</w:t>
      </w:r>
    </w:p>
    <w:p w:rsidR="005B0461" w:rsidRDefault="005B0461" w:rsidP="005B0461">
      <w:r>
        <w:t>163.9867</w:t>
      </w:r>
      <w:r>
        <w:tab/>
        <w:t>1.013e0</w:t>
      </w:r>
    </w:p>
    <w:p w:rsidR="005B0461" w:rsidRDefault="005B0461" w:rsidP="005B0461">
      <w:r>
        <w:t>163.9926</w:t>
      </w:r>
      <w:r>
        <w:tab/>
        <w:t>2.350e0</w:t>
      </w:r>
    </w:p>
    <w:p w:rsidR="005B0461" w:rsidRDefault="005B0461" w:rsidP="005B0461">
      <w:r>
        <w:t>164.0074</w:t>
      </w:r>
      <w:r>
        <w:tab/>
        <w:t>1.013e0</w:t>
      </w:r>
    </w:p>
    <w:p w:rsidR="005B0461" w:rsidRDefault="005B0461" w:rsidP="005B0461">
      <w:r>
        <w:t>164.0242</w:t>
      </w:r>
      <w:r>
        <w:tab/>
        <w:t>1.013e0</w:t>
      </w:r>
    </w:p>
    <w:p w:rsidR="005B0461" w:rsidRDefault="005B0461" w:rsidP="005B0461">
      <w:r>
        <w:t>164.0357</w:t>
      </w:r>
      <w:r>
        <w:tab/>
        <w:t>2.025e0</w:t>
      </w:r>
    </w:p>
    <w:p w:rsidR="005B0461" w:rsidRDefault="005B0461" w:rsidP="005B0461">
      <w:r>
        <w:t>164.0733</w:t>
      </w:r>
      <w:r>
        <w:tab/>
        <w:t>1.031e1</w:t>
      </w:r>
    </w:p>
    <w:p w:rsidR="005B0461" w:rsidRDefault="005B0461" w:rsidP="005B0461">
      <w:r>
        <w:t>164.0756</w:t>
      </w:r>
      <w:r>
        <w:tab/>
        <w:t>2.637e1</w:t>
      </w:r>
    </w:p>
    <w:p w:rsidR="005B0461" w:rsidRDefault="005B0461" w:rsidP="005B0461">
      <w:r>
        <w:t>164.0784</w:t>
      </w:r>
      <w:r>
        <w:tab/>
        <w:t>1.945e1</w:t>
      </w:r>
    </w:p>
    <w:p w:rsidR="005B0461" w:rsidRDefault="005B0461" w:rsidP="005B0461">
      <w:r>
        <w:t>164.0987</w:t>
      </w:r>
      <w:r>
        <w:tab/>
        <w:t>3.056e0</w:t>
      </w:r>
    </w:p>
    <w:p w:rsidR="005B0461" w:rsidRDefault="005B0461" w:rsidP="005B0461">
      <w:r>
        <w:t>164.1360</w:t>
      </w:r>
      <w:r>
        <w:tab/>
        <w:t>4.207e0</w:t>
      </w:r>
    </w:p>
    <w:p w:rsidR="005B0461" w:rsidRDefault="005B0461" w:rsidP="005B0461">
      <w:r>
        <w:lastRenderedPageBreak/>
        <w:t>164.1418</w:t>
      </w:r>
      <w:r>
        <w:tab/>
        <w:t>5.819e0</w:t>
      </w:r>
    </w:p>
    <w:p w:rsidR="005B0461" w:rsidRDefault="005B0461" w:rsidP="005B0461">
      <w:r>
        <w:t>164.1429</w:t>
      </w:r>
      <w:r>
        <w:tab/>
        <w:t>5.352e0</w:t>
      </w:r>
    </w:p>
    <w:p w:rsidR="005B0461" w:rsidRDefault="005B0461" w:rsidP="005B0461">
      <w:r>
        <w:t>164.1450</w:t>
      </w:r>
      <w:r>
        <w:tab/>
        <w:t>3.835e0</w:t>
      </w:r>
    </w:p>
    <w:p w:rsidR="005B0461" w:rsidRDefault="005B0461" w:rsidP="005B0461">
      <w:r>
        <w:t>164.1642</w:t>
      </w:r>
      <w:r>
        <w:tab/>
        <w:t>1.013e0</w:t>
      </w:r>
    </w:p>
    <w:p w:rsidR="005B0461" w:rsidRDefault="005B0461" w:rsidP="005B0461">
      <w:r>
        <w:t>164.1773</w:t>
      </w:r>
      <w:r>
        <w:tab/>
        <w:t>1.013e0</w:t>
      </w:r>
    </w:p>
    <w:p w:rsidR="005B0461" w:rsidRDefault="005B0461" w:rsidP="005B0461">
      <w:r>
        <w:t>164.1851</w:t>
      </w:r>
      <w:r>
        <w:tab/>
        <w:t>4.051e0</w:t>
      </w:r>
    </w:p>
    <w:p w:rsidR="005B0461" w:rsidRDefault="005B0461" w:rsidP="005B0461">
      <w:r>
        <w:t>164.2045</w:t>
      </w:r>
      <w:r>
        <w:tab/>
        <w:t>1.013e0</w:t>
      </w:r>
    </w:p>
    <w:p w:rsidR="005B0461" w:rsidRDefault="005B0461" w:rsidP="005B0461">
      <w:r>
        <w:t>164.2286</w:t>
      </w:r>
      <w:r>
        <w:tab/>
        <w:t>1.013e0</w:t>
      </w:r>
    </w:p>
    <w:p w:rsidR="005B0461" w:rsidRDefault="005B0461" w:rsidP="005B0461">
      <w:r>
        <w:t>164.2759</w:t>
      </w:r>
      <w:r>
        <w:tab/>
        <w:t>1.013e0</w:t>
      </w:r>
    </w:p>
    <w:p w:rsidR="005B0461" w:rsidRDefault="005B0461" w:rsidP="005B0461">
      <w:r>
        <w:t>164.2876</w:t>
      </w:r>
      <w:r>
        <w:tab/>
        <w:t>6.076e0</w:t>
      </w:r>
    </w:p>
    <w:p w:rsidR="005B0461" w:rsidRDefault="005B0461" w:rsidP="005B0461">
      <w:r>
        <w:t>164.2913</w:t>
      </w:r>
      <w:r>
        <w:tab/>
        <w:t>3.038e0</w:t>
      </w:r>
    </w:p>
    <w:p w:rsidR="005B0461" w:rsidRDefault="005B0461" w:rsidP="005B0461">
      <w:r>
        <w:t>164.3140</w:t>
      </w:r>
      <w:r>
        <w:tab/>
        <w:t>1.013e0</w:t>
      </w:r>
    </w:p>
    <w:p w:rsidR="005B0461" w:rsidRDefault="005B0461" w:rsidP="005B0461">
      <w:r>
        <w:t>164.3176</w:t>
      </w:r>
      <w:r>
        <w:tab/>
        <w:t>2.025e0</w:t>
      </w:r>
    </w:p>
    <w:p w:rsidR="005B0461" w:rsidRDefault="005B0461" w:rsidP="005B0461">
      <w:r>
        <w:t>164.3206</w:t>
      </w:r>
      <w:r>
        <w:tab/>
        <w:t>1.013e0</w:t>
      </w:r>
    </w:p>
    <w:p w:rsidR="005B0461" w:rsidRDefault="005B0461" w:rsidP="005B0461">
      <w:r>
        <w:t>164.3239</w:t>
      </w:r>
      <w:r>
        <w:tab/>
        <w:t>1.013e0</w:t>
      </w:r>
    </w:p>
    <w:p w:rsidR="005B0461" w:rsidRDefault="005B0461" w:rsidP="005B0461">
      <w:r>
        <w:t>164.3439</w:t>
      </w:r>
      <w:r>
        <w:tab/>
        <w:t>1.013e0</w:t>
      </w:r>
    </w:p>
    <w:p w:rsidR="005B0461" w:rsidRDefault="005B0461" w:rsidP="005B0461">
      <w:r>
        <w:t>164.3526</w:t>
      </w:r>
      <w:r>
        <w:tab/>
        <w:t>2.025e0</w:t>
      </w:r>
    </w:p>
    <w:p w:rsidR="005B0461" w:rsidRDefault="005B0461" w:rsidP="005B0461">
      <w:r>
        <w:t>164.3785</w:t>
      </w:r>
      <w:r>
        <w:tab/>
        <w:t>1.013e0</w:t>
      </w:r>
    </w:p>
    <w:p w:rsidR="005B0461" w:rsidRDefault="005B0461" w:rsidP="005B0461">
      <w:r>
        <w:t>164.3890</w:t>
      </w:r>
      <w:r>
        <w:tab/>
        <w:t>1.013e0</w:t>
      </w:r>
    </w:p>
    <w:p w:rsidR="005B0461" w:rsidRDefault="005B0461" w:rsidP="005B0461">
      <w:r>
        <w:lastRenderedPageBreak/>
        <w:t>164.4054</w:t>
      </w:r>
      <w:r>
        <w:tab/>
        <w:t>1.013e0</w:t>
      </w:r>
    </w:p>
    <w:p w:rsidR="005B0461" w:rsidRDefault="005B0461" w:rsidP="005B0461">
      <w:r>
        <w:t>164.4154</w:t>
      </w:r>
      <w:r>
        <w:tab/>
        <w:t>1.013e0</w:t>
      </w:r>
    </w:p>
    <w:p w:rsidR="005B0461" w:rsidRDefault="005B0461" w:rsidP="005B0461">
      <w:r>
        <w:t>164.4224</w:t>
      </w:r>
      <w:r>
        <w:tab/>
        <w:t>1.013e0</w:t>
      </w:r>
    </w:p>
    <w:p w:rsidR="005B0461" w:rsidRDefault="005B0461" w:rsidP="005B0461">
      <w:r>
        <w:t>164.4379</w:t>
      </w:r>
      <w:r>
        <w:tab/>
        <w:t>2.025e0</w:t>
      </w:r>
    </w:p>
    <w:p w:rsidR="005B0461" w:rsidRDefault="005B0461" w:rsidP="005B0461">
      <w:r>
        <w:t>164.4414</w:t>
      </w:r>
      <w:r>
        <w:tab/>
        <w:t>2.025e0</w:t>
      </w:r>
    </w:p>
    <w:p w:rsidR="005B0461" w:rsidRDefault="005B0461" w:rsidP="005B0461">
      <w:r>
        <w:t>164.4535</w:t>
      </w:r>
      <w:r>
        <w:tab/>
        <w:t>3.038e0</w:t>
      </w:r>
    </w:p>
    <w:p w:rsidR="005B0461" w:rsidRDefault="005B0461" w:rsidP="005B0461">
      <w:r>
        <w:t>164.4740</w:t>
      </w:r>
      <w:r>
        <w:tab/>
        <w:t>2.025e0</w:t>
      </w:r>
    </w:p>
    <w:p w:rsidR="005B0461" w:rsidRDefault="005B0461" w:rsidP="005B0461">
      <w:r>
        <w:t>164.4904</w:t>
      </w:r>
      <w:r>
        <w:tab/>
        <w:t>1.013e0</w:t>
      </w:r>
    </w:p>
    <w:p w:rsidR="005B0461" w:rsidRDefault="005B0461" w:rsidP="005B0461">
      <w:r>
        <w:t>164.4973</w:t>
      </w:r>
      <w:r>
        <w:tab/>
        <w:t>1.013e0</w:t>
      </w:r>
    </w:p>
    <w:p w:rsidR="005B0461" w:rsidRDefault="005B0461" w:rsidP="005B0461">
      <w:r>
        <w:t>164.5181</w:t>
      </w:r>
      <w:r>
        <w:tab/>
        <w:t>2.025e0</w:t>
      </w:r>
    </w:p>
    <w:p w:rsidR="005B0461" w:rsidRDefault="005B0461" w:rsidP="005B0461">
      <w:r>
        <w:t>164.5284</w:t>
      </w:r>
      <w:r>
        <w:tab/>
        <w:t>1.013e0</w:t>
      </w:r>
    </w:p>
    <w:p w:rsidR="005B0461" w:rsidRDefault="005B0461" w:rsidP="005B0461">
      <w:r>
        <w:t>164.5389</w:t>
      </w:r>
      <w:r>
        <w:tab/>
        <w:t>1.087e0</w:t>
      </w:r>
    </w:p>
    <w:p w:rsidR="005B0461" w:rsidRDefault="005B0461" w:rsidP="005B0461">
      <w:r>
        <w:t>164.5554</w:t>
      </w:r>
      <w:r>
        <w:tab/>
        <w:t>1.013e0</w:t>
      </w:r>
    </w:p>
    <w:p w:rsidR="005B0461" w:rsidRDefault="005B0461" w:rsidP="005B0461">
      <w:r>
        <w:t>164.5604</w:t>
      </w:r>
      <w:r>
        <w:tab/>
        <w:t>2.025e0</w:t>
      </w:r>
    </w:p>
    <w:p w:rsidR="005B0461" w:rsidRDefault="005B0461" w:rsidP="005B0461">
      <w:r>
        <w:t>164.5620</w:t>
      </w:r>
      <w:r>
        <w:tab/>
        <w:t>1.013e0</w:t>
      </w:r>
    </w:p>
    <w:p w:rsidR="005B0461" w:rsidRDefault="005B0461" w:rsidP="005B0461">
      <w:r>
        <w:t>164.5687</w:t>
      </w:r>
      <w:r>
        <w:tab/>
        <w:t>3.038e0</w:t>
      </w:r>
    </w:p>
    <w:p w:rsidR="005B0461" w:rsidRDefault="005B0461" w:rsidP="005B0461">
      <w:r>
        <w:t>164.5793</w:t>
      </w:r>
      <w:r>
        <w:tab/>
        <w:t>1.013e0</w:t>
      </w:r>
    </w:p>
    <w:p w:rsidR="005B0461" w:rsidRDefault="005B0461" w:rsidP="005B0461">
      <w:r>
        <w:t>164.6069</w:t>
      </w:r>
      <w:r>
        <w:tab/>
        <w:t>1.013e0</w:t>
      </w:r>
    </w:p>
    <w:p w:rsidR="005B0461" w:rsidRDefault="005B0461" w:rsidP="005B0461">
      <w:r>
        <w:t>164.6104</w:t>
      </w:r>
      <w:r>
        <w:tab/>
        <w:t>2.025e0</w:t>
      </w:r>
    </w:p>
    <w:p w:rsidR="005B0461" w:rsidRDefault="005B0461" w:rsidP="005B0461">
      <w:r>
        <w:lastRenderedPageBreak/>
        <w:t>164.6418</w:t>
      </w:r>
      <w:r>
        <w:tab/>
        <w:t>4.051e0</w:t>
      </w:r>
    </w:p>
    <w:p w:rsidR="005B0461" w:rsidRDefault="005B0461" w:rsidP="005B0461">
      <w:r>
        <w:t>164.6646</w:t>
      </w:r>
      <w:r>
        <w:tab/>
        <w:t>1.013e0</w:t>
      </w:r>
    </w:p>
    <w:p w:rsidR="005B0461" w:rsidRDefault="005B0461" w:rsidP="005B0461">
      <w:r>
        <w:t>164.6715</w:t>
      </w:r>
      <w:r>
        <w:tab/>
        <w:t>1.013e0</w:t>
      </w:r>
    </w:p>
    <w:p w:rsidR="005B0461" w:rsidRDefault="005B0461" w:rsidP="005B0461">
      <w:r>
        <w:t>164.6733</w:t>
      </w:r>
      <w:r>
        <w:tab/>
        <w:t>2.025e0</w:t>
      </w:r>
    </w:p>
    <w:p w:rsidR="005B0461" w:rsidRDefault="005B0461" w:rsidP="005B0461">
      <w:r>
        <w:t>164.6837</w:t>
      </w:r>
      <w:r>
        <w:tab/>
        <w:t>2.025e0</w:t>
      </w:r>
    </w:p>
    <w:p w:rsidR="005B0461" w:rsidRDefault="005B0461" w:rsidP="005B0461">
      <w:r>
        <w:t>164.6991</w:t>
      </w:r>
      <w:r>
        <w:tab/>
        <w:t>1.013e0</w:t>
      </w:r>
    </w:p>
    <w:p w:rsidR="005B0461" w:rsidRDefault="005B0461" w:rsidP="005B0461">
      <w:r>
        <w:t>164.7121</w:t>
      </w:r>
      <w:r>
        <w:tab/>
        <w:t>2.025e0</w:t>
      </w:r>
    </w:p>
    <w:p w:rsidR="005B0461" w:rsidRDefault="005B0461" w:rsidP="005B0461">
      <w:r>
        <w:t>164.7258</w:t>
      </w:r>
      <w:r>
        <w:tab/>
        <w:t>1.013e0</w:t>
      </w:r>
    </w:p>
    <w:p w:rsidR="005B0461" w:rsidRDefault="005B0461" w:rsidP="005B0461">
      <w:r>
        <w:t>164.7293</w:t>
      </w:r>
      <w:r>
        <w:tab/>
        <w:t>1.013e0</w:t>
      </w:r>
    </w:p>
    <w:p w:rsidR="005B0461" w:rsidRDefault="005B0461" w:rsidP="005B0461">
      <w:r>
        <w:t>164.7500</w:t>
      </w:r>
      <w:r>
        <w:tab/>
        <w:t>1.013e0</w:t>
      </w:r>
    </w:p>
    <w:p w:rsidR="005B0461" w:rsidRDefault="005B0461" w:rsidP="005B0461">
      <w:r>
        <w:t>164.7604</w:t>
      </w:r>
      <w:r>
        <w:tab/>
        <w:t>1.013e0</w:t>
      </w:r>
    </w:p>
    <w:p w:rsidR="005B0461" w:rsidRDefault="005B0461" w:rsidP="005B0461">
      <w:r>
        <w:t>164.7872</w:t>
      </w:r>
      <w:r>
        <w:tab/>
        <w:t>2.025e0</w:t>
      </w:r>
    </w:p>
    <w:p w:rsidR="005B0461" w:rsidRDefault="005B0461" w:rsidP="005B0461">
      <w:r>
        <w:t>164.8095</w:t>
      </w:r>
      <w:r>
        <w:tab/>
        <w:t>2.025e0</w:t>
      </w:r>
    </w:p>
    <w:p w:rsidR="005B0461" w:rsidRDefault="005B0461" w:rsidP="005B0461">
      <w:r>
        <w:t>164.8216</w:t>
      </w:r>
      <w:r>
        <w:tab/>
        <w:t>1.013e0</w:t>
      </w:r>
    </w:p>
    <w:p w:rsidR="005B0461" w:rsidRDefault="005B0461" w:rsidP="005B0461">
      <w:r>
        <w:t>164.8526</w:t>
      </w:r>
      <w:r>
        <w:tab/>
        <w:t>2.025e0</w:t>
      </w:r>
    </w:p>
    <w:p w:rsidR="005B0461" w:rsidRDefault="005B0461" w:rsidP="005B0461">
      <w:r>
        <w:t>164.8559</w:t>
      </w:r>
      <w:r>
        <w:tab/>
        <w:t>1.013e0</w:t>
      </w:r>
    </w:p>
    <w:p w:rsidR="005B0461" w:rsidRDefault="005B0461" w:rsidP="005B0461">
      <w:r>
        <w:t>164.8657</w:t>
      </w:r>
      <w:r>
        <w:tab/>
        <w:t>2.025e0</w:t>
      </w:r>
    </w:p>
    <w:p w:rsidR="005B0461" w:rsidRDefault="005B0461" w:rsidP="005B0461">
      <w:r>
        <w:t>164.8733</w:t>
      </w:r>
      <w:r>
        <w:tab/>
        <w:t>1.753e0</w:t>
      </w:r>
    </w:p>
    <w:p w:rsidR="005B0461" w:rsidRDefault="005B0461" w:rsidP="005B0461">
      <w:r>
        <w:t>164.8758</w:t>
      </w:r>
      <w:r>
        <w:tab/>
        <w:t>1.013e0</w:t>
      </w:r>
    </w:p>
    <w:p w:rsidR="005B0461" w:rsidRDefault="005B0461" w:rsidP="005B0461">
      <w:r>
        <w:lastRenderedPageBreak/>
        <w:t>164.8932</w:t>
      </w:r>
      <w:r>
        <w:tab/>
        <w:t>2.025e0</w:t>
      </w:r>
    </w:p>
    <w:p w:rsidR="005B0461" w:rsidRDefault="005B0461" w:rsidP="005B0461">
      <w:r>
        <w:t>164.9139</w:t>
      </w:r>
      <w:r>
        <w:tab/>
        <w:t>1.013e0</w:t>
      </w:r>
    </w:p>
    <w:p w:rsidR="005B0461" w:rsidRDefault="005B0461" w:rsidP="005B0461">
      <w:r>
        <w:t>164.9278</w:t>
      </w:r>
      <w:r>
        <w:tab/>
        <w:t>1.013e0</w:t>
      </w:r>
    </w:p>
    <w:p w:rsidR="005B0461" w:rsidRDefault="005B0461" w:rsidP="005B0461">
      <w:r>
        <w:t>164.9344</w:t>
      </w:r>
      <w:r>
        <w:tab/>
        <w:t>3.038e0</w:t>
      </w:r>
    </w:p>
    <w:p w:rsidR="005B0461" w:rsidRDefault="005B0461" w:rsidP="005B0461">
      <w:r>
        <w:t>164.9543</w:t>
      </w:r>
      <w:r>
        <w:tab/>
        <w:t>3.038e0</w:t>
      </w:r>
    </w:p>
    <w:p w:rsidR="005B0461" w:rsidRDefault="005B0461" w:rsidP="005B0461">
      <w:r>
        <w:t>164.9613</w:t>
      </w:r>
      <w:r>
        <w:tab/>
        <w:t>2.025e0</w:t>
      </w:r>
    </w:p>
    <w:p w:rsidR="005B0461" w:rsidRDefault="005B0461" w:rsidP="005B0461">
      <w:r>
        <w:t>164.9673</w:t>
      </w:r>
      <w:r>
        <w:tab/>
        <w:t>3.280e0</w:t>
      </w:r>
    </w:p>
    <w:p w:rsidR="005B0461" w:rsidRDefault="005B0461" w:rsidP="005B0461">
      <w:r>
        <w:t>164.9820</w:t>
      </w:r>
      <w:r>
        <w:tab/>
        <w:t>1.013e0</w:t>
      </w:r>
    </w:p>
    <w:p w:rsidR="005B0461" w:rsidRDefault="005B0461" w:rsidP="005B0461">
      <w:r>
        <w:t>164.9959</w:t>
      </w:r>
      <w:r>
        <w:tab/>
        <w:t>4.051e0</w:t>
      </w:r>
    </w:p>
    <w:p w:rsidR="005B0461" w:rsidRDefault="005B0461" w:rsidP="005B0461">
      <w:r>
        <w:t>165.0537</w:t>
      </w:r>
      <w:r>
        <w:tab/>
        <w:t>2.025e0</w:t>
      </w:r>
    </w:p>
    <w:p w:rsidR="005B0461" w:rsidRDefault="005B0461" w:rsidP="005B0461">
      <w:r>
        <w:t>165.0555</w:t>
      </w:r>
      <w:r>
        <w:tab/>
        <w:t>1.038e0</w:t>
      </w:r>
    </w:p>
    <w:p w:rsidR="005B0461" w:rsidRDefault="005B0461" w:rsidP="005B0461">
      <w:r>
        <w:t>165.0578</w:t>
      </w:r>
      <w:r>
        <w:tab/>
        <w:t>4.196e0</w:t>
      </w:r>
    </w:p>
    <w:p w:rsidR="005B0461" w:rsidRDefault="005B0461" w:rsidP="005B0461">
      <w:r>
        <w:t>165.0731</w:t>
      </w:r>
      <w:r>
        <w:tab/>
        <w:t>5.715e0</w:t>
      </w:r>
    </w:p>
    <w:p w:rsidR="005B0461" w:rsidRDefault="005B0461" w:rsidP="005B0461">
      <w:r>
        <w:t>165.0764</w:t>
      </w:r>
      <w:r>
        <w:tab/>
        <w:t>3.692e0</w:t>
      </w:r>
    </w:p>
    <w:p w:rsidR="005B0461" w:rsidRDefault="005B0461" w:rsidP="005B0461">
      <w:r>
        <w:t>165.1161</w:t>
      </w:r>
      <w:r>
        <w:tab/>
        <w:t>1.145e3</w:t>
      </w:r>
    </w:p>
    <w:p w:rsidR="005B0461" w:rsidRDefault="005B0461" w:rsidP="005B0461">
      <w:r>
        <w:t>165.1635</w:t>
      </w:r>
      <w:r>
        <w:tab/>
        <w:t>2.025e0</w:t>
      </w:r>
    </w:p>
    <w:p w:rsidR="005B0461" w:rsidRDefault="005B0461" w:rsidP="005B0461">
      <w:r>
        <w:t>165.1649</w:t>
      </w:r>
      <w:r>
        <w:tab/>
        <w:t>5.063e0</w:t>
      </w:r>
    </w:p>
    <w:p w:rsidR="005B0461" w:rsidRDefault="005B0461" w:rsidP="005B0461">
      <w:r>
        <w:t>165.1772</w:t>
      </w:r>
      <w:r>
        <w:tab/>
        <w:t>5.063e0</w:t>
      </w:r>
    </w:p>
    <w:p w:rsidR="005B0461" w:rsidRDefault="005B0461" w:rsidP="005B0461">
      <w:r>
        <w:t>165.1950</w:t>
      </w:r>
      <w:r>
        <w:tab/>
        <w:t>6.076e0</w:t>
      </w:r>
    </w:p>
    <w:p w:rsidR="005B0461" w:rsidRDefault="005B0461" w:rsidP="005B0461">
      <w:r>
        <w:lastRenderedPageBreak/>
        <w:t>165.2027</w:t>
      </w:r>
      <w:r>
        <w:tab/>
        <w:t>3.038e0</w:t>
      </w:r>
    </w:p>
    <w:p w:rsidR="005B0461" w:rsidRDefault="005B0461" w:rsidP="005B0461">
      <w:r>
        <w:t>165.2073</w:t>
      </w:r>
      <w:r>
        <w:tab/>
        <w:t>4.051e0</w:t>
      </w:r>
    </w:p>
    <w:p w:rsidR="005B0461" w:rsidRDefault="005B0461" w:rsidP="005B0461">
      <w:r>
        <w:t>165.2201</w:t>
      </w:r>
      <w:r>
        <w:tab/>
        <w:t>4.519e0</w:t>
      </w:r>
    </w:p>
    <w:p w:rsidR="005B0461" w:rsidRDefault="005B0461" w:rsidP="005B0461">
      <w:r>
        <w:t>165.2246</w:t>
      </w:r>
      <w:r>
        <w:tab/>
        <w:t>2.025e0</w:t>
      </w:r>
    </w:p>
    <w:p w:rsidR="005B0461" w:rsidRDefault="005B0461" w:rsidP="005B0461">
      <w:r>
        <w:t>165.2291</w:t>
      </w:r>
      <w:r>
        <w:tab/>
        <w:t>3.038e0</w:t>
      </w:r>
    </w:p>
    <w:p w:rsidR="005B0461" w:rsidRDefault="005B0461" w:rsidP="005B0461">
      <w:r>
        <w:t>165.2484</w:t>
      </w:r>
      <w:r>
        <w:tab/>
        <w:t>1.013e0</w:t>
      </w:r>
    </w:p>
    <w:p w:rsidR="005B0461" w:rsidRDefault="005B0461" w:rsidP="005B0461">
      <w:r>
        <w:t>165.2550</w:t>
      </w:r>
      <w:r>
        <w:tab/>
        <w:t>1.013e0</w:t>
      </w:r>
    </w:p>
    <w:p w:rsidR="005B0461" w:rsidRDefault="005B0461" w:rsidP="005B0461">
      <w:r>
        <w:t>165.2563</w:t>
      </w:r>
      <w:r>
        <w:tab/>
        <w:t>5.063e0</w:t>
      </w:r>
    </w:p>
    <w:p w:rsidR="005B0461" w:rsidRDefault="005B0461" w:rsidP="005B0461">
      <w:r>
        <w:t>165.2580</w:t>
      </w:r>
      <w:r>
        <w:tab/>
        <w:t>2.025e0</w:t>
      </w:r>
    </w:p>
    <w:p w:rsidR="005B0461" w:rsidRDefault="005B0461" w:rsidP="005B0461">
      <w:r>
        <w:t>165.2824</w:t>
      </w:r>
      <w:r>
        <w:tab/>
        <w:t>4.051e0</w:t>
      </w:r>
    </w:p>
    <w:p w:rsidR="005B0461" w:rsidRDefault="005B0461" w:rsidP="005B0461">
      <w:r>
        <w:t>165.2859</w:t>
      </w:r>
      <w:r>
        <w:tab/>
        <w:t>4.051e0</w:t>
      </w:r>
    </w:p>
    <w:p w:rsidR="005B0461" w:rsidRDefault="005B0461" w:rsidP="005B0461">
      <w:r>
        <w:t>165.2894</w:t>
      </w:r>
      <w:r>
        <w:tab/>
        <w:t>1.013e0</w:t>
      </w:r>
    </w:p>
    <w:p w:rsidR="005B0461" w:rsidRDefault="005B0461" w:rsidP="005B0461">
      <w:r>
        <w:t>165.3205</w:t>
      </w:r>
      <w:r>
        <w:tab/>
        <w:t>1.013e0</w:t>
      </w:r>
    </w:p>
    <w:p w:rsidR="005B0461" w:rsidRDefault="005B0461" w:rsidP="005B0461">
      <w:r>
        <w:t>165.3221</w:t>
      </w:r>
      <w:r>
        <w:tab/>
        <w:t>2.025e0</w:t>
      </w:r>
    </w:p>
    <w:p w:rsidR="005B0461" w:rsidRDefault="005B0461" w:rsidP="005B0461">
      <w:r>
        <w:t>165.3237</w:t>
      </w:r>
      <w:r>
        <w:tab/>
        <w:t>2.025e0</w:t>
      </w:r>
    </w:p>
    <w:p w:rsidR="005B0461" w:rsidRDefault="005B0461" w:rsidP="005B0461">
      <w:r>
        <w:t>165.3270</w:t>
      </w:r>
      <w:r>
        <w:tab/>
        <w:t>1.013e0</w:t>
      </w:r>
    </w:p>
    <w:p w:rsidR="005B0461" w:rsidRDefault="005B0461" w:rsidP="005B0461">
      <w:r>
        <w:t>165.3419</w:t>
      </w:r>
      <w:r>
        <w:tab/>
        <w:t>2.025e0</w:t>
      </w:r>
    </w:p>
    <w:p w:rsidR="005B0461" w:rsidRDefault="005B0461" w:rsidP="005B0461">
      <w:r>
        <w:t>165.3450</w:t>
      </w:r>
      <w:r>
        <w:tab/>
        <w:t>3.038e0</w:t>
      </w:r>
    </w:p>
    <w:p w:rsidR="005B0461" w:rsidRDefault="005B0461" w:rsidP="005B0461">
      <w:r>
        <w:t>165.3472</w:t>
      </w:r>
      <w:r>
        <w:tab/>
        <w:t>4.051e0</w:t>
      </w:r>
    </w:p>
    <w:p w:rsidR="005B0461" w:rsidRDefault="005B0461" w:rsidP="005B0461">
      <w:r>
        <w:lastRenderedPageBreak/>
        <w:t>165.3627</w:t>
      </w:r>
      <w:r>
        <w:tab/>
        <w:t>1.347e0</w:t>
      </w:r>
    </w:p>
    <w:p w:rsidR="005B0461" w:rsidRDefault="005B0461" w:rsidP="005B0461">
      <w:r>
        <w:t>165.3662</w:t>
      </w:r>
      <w:r>
        <w:tab/>
        <w:t>2.025e0</w:t>
      </w:r>
    </w:p>
    <w:p w:rsidR="005B0461" w:rsidRDefault="005B0461" w:rsidP="005B0461">
      <w:r>
        <w:t>165.3766</w:t>
      </w:r>
      <w:r>
        <w:tab/>
        <w:t>2.025e0</w:t>
      </w:r>
    </w:p>
    <w:p w:rsidR="005B0461" w:rsidRDefault="005B0461" w:rsidP="005B0461">
      <w:r>
        <w:t>165.3853</w:t>
      </w:r>
      <w:r>
        <w:tab/>
        <w:t>1.013e0</w:t>
      </w:r>
    </w:p>
    <w:p w:rsidR="005B0461" w:rsidRDefault="005B0461" w:rsidP="005B0461">
      <w:r>
        <w:t>165.3968</w:t>
      </w:r>
      <w:r>
        <w:tab/>
        <w:t>3.038e0</w:t>
      </w:r>
    </w:p>
    <w:p w:rsidR="005B0461" w:rsidRDefault="005B0461" w:rsidP="005B0461">
      <w:r>
        <w:t>165.3988</w:t>
      </w:r>
      <w:r>
        <w:tab/>
        <w:t>4.804e0</w:t>
      </w:r>
    </w:p>
    <w:p w:rsidR="005B0461" w:rsidRDefault="005B0461" w:rsidP="005B0461">
      <w:r>
        <w:t>165.4166</w:t>
      </w:r>
      <w:r>
        <w:tab/>
        <w:t>3.038e0</w:t>
      </w:r>
    </w:p>
    <w:p w:rsidR="005B0461" w:rsidRDefault="005B0461" w:rsidP="005B0461">
      <w:r>
        <w:t>165.4236</w:t>
      </w:r>
      <w:r>
        <w:tab/>
        <w:t>3.038e0</w:t>
      </w:r>
    </w:p>
    <w:p w:rsidR="005B0461" w:rsidRDefault="005B0461" w:rsidP="005B0461">
      <w:r>
        <w:t>165.4327</w:t>
      </w:r>
      <w:r>
        <w:tab/>
        <w:t>2.025e0</w:t>
      </w:r>
    </w:p>
    <w:p w:rsidR="005B0461" w:rsidRDefault="005B0461" w:rsidP="005B0461">
      <w:r>
        <w:t>165.4466</w:t>
      </w:r>
      <w:r>
        <w:tab/>
        <w:t>2.025e0</w:t>
      </w:r>
    </w:p>
    <w:p w:rsidR="005B0461" w:rsidRDefault="005B0461" w:rsidP="005B0461">
      <w:r>
        <w:t>165.4483</w:t>
      </w:r>
      <w:r>
        <w:tab/>
        <w:t>4.051e0</w:t>
      </w:r>
    </w:p>
    <w:p w:rsidR="005B0461" w:rsidRDefault="005B0461" w:rsidP="005B0461">
      <w:r>
        <w:t>165.4674</w:t>
      </w:r>
      <w:r>
        <w:tab/>
        <w:t>2.025e0</w:t>
      </w:r>
    </w:p>
    <w:p w:rsidR="005B0461" w:rsidRDefault="005B0461" w:rsidP="005B0461">
      <w:r>
        <w:t>165.4709</w:t>
      </w:r>
      <w:r>
        <w:tab/>
        <w:t>1.013e0</w:t>
      </w:r>
    </w:p>
    <w:p w:rsidR="005B0461" w:rsidRDefault="005B0461" w:rsidP="005B0461">
      <w:r>
        <w:t>165.4745</w:t>
      </w:r>
      <w:r>
        <w:tab/>
        <w:t>5.063e0</w:t>
      </w:r>
    </w:p>
    <w:p w:rsidR="005B0461" w:rsidRDefault="005B0461" w:rsidP="005B0461">
      <w:r>
        <w:t>165.4876</w:t>
      </w:r>
      <w:r>
        <w:tab/>
        <w:t>2.025e0</w:t>
      </w:r>
    </w:p>
    <w:p w:rsidR="005B0461" w:rsidRDefault="005B0461" w:rsidP="005B0461">
      <w:r>
        <w:t>165.5078</w:t>
      </w:r>
      <w:r>
        <w:tab/>
        <w:t>4.051e0</w:t>
      </w:r>
    </w:p>
    <w:p w:rsidR="005B0461" w:rsidRDefault="005B0461" w:rsidP="005B0461">
      <w:r>
        <w:t>165.5156</w:t>
      </w:r>
      <w:r>
        <w:tab/>
        <w:t>3.038e0</w:t>
      </w:r>
    </w:p>
    <w:p w:rsidR="005B0461" w:rsidRDefault="005B0461" w:rsidP="005B0461">
      <w:r>
        <w:t>165.5269</w:t>
      </w:r>
      <w:r>
        <w:tab/>
        <w:t>2.025e0</w:t>
      </w:r>
    </w:p>
    <w:p w:rsidR="005B0461" w:rsidRDefault="005B0461" w:rsidP="005B0461">
      <w:r>
        <w:t>165.5321</w:t>
      </w:r>
      <w:r>
        <w:tab/>
        <w:t>1.013e0</w:t>
      </w:r>
    </w:p>
    <w:p w:rsidR="005B0461" w:rsidRDefault="005B0461" w:rsidP="005B0461">
      <w:r>
        <w:lastRenderedPageBreak/>
        <w:t>165.5512</w:t>
      </w:r>
      <w:r>
        <w:tab/>
        <w:t>2.025e0</w:t>
      </w:r>
    </w:p>
    <w:p w:rsidR="005B0461" w:rsidRDefault="005B0461" w:rsidP="005B0461">
      <w:r>
        <w:t>165.5528</w:t>
      </w:r>
      <w:r>
        <w:tab/>
        <w:t>8.787e0</w:t>
      </w:r>
    </w:p>
    <w:p w:rsidR="005B0461" w:rsidRDefault="005B0461" w:rsidP="005B0461">
      <w:r>
        <w:t>165.5686</w:t>
      </w:r>
      <w:r>
        <w:tab/>
        <w:t>3.038e0</w:t>
      </w:r>
    </w:p>
    <w:p w:rsidR="005B0461" w:rsidRDefault="005B0461" w:rsidP="005B0461">
      <w:r>
        <w:t>165.5864</w:t>
      </w:r>
      <w:r>
        <w:tab/>
        <w:t>1.013e0</w:t>
      </w:r>
    </w:p>
    <w:p w:rsidR="005B0461" w:rsidRDefault="005B0461" w:rsidP="005B0461">
      <w:r>
        <w:t>165.5899</w:t>
      </w:r>
      <w:r>
        <w:tab/>
        <w:t>1.013e0</w:t>
      </w:r>
    </w:p>
    <w:p w:rsidR="005B0461" w:rsidRDefault="005B0461" w:rsidP="005B0461">
      <w:r>
        <w:t>165.5949</w:t>
      </w:r>
      <w:r>
        <w:tab/>
        <w:t>3.038e0</w:t>
      </w:r>
    </w:p>
    <w:p w:rsidR="005B0461" w:rsidRDefault="005B0461" w:rsidP="005B0461">
      <w:r>
        <w:t>165.6073</w:t>
      </w:r>
      <w:r>
        <w:tab/>
        <w:t>1.013e0</w:t>
      </w:r>
    </w:p>
    <w:p w:rsidR="005B0461" w:rsidRDefault="005B0461" w:rsidP="005B0461">
      <w:r>
        <w:t>165.6176</w:t>
      </w:r>
      <w:r>
        <w:tab/>
        <w:t>1.013e0</w:t>
      </w:r>
    </w:p>
    <w:p w:rsidR="005B0461" w:rsidRDefault="005B0461" w:rsidP="005B0461">
      <w:r>
        <w:t>165.6381</w:t>
      </w:r>
      <w:r>
        <w:tab/>
        <w:t>4.051e0</w:t>
      </w:r>
    </w:p>
    <w:p w:rsidR="005B0461" w:rsidRDefault="005B0461" w:rsidP="005B0461">
      <w:r>
        <w:t>165.6400</w:t>
      </w:r>
      <w:r>
        <w:tab/>
        <w:t>2.025e0</w:t>
      </w:r>
    </w:p>
    <w:p w:rsidR="005B0461" w:rsidRDefault="005B0461" w:rsidP="005B0461">
      <w:r>
        <w:t>165.6450</w:t>
      </w:r>
      <w:r>
        <w:tab/>
        <w:t>1.013e0</w:t>
      </w:r>
    </w:p>
    <w:p w:rsidR="005B0461" w:rsidRDefault="005B0461" w:rsidP="005B0461">
      <w:r>
        <w:t>165.6547</w:t>
      </w:r>
      <w:r>
        <w:tab/>
        <w:t>2.025e0</w:t>
      </w:r>
    </w:p>
    <w:p w:rsidR="005B0461" w:rsidRDefault="005B0461" w:rsidP="005B0461">
      <w:r>
        <w:t>165.6652</w:t>
      </w:r>
      <w:r>
        <w:tab/>
        <w:t>3.038e0</w:t>
      </w:r>
    </w:p>
    <w:p w:rsidR="005B0461" w:rsidRDefault="005B0461" w:rsidP="005B0461">
      <w:r>
        <w:t>165.6685</w:t>
      </w:r>
      <w:r>
        <w:tab/>
        <w:t>5.063e0</w:t>
      </w:r>
    </w:p>
    <w:p w:rsidR="005B0461" w:rsidRDefault="005B0461" w:rsidP="005B0461">
      <w:r>
        <w:t>165.6772</w:t>
      </w:r>
      <w:r>
        <w:tab/>
        <w:t>2.025e0</w:t>
      </w:r>
    </w:p>
    <w:p w:rsidR="005B0461" w:rsidRDefault="005B0461" w:rsidP="005B0461">
      <w:r>
        <w:t>165.6894</w:t>
      </w:r>
      <w:r>
        <w:tab/>
        <w:t>1.013e0</w:t>
      </w:r>
    </w:p>
    <w:p w:rsidR="005B0461" w:rsidRDefault="005B0461" w:rsidP="005B0461">
      <w:r>
        <w:t>165.6928</w:t>
      </w:r>
      <w:r>
        <w:tab/>
        <w:t>2.025e0</w:t>
      </w:r>
    </w:p>
    <w:p w:rsidR="005B0461" w:rsidRDefault="005B0461" w:rsidP="005B0461">
      <w:r>
        <w:t>165.7047</w:t>
      </w:r>
      <w:r>
        <w:tab/>
        <w:t>5.063e0</w:t>
      </w:r>
    </w:p>
    <w:p w:rsidR="005B0461" w:rsidRDefault="005B0461" w:rsidP="005B0461">
      <w:r>
        <w:t>165.7154</w:t>
      </w:r>
      <w:r>
        <w:tab/>
        <w:t>2.025e0</w:t>
      </w:r>
    </w:p>
    <w:p w:rsidR="005B0461" w:rsidRDefault="005B0461" w:rsidP="005B0461">
      <w:r>
        <w:lastRenderedPageBreak/>
        <w:t>165.7172</w:t>
      </w:r>
      <w:r>
        <w:tab/>
        <w:t>1.013e0</w:t>
      </w:r>
    </w:p>
    <w:p w:rsidR="005B0461" w:rsidRDefault="005B0461" w:rsidP="005B0461">
      <w:r>
        <w:t>165.7336</w:t>
      </w:r>
      <w:r>
        <w:tab/>
        <w:t>1.013e0</w:t>
      </w:r>
    </w:p>
    <w:p w:rsidR="005B0461" w:rsidRDefault="005B0461" w:rsidP="005B0461">
      <w:r>
        <w:t>165.7386</w:t>
      </w:r>
      <w:r>
        <w:tab/>
        <w:t>2.025e0</w:t>
      </w:r>
    </w:p>
    <w:p w:rsidR="005B0461" w:rsidRDefault="005B0461" w:rsidP="005B0461">
      <w:r>
        <w:t>165.7437</w:t>
      </w:r>
      <w:r>
        <w:tab/>
        <w:t>1.013e0</w:t>
      </w:r>
    </w:p>
    <w:p w:rsidR="005B0461" w:rsidRDefault="005B0461" w:rsidP="005B0461">
      <w:r>
        <w:t>165.7611</w:t>
      </w:r>
      <w:r>
        <w:tab/>
        <w:t>5.063e0</w:t>
      </w:r>
    </w:p>
    <w:p w:rsidR="005B0461" w:rsidRDefault="005B0461" w:rsidP="005B0461">
      <w:r>
        <w:t>165.7665</w:t>
      </w:r>
      <w:r>
        <w:tab/>
        <w:t>3.038e0</w:t>
      </w:r>
    </w:p>
    <w:p w:rsidR="005B0461" w:rsidRDefault="005B0461" w:rsidP="005B0461">
      <w:r>
        <w:t>165.7750</w:t>
      </w:r>
      <w:r>
        <w:tab/>
        <w:t>1.013e0</w:t>
      </w:r>
    </w:p>
    <w:p w:rsidR="005B0461" w:rsidRDefault="005B0461" w:rsidP="005B0461">
      <w:r>
        <w:t>165.7906</w:t>
      </w:r>
      <w:r>
        <w:tab/>
        <w:t>2.025e0</w:t>
      </w:r>
    </w:p>
    <w:p w:rsidR="005B0461" w:rsidRDefault="005B0461" w:rsidP="005B0461">
      <w:r>
        <w:t>165.7959</w:t>
      </w:r>
      <w:r>
        <w:tab/>
        <w:t>1.013e0</w:t>
      </w:r>
    </w:p>
    <w:p w:rsidR="005B0461" w:rsidRDefault="005B0461" w:rsidP="005B0461">
      <w:r>
        <w:t>165.8008</w:t>
      </w:r>
      <w:r>
        <w:tab/>
        <w:t>5.063e0</w:t>
      </w:r>
    </w:p>
    <w:p w:rsidR="005B0461" w:rsidRDefault="005B0461" w:rsidP="005B0461">
      <w:r>
        <w:t>165.8293</w:t>
      </w:r>
      <w:r>
        <w:tab/>
        <w:t>4.051e0</w:t>
      </w:r>
    </w:p>
    <w:p w:rsidR="005B0461" w:rsidRDefault="005B0461" w:rsidP="005B0461">
      <w:r>
        <w:t>165.8490</w:t>
      </w:r>
      <w:r>
        <w:tab/>
        <w:t>4.051e0</w:t>
      </w:r>
    </w:p>
    <w:p w:rsidR="005B0461" w:rsidRDefault="005B0461" w:rsidP="005B0461">
      <w:r>
        <w:t>165.8571</w:t>
      </w:r>
      <w:r>
        <w:tab/>
        <w:t>1.013e0</w:t>
      </w:r>
    </w:p>
    <w:p w:rsidR="005B0461" w:rsidRDefault="005B0461" w:rsidP="005B0461">
      <w:r>
        <w:t>165.8781</w:t>
      </w:r>
      <w:r>
        <w:tab/>
        <w:t>2.025e0</w:t>
      </w:r>
    </w:p>
    <w:p w:rsidR="005B0461" w:rsidRDefault="005B0461" w:rsidP="005B0461">
      <w:r>
        <w:t>165.8978</w:t>
      </w:r>
      <w:r>
        <w:tab/>
        <w:t>3.038e0</w:t>
      </w:r>
    </w:p>
    <w:p w:rsidR="005B0461" w:rsidRDefault="005B0461" w:rsidP="005B0461">
      <w:r>
        <w:t>165.9254</w:t>
      </w:r>
      <w:r>
        <w:tab/>
        <w:t>1.013e0</w:t>
      </w:r>
    </w:p>
    <w:p w:rsidR="005B0461" w:rsidRDefault="005B0461" w:rsidP="005B0461">
      <w:r>
        <w:t>165.9272</w:t>
      </w:r>
      <w:r>
        <w:tab/>
        <w:t>2.025e0</w:t>
      </w:r>
    </w:p>
    <w:p w:rsidR="005B0461" w:rsidRDefault="005B0461" w:rsidP="005B0461">
      <w:r>
        <w:t>165.9324</w:t>
      </w:r>
      <w:r>
        <w:tab/>
        <w:t>1.013e0</w:t>
      </w:r>
    </w:p>
    <w:p w:rsidR="005B0461" w:rsidRDefault="005B0461" w:rsidP="005B0461">
      <w:r>
        <w:t>165.9480</w:t>
      </w:r>
      <w:r>
        <w:tab/>
        <w:t>2.025e0</w:t>
      </w:r>
    </w:p>
    <w:p w:rsidR="005B0461" w:rsidRDefault="005B0461" w:rsidP="005B0461">
      <w:r>
        <w:lastRenderedPageBreak/>
        <w:t>165.9515</w:t>
      </w:r>
      <w:r>
        <w:tab/>
        <w:t>2.025e0</w:t>
      </w:r>
    </w:p>
    <w:p w:rsidR="005B0461" w:rsidRDefault="005B0461" w:rsidP="005B0461">
      <w:r>
        <w:t>165.9567</w:t>
      </w:r>
      <w:r>
        <w:tab/>
        <w:t>1.013e0</w:t>
      </w:r>
    </w:p>
    <w:p w:rsidR="005B0461" w:rsidRDefault="005B0461" w:rsidP="005B0461">
      <w:r>
        <w:t>165.9602</w:t>
      </w:r>
      <w:r>
        <w:tab/>
        <w:t>2.025e0</w:t>
      </w:r>
    </w:p>
    <w:p w:rsidR="005B0461" w:rsidRDefault="005B0461" w:rsidP="005B0461">
      <w:r>
        <w:t>165.9668</w:t>
      </w:r>
      <w:r>
        <w:tab/>
        <w:t>3.038e0</w:t>
      </w:r>
    </w:p>
    <w:p w:rsidR="005B0461" w:rsidRDefault="005B0461" w:rsidP="005B0461">
      <w:r>
        <w:t>165.9831</w:t>
      </w:r>
      <w:r>
        <w:tab/>
        <w:t>2.025e0</w:t>
      </w:r>
    </w:p>
    <w:p w:rsidR="005B0461" w:rsidRDefault="005B0461" w:rsidP="005B0461">
      <w:r>
        <w:t>165.9902</w:t>
      </w:r>
      <w:r>
        <w:tab/>
        <w:t>7.089e0</w:t>
      </w:r>
    </w:p>
    <w:p w:rsidR="005B0461" w:rsidRDefault="005B0461" w:rsidP="005B0461">
      <w:r>
        <w:t>165.9920</w:t>
      </w:r>
      <w:r>
        <w:tab/>
        <w:t>2.025e0</w:t>
      </w:r>
    </w:p>
    <w:p w:rsidR="005B0461" w:rsidRDefault="005B0461" w:rsidP="005B0461">
      <w:r>
        <w:t>166.0042</w:t>
      </w:r>
      <w:r>
        <w:tab/>
        <w:t>1.013e0</w:t>
      </w:r>
    </w:p>
    <w:p w:rsidR="005B0461" w:rsidRDefault="005B0461" w:rsidP="005B0461">
      <w:r>
        <w:t>166.0284</w:t>
      </w:r>
      <w:r>
        <w:tab/>
        <w:t>3.850e0</w:t>
      </w:r>
    </w:p>
    <w:p w:rsidR="005B0461" w:rsidRDefault="005B0461" w:rsidP="005B0461">
      <w:r>
        <w:t>166.0329</w:t>
      </w:r>
      <w:r>
        <w:tab/>
        <w:t>2.993e0</w:t>
      </w:r>
    </w:p>
    <w:p w:rsidR="005B0461" w:rsidRDefault="005B0461" w:rsidP="005B0461">
      <w:r>
        <w:t>166.0523</w:t>
      </w:r>
      <w:r>
        <w:tab/>
        <w:t>2.612e0</w:t>
      </w:r>
    </w:p>
    <w:p w:rsidR="005B0461" w:rsidRDefault="005B0461" w:rsidP="005B0461">
      <w:r>
        <w:t>166.0556</w:t>
      </w:r>
      <w:r>
        <w:tab/>
        <w:t>3.038e0</w:t>
      </w:r>
    </w:p>
    <w:p w:rsidR="005B0461" w:rsidRDefault="005B0461" w:rsidP="005B0461">
      <w:r>
        <w:t>166.0619</w:t>
      </w:r>
      <w:r>
        <w:tab/>
        <w:t>2.644e0</w:t>
      </w:r>
    </w:p>
    <w:p w:rsidR="005B0461" w:rsidRDefault="005B0461" w:rsidP="005B0461">
      <w:r>
        <w:t>166.0891</w:t>
      </w:r>
      <w:r>
        <w:tab/>
        <w:t>2.813e1</w:t>
      </w:r>
    </w:p>
    <w:p w:rsidR="005B0461" w:rsidRDefault="005B0461" w:rsidP="005B0461">
      <w:r>
        <w:t>166.0904</w:t>
      </w:r>
      <w:r>
        <w:tab/>
        <w:t>1.406e1</w:t>
      </w:r>
    </w:p>
    <w:p w:rsidR="005B0461" w:rsidRDefault="005B0461" w:rsidP="005B0461">
      <w:r>
        <w:t>166.0917</w:t>
      </w:r>
      <w:r>
        <w:tab/>
        <w:t>1.562e1</w:t>
      </w:r>
    </w:p>
    <w:p w:rsidR="005B0461" w:rsidRDefault="005B0461" w:rsidP="005B0461">
      <w:r>
        <w:t>166.1177</w:t>
      </w:r>
      <w:r>
        <w:tab/>
        <w:t>2.242e1</w:t>
      </w:r>
    </w:p>
    <w:p w:rsidR="005B0461" w:rsidRDefault="005B0461" w:rsidP="005B0461">
      <w:r>
        <w:t>166.1192</w:t>
      </w:r>
      <w:r>
        <w:tab/>
        <w:t>3.323e1</w:t>
      </w:r>
    </w:p>
    <w:p w:rsidR="005B0461" w:rsidRDefault="005B0461" w:rsidP="005B0461">
      <w:r>
        <w:t>166.1211</w:t>
      </w:r>
      <w:r>
        <w:tab/>
        <w:t>6.302e1</w:t>
      </w:r>
    </w:p>
    <w:p w:rsidR="005B0461" w:rsidRDefault="005B0461" w:rsidP="005B0461">
      <w:r>
        <w:lastRenderedPageBreak/>
        <w:t>166.1613</w:t>
      </w:r>
      <w:r>
        <w:tab/>
        <w:t>2.224e0</w:t>
      </w:r>
    </w:p>
    <w:p w:rsidR="005B0461" w:rsidRDefault="005B0461" w:rsidP="005B0461">
      <w:r>
        <w:t>166.1668</w:t>
      </w:r>
      <w:r>
        <w:tab/>
        <w:t>2.025e0</w:t>
      </w:r>
    </w:p>
    <w:p w:rsidR="005B0461" w:rsidRDefault="005B0461" w:rsidP="005B0461">
      <w:r>
        <w:t>166.1720</w:t>
      </w:r>
      <w:r>
        <w:tab/>
        <w:t>2.025e0</w:t>
      </w:r>
    </w:p>
    <w:p w:rsidR="005B0461" w:rsidRDefault="005B0461" w:rsidP="005B0461">
      <w:r>
        <w:t>166.1755</w:t>
      </w:r>
      <w:r>
        <w:tab/>
        <w:t>2.025e0</w:t>
      </w:r>
    </w:p>
    <w:p w:rsidR="005B0461" w:rsidRDefault="005B0461" w:rsidP="005B0461">
      <w:r>
        <w:t>166.1998</w:t>
      </w:r>
      <w:r>
        <w:tab/>
        <w:t>2.025e0</w:t>
      </w:r>
    </w:p>
    <w:p w:rsidR="005B0461" w:rsidRDefault="005B0461" w:rsidP="005B0461">
      <w:r>
        <w:t>166.2071</w:t>
      </w:r>
      <w:r>
        <w:tab/>
        <w:t>3.038e0</w:t>
      </w:r>
    </w:p>
    <w:p w:rsidR="005B0461" w:rsidRDefault="005B0461" w:rsidP="005B0461">
      <w:r>
        <w:t>166.2134</w:t>
      </w:r>
      <w:r>
        <w:tab/>
        <w:t>1.013e0</w:t>
      </w:r>
    </w:p>
    <w:p w:rsidR="005B0461" w:rsidRDefault="005B0461" w:rsidP="005B0461">
      <w:r>
        <w:t>166.2233</w:t>
      </w:r>
      <w:r>
        <w:tab/>
        <w:t>2.025e0</w:t>
      </w:r>
    </w:p>
    <w:p w:rsidR="005B0461" w:rsidRDefault="005B0461" w:rsidP="005B0461">
      <w:r>
        <w:t>166.2386</w:t>
      </w:r>
      <w:r>
        <w:tab/>
        <w:t>2.025e0</w:t>
      </w:r>
    </w:p>
    <w:p w:rsidR="005B0461" w:rsidRDefault="005B0461" w:rsidP="005B0461">
      <w:r>
        <w:t>166.2533</w:t>
      </w:r>
      <w:r>
        <w:tab/>
        <w:t>3.038e0</w:t>
      </w:r>
    </w:p>
    <w:p w:rsidR="005B0461" w:rsidRDefault="005B0461" w:rsidP="005B0461">
      <w:r>
        <w:t>166.2739</w:t>
      </w:r>
      <w:r>
        <w:tab/>
        <w:t>3.038e0</w:t>
      </w:r>
    </w:p>
    <w:p w:rsidR="005B0461" w:rsidRDefault="005B0461" w:rsidP="005B0461">
      <w:r>
        <w:t>166.2751</w:t>
      </w:r>
      <w:r>
        <w:tab/>
        <w:t>1.013e0</w:t>
      </w:r>
    </w:p>
    <w:p w:rsidR="005B0461" w:rsidRDefault="005B0461" w:rsidP="005B0461">
      <w:r>
        <w:t>166.2774</w:t>
      </w:r>
      <w:r>
        <w:tab/>
        <w:t>4.605e0</w:t>
      </w:r>
    </w:p>
    <w:p w:rsidR="005B0461" w:rsidRDefault="005B0461" w:rsidP="005B0461">
      <w:r>
        <w:t>166.2891</w:t>
      </w:r>
      <w:r>
        <w:tab/>
        <w:t>1.013e0</w:t>
      </w:r>
    </w:p>
    <w:p w:rsidR="005B0461" w:rsidRDefault="005B0461" w:rsidP="005B0461">
      <w:r>
        <w:t>166.3056</w:t>
      </w:r>
      <w:r>
        <w:tab/>
        <w:t>1.013e0</w:t>
      </w:r>
    </w:p>
    <w:p w:rsidR="005B0461" w:rsidRDefault="005B0461" w:rsidP="005B0461">
      <w:r>
        <w:t>166.3155</w:t>
      </w:r>
      <w:r>
        <w:tab/>
        <w:t>1.013e0</w:t>
      </w:r>
    </w:p>
    <w:p w:rsidR="005B0461" w:rsidRDefault="005B0461" w:rsidP="005B0461">
      <w:r>
        <w:t>166.3174</w:t>
      </w:r>
      <w:r>
        <w:tab/>
        <w:t>2.025e0</w:t>
      </w:r>
    </w:p>
    <w:p w:rsidR="005B0461" w:rsidRDefault="005B0461" w:rsidP="005B0461">
      <w:r>
        <w:t>166.3191</w:t>
      </w:r>
      <w:r>
        <w:tab/>
        <w:t>1.013e0</w:t>
      </w:r>
    </w:p>
    <w:p w:rsidR="005B0461" w:rsidRDefault="005B0461" w:rsidP="005B0461">
      <w:r>
        <w:t>166.3417</w:t>
      </w:r>
      <w:r>
        <w:tab/>
        <w:t>2.025e0</w:t>
      </w:r>
    </w:p>
    <w:p w:rsidR="005B0461" w:rsidRDefault="005B0461" w:rsidP="005B0461">
      <w:r>
        <w:lastRenderedPageBreak/>
        <w:t>166.3469</w:t>
      </w:r>
      <w:r>
        <w:tab/>
        <w:t>2.025e0</w:t>
      </w:r>
    </w:p>
    <w:p w:rsidR="005B0461" w:rsidRDefault="005B0461" w:rsidP="005B0461">
      <w:r>
        <w:t>166.3608</w:t>
      </w:r>
      <w:r>
        <w:tab/>
        <w:t>2.025e0</w:t>
      </w:r>
    </w:p>
    <w:p w:rsidR="005B0461" w:rsidRDefault="005B0461" w:rsidP="005B0461">
      <w:r>
        <w:t>166.3643</w:t>
      </w:r>
      <w:r>
        <w:tab/>
        <w:t>1.013e0</w:t>
      </w:r>
    </w:p>
    <w:p w:rsidR="005B0461" w:rsidRDefault="005B0461" w:rsidP="005B0461">
      <w:r>
        <w:t>166.3678</w:t>
      </w:r>
      <w:r>
        <w:tab/>
        <w:t>1.013e0</w:t>
      </w:r>
    </w:p>
    <w:p w:rsidR="005B0461" w:rsidRDefault="005B0461" w:rsidP="005B0461">
      <w:r>
        <w:t>166.3757</w:t>
      </w:r>
      <w:r>
        <w:tab/>
        <w:t>4.051e0</w:t>
      </w:r>
    </w:p>
    <w:p w:rsidR="005B0461" w:rsidRDefault="005B0461" w:rsidP="005B0461">
      <w:r>
        <w:t>166.4013</w:t>
      </w:r>
      <w:r>
        <w:tab/>
        <w:t>1.013e0</w:t>
      </w:r>
    </w:p>
    <w:p w:rsidR="005B0461" w:rsidRDefault="005B0461" w:rsidP="005B0461">
      <w:r>
        <w:t>166.4048</w:t>
      </w:r>
      <w:r>
        <w:tab/>
        <w:t>2.025e0</w:t>
      </w:r>
    </w:p>
    <w:p w:rsidR="005B0461" w:rsidRDefault="005B0461" w:rsidP="005B0461">
      <w:r>
        <w:t>166.4100</w:t>
      </w:r>
      <w:r>
        <w:tab/>
        <w:t>2.025e0</w:t>
      </w:r>
    </w:p>
    <w:p w:rsidR="005B0461" w:rsidRDefault="005B0461" w:rsidP="005B0461">
      <w:r>
        <w:t>166.4326</w:t>
      </w:r>
      <w:r>
        <w:tab/>
        <w:t>1.013e0</w:t>
      </w:r>
    </w:p>
    <w:p w:rsidR="005B0461" w:rsidRDefault="005B0461" w:rsidP="005B0461">
      <w:r>
        <w:t>166.4430</w:t>
      </w:r>
      <w:r>
        <w:tab/>
        <w:t>1.013e0</w:t>
      </w:r>
    </w:p>
    <w:p w:rsidR="005B0461" w:rsidRDefault="005B0461" w:rsidP="005B0461">
      <w:r>
        <w:t>166.4478</w:t>
      </w:r>
      <w:r>
        <w:tab/>
        <w:t>3.038e0</w:t>
      </w:r>
    </w:p>
    <w:p w:rsidR="005B0461" w:rsidRDefault="005B0461" w:rsidP="005B0461">
      <w:r>
        <w:t>166.4586</w:t>
      </w:r>
      <w:r>
        <w:tab/>
        <w:t>2.025e0</w:t>
      </w:r>
    </w:p>
    <w:p w:rsidR="005B0461" w:rsidRDefault="005B0461" w:rsidP="005B0461">
      <w:r>
        <w:t>166.4604</w:t>
      </w:r>
      <w:r>
        <w:tab/>
        <w:t>1.013e0</w:t>
      </w:r>
    </w:p>
    <w:p w:rsidR="005B0461" w:rsidRDefault="005B0461" w:rsidP="005B0461">
      <w:r>
        <w:t>166.4737</w:t>
      </w:r>
      <w:r>
        <w:tab/>
        <w:t>4.051e0</w:t>
      </w:r>
    </w:p>
    <w:p w:rsidR="005B0461" w:rsidRDefault="005B0461" w:rsidP="005B0461">
      <w:r>
        <w:t>166.4866</w:t>
      </w:r>
      <w:r>
        <w:tab/>
        <w:t>4.051e0</w:t>
      </w:r>
    </w:p>
    <w:p w:rsidR="005B0461" w:rsidRDefault="005B0461" w:rsidP="005B0461">
      <w:r>
        <w:t>166.4923</w:t>
      </w:r>
      <w:r>
        <w:tab/>
        <w:t>2.025e0</w:t>
      </w:r>
    </w:p>
    <w:p w:rsidR="005B0461" w:rsidRDefault="005B0461" w:rsidP="005B0461">
      <w:r>
        <w:t>166.5070</w:t>
      </w:r>
      <w:r>
        <w:tab/>
        <w:t>3.038e0</w:t>
      </w:r>
    </w:p>
    <w:p w:rsidR="005B0461" w:rsidRDefault="005B0461" w:rsidP="005B0461">
      <w:r>
        <w:t>166.5184</w:t>
      </w:r>
      <w:r>
        <w:tab/>
        <w:t>3.038e0</w:t>
      </w:r>
    </w:p>
    <w:p w:rsidR="005B0461" w:rsidRDefault="005B0461" w:rsidP="005B0461">
      <w:r>
        <w:t>166.5358</w:t>
      </w:r>
      <w:r>
        <w:tab/>
        <w:t>1.013e0</w:t>
      </w:r>
    </w:p>
    <w:p w:rsidR="005B0461" w:rsidRDefault="005B0461" w:rsidP="005B0461">
      <w:r>
        <w:lastRenderedPageBreak/>
        <w:t>166.5526</w:t>
      </w:r>
      <w:r>
        <w:tab/>
        <w:t>1.013e0</w:t>
      </w:r>
    </w:p>
    <w:p w:rsidR="005B0461" w:rsidRDefault="005B0461" w:rsidP="005B0461">
      <w:r>
        <w:t>166.5550</w:t>
      </w:r>
      <w:r>
        <w:tab/>
        <w:t>3.038e0</w:t>
      </w:r>
    </w:p>
    <w:p w:rsidR="005B0461" w:rsidRDefault="005B0461" w:rsidP="005B0461">
      <w:r>
        <w:t>166.5592</w:t>
      </w:r>
      <w:r>
        <w:tab/>
        <w:t>1.013e0</w:t>
      </w:r>
    </w:p>
    <w:p w:rsidR="005B0461" w:rsidRDefault="005B0461" w:rsidP="005B0461">
      <w:r>
        <w:t>166.5937</w:t>
      </w:r>
      <w:r>
        <w:tab/>
        <w:t>1.013e0</w:t>
      </w:r>
    </w:p>
    <w:p w:rsidR="005B0461" w:rsidRDefault="005B0461" w:rsidP="005B0461">
      <w:r>
        <w:t>166.6059</w:t>
      </w:r>
      <w:r>
        <w:tab/>
        <w:t>3.038e0</w:t>
      </w:r>
    </w:p>
    <w:p w:rsidR="005B0461" w:rsidRDefault="005B0461" w:rsidP="005B0461">
      <w:r>
        <w:t>166.6146</w:t>
      </w:r>
      <w:r>
        <w:tab/>
        <w:t>1.013e0</w:t>
      </w:r>
    </w:p>
    <w:p w:rsidR="005B0461" w:rsidRDefault="005B0461" w:rsidP="005B0461">
      <w:r>
        <w:t>166.6284</w:t>
      </w:r>
      <w:r>
        <w:tab/>
        <w:t>1.013e0</w:t>
      </w:r>
    </w:p>
    <w:p w:rsidR="005B0461" w:rsidRDefault="005B0461" w:rsidP="005B0461">
      <w:r>
        <w:t>166.6295</w:t>
      </w:r>
      <w:r>
        <w:tab/>
        <w:t>3.038e0</w:t>
      </w:r>
    </w:p>
    <w:p w:rsidR="005B0461" w:rsidRDefault="005B0461" w:rsidP="005B0461">
      <w:r>
        <w:t>166.6350</w:t>
      </w:r>
      <w:r>
        <w:tab/>
        <w:t>2.025e0</w:t>
      </w:r>
    </w:p>
    <w:p w:rsidR="005B0461" w:rsidRDefault="005B0461" w:rsidP="005B0461">
      <w:r>
        <w:t>166.6672</w:t>
      </w:r>
      <w:r>
        <w:tab/>
        <w:t>2.248e0</w:t>
      </w:r>
    </w:p>
    <w:p w:rsidR="005B0461" w:rsidRDefault="005B0461" w:rsidP="005B0461">
      <w:r>
        <w:t>166.6691</w:t>
      </w:r>
      <w:r>
        <w:tab/>
        <w:t>1.013e0</w:t>
      </w:r>
    </w:p>
    <w:p w:rsidR="005B0461" w:rsidRDefault="005B0461" w:rsidP="005B0461">
      <w:r>
        <w:t>166.6760</w:t>
      </w:r>
      <w:r>
        <w:tab/>
        <w:t>2.025e0</w:t>
      </w:r>
    </w:p>
    <w:p w:rsidR="005B0461" w:rsidRDefault="005B0461" w:rsidP="005B0461">
      <w:r>
        <w:t>166.6934</w:t>
      </w:r>
      <w:r>
        <w:tab/>
        <w:t>1.013e0</w:t>
      </w:r>
    </w:p>
    <w:p w:rsidR="005B0461" w:rsidRDefault="005B0461" w:rsidP="005B0461">
      <w:r>
        <w:t>166.6974</w:t>
      </w:r>
      <w:r>
        <w:tab/>
        <w:t>1.212e0</w:t>
      </w:r>
    </w:p>
    <w:p w:rsidR="005B0461" w:rsidRDefault="005B0461" w:rsidP="005B0461">
      <w:r>
        <w:t>166.7175</w:t>
      </w:r>
      <w:r>
        <w:tab/>
        <w:t>1.013e0</w:t>
      </w:r>
    </w:p>
    <w:p w:rsidR="005B0461" w:rsidRDefault="005B0461" w:rsidP="005B0461">
      <w:r>
        <w:t>166.7191</w:t>
      </w:r>
      <w:r>
        <w:tab/>
        <w:t>2.025e0</w:t>
      </w:r>
    </w:p>
    <w:p w:rsidR="005B0461" w:rsidRDefault="005B0461" w:rsidP="005B0461">
      <w:r>
        <w:t>166.7388</w:t>
      </w:r>
      <w:r>
        <w:tab/>
        <w:t>3.038e0</w:t>
      </w:r>
    </w:p>
    <w:p w:rsidR="005B0461" w:rsidRDefault="005B0461" w:rsidP="005B0461">
      <w:r>
        <w:t>166.7409</w:t>
      </w:r>
      <w:r>
        <w:tab/>
        <w:t>1.013e0</w:t>
      </w:r>
    </w:p>
    <w:p w:rsidR="005B0461" w:rsidRDefault="005B0461" w:rsidP="005B0461">
      <w:r>
        <w:t>166.7584</w:t>
      </w:r>
      <w:r>
        <w:tab/>
        <w:t>1.013e0</w:t>
      </w:r>
    </w:p>
    <w:p w:rsidR="005B0461" w:rsidRDefault="005B0461" w:rsidP="005B0461">
      <w:r>
        <w:lastRenderedPageBreak/>
        <w:t>166.7674</w:t>
      </w:r>
      <w:r>
        <w:tab/>
        <w:t>4.051e0</w:t>
      </w:r>
    </w:p>
    <w:p w:rsidR="005B0461" w:rsidRDefault="005B0461" w:rsidP="005B0461">
      <w:r>
        <w:t>166.7915</w:t>
      </w:r>
      <w:r>
        <w:tab/>
        <w:t>2.025e0</w:t>
      </w:r>
    </w:p>
    <w:p w:rsidR="005B0461" w:rsidRDefault="005B0461" w:rsidP="005B0461">
      <w:r>
        <w:t>166.7951</w:t>
      </w:r>
      <w:r>
        <w:tab/>
        <w:t>3.038e0</w:t>
      </w:r>
    </w:p>
    <w:p w:rsidR="005B0461" w:rsidRDefault="005B0461" w:rsidP="005B0461">
      <w:r>
        <w:t>166.7962</w:t>
      </w:r>
      <w:r>
        <w:tab/>
        <w:t>4.051e0</w:t>
      </w:r>
    </w:p>
    <w:p w:rsidR="005B0461" w:rsidRDefault="005B0461" w:rsidP="005B0461">
      <w:r>
        <w:t>166.8232</w:t>
      </w:r>
      <w:r>
        <w:tab/>
        <w:t>2.025e0</w:t>
      </w:r>
    </w:p>
    <w:p w:rsidR="005B0461" w:rsidRDefault="005B0461" w:rsidP="005B0461">
      <w:r>
        <w:t>166.8372</w:t>
      </w:r>
      <w:r>
        <w:tab/>
        <w:t>2.025e0</w:t>
      </w:r>
    </w:p>
    <w:p w:rsidR="005B0461" w:rsidRDefault="005B0461" w:rsidP="005B0461">
      <w:r>
        <w:t>166.8546</w:t>
      </w:r>
      <w:r>
        <w:tab/>
        <w:t>2.025e0</w:t>
      </w:r>
    </w:p>
    <w:p w:rsidR="005B0461" w:rsidRDefault="005B0461" w:rsidP="005B0461">
      <w:r>
        <w:t>166.8650</w:t>
      </w:r>
      <w:r>
        <w:tab/>
        <w:t>4.051e0</w:t>
      </w:r>
    </w:p>
    <w:p w:rsidR="005B0461" w:rsidRDefault="005B0461" w:rsidP="005B0461">
      <w:r>
        <w:t>166.8741</w:t>
      </w:r>
      <w:r>
        <w:tab/>
        <w:t>3.038e0</w:t>
      </w:r>
    </w:p>
    <w:p w:rsidR="005B0461" w:rsidRDefault="005B0461" w:rsidP="005B0461">
      <w:r>
        <w:t>166.8825</w:t>
      </w:r>
      <w:r>
        <w:tab/>
        <w:t>1.013e0</w:t>
      </w:r>
    </w:p>
    <w:p w:rsidR="005B0461" w:rsidRDefault="005B0461" w:rsidP="005B0461">
      <w:r>
        <w:t>166.8858</w:t>
      </w:r>
      <w:r>
        <w:tab/>
        <w:t>1.013e0</w:t>
      </w:r>
    </w:p>
    <w:p w:rsidR="005B0461" w:rsidRDefault="005B0461" w:rsidP="005B0461">
      <w:r>
        <w:t>166.9074</w:t>
      </w:r>
      <w:r>
        <w:tab/>
        <w:t>2.025e0</w:t>
      </w:r>
    </w:p>
    <w:p w:rsidR="005B0461" w:rsidRDefault="005B0461" w:rsidP="005B0461">
      <w:r>
        <w:t>166.9125</w:t>
      </w:r>
      <w:r>
        <w:tab/>
        <w:t>3.038e0</w:t>
      </w:r>
    </w:p>
    <w:p w:rsidR="005B0461" w:rsidRDefault="005B0461" w:rsidP="005B0461">
      <w:r>
        <w:t>166.9161</w:t>
      </w:r>
      <w:r>
        <w:tab/>
        <w:t>1.013e0</w:t>
      </w:r>
    </w:p>
    <w:p w:rsidR="005B0461" w:rsidRDefault="005B0461" w:rsidP="005B0461">
      <w:r>
        <w:t>166.9265</w:t>
      </w:r>
      <w:r>
        <w:tab/>
        <w:t>2.025e0</w:t>
      </w:r>
    </w:p>
    <w:p w:rsidR="005B0461" w:rsidRDefault="005B0461" w:rsidP="005B0461">
      <w:r>
        <w:t>166.9509</w:t>
      </w:r>
      <w:r>
        <w:tab/>
        <w:t>2.025e0</w:t>
      </w:r>
    </w:p>
    <w:p w:rsidR="005B0461" w:rsidRDefault="005B0461" w:rsidP="005B0461">
      <w:r>
        <w:t>166.9614</w:t>
      </w:r>
      <w:r>
        <w:tab/>
        <w:t>1.013e0</w:t>
      </w:r>
    </w:p>
    <w:p w:rsidR="005B0461" w:rsidRDefault="005B0461" w:rsidP="005B0461">
      <w:r>
        <w:t>166.9682</w:t>
      </w:r>
      <w:r>
        <w:tab/>
        <w:t>3.038e0</w:t>
      </w:r>
    </w:p>
    <w:p w:rsidR="005B0461" w:rsidRDefault="005B0461" w:rsidP="005B0461">
      <w:r>
        <w:t>166.9815</w:t>
      </w:r>
      <w:r>
        <w:tab/>
        <w:t>1.013e0</w:t>
      </w:r>
    </w:p>
    <w:p w:rsidR="005B0461" w:rsidRDefault="005B0461" w:rsidP="005B0461">
      <w:r>
        <w:lastRenderedPageBreak/>
        <w:t>166.9848</w:t>
      </w:r>
      <w:r>
        <w:tab/>
        <w:t>2.025e0</w:t>
      </w:r>
    </w:p>
    <w:p w:rsidR="005B0461" w:rsidRDefault="005B0461" w:rsidP="005B0461">
      <w:r>
        <w:t>166.9881</w:t>
      </w:r>
      <w:r>
        <w:tab/>
        <w:t>2.025e0</w:t>
      </w:r>
    </w:p>
    <w:p w:rsidR="005B0461" w:rsidRDefault="005B0461" w:rsidP="005B0461">
      <w:r>
        <w:t>167.0112</w:t>
      </w:r>
      <w:r>
        <w:tab/>
        <w:t>3.038e0</w:t>
      </w:r>
    </w:p>
    <w:p w:rsidR="005B0461" w:rsidRDefault="005B0461" w:rsidP="005B0461">
      <w:r>
        <w:t>167.0263</w:t>
      </w:r>
      <w:r>
        <w:tab/>
        <w:t>2.025e0</w:t>
      </w:r>
    </w:p>
    <w:p w:rsidR="005B0461" w:rsidRDefault="005B0461" w:rsidP="005B0461">
      <w:r>
        <w:t>167.0298</w:t>
      </w:r>
      <w:r>
        <w:tab/>
        <w:t>5.063e0</w:t>
      </w:r>
    </w:p>
    <w:p w:rsidR="005B0461" w:rsidRDefault="005B0461" w:rsidP="005B0461">
      <w:r>
        <w:t>167.0425</w:t>
      </w:r>
      <w:r>
        <w:tab/>
        <w:t>3.064e0</w:t>
      </w:r>
    </w:p>
    <w:p w:rsidR="005B0461" w:rsidRDefault="005B0461" w:rsidP="005B0461">
      <w:r>
        <w:t>167.0512</w:t>
      </w:r>
      <w:r>
        <w:tab/>
        <w:t>3.737e0</w:t>
      </w:r>
    </w:p>
    <w:p w:rsidR="005B0461" w:rsidRDefault="005B0461" w:rsidP="005B0461">
      <w:r>
        <w:t>167.0650</w:t>
      </w:r>
      <w:r>
        <w:tab/>
        <w:t>3.038e0</w:t>
      </w:r>
    </w:p>
    <w:p w:rsidR="005B0461" w:rsidRDefault="005B0461" w:rsidP="005B0461">
      <w:r>
        <w:t>167.0724</w:t>
      </w:r>
      <w:r>
        <w:tab/>
        <w:t>2.866e0</w:t>
      </w:r>
    </w:p>
    <w:p w:rsidR="005B0461" w:rsidRDefault="005B0461" w:rsidP="005B0461">
      <w:r>
        <w:t>167.0791</w:t>
      </w:r>
      <w:r>
        <w:tab/>
        <w:t>3.843e0</w:t>
      </w:r>
    </w:p>
    <w:p w:rsidR="005B0461" w:rsidRDefault="005B0461" w:rsidP="005B0461">
      <w:r>
        <w:t>167.1138</w:t>
      </w:r>
      <w:r>
        <w:tab/>
        <w:t>2.970e2</w:t>
      </w:r>
    </w:p>
    <w:p w:rsidR="005B0461" w:rsidRDefault="005B0461" w:rsidP="005B0461">
      <w:r>
        <w:t>167.1155</w:t>
      </w:r>
      <w:r>
        <w:tab/>
        <w:t>9.965e1</w:t>
      </w:r>
    </w:p>
    <w:p w:rsidR="005B0461" w:rsidRDefault="005B0461" w:rsidP="005B0461">
      <w:r>
        <w:t>167.1526</w:t>
      </w:r>
      <w:r>
        <w:tab/>
        <w:t>5.063e0</w:t>
      </w:r>
    </w:p>
    <w:p w:rsidR="005B0461" w:rsidRDefault="005B0461" w:rsidP="005B0461">
      <w:r>
        <w:t>167.1575</w:t>
      </w:r>
      <w:r>
        <w:tab/>
        <w:t>3.038e0</w:t>
      </w:r>
    </w:p>
    <w:p w:rsidR="005B0461" w:rsidRDefault="005B0461" w:rsidP="005B0461">
      <w:r>
        <w:t>167.1666</w:t>
      </w:r>
      <w:r>
        <w:tab/>
        <w:t>1.013e0</w:t>
      </w:r>
    </w:p>
    <w:p w:rsidR="005B0461" w:rsidRDefault="005B0461" w:rsidP="005B0461">
      <w:r>
        <w:t>167.1737</w:t>
      </w:r>
      <w:r>
        <w:tab/>
        <w:t>1.013e0</w:t>
      </w:r>
    </w:p>
    <w:p w:rsidR="005B0461" w:rsidRDefault="005B0461" w:rsidP="005B0461">
      <w:r>
        <w:t>167.1841</w:t>
      </w:r>
      <w:r>
        <w:tab/>
        <w:t>1.013e0</w:t>
      </w:r>
    </w:p>
    <w:p w:rsidR="005B0461" w:rsidRDefault="005B0461" w:rsidP="005B0461">
      <w:r>
        <w:t>167.1876</w:t>
      </w:r>
      <w:r>
        <w:tab/>
        <w:t>1.013e0</w:t>
      </w:r>
    </w:p>
    <w:p w:rsidR="005B0461" w:rsidRDefault="005B0461" w:rsidP="005B0461">
      <w:r>
        <w:t>167.1963</w:t>
      </w:r>
      <w:r>
        <w:tab/>
        <w:t>2.025e0</w:t>
      </w:r>
    </w:p>
    <w:p w:rsidR="005B0461" w:rsidRDefault="005B0461" w:rsidP="005B0461">
      <w:r>
        <w:lastRenderedPageBreak/>
        <w:t>167.2068</w:t>
      </w:r>
      <w:r>
        <w:tab/>
        <w:t>2.025e0</w:t>
      </w:r>
    </w:p>
    <w:p w:rsidR="005B0461" w:rsidRDefault="005B0461" w:rsidP="005B0461">
      <w:r>
        <w:t>167.2190</w:t>
      </w:r>
      <w:r>
        <w:tab/>
        <w:t>2.025e0</w:t>
      </w:r>
    </w:p>
    <w:p w:rsidR="005B0461" w:rsidRDefault="005B0461" w:rsidP="005B0461">
      <w:r>
        <w:t>167.2225</w:t>
      </w:r>
      <w:r>
        <w:tab/>
        <w:t>1.013e0</w:t>
      </w:r>
    </w:p>
    <w:p w:rsidR="005B0461" w:rsidRDefault="005B0461" w:rsidP="005B0461">
      <w:r>
        <w:t>167.2294</w:t>
      </w:r>
      <w:r>
        <w:tab/>
        <w:t>1.013e0</w:t>
      </w:r>
    </w:p>
    <w:p w:rsidR="005B0461" w:rsidRDefault="005B0461" w:rsidP="005B0461">
      <w:r>
        <w:t>167.2394</w:t>
      </w:r>
      <w:r>
        <w:tab/>
        <w:t>2.025e0</w:t>
      </w:r>
    </w:p>
    <w:p w:rsidR="005B0461" w:rsidRDefault="005B0461" w:rsidP="005B0461">
      <w:r>
        <w:t>167.2404</w:t>
      </w:r>
      <w:r>
        <w:tab/>
        <w:t>5.063e0</w:t>
      </w:r>
    </w:p>
    <w:p w:rsidR="005B0461" w:rsidRDefault="005B0461" w:rsidP="005B0461">
      <w:r>
        <w:t>167.2666</w:t>
      </w:r>
      <w:r>
        <w:tab/>
        <w:t>1.013e0</w:t>
      </w:r>
    </w:p>
    <w:p w:rsidR="005B0461" w:rsidRDefault="005B0461" w:rsidP="005B0461">
      <w:r>
        <w:t>167.2718</w:t>
      </w:r>
      <w:r>
        <w:tab/>
        <w:t>2.025e0</w:t>
      </w:r>
    </w:p>
    <w:p w:rsidR="005B0461" w:rsidRDefault="005B0461" w:rsidP="005B0461">
      <w:r>
        <w:t>167.2897</w:t>
      </w:r>
      <w:r>
        <w:tab/>
        <w:t>3.038e0</w:t>
      </w:r>
    </w:p>
    <w:p w:rsidR="005B0461" w:rsidRDefault="005B0461" w:rsidP="005B0461">
      <w:r>
        <w:t>167.3013</w:t>
      </w:r>
      <w:r>
        <w:tab/>
        <w:t>1.013e0</w:t>
      </w:r>
    </w:p>
    <w:p w:rsidR="005B0461" w:rsidRDefault="005B0461" w:rsidP="005B0461">
      <w:r>
        <w:t>167.3066</w:t>
      </w:r>
      <w:r>
        <w:tab/>
        <w:t>2.025e0</w:t>
      </w:r>
    </w:p>
    <w:p w:rsidR="005B0461" w:rsidRDefault="005B0461" w:rsidP="005B0461">
      <w:r>
        <w:t>167.3154</w:t>
      </w:r>
      <w:r>
        <w:tab/>
        <w:t>1.013e0</w:t>
      </w:r>
    </w:p>
    <w:p w:rsidR="005B0461" w:rsidRDefault="005B0461" w:rsidP="005B0461">
      <w:r>
        <w:t>167.3187</w:t>
      </w:r>
      <w:r>
        <w:tab/>
        <w:t>1.013e0</w:t>
      </w:r>
    </w:p>
    <w:p w:rsidR="005B0461" w:rsidRDefault="005B0461" w:rsidP="005B0461">
      <w:r>
        <w:t>167.3254</w:t>
      </w:r>
      <w:r>
        <w:tab/>
        <w:t>2.025e0</w:t>
      </w:r>
    </w:p>
    <w:p w:rsidR="005B0461" w:rsidRDefault="005B0461" w:rsidP="005B0461">
      <w:r>
        <w:t>167.3352</w:t>
      </w:r>
      <w:r>
        <w:tab/>
        <w:t>1.013e0</w:t>
      </w:r>
    </w:p>
    <w:p w:rsidR="005B0461" w:rsidRDefault="005B0461" w:rsidP="005B0461">
      <w:r>
        <w:t>167.3560</w:t>
      </w:r>
      <w:r>
        <w:tab/>
        <w:t>2.025e0</w:t>
      </w:r>
    </w:p>
    <w:p w:rsidR="005B0461" w:rsidRDefault="005B0461" w:rsidP="005B0461">
      <w:r>
        <w:t>167.3629</w:t>
      </w:r>
      <w:r>
        <w:tab/>
        <w:t>1.013e0</w:t>
      </w:r>
    </w:p>
    <w:p w:rsidR="005B0461" w:rsidRDefault="005B0461" w:rsidP="005B0461">
      <w:r>
        <w:t>167.3725</w:t>
      </w:r>
      <w:r>
        <w:tab/>
        <w:t>3.038e0</w:t>
      </w:r>
    </w:p>
    <w:p w:rsidR="005B0461" w:rsidRDefault="005B0461" w:rsidP="005B0461">
      <w:r>
        <w:t>167.3873</w:t>
      </w:r>
      <w:r>
        <w:tab/>
        <w:t>1.013e0</w:t>
      </w:r>
    </w:p>
    <w:p w:rsidR="005B0461" w:rsidRDefault="005B0461" w:rsidP="005B0461">
      <w:r>
        <w:lastRenderedPageBreak/>
        <w:t>167.3901</w:t>
      </w:r>
      <w:r>
        <w:tab/>
        <w:t>4.051e0</w:t>
      </w:r>
    </w:p>
    <w:p w:rsidR="005B0461" w:rsidRDefault="005B0461" w:rsidP="005B0461">
      <w:r>
        <w:t>167.4117</w:t>
      </w:r>
      <w:r>
        <w:tab/>
        <w:t>3.038e0</w:t>
      </w:r>
    </w:p>
    <w:p w:rsidR="005B0461" w:rsidRDefault="005B0461" w:rsidP="005B0461">
      <w:r>
        <w:t>167.4147</w:t>
      </w:r>
      <w:r>
        <w:tab/>
        <w:t>1.013e0</w:t>
      </w:r>
    </w:p>
    <w:p w:rsidR="005B0461" w:rsidRDefault="005B0461" w:rsidP="005B0461">
      <w:r>
        <w:t>167.4297</w:t>
      </w:r>
      <w:r>
        <w:tab/>
        <w:t>2.025e0</w:t>
      </w:r>
    </w:p>
    <w:p w:rsidR="005B0461" w:rsidRDefault="005B0461" w:rsidP="005B0461">
      <w:r>
        <w:t>167.4349</w:t>
      </w:r>
      <w:r>
        <w:tab/>
        <w:t>2.025e0</w:t>
      </w:r>
    </w:p>
    <w:p w:rsidR="005B0461" w:rsidRDefault="005B0461" w:rsidP="005B0461">
      <w:r>
        <w:t>167.4541</w:t>
      </w:r>
      <w:r>
        <w:tab/>
        <w:t>2.025e0</w:t>
      </w:r>
    </w:p>
    <w:p w:rsidR="005B0461" w:rsidRDefault="005B0461" w:rsidP="005B0461">
      <w:r>
        <w:t>167.4593</w:t>
      </w:r>
      <w:r>
        <w:tab/>
        <w:t>1.013e0</w:t>
      </w:r>
    </w:p>
    <w:p w:rsidR="005B0461" w:rsidRDefault="005B0461" w:rsidP="005B0461">
      <w:r>
        <w:t>167.4838</w:t>
      </w:r>
      <w:r>
        <w:tab/>
        <w:t>3.038e0</w:t>
      </w:r>
    </w:p>
    <w:p w:rsidR="005B0461" w:rsidRDefault="005B0461" w:rsidP="005B0461">
      <w:r>
        <w:t>167.4872</w:t>
      </w:r>
      <w:r>
        <w:tab/>
        <w:t>1.013e0</w:t>
      </w:r>
    </w:p>
    <w:p w:rsidR="005B0461" w:rsidRDefault="005B0461" w:rsidP="005B0461">
      <w:r>
        <w:t>167.4943</w:t>
      </w:r>
      <w:r>
        <w:tab/>
        <w:t>2.025e0</w:t>
      </w:r>
    </w:p>
    <w:p w:rsidR="005B0461" w:rsidRDefault="005B0461" w:rsidP="005B0461">
      <w:r>
        <w:t>167.4962</w:t>
      </w:r>
      <w:r>
        <w:tab/>
        <w:t>2.025e0</w:t>
      </w:r>
    </w:p>
    <w:p w:rsidR="005B0461" w:rsidRDefault="005B0461" w:rsidP="005B0461">
      <w:r>
        <w:t>167.5140</w:t>
      </w:r>
      <w:r>
        <w:tab/>
        <w:t>1.013e0</w:t>
      </w:r>
    </w:p>
    <w:p w:rsidR="005B0461" w:rsidRDefault="005B0461" w:rsidP="005B0461">
      <w:r>
        <w:t>167.5173</w:t>
      </w:r>
      <w:r>
        <w:tab/>
        <w:t>1.013e0</w:t>
      </w:r>
    </w:p>
    <w:p w:rsidR="005B0461" w:rsidRDefault="005B0461" w:rsidP="005B0461">
      <w:r>
        <w:t>167.5208</w:t>
      </w:r>
      <w:r>
        <w:tab/>
        <w:t>1.013e0</w:t>
      </w:r>
    </w:p>
    <w:p w:rsidR="005B0461" w:rsidRDefault="005B0461" w:rsidP="005B0461">
      <w:r>
        <w:t>167.5322</w:t>
      </w:r>
      <w:r>
        <w:tab/>
        <w:t>3.038e0</w:t>
      </w:r>
    </w:p>
    <w:p w:rsidR="005B0461" w:rsidRDefault="005B0461" w:rsidP="005B0461">
      <w:r>
        <w:t>167.5435</w:t>
      </w:r>
      <w:r>
        <w:tab/>
        <w:t>2.025e0</w:t>
      </w:r>
    </w:p>
    <w:p w:rsidR="005B0461" w:rsidRDefault="005B0461" w:rsidP="005B0461">
      <w:r>
        <w:t>167.5453</w:t>
      </w:r>
      <w:r>
        <w:tab/>
        <w:t>1.013e0</w:t>
      </w:r>
    </w:p>
    <w:p w:rsidR="005B0461" w:rsidRDefault="005B0461" w:rsidP="005B0461">
      <w:r>
        <w:t>167.5498</w:t>
      </w:r>
      <w:r>
        <w:tab/>
        <w:t>5.063e0</w:t>
      </w:r>
    </w:p>
    <w:p w:rsidR="005B0461" w:rsidRDefault="005B0461" w:rsidP="005B0461">
      <w:r>
        <w:t>167.5732</w:t>
      </w:r>
      <w:r>
        <w:tab/>
        <w:t>2.025e0</w:t>
      </w:r>
    </w:p>
    <w:p w:rsidR="005B0461" w:rsidRDefault="005B0461" w:rsidP="005B0461">
      <w:r>
        <w:lastRenderedPageBreak/>
        <w:t>167.5749</w:t>
      </w:r>
      <w:r>
        <w:tab/>
        <w:t>2.025e0</w:t>
      </w:r>
    </w:p>
    <w:p w:rsidR="005B0461" w:rsidRDefault="005B0461" w:rsidP="005B0461">
      <w:r>
        <w:t>167.5767</w:t>
      </w:r>
      <w:r>
        <w:tab/>
        <w:t>2.025e0</w:t>
      </w:r>
    </w:p>
    <w:p w:rsidR="005B0461" w:rsidRDefault="005B0461" w:rsidP="005B0461">
      <w:r>
        <w:t>167.5918</w:t>
      </w:r>
      <w:r>
        <w:tab/>
        <w:t>4.051e0</w:t>
      </w:r>
    </w:p>
    <w:p w:rsidR="005B0461" w:rsidRDefault="005B0461" w:rsidP="005B0461">
      <w:r>
        <w:t>167.6004</w:t>
      </w:r>
      <w:r>
        <w:tab/>
        <w:t>3.038e0</w:t>
      </w:r>
    </w:p>
    <w:p w:rsidR="005B0461" w:rsidRDefault="005B0461" w:rsidP="005B0461">
      <w:r>
        <w:t>167.6138</w:t>
      </w:r>
      <w:r>
        <w:tab/>
        <w:t>2.025e0</w:t>
      </w:r>
    </w:p>
    <w:p w:rsidR="005B0461" w:rsidRDefault="005B0461" w:rsidP="005B0461">
      <w:r>
        <w:t>167.6190</w:t>
      </w:r>
      <w:r>
        <w:tab/>
        <w:t>4.051e0</w:t>
      </w:r>
    </w:p>
    <w:p w:rsidR="005B0461" w:rsidRDefault="005B0461" w:rsidP="005B0461">
      <w:r>
        <w:t>167.6399</w:t>
      </w:r>
      <w:r>
        <w:tab/>
        <w:t>4.051e0</w:t>
      </w:r>
    </w:p>
    <w:p w:rsidR="005B0461" w:rsidRDefault="005B0461" w:rsidP="005B0461">
      <w:r>
        <w:t>167.6451</w:t>
      </w:r>
      <w:r>
        <w:tab/>
        <w:t>1.013e0</w:t>
      </w:r>
    </w:p>
    <w:p w:rsidR="005B0461" w:rsidRDefault="005B0461" w:rsidP="005B0461">
      <w:r>
        <w:t>167.6486</w:t>
      </w:r>
      <w:r>
        <w:tab/>
        <w:t>1.013e0</w:t>
      </w:r>
    </w:p>
    <w:p w:rsidR="005B0461" w:rsidRDefault="005B0461" w:rsidP="005B0461">
      <w:r>
        <w:t>167.6626</w:t>
      </w:r>
      <w:r>
        <w:tab/>
        <w:t>1.013e0</w:t>
      </w:r>
    </w:p>
    <w:p w:rsidR="005B0461" w:rsidRDefault="005B0461" w:rsidP="005B0461">
      <w:r>
        <w:t>167.6780</w:t>
      </w:r>
      <w:r>
        <w:tab/>
        <w:t>4.051e0</w:t>
      </w:r>
    </w:p>
    <w:p w:rsidR="005B0461" w:rsidRDefault="005B0461" w:rsidP="005B0461">
      <w:r>
        <w:t>167.7002</w:t>
      </w:r>
      <w:r>
        <w:tab/>
        <w:t>3.038e0</w:t>
      </w:r>
    </w:p>
    <w:p w:rsidR="005B0461" w:rsidRDefault="005B0461" w:rsidP="005B0461">
      <w:r>
        <w:t>167.7032</w:t>
      </w:r>
      <w:r>
        <w:tab/>
        <w:t>2.025e0</w:t>
      </w:r>
    </w:p>
    <w:p w:rsidR="005B0461" w:rsidRDefault="005B0461" w:rsidP="005B0461">
      <w:r>
        <w:t>167.7067</w:t>
      </w:r>
      <w:r>
        <w:tab/>
        <w:t>2.025e0</w:t>
      </w:r>
    </w:p>
    <w:p w:rsidR="005B0461" w:rsidRDefault="005B0461" w:rsidP="005B0461">
      <w:r>
        <w:t>167.7172</w:t>
      </w:r>
      <w:r>
        <w:tab/>
        <w:t>2.025e0</w:t>
      </w:r>
    </w:p>
    <w:p w:rsidR="005B0461" w:rsidRDefault="005B0461" w:rsidP="005B0461">
      <w:r>
        <w:t>167.7242</w:t>
      </w:r>
      <w:r>
        <w:tab/>
        <w:t>1.013e0</w:t>
      </w:r>
    </w:p>
    <w:p w:rsidR="005B0461" w:rsidRDefault="005B0461" w:rsidP="005B0461">
      <w:r>
        <w:t>167.7416</w:t>
      </w:r>
      <w:r>
        <w:tab/>
        <w:t>1.013e0</w:t>
      </w:r>
    </w:p>
    <w:p w:rsidR="005B0461" w:rsidRDefault="005B0461" w:rsidP="005B0461">
      <w:r>
        <w:t>167.7486</w:t>
      </w:r>
      <w:r>
        <w:tab/>
        <w:t>2.025e0</w:t>
      </w:r>
    </w:p>
    <w:p w:rsidR="005B0461" w:rsidRDefault="005B0461" w:rsidP="005B0461">
      <w:r>
        <w:t>167.7521</w:t>
      </w:r>
      <w:r>
        <w:tab/>
        <w:t>1.013e0</w:t>
      </w:r>
    </w:p>
    <w:p w:rsidR="005B0461" w:rsidRDefault="005B0461" w:rsidP="005B0461">
      <w:r>
        <w:lastRenderedPageBreak/>
        <w:t>167.7691</w:t>
      </w:r>
      <w:r>
        <w:tab/>
        <w:t>1.013e0</w:t>
      </w:r>
    </w:p>
    <w:p w:rsidR="005B0461" w:rsidRDefault="005B0461" w:rsidP="005B0461">
      <w:r>
        <w:t>167.7724</w:t>
      </w:r>
      <w:r>
        <w:tab/>
        <w:t>1.013e0</w:t>
      </w:r>
    </w:p>
    <w:p w:rsidR="005B0461" w:rsidRDefault="005B0461" w:rsidP="005B0461">
      <w:r>
        <w:t>167.7758</w:t>
      </w:r>
      <w:r>
        <w:tab/>
        <w:t>1.013e0</w:t>
      </w:r>
    </w:p>
    <w:p w:rsidR="005B0461" w:rsidRDefault="005B0461" w:rsidP="005B0461">
      <w:r>
        <w:t>167.7857</w:t>
      </w:r>
      <w:r>
        <w:tab/>
        <w:t>1.013e0</w:t>
      </w:r>
    </w:p>
    <w:p w:rsidR="005B0461" w:rsidRDefault="005B0461" w:rsidP="005B0461">
      <w:r>
        <w:t>167.7944</w:t>
      </w:r>
      <w:r>
        <w:tab/>
        <w:t>2.025e0</w:t>
      </w:r>
    </w:p>
    <w:p w:rsidR="005B0461" w:rsidRDefault="005B0461" w:rsidP="005B0461">
      <w:r>
        <w:t>167.8197</w:t>
      </w:r>
      <w:r>
        <w:tab/>
        <w:t>5.063e0</w:t>
      </w:r>
    </w:p>
    <w:p w:rsidR="005B0461" w:rsidRDefault="005B0461" w:rsidP="005B0461">
      <w:r>
        <w:t>167.8241</w:t>
      </w:r>
      <w:r>
        <w:tab/>
        <w:t>1.013e0</w:t>
      </w:r>
    </w:p>
    <w:p w:rsidR="005B0461" w:rsidRDefault="005B0461" w:rsidP="005B0461">
      <w:r>
        <w:t>167.8329</w:t>
      </w:r>
      <w:r>
        <w:tab/>
        <w:t>2.025e0</w:t>
      </w:r>
    </w:p>
    <w:p w:rsidR="005B0461" w:rsidRDefault="005B0461" w:rsidP="005B0461">
      <w:r>
        <w:t>167.8398</w:t>
      </w:r>
      <w:r>
        <w:tab/>
        <w:t>2.025e0</w:t>
      </w:r>
    </w:p>
    <w:p w:rsidR="005B0461" w:rsidRDefault="005B0461" w:rsidP="005B0461">
      <w:r>
        <w:t>167.8416</w:t>
      </w:r>
      <w:r>
        <w:tab/>
        <w:t>1.013e0</w:t>
      </w:r>
    </w:p>
    <w:p w:rsidR="005B0461" w:rsidRDefault="005B0461" w:rsidP="005B0461">
      <w:r>
        <w:t>167.8554</w:t>
      </w:r>
      <w:r>
        <w:tab/>
        <w:t>2.025e0</w:t>
      </w:r>
    </w:p>
    <w:p w:rsidR="005B0461" w:rsidRDefault="005B0461" w:rsidP="005B0461">
      <w:r>
        <w:t>167.8652</w:t>
      </w:r>
      <w:r>
        <w:tab/>
        <w:t>5.063e0</w:t>
      </w:r>
    </w:p>
    <w:p w:rsidR="005B0461" w:rsidRDefault="005B0461" w:rsidP="005B0461">
      <w:r>
        <w:t>167.8962</w:t>
      </w:r>
      <w:r>
        <w:tab/>
        <w:t>3.038e0</w:t>
      </w:r>
    </w:p>
    <w:p w:rsidR="005B0461" w:rsidRDefault="005B0461" w:rsidP="005B0461">
      <w:r>
        <w:t>167.9276</w:t>
      </w:r>
      <w:r>
        <w:tab/>
        <w:t>1.013e0</w:t>
      </w:r>
    </w:p>
    <w:p w:rsidR="005B0461" w:rsidRDefault="005B0461" w:rsidP="005B0461">
      <w:r>
        <w:t>167.9312</w:t>
      </w:r>
      <w:r>
        <w:tab/>
        <w:t>2.025e0</w:t>
      </w:r>
    </w:p>
    <w:p w:rsidR="005B0461" w:rsidRDefault="005B0461" w:rsidP="005B0461">
      <w:r>
        <w:t>167.9483</w:t>
      </w:r>
      <w:r>
        <w:tab/>
        <w:t>1.013e0</w:t>
      </w:r>
    </w:p>
    <w:p w:rsidR="005B0461" w:rsidRDefault="005B0461" w:rsidP="005B0461">
      <w:r>
        <w:t>167.9788</w:t>
      </w:r>
      <w:r>
        <w:tab/>
        <w:t>3.038e0</w:t>
      </w:r>
    </w:p>
    <w:p w:rsidR="005B0461" w:rsidRDefault="005B0461" w:rsidP="005B0461">
      <w:r>
        <w:t>167.9823</w:t>
      </w:r>
      <w:r>
        <w:tab/>
        <w:t>1.013e0</w:t>
      </w:r>
    </w:p>
    <w:p w:rsidR="005B0461" w:rsidRDefault="005B0461" w:rsidP="005B0461">
      <w:r>
        <w:t>168.0032</w:t>
      </w:r>
      <w:r>
        <w:tab/>
        <w:t>1.013e0</w:t>
      </w:r>
    </w:p>
    <w:p w:rsidR="005B0461" w:rsidRDefault="005B0461" w:rsidP="005B0461">
      <w:r>
        <w:lastRenderedPageBreak/>
        <w:t>168.0067</w:t>
      </w:r>
      <w:r>
        <w:tab/>
        <w:t>2.025e0</w:t>
      </w:r>
    </w:p>
    <w:p w:rsidR="005B0461" w:rsidRDefault="005B0461" w:rsidP="005B0461">
      <w:r>
        <w:t>168.0171</w:t>
      </w:r>
      <w:r>
        <w:tab/>
        <w:t>2.025e0</w:t>
      </w:r>
    </w:p>
    <w:p w:rsidR="005B0461" w:rsidRDefault="005B0461" w:rsidP="005B0461">
      <w:r>
        <w:t>168.0259</w:t>
      </w:r>
      <w:r>
        <w:tab/>
        <w:t>2.025e0</w:t>
      </w:r>
    </w:p>
    <w:p w:rsidR="005B0461" w:rsidRDefault="005B0461" w:rsidP="005B0461">
      <w:r>
        <w:t>168.0397</w:t>
      </w:r>
      <w:r>
        <w:tab/>
        <w:t>3.867e0</w:t>
      </w:r>
    </w:p>
    <w:p w:rsidR="005B0461" w:rsidRDefault="005B0461" w:rsidP="005B0461">
      <w:r>
        <w:t>168.0446</w:t>
      </w:r>
      <w:r>
        <w:tab/>
        <w:t>1.877e0</w:t>
      </w:r>
    </w:p>
    <w:p w:rsidR="005B0461" w:rsidRDefault="005B0461" w:rsidP="005B0461">
      <w:r>
        <w:t>168.0596</w:t>
      </w:r>
      <w:r>
        <w:tab/>
        <w:t>1.990e0</w:t>
      </w:r>
    </w:p>
    <w:p w:rsidR="005B0461" w:rsidRDefault="005B0461" w:rsidP="005B0461">
      <w:r>
        <w:t>168.0657</w:t>
      </w:r>
      <w:r>
        <w:tab/>
        <w:t>6.373e0</w:t>
      </w:r>
    </w:p>
    <w:p w:rsidR="005B0461" w:rsidRDefault="005B0461" w:rsidP="005B0461">
      <w:r>
        <w:t>168.0764</w:t>
      </w:r>
      <w:r>
        <w:tab/>
        <w:t>2.671e0</w:t>
      </w:r>
    </w:p>
    <w:p w:rsidR="005B0461" w:rsidRDefault="005B0461" w:rsidP="005B0461">
      <w:r>
        <w:t>168.1122</w:t>
      </w:r>
      <w:r>
        <w:tab/>
        <w:t>1.079e1</w:t>
      </w:r>
    </w:p>
    <w:p w:rsidR="005B0461" w:rsidRDefault="005B0461" w:rsidP="005B0461">
      <w:r>
        <w:t>168.1154</w:t>
      </w:r>
      <w:r>
        <w:tab/>
        <w:t>3.976e1</w:t>
      </w:r>
    </w:p>
    <w:p w:rsidR="005B0461" w:rsidRDefault="005B0461" w:rsidP="005B0461">
      <w:r>
        <w:t>168.1176</w:t>
      </w:r>
      <w:r>
        <w:tab/>
        <w:t>1.663e1</w:t>
      </w:r>
    </w:p>
    <w:p w:rsidR="005B0461" w:rsidRDefault="005B0461" w:rsidP="005B0461">
      <w:r>
        <w:t>168.1480</w:t>
      </w:r>
      <w:r>
        <w:tab/>
        <w:t>6.650e0</w:t>
      </w:r>
    </w:p>
    <w:p w:rsidR="005B0461" w:rsidRDefault="005B0461" w:rsidP="005B0461">
      <w:r>
        <w:t>168.1680</w:t>
      </w:r>
      <w:r>
        <w:tab/>
        <w:t>3.279e0</w:t>
      </w:r>
    </w:p>
    <w:p w:rsidR="005B0461" w:rsidRDefault="005B0461" w:rsidP="005B0461">
      <w:r>
        <w:t>168.1998</w:t>
      </w:r>
      <w:r>
        <w:tab/>
        <w:t>3.038e0</w:t>
      </w:r>
    </w:p>
    <w:p w:rsidR="005B0461" w:rsidRDefault="005B0461" w:rsidP="005B0461">
      <w:r>
        <w:t>168.2153</w:t>
      </w:r>
      <w:r>
        <w:tab/>
        <w:t>3.038e0</w:t>
      </w:r>
    </w:p>
    <w:p w:rsidR="005B0461" w:rsidRDefault="005B0461" w:rsidP="005B0461">
      <w:r>
        <w:t>168.2173</w:t>
      </w:r>
      <w:r>
        <w:tab/>
        <w:t>1.013e0</w:t>
      </w:r>
    </w:p>
    <w:p w:rsidR="005B0461" w:rsidRDefault="005B0461" w:rsidP="005B0461">
      <w:r>
        <w:t>168.2420</w:t>
      </w:r>
      <w:r>
        <w:tab/>
        <w:t>2.025e0</w:t>
      </w:r>
    </w:p>
    <w:p w:rsidR="005B0461" w:rsidRDefault="005B0461" w:rsidP="005B0461">
      <w:r>
        <w:t>168.2597</w:t>
      </w:r>
      <w:r>
        <w:tab/>
        <w:t>2.025e0</w:t>
      </w:r>
    </w:p>
    <w:p w:rsidR="005B0461" w:rsidRDefault="005B0461" w:rsidP="005B0461">
      <w:r>
        <w:t>168.2650</w:t>
      </w:r>
      <w:r>
        <w:tab/>
        <w:t>1.013e0</w:t>
      </w:r>
    </w:p>
    <w:p w:rsidR="005B0461" w:rsidRDefault="005B0461" w:rsidP="005B0461">
      <w:r>
        <w:lastRenderedPageBreak/>
        <w:t>168.3034</w:t>
      </w:r>
      <w:r>
        <w:tab/>
        <w:t>2.025e0</w:t>
      </w:r>
    </w:p>
    <w:p w:rsidR="005B0461" w:rsidRDefault="005B0461" w:rsidP="005B0461">
      <w:r>
        <w:t>168.3203</w:t>
      </w:r>
      <w:r>
        <w:tab/>
        <w:t>2.025e0</w:t>
      </w:r>
    </w:p>
    <w:p w:rsidR="005B0461" w:rsidRDefault="005B0461" w:rsidP="005B0461">
      <w:r>
        <w:t>168.3510</w:t>
      </w:r>
      <w:r>
        <w:tab/>
        <w:t>1.013e0</w:t>
      </w:r>
    </w:p>
    <w:p w:rsidR="005B0461" w:rsidRDefault="005B0461" w:rsidP="005B0461">
      <w:r>
        <w:t>168.3538</w:t>
      </w:r>
      <w:r>
        <w:tab/>
        <w:t>4.051e0</w:t>
      </w:r>
    </w:p>
    <w:p w:rsidR="005B0461" w:rsidRDefault="005B0461" w:rsidP="005B0461">
      <w:r>
        <w:t>168.3789</w:t>
      </w:r>
      <w:r>
        <w:tab/>
        <w:t>2.025e0</w:t>
      </w:r>
    </w:p>
    <w:p w:rsidR="005B0461" w:rsidRDefault="005B0461" w:rsidP="005B0461">
      <w:r>
        <w:t>168.3883</w:t>
      </w:r>
      <w:r>
        <w:tab/>
        <w:t>3.038e0</w:t>
      </w:r>
    </w:p>
    <w:p w:rsidR="005B0461" w:rsidRDefault="005B0461" w:rsidP="005B0461">
      <w:r>
        <w:t>168.3930</w:t>
      </w:r>
      <w:r>
        <w:tab/>
        <w:t>1.013e0</w:t>
      </w:r>
    </w:p>
    <w:p w:rsidR="005B0461" w:rsidRDefault="005B0461" w:rsidP="005B0461">
      <w:r>
        <w:t>168.4201</w:t>
      </w:r>
      <w:r>
        <w:tab/>
        <w:t>1.013e0</w:t>
      </w:r>
    </w:p>
    <w:p w:rsidR="005B0461" w:rsidRDefault="005B0461" w:rsidP="005B0461">
      <w:r>
        <w:t>168.4512</w:t>
      </w:r>
      <w:r>
        <w:tab/>
        <w:t>1.013e0</w:t>
      </w:r>
    </w:p>
    <w:p w:rsidR="005B0461" w:rsidRDefault="005B0461" w:rsidP="005B0461">
      <w:r>
        <w:t>168.4564</w:t>
      </w:r>
      <w:r>
        <w:tab/>
        <w:t>2.025e0</w:t>
      </w:r>
    </w:p>
    <w:p w:rsidR="005B0461" w:rsidRDefault="005B0461" w:rsidP="005B0461">
      <w:r>
        <w:t>168.4790</w:t>
      </w:r>
      <w:r>
        <w:tab/>
        <w:t>1.013e0</w:t>
      </w:r>
    </w:p>
    <w:p w:rsidR="005B0461" w:rsidRDefault="005B0461" w:rsidP="005B0461">
      <w:r>
        <w:t>168.4966</w:t>
      </w:r>
      <w:r>
        <w:tab/>
        <w:t>1.013e0</w:t>
      </w:r>
    </w:p>
    <w:p w:rsidR="005B0461" w:rsidRDefault="005B0461" w:rsidP="005B0461">
      <w:r>
        <w:t>168.5099</w:t>
      </w:r>
      <w:r>
        <w:tab/>
        <w:t>2.025e0</w:t>
      </w:r>
    </w:p>
    <w:p w:rsidR="005B0461" w:rsidRDefault="005B0461" w:rsidP="005B0461">
      <w:r>
        <w:t>168.5165</w:t>
      </w:r>
      <w:r>
        <w:tab/>
        <w:t>1.013e0</w:t>
      </w:r>
    </w:p>
    <w:p w:rsidR="005B0461" w:rsidRDefault="005B0461" w:rsidP="005B0461">
      <w:r>
        <w:t>168.5338</w:t>
      </w:r>
      <w:r>
        <w:tab/>
        <w:t>2.025e0</w:t>
      </w:r>
    </w:p>
    <w:p w:rsidR="005B0461" w:rsidRDefault="005B0461" w:rsidP="005B0461">
      <w:r>
        <w:t>168.5582</w:t>
      </w:r>
      <w:r>
        <w:tab/>
        <w:t>2.025e0</w:t>
      </w:r>
    </w:p>
    <w:p w:rsidR="005B0461" w:rsidRDefault="005B0461" w:rsidP="005B0461">
      <w:r>
        <w:t>168.5635</w:t>
      </w:r>
      <w:r>
        <w:tab/>
        <w:t>4.051e0</w:t>
      </w:r>
    </w:p>
    <w:p w:rsidR="005B0461" w:rsidRDefault="005B0461" w:rsidP="005B0461">
      <w:r>
        <w:t>168.5732</w:t>
      </w:r>
      <w:r>
        <w:tab/>
        <w:t>5.063e0</w:t>
      </w:r>
    </w:p>
    <w:p w:rsidR="005B0461" w:rsidRDefault="005B0461" w:rsidP="005B0461">
      <w:r>
        <w:t>168.5757</w:t>
      </w:r>
      <w:r>
        <w:tab/>
        <w:t>2.025e0</w:t>
      </w:r>
    </w:p>
    <w:p w:rsidR="005B0461" w:rsidRDefault="005B0461" w:rsidP="005B0461">
      <w:r>
        <w:lastRenderedPageBreak/>
        <w:t>168.5784</w:t>
      </w:r>
      <w:r>
        <w:tab/>
        <w:t>3.038e0</w:t>
      </w:r>
    </w:p>
    <w:p w:rsidR="005B0461" w:rsidRDefault="005B0461" w:rsidP="005B0461">
      <w:r>
        <w:t>168.5964</w:t>
      </w:r>
      <w:r>
        <w:tab/>
        <w:t>1.013e0</w:t>
      </w:r>
    </w:p>
    <w:p w:rsidR="005B0461" w:rsidRDefault="005B0461" w:rsidP="005B0461">
      <w:r>
        <w:t>168.6031</w:t>
      </w:r>
      <w:r>
        <w:tab/>
        <w:t>1.013e0</w:t>
      </w:r>
    </w:p>
    <w:p w:rsidR="005B0461" w:rsidRDefault="005B0461" w:rsidP="005B0461">
      <w:r>
        <w:t>168.6119</w:t>
      </w:r>
      <w:r>
        <w:tab/>
        <w:t>4.051e0</w:t>
      </w:r>
    </w:p>
    <w:p w:rsidR="005B0461" w:rsidRDefault="005B0461" w:rsidP="005B0461">
      <w:r>
        <w:t>168.6357</w:t>
      </w:r>
      <w:r>
        <w:tab/>
        <w:t>2.025e0</w:t>
      </w:r>
    </w:p>
    <w:p w:rsidR="005B0461" w:rsidRDefault="005B0461" w:rsidP="005B0461">
      <w:r>
        <w:t>168.6392</w:t>
      </w:r>
      <w:r>
        <w:tab/>
        <w:t>2.025e0</w:t>
      </w:r>
    </w:p>
    <w:p w:rsidR="005B0461" w:rsidRDefault="005B0461" w:rsidP="005B0461">
      <w:r>
        <w:t>168.6409</w:t>
      </w:r>
      <w:r>
        <w:tab/>
        <w:t>1.013e0</w:t>
      </w:r>
    </w:p>
    <w:p w:rsidR="005B0461" w:rsidRDefault="005B0461" w:rsidP="005B0461">
      <w:r>
        <w:t>168.6437</w:t>
      </w:r>
      <w:r>
        <w:tab/>
        <w:t>4.051e0</w:t>
      </w:r>
    </w:p>
    <w:p w:rsidR="005B0461" w:rsidRDefault="005B0461" w:rsidP="005B0461">
      <w:r>
        <w:t>168.6584</w:t>
      </w:r>
      <w:r>
        <w:tab/>
        <w:t>1.013e0</w:t>
      </w:r>
    </w:p>
    <w:p w:rsidR="005B0461" w:rsidRDefault="005B0461" w:rsidP="005B0461">
      <w:r>
        <w:t>168.6689</w:t>
      </w:r>
      <w:r>
        <w:tab/>
        <w:t>1.013e0</w:t>
      </w:r>
    </w:p>
    <w:p w:rsidR="005B0461" w:rsidRDefault="005B0461" w:rsidP="005B0461">
      <w:r>
        <w:t>168.6715</w:t>
      </w:r>
      <w:r>
        <w:tab/>
        <w:t>3.038e0</w:t>
      </w:r>
    </w:p>
    <w:p w:rsidR="005B0461" w:rsidRDefault="005B0461" w:rsidP="005B0461">
      <w:r>
        <w:t>168.6949</w:t>
      </w:r>
      <w:r>
        <w:tab/>
        <w:t>2.025e0</w:t>
      </w:r>
    </w:p>
    <w:p w:rsidR="005B0461" w:rsidRDefault="005B0461" w:rsidP="005B0461">
      <w:r>
        <w:t>168.7063</w:t>
      </w:r>
      <w:r>
        <w:tab/>
        <w:t>1.013e0</w:t>
      </w:r>
    </w:p>
    <w:p w:rsidR="005B0461" w:rsidRDefault="005B0461" w:rsidP="005B0461">
      <w:r>
        <w:t>168.7073</w:t>
      </w:r>
      <w:r>
        <w:tab/>
        <w:t>3.038e0</w:t>
      </w:r>
    </w:p>
    <w:p w:rsidR="005B0461" w:rsidRDefault="005B0461" w:rsidP="005B0461">
      <w:r>
        <w:t>168.7254</w:t>
      </w:r>
      <w:r>
        <w:tab/>
        <w:t>2.025e0</w:t>
      </w:r>
    </w:p>
    <w:p w:rsidR="005B0461" w:rsidRDefault="005B0461" w:rsidP="005B0461">
      <w:r>
        <w:t>168.7306</w:t>
      </w:r>
      <w:r>
        <w:tab/>
        <w:t>1.013e0</w:t>
      </w:r>
    </w:p>
    <w:p w:rsidR="005B0461" w:rsidRDefault="005B0461" w:rsidP="005B0461">
      <w:r>
        <w:t>168.7585</w:t>
      </w:r>
      <w:r>
        <w:tab/>
        <w:t>2.025e0</w:t>
      </w:r>
    </w:p>
    <w:p w:rsidR="005B0461" w:rsidRDefault="005B0461" w:rsidP="005B0461">
      <w:r>
        <w:t>168.7676</w:t>
      </w:r>
      <w:r>
        <w:tab/>
        <w:t>3.038e0</w:t>
      </w:r>
    </w:p>
    <w:p w:rsidR="005B0461" w:rsidRDefault="005B0461" w:rsidP="005B0461">
      <w:r>
        <w:t>168.7821</w:t>
      </w:r>
      <w:r>
        <w:tab/>
        <w:t>3.038e0</w:t>
      </w:r>
    </w:p>
    <w:p w:rsidR="005B0461" w:rsidRDefault="005B0461" w:rsidP="005B0461">
      <w:r>
        <w:lastRenderedPageBreak/>
        <w:t>168.7996</w:t>
      </w:r>
      <w:r>
        <w:tab/>
        <w:t>1.013e0</w:t>
      </w:r>
    </w:p>
    <w:p w:rsidR="005B0461" w:rsidRDefault="005B0461" w:rsidP="005B0461">
      <w:r>
        <w:t>168.8343</w:t>
      </w:r>
      <w:r>
        <w:tab/>
        <w:t>2.025e0</w:t>
      </w:r>
    </w:p>
    <w:p w:rsidR="005B0461" w:rsidRDefault="005B0461" w:rsidP="005B0461">
      <w:r>
        <w:t>168.8432</w:t>
      </w:r>
      <w:r>
        <w:tab/>
        <w:t>3.038e0</w:t>
      </w:r>
    </w:p>
    <w:p w:rsidR="005B0461" w:rsidRDefault="005B0461" w:rsidP="005B0461">
      <w:r>
        <w:t>168.8517</w:t>
      </w:r>
      <w:r>
        <w:tab/>
        <w:t>1.013e0</w:t>
      </w:r>
    </w:p>
    <w:p w:rsidR="005B0461" w:rsidRDefault="005B0461" w:rsidP="005B0461">
      <w:r>
        <w:t>168.8640</w:t>
      </w:r>
      <w:r>
        <w:tab/>
        <w:t>2.025e0</w:t>
      </w:r>
    </w:p>
    <w:p w:rsidR="005B0461" w:rsidRDefault="005B0461" w:rsidP="005B0461">
      <w:r>
        <w:t>168.8863</w:t>
      </w:r>
      <w:r>
        <w:tab/>
        <w:t>1.013e0</w:t>
      </w:r>
    </w:p>
    <w:p w:rsidR="005B0461" w:rsidRDefault="005B0461" w:rsidP="005B0461">
      <w:r>
        <w:t>168.8996</w:t>
      </w:r>
      <w:r>
        <w:tab/>
        <w:t>1.013e0</w:t>
      </w:r>
    </w:p>
    <w:p w:rsidR="005B0461" w:rsidRDefault="005B0461" w:rsidP="005B0461">
      <w:r>
        <w:t>168.9064</w:t>
      </w:r>
      <w:r>
        <w:tab/>
        <w:t>1.013e0</w:t>
      </w:r>
    </w:p>
    <w:p w:rsidR="005B0461" w:rsidRDefault="005B0461" w:rsidP="005B0461">
      <w:r>
        <w:t>168.9310</w:t>
      </w:r>
      <w:r>
        <w:tab/>
        <w:t>1.013e0</w:t>
      </w:r>
    </w:p>
    <w:p w:rsidR="005B0461" w:rsidRDefault="005B0461" w:rsidP="005B0461">
      <w:r>
        <w:t>168.9371</w:t>
      </w:r>
      <w:r>
        <w:tab/>
        <w:t>3.038e0</w:t>
      </w:r>
    </w:p>
    <w:p w:rsidR="005B0461" w:rsidRDefault="005B0461" w:rsidP="005B0461">
      <w:r>
        <w:t>168.9415</w:t>
      </w:r>
      <w:r>
        <w:tab/>
        <w:t>2.025e0</w:t>
      </w:r>
    </w:p>
    <w:p w:rsidR="005B0461" w:rsidRDefault="005B0461" w:rsidP="005B0461">
      <w:r>
        <w:t>168.9660</w:t>
      </w:r>
      <w:r>
        <w:tab/>
        <w:t>2.025e0</w:t>
      </w:r>
    </w:p>
    <w:p w:rsidR="005B0461" w:rsidRDefault="005B0461" w:rsidP="005B0461">
      <w:r>
        <w:t>168.9730</w:t>
      </w:r>
      <w:r>
        <w:tab/>
        <w:t>1.013e0</w:t>
      </w:r>
    </w:p>
    <w:p w:rsidR="005B0461" w:rsidRDefault="005B0461" w:rsidP="005B0461">
      <w:r>
        <w:t>168.9763</w:t>
      </w:r>
      <w:r>
        <w:tab/>
        <w:t>3.038e0</w:t>
      </w:r>
    </w:p>
    <w:p w:rsidR="005B0461" w:rsidRDefault="005B0461" w:rsidP="005B0461">
      <w:r>
        <w:t>169.0032</w:t>
      </w:r>
      <w:r>
        <w:tab/>
        <w:t>1.013e0</w:t>
      </w:r>
    </w:p>
    <w:p w:rsidR="005B0461" w:rsidRDefault="005B0461" w:rsidP="005B0461">
      <w:r>
        <w:t>169.0208</w:t>
      </w:r>
      <w:r>
        <w:tab/>
        <w:t>1.013e0</w:t>
      </w:r>
    </w:p>
    <w:p w:rsidR="005B0461" w:rsidRDefault="005B0461" w:rsidP="005B0461">
      <w:r>
        <w:t>169.0243</w:t>
      </w:r>
      <w:r>
        <w:tab/>
        <w:t>1.013e0</w:t>
      </w:r>
    </w:p>
    <w:p w:rsidR="005B0461" w:rsidRDefault="005B0461" w:rsidP="005B0461">
      <w:r>
        <w:t>169.0462</w:t>
      </w:r>
      <w:r>
        <w:tab/>
        <w:t>3.120e0</w:t>
      </w:r>
    </w:p>
    <w:p w:rsidR="005B0461" w:rsidRDefault="005B0461" w:rsidP="005B0461">
      <w:r>
        <w:t>169.0488</w:t>
      </w:r>
      <w:r>
        <w:tab/>
        <w:t>2.418e0</w:t>
      </w:r>
    </w:p>
    <w:p w:rsidR="005B0461" w:rsidRDefault="005B0461" w:rsidP="005B0461">
      <w:r>
        <w:lastRenderedPageBreak/>
        <w:t>169.0550</w:t>
      </w:r>
      <w:r>
        <w:tab/>
        <w:t>2.436e0</w:t>
      </w:r>
    </w:p>
    <w:p w:rsidR="005B0461" w:rsidRDefault="005B0461" w:rsidP="005B0461">
      <w:r>
        <w:t>169.0781</w:t>
      </w:r>
      <w:r>
        <w:tab/>
        <w:t>6.136e0</w:t>
      </w:r>
    </w:p>
    <w:p w:rsidR="005B0461" w:rsidRDefault="005B0461" w:rsidP="005B0461">
      <w:r>
        <w:t>169.0797</w:t>
      </w:r>
      <w:r>
        <w:tab/>
        <w:t>3.079e0</w:t>
      </w:r>
    </w:p>
    <w:p w:rsidR="005B0461" w:rsidRDefault="005B0461" w:rsidP="005B0461">
      <w:r>
        <w:t>169.1018</w:t>
      </w:r>
      <w:r>
        <w:tab/>
        <w:t>1.512e0</w:t>
      </w:r>
    </w:p>
    <w:p w:rsidR="005B0461" w:rsidRDefault="005B0461" w:rsidP="005B0461">
      <w:r>
        <w:t>169.1181</w:t>
      </w:r>
      <w:r>
        <w:tab/>
        <w:t>1.155e0</w:t>
      </w:r>
    </w:p>
    <w:p w:rsidR="005B0461" w:rsidRDefault="005B0461" w:rsidP="005B0461">
      <w:r>
        <w:t>169.1199</w:t>
      </w:r>
      <w:r>
        <w:tab/>
        <w:t>1.132e0</w:t>
      </w:r>
    </w:p>
    <w:p w:rsidR="005B0461" w:rsidRDefault="005B0461" w:rsidP="005B0461">
      <w:r>
        <w:t>169.1395</w:t>
      </w:r>
      <w:r>
        <w:tab/>
        <w:t>2.208e0</w:t>
      </w:r>
    </w:p>
    <w:p w:rsidR="005B0461" w:rsidRDefault="005B0461" w:rsidP="005B0461">
      <w:r>
        <w:t>169.1483</w:t>
      </w:r>
      <w:r>
        <w:tab/>
        <w:t>2.604e0</w:t>
      </w:r>
    </w:p>
    <w:p w:rsidR="005B0461" w:rsidRDefault="005B0461" w:rsidP="005B0461">
      <w:r>
        <w:t>169.1525</w:t>
      </w:r>
      <w:r>
        <w:tab/>
        <w:t>1.013e0</w:t>
      </w:r>
    </w:p>
    <w:p w:rsidR="005B0461" w:rsidRDefault="005B0461" w:rsidP="005B0461">
      <w:r>
        <w:t>169.1542</w:t>
      </w:r>
      <w:r>
        <w:tab/>
        <w:t>2.025e0</w:t>
      </w:r>
    </w:p>
    <w:p w:rsidR="005B0461" w:rsidRDefault="005B0461" w:rsidP="005B0461">
      <w:r>
        <w:t>169.1789</w:t>
      </w:r>
      <w:r>
        <w:tab/>
        <w:t>3.038e0</w:t>
      </w:r>
    </w:p>
    <w:p w:rsidR="005B0461" w:rsidRDefault="005B0461" w:rsidP="005B0461">
      <w:r>
        <w:t>169.1864</w:t>
      </w:r>
      <w:r>
        <w:tab/>
        <w:t>2.025e0</w:t>
      </w:r>
    </w:p>
    <w:p w:rsidR="005B0461" w:rsidRDefault="005B0461" w:rsidP="005B0461">
      <w:r>
        <w:t>169.1967</w:t>
      </w:r>
      <w:r>
        <w:tab/>
        <w:t>1.013e0</w:t>
      </w:r>
    </w:p>
    <w:p w:rsidR="005B0461" w:rsidRDefault="005B0461" w:rsidP="005B0461">
      <w:r>
        <w:t>169.2011</w:t>
      </w:r>
      <w:r>
        <w:tab/>
        <w:t>3.038e0</w:t>
      </w:r>
    </w:p>
    <w:p w:rsidR="005B0461" w:rsidRDefault="005B0461" w:rsidP="005B0461">
      <w:r>
        <w:t>169.2248</w:t>
      </w:r>
      <w:r>
        <w:tab/>
        <w:t>2.025e0</w:t>
      </w:r>
    </w:p>
    <w:p w:rsidR="005B0461" w:rsidRDefault="005B0461" w:rsidP="005B0461">
      <w:r>
        <w:t>169.2335</w:t>
      </w:r>
      <w:r>
        <w:tab/>
        <w:t>2.025e0</w:t>
      </w:r>
    </w:p>
    <w:p w:rsidR="005B0461" w:rsidRDefault="005B0461" w:rsidP="005B0461">
      <w:r>
        <w:t>169.2653</w:t>
      </w:r>
      <w:r>
        <w:tab/>
        <w:t>2.025e0</w:t>
      </w:r>
    </w:p>
    <w:p w:rsidR="005B0461" w:rsidRDefault="005B0461" w:rsidP="005B0461">
      <w:r>
        <w:t>169.2667</w:t>
      </w:r>
      <w:r>
        <w:tab/>
        <w:t>1.013e0</w:t>
      </w:r>
    </w:p>
    <w:p w:rsidR="005B0461" w:rsidRDefault="005B0461" w:rsidP="005B0461">
      <w:r>
        <w:t>169.2701</w:t>
      </w:r>
      <w:r>
        <w:tab/>
        <w:t>1.013e0</w:t>
      </w:r>
    </w:p>
    <w:p w:rsidR="005B0461" w:rsidRDefault="005B0461" w:rsidP="005B0461">
      <w:r>
        <w:lastRenderedPageBreak/>
        <w:t>169.2868</w:t>
      </w:r>
      <w:r>
        <w:tab/>
        <w:t>1.013e0</w:t>
      </w:r>
    </w:p>
    <w:p w:rsidR="005B0461" w:rsidRDefault="005B0461" w:rsidP="005B0461">
      <w:r>
        <w:t>169.2901</w:t>
      </w:r>
      <w:r>
        <w:tab/>
        <w:t>1.013e0</w:t>
      </w:r>
    </w:p>
    <w:p w:rsidR="005B0461" w:rsidRDefault="005B0461" w:rsidP="005B0461">
      <w:r>
        <w:t>169.3058</w:t>
      </w:r>
      <w:r>
        <w:tab/>
        <w:t>2.025e0</w:t>
      </w:r>
    </w:p>
    <w:p w:rsidR="005B0461" w:rsidRDefault="005B0461" w:rsidP="005B0461">
      <w:r>
        <w:t>169.3391</w:t>
      </w:r>
      <w:r>
        <w:tab/>
        <w:t>1.013e0</w:t>
      </w:r>
    </w:p>
    <w:p w:rsidR="005B0461" w:rsidRDefault="005B0461" w:rsidP="005B0461">
      <w:r>
        <w:t>169.3408</w:t>
      </w:r>
      <w:r>
        <w:tab/>
        <w:t>2.025e0</w:t>
      </w:r>
    </w:p>
    <w:p w:rsidR="005B0461" w:rsidRDefault="005B0461" w:rsidP="005B0461">
      <w:r>
        <w:t>169.3552</w:t>
      </w:r>
      <w:r>
        <w:tab/>
        <w:t>3.038e0</w:t>
      </w:r>
    </w:p>
    <w:p w:rsidR="005B0461" w:rsidRDefault="005B0461" w:rsidP="005B0461">
      <w:r>
        <w:t>169.3602</w:t>
      </w:r>
      <w:r>
        <w:tab/>
        <w:t>1.013e0</w:t>
      </w:r>
    </w:p>
    <w:p w:rsidR="005B0461" w:rsidRDefault="005B0461" w:rsidP="005B0461">
      <w:r>
        <w:t>169.3820</w:t>
      </w:r>
      <w:r>
        <w:tab/>
        <w:t>2.025e0</w:t>
      </w:r>
    </w:p>
    <w:p w:rsidR="005B0461" w:rsidRDefault="005B0461" w:rsidP="005B0461">
      <w:r>
        <w:t>169.3870</w:t>
      </w:r>
      <w:r>
        <w:tab/>
        <w:t>1.013e0</w:t>
      </w:r>
    </w:p>
    <w:p w:rsidR="005B0461" w:rsidRDefault="005B0461" w:rsidP="005B0461">
      <w:r>
        <w:t>169.3973</w:t>
      </w:r>
      <w:r>
        <w:tab/>
        <w:t>1.013e0</w:t>
      </w:r>
    </w:p>
    <w:p w:rsidR="005B0461" w:rsidRDefault="005B0461" w:rsidP="005B0461">
      <w:r>
        <w:t>169.4044</w:t>
      </w:r>
      <w:r>
        <w:tab/>
        <w:t>1.013e0</w:t>
      </w:r>
    </w:p>
    <w:p w:rsidR="005B0461" w:rsidRDefault="005B0461" w:rsidP="005B0461">
      <w:r>
        <w:t>169.4079</w:t>
      </w:r>
      <w:r>
        <w:tab/>
        <w:t>1.013e0</w:t>
      </w:r>
    </w:p>
    <w:p w:rsidR="005B0461" w:rsidRDefault="005B0461" w:rsidP="005B0461">
      <w:r>
        <w:t>169.4324</w:t>
      </w:r>
      <w:r>
        <w:tab/>
        <w:t>1.013e0</w:t>
      </w:r>
    </w:p>
    <w:p w:rsidR="005B0461" w:rsidRDefault="005B0461" w:rsidP="005B0461">
      <w:r>
        <w:t>169.4343</w:t>
      </w:r>
      <w:r>
        <w:tab/>
        <w:t>3.038e0</w:t>
      </w:r>
    </w:p>
    <w:p w:rsidR="005B0461" w:rsidRDefault="005B0461" w:rsidP="005B0461">
      <w:r>
        <w:t>169.4377</w:t>
      </w:r>
      <w:r>
        <w:tab/>
        <w:t>2.025e0</w:t>
      </w:r>
    </w:p>
    <w:p w:rsidR="005B0461" w:rsidRDefault="005B0461" w:rsidP="005B0461">
      <w:r>
        <w:t>169.4394</w:t>
      </w:r>
      <w:r>
        <w:tab/>
        <w:t>1.013e0</w:t>
      </w:r>
    </w:p>
    <w:p w:rsidR="005B0461" w:rsidRDefault="005B0461" w:rsidP="005B0461">
      <w:r>
        <w:t>169.4806</w:t>
      </w:r>
      <w:r>
        <w:tab/>
        <w:t>1.013e0</w:t>
      </w:r>
    </w:p>
    <w:p w:rsidR="005B0461" w:rsidRDefault="005B0461" w:rsidP="005B0461">
      <w:r>
        <w:t>169.5012</w:t>
      </w:r>
      <w:r>
        <w:tab/>
        <w:t>3.038e0</w:t>
      </w:r>
    </w:p>
    <w:p w:rsidR="005B0461" w:rsidRDefault="005B0461" w:rsidP="005B0461">
      <w:r>
        <w:t>169.5047</w:t>
      </w:r>
      <w:r>
        <w:tab/>
        <w:t>1.013e0</w:t>
      </w:r>
    </w:p>
    <w:p w:rsidR="005B0461" w:rsidRDefault="005B0461" w:rsidP="005B0461">
      <w:r>
        <w:lastRenderedPageBreak/>
        <w:t>169.5153</w:t>
      </w:r>
      <w:r>
        <w:tab/>
        <w:t>1.013e0</w:t>
      </w:r>
    </w:p>
    <w:p w:rsidR="005B0461" w:rsidRDefault="005B0461" w:rsidP="005B0461">
      <w:r>
        <w:t>169.5327</w:t>
      </w:r>
      <w:r>
        <w:tab/>
        <w:t>4.051e0</w:t>
      </w:r>
    </w:p>
    <w:p w:rsidR="005B0461" w:rsidRDefault="005B0461" w:rsidP="005B0461">
      <w:r>
        <w:t>169.5362</w:t>
      </w:r>
      <w:r>
        <w:tab/>
        <w:t>1.013e0</w:t>
      </w:r>
    </w:p>
    <w:p w:rsidR="005B0461" w:rsidRDefault="005B0461" w:rsidP="005B0461">
      <w:r>
        <w:t>169.5407</w:t>
      </w:r>
      <w:r>
        <w:tab/>
        <w:t>3.038e0</w:t>
      </w:r>
    </w:p>
    <w:p w:rsidR="005B0461" w:rsidRDefault="005B0461" w:rsidP="005B0461">
      <w:r>
        <w:t>169.5503</w:t>
      </w:r>
      <w:r>
        <w:tab/>
        <w:t>1.013e0</w:t>
      </w:r>
    </w:p>
    <w:p w:rsidR="005B0461" w:rsidRDefault="005B0461" w:rsidP="005B0461">
      <w:r>
        <w:t>169.5776</w:t>
      </w:r>
      <w:r>
        <w:tab/>
        <w:t>2.025e0</w:t>
      </w:r>
    </w:p>
    <w:p w:rsidR="005B0461" w:rsidRDefault="005B0461" w:rsidP="005B0461">
      <w:r>
        <w:t>169.5945</w:t>
      </w:r>
      <w:r>
        <w:tab/>
        <w:t>1.013e0</w:t>
      </w:r>
    </w:p>
    <w:p w:rsidR="005B0461" w:rsidRDefault="005B0461" w:rsidP="005B0461">
      <w:r>
        <w:t>169.6296</w:t>
      </w:r>
      <w:r>
        <w:tab/>
        <w:t>1.013e0</w:t>
      </w:r>
    </w:p>
    <w:p w:rsidR="005B0461" w:rsidRDefault="005B0461" w:rsidP="005B0461">
      <w:r>
        <w:t>169.6471</w:t>
      </w:r>
      <w:r>
        <w:tab/>
        <w:t>1.013e0</w:t>
      </w:r>
    </w:p>
    <w:p w:rsidR="005B0461" w:rsidRDefault="005B0461" w:rsidP="005B0461">
      <w:r>
        <w:t>169.6542</w:t>
      </w:r>
      <w:r>
        <w:tab/>
        <w:t>1.013e0</w:t>
      </w:r>
    </w:p>
    <w:p w:rsidR="005B0461" w:rsidRDefault="005B0461" w:rsidP="005B0461">
      <w:r>
        <w:t>169.7020</w:t>
      </w:r>
      <w:r>
        <w:tab/>
        <w:t>3.038e0</w:t>
      </w:r>
    </w:p>
    <w:p w:rsidR="005B0461" w:rsidRDefault="005B0461" w:rsidP="005B0461">
      <w:r>
        <w:t>169.7300</w:t>
      </w:r>
      <w:r>
        <w:tab/>
        <w:t>5.063e0</w:t>
      </w:r>
    </w:p>
    <w:p w:rsidR="005B0461" w:rsidRDefault="005B0461" w:rsidP="005B0461">
      <w:r>
        <w:t>169.7370</w:t>
      </w:r>
      <w:r>
        <w:tab/>
        <w:t>3.038e0</w:t>
      </w:r>
    </w:p>
    <w:p w:rsidR="005B0461" w:rsidRDefault="005B0461" w:rsidP="005B0461">
      <w:r>
        <w:t>169.7581</w:t>
      </w:r>
      <w:r>
        <w:tab/>
        <w:t>1.013e0</w:t>
      </w:r>
    </w:p>
    <w:p w:rsidR="005B0461" w:rsidRDefault="005B0461" w:rsidP="005B0461">
      <w:r>
        <w:t>169.7616</w:t>
      </w:r>
      <w:r>
        <w:tab/>
        <w:t>1.013e0</w:t>
      </w:r>
    </w:p>
    <w:p w:rsidR="005B0461" w:rsidRDefault="005B0461" w:rsidP="005B0461">
      <w:r>
        <w:t>169.7650</w:t>
      </w:r>
      <w:r>
        <w:tab/>
        <w:t>1.013e0</w:t>
      </w:r>
    </w:p>
    <w:p w:rsidR="005B0461" w:rsidRDefault="005B0461" w:rsidP="005B0461">
      <w:r>
        <w:t>169.7885</w:t>
      </w:r>
      <w:r>
        <w:tab/>
        <w:t>1.013e0</w:t>
      </w:r>
    </w:p>
    <w:p w:rsidR="005B0461" w:rsidRDefault="005B0461" w:rsidP="005B0461">
      <w:r>
        <w:t>169.7918</w:t>
      </w:r>
      <w:r>
        <w:tab/>
        <w:t>2.025e0</w:t>
      </w:r>
    </w:p>
    <w:p w:rsidR="005B0461" w:rsidRDefault="005B0461" w:rsidP="005B0461">
      <w:r>
        <w:t>169.8006</w:t>
      </w:r>
      <w:r>
        <w:tab/>
        <w:t>2.025e0</w:t>
      </w:r>
    </w:p>
    <w:p w:rsidR="005B0461" w:rsidRDefault="005B0461" w:rsidP="005B0461">
      <w:r>
        <w:lastRenderedPageBreak/>
        <w:t>169.8129</w:t>
      </w:r>
      <w:r>
        <w:tab/>
        <w:t>1.013e0</w:t>
      </w:r>
    </w:p>
    <w:p w:rsidR="005B0461" w:rsidRDefault="005B0461" w:rsidP="005B0461">
      <w:r>
        <w:t>169.8164</w:t>
      </w:r>
      <w:r>
        <w:tab/>
        <w:t>1.013e0</w:t>
      </w:r>
    </w:p>
    <w:p w:rsidR="005B0461" w:rsidRDefault="005B0461" w:rsidP="005B0461">
      <w:r>
        <w:t>169.8409</w:t>
      </w:r>
      <w:r>
        <w:tab/>
        <w:t>1.013e0</w:t>
      </w:r>
    </w:p>
    <w:p w:rsidR="005B0461" w:rsidRDefault="005B0461" w:rsidP="005B0461">
      <w:r>
        <w:t>169.8497</w:t>
      </w:r>
      <w:r>
        <w:tab/>
        <w:t>2.025e0</w:t>
      </w:r>
    </w:p>
    <w:p w:rsidR="005B0461" w:rsidRDefault="005B0461" w:rsidP="005B0461">
      <w:r>
        <w:t>169.8514</w:t>
      </w:r>
      <w:r>
        <w:tab/>
        <w:t>1.013e0</w:t>
      </w:r>
    </w:p>
    <w:p w:rsidR="005B0461" w:rsidRDefault="005B0461" w:rsidP="005B0461">
      <w:r>
        <w:t>169.8585</w:t>
      </w:r>
      <w:r>
        <w:tab/>
        <w:t>1.013e0</w:t>
      </w:r>
    </w:p>
    <w:p w:rsidR="005B0461" w:rsidRDefault="005B0461" w:rsidP="005B0461">
      <w:r>
        <w:t>169.8655</w:t>
      </w:r>
      <w:r>
        <w:tab/>
        <w:t>1.013e0</w:t>
      </w:r>
    </w:p>
    <w:p w:rsidR="005B0461" w:rsidRDefault="005B0461" w:rsidP="005B0461">
      <w:r>
        <w:t>169.8755</w:t>
      </w:r>
      <w:r>
        <w:tab/>
        <w:t>1.013e0</w:t>
      </w:r>
    </w:p>
    <w:p w:rsidR="005B0461" w:rsidRDefault="005B0461" w:rsidP="005B0461">
      <w:r>
        <w:t>169.8903</w:t>
      </w:r>
      <w:r>
        <w:tab/>
        <w:t>2.025e0</w:t>
      </w:r>
    </w:p>
    <w:p w:rsidR="005B0461" w:rsidRDefault="005B0461" w:rsidP="005B0461">
      <w:r>
        <w:t>169.9028</w:t>
      </w:r>
      <w:r>
        <w:tab/>
        <w:t>2.141e0</w:t>
      </w:r>
    </w:p>
    <w:p w:rsidR="005B0461" w:rsidRDefault="005B0461" w:rsidP="005B0461">
      <w:r>
        <w:t>169.9081</w:t>
      </w:r>
      <w:r>
        <w:tab/>
        <w:t>2.025e0</w:t>
      </w:r>
    </w:p>
    <w:p w:rsidR="005B0461" w:rsidRDefault="005B0461" w:rsidP="005B0461">
      <w:r>
        <w:t>169.9134</w:t>
      </w:r>
      <w:r>
        <w:tab/>
        <w:t>1.013e0</w:t>
      </w:r>
    </w:p>
    <w:p w:rsidR="005B0461" w:rsidRDefault="005B0461" w:rsidP="005B0461">
      <w:r>
        <w:t>169.9204</w:t>
      </w:r>
      <w:r>
        <w:tab/>
        <w:t>1.013e0</w:t>
      </w:r>
    </w:p>
    <w:p w:rsidR="005B0461" w:rsidRDefault="005B0461" w:rsidP="005B0461">
      <w:r>
        <w:t>169.9274</w:t>
      </w:r>
      <w:r>
        <w:tab/>
        <w:t>1.013e0</w:t>
      </w:r>
    </w:p>
    <w:p w:rsidR="005B0461" w:rsidRDefault="005B0461" w:rsidP="005B0461">
      <w:r>
        <w:t>169.9861</w:t>
      </w:r>
      <w:r>
        <w:tab/>
        <w:t>1.013e0</w:t>
      </w:r>
    </w:p>
    <w:p w:rsidR="005B0461" w:rsidRDefault="005B0461" w:rsidP="005B0461">
      <w:r>
        <w:t>170.0052</w:t>
      </w:r>
      <w:r>
        <w:tab/>
        <w:t>3.038e0</w:t>
      </w:r>
    </w:p>
    <w:p w:rsidR="005B0461" w:rsidRDefault="005B0461" w:rsidP="005B0461">
      <w:r>
        <w:t>170.0278</w:t>
      </w:r>
      <w:r>
        <w:tab/>
        <w:t>1.013e0</w:t>
      </w:r>
    </w:p>
    <w:p w:rsidR="005B0461" w:rsidRDefault="005B0461" w:rsidP="005B0461">
      <w:r>
        <w:t>170.0472</w:t>
      </w:r>
      <w:r>
        <w:tab/>
        <w:t>5.462e0</w:t>
      </w:r>
    </w:p>
    <w:p w:rsidR="005B0461" w:rsidRDefault="005B0461" w:rsidP="005B0461">
      <w:r>
        <w:t>170.0508</w:t>
      </w:r>
      <w:r>
        <w:tab/>
        <w:t>1.442e0</w:t>
      </w:r>
    </w:p>
    <w:p w:rsidR="005B0461" w:rsidRDefault="005B0461" w:rsidP="005B0461">
      <w:r>
        <w:lastRenderedPageBreak/>
        <w:t>170.0581</w:t>
      </w:r>
      <w:r>
        <w:tab/>
        <w:t>5.121e0</w:t>
      </w:r>
    </w:p>
    <w:p w:rsidR="005B0461" w:rsidRDefault="005B0461" w:rsidP="005B0461">
      <w:r>
        <w:t>170.0762</w:t>
      </w:r>
      <w:r>
        <w:tab/>
        <w:t>2.221e0</w:t>
      </w:r>
    </w:p>
    <w:p w:rsidR="005B0461" w:rsidRDefault="005B0461" w:rsidP="005B0461">
      <w:r>
        <w:t>170.0896</w:t>
      </w:r>
      <w:r>
        <w:tab/>
        <w:t>1.874e0</w:t>
      </w:r>
    </w:p>
    <w:p w:rsidR="005B0461" w:rsidRDefault="005B0461" w:rsidP="005B0461">
      <w:r>
        <w:t>170.1117</w:t>
      </w:r>
      <w:r>
        <w:tab/>
        <w:t>2.301e0</w:t>
      </w:r>
    </w:p>
    <w:p w:rsidR="005B0461" w:rsidRDefault="005B0461" w:rsidP="005B0461">
      <w:r>
        <w:t>170.1134</w:t>
      </w:r>
      <w:r>
        <w:tab/>
        <w:t>1.907e0</w:t>
      </w:r>
    </w:p>
    <w:p w:rsidR="005B0461" w:rsidRDefault="005B0461" w:rsidP="005B0461">
      <w:r>
        <w:t>170.1231</w:t>
      </w:r>
      <w:r>
        <w:tab/>
        <w:t>2.167e0</w:t>
      </w:r>
    </w:p>
    <w:p w:rsidR="005B0461" w:rsidRDefault="005B0461" w:rsidP="005B0461">
      <w:r>
        <w:t>170.1370</w:t>
      </w:r>
      <w:r>
        <w:tab/>
        <w:t>1.250e0</w:t>
      </w:r>
    </w:p>
    <w:p w:rsidR="005B0461" w:rsidRDefault="005B0461" w:rsidP="005B0461">
      <w:r>
        <w:t>170.1493</w:t>
      </w:r>
      <w:r>
        <w:tab/>
        <w:t>1.013e0</w:t>
      </w:r>
    </w:p>
    <w:p w:rsidR="005B0461" w:rsidRDefault="005B0461" w:rsidP="005B0461">
      <w:r>
        <w:t>170.1509</w:t>
      </w:r>
      <w:r>
        <w:tab/>
        <w:t>8.361e0</w:t>
      </w:r>
    </w:p>
    <w:p w:rsidR="005B0461" w:rsidRDefault="005B0461" w:rsidP="005B0461">
      <w:r>
        <w:t>170.1591</w:t>
      </w:r>
      <w:r>
        <w:tab/>
        <w:t>4.051e0</w:t>
      </w:r>
    </w:p>
    <w:p w:rsidR="005B0461" w:rsidRDefault="005B0461" w:rsidP="005B0461">
      <w:r>
        <w:t>170.2112</w:t>
      </w:r>
      <w:r>
        <w:tab/>
        <w:t>1.013e0</w:t>
      </w:r>
    </w:p>
    <w:p w:rsidR="005B0461" w:rsidRDefault="005B0461" w:rsidP="005B0461">
      <w:r>
        <w:t>170.2288</w:t>
      </w:r>
      <w:r>
        <w:tab/>
        <w:t>1.013e0</w:t>
      </w:r>
    </w:p>
    <w:p w:rsidR="005B0461" w:rsidRDefault="005B0461" w:rsidP="005B0461">
      <w:r>
        <w:t>170.2498</w:t>
      </w:r>
      <w:r>
        <w:tab/>
        <w:t>1.013e0</w:t>
      </w:r>
    </w:p>
    <w:p w:rsidR="005B0461" w:rsidRDefault="005B0461" w:rsidP="005B0461">
      <w:r>
        <w:t>170.2586</w:t>
      </w:r>
      <w:r>
        <w:tab/>
        <w:t>2.025e0</w:t>
      </w:r>
    </w:p>
    <w:p w:rsidR="005B0461" w:rsidRDefault="005B0461" w:rsidP="005B0461">
      <w:r>
        <w:t>170.2603</w:t>
      </w:r>
      <w:r>
        <w:tab/>
        <w:t>1.013e0</w:t>
      </w:r>
    </w:p>
    <w:p w:rsidR="005B0461" w:rsidRDefault="005B0461" w:rsidP="005B0461">
      <w:r>
        <w:t>170.2656</w:t>
      </w:r>
      <w:r>
        <w:tab/>
        <w:t>2.025e0</w:t>
      </w:r>
    </w:p>
    <w:p w:rsidR="005B0461" w:rsidRDefault="005B0461" w:rsidP="005B0461">
      <w:r>
        <w:t>170.2780</w:t>
      </w:r>
      <w:r>
        <w:tab/>
        <w:t>1.013e0</w:t>
      </w:r>
    </w:p>
    <w:p w:rsidR="005B0461" w:rsidRDefault="005B0461" w:rsidP="005B0461">
      <w:r>
        <w:t>170.2914</w:t>
      </w:r>
      <w:r>
        <w:tab/>
        <w:t>1.013e0</w:t>
      </w:r>
    </w:p>
    <w:p w:rsidR="005B0461" w:rsidRDefault="005B0461" w:rsidP="005B0461">
      <w:r>
        <w:t>170.3047</w:t>
      </w:r>
      <w:r>
        <w:tab/>
        <w:t>2.025e0</w:t>
      </w:r>
    </w:p>
    <w:p w:rsidR="005B0461" w:rsidRDefault="005B0461" w:rsidP="005B0461">
      <w:r>
        <w:lastRenderedPageBreak/>
        <w:t>170.3188</w:t>
      </w:r>
      <w:r>
        <w:tab/>
        <w:t>1.013e0</w:t>
      </w:r>
    </w:p>
    <w:p w:rsidR="005B0461" w:rsidRDefault="005B0461" w:rsidP="005B0461">
      <w:r>
        <w:t>170.3399</w:t>
      </w:r>
      <w:r>
        <w:tab/>
        <w:t>1.013e0</w:t>
      </w:r>
    </w:p>
    <w:p w:rsidR="005B0461" w:rsidRDefault="005B0461" w:rsidP="005B0461">
      <w:r>
        <w:t>170.3434</w:t>
      </w:r>
      <w:r>
        <w:tab/>
        <w:t>1.013e0</w:t>
      </w:r>
    </w:p>
    <w:p w:rsidR="005B0461" w:rsidRDefault="005B0461" w:rsidP="005B0461">
      <w:r>
        <w:t>170.3644</w:t>
      </w:r>
      <w:r>
        <w:tab/>
        <w:t>1.013e0</w:t>
      </w:r>
    </w:p>
    <w:p w:rsidR="005B0461" w:rsidRDefault="005B0461" w:rsidP="005B0461">
      <w:r>
        <w:t>170.3714</w:t>
      </w:r>
      <w:r>
        <w:tab/>
        <w:t>1.013e0</w:t>
      </w:r>
    </w:p>
    <w:p w:rsidR="005B0461" w:rsidRDefault="005B0461" w:rsidP="005B0461">
      <w:r>
        <w:t>170.3770</w:t>
      </w:r>
      <w:r>
        <w:tab/>
        <w:t>3.038e0</w:t>
      </w:r>
    </w:p>
    <w:p w:rsidR="005B0461" w:rsidRDefault="005B0461" w:rsidP="005B0461">
      <w:r>
        <w:t>170.4055</w:t>
      </w:r>
      <w:r>
        <w:tab/>
        <w:t>2.025e0</w:t>
      </w:r>
    </w:p>
    <w:p w:rsidR="005B0461" w:rsidRDefault="005B0461" w:rsidP="005B0461">
      <w:r>
        <w:t>170.4107</w:t>
      </w:r>
      <w:r>
        <w:tab/>
        <w:t>2.025e0</w:t>
      </w:r>
    </w:p>
    <w:p w:rsidR="005B0461" w:rsidRDefault="005B0461" w:rsidP="005B0461">
      <w:r>
        <w:t>170.4246</w:t>
      </w:r>
      <w:r>
        <w:tab/>
        <w:t>2.025e0</w:t>
      </w:r>
    </w:p>
    <w:p w:rsidR="005B0461" w:rsidRDefault="005B0461" w:rsidP="005B0461">
      <w:r>
        <w:t>170.4299</w:t>
      </w:r>
      <w:r>
        <w:tab/>
        <w:t>1.013e0</w:t>
      </w:r>
    </w:p>
    <w:p w:rsidR="005B0461" w:rsidRDefault="005B0461" w:rsidP="005B0461">
      <w:r>
        <w:t>170.4439</w:t>
      </w:r>
      <w:r>
        <w:tab/>
        <w:t>1.013e0</w:t>
      </w:r>
    </w:p>
    <w:p w:rsidR="005B0461" w:rsidRDefault="005B0461" w:rsidP="005B0461">
      <w:r>
        <w:t>170.4544</w:t>
      </w:r>
      <w:r>
        <w:tab/>
        <w:t>1.013e0</w:t>
      </w:r>
    </w:p>
    <w:p w:rsidR="005B0461" w:rsidRDefault="005B0461" w:rsidP="005B0461">
      <w:r>
        <w:t>170.4614</w:t>
      </w:r>
      <w:r>
        <w:tab/>
        <w:t>1.013e0</w:t>
      </w:r>
    </w:p>
    <w:p w:rsidR="005B0461" w:rsidRDefault="005B0461" w:rsidP="005B0461">
      <w:r>
        <w:t>170.4667</w:t>
      </w:r>
      <w:r>
        <w:tab/>
        <w:t>2.025e0</w:t>
      </w:r>
    </w:p>
    <w:p w:rsidR="005B0461" w:rsidRDefault="005B0461" w:rsidP="005B0461">
      <w:r>
        <w:t>170.4720</w:t>
      </w:r>
      <w:r>
        <w:tab/>
        <w:t>1.013e0</w:t>
      </w:r>
    </w:p>
    <w:p w:rsidR="005B0461" w:rsidRDefault="005B0461" w:rsidP="005B0461">
      <w:r>
        <w:t>170.4843</w:t>
      </w:r>
      <w:r>
        <w:tab/>
        <w:t>2.025e0</w:t>
      </w:r>
    </w:p>
    <w:p w:rsidR="005B0461" w:rsidRDefault="005B0461" w:rsidP="005B0461">
      <w:r>
        <w:t>170.4962</w:t>
      </w:r>
      <w:r>
        <w:tab/>
        <w:t>3.038e0</w:t>
      </w:r>
    </w:p>
    <w:p w:rsidR="005B0461" w:rsidRDefault="005B0461" w:rsidP="005B0461">
      <w:r>
        <w:t>170.5234</w:t>
      </w:r>
      <w:r>
        <w:tab/>
        <w:t>1.013e0</w:t>
      </w:r>
    </w:p>
    <w:p w:rsidR="005B0461" w:rsidRDefault="005B0461" w:rsidP="005B0461">
      <w:r>
        <w:t>170.5252</w:t>
      </w:r>
      <w:r>
        <w:tab/>
        <w:t>2.025e0</w:t>
      </w:r>
    </w:p>
    <w:p w:rsidR="005B0461" w:rsidRDefault="005B0461" w:rsidP="005B0461">
      <w:r>
        <w:lastRenderedPageBreak/>
        <w:t>170.5361</w:t>
      </w:r>
      <w:r>
        <w:tab/>
        <w:t>6.076e0</w:t>
      </w:r>
    </w:p>
    <w:p w:rsidR="005B0461" w:rsidRDefault="005B0461" w:rsidP="005B0461">
      <w:r>
        <w:t>170.5575</w:t>
      </w:r>
      <w:r>
        <w:tab/>
        <w:t>4.051e0</w:t>
      </w:r>
    </w:p>
    <w:p w:rsidR="005B0461" w:rsidRDefault="005B0461" w:rsidP="005B0461">
      <w:r>
        <w:t>170.5620</w:t>
      </w:r>
      <w:r>
        <w:tab/>
        <w:t>2.025e0</w:t>
      </w:r>
    </w:p>
    <w:p w:rsidR="005B0461" w:rsidRDefault="005B0461" w:rsidP="005B0461">
      <w:r>
        <w:t>170.5655</w:t>
      </w:r>
      <w:r>
        <w:tab/>
        <w:t>2.025e0</w:t>
      </w:r>
    </w:p>
    <w:p w:rsidR="005B0461" w:rsidRDefault="005B0461" w:rsidP="005B0461">
      <w:r>
        <w:t>170.5726</w:t>
      </w:r>
      <w:r>
        <w:tab/>
        <w:t>2.025e0</w:t>
      </w:r>
    </w:p>
    <w:p w:rsidR="005B0461" w:rsidRDefault="005B0461" w:rsidP="005B0461">
      <w:r>
        <w:t>170.6038</w:t>
      </w:r>
      <w:r>
        <w:tab/>
        <w:t>1.013e0</w:t>
      </w:r>
    </w:p>
    <w:p w:rsidR="005B0461" w:rsidRDefault="005B0461" w:rsidP="005B0461">
      <w:r>
        <w:t>170.6072</w:t>
      </w:r>
      <w:r>
        <w:tab/>
        <w:t>1.013e0</w:t>
      </w:r>
    </w:p>
    <w:p w:rsidR="005B0461" w:rsidRDefault="005B0461" w:rsidP="005B0461">
      <w:r>
        <w:t>170.6556</w:t>
      </w:r>
      <w:r>
        <w:tab/>
        <w:t>1.013e0</w:t>
      </w:r>
    </w:p>
    <w:p w:rsidR="005B0461" w:rsidRDefault="005B0461" w:rsidP="005B0461">
      <w:r>
        <w:t>170.6591</w:t>
      </w:r>
      <w:r>
        <w:tab/>
        <w:t>1.013e0</w:t>
      </w:r>
    </w:p>
    <w:p w:rsidR="005B0461" w:rsidRDefault="005B0461" w:rsidP="005B0461">
      <w:r>
        <w:t>170.6661</w:t>
      </w:r>
      <w:r>
        <w:tab/>
        <w:t>1.013e0</w:t>
      </w:r>
    </w:p>
    <w:p w:rsidR="005B0461" w:rsidRDefault="005B0461" w:rsidP="005B0461">
      <w:r>
        <w:t>170.6908</w:t>
      </w:r>
      <w:r>
        <w:tab/>
        <w:t>1.013e0</w:t>
      </w:r>
    </w:p>
    <w:p w:rsidR="005B0461" w:rsidRDefault="005B0461" w:rsidP="005B0461">
      <w:r>
        <w:t>170.7081</w:t>
      </w:r>
      <w:r>
        <w:tab/>
        <w:t>1.013e0</w:t>
      </w:r>
    </w:p>
    <w:p w:rsidR="005B0461" w:rsidRDefault="005B0461" w:rsidP="005B0461">
      <w:r>
        <w:t>170.7148</w:t>
      </w:r>
      <w:r>
        <w:tab/>
        <w:t>1.013e0</w:t>
      </w:r>
    </w:p>
    <w:p w:rsidR="005B0461" w:rsidRDefault="005B0461" w:rsidP="005B0461">
      <w:r>
        <w:t>170.7215</w:t>
      </w:r>
      <w:r>
        <w:tab/>
        <w:t>1.013e0</w:t>
      </w:r>
    </w:p>
    <w:p w:rsidR="005B0461" w:rsidRDefault="005B0461" w:rsidP="005B0461">
      <w:r>
        <w:t>170.7316</w:t>
      </w:r>
      <w:r>
        <w:tab/>
        <w:t>1.013e0</w:t>
      </w:r>
    </w:p>
    <w:p w:rsidR="005B0461" w:rsidRDefault="005B0461" w:rsidP="005B0461">
      <w:r>
        <w:t>170.7351</w:t>
      </w:r>
      <w:r>
        <w:tab/>
        <w:t>1.013e0</w:t>
      </w:r>
    </w:p>
    <w:p w:rsidR="005B0461" w:rsidRDefault="005B0461" w:rsidP="005B0461">
      <w:r>
        <w:t>170.7563</w:t>
      </w:r>
      <w:r>
        <w:tab/>
        <w:t>1.013e0</w:t>
      </w:r>
    </w:p>
    <w:p w:rsidR="005B0461" w:rsidRDefault="005B0461" w:rsidP="005B0461">
      <w:r>
        <w:t>170.7598</w:t>
      </w:r>
      <w:r>
        <w:tab/>
        <w:t>1.013e0</w:t>
      </w:r>
    </w:p>
    <w:p w:rsidR="005B0461" w:rsidRDefault="005B0461" w:rsidP="005B0461">
      <w:r>
        <w:t>170.7914</w:t>
      </w:r>
      <w:r>
        <w:tab/>
        <w:t>1.013e0</w:t>
      </w:r>
    </w:p>
    <w:p w:rsidR="005B0461" w:rsidRDefault="005B0461" w:rsidP="005B0461">
      <w:r>
        <w:lastRenderedPageBreak/>
        <w:t>170.8342</w:t>
      </w:r>
      <w:r>
        <w:tab/>
        <w:t>3.038e0</w:t>
      </w:r>
    </w:p>
    <w:p w:rsidR="005B0461" w:rsidRDefault="005B0461" w:rsidP="005B0461">
      <w:r>
        <w:t>170.8534</w:t>
      </w:r>
      <w:r>
        <w:tab/>
        <w:t>1.013e0</w:t>
      </w:r>
    </w:p>
    <w:p w:rsidR="005B0461" w:rsidRDefault="005B0461" w:rsidP="005B0461">
      <w:r>
        <w:t>170.8745</w:t>
      </w:r>
      <w:r>
        <w:tab/>
        <w:t>1.013e0</w:t>
      </w:r>
    </w:p>
    <w:p w:rsidR="005B0461" w:rsidRDefault="005B0461" w:rsidP="005B0461">
      <w:r>
        <w:t>170.8780</w:t>
      </w:r>
      <w:r>
        <w:tab/>
        <w:t>3.038e0</w:t>
      </w:r>
    </w:p>
    <w:p w:rsidR="005B0461" w:rsidRDefault="005B0461" w:rsidP="005B0461">
      <w:r>
        <w:t>170.9235</w:t>
      </w:r>
      <w:r>
        <w:tab/>
        <w:t>1.013e0</w:t>
      </w:r>
    </w:p>
    <w:p w:rsidR="005B0461" w:rsidRDefault="005B0461" w:rsidP="005B0461">
      <w:r>
        <w:t>170.9270</w:t>
      </w:r>
      <w:r>
        <w:tab/>
        <w:t>2.025e0</w:t>
      </w:r>
    </w:p>
    <w:p w:rsidR="005B0461" w:rsidRDefault="005B0461" w:rsidP="005B0461">
      <w:r>
        <w:t>170.9454</w:t>
      </w:r>
      <w:r>
        <w:tab/>
        <w:t>2.025e0</w:t>
      </w:r>
    </w:p>
    <w:p w:rsidR="005B0461" w:rsidRDefault="005B0461" w:rsidP="005B0461">
      <w:r>
        <w:t>170.9681</w:t>
      </w:r>
      <w:r>
        <w:tab/>
        <w:t>2.025e0</w:t>
      </w:r>
    </w:p>
    <w:p w:rsidR="005B0461" w:rsidRDefault="005B0461" w:rsidP="005B0461">
      <w:r>
        <w:t>170.9804</w:t>
      </w:r>
      <w:r>
        <w:tab/>
        <w:t>2.025e0</w:t>
      </w:r>
    </w:p>
    <w:p w:rsidR="005B0461" w:rsidRDefault="005B0461" w:rsidP="005B0461">
      <w:r>
        <w:t>170.9876</w:t>
      </w:r>
      <w:r>
        <w:tab/>
        <w:t>3.442e0</w:t>
      </w:r>
    </w:p>
    <w:p w:rsidR="005B0461" w:rsidRDefault="005B0461" w:rsidP="005B0461">
      <w:r>
        <w:t>171.0020</w:t>
      </w:r>
      <w:r>
        <w:tab/>
        <w:t>2.305e0</w:t>
      </w:r>
    </w:p>
    <w:p w:rsidR="005B0461" w:rsidRDefault="005B0461" w:rsidP="005B0461">
      <w:r>
        <w:t>171.0155</w:t>
      </w:r>
      <w:r>
        <w:tab/>
        <w:t>2.212e0</w:t>
      </w:r>
    </w:p>
    <w:p w:rsidR="005B0461" w:rsidRDefault="005B0461" w:rsidP="005B0461">
      <w:r>
        <w:t>171.0332</w:t>
      </w:r>
      <w:r>
        <w:tab/>
        <w:t>6.076e0</w:t>
      </w:r>
    </w:p>
    <w:p w:rsidR="005B0461" w:rsidRDefault="005B0461" w:rsidP="005B0461">
      <w:r>
        <w:t>171.0370</w:t>
      </w:r>
      <w:r>
        <w:tab/>
        <w:t>2.631e1</w:t>
      </w:r>
    </w:p>
    <w:p w:rsidR="005B0461" w:rsidRDefault="005B0461" w:rsidP="005B0461">
      <w:r>
        <w:t>171.0381</w:t>
      </w:r>
      <w:r>
        <w:tab/>
        <w:t>1.137e1</w:t>
      </w:r>
    </w:p>
    <w:p w:rsidR="005B0461" w:rsidRDefault="005B0461" w:rsidP="005B0461">
      <w:r>
        <w:t>171.0481</w:t>
      </w:r>
      <w:r>
        <w:tab/>
        <w:t>5.367e0</w:t>
      </w:r>
    </w:p>
    <w:p w:rsidR="005B0461" w:rsidRDefault="005B0461" w:rsidP="005B0461">
      <w:r>
        <w:t>171.0751</w:t>
      </w:r>
      <w:r>
        <w:tab/>
        <w:t>1.202e1</w:t>
      </w:r>
    </w:p>
    <w:p w:rsidR="005B0461" w:rsidRDefault="005B0461" w:rsidP="005B0461">
      <w:r>
        <w:t>171.0766</w:t>
      </w:r>
      <w:r>
        <w:tab/>
        <w:t>1.515e1</w:t>
      </w:r>
    </w:p>
    <w:p w:rsidR="005B0461" w:rsidRDefault="005B0461" w:rsidP="005B0461">
      <w:r>
        <w:t>171.0784</w:t>
      </w:r>
      <w:r>
        <w:tab/>
        <w:t>7.194e0</w:t>
      </w:r>
    </w:p>
    <w:p w:rsidR="005B0461" w:rsidRDefault="005B0461" w:rsidP="005B0461">
      <w:r>
        <w:lastRenderedPageBreak/>
        <w:t>171.0944</w:t>
      </w:r>
      <w:r>
        <w:tab/>
        <w:t>1.540e0</w:t>
      </w:r>
    </w:p>
    <w:p w:rsidR="005B0461" w:rsidRDefault="005B0461" w:rsidP="005B0461">
      <w:r>
        <w:t>171.1470</w:t>
      </w:r>
      <w:r>
        <w:tab/>
        <w:t>3.590e0</w:t>
      </w:r>
    </w:p>
    <w:p w:rsidR="005B0461" w:rsidRDefault="005B0461" w:rsidP="005B0461">
      <w:r>
        <w:t>171.1492</w:t>
      </w:r>
      <w:r>
        <w:tab/>
        <w:t>1.039e1</w:t>
      </w:r>
    </w:p>
    <w:p w:rsidR="005B0461" w:rsidRDefault="005B0461" w:rsidP="005B0461">
      <w:r>
        <w:t>171.1522</w:t>
      </w:r>
      <w:r>
        <w:tab/>
        <w:t>2.049e1</w:t>
      </w:r>
    </w:p>
    <w:p w:rsidR="005B0461" w:rsidRDefault="005B0461" w:rsidP="005B0461">
      <w:r>
        <w:t>171.1800</w:t>
      </w:r>
      <w:r>
        <w:tab/>
        <w:t>1.013e0</w:t>
      </w:r>
    </w:p>
    <w:p w:rsidR="005B0461" w:rsidRDefault="005B0461" w:rsidP="005B0461">
      <w:r>
        <w:t>171.1879</w:t>
      </w:r>
      <w:r>
        <w:tab/>
        <w:t>3.038e0</w:t>
      </w:r>
    </w:p>
    <w:p w:rsidR="005B0461" w:rsidRDefault="005B0461" w:rsidP="005B0461">
      <w:r>
        <w:t>171.1941</w:t>
      </w:r>
      <w:r>
        <w:tab/>
        <w:t>2.025e0</w:t>
      </w:r>
    </w:p>
    <w:p w:rsidR="005B0461" w:rsidRDefault="005B0461" w:rsidP="005B0461">
      <w:r>
        <w:t>171.2047</w:t>
      </w:r>
      <w:r>
        <w:tab/>
        <w:t>3.038e0</w:t>
      </w:r>
    </w:p>
    <w:p w:rsidR="005B0461" w:rsidRDefault="005B0461" w:rsidP="005B0461">
      <w:r>
        <w:t>171.2187</w:t>
      </w:r>
      <w:r>
        <w:tab/>
        <w:t>1.013e0</w:t>
      </w:r>
    </w:p>
    <w:p w:rsidR="005B0461" w:rsidRDefault="005B0461" w:rsidP="005B0461">
      <w:r>
        <w:t>171.2239</w:t>
      </w:r>
      <w:r>
        <w:tab/>
        <w:t>4.051e0</w:t>
      </w:r>
    </w:p>
    <w:p w:rsidR="005B0461" w:rsidRDefault="005B0461" w:rsidP="005B0461">
      <w:r>
        <w:t>171.2328</w:t>
      </w:r>
      <w:r>
        <w:tab/>
        <w:t>1.013e0</w:t>
      </w:r>
    </w:p>
    <w:p w:rsidR="005B0461" w:rsidRDefault="005B0461" w:rsidP="005B0461">
      <w:r>
        <w:t>171.2363</w:t>
      </w:r>
      <w:r>
        <w:tab/>
        <w:t>1.013e0</w:t>
      </w:r>
    </w:p>
    <w:p w:rsidR="005B0461" w:rsidRDefault="005B0461" w:rsidP="005B0461">
      <w:r>
        <w:t>171.2605</w:t>
      </w:r>
      <w:r>
        <w:tab/>
        <w:t>1.013e0</w:t>
      </w:r>
    </w:p>
    <w:p w:rsidR="005B0461" w:rsidRDefault="005B0461" w:rsidP="005B0461">
      <w:r>
        <w:t>171.2706</w:t>
      </w:r>
      <w:r>
        <w:tab/>
        <w:t>1.013e0</w:t>
      </w:r>
    </w:p>
    <w:p w:rsidR="005B0461" w:rsidRDefault="005B0461" w:rsidP="005B0461">
      <w:r>
        <w:t>171.2773</w:t>
      </w:r>
      <w:r>
        <w:tab/>
        <w:t>2.025e0</w:t>
      </w:r>
    </w:p>
    <w:p w:rsidR="005B0461" w:rsidRDefault="005B0461" w:rsidP="005B0461">
      <w:r>
        <w:t>171.2878</w:t>
      </w:r>
      <w:r>
        <w:tab/>
        <w:t>1.013e0</w:t>
      </w:r>
    </w:p>
    <w:p w:rsidR="005B0461" w:rsidRDefault="005B0461" w:rsidP="005B0461">
      <w:r>
        <w:t>171.3054</w:t>
      </w:r>
      <w:r>
        <w:tab/>
        <w:t>1.013e0</w:t>
      </w:r>
    </w:p>
    <w:p w:rsidR="005B0461" w:rsidRDefault="005B0461" w:rsidP="005B0461">
      <w:r>
        <w:t>171.3195</w:t>
      </w:r>
      <w:r>
        <w:tab/>
        <w:t>2.025e0</w:t>
      </w:r>
    </w:p>
    <w:p w:rsidR="005B0461" w:rsidRDefault="005B0461" w:rsidP="005B0461">
      <w:r>
        <w:t>171.3318</w:t>
      </w:r>
      <w:r>
        <w:tab/>
        <w:t>2.025e0</w:t>
      </w:r>
    </w:p>
    <w:p w:rsidR="005B0461" w:rsidRDefault="005B0461" w:rsidP="005B0461">
      <w:r>
        <w:lastRenderedPageBreak/>
        <w:t>171.3406</w:t>
      </w:r>
      <w:r>
        <w:tab/>
        <w:t>2.025e0</w:t>
      </w:r>
    </w:p>
    <w:p w:rsidR="005B0461" w:rsidRDefault="005B0461" w:rsidP="005B0461">
      <w:r>
        <w:t>171.3530</w:t>
      </w:r>
      <w:r>
        <w:tab/>
        <w:t>2.025e0</w:t>
      </w:r>
    </w:p>
    <w:p w:rsidR="005B0461" w:rsidRDefault="005B0461" w:rsidP="005B0461">
      <w:r>
        <w:t>171.3547</w:t>
      </w:r>
      <w:r>
        <w:tab/>
        <w:t>1.013e0</w:t>
      </w:r>
    </w:p>
    <w:p w:rsidR="005B0461" w:rsidRDefault="005B0461" w:rsidP="005B0461">
      <w:r>
        <w:t>171.3617</w:t>
      </w:r>
      <w:r>
        <w:tab/>
        <w:t>1.013e0</w:t>
      </w:r>
    </w:p>
    <w:p w:rsidR="005B0461" w:rsidRDefault="005B0461" w:rsidP="005B0461">
      <w:r>
        <w:t>171.3637</w:t>
      </w:r>
      <w:r>
        <w:tab/>
        <w:t>2.025e0</w:t>
      </w:r>
    </w:p>
    <w:p w:rsidR="005B0461" w:rsidRDefault="005B0461" w:rsidP="005B0461">
      <w:r>
        <w:t>171.3853</w:t>
      </w:r>
      <w:r>
        <w:tab/>
        <w:t>1.013e0</w:t>
      </w:r>
    </w:p>
    <w:p w:rsidR="005B0461" w:rsidRDefault="005B0461" w:rsidP="005B0461">
      <w:r>
        <w:t>171.3940</w:t>
      </w:r>
      <w:r>
        <w:tab/>
        <w:t>4.051e0</w:t>
      </w:r>
    </w:p>
    <w:p w:rsidR="005B0461" w:rsidRDefault="005B0461" w:rsidP="005B0461">
      <w:r>
        <w:t>171.4150</w:t>
      </w:r>
      <w:r>
        <w:tab/>
        <w:t>2.025e0</w:t>
      </w:r>
    </w:p>
    <w:p w:rsidR="005B0461" w:rsidRDefault="005B0461" w:rsidP="005B0461">
      <w:r>
        <w:t>171.4308</w:t>
      </w:r>
      <w:r>
        <w:tab/>
        <w:t>1.013e0</w:t>
      </w:r>
    </w:p>
    <w:p w:rsidR="005B0461" w:rsidRDefault="005B0461" w:rsidP="005B0461">
      <w:r>
        <w:t>171.4378</w:t>
      </w:r>
      <w:r>
        <w:tab/>
        <w:t>1.013e0</w:t>
      </w:r>
    </w:p>
    <w:p w:rsidR="005B0461" w:rsidRDefault="005B0461" w:rsidP="005B0461">
      <w:r>
        <w:t>171.4413</w:t>
      </w:r>
      <w:r>
        <w:tab/>
        <w:t>2.025e0</w:t>
      </w:r>
    </w:p>
    <w:p w:rsidR="005B0461" w:rsidRDefault="005B0461" w:rsidP="005B0461">
      <w:r>
        <w:t>171.4483</w:t>
      </w:r>
      <w:r>
        <w:tab/>
        <w:t>1.013e0</w:t>
      </w:r>
    </w:p>
    <w:p w:rsidR="005B0461" w:rsidRDefault="005B0461" w:rsidP="005B0461">
      <w:r>
        <w:t>171.4696</w:t>
      </w:r>
      <w:r>
        <w:tab/>
        <w:t>1.013e0</w:t>
      </w:r>
    </w:p>
    <w:p w:rsidR="005B0461" w:rsidRDefault="005B0461" w:rsidP="005B0461">
      <w:r>
        <w:t>171.4798</w:t>
      </w:r>
      <w:r>
        <w:tab/>
        <w:t>1.013e0</w:t>
      </w:r>
    </w:p>
    <w:p w:rsidR="005B0461" w:rsidRDefault="005B0461" w:rsidP="005B0461">
      <w:r>
        <w:t>171.4915</w:t>
      </w:r>
      <w:r>
        <w:tab/>
        <w:t>2.025e0</w:t>
      </w:r>
    </w:p>
    <w:p w:rsidR="005B0461" w:rsidRDefault="005B0461" w:rsidP="005B0461">
      <w:r>
        <w:t>171.4967</w:t>
      </w:r>
      <w:r>
        <w:tab/>
        <w:t>1.013e0</w:t>
      </w:r>
    </w:p>
    <w:p w:rsidR="005B0461" w:rsidRDefault="005B0461" w:rsidP="005B0461">
      <w:r>
        <w:t>171.5246</w:t>
      </w:r>
      <w:r>
        <w:tab/>
        <w:t>1.013e0</w:t>
      </w:r>
    </w:p>
    <w:p w:rsidR="005B0461" w:rsidRDefault="005B0461" w:rsidP="005B0461">
      <w:r>
        <w:t>171.5316</w:t>
      </w:r>
      <w:r>
        <w:tab/>
        <w:t>1.013e0</w:t>
      </w:r>
    </w:p>
    <w:p w:rsidR="005B0461" w:rsidRDefault="005B0461" w:rsidP="005B0461">
      <w:r>
        <w:t>171.5527</w:t>
      </w:r>
      <w:r>
        <w:tab/>
        <w:t>1.013e0</w:t>
      </w:r>
    </w:p>
    <w:p w:rsidR="005B0461" w:rsidRDefault="005B0461" w:rsidP="005B0461">
      <w:r>
        <w:lastRenderedPageBreak/>
        <w:t>171.5703</w:t>
      </w:r>
      <w:r>
        <w:tab/>
        <w:t>2.025e0</w:t>
      </w:r>
    </w:p>
    <w:p w:rsidR="005B0461" w:rsidRDefault="005B0461" w:rsidP="005B0461">
      <w:r>
        <w:t>171.5721</w:t>
      </w:r>
      <w:r>
        <w:tab/>
        <w:t>2.025e0</w:t>
      </w:r>
    </w:p>
    <w:p w:rsidR="005B0461" w:rsidRDefault="005B0461" w:rsidP="005B0461">
      <w:r>
        <w:t>171.5738</w:t>
      </w:r>
      <w:r>
        <w:tab/>
        <w:t>2.025e0</w:t>
      </w:r>
    </w:p>
    <w:p w:rsidR="005B0461" w:rsidRDefault="005B0461" w:rsidP="005B0461">
      <w:r>
        <w:t>171.5895</w:t>
      </w:r>
      <w:r>
        <w:tab/>
        <w:t>2.025e0</w:t>
      </w:r>
    </w:p>
    <w:p w:rsidR="005B0461" w:rsidRDefault="005B0461" w:rsidP="005B0461">
      <w:r>
        <w:t>171.5966</w:t>
      </w:r>
      <w:r>
        <w:tab/>
        <w:t>2.025e0</w:t>
      </w:r>
    </w:p>
    <w:p w:rsidR="005B0461" w:rsidRDefault="005B0461" w:rsidP="005B0461">
      <w:r>
        <w:t>171.6048</w:t>
      </w:r>
      <w:r>
        <w:tab/>
        <w:t>1.013e0</w:t>
      </w:r>
    </w:p>
    <w:p w:rsidR="005B0461" w:rsidRDefault="005B0461" w:rsidP="005B0461">
      <w:r>
        <w:t>171.6115</w:t>
      </w:r>
      <w:r>
        <w:tab/>
        <w:t>1.013e0</w:t>
      </w:r>
    </w:p>
    <w:p w:rsidR="005B0461" w:rsidRDefault="005B0461" w:rsidP="005B0461">
      <w:r>
        <w:t>171.6218</w:t>
      </w:r>
      <w:r>
        <w:tab/>
        <w:t>1.013e0</w:t>
      </w:r>
    </w:p>
    <w:p w:rsidR="005B0461" w:rsidRDefault="005B0461" w:rsidP="005B0461">
      <w:r>
        <w:t>171.6434</w:t>
      </w:r>
      <w:r>
        <w:tab/>
        <w:t>4.051e0</w:t>
      </w:r>
    </w:p>
    <w:p w:rsidR="005B0461" w:rsidRDefault="005B0461" w:rsidP="005B0461">
      <w:r>
        <w:t>171.6571</w:t>
      </w:r>
      <w:r>
        <w:tab/>
        <w:t>1.013e0</w:t>
      </w:r>
    </w:p>
    <w:p w:rsidR="005B0461" w:rsidRDefault="005B0461" w:rsidP="005B0461">
      <w:r>
        <w:t>171.6662</w:t>
      </w:r>
      <w:r>
        <w:tab/>
        <w:t>1.394e0</w:t>
      </w:r>
    </w:p>
    <w:p w:rsidR="005B0461" w:rsidRDefault="005B0461" w:rsidP="005B0461">
      <w:r>
        <w:t>171.6711</w:t>
      </w:r>
      <w:r>
        <w:tab/>
        <w:t>1.013e0</w:t>
      </w:r>
    </w:p>
    <w:p w:rsidR="005B0461" w:rsidRDefault="005B0461" w:rsidP="005B0461">
      <w:r>
        <w:t>171.6817</w:t>
      </w:r>
      <w:r>
        <w:tab/>
        <w:t>1.013e0</w:t>
      </w:r>
    </w:p>
    <w:p w:rsidR="005B0461" w:rsidRDefault="005B0461" w:rsidP="005B0461">
      <w:r>
        <w:t>171.6907</w:t>
      </w:r>
      <w:r>
        <w:tab/>
        <w:t>3.038e0</w:t>
      </w:r>
    </w:p>
    <w:p w:rsidR="005B0461" w:rsidRDefault="005B0461" w:rsidP="005B0461">
      <w:r>
        <w:t>171.6958</w:t>
      </w:r>
      <w:r>
        <w:tab/>
        <w:t>1.013e0</w:t>
      </w:r>
    </w:p>
    <w:p w:rsidR="005B0461" w:rsidRDefault="005B0461" w:rsidP="005B0461">
      <w:r>
        <w:t>171.7129</w:t>
      </w:r>
      <w:r>
        <w:tab/>
        <w:t>1.013e0</w:t>
      </w:r>
    </w:p>
    <w:p w:rsidR="005B0461" w:rsidRDefault="005B0461" w:rsidP="005B0461">
      <w:r>
        <w:t>171.7438</w:t>
      </w:r>
      <w:r>
        <w:tab/>
        <w:t>1.013e0</w:t>
      </w:r>
    </w:p>
    <w:p w:rsidR="005B0461" w:rsidRDefault="005B0461" w:rsidP="005B0461">
      <w:r>
        <w:t>171.7473</w:t>
      </w:r>
      <w:r>
        <w:tab/>
        <w:t>1.013e0</w:t>
      </w:r>
    </w:p>
    <w:p w:rsidR="005B0461" w:rsidRDefault="005B0461" w:rsidP="005B0461">
      <w:r>
        <w:t>171.7685</w:t>
      </w:r>
      <w:r>
        <w:tab/>
        <w:t>2.025e0</w:t>
      </w:r>
    </w:p>
    <w:p w:rsidR="005B0461" w:rsidRDefault="005B0461" w:rsidP="005B0461">
      <w:r>
        <w:lastRenderedPageBreak/>
        <w:t>171.7755</w:t>
      </w:r>
      <w:r>
        <w:tab/>
        <w:t>1.013e0</w:t>
      </w:r>
    </w:p>
    <w:p w:rsidR="005B0461" w:rsidRDefault="005B0461" w:rsidP="005B0461">
      <w:r>
        <w:t>171.7825</w:t>
      </w:r>
      <w:r>
        <w:tab/>
        <w:t>2.025e0</w:t>
      </w:r>
    </w:p>
    <w:p w:rsidR="005B0461" w:rsidRDefault="005B0461" w:rsidP="005B0461">
      <w:r>
        <w:t>171.8108</w:t>
      </w:r>
      <w:r>
        <w:tab/>
        <w:t>1.013e0</w:t>
      </w:r>
    </w:p>
    <w:p w:rsidR="005B0461" w:rsidRDefault="005B0461" w:rsidP="005B0461">
      <w:r>
        <w:t>171.8313</w:t>
      </w:r>
      <w:r>
        <w:tab/>
        <w:t>2.025e0</w:t>
      </w:r>
    </w:p>
    <w:p w:rsidR="005B0461" w:rsidRDefault="005B0461" w:rsidP="005B0461">
      <w:r>
        <w:t>171.8516</w:t>
      </w:r>
      <w:r>
        <w:tab/>
        <w:t>2.025e0</w:t>
      </w:r>
    </w:p>
    <w:p w:rsidR="005B0461" w:rsidRDefault="005B0461" w:rsidP="005B0461">
      <w:r>
        <w:t>171.8792</w:t>
      </w:r>
      <w:r>
        <w:tab/>
        <w:t>4.051e0</w:t>
      </w:r>
    </w:p>
    <w:p w:rsidR="005B0461" w:rsidRDefault="005B0461" w:rsidP="005B0461">
      <w:r>
        <w:t>171.9151</w:t>
      </w:r>
      <w:r>
        <w:tab/>
        <w:t>2.025e0</w:t>
      </w:r>
    </w:p>
    <w:p w:rsidR="005B0461" w:rsidRDefault="005B0461" w:rsidP="005B0461">
      <w:r>
        <w:t>171.9361</w:t>
      </w:r>
      <w:r>
        <w:tab/>
        <w:t>1.013e0</w:t>
      </w:r>
    </w:p>
    <w:p w:rsidR="005B0461" w:rsidRDefault="005B0461" w:rsidP="005B0461">
      <w:r>
        <w:t>171.9429</w:t>
      </w:r>
      <w:r>
        <w:tab/>
        <w:t>1.013e0</w:t>
      </w:r>
    </w:p>
    <w:p w:rsidR="005B0461" w:rsidRDefault="005B0461" w:rsidP="005B0461">
      <w:r>
        <w:t>171.9463</w:t>
      </w:r>
      <w:r>
        <w:tab/>
        <w:t>1.013e0</w:t>
      </w:r>
    </w:p>
    <w:p w:rsidR="005B0461" w:rsidRDefault="005B0461" w:rsidP="005B0461">
      <w:r>
        <w:t>171.9598</w:t>
      </w:r>
      <w:r>
        <w:tab/>
        <w:t>1.013e0</w:t>
      </w:r>
    </w:p>
    <w:p w:rsidR="005B0461" w:rsidRDefault="005B0461" w:rsidP="005B0461">
      <w:r>
        <w:t>171.9628</w:t>
      </w:r>
      <w:r>
        <w:tab/>
        <w:t>2.843e0</w:t>
      </w:r>
    </w:p>
    <w:p w:rsidR="005B0461" w:rsidRDefault="005B0461" w:rsidP="005B0461">
      <w:r>
        <w:t>171.9772</w:t>
      </w:r>
      <w:r>
        <w:tab/>
        <w:t>1.013e0</w:t>
      </w:r>
    </w:p>
    <w:p w:rsidR="005B0461" w:rsidRDefault="005B0461" w:rsidP="005B0461">
      <w:r>
        <w:t>171.9861</w:t>
      </w:r>
      <w:r>
        <w:tab/>
        <w:t>2.025e0</w:t>
      </w:r>
    </w:p>
    <w:p w:rsidR="005B0461" w:rsidRDefault="005B0461" w:rsidP="005B0461">
      <w:r>
        <w:t>172.0019</w:t>
      </w:r>
      <w:r>
        <w:tab/>
        <w:t>2.025e0</w:t>
      </w:r>
    </w:p>
    <w:p w:rsidR="005B0461" w:rsidRDefault="005B0461" w:rsidP="005B0461">
      <w:r>
        <w:t>172.0090</w:t>
      </w:r>
      <w:r>
        <w:tab/>
        <w:t>1.013e0</w:t>
      </w:r>
    </w:p>
    <w:p w:rsidR="005B0461" w:rsidRDefault="005B0461" w:rsidP="005B0461">
      <w:r>
        <w:t>172.0354</w:t>
      </w:r>
      <w:r>
        <w:tab/>
        <w:t>1.824e0</w:t>
      </w:r>
    </w:p>
    <w:p w:rsidR="005B0461" w:rsidRDefault="005B0461" w:rsidP="005B0461">
      <w:r>
        <w:t>172.0615</w:t>
      </w:r>
      <w:r>
        <w:tab/>
        <w:t>1.020e0</w:t>
      </w:r>
    </w:p>
    <w:p w:rsidR="005B0461" w:rsidRDefault="005B0461" w:rsidP="005B0461">
      <w:r>
        <w:t>172.0672</w:t>
      </w:r>
      <w:r>
        <w:tab/>
        <w:t>2.799e0</w:t>
      </w:r>
    </w:p>
    <w:p w:rsidR="005B0461" w:rsidRDefault="005B0461" w:rsidP="005B0461">
      <w:r>
        <w:lastRenderedPageBreak/>
        <w:t>172.0716</w:t>
      </w:r>
      <w:r>
        <w:tab/>
        <w:t>5.859e0</w:t>
      </w:r>
    </w:p>
    <w:p w:rsidR="005B0461" w:rsidRDefault="005B0461" w:rsidP="005B0461">
      <w:r>
        <w:t>172.0740</w:t>
      </w:r>
      <w:r>
        <w:tab/>
        <w:t>5.344e0</w:t>
      </w:r>
    </w:p>
    <w:p w:rsidR="005B0461" w:rsidRDefault="005B0461" w:rsidP="005B0461">
      <w:r>
        <w:t>172.0940</w:t>
      </w:r>
      <w:r>
        <w:tab/>
        <w:t>2.516e0</w:t>
      </w:r>
    </w:p>
    <w:p w:rsidR="005B0461" w:rsidRDefault="005B0461" w:rsidP="005B0461">
      <w:r>
        <w:t>172.0957</w:t>
      </w:r>
      <w:r>
        <w:tab/>
        <w:t>5.843e0</w:t>
      </w:r>
    </w:p>
    <w:p w:rsidR="005B0461" w:rsidRDefault="005B0461" w:rsidP="005B0461">
      <w:r>
        <w:t>172.0984</w:t>
      </w:r>
      <w:r>
        <w:tab/>
        <w:t>5.589e0</w:t>
      </w:r>
    </w:p>
    <w:p w:rsidR="005B0461" w:rsidRDefault="005B0461" w:rsidP="005B0461">
      <w:r>
        <w:t>172.1344</w:t>
      </w:r>
      <w:r>
        <w:tab/>
        <w:t>3.478e0</w:t>
      </w:r>
    </w:p>
    <w:p w:rsidR="005B0461" w:rsidRDefault="005B0461" w:rsidP="005B0461">
      <w:r>
        <w:t>172.1370</w:t>
      </w:r>
      <w:r>
        <w:tab/>
        <w:t>2.853e1</w:t>
      </w:r>
    </w:p>
    <w:p w:rsidR="005B0461" w:rsidRDefault="005B0461" w:rsidP="005B0461">
      <w:r>
        <w:t>172.1460</w:t>
      </w:r>
      <w:r>
        <w:tab/>
        <w:t>4.142e0</w:t>
      </w:r>
    </w:p>
    <w:p w:rsidR="005B0461" w:rsidRDefault="005B0461" w:rsidP="005B0461">
      <w:r>
        <w:t>172.1602</w:t>
      </w:r>
      <w:r>
        <w:tab/>
        <w:t>3.038e0</w:t>
      </w:r>
    </w:p>
    <w:p w:rsidR="005B0461" w:rsidRDefault="005B0461" w:rsidP="005B0461">
      <w:r>
        <w:t>172.1743</w:t>
      </w:r>
      <w:r>
        <w:tab/>
        <w:t>3.038e0</w:t>
      </w:r>
    </w:p>
    <w:p w:rsidR="005B0461" w:rsidRDefault="005B0461" w:rsidP="005B0461">
      <w:r>
        <w:t>172.1833</w:t>
      </w:r>
      <w:r>
        <w:tab/>
        <w:t>1.013e0</w:t>
      </w:r>
    </w:p>
    <w:p w:rsidR="005B0461" w:rsidRDefault="005B0461" w:rsidP="005B0461">
      <w:r>
        <w:t>172.2179</w:t>
      </w:r>
      <w:r>
        <w:tab/>
        <w:t>1.013e0</w:t>
      </w:r>
    </w:p>
    <w:p w:rsidR="005B0461" w:rsidRDefault="005B0461" w:rsidP="005B0461">
      <w:r>
        <w:t>172.2214</w:t>
      </w:r>
      <w:r>
        <w:tab/>
        <w:t>1.013e0</w:t>
      </w:r>
    </w:p>
    <w:p w:rsidR="005B0461" w:rsidRDefault="005B0461" w:rsidP="005B0461">
      <w:r>
        <w:t>172.2566</w:t>
      </w:r>
      <w:r>
        <w:tab/>
        <w:t>2.025e0</w:t>
      </w:r>
    </w:p>
    <w:p w:rsidR="005B0461" w:rsidRDefault="005B0461" w:rsidP="005B0461">
      <w:r>
        <w:t>172.2619</w:t>
      </w:r>
      <w:r>
        <w:tab/>
        <w:t>2.025e0</w:t>
      </w:r>
    </w:p>
    <w:p w:rsidR="005B0461" w:rsidRDefault="005B0461" w:rsidP="005B0461">
      <w:r>
        <w:t>172.2951</w:t>
      </w:r>
      <w:r>
        <w:tab/>
        <w:t>1.013e0</w:t>
      </w:r>
    </w:p>
    <w:p w:rsidR="005B0461" w:rsidRDefault="005B0461" w:rsidP="005B0461">
      <w:r>
        <w:t>172.3068</w:t>
      </w:r>
      <w:r>
        <w:tab/>
        <w:t>2.025e0</w:t>
      </w:r>
    </w:p>
    <w:p w:rsidR="005B0461" w:rsidRDefault="005B0461" w:rsidP="005B0461">
      <w:r>
        <w:t>172.3258</w:t>
      </w:r>
      <w:r>
        <w:tab/>
        <w:t>1.013e0</w:t>
      </w:r>
    </w:p>
    <w:p w:rsidR="005B0461" w:rsidRDefault="005B0461" w:rsidP="005B0461">
      <w:r>
        <w:t>172.3294</w:t>
      </w:r>
      <w:r>
        <w:tab/>
        <w:t>1.013e0</w:t>
      </w:r>
    </w:p>
    <w:p w:rsidR="005B0461" w:rsidRDefault="005B0461" w:rsidP="005B0461">
      <w:r>
        <w:lastRenderedPageBreak/>
        <w:t>172.3506</w:t>
      </w:r>
      <w:r>
        <w:tab/>
        <w:t>3.038e0</w:t>
      </w:r>
    </w:p>
    <w:p w:rsidR="005B0461" w:rsidRDefault="005B0461" w:rsidP="005B0461">
      <w:r>
        <w:t>172.3664</w:t>
      </w:r>
      <w:r>
        <w:tab/>
        <w:t>2.025e0</w:t>
      </w:r>
    </w:p>
    <w:p w:rsidR="005B0461" w:rsidRDefault="005B0461" w:rsidP="005B0461">
      <w:r>
        <w:t>172.3752</w:t>
      </w:r>
      <w:r>
        <w:tab/>
        <w:t>2.025e0</w:t>
      </w:r>
    </w:p>
    <w:p w:rsidR="005B0461" w:rsidRDefault="005B0461" w:rsidP="005B0461">
      <w:r>
        <w:t>172.4001</w:t>
      </w:r>
      <w:r>
        <w:tab/>
        <w:t>2.025e0</w:t>
      </w:r>
    </w:p>
    <w:p w:rsidR="005B0461" w:rsidRDefault="005B0461" w:rsidP="005B0461">
      <w:r>
        <w:t>172.4104</w:t>
      </w:r>
      <w:r>
        <w:tab/>
        <w:t>1.013e0</w:t>
      </w:r>
    </w:p>
    <w:p w:rsidR="005B0461" w:rsidRDefault="005B0461" w:rsidP="005B0461">
      <w:r>
        <w:t>172.4120</w:t>
      </w:r>
      <w:r>
        <w:tab/>
        <w:t>2.025e0</w:t>
      </w:r>
    </w:p>
    <w:p w:rsidR="005B0461" w:rsidRDefault="005B0461" w:rsidP="005B0461">
      <w:r>
        <w:t>172.4240</w:t>
      </w:r>
      <w:r>
        <w:tab/>
        <w:t>1.013e0</w:t>
      </w:r>
    </w:p>
    <w:p w:rsidR="005B0461" w:rsidRDefault="005B0461" w:rsidP="005B0461">
      <w:r>
        <w:t>172.4533</w:t>
      </w:r>
      <w:r>
        <w:tab/>
        <w:t>2.025e0</w:t>
      </w:r>
    </w:p>
    <w:p w:rsidR="005B0461" w:rsidRDefault="005B0461" w:rsidP="005B0461">
      <w:r>
        <w:t>172.4727</w:t>
      </w:r>
      <w:r>
        <w:tab/>
        <w:t>2.025e0</w:t>
      </w:r>
    </w:p>
    <w:p w:rsidR="005B0461" w:rsidRDefault="005B0461" w:rsidP="005B0461">
      <w:r>
        <w:t>172.4877</w:t>
      </w:r>
      <w:r>
        <w:tab/>
        <w:t>3.038e0</w:t>
      </w:r>
    </w:p>
    <w:p w:rsidR="005B0461" w:rsidRDefault="005B0461" w:rsidP="005B0461">
      <w:r>
        <w:t>172.4903</w:t>
      </w:r>
      <w:r>
        <w:tab/>
        <w:t>2.025e0</w:t>
      </w:r>
    </w:p>
    <w:p w:rsidR="005B0461" w:rsidRDefault="005B0461" w:rsidP="005B0461">
      <w:r>
        <w:t>172.4939</w:t>
      </w:r>
      <w:r>
        <w:tab/>
        <w:t>1.013e0</w:t>
      </w:r>
    </w:p>
    <w:p w:rsidR="005B0461" w:rsidRDefault="005B0461" w:rsidP="005B0461">
      <w:r>
        <w:t>172.5292</w:t>
      </w:r>
      <w:r>
        <w:tab/>
        <w:t>1.013e0</w:t>
      </w:r>
    </w:p>
    <w:p w:rsidR="005B0461" w:rsidRDefault="005B0461" w:rsidP="005B0461">
      <w:r>
        <w:t>172.5359</w:t>
      </w:r>
      <w:r>
        <w:tab/>
        <w:t>1.013e0</w:t>
      </w:r>
    </w:p>
    <w:p w:rsidR="005B0461" w:rsidRDefault="005B0461" w:rsidP="005B0461">
      <w:r>
        <w:t>172.5512</w:t>
      </w:r>
      <w:r>
        <w:tab/>
        <w:t>2.025e0</w:t>
      </w:r>
    </w:p>
    <w:p w:rsidR="005B0461" w:rsidRDefault="005B0461" w:rsidP="005B0461">
      <w:r>
        <w:t>172.5543</w:t>
      </w:r>
      <w:r>
        <w:tab/>
        <w:t>2.025e0</w:t>
      </w:r>
    </w:p>
    <w:p w:rsidR="005B0461" w:rsidRDefault="005B0461" w:rsidP="005B0461">
      <w:r>
        <w:t>172.5563</w:t>
      </w:r>
      <w:r>
        <w:tab/>
        <w:t>1.013e0</w:t>
      </w:r>
    </w:p>
    <w:p w:rsidR="005B0461" w:rsidRDefault="005B0461" w:rsidP="005B0461">
      <w:r>
        <w:t>172.5790</w:t>
      </w:r>
      <w:r>
        <w:tab/>
        <w:t>2.025e0</w:t>
      </w:r>
    </w:p>
    <w:p w:rsidR="005B0461" w:rsidRDefault="005B0461" w:rsidP="005B0461">
      <w:r>
        <w:t>172.5920</w:t>
      </w:r>
      <w:r>
        <w:tab/>
        <w:t>4.051e0</w:t>
      </w:r>
    </w:p>
    <w:p w:rsidR="005B0461" w:rsidRDefault="005B0461" w:rsidP="005B0461">
      <w:r>
        <w:lastRenderedPageBreak/>
        <w:t>172.5967</w:t>
      </w:r>
      <w:r>
        <w:tab/>
        <w:t>2.025e0</w:t>
      </w:r>
    </w:p>
    <w:p w:rsidR="005B0461" w:rsidRDefault="005B0461" w:rsidP="005B0461">
      <w:r>
        <w:t>172.6020</w:t>
      </w:r>
      <w:r>
        <w:tab/>
        <w:t>2.025e0</w:t>
      </w:r>
    </w:p>
    <w:p w:rsidR="005B0461" w:rsidRDefault="005B0461" w:rsidP="005B0461">
      <w:r>
        <w:t>172.6231</w:t>
      </w:r>
      <w:r>
        <w:tab/>
        <w:t>3.038e0</w:t>
      </w:r>
    </w:p>
    <w:p w:rsidR="005B0461" w:rsidRDefault="005B0461" w:rsidP="005B0461">
      <w:r>
        <w:t>172.6373</w:t>
      </w:r>
      <w:r>
        <w:tab/>
        <w:t>1.013e0</w:t>
      </w:r>
    </w:p>
    <w:p w:rsidR="005B0461" w:rsidRDefault="005B0461" w:rsidP="005B0461">
      <w:r>
        <w:t>172.6582</w:t>
      </w:r>
      <w:r>
        <w:tab/>
        <w:t>1.013e0</w:t>
      </w:r>
    </w:p>
    <w:p w:rsidR="005B0461" w:rsidRDefault="005B0461" w:rsidP="005B0461">
      <w:r>
        <w:t>172.6649</w:t>
      </w:r>
      <w:r>
        <w:tab/>
        <w:t>1.013e0</w:t>
      </w:r>
    </w:p>
    <w:p w:rsidR="005B0461" w:rsidRDefault="005B0461" w:rsidP="005B0461">
      <w:r>
        <w:t>172.6785</w:t>
      </w:r>
      <w:r>
        <w:tab/>
        <w:t>1.013e0</w:t>
      </w:r>
    </w:p>
    <w:p w:rsidR="005B0461" w:rsidRDefault="005B0461" w:rsidP="005B0461">
      <w:r>
        <w:t>172.6995</w:t>
      </w:r>
      <w:r>
        <w:tab/>
        <w:t>1.013e0</w:t>
      </w:r>
    </w:p>
    <w:p w:rsidR="005B0461" w:rsidRDefault="005B0461" w:rsidP="005B0461">
      <w:r>
        <w:t>172.7030</w:t>
      </w:r>
      <w:r>
        <w:tab/>
        <w:t>2.025e0</w:t>
      </w:r>
    </w:p>
    <w:p w:rsidR="005B0461" w:rsidRDefault="005B0461" w:rsidP="005B0461">
      <w:r>
        <w:t>172.7207</w:t>
      </w:r>
      <w:r>
        <w:tab/>
        <w:t>1.013e0</w:t>
      </w:r>
    </w:p>
    <w:p w:rsidR="005B0461" w:rsidRDefault="005B0461" w:rsidP="005B0461">
      <w:r>
        <w:t>172.7489</w:t>
      </w:r>
      <w:r>
        <w:tab/>
        <w:t>1.013e0</w:t>
      </w:r>
    </w:p>
    <w:p w:rsidR="005B0461" w:rsidRDefault="005B0461" w:rsidP="005B0461">
      <w:r>
        <w:t>172.7701</w:t>
      </w:r>
      <w:r>
        <w:tab/>
        <w:t>1.013e0</w:t>
      </w:r>
    </w:p>
    <w:p w:rsidR="005B0461" w:rsidRDefault="005B0461" w:rsidP="005B0461">
      <w:r>
        <w:t>172.7770</w:t>
      </w:r>
      <w:r>
        <w:tab/>
        <w:t>2.025e0</w:t>
      </w:r>
    </w:p>
    <w:p w:rsidR="005B0461" w:rsidRDefault="005B0461" w:rsidP="005B0461">
      <w:r>
        <w:t>172.7873</w:t>
      </w:r>
      <w:r>
        <w:tab/>
        <w:t>2.025e0</w:t>
      </w:r>
    </w:p>
    <w:p w:rsidR="005B0461" w:rsidRDefault="005B0461" w:rsidP="005B0461">
      <w:r>
        <w:t>172.7940</w:t>
      </w:r>
      <w:r>
        <w:tab/>
        <w:t>1.013e0</w:t>
      </w:r>
    </w:p>
    <w:p w:rsidR="005B0461" w:rsidRDefault="005B0461" w:rsidP="005B0461">
      <w:r>
        <w:t>172.8042</w:t>
      </w:r>
      <w:r>
        <w:tab/>
        <w:t>1.013e0</w:t>
      </w:r>
    </w:p>
    <w:p w:rsidR="005B0461" w:rsidRDefault="005B0461" w:rsidP="005B0461">
      <w:r>
        <w:t>172.8059</w:t>
      </w:r>
      <w:r>
        <w:tab/>
        <w:t>3.038e0</w:t>
      </w:r>
    </w:p>
    <w:p w:rsidR="005B0461" w:rsidRDefault="005B0461" w:rsidP="005B0461">
      <w:r>
        <w:t>172.8782</w:t>
      </w:r>
      <w:r>
        <w:tab/>
        <w:t>1.013e0</w:t>
      </w:r>
    </w:p>
    <w:p w:rsidR="005B0461" w:rsidRDefault="005B0461" w:rsidP="005B0461">
      <w:r>
        <w:t>172.8960</w:t>
      </w:r>
      <w:r>
        <w:tab/>
        <w:t>1.013e0</w:t>
      </w:r>
    </w:p>
    <w:p w:rsidR="005B0461" w:rsidRDefault="005B0461" w:rsidP="005B0461">
      <w:r>
        <w:lastRenderedPageBreak/>
        <w:t>172.9096</w:t>
      </w:r>
      <w:r>
        <w:tab/>
        <w:t>1.013e0</w:t>
      </w:r>
    </w:p>
    <w:p w:rsidR="005B0461" w:rsidRDefault="005B0461" w:rsidP="005B0461">
      <w:r>
        <w:t>172.9294</w:t>
      </w:r>
      <w:r>
        <w:tab/>
        <w:t>4.051e0</w:t>
      </w:r>
    </w:p>
    <w:p w:rsidR="005B0461" w:rsidRDefault="005B0461" w:rsidP="005B0461">
      <w:r>
        <w:t>172.9335</w:t>
      </w:r>
      <w:r>
        <w:tab/>
        <w:t>3.038e0</w:t>
      </w:r>
    </w:p>
    <w:p w:rsidR="005B0461" w:rsidRDefault="005B0461" w:rsidP="005B0461">
      <w:r>
        <w:t>172.9511</w:t>
      </w:r>
      <w:r>
        <w:tab/>
        <w:t>1.013e0</w:t>
      </w:r>
    </w:p>
    <w:p w:rsidR="005B0461" w:rsidRDefault="005B0461" w:rsidP="005B0461">
      <w:r>
        <w:t>172.9582</w:t>
      </w:r>
      <w:r>
        <w:tab/>
        <w:t>2.025e0</w:t>
      </w:r>
    </w:p>
    <w:p w:rsidR="005B0461" w:rsidRDefault="005B0461" w:rsidP="005B0461">
      <w:r>
        <w:t>172.9758</w:t>
      </w:r>
      <w:r>
        <w:tab/>
        <w:t>1.013e0</w:t>
      </w:r>
    </w:p>
    <w:p w:rsidR="005B0461" w:rsidRDefault="005B0461" w:rsidP="005B0461">
      <w:r>
        <w:t>172.9881</w:t>
      </w:r>
      <w:r>
        <w:tab/>
        <w:t>2.025e0</w:t>
      </w:r>
    </w:p>
    <w:p w:rsidR="005B0461" w:rsidRDefault="005B0461" w:rsidP="005B0461">
      <w:r>
        <w:t>172.9899</w:t>
      </w:r>
      <w:r>
        <w:tab/>
        <w:t>1.013e0</w:t>
      </w:r>
    </w:p>
    <w:p w:rsidR="005B0461" w:rsidRDefault="005B0461" w:rsidP="005B0461">
      <w:r>
        <w:t>173.0238</w:t>
      </w:r>
      <w:r>
        <w:tab/>
        <w:t>3.038e0</w:t>
      </w:r>
    </w:p>
    <w:p w:rsidR="005B0461" w:rsidRDefault="005B0461" w:rsidP="005B0461">
      <w:r>
        <w:t>173.0315</w:t>
      </w:r>
      <w:r>
        <w:tab/>
        <w:t>1.400e1</w:t>
      </w:r>
    </w:p>
    <w:p w:rsidR="005B0461" w:rsidRDefault="005B0461" w:rsidP="005B0461">
      <w:r>
        <w:t>173.0420</w:t>
      </w:r>
      <w:r>
        <w:tab/>
        <w:t>3.741e0</w:t>
      </w:r>
    </w:p>
    <w:p w:rsidR="005B0461" w:rsidRDefault="005B0461" w:rsidP="005B0461">
      <w:r>
        <w:t>173.0508</w:t>
      </w:r>
      <w:r>
        <w:tab/>
        <w:t>1.721e0</w:t>
      </w:r>
    </w:p>
    <w:p w:rsidR="005B0461" w:rsidRDefault="005B0461" w:rsidP="005B0461">
      <w:r>
        <w:t>173.0726</w:t>
      </w:r>
      <w:r>
        <w:tab/>
        <w:t>3.272e0</w:t>
      </w:r>
    </w:p>
    <w:p w:rsidR="005B0461" w:rsidRDefault="005B0461" w:rsidP="005B0461">
      <w:r>
        <w:t>173.0761</w:t>
      </w:r>
      <w:r>
        <w:tab/>
        <w:t>2.832e0</w:t>
      </w:r>
    </w:p>
    <w:p w:rsidR="005B0461" w:rsidRDefault="005B0461" w:rsidP="005B0461">
      <w:r>
        <w:t>173.0831</w:t>
      </w:r>
      <w:r>
        <w:tab/>
        <w:t>2.495e0</w:t>
      </w:r>
    </w:p>
    <w:p w:rsidR="005B0461" w:rsidRDefault="005B0461" w:rsidP="005B0461">
      <w:r>
        <w:t>173.0862</w:t>
      </w:r>
      <w:r>
        <w:tab/>
        <w:t>4.299e0</w:t>
      </w:r>
    </w:p>
    <w:p w:rsidR="005B0461" w:rsidRDefault="005B0461" w:rsidP="005B0461">
      <w:r>
        <w:t>173.1286</w:t>
      </w:r>
      <w:r>
        <w:tab/>
        <w:t>1.605e1</w:t>
      </w:r>
    </w:p>
    <w:p w:rsidR="005B0461" w:rsidRDefault="005B0461" w:rsidP="005B0461">
      <w:r>
        <w:t>173.1308</w:t>
      </w:r>
      <w:r>
        <w:tab/>
        <w:t>8.813e1</w:t>
      </w:r>
    </w:p>
    <w:p w:rsidR="005B0461" w:rsidRDefault="005B0461" w:rsidP="005B0461">
      <w:r>
        <w:t>173.1613</w:t>
      </w:r>
      <w:r>
        <w:tab/>
        <w:t>2.025e0</w:t>
      </w:r>
    </w:p>
    <w:p w:rsidR="005B0461" w:rsidRDefault="005B0461" w:rsidP="005B0461">
      <w:r>
        <w:lastRenderedPageBreak/>
        <w:t>173.1681</w:t>
      </w:r>
      <w:r>
        <w:tab/>
        <w:t>1.013e0</w:t>
      </w:r>
    </w:p>
    <w:p w:rsidR="005B0461" w:rsidRDefault="005B0461" w:rsidP="005B0461">
      <w:r>
        <w:t>173.1852</w:t>
      </w:r>
      <w:r>
        <w:tab/>
        <w:t>1.013e0</w:t>
      </w:r>
    </w:p>
    <w:p w:rsidR="005B0461" w:rsidRDefault="005B0461" w:rsidP="005B0461">
      <w:r>
        <w:t>173.1908</w:t>
      </w:r>
      <w:r>
        <w:tab/>
        <w:t>8.101e0</w:t>
      </w:r>
    </w:p>
    <w:p w:rsidR="005B0461" w:rsidRDefault="005B0461" w:rsidP="005B0461">
      <w:r>
        <w:t>173.2081</w:t>
      </w:r>
      <w:r>
        <w:tab/>
        <w:t>2.025e0</w:t>
      </w:r>
    </w:p>
    <w:p w:rsidR="005B0461" w:rsidRDefault="005B0461" w:rsidP="005B0461">
      <w:r>
        <w:t>173.2240</w:t>
      </w:r>
      <w:r>
        <w:tab/>
        <w:t>2.025e0</w:t>
      </w:r>
    </w:p>
    <w:p w:rsidR="005B0461" w:rsidRDefault="005B0461" w:rsidP="005B0461">
      <w:r>
        <w:t>173.2276</w:t>
      </w:r>
      <w:r>
        <w:tab/>
        <w:t>1.013e0</w:t>
      </w:r>
    </w:p>
    <w:p w:rsidR="005B0461" w:rsidRDefault="005B0461" w:rsidP="005B0461">
      <w:r>
        <w:t>173.2416</w:t>
      </w:r>
      <w:r>
        <w:tab/>
        <w:t>1.013e0</w:t>
      </w:r>
    </w:p>
    <w:p w:rsidR="005B0461" w:rsidRDefault="005B0461" w:rsidP="005B0461">
      <w:r>
        <w:t>173.2524</w:t>
      </w:r>
      <w:r>
        <w:tab/>
        <w:t>5.063e0</w:t>
      </w:r>
    </w:p>
    <w:p w:rsidR="005B0461" w:rsidRDefault="005B0461" w:rsidP="005B0461">
      <w:r>
        <w:t>173.2771</w:t>
      </w:r>
      <w:r>
        <w:tab/>
        <w:t>3.038e0</w:t>
      </w:r>
    </w:p>
    <w:p w:rsidR="005B0461" w:rsidRDefault="005B0461" w:rsidP="005B0461">
      <w:r>
        <w:t>173.2805</w:t>
      </w:r>
      <w:r>
        <w:tab/>
        <w:t>2.025e0</w:t>
      </w:r>
    </w:p>
    <w:p w:rsidR="005B0461" w:rsidRDefault="005B0461" w:rsidP="005B0461">
      <w:r>
        <w:t>173.3043</w:t>
      </w:r>
      <w:r>
        <w:tab/>
        <w:t>3.038e0</w:t>
      </w:r>
    </w:p>
    <w:p w:rsidR="005B0461" w:rsidRDefault="005B0461" w:rsidP="005B0461">
      <w:r>
        <w:t>173.3077</w:t>
      </w:r>
      <w:r>
        <w:tab/>
        <w:t>1.013e0</w:t>
      </w:r>
    </w:p>
    <w:p w:rsidR="005B0461" w:rsidRDefault="005B0461" w:rsidP="005B0461">
      <w:r>
        <w:t>173.3180</w:t>
      </w:r>
      <w:r>
        <w:tab/>
        <w:t>1.013e0</w:t>
      </w:r>
    </w:p>
    <w:p w:rsidR="005B0461" w:rsidRDefault="005B0461" w:rsidP="005B0461">
      <w:r>
        <w:t>173.3251</w:t>
      </w:r>
      <w:r>
        <w:tab/>
        <w:t>3.038e0</w:t>
      </w:r>
    </w:p>
    <w:p w:rsidR="005B0461" w:rsidRDefault="005B0461" w:rsidP="005B0461">
      <w:r>
        <w:t>173.3340</w:t>
      </w:r>
      <w:r>
        <w:tab/>
        <w:t>2.025e0</w:t>
      </w:r>
    </w:p>
    <w:p w:rsidR="005B0461" w:rsidRDefault="005B0461" w:rsidP="005B0461">
      <w:r>
        <w:t>173.3552</w:t>
      </w:r>
      <w:r>
        <w:tab/>
        <w:t>2.025e0</w:t>
      </w:r>
    </w:p>
    <w:p w:rsidR="005B0461" w:rsidRDefault="005B0461" w:rsidP="005B0461">
      <w:r>
        <w:t>173.3570</w:t>
      </w:r>
      <w:r>
        <w:tab/>
        <w:t>2.025e0</w:t>
      </w:r>
    </w:p>
    <w:p w:rsidR="005B0461" w:rsidRDefault="005B0461" w:rsidP="005B0461">
      <w:r>
        <w:t>173.3888</w:t>
      </w:r>
      <w:r>
        <w:tab/>
        <w:t>1.013e0</w:t>
      </w:r>
    </w:p>
    <w:p w:rsidR="005B0461" w:rsidRDefault="005B0461" w:rsidP="005B0461">
      <w:r>
        <w:t>173.3923</w:t>
      </w:r>
      <w:r>
        <w:tab/>
        <w:t>1.013e0</w:t>
      </w:r>
    </w:p>
    <w:p w:rsidR="005B0461" w:rsidRDefault="005B0461" w:rsidP="005B0461">
      <w:r>
        <w:lastRenderedPageBreak/>
        <w:t>173.4168</w:t>
      </w:r>
      <w:r>
        <w:tab/>
        <w:t>1.013e0</w:t>
      </w:r>
    </w:p>
    <w:p w:rsidR="005B0461" w:rsidRDefault="005B0461" w:rsidP="005B0461">
      <w:r>
        <w:t>173.4202</w:t>
      </w:r>
      <w:r>
        <w:tab/>
        <w:t>2.025e0</w:t>
      </w:r>
    </w:p>
    <w:p w:rsidR="005B0461" w:rsidRDefault="005B0461" w:rsidP="005B0461">
      <w:r>
        <w:t>173.4617</w:t>
      </w:r>
      <w:r>
        <w:tab/>
        <w:t>1.013e0</w:t>
      </w:r>
    </w:p>
    <w:p w:rsidR="005B0461" w:rsidRDefault="005B0461" w:rsidP="005B0461">
      <w:r>
        <w:t>173.4900</w:t>
      </w:r>
      <w:r>
        <w:tab/>
        <w:t>1.013e0</w:t>
      </w:r>
    </w:p>
    <w:p w:rsidR="005B0461" w:rsidRDefault="005B0461" w:rsidP="005B0461">
      <w:r>
        <w:t>173.4971</w:t>
      </w:r>
      <w:r>
        <w:tab/>
        <w:t>2.025e0</w:t>
      </w:r>
    </w:p>
    <w:p w:rsidR="005B0461" w:rsidRDefault="005B0461" w:rsidP="005B0461">
      <w:r>
        <w:t>173.5112</w:t>
      </w:r>
      <w:r>
        <w:tab/>
        <w:t>1.013e0</w:t>
      </w:r>
    </w:p>
    <w:p w:rsidR="005B0461" w:rsidRDefault="005B0461" w:rsidP="005B0461">
      <w:r>
        <w:t>173.5218</w:t>
      </w:r>
      <w:r>
        <w:tab/>
        <w:t>1.013e0</w:t>
      </w:r>
    </w:p>
    <w:p w:rsidR="005B0461" w:rsidRDefault="005B0461" w:rsidP="005B0461">
      <w:r>
        <w:t>173.5565</w:t>
      </w:r>
      <w:r>
        <w:tab/>
        <w:t>1.013e0</w:t>
      </w:r>
    </w:p>
    <w:p w:rsidR="005B0461" w:rsidRDefault="005B0461" w:rsidP="005B0461">
      <w:r>
        <w:t>173.5634</w:t>
      </w:r>
      <w:r>
        <w:tab/>
        <w:t>2.025e0</w:t>
      </w:r>
    </w:p>
    <w:p w:rsidR="005B0461" w:rsidRDefault="005B0461" w:rsidP="005B0461">
      <w:r>
        <w:t>173.5841</w:t>
      </w:r>
      <w:r>
        <w:tab/>
        <w:t>2.025e0</w:t>
      </w:r>
    </w:p>
    <w:p w:rsidR="005B0461" w:rsidRDefault="005B0461" w:rsidP="005B0461">
      <w:r>
        <w:t>173.6056</w:t>
      </w:r>
      <w:r>
        <w:tab/>
        <w:t>4.051e0</w:t>
      </w:r>
    </w:p>
    <w:p w:rsidR="005B0461" w:rsidRDefault="005B0461" w:rsidP="005B0461">
      <w:r>
        <w:t>173.6196</w:t>
      </w:r>
      <w:r>
        <w:tab/>
        <w:t>1.013e0</w:t>
      </w:r>
    </w:p>
    <w:p w:rsidR="005B0461" w:rsidRDefault="005B0461" w:rsidP="005B0461">
      <w:r>
        <w:t>173.6549</w:t>
      </w:r>
      <w:r>
        <w:tab/>
        <w:t>1.013e0</w:t>
      </w:r>
    </w:p>
    <w:p w:rsidR="005B0461" w:rsidRDefault="005B0461" w:rsidP="005B0461">
      <w:r>
        <w:t>173.6585</w:t>
      </w:r>
      <w:r>
        <w:tab/>
        <w:t>1.013e0</w:t>
      </w:r>
    </w:p>
    <w:p w:rsidR="005B0461" w:rsidRDefault="005B0461" w:rsidP="005B0461">
      <w:r>
        <w:t>173.6813</w:t>
      </w:r>
      <w:r>
        <w:tab/>
        <w:t>2.025e0</w:t>
      </w:r>
    </w:p>
    <w:p w:rsidR="005B0461" w:rsidRDefault="005B0461" w:rsidP="005B0461">
      <w:r>
        <w:t>173.6828</w:t>
      </w:r>
      <w:r>
        <w:tab/>
        <w:t>1.013e0</w:t>
      </w:r>
    </w:p>
    <w:p w:rsidR="005B0461" w:rsidRDefault="005B0461" w:rsidP="005B0461">
      <w:r>
        <w:t>173.6896</w:t>
      </w:r>
      <w:r>
        <w:tab/>
        <w:t>1.013e0</w:t>
      </w:r>
    </w:p>
    <w:p w:rsidR="005B0461" w:rsidRDefault="005B0461" w:rsidP="005B0461">
      <w:r>
        <w:t>173.6930</w:t>
      </w:r>
      <w:r>
        <w:tab/>
        <w:t>1.013e0</w:t>
      </w:r>
    </w:p>
    <w:p w:rsidR="005B0461" w:rsidRDefault="005B0461" w:rsidP="005B0461">
      <w:r>
        <w:t>173.7032</w:t>
      </w:r>
      <w:r>
        <w:tab/>
        <w:t>1.013e0</w:t>
      </w:r>
    </w:p>
    <w:p w:rsidR="005B0461" w:rsidRDefault="005B0461" w:rsidP="005B0461">
      <w:r>
        <w:lastRenderedPageBreak/>
        <w:t>173.7085</w:t>
      </w:r>
      <w:r>
        <w:tab/>
        <w:t>2.025e0</w:t>
      </w:r>
    </w:p>
    <w:p w:rsidR="005B0461" w:rsidRDefault="005B0461" w:rsidP="005B0461">
      <w:r>
        <w:t>173.7101</w:t>
      </w:r>
      <w:r>
        <w:tab/>
        <w:t>1.013e0</w:t>
      </w:r>
    </w:p>
    <w:p w:rsidR="005B0461" w:rsidRDefault="005B0461" w:rsidP="005B0461">
      <w:r>
        <w:t>173.7297</w:t>
      </w:r>
      <w:r>
        <w:tab/>
        <w:t>2.025e0</w:t>
      </w:r>
    </w:p>
    <w:p w:rsidR="005B0461" w:rsidRDefault="005B0461" w:rsidP="005B0461">
      <w:r>
        <w:t>173.7509</w:t>
      </w:r>
      <w:r>
        <w:tab/>
        <w:t>2.025e0</w:t>
      </w:r>
    </w:p>
    <w:p w:rsidR="005B0461" w:rsidRDefault="005B0461" w:rsidP="005B0461">
      <w:r>
        <w:t>173.7527</w:t>
      </w:r>
      <w:r>
        <w:tab/>
        <w:t>1.013e0</w:t>
      </w:r>
    </w:p>
    <w:p w:rsidR="005B0461" w:rsidRDefault="005B0461" w:rsidP="005B0461">
      <w:r>
        <w:t>173.7562</w:t>
      </w:r>
      <w:r>
        <w:tab/>
        <w:t>3.038e0</w:t>
      </w:r>
    </w:p>
    <w:p w:rsidR="005B0461" w:rsidRDefault="005B0461" w:rsidP="005B0461">
      <w:r>
        <w:t>173.7703</w:t>
      </w:r>
      <w:r>
        <w:tab/>
        <w:t>1.013e0</w:t>
      </w:r>
    </w:p>
    <w:p w:rsidR="005B0461" w:rsidRDefault="005B0461" w:rsidP="005B0461">
      <w:r>
        <w:t>173.7827</w:t>
      </w:r>
      <w:r>
        <w:tab/>
        <w:t>2.025e0</w:t>
      </w:r>
    </w:p>
    <w:p w:rsidR="005B0461" w:rsidRDefault="005B0461" w:rsidP="005B0461">
      <w:r>
        <w:t>173.7987</w:t>
      </w:r>
      <w:r>
        <w:tab/>
        <w:t>1.013e0</w:t>
      </w:r>
    </w:p>
    <w:p w:rsidR="005B0461" w:rsidRDefault="005B0461" w:rsidP="005B0461">
      <w:r>
        <w:t>173.8022</w:t>
      </w:r>
      <w:r>
        <w:tab/>
        <w:t>1.013e0</w:t>
      </w:r>
    </w:p>
    <w:p w:rsidR="005B0461" w:rsidRDefault="005B0461" w:rsidP="005B0461">
      <w:r>
        <w:t>173.8193</w:t>
      </w:r>
      <w:r>
        <w:tab/>
        <w:t>1.013e0</w:t>
      </w:r>
    </w:p>
    <w:p w:rsidR="005B0461" w:rsidRDefault="005B0461" w:rsidP="005B0461">
      <w:r>
        <w:t>173.8260</w:t>
      </w:r>
      <w:r>
        <w:tab/>
        <w:t>2.025e0</w:t>
      </w:r>
    </w:p>
    <w:p w:rsidR="005B0461" w:rsidRDefault="005B0461" w:rsidP="005B0461">
      <w:r>
        <w:t>173.8344</w:t>
      </w:r>
      <w:r>
        <w:tab/>
        <w:t>2.025e0</w:t>
      </w:r>
    </w:p>
    <w:p w:rsidR="005B0461" w:rsidRDefault="005B0461" w:rsidP="005B0461">
      <w:r>
        <w:t>173.8432</w:t>
      </w:r>
      <w:r>
        <w:tab/>
        <w:t>1.013e0</w:t>
      </w:r>
    </w:p>
    <w:p w:rsidR="005B0461" w:rsidRDefault="005B0461" w:rsidP="005B0461">
      <w:r>
        <w:t>173.8454</w:t>
      </w:r>
      <w:r>
        <w:tab/>
        <w:t>3.038e0</w:t>
      </w:r>
    </w:p>
    <w:p w:rsidR="005B0461" w:rsidRDefault="005B0461" w:rsidP="005B0461">
      <w:r>
        <w:t>173.8646</w:t>
      </w:r>
      <w:r>
        <w:tab/>
        <w:t>2.025e0</w:t>
      </w:r>
    </w:p>
    <w:p w:rsidR="005B0461" w:rsidRDefault="005B0461" w:rsidP="005B0461">
      <w:r>
        <w:t>173.8999</w:t>
      </w:r>
      <w:r>
        <w:tab/>
        <w:t>1.013e0</w:t>
      </w:r>
    </w:p>
    <w:p w:rsidR="005B0461" w:rsidRDefault="005B0461" w:rsidP="005B0461">
      <w:r>
        <w:t>173.9026</w:t>
      </w:r>
      <w:r>
        <w:tab/>
        <w:t>3.038e0</w:t>
      </w:r>
    </w:p>
    <w:p w:rsidR="005B0461" w:rsidRDefault="005B0461" w:rsidP="005B0461">
      <w:r>
        <w:t>173.9082</w:t>
      </w:r>
      <w:r>
        <w:tab/>
        <w:t>3.038e0</w:t>
      </w:r>
    </w:p>
    <w:p w:rsidR="005B0461" w:rsidRDefault="005B0461" w:rsidP="005B0461">
      <w:r>
        <w:lastRenderedPageBreak/>
        <w:t>173.9389</w:t>
      </w:r>
      <w:r>
        <w:tab/>
        <w:t>1.013e0</w:t>
      </w:r>
    </w:p>
    <w:p w:rsidR="005B0461" w:rsidRDefault="005B0461" w:rsidP="005B0461">
      <w:r>
        <w:t>173.9491</w:t>
      </w:r>
      <w:r>
        <w:tab/>
        <w:t>1.013e0</w:t>
      </w:r>
    </w:p>
    <w:p w:rsidR="005B0461" w:rsidRDefault="005B0461" w:rsidP="005B0461">
      <w:r>
        <w:t>173.9628</w:t>
      </w:r>
      <w:r>
        <w:tab/>
        <w:t>1.013e0</w:t>
      </w:r>
    </w:p>
    <w:p w:rsidR="005B0461" w:rsidRDefault="005B0461" w:rsidP="005B0461">
      <w:r>
        <w:t>173.9714</w:t>
      </w:r>
      <w:r>
        <w:tab/>
        <w:t>2.025e0</w:t>
      </w:r>
    </w:p>
    <w:p w:rsidR="005B0461" w:rsidRDefault="005B0461" w:rsidP="005B0461">
      <w:r>
        <w:t>173.9730</w:t>
      </w:r>
      <w:r>
        <w:tab/>
        <w:t>1.013e0</w:t>
      </w:r>
    </w:p>
    <w:p w:rsidR="005B0461" w:rsidRDefault="005B0461" w:rsidP="005B0461">
      <w:r>
        <w:t>173.9906</w:t>
      </w:r>
      <w:r>
        <w:tab/>
        <w:t>1.013e0</w:t>
      </w:r>
    </w:p>
    <w:p w:rsidR="005B0461" w:rsidRDefault="005B0461" w:rsidP="005B0461">
      <w:r>
        <w:t>173.9942</w:t>
      </w:r>
      <w:r>
        <w:tab/>
        <w:t>2.025e0</w:t>
      </w:r>
    </w:p>
    <w:p w:rsidR="005B0461" w:rsidRDefault="005B0461" w:rsidP="005B0461">
      <w:r>
        <w:t>173.9953</w:t>
      </w:r>
      <w:r>
        <w:tab/>
        <w:t>3.038e0</w:t>
      </w:r>
    </w:p>
    <w:p w:rsidR="005B0461" w:rsidRDefault="005B0461" w:rsidP="005B0461">
      <w:r>
        <w:t>174.0048</w:t>
      </w:r>
      <w:r>
        <w:tab/>
        <w:t>1.013e0</w:t>
      </w:r>
    </w:p>
    <w:p w:rsidR="005B0461" w:rsidRDefault="005B0461" w:rsidP="005B0461">
      <w:r>
        <w:t>174.0190</w:t>
      </w:r>
      <w:r>
        <w:tab/>
        <w:t>1.013e0</w:t>
      </w:r>
    </w:p>
    <w:p w:rsidR="005B0461" w:rsidRDefault="005B0461" w:rsidP="005B0461">
      <w:r>
        <w:t>174.0225</w:t>
      </w:r>
      <w:r>
        <w:tab/>
        <w:t>1.013e0</w:t>
      </w:r>
    </w:p>
    <w:p w:rsidR="005B0461" w:rsidRDefault="005B0461" w:rsidP="005B0461">
      <w:r>
        <w:t>174.0331</w:t>
      </w:r>
      <w:r>
        <w:tab/>
        <w:t>1.013e0</w:t>
      </w:r>
    </w:p>
    <w:p w:rsidR="005B0461" w:rsidRDefault="005B0461" w:rsidP="005B0461">
      <w:r>
        <w:t>174.0527</w:t>
      </w:r>
      <w:r>
        <w:tab/>
        <w:t>1.660e0</w:t>
      </w:r>
    </w:p>
    <w:p w:rsidR="005B0461" w:rsidRDefault="005B0461" w:rsidP="005B0461">
      <w:r>
        <w:t>174.0554</w:t>
      </w:r>
      <w:r>
        <w:tab/>
        <w:t>3.875e0</w:t>
      </w:r>
    </w:p>
    <w:p w:rsidR="005B0461" w:rsidRDefault="005B0461" w:rsidP="005B0461">
      <w:r>
        <w:t>174.0633</w:t>
      </w:r>
      <w:r>
        <w:tab/>
        <w:t>1.149e0</w:t>
      </w:r>
    </w:p>
    <w:p w:rsidR="005B0461" w:rsidRDefault="005B0461" w:rsidP="005B0461">
      <w:r>
        <w:t>174.0824</w:t>
      </w:r>
      <w:r>
        <w:tab/>
        <w:t>1.038e0</w:t>
      </w:r>
    </w:p>
    <w:p w:rsidR="005B0461" w:rsidRDefault="005B0461" w:rsidP="005B0461">
      <w:r>
        <w:t>174.0849</w:t>
      </w:r>
      <w:r>
        <w:tab/>
        <w:t>1.763e0</w:t>
      </w:r>
    </w:p>
    <w:p w:rsidR="005B0461" w:rsidRDefault="005B0461" w:rsidP="005B0461">
      <w:r>
        <w:t>174.0939</w:t>
      </w:r>
      <w:r>
        <w:tab/>
        <w:t>3.006e0</w:t>
      </w:r>
    </w:p>
    <w:p w:rsidR="005B0461" w:rsidRDefault="005B0461" w:rsidP="005B0461">
      <w:r>
        <w:t>174.1242</w:t>
      </w:r>
      <w:r>
        <w:tab/>
        <w:t>8.181e0</w:t>
      </w:r>
    </w:p>
    <w:p w:rsidR="005B0461" w:rsidRDefault="005B0461" w:rsidP="005B0461">
      <w:r>
        <w:lastRenderedPageBreak/>
        <w:t>174.1386</w:t>
      </w:r>
      <w:r>
        <w:tab/>
        <w:t>9.055e0</w:t>
      </w:r>
    </w:p>
    <w:p w:rsidR="005B0461" w:rsidRDefault="005B0461" w:rsidP="005B0461">
      <w:r>
        <w:t>174.1414</w:t>
      </w:r>
      <w:r>
        <w:tab/>
        <w:t>4.603e0</w:t>
      </w:r>
    </w:p>
    <w:p w:rsidR="005B0461" w:rsidRDefault="005B0461" w:rsidP="005B0461">
      <w:r>
        <w:t>174.1531</w:t>
      </w:r>
      <w:r>
        <w:tab/>
        <w:t>3.038e0</w:t>
      </w:r>
    </w:p>
    <w:p w:rsidR="005B0461" w:rsidRDefault="005B0461" w:rsidP="005B0461">
      <w:r>
        <w:t>174.1568</w:t>
      </w:r>
      <w:r>
        <w:tab/>
        <w:t>5.451e0</w:t>
      </w:r>
    </w:p>
    <w:p w:rsidR="005B0461" w:rsidRDefault="005B0461" w:rsidP="005B0461">
      <w:r>
        <w:t>174.1947</w:t>
      </w:r>
      <w:r>
        <w:tab/>
        <w:t>2.025e0</w:t>
      </w:r>
    </w:p>
    <w:p w:rsidR="005B0461" w:rsidRDefault="005B0461" w:rsidP="005B0461">
      <w:r>
        <w:t>174.2108</w:t>
      </w:r>
      <w:r>
        <w:tab/>
        <w:t>2.025e0</w:t>
      </w:r>
    </w:p>
    <w:p w:rsidR="005B0461" w:rsidRDefault="005B0461" w:rsidP="005B0461">
      <w:r>
        <w:t>174.2192</w:t>
      </w:r>
      <w:r>
        <w:tab/>
        <w:t>1.013e0</w:t>
      </w:r>
    </w:p>
    <w:p w:rsidR="005B0461" w:rsidRDefault="005B0461" w:rsidP="005B0461">
      <w:r>
        <w:t>174.2295</w:t>
      </w:r>
      <w:r>
        <w:tab/>
        <w:t>3.038e0</w:t>
      </w:r>
    </w:p>
    <w:p w:rsidR="005B0461" w:rsidRDefault="005B0461" w:rsidP="005B0461">
      <w:r>
        <w:t>174.2606</w:t>
      </w:r>
      <w:r>
        <w:tab/>
        <w:t>1.013e0</w:t>
      </w:r>
    </w:p>
    <w:p w:rsidR="005B0461" w:rsidRDefault="005B0461" w:rsidP="005B0461">
      <w:r>
        <w:t>174.2784</w:t>
      </w:r>
      <w:r>
        <w:tab/>
        <w:t>1.013e0</w:t>
      </w:r>
    </w:p>
    <w:p w:rsidR="005B0461" w:rsidRDefault="005B0461" w:rsidP="005B0461">
      <w:r>
        <w:t>174.2996</w:t>
      </w:r>
      <w:r>
        <w:tab/>
        <w:t>4.051e0</w:t>
      </w:r>
    </w:p>
    <w:p w:rsidR="005B0461" w:rsidRDefault="005B0461" w:rsidP="005B0461">
      <w:r>
        <w:t>174.3067</w:t>
      </w:r>
      <w:r>
        <w:tab/>
        <w:t>2.025e0</w:t>
      </w:r>
    </w:p>
    <w:p w:rsidR="005B0461" w:rsidRDefault="005B0461" w:rsidP="005B0461">
      <w:r>
        <w:t>174.3137</w:t>
      </w:r>
      <w:r>
        <w:tab/>
        <w:t>1.013e0</w:t>
      </w:r>
    </w:p>
    <w:p w:rsidR="005B0461" w:rsidRDefault="005B0461" w:rsidP="005B0461">
      <w:r>
        <w:t>174.3368</w:t>
      </w:r>
      <w:r>
        <w:tab/>
        <w:t>2.188e0</w:t>
      </w:r>
    </w:p>
    <w:p w:rsidR="005B0461" w:rsidRDefault="005B0461" w:rsidP="005B0461">
      <w:r>
        <w:t>174.3421</w:t>
      </w:r>
      <w:r>
        <w:tab/>
        <w:t>1.013e0</w:t>
      </w:r>
    </w:p>
    <w:p w:rsidR="005B0461" w:rsidRDefault="005B0461" w:rsidP="005B0461">
      <w:r>
        <w:t>174.3527</w:t>
      </w:r>
      <w:r>
        <w:tab/>
        <w:t>1.013e0</w:t>
      </w:r>
    </w:p>
    <w:p w:rsidR="005B0461" w:rsidRDefault="005B0461" w:rsidP="005B0461">
      <w:r>
        <w:t>174.3698</w:t>
      </w:r>
      <w:r>
        <w:tab/>
        <w:t>1.013e0</w:t>
      </w:r>
    </w:p>
    <w:p w:rsidR="005B0461" w:rsidRDefault="005B0461" w:rsidP="005B0461">
      <w:r>
        <w:t>174.3887</w:t>
      </w:r>
      <w:r>
        <w:tab/>
        <w:t>2.025e0</w:t>
      </w:r>
    </w:p>
    <w:p w:rsidR="005B0461" w:rsidRDefault="005B0461" w:rsidP="005B0461">
      <w:r>
        <w:t>174.4400</w:t>
      </w:r>
      <w:r>
        <w:tab/>
        <w:t>1.013e0</w:t>
      </w:r>
    </w:p>
    <w:p w:rsidR="005B0461" w:rsidRDefault="005B0461" w:rsidP="005B0461">
      <w:r>
        <w:lastRenderedPageBreak/>
        <w:t>174.4435</w:t>
      </w:r>
      <w:r>
        <w:tab/>
        <w:t>1.013e0</w:t>
      </w:r>
    </w:p>
    <w:p w:rsidR="005B0461" w:rsidRDefault="005B0461" w:rsidP="005B0461">
      <w:r>
        <w:t>174.4551</w:t>
      </w:r>
      <w:r>
        <w:tab/>
        <w:t>4.051e0</w:t>
      </w:r>
    </w:p>
    <w:p w:rsidR="005B0461" w:rsidRDefault="005B0461" w:rsidP="005B0461">
      <w:r>
        <w:t>174.4648</w:t>
      </w:r>
      <w:r>
        <w:tab/>
        <w:t>1.013e0</w:t>
      </w:r>
    </w:p>
    <w:p w:rsidR="005B0461" w:rsidRDefault="005B0461" w:rsidP="005B0461">
      <w:r>
        <w:t>174.4666</w:t>
      </w:r>
      <w:r>
        <w:tab/>
        <w:t>2.025e0</w:t>
      </w:r>
    </w:p>
    <w:p w:rsidR="005B0461" w:rsidRDefault="005B0461" w:rsidP="005B0461">
      <w:r>
        <w:t>174.4843</w:t>
      </w:r>
      <w:r>
        <w:tab/>
        <w:t>2.025e0</w:t>
      </w:r>
    </w:p>
    <w:p w:rsidR="005B0461" w:rsidRDefault="005B0461" w:rsidP="005B0461">
      <w:r>
        <w:t>174.4897</w:t>
      </w:r>
      <w:r>
        <w:tab/>
        <w:t>1.013e0</w:t>
      </w:r>
    </w:p>
    <w:p w:rsidR="005B0461" w:rsidRDefault="005B0461" w:rsidP="005B0461">
      <w:r>
        <w:t>174.5016</w:t>
      </w:r>
      <w:r>
        <w:tab/>
        <w:t>2.025e0</w:t>
      </w:r>
    </w:p>
    <w:p w:rsidR="005B0461" w:rsidRDefault="005B0461" w:rsidP="005B0461">
      <w:r>
        <w:t>174.5068</w:t>
      </w:r>
      <w:r>
        <w:tab/>
        <w:t>1.013e0</w:t>
      </w:r>
    </w:p>
    <w:p w:rsidR="005B0461" w:rsidRDefault="005B0461" w:rsidP="005B0461">
      <w:r>
        <w:t>174.5102</w:t>
      </w:r>
      <w:r>
        <w:tab/>
        <w:t>1.013e0</w:t>
      </w:r>
    </w:p>
    <w:p w:rsidR="005B0461" w:rsidRDefault="005B0461" w:rsidP="005B0461">
      <w:r>
        <w:t>174.5343</w:t>
      </w:r>
      <w:r>
        <w:tab/>
        <w:t>1.013e0</w:t>
      </w:r>
    </w:p>
    <w:p w:rsidR="005B0461" w:rsidRDefault="005B0461" w:rsidP="005B0461">
      <w:r>
        <w:t>174.5373</w:t>
      </w:r>
      <w:r>
        <w:tab/>
        <w:t>6.076e0</w:t>
      </w:r>
    </w:p>
    <w:p w:rsidR="005B0461" w:rsidRDefault="005B0461" w:rsidP="005B0461">
      <w:r>
        <w:t>174.5493</w:t>
      </w:r>
      <w:r>
        <w:tab/>
        <w:t>3.038e0</w:t>
      </w:r>
    </w:p>
    <w:p w:rsidR="005B0461" w:rsidRDefault="005B0461" w:rsidP="005B0461">
      <w:r>
        <w:t>174.5521</w:t>
      </w:r>
      <w:r>
        <w:tab/>
        <w:t>1.013e0</w:t>
      </w:r>
    </w:p>
    <w:p w:rsidR="005B0461" w:rsidRDefault="005B0461" w:rsidP="005B0461">
      <w:r>
        <w:t>174.5773</w:t>
      </w:r>
      <w:r>
        <w:tab/>
        <w:t>6.076e0</w:t>
      </w:r>
    </w:p>
    <w:p w:rsidR="005B0461" w:rsidRDefault="005B0461" w:rsidP="005B0461">
      <w:r>
        <w:t>174.5829</w:t>
      </w:r>
      <w:r>
        <w:tab/>
        <w:t>8.101e0</w:t>
      </w:r>
    </w:p>
    <w:p w:rsidR="005B0461" w:rsidRDefault="005B0461" w:rsidP="005B0461">
      <w:r>
        <w:t>174.6194</w:t>
      </w:r>
      <w:r>
        <w:tab/>
        <w:t>2.025e0</w:t>
      </w:r>
    </w:p>
    <w:p w:rsidR="005B0461" w:rsidRDefault="005B0461" w:rsidP="005B0461">
      <w:r>
        <w:t>174.6404</w:t>
      </w:r>
      <w:r>
        <w:tab/>
        <w:t>1.013e0</w:t>
      </w:r>
    </w:p>
    <w:p w:rsidR="005B0461" w:rsidRDefault="005B0461" w:rsidP="005B0461">
      <w:r>
        <w:t>174.6429</w:t>
      </w:r>
      <w:r>
        <w:tab/>
        <w:t>3.038e0</w:t>
      </w:r>
    </w:p>
    <w:p w:rsidR="005B0461" w:rsidRDefault="005B0461" w:rsidP="005B0461">
      <w:r>
        <w:t>174.6473</w:t>
      </w:r>
      <w:r>
        <w:tab/>
        <w:t>1.013e0</w:t>
      </w:r>
    </w:p>
    <w:p w:rsidR="005B0461" w:rsidRDefault="005B0461" w:rsidP="005B0461">
      <w:r>
        <w:lastRenderedPageBreak/>
        <w:t>174.6610</w:t>
      </w:r>
      <w:r>
        <w:tab/>
        <w:t>1.013e0</w:t>
      </w:r>
    </w:p>
    <w:p w:rsidR="005B0461" w:rsidRDefault="005B0461" w:rsidP="005B0461">
      <w:r>
        <w:t>174.6713</w:t>
      </w:r>
      <w:r>
        <w:tab/>
        <w:t>2.025e0</w:t>
      </w:r>
    </w:p>
    <w:p w:rsidR="005B0461" w:rsidRDefault="005B0461" w:rsidP="005B0461">
      <w:r>
        <w:t>174.6996</w:t>
      </w:r>
      <w:r>
        <w:tab/>
        <w:t>1.013e0</w:t>
      </w:r>
    </w:p>
    <w:p w:rsidR="005B0461" w:rsidRDefault="005B0461" w:rsidP="005B0461">
      <w:r>
        <w:t>174.7032</w:t>
      </w:r>
      <w:r>
        <w:tab/>
        <w:t>2.025e0</w:t>
      </w:r>
    </w:p>
    <w:p w:rsidR="005B0461" w:rsidRDefault="005B0461" w:rsidP="005B0461">
      <w:r>
        <w:t>174.7138</w:t>
      </w:r>
      <w:r>
        <w:tab/>
        <w:t>2.025e0</w:t>
      </w:r>
    </w:p>
    <w:p w:rsidR="005B0461" w:rsidRDefault="005B0461" w:rsidP="005B0461">
      <w:r>
        <w:t>174.7315</w:t>
      </w:r>
      <w:r>
        <w:tab/>
        <w:t>1.013e0</w:t>
      </w:r>
    </w:p>
    <w:p w:rsidR="005B0461" w:rsidRDefault="005B0461" w:rsidP="005B0461">
      <w:r>
        <w:t>174.7350</w:t>
      </w:r>
      <w:r>
        <w:tab/>
        <w:t>1.013e0</w:t>
      </w:r>
    </w:p>
    <w:p w:rsidR="005B0461" w:rsidRDefault="005B0461" w:rsidP="005B0461">
      <w:r>
        <w:t>174.7481</w:t>
      </w:r>
      <w:r>
        <w:tab/>
        <w:t>5.063e0</w:t>
      </w:r>
    </w:p>
    <w:p w:rsidR="005B0461" w:rsidRDefault="005B0461" w:rsidP="005B0461">
      <w:r>
        <w:t>174.7634</w:t>
      </w:r>
      <w:r>
        <w:tab/>
        <w:t>1.013e0</w:t>
      </w:r>
    </w:p>
    <w:p w:rsidR="005B0461" w:rsidRDefault="005B0461" w:rsidP="005B0461">
      <w:r>
        <w:t>174.7776</w:t>
      </w:r>
      <w:r>
        <w:tab/>
        <w:t>1.013e0</w:t>
      </w:r>
    </w:p>
    <w:p w:rsidR="005B0461" w:rsidRDefault="005B0461" w:rsidP="005B0461">
      <w:r>
        <w:t>174.7913</w:t>
      </w:r>
      <w:r>
        <w:tab/>
        <w:t>1.013e0</w:t>
      </w:r>
    </w:p>
    <w:p w:rsidR="005B0461" w:rsidRDefault="005B0461" w:rsidP="005B0461">
      <w:r>
        <w:t>174.7982</w:t>
      </w:r>
      <w:r>
        <w:tab/>
        <w:t>1.013e0</w:t>
      </w:r>
    </w:p>
    <w:p w:rsidR="005B0461" w:rsidRDefault="005B0461" w:rsidP="005B0461">
      <w:r>
        <w:t>174.8051</w:t>
      </w:r>
      <w:r>
        <w:tab/>
        <w:t>1.013e0</w:t>
      </w:r>
    </w:p>
    <w:p w:rsidR="005B0461" w:rsidRDefault="005B0461" w:rsidP="005B0461">
      <w:r>
        <w:t>174.8085</w:t>
      </w:r>
      <w:r>
        <w:tab/>
        <w:t>1.013e0</w:t>
      </w:r>
    </w:p>
    <w:p w:rsidR="005B0461" w:rsidRDefault="005B0461" w:rsidP="005B0461">
      <w:r>
        <w:t>174.8223</w:t>
      </w:r>
      <w:r>
        <w:tab/>
        <w:t>1.013e0</w:t>
      </w:r>
    </w:p>
    <w:p w:rsidR="005B0461" w:rsidRDefault="005B0461" w:rsidP="005B0461">
      <w:r>
        <w:t>174.8312</w:t>
      </w:r>
      <w:r>
        <w:tab/>
        <w:t>2.025e0</w:t>
      </w:r>
    </w:p>
    <w:p w:rsidR="005B0461" w:rsidRDefault="005B0461" w:rsidP="005B0461">
      <w:r>
        <w:t>174.8579</w:t>
      </w:r>
      <w:r>
        <w:tab/>
        <w:t>3.038e0</w:t>
      </w:r>
    </w:p>
    <w:p w:rsidR="005B0461" w:rsidRDefault="005B0461" w:rsidP="005B0461">
      <w:r>
        <w:t>174.8649</w:t>
      </w:r>
      <w:r>
        <w:tab/>
        <w:t>1.013e0</w:t>
      </w:r>
    </w:p>
    <w:p w:rsidR="005B0461" w:rsidRDefault="005B0461" w:rsidP="005B0461">
      <w:r>
        <w:t>174.8720</w:t>
      </w:r>
      <w:r>
        <w:tab/>
        <w:t>1.013e0</w:t>
      </w:r>
    </w:p>
    <w:p w:rsidR="005B0461" w:rsidRDefault="005B0461" w:rsidP="005B0461">
      <w:r>
        <w:lastRenderedPageBreak/>
        <w:t>174.8738</w:t>
      </w:r>
      <w:r>
        <w:tab/>
        <w:t>4.051e0</w:t>
      </w:r>
    </w:p>
    <w:p w:rsidR="005B0461" w:rsidRDefault="005B0461" w:rsidP="005B0461">
      <w:r>
        <w:t>174.8968</w:t>
      </w:r>
      <w:r>
        <w:tab/>
        <w:t>2.025e0</w:t>
      </w:r>
    </w:p>
    <w:p w:rsidR="005B0461" w:rsidRDefault="005B0461" w:rsidP="005B0461">
      <w:r>
        <w:t>174.9004</w:t>
      </w:r>
      <w:r>
        <w:tab/>
        <w:t>1.013e0</w:t>
      </w:r>
    </w:p>
    <w:p w:rsidR="005B0461" w:rsidRDefault="005B0461" w:rsidP="005B0461">
      <w:r>
        <w:t>174.9182</w:t>
      </w:r>
      <w:r>
        <w:tab/>
        <w:t>1.013e0</w:t>
      </w:r>
    </w:p>
    <w:p w:rsidR="005B0461" w:rsidRDefault="005B0461" w:rsidP="005B0461">
      <w:r>
        <w:t>174.9423</w:t>
      </w:r>
      <w:r>
        <w:tab/>
        <w:t>1.013e0</w:t>
      </w:r>
    </w:p>
    <w:p w:rsidR="005B0461" w:rsidRDefault="005B0461" w:rsidP="005B0461">
      <w:r>
        <w:t>174.9517</w:t>
      </w:r>
      <w:r>
        <w:tab/>
        <w:t>3.038e0</w:t>
      </w:r>
    </w:p>
    <w:p w:rsidR="005B0461" w:rsidRDefault="005B0461" w:rsidP="005B0461">
      <w:r>
        <w:t>174.9628</w:t>
      </w:r>
      <w:r>
        <w:tab/>
        <w:t>2.025e0</w:t>
      </w:r>
    </w:p>
    <w:p w:rsidR="005B0461" w:rsidRDefault="005B0461" w:rsidP="005B0461">
      <w:r>
        <w:t>174.9842</w:t>
      </w:r>
      <w:r>
        <w:tab/>
        <w:t>2.025e0</w:t>
      </w:r>
    </w:p>
    <w:p w:rsidR="005B0461" w:rsidRDefault="005B0461" w:rsidP="005B0461">
      <w:r>
        <w:t>174.9913</w:t>
      </w:r>
      <w:r>
        <w:tab/>
        <w:t>1.013e0</w:t>
      </w:r>
    </w:p>
    <w:p w:rsidR="005B0461" w:rsidRDefault="005B0461" w:rsidP="005B0461">
      <w:r>
        <w:t>175.0055</w:t>
      </w:r>
      <w:r>
        <w:tab/>
        <w:t>1.013e0</w:t>
      </w:r>
    </w:p>
    <w:p w:rsidR="005B0461" w:rsidRDefault="005B0461" w:rsidP="005B0461">
      <w:r>
        <w:t>175.0144</w:t>
      </w:r>
      <w:r>
        <w:tab/>
        <w:t>2.025e0</w:t>
      </w:r>
    </w:p>
    <w:p w:rsidR="005B0461" w:rsidRDefault="005B0461" w:rsidP="005B0461">
      <w:r>
        <w:t>175.0703</w:t>
      </w:r>
      <w:r>
        <w:tab/>
        <w:t>7.101e0</w:t>
      </w:r>
    </w:p>
    <w:p w:rsidR="005B0461" w:rsidRDefault="005B0461" w:rsidP="005B0461">
      <w:r>
        <w:t>175.0725</w:t>
      </w:r>
      <w:r>
        <w:tab/>
        <w:t>1.004e1</w:t>
      </w:r>
    </w:p>
    <w:p w:rsidR="005B0461" w:rsidRDefault="005B0461" w:rsidP="005B0461">
      <w:r>
        <w:t>175.0736</w:t>
      </w:r>
      <w:r>
        <w:tab/>
        <w:t>1.143e1</w:t>
      </w:r>
    </w:p>
    <w:p w:rsidR="005B0461" w:rsidRDefault="005B0461" w:rsidP="005B0461">
      <w:r>
        <w:t>175.0748</w:t>
      </w:r>
      <w:r>
        <w:tab/>
        <w:t>1.435e1</w:t>
      </w:r>
    </w:p>
    <w:p w:rsidR="005B0461" w:rsidRDefault="005B0461" w:rsidP="005B0461">
      <w:r>
        <w:t>175.0882</w:t>
      </w:r>
      <w:r>
        <w:tab/>
        <w:t>7.052e0</w:t>
      </w:r>
    </w:p>
    <w:p w:rsidR="005B0461" w:rsidRDefault="005B0461" w:rsidP="005B0461">
      <w:r>
        <w:t>175.1076</w:t>
      </w:r>
      <w:r>
        <w:tab/>
        <w:t>1.229e1</w:t>
      </w:r>
    </w:p>
    <w:p w:rsidR="005B0461" w:rsidRDefault="005B0461" w:rsidP="005B0461">
      <w:r>
        <w:t>175.1109</w:t>
      </w:r>
      <w:r>
        <w:tab/>
        <w:t>1.202e1</w:t>
      </w:r>
    </w:p>
    <w:p w:rsidR="005B0461" w:rsidRDefault="005B0461" w:rsidP="005B0461">
      <w:r>
        <w:t>175.1141</w:t>
      </w:r>
      <w:r>
        <w:tab/>
        <w:t>1.323e1</w:t>
      </w:r>
    </w:p>
    <w:p w:rsidR="005B0461" w:rsidRDefault="005B0461" w:rsidP="005B0461">
      <w:r>
        <w:lastRenderedPageBreak/>
        <w:t>175.1160</w:t>
      </w:r>
      <w:r>
        <w:tab/>
        <w:t>1.206e1</w:t>
      </w:r>
    </w:p>
    <w:p w:rsidR="005B0461" w:rsidRDefault="005B0461" w:rsidP="005B0461">
      <w:r>
        <w:t>175.1301</w:t>
      </w:r>
      <w:r>
        <w:tab/>
        <w:t>5.458e0</w:t>
      </w:r>
    </w:p>
    <w:p w:rsidR="005B0461" w:rsidRDefault="005B0461" w:rsidP="005B0461">
      <w:r>
        <w:t>175.1505</w:t>
      </w:r>
      <w:r>
        <w:tab/>
        <w:t>2.577e0</w:t>
      </w:r>
    </w:p>
    <w:p w:rsidR="005B0461" w:rsidRDefault="005B0461" w:rsidP="005B0461">
      <w:r>
        <w:t>175.1620</w:t>
      </w:r>
      <w:r>
        <w:tab/>
        <w:t>2.025e0</w:t>
      </w:r>
    </w:p>
    <w:p w:rsidR="005B0461" w:rsidRDefault="005B0461" w:rsidP="005B0461">
      <w:r>
        <w:t>175.1638</w:t>
      </w:r>
      <w:r>
        <w:tab/>
        <w:t>1.013e0</w:t>
      </w:r>
    </w:p>
    <w:p w:rsidR="005B0461" w:rsidRDefault="005B0461" w:rsidP="005B0461">
      <w:r>
        <w:t>175.1656</w:t>
      </w:r>
      <w:r>
        <w:tab/>
        <w:t>2.025e0</w:t>
      </w:r>
    </w:p>
    <w:p w:rsidR="005B0461" w:rsidRDefault="005B0461" w:rsidP="005B0461">
      <w:r>
        <w:t>175.1904</w:t>
      </w:r>
      <w:r>
        <w:tab/>
        <w:t>2.025e0</w:t>
      </w:r>
    </w:p>
    <w:p w:rsidR="005B0461" w:rsidRDefault="005B0461" w:rsidP="005B0461">
      <w:r>
        <w:t>175.2064</w:t>
      </w:r>
      <w:r>
        <w:tab/>
        <w:t>1.013e0</w:t>
      </w:r>
    </w:p>
    <w:p w:rsidR="005B0461" w:rsidRDefault="005B0461" w:rsidP="005B0461">
      <w:r>
        <w:t>175.2136</w:t>
      </w:r>
      <w:r>
        <w:tab/>
        <w:t>1.013e0</w:t>
      </w:r>
    </w:p>
    <w:p w:rsidR="005B0461" w:rsidRDefault="005B0461" w:rsidP="005B0461">
      <w:r>
        <w:t>175.2360</w:t>
      </w:r>
      <w:r>
        <w:tab/>
        <w:t>2.025e0</w:t>
      </w:r>
    </w:p>
    <w:p w:rsidR="005B0461" w:rsidRDefault="005B0461" w:rsidP="005B0461">
      <w:r>
        <w:t>175.2389</w:t>
      </w:r>
      <w:r>
        <w:tab/>
        <w:t>3.038e0</w:t>
      </w:r>
    </w:p>
    <w:p w:rsidR="005B0461" w:rsidRDefault="005B0461" w:rsidP="005B0461">
      <w:r>
        <w:t>175.2549</w:t>
      </w:r>
      <w:r>
        <w:tab/>
        <w:t>2.025e0</w:t>
      </w:r>
    </w:p>
    <w:p w:rsidR="005B0461" w:rsidRDefault="005B0461" w:rsidP="005B0461">
      <w:r>
        <w:t>175.2741</w:t>
      </w:r>
      <w:r>
        <w:tab/>
        <w:t>3.038e0</w:t>
      </w:r>
    </w:p>
    <w:p w:rsidR="005B0461" w:rsidRDefault="005B0461" w:rsidP="005B0461">
      <w:r>
        <w:t>175.2903</w:t>
      </w:r>
      <w:r>
        <w:tab/>
        <w:t>1.013e0</w:t>
      </w:r>
    </w:p>
    <w:p w:rsidR="005B0461" w:rsidRDefault="005B0461" w:rsidP="005B0461">
      <w:r>
        <w:t>175.2974</w:t>
      </w:r>
      <w:r>
        <w:tab/>
        <w:t>1.013e0</w:t>
      </w:r>
    </w:p>
    <w:p w:rsidR="005B0461" w:rsidRDefault="005B0461" w:rsidP="005B0461">
      <w:r>
        <w:t>175.3328</w:t>
      </w:r>
      <w:r>
        <w:tab/>
        <w:t>1.013e0</w:t>
      </w:r>
    </w:p>
    <w:p w:rsidR="005B0461" w:rsidRDefault="005B0461" w:rsidP="005B0461">
      <w:r>
        <w:t>175.3417</w:t>
      </w:r>
      <w:r>
        <w:tab/>
        <w:t>2.025e0</w:t>
      </w:r>
    </w:p>
    <w:p w:rsidR="005B0461" w:rsidRDefault="005B0461" w:rsidP="005B0461">
      <w:r>
        <w:t>175.3506</w:t>
      </w:r>
      <w:r>
        <w:tab/>
        <w:t>2.025e0</w:t>
      </w:r>
    </w:p>
    <w:p w:rsidR="005B0461" w:rsidRDefault="005B0461" w:rsidP="005B0461">
      <w:r>
        <w:t>175.3524</w:t>
      </w:r>
      <w:r>
        <w:tab/>
        <w:t>2.025e0</w:t>
      </w:r>
    </w:p>
    <w:p w:rsidR="005B0461" w:rsidRDefault="005B0461" w:rsidP="005B0461">
      <w:r>
        <w:lastRenderedPageBreak/>
        <w:t>175.3804</w:t>
      </w:r>
      <w:r>
        <w:tab/>
        <w:t>2.025e0</w:t>
      </w:r>
    </w:p>
    <w:p w:rsidR="005B0461" w:rsidRDefault="005B0461" w:rsidP="005B0461">
      <w:r>
        <w:t>175.3891</w:t>
      </w:r>
      <w:r>
        <w:tab/>
        <w:t>1.013e0</w:t>
      </w:r>
    </w:p>
    <w:p w:rsidR="005B0461" w:rsidRDefault="005B0461" w:rsidP="005B0461">
      <w:r>
        <w:t>175.4309</w:t>
      </w:r>
      <w:r>
        <w:tab/>
        <w:t>2.025e0</w:t>
      </w:r>
    </w:p>
    <w:p w:rsidR="005B0461" w:rsidRDefault="005B0461" w:rsidP="005B0461">
      <w:r>
        <w:t>175.4629</w:t>
      </w:r>
      <w:r>
        <w:tab/>
        <w:t>1.013e0</w:t>
      </w:r>
    </w:p>
    <w:p w:rsidR="005B0461" w:rsidRDefault="005B0461" w:rsidP="005B0461">
      <w:r>
        <w:t>175.4700</w:t>
      </w:r>
      <w:r>
        <w:tab/>
        <w:t>2.025e0</w:t>
      </w:r>
    </w:p>
    <w:p w:rsidR="005B0461" w:rsidRDefault="005B0461" w:rsidP="005B0461">
      <w:r>
        <w:t>175.4859</w:t>
      </w:r>
      <w:r>
        <w:tab/>
        <w:t>2.025e0</w:t>
      </w:r>
    </w:p>
    <w:p w:rsidR="005B0461" w:rsidRDefault="005B0461" w:rsidP="005B0461">
      <w:r>
        <w:t>175.4913</w:t>
      </w:r>
      <w:r>
        <w:tab/>
        <w:t>1.013e0</w:t>
      </w:r>
    </w:p>
    <w:p w:rsidR="005B0461" w:rsidRDefault="005B0461" w:rsidP="005B0461">
      <w:r>
        <w:t>175.4984</w:t>
      </w:r>
      <w:r>
        <w:tab/>
        <w:t>1.013e0</w:t>
      </w:r>
    </w:p>
    <w:p w:rsidR="005B0461" w:rsidRDefault="005B0461" w:rsidP="005B0461">
      <w:r>
        <w:t>175.5198</w:t>
      </w:r>
      <w:r>
        <w:tab/>
        <w:t>1.013e0</w:t>
      </w:r>
    </w:p>
    <w:p w:rsidR="005B0461" w:rsidRDefault="005B0461" w:rsidP="005B0461">
      <w:r>
        <w:t>175.5269</w:t>
      </w:r>
      <w:r>
        <w:tab/>
        <w:t>2.025e0</w:t>
      </w:r>
    </w:p>
    <w:p w:rsidR="005B0461" w:rsidRDefault="005B0461" w:rsidP="005B0461">
      <w:r>
        <w:t>175.5372</w:t>
      </w:r>
      <w:r>
        <w:tab/>
        <w:t>2.025e0</w:t>
      </w:r>
    </w:p>
    <w:p w:rsidR="005B0461" w:rsidRDefault="005B0461" w:rsidP="005B0461">
      <w:r>
        <w:t>175.5577</w:t>
      </w:r>
      <w:r>
        <w:tab/>
        <w:t>1.013e0</w:t>
      </w:r>
    </w:p>
    <w:p w:rsidR="005B0461" w:rsidRDefault="005B0461" w:rsidP="005B0461">
      <w:r>
        <w:t>175.5787</w:t>
      </w:r>
      <w:r>
        <w:tab/>
        <w:t>1.013e0</w:t>
      </w:r>
    </w:p>
    <w:p w:rsidR="005B0461" w:rsidRDefault="005B0461" w:rsidP="005B0461">
      <w:r>
        <w:t>175.5966</w:t>
      </w:r>
      <w:r>
        <w:tab/>
        <w:t>1.013e0</w:t>
      </w:r>
    </w:p>
    <w:p w:rsidR="005B0461" w:rsidRDefault="005B0461" w:rsidP="005B0461">
      <w:r>
        <w:t>175.6054</w:t>
      </w:r>
      <w:r>
        <w:tab/>
        <w:t>3.038e0</w:t>
      </w:r>
    </w:p>
    <w:p w:rsidR="005B0461" w:rsidRDefault="005B0461" w:rsidP="005B0461">
      <w:r>
        <w:t>175.6108</w:t>
      </w:r>
      <w:r>
        <w:tab/>
        <w:t>1.013e0</w:t>
      </w:r>
    </w:p>
    <w:p w:rsidR="005B0461" w:rsidRDefault="005B0461" w:rsidP="005B0461">
      <w:r>
        <w:t>175.6178</w:t>
      </w:r>
      <w:r>
        <w:tab/>
        <w:t>1.013e0</w:t>
      </w:r>
    </w:p>
    <w:p w:rsidR="005B0461" w:rsidRDefault="005B0461" w:rsidP="005B0461">
      <w:r>
        <w:t>175.6259</w:t>
      </w:r>
      <w:r>
        <w:tab/>
        <w:t>3.038e0</w:t>
      </w:r>
    </w:p>
    <w:p w:rsidR="005B0461" w:rsidRDefault="005B0461" w:rsidP="005B0461">
      <w:r>
        <w:t>175.6285</w:t>
      </w:r>
      <w:r>
        <w:tab/>
        <w:t>1.013e0</w:t>
      </w:r>
    </w:p>
    <w:p w:rsidR="005B0461" w:rsidRDefault="005B0461" w:rsidP="005B0461">
      <w:r>
        <w:lastRenderedPageBreak/>
        <w:t>175.6498</w:t>
      </w:r>
      <w:r>
        <w:tab/>
        <w:t>1.013e0</w:t>
      </w:r>
    </w:p>
    <w:p w:rsidR="005B0461" w:rsidRDefault="005B0461" w:rsidP="005B0461">
      <w:r>
        <w:t>175.6676</w:t>
      </w:r>
      <w:r>
        <w:tab/>
        <w:t>1.013e0</w:t>
      </w:r>
    </w:p>
    <w:p w:rsidR="005B0461" w:rsidRDefault="005B0461" w:rsidP="005B0461">
      <w:r>
        <w:t>175.6977</w:t>
      </w:r>
      <w:r>
        <w:tab/>
        <w:t>3.038e0</w:t>
      </w:r>
    </w:p>
    <w:p w:rsidR="005B0461" w:rsidRDefault="005B0461" w:rsidP="005B0461">
      <w:r>
        <w:t>175.7127</w:t>
      </w:r>
      <w:r>
        <w:tab/>
        <w:t>1.013e0</w:t>
      </w:r>
    </w:p>
    <w:p w:rsidR="005B0461" w:rsidRDefault="005B0461" w:rsidP="005B0461">
      <w:r>
        <w:t>175.7373</w:t>
      </w:r>
      <w:r>
        <w:tab/>
        <w:t>2.025e0</w:t>
      </w:r>
    </w:p>
    <w:p w:rsidR="005B0461" w:rsidRDefault="005B0461" w:rsidP="005B0461">
      <w:r>
        <w:t>175.7444</w:t>
      </w:r>
      <w:r>
        <w:tab/>
        <w:t>1.013e0</w:t>
      </w:r>
    </w:p>
    <w:p w:rsidR="005B0461" w:rsidRDefault="005B0461" w:rsidP="005B0461">
      <w:r>
        <w:t>175.7799</w:t>
      </w:r>
      <w:r>
        <w:tab/>
        <w:t>2.025e0</w:t>
      </w:r>
    </w:p>
    <w:p w:rsidR="005B0461" w:rsidRDefault="005B0461" w:rsidP="005B0461">
      <w:r>
        <w:t>175.7852</w:t>
      </w:r>
      <w:r>
        <w:tab/>
        <w:t>2.025e0</w:t>
      </w:r>
    </w:p>
    <w:p w:rsidR="005B0461" w:rsidRDefault="005B0461" w:rsidP="005B0461">
      <w:r>
        <w:t>175.7906</w:t>
      </w:r>
      <w:r>
        <w:tab/>
        <w:t>2.025e0</w:t>
      </w:r>
    </w:p>
    <w:p w:rsidR="005B0461" w:rsidRDefault="005B0461" w:rsidP="005B0461">
      <w:r>
        <w:t>175.8190</w:t>
      </w:r>
      <w:r>
        <w:tab/>
        <w:t>1.013e0</w:t>
      </w:r>
    </w:p>
    <w:p w:rsidR="005B0461" w:rsidRDefault="005B0461" w:rsidP="005B0461">
      <w:r>
        <w:t>175.8226</w:t>
      </w:r>
      <w:r>
        <w:tab/>
        <w:t>1.013e0</w:t>
      </w:r>
    </w:p>
    <w:p w:rsidR="005B0461" w:rsidRDefault="005B0461" w:rsidP="005B0461">
      <w:r>
        <w:t>175.8644</w:t>
      </w:r>
      <w:r>
        <w:tab/>
        <w:t>1.013e0</w:t>
      </w:r>
    </w:p>
    <w:p w:rsidR="005B0461" w:rsidRDefault="005B0461" w:rsidP="005B0461">
      <w:r>
        <w:t>175.8676</w:t>
      </w:r>
      <w:r>
        <w:tab/>
        <w:t>3.038e0</w:t>
      </w:r>
    </w:p>
    <w:p w:rsidR="005B0461" w:rsidRDefault="005B0461" w:rsidP="005B0461">
      <w:r>
        <w:t>175.8713</w:t>
      </w:r>
      <w:r>
        <w:tab/>
        <w:t>1.013e0</w:t>
      </w:r>
    </w:p>
    <w:p w:rsidR="005B0461" w:rsidRDefault="005B0461" w:rsidP="005B0461">
      <w:r>
        <w:t>175.8747</w:t>
      </w:r>
      <w:r>
        <w:tab/>
        <w:t>1.013e0</w:t>
      </w:r>
    </w:p>
    <w:p w:rsidR="005B0461" w:rsidRDefault="005B0461" w:rsidP="005B0461">
      <w:r>
        <w:t>175.8887</w:t>
      </w:r>
      <w:r>
        <w:tab/>
        <w:t>1.013e0</w:t>
      </w:r>
    </w:p>
    <w:p w:rsidR="005B0461" w:rsidRDefault="005B0461" w:rsidP="005B0461">
      <w:r>
        <w:t>175.8959</w:t>
      </w:r>
      <w:r>
        <w:tab/>
        <w:t>1.013e0</w:t>
      </w:r>
    </w:p>
    <w:p w:rsidR="005B0461" w:rsidRDefault="005B0461" w:rsidP="005B0461">
      <w:r>
        <w:t>175.9066</w:t>
      </w:r>
      <w:r>
        <w:tab/>
        <w:t>2.025e0</w:t>
      </w:r>
    </w:p>
    <w:p w:rsidR="005B0461" w:rsidRDefault="005B0461" w:rsidP="005B0461">
      <w:r>
        <w:t>175.9261</w:t>
      </w:r>
      <w:r>
        <w:tab/>
        <w:t>2.025e0</w:t>
      </w:r>
    </w:p>
    <w:p w:rsidR="005B0461" w:rsidRDefault="005B0461" w:rsidP="005B0461">
      <w:r>
        <w:lastRenderedPageBreak/>
        <w:t>175.9456</w:t>
      </w:r>
      <w:r>
        <w:tab/>
        <w:t>1.013e0</w:t>
      </w:r>
    </w:p>
    <w:p w:rsidR="005B0461" w:rsidRDefault="005B0461" w:rsidP="005B0461">
      <w:r>
        <w:t>175.9741</w:t>
      </w:r>
      <w:r>
        <w:tab/>
        <w:t>1.013e0</w:t>
      </w:r>
    </w:p>
    <w:p w:rsidR="005B0461" w:rsidRDefault="005B0461" w:rsidP="005B0461">
      <w:r>
        <w:t>175.9768</w:t>
      </w:r>
      <w:r>
        <w:tab/>
        <w:t>3.038e0</w:t>
      </w:r>
    </w:p>
    <w:p w:rsidR="005B0461" w:rsidRDefault="005B0461" w:rsidP="005B0461">
      <w:r>
        <w:t>176.0009</w:t>
      </w:r>
      <w:r>
        <w:tab/>
        <w:t>2.025e0</w:t>
      </w:r>
    </w:p>
    <w:p w:rsidR="005B0461" w:rsidRDefault="005B0461" w:rsidP="005B0461">
      <w:r>
        <w:t>176.0127</w:t>
      </w:r>
      <w:r>
        <w:tab/>
        <w:t>1.013e0</w:t>
      </w:r>
    </w:p>
    <w:p w:rsidR="005B0461" w:rsidRDefault="005B0461" w:rsidP="005B0461">
      <w:r>
        <w:t>176.0179</w:t>
      </w:r>
      <w:r>
        <w:tab/>
        <w:t>2.025e0</w:t>
      </w:r>
    </w:p>
    <w:p w:rsidR="005B0461" w:rsidRDefault="005B0461" w:rsidP="005B0461">
      <w:r>
        <w:t>176.0219</w:t>
      </w:r>
      <w:r>
        <w:tab/>
        <w:t>3.038e0</w:t>
      </w:r>
    </w:p>
    <w:p w:rsidR="005B0461" w:rsidRDefault="005B0461" w:rsidP="005B0461">
      <w:r>
        <w:t>176.0231</w:t>
      </w:r>
      <w:r>
        <w:tab/>
        <w:t>1.013e0</w:t>
      </w:r>
    </w:p>
    <w:p w:rsidR="005B0461" w:rsidRDefault="005B0461" w:rsidP="005B0461">
      <w:r>
        <w:t>176.0410</w:t>
      </w:r>
      <w:r>
        <w:tab/>
        <w:t>1.691e0</w:t>
      </w:r>
    </w:p>
    <w:p w:rsidR="005B0461" w:rsidRDefault="005B0461" w:rsidP="005B0461">
      <w:r>
        <w:t>176.0731</w:t>
      </w:r>
      <w:r>
        <w:tab/>
        <w:t>1.818e0</w:t>
      </w:r>
    </w:p>
    <w:p w:rsidR="005B0461" w:rsidRDefault="005B0461" w:rsidP="005B0461">
      <w:r>
        <w:t>176.0847</w:t>
      </w:r>
      <w:r>
        <w:tab/>
        <w:t>3.301e0</w:t>
      </w:r>
    </w:p>
    <w:p w:rsidR="005B0461" w:rsidRDefault="005B0461" w:rsidP="005B0461">
      <w:r>
        <w:t>176.0863</w:t>
      </w:r>
      <w:r>
        <w:tab/>
        <w:t>5.147e0</w:t>
      </w:r>
    </w:p>
    <w:p w:rsidR="005B0461" w:rsidRDefault="005B0461" w:rsidP="005B0461">
      <w:r>
        <w:t>176.0957</w:t>
      </w:r>
      <w:r>
        <w:tab/>
        <w:t>6.841e0</w:t>
      </w:r>
    </w:p>
    <w:p w:rsidR="005B0461" w:rsidRDefault="005B0461" w:rsidP="005B0461">
      <w:r>
        <w:t>176.1030</w:t>
      </w:r>
      <w:r>
        <w:tab/>
        <w:t>4.326e0</w:t>
      </w:r>
    </w:p>
    <w:p w:rsidR="005B0461" w:rsidRDefault="005B0461" w:rsidP="005B0461">
      <w:r>
        <w:t>176.1078</w:t>
      </w:r>
      <w:r>
        <w:tab/>
        <w:t>7.795e0</w:t>
      </w:r>
    </w:p>
    <w:p w:rsidR="005B0461" w:rsidRDefault="005B0461" w:rsidP="005B0461">
      <w:r>
        <w:t>176.1206</w:t>
      </w:r>
      <w:r>
        <w:tab/>
        <w:t>2.590e0</w:t>
      </w:r>
    </w:p>
    <w:p w:rsidR="005B0461" w:rsidRDefault="005B0461" w:rsidP="005B0461">
      <w:r>
        <w:t>176.1290</w:t>
      </w:r>
      <w:r>
        <w:tab/>
        <w:t>7.083e0</w:t>
      </w:r>
    </w:p>
    <w:p w:rsidR="005B0461" w:rsidRDefault="005B0461" w:rsidP="005B0461">
      <w:r>
        <w:t>176.1504</w:t>
      </w:r>
      <w:r>
        <w:tab/>
        <w:t>2.600e0</w:t>
      </w:r>
    </w:p>
    <w:p w:rsidR="005B0461" w:rsidRDefault="005B0461" w:rsidP="005B0461">
      <w:r>
        <w:t>176.1558</w:t>
      </w:r>
      <w:r>
        <w:tab/>
        <w:t>2.025e0</w:t>
      </w:r>
    </w:p>
    <w:p w:rsidR="005B0461" w:rsidRDefault="005B0461" w:rsidP="005B0461">
      <w:r>
        <w:lastRenderedPageBreak/>
        <w:t>176.1586</w:t>
      </w:r>
      <w:r>
        <w:tab/>
        <w:t>3.038e0</w:t>
      </w:r>
    </w:p>
    <w:p w:rsidR="005B0461" w:rsidRDefault="005B0461" w:rsidP="005B0461">
      <w:r>
        <w:t>176.1784</w:t>
      </w:r>
      <w:r>
        <w:tab/>
        <w:t>2.025e0</w:t>
      </w:r>
    </w:p>
    <w:p w:rsidR="005B0461" w:rsidRDefault="005B0461" w:rsidP="005B0461">
      <w:r>
        <w:t>176.1921</w:t>
      </w:r>
      <w:r>
        <w:tab/>
        <w:t>2.025e0</w:t>
      </w:r>
    </w:p>
    <w:p w:rsidR="005B0461" w:rsidRDefault="005B0461" w:rsidP="005B0461">
      <w:r>
        <w:t>176.1956</w:t>
      </w:r>
      <w:r>
        <w:tab/>
        <w:t>1.013e0</w:t>
      </w:r>
    </w:p>
    <w:p w:rsidR="005B0461" w:rsidRDefault="005B0461" w:rsidP="005B0461">
      <w:r>
        <w:t>176.1991</w:t>
      </w:r>
      <w:r>
        <w:tab/>
        <w:t>1.013e0</w:t>
      </w:r>
    </w:p>
    <w:p w:rsidR="005B0461" w:rsidRDefault="005B0461" w:rsidP="005B0461">
      <w:r>
        <w:t>176.2274</w:t>
      </w:r>
      <w:r>
        <w:tab/>
        <w:t>2.025e0</w:t>
      </w:r>
    </w:p>
    <w:p w:rsidR="005B0461" w:rsidRDefault="005B0461" w:rsidP="005B0461">
      <w:r>
        <w:t>176.2452</w:t>
      </w:r>
      <w:r>
        <w:tab/>
        <w:t>1.013e0</w:t>
      </w:r>
    </w:p>
    <w:p w:rsidR="005B0461" w:rsidRDefault="005B0461" w:rsidP="005B0461">
      <w:r>
        <w:t>176.2488</w:t>
      </w:r>
      <w:r>
        <w:tab/>
        <w:t>1.013e0</w:t>
      </w:r>
    </w:p>
    <w:p w:rsidR="005B0461" w:rsidRDefault="005B0461" w:rsidP="005B0461">
      <w:r>
        <w:t>176.2575</w:t>
      </w:r>
      <w:r>
        <w:tab/>
        <w:t>3.038e0</w:t>
      </w:r>
    </w:p>
    <w:p w:rsidR="005B0461" w:rsidRDefault="005B0461" w:rsidP="005B0461">
      <w:r>
        <w:t>176.2736</w:t>
      </w:r>
      <w:r>
        <w:tab/>
        <w:t>1.013e0</w:t>
      </w:r>
    </w:p>
    <w:p w:rsidR="005B0461" w:rsidRDefault="005B0461" w:rsidP="005B0461">
      <w:r>
        <w:t>176.2807</w:t>
      </w:r>
      <w:r>
        <w:tab/>
        <w:t>1.013e0</w:t>
      </w:r>
    </w:p>
    <w:p w:rsidR="005B0461" w:rsidRDefault="005B0461" w:rsidP="005B0461">
      <w:r>
        <w:t>176.3057</w:t>
      </w:r>
      <w:r>
        <w:tab/>
        <w:t>1.013e0</w:t>
      </w:r>
    </w:p>
    <w:p w:rsidR="005B0461" w:rsidRDefault="005B0461" w:rsidP="005B0461">
      <w:r>
        <w:t>176.3164</w:t>
      </w:r>
      <w:r>
        <w:tab/>
        <w:t>2.025e0</w:t>
      </w:r>
    </w:p>
    <w:p w:rsidR="005B0461" w:rsidRDefault="005B0461" w:rsidP="005B0461">
      <w:r>
        <w:t>176.3235</w:t>
      </w:r>
      <w:r>
        <w:tab/>
        <w:t>1.013e0</w:t>
      </w:r>
    </w:p>
    <w:p w:rsidR="005B0461" w:rsidRDefault="005B0461" w:rsidP="005B0461">
      <w:r>
        <w:t>176.3269</w:t>
      </w:r>
      <w:r>
        <w:tab/>
        <w:t>1.013e0</w:t>
      </w:r>
    </w:p>
    <w:p w:rsidR="005B0461" w:rsidRDefault="005B0461" w:rsidP="005B0461">
      <w:r>
        <w:t>176.3443</w:t>
      </w:r>
      <w:r>
        <w:tab/>
        <w:t>2.025e0</w:t>
      </w:r>
    </w:p>
    <w:p w:rsidR="005B0461" w:rsidRDefault="005B0461" w:rsidP="005B0461">
      <w:r>
        <w:t>176.3684</w:t>
      </w:r>
      <w:r>
        <w:tab/>
        <w:t>1.013e0</w:t>
      </w:r>
    </w:p>
    <w:p w:rsidR="005B0461" w:rsidRDefault="005B0461" w:rsidP="005B0461">
      <w:r>
        <w:t>176.3790</w:t>
      </w:r>
      <w:r>
        <w:tab/>
        <w:t>1.013e0</w:t>
      </w:r>
    </w:p>
    <w:p w:rsidR="005B0461" w:rsidRDefault="005B0461" w:rsidP="005B0461">
      <w:r>
        <w:t>176.4004</w:t>
      </w:r>
      <w:r>
        <w:tab/>
        <w:t>1.013e0</w:t>
      </w:r>
    </w:p>
    <w:p w:rsidR="005B0461" w:rsidRDefault="005B0461" w:rsidP="005B0461">
      <w:r>
        <w:lastRenderedPageBreak/>
        <w:t>176.4057</w:t>
      </w:r>
      <w:r>
        <w:tab/>
        <w:t>2.025e0</w:t>
      </w:r>
    </w:p>
    <w:p w:rsidR="005B0461" w:rsidRDefault="005B0461" w:rsidP="005B0461">
      <w:r>
        <w:t>176.4324</w:t>
      </w:r>
      <w:r>
        <w:tab/>
        <w:t>1.013e0</w:t>
      </w:r>
    </w:p>
    <w:p w:rsidR="005B0461" w:rsidRDefault="005B0461" w:rsidP="005B0461">
      <w:r>
        <w:t>176.4431</w:t>
      </w:r>
      <w:r>
        <w:tab/>
        <w:t>1.013e0</w:t>
      </w:r>
    </w:p>
    <w:p w:rsidR="005B0461" w:rsidRDefault="005B0461" w:rsidP="005B0461">
      <w:r>
        <w:t>176.4894</w:t>
      </w:r>
      <w:r>
        <w:tab/>
        <w:t>1.013e0</w:t>
      </w:r>
    </w:p>
    <w:p w:rsidR="005B0461" w:rsidRDefault="005B0461" w:rsidP="005B0461">
      <w:r>
        <w:t>176.4929</w:t>
      </w:r>
      <w:r>
        <w:tab/>
        <w:t>1.013e0</w:t>
      </w:r>
    </w:p>
    <w:p w:rsidR="005B0461" w:rsidRDefault="005B0461" w:rsidP="005B0461">
      <w:r>
        <w:t>176.5378</w:t>
      </w:r>
      <w:r>
        <w:tab/>
        <w:t>1.013e0</w:t>
      </w:r>
    </w:p>
    <w:p w:rsidR="005B0461" w:rsidRDefault="005B0461" w:rsidP="005B0461">
      <w:r>
        <w:t>176.5435</w:t>
      </w:r>
      <w:r>
        <w:tab/>
        <w:t>3.038e0</w:t>
      </w:r>
    </w:p>
    <w:p w:rsidR="005B0461" w:rsidRDefault="005B0461" w:rsidP="005B0461">
      <w:r>
        <w:t>176.5582</w:t>
      </w:r>
      <w:r>
        <w:tab/>
        <w:t>3.038e0</w:t>
      </w:r>
    </w:p>
    <w:p w:rsidR="005B0461" w:rsidRDefault="005B0461" w:rsidP="005B0461">
      <w:r>
        <w:t>176.5628</w:t>
      </w:r>
      <w:r>
        <w:tab/>
        <w:t>1.013e0</w:t>
      </w:r>
    </w:p>
    <w:p w:rsidR="005B0461" w:rsidRDefault="005B0461" w:rsidP="005B0461">
      <w:r>
        <w:t>176.5699</w:t>
      </w:r>
      <w:r>
        <w:tab/>
        <w:t>2.025e0</w:t>
      </w:r>
    </w:p>
    <w:p w:rsidR="005B0461" w:rsidRDefault="005B0461" w:rsidP="005B0461">
      <w:r>
        <w:t>176.5859</w:t>
      </w:r>
      <w:r>
        <w:tab/>
        <w:t>2.025e0</w:t>
      </w:r>
    </w:p>
    <w:p w:rsidR="005B0461" w:rsidRDefault="005B0461" w:rsidP="005B0461">
      <w:r>
        <w:t>176.5913</w:t>
      </w:r>
      <w:r>
        <w:tab/>
        <w:t>1.013e0</w:t>
      </w:r>
    </w:p>
    <w:p w:rsidR="005B0461" w:rsidRDefault="005B0461" w:rsidP="005B0461">
      <w:r>
        <w:t>176.5966</w:t>
      </w:r>
      <w:r>
        <w:tab/>
        <w:t>2.025e0</w:t>
      </w:r>
    </w:p>
    <w:p w:rsidR="005B0461" w:rsidRDefault="005B0461" w:rsidP="005B0461">
      <w:r>
        <w:t>176.6304</w:t>
      </w:r>
      <w:r>
        <w:tab/>
        <w:t>1.013e0</w:t>
      </w:r>
    </w:p>
    <w:p w:rsidR="005B0461" w:rsidRDefault="005B0461" w:rsidP="005B0461">
      <w:r>
        <w:t>176.6482</w:t>
      </w:r>
      <w:r>
        <w:tab/>
        <w:t>1.013e0</w:t>
      </w:r>
    </w:p>
    <w:p w:rsidR="005B0461" w:rsidRDefault="005B0461" w:rsidP="005B0461">
      <w:r>
        <w:t>176.6519</w:t>
      </w:r>
      <w:r>
        <w:tab/>
        <w:t>2.025e0</w:t>
      </w:r>
    </w:p>
    <w:p w:rsidR="005B0461" w:rsidRDefault="005B0461" w:rsidP="005B0461">
      <w:r>
        <w:t>176.6554</w:t>
      </w:r>
      <w:r>
        <w:tab/>
        <w:t>1.013e0</w:t>
      </w:r>
    </w:p>
    <w:p w:rsidR="005B0461" w:rsidRDefault="005B0461" w:rsidP="005B0461">
      <w:r>
        <w:t>176.6762</w:t>
      </w:r>
      <w:r>
        <w:tab/>
        <w:t>1.013e0</w:t>
      </w:r>
    </w:p>
    <w:p w:rsidR="005B0461" w:rsidRDefault="005B0461" w:rsidP="005B0461">
      <w:r>
        <w:t>176.6832</w:t>
      </w:r>
      <w:r>
        <w:tab/>
        <w:t>1.013e0</w:t>
      </w:r>
    </w:p>
    <w:p w:rsidR="005B0461" w:rsidRDefault="005B0461" w:rsidP="005B0461">
      <w:r>
        <w:lastRenderedPageBreak/>
        <w:t>176.6901</w:t>
      </w:r>
      <w:r>
        <w:tab/>
        <w:t>1.013e0</w:t>
      </w:r>
    </w:p>
    <w:p w:rsidR="005B0461" w:rsidRDefault="005B0461" w:rsidP="005B0461">
      <w:r>
        <w:t>176.7715</w:t>
      </w:r>
      <w:r>
        <w:tab/>
        <w:t>1.013e0</w:t>
      </w:r>
    </w:p>
    <w:p w:rsidR="005B0461" w:rsidRDefault="005B0461" w:rsidP="005B0461">
      <w:r>
        <w:t>176.7875</w:t>
      </w:r>
      <w:r>
        <w:tab/>
        <w:t>3.038e0</w:t>
      </w:r>
    </w:p>
    <w:p w:rsidR="005B0461" w:rsidRDefault="005B0461" w:rsidP="005B0461">
      <w:r>
        <w:t>176.8035</w:t>
      </w:r>
      <w:r>
        <w:tab/>
        <w:t>1.013e0</w:t>
      </w:r>
    </w:p>
    <w:p w:rsidR="005B0461" w:rsidRDefault="005B0461" w:rsidP="005B0461">
      <w:r>
        <w:t>176.8071</w:t>
      </w:r>
      <w:r>
        <w:tab/>
        <w:t>1.013e0</w:t>
      </w:r>
    </w:p>
    <w:p w:rsidR="005B0461" w:rsidRDefault="005B0461" w:rsidP="005B0461">
      <w:r>
        <w:t>176.8214</w:t>
      </w:r>
      <w:r>
        <w:tab/>
        <w:t>2.025e0</w:t>
      </w:r>
    </w:p>
    <w:p w:rsidR="005B0461" w:rsidRDefault="005B0461" w:rsidP="005B0461">
      <w:r>
        <w:t>176.8424</w:t>
      </w:r>
      <w:r>
        <w:tab/>
        <w:t>1.013e0</w:t>
      </w:r>
    </w:p>
    <w:p w:rsidR="005B0461" w:rsidRDefault="005B0461" w:rsidP="005B0461">
      <w:r>
        <w:t>176.8701</w:t>
      </w:r>
      <w:r>
        <w:tab/>
        <w:t>1.013e0</w:t>
      </w:r>
    </w:p>
    <w:p w:rsidR="005B0461" w:rsidRDefault="005B0461" w:rsidP="005B0461">
      <w:r>
        <w:t>176.8840</w:t>
      </w:r>
      <w:r>
        <w:tab/>
        <w:t>2.025e0</w:t>
      </w:r>
    </w:p>
    <w:p w:rsidR="005B0461" w:rsidRDefault="005B0461" w:rsidP="005B0461">
      <w:r>
        <w:t>176.8912</w:t>
      </w:r>
      <w:r>
        <w:tab/>
        <w:t>1.013e0</w:t>
      </w:r>
    </w:p>
    <w:p w:rsidR="005B0461" w:rsidRDefault="005B0461" w:rsidP="005B0461">
      <w:r>
        <w:t>176.9233</w:t>
      </w:r>
      <w:r>
        <w:tab/>
        <w:t>2.025e0</w:t>
      </w:r>
    </w:p>
    <w:p w:rsidR="005B0461" w:rsidRDefault="005B0461" w:rsidP="005B0461">
      <w:r>
        <w:t>176.9411</w:t>
      </w:r>
      <w:r>
        <w:tab/>
        <w:t>2.025e0</w:t>
      </w:r>
    </w:p>
    <w:p w:rsidR="005B0461" w:rsidRDefault="005B0461" w:rsidP="005B0461">
      <w:r>
        <w:t>176.9629</w:t>
      </w:r>
      <w:r>
        <w:tab/>
        <w:t>4.051e0</w:t>
      </w:r>
    </w:p>
    <w:p w:rsidR="005B0461" w:rsidRDefault="005B0461" w:rsidP="005B0461">
      <w:r>
        <w:t>176.9910</w:t>
      </w:r>
      <w:r>
        <w:tab/>
        <w:t>1.013e0</w:t>
      </w:r>
    </w:p>
    <w:p w:rsidR="005B0461" w:rsidRDefault="005B0461" w:rsidP="005B0461">
      <w:r>
        <w:t>176.9964</w:t>
      </w:r>
      <w:r>
        <w:tab/>
        <w:t>5.063e0</w:t>
      </w:r>
    </w:p>
    <w:p w:rsidR="005B0461" w:rsidRDefault="005B0461" w:rsidP="005B0461">
      <w:r>
        <w:t>176.9981</w:t>
      </w:r>
      <w:r>
        <w:tab/>
        <w:t>1.013e0</w:t>
      </w:r>
    </w:p>
    <w:p w:rsidR="005B0461" w:rsidRDefault="005B0461" w:rsidP="005B0461">
      <w:r>
        <w:t>177.0104</w:t>
      </w:r>
      <w:r>
        <w:tab/>
        <w:t>4.051e0</w:t>
      </w:r>
    </w:p>
    <w:p w:rsidR="005B0461" w:rsidRDefault="005B0461" w:rsidP="005B0461">
      <w:r>
        <w:t>177.0226</w:t>
      </w:r>
      <w:r>
        <w:tab/>
        <w:t>1.013e0</w:t>
      </w:r>
    </w:p>
    <w:p w:rsidR="005B0461" w:rsidRDefault="005B0461" w:rsidP="005B0461">
      <w:r>
        <w:t>177.0243</w:t>
      </w:r>
      <w:r>
        <w:tab/>
        <w:t>2.025e0</w:t>
      </w:r>
    </w:p>
    <w:p w:rsidR="005B0461" w:rsidRDefault="005B0461" w:rsidP="005B0461">
      <w:r>
        <w:lastRenderedPageBreak/>
        <w:t>177.0314</w:t>
      </w:r>
      <w:r>
        <w:tab/>
        <w:t>4.051e0</w:t>
      </w:r>
    </w:p>
    <w:p w:rsidR="005B0461" w:rsidRDefault="005B0461" w:rsidP="005B0461">
      <w:r>
        <w:t>177.0575</w:t>
      </w:r>
      <w:r>
        <w:tab/>
        <w:t>3.038e0</w:t>
      </w:r>
    </w:p>
    <w:p w:rsidR="005B0461" w:rsidRDefault="005B0461" w:rsidP="005B0461">
      <w:r>
        <w:t>177.0608</w:t>
      </w:r>
      <w:r>
        <w:tab/>
        <w:t>1.013e0</w:t>
      </w:r>
    </w:p>
    <w:p w:rsidR="005B0461" w:rsidRDefault="005B0461" w:rsidP="005B0461">
      <w:r>
        <w:t>177.0818</w:t>
      </w:r>
      <w:r>
        <w:tab/>
        <w:t>7.035e0</w:t>
      </w:r>
    </w:p>
    <w:p w:rsidR="005B0461" w:rsidRDefault="005B0461" w:rsidP="005B0461">
      <w:r>
        <w:t>177.1086</w:t>
      </w:r>
      <w:r>
        <w:tab/>
        <w:t>2.493e0</w:t>
      </w:r>
    </w:p>
    <w:p w:rsidR="005B0461" w:rsidRDefault="005B0461" w:rsidP="005B0461">
      <w:r>
        <w:t>177.1389</w:t>
      </w:r>
      <w:r>
        <w:tab/>
        <w:t>3.243e0</w:t>
      </w:r>
    </w:p>
    <w:p w:rsidR="005B0461" w:rsidRDefault="005B0461" w:rsidP="005B0461">
      <w:r>
        <w:t>177.1589</w:t>
      </w:r>
      <w:r>
        <w:tab/>
        <w:t>3.038e0</w:t>
      </w:r>
    </w:p>
    <w:p w:rsidR="005B0461" w:rsidRDefault="005B0461" w:rsidP="005B0461">
      <w:r>
        <w:t>177.1655</w:t>
      </w:r>
      <w:r>
        <w:tab/>
        <w:t>4.051e0</w:t>
      </w:r>
    </w:p>
    <w:p w:rsidR="005B0461" w:rsidRDefault="005B0461" w:rsidP="005B0461">
      <w:r>
        <w:t>177.1678</w:t>
      </w:r>
      <w:r>
        <w:tab/>
        <w:t>1.013e0</w:t>
      </w:r>
    </w:p>
    <w:p w:rsidR="005B0461" w:rsidRDefault="005B0461" w:rsidP="005B0461">
      <w:r>
        <w:t>177.1714</w:t>
      </w:r>
      <w:r>
        <w:tab/>
        <w:t>2.025e0</w:t>
      </w:r>
    </w:p>
    <w:p w:rsidR="005B0461" w:rsidRDefault="005B0461" w:rsidP="005B0461">
      <w:r>
        <w:t>177.1821</w:t>
      </w:r>
      <w:r>
        <w:tab/>
        <w:t>1.013e0</w:t>
      </w:r>
    </w:p>
    <w:p w:rsidR="005B0461" w:rsidRDefault="005B0461" w:rsidP="005B0461">
      <w:r>
        <w:t>177.1892</w:t>
      </w:r>
      <w:r>
        <w:tab/>
        <w:t>2.025e0</w:t>
      </w:r>
    </w:p>
    <w:p w:rsidR="005B0461" w:rsidRDefault="005B0461" w:rsidP="005B0461">
      <w:r>
        <w:t>177.2030</w:t>
      </w:r>
      <w:r>
        <w:tab/>
        <w:t>1.013e0</w:t>
      </w:r>
    </w:p>
    <w:p w:rsidR="005B0461" w:rsidRDefault="005B0461" w:rsidP="005B0461">
      <w:r>
        <w:t>177.2272</w:t>
      </w:r>
      <w:r>
        <w:tab/>
        <w:t>2.025e0</w:t>
      </w:r>
    </w:p>
    <w:p w:rsidR="005B0461" w:rsidRDefault="005B0461" w:rsidP="005B0461">
      <w:r>
        <w:t>177.2402</w:t>
      </w:r>
      <w:r>
        <w:tab/>
        <w:t>3.038e0</w:t>
      </w:r>
    </w:p>
    <w:p w:rsidR="005B0461" w:rsidRDefault="005B0461" w:rsidP="005B0461">
      <w:r>
        <w:t>177.2457</w:t>
      </w:r>
      <w:r>
        <w:tab/>
        <w:t>6.076e0</w:t>
      </w:r>
    </w:p>
    <w:p w:rsidR="005B0461" w:rsidRDefault="005B0461" w:rsidP="005B0461">
      <w:r>
        <w:t>177.2555</w:t>
      </w:r>
      <w:r>
        <w:tab/>
        <w:t>1.013e0</w:t>
      </w:r>
    </w:p>
    <w:p w:rsidR="005B0461" w:rsidRDefault="005B0461" w:rsidP="005B0461">
      <w:r>
        <w:t>177.2591</w:t>
      </w:r>
      <w:r>
        <w:tab/>
        <w:t>2.025e0</w:t>
      </w:r>
    </w:p>
    <w:p w:rsidR="005B0461" w:rsidRDefault="005B0461" w:rsidP="005B0461">
      <w:r>
        <w:t>177.2770</w:t>
      </w:r>
      <w:r>
        <w:tab/>
        <w:t>2.025e0</w:t>
      </w:r>
    </w:p>
    <w:p w:rsidR="005B0461" w:rsidRDefault="005B0461" w:rsidP="005B0461">
      <w:r>
        <w:lastRenderedPageBreak/>
        <w:t>177.2805</w:t>
      </w:r>
      <w:r>
        <w:tab/>
        <w:t>1.013e0</w:t>
      </w:r>
    </w:p>
    <w:p w:rsidR="005B0461" w:rsidRDefault="005B0461" w:rsidP="005B0461">
      <w:r>
        <w:t>177.3054</w:t>
      </w:r>
      <w:r>
        <w:tab/>
        <w:t>2.025e0</w:t>
      </w:r>
    </w:p>
    <w:p w:rsidR="005B0461" w:rsidRDefault="005B0461" w:rsidP="005B0461">
      <w:r>
        <w:t>177.3071</w:t>
      </w:r>
      <w:r>
        <w:tab/>
        <w:t>3.038e0</w:t>
      </w:r>
    </w:p>
    <w:p w:rsidR="005B0461" w:rsidRDefault="005B0461" w:rsidP="005B0461">
      <w:r>
        <w:t>177.3339</w:t>
      </w:r>
      <w:r>
        <w:tab/>
        <w:t>1.013e0</w:t>
      </w:r>
    </w:p>
    <w:p w:rsidR="005B0461" w:rsidRDefault="005B0461" w:rsidP="005B0461">
      <w:r>
        <w:t>177.3554</w:t>
      </w:r>
      <w:r>
        <w:tab/>
        <w:t>1.013e0</w:t>
      </w:r>
    </w:p>
    <w:p w:rsidR="005B0461" w:rsidRDefault="005B0461" w:rsidP="005B0461">
      <w:r>
        <w:t>177.3608</w:t>
      </w:r>
      <w:r>
        <w:tab/>
        <w:t>2.025e0</w:t>
      </w:r>
    </w:p>
    <w:p w:rsidR="005B0461" w:rsidRDefault="005B0461" w:rsidP="005B0461">
      <w:r>
        <w:t>177.3626</w:t>
      </w:r>
      <w:r>
        <w:tab/>
        <w:t>1.013e0</w:t>
      </w:r>
    </w:p>
    <w:p w:rsidR="005B0461" w:rsidRDefault="005B0461" w:rsidP="005B0461">
      <w:r>
        <w:t>177.3782</w:t>
      </w:r>
      <w:r>
        <w:tab/>
        <w:t>2.025e0</w:t>
      </w:r>
    </w:p>
    <w:p w:rsidR="005B0461" w:rsidRDefault="005B0461" w:rsidP="005B0461">
      <w:r>
        <w:t>177.3835</w:t>
      </w:r>
      <w:r>
        <w:tab/>
        <w:t>2.025e0</w:t>
      </w:r>
    </w:p>
    <w:p w:rsidR="005B0461" w:rsidRDefault="005B0461" w:rsidP="005B0461">
      <w:r>
        <w:t>177.4113</w:t>
      </w:r>
      <w:r>
        <w:tab/>
        <w:t>1.013e0</w:t>
      </w:r>
    </w:p>
    <w:p w:rsidR="005B0461" w:rsidRDefault="005B0461" w:rsidP="005B0461">
      <w:r>
        <w:t>177.4378</w:t>
      </w:r>
      <w:r>
        <w:tab/>
        <w:t>2.025e0</w:t>
      </w:r>
    </w:p>
    <w:p w:rsidR="005B0461" w:rsidRDefault="005B0461" w:rsidP="005B0461">
      <w:r>
        <w:t>177.4503</w:t>
      </w:r>
      <w:r>
        <w:tab/>
        <w:t>1.013e0</w:t>
      </w:r>
    </w:p>
    <w:p w:rsidR="005B0461" w:rsidRDefault="005B0461" w:rsidP="005B0461">
      <w:r>
        <w:t>177.4682</w:t>
      </w:r>
      <w:r>
        <w:tab/>
        <w:t>2.025e0</w:t>
      </w:r>
    </w:p>
    <w:p w:rsidR="005B0461" w:rsidRDefault="005B0461" w:rsidP="005B0461">
      <w:r>
        <w:t>177.5002</w:t>
      </w:r>
      <w:r>
        <w:tab/>
        <w:t>1.013e0</w:t>
      </w:r>
    </w:p>
    <w:p w:rsidR="005B0461" w:rsidRDefault="005B0461" w:rsidP="005B0461">
      <w:r>
        <w:t>177.5091</w:t>
      </w:r>
      <w:r>
        <w:tab/>
        <w:t>2.025e0</w:t>
      </w:r>
    </w:p>
    <w:p w:rsidR="005B0461" w:rsidRDefault="005B0461" w:rsidP="005B0461">
      <w:r>
        <w:t>177.5341</w:t>
      </w:r>
      <w:r>
        <w:tab/>
        <w:t>2.025e0</w:t>
      </w:r>
    </w:p>
    <w:p w:rsidR="005B0461" w:rsidRDefault="005B0461" w:rsidP="005B0461">
      <w:r>
        <w:t>177.5359</w:t>
      </w:r>
      <w:r>
        <w:tab/>
        <w:t>1.013e0</w:t>
      </w:r>
    </w:p>
    <w:p w:rsidR="005B0461" w:rsidRDefault="005B0461" w:rsidP="005B0461">
      <w:r>
        <w:t>177.5467</w:t>
      </w:r>
      <w:r>
        <w:tab/>
        <w:t>2.025e0</w:t>
      </w:r>
    </w:p>
    <w:p w:rsidR="005B0461" w:rsidRDefault="005B0461" w:rsidP="005B0461">
      <w:r>
        <w:t>177.5538</w:t>
      </w:r>
      <w:r>
        <w:tab/>
        <w:t>1.013e0</w:t>
      </w:r>
    </w:p>
    <w:p w:rsidR="005B0461" w:rsidRDefault="005B0461" w:rsidP="005B0461">
      <w:r>
        <w:lastRenderedPageBreak/>
        <w:t>177.5728</w:t>
      </w:r>
      <w:r>
        <w:tab/>
        <w:t>2.025e0</w:t>
      </w:r>
    </w:p>
    <w:p w:rsidR="005B0461" w:rsidRDefault="005B0461" w:rsidP="005B0461">
      <w:r>
        <w:t>177.5850</w:t>
      </w:r>
      <w:r>
        <w:tab/>
        <w:t>2.025e0</w:t>
      </w:r>
    </w:p>
    <w:p w:rsidR="005B0461" w:rsidRDefault="005B0461" w:rsidP="005B0461">
      <w:r>
        <w:t>177.5955</w:t>
      </w:r>
      <w:r>
        <w:tab/>
        <w:t>1.013e0</w:t>
      </w:r>
    </w:p>
    <w:p w:rsidR="005B0461" w:rsidRDefault="005B0461" w:rsidP="005B0461">
      <w:r>
        <w:t>177.6165</w:t>
      </w:r>
      <w:r>
        <w:tab/>
        <w:t>1.013e0</w:t>
      </w:r>
    </w:p>
    <w:p w:rsidR="005B0461" w:rsidRDefault="005B0461" w:rsidP="005B0461">
      <w:r>
        <w:t>177.6183</w:t>
      </w:r>
      <w:r>
        <w:tab/>
        <w:t>2.025e0</w:t>
      </w:r>
    </w:p>
    <w:p w:rsidR="005B0461" w:rsidRDefault="005B0461" w:rsidP="005B0461">
      <w:r>
        <w:t>177.6272</w:t>
      </w:r>
      <w:r>
        <w:tab/>
        <w:t>2.025e0</w:t>
      </w:r>
    </w:p>
    <w:p w:rsidR="005B0461" w:rsidRDefault="005B0461" w:rsidP="005B0461">
      <w:r>
        <w:t>177.6487</w:t>
      </w:r>
      <w:r>
        <w:tab/>
        <w:t>1.013e0</w:t>
      </w:r>
    </w:p>
    <w:p w:rsidR="005B0461" w:rsidRDefault="005B0461" w:rsidP="005B0461">
      <w:r>
        <w:t>177.6665</w:t>
      </w:r>
      <w:r>
        <w:tab/>
        <w:t>1.013e0</w:t>
      </w:r>
    </w:p>
    <w:p w:rsidR="005B0461" w:rsidRDefault="005B0461" w:rsidP="005B0461">
      <w:r>
        <w:t>177.6986</w:t>
      </w:r>
      <w:r>
        <w:tab/>
        <w:t>1.013e0</w:t>
      </w:r>
    </w:p>
    <w:p w:rsidR="005B0461" w:rsidRDefault="005B0461" w:rsidP="005B0461">
      <w:r>
        <w:t>177.7093</w:t>
      </w:r>
      <w:r>
        <w:tab/>
        <w:t>3.038e0</w:t>
      </w:r>
    </w:p>
    <w:p w:rsidR="005B0461" w:rsidRDefault="005B0461" w:rsidP="005B0461">
      <w:r>
        <w:t>177.7165</w:t>
      </w:r>
      <w:r>
        <w:tab/>
        <w:t>1.013e0</w:t>
      </w:r>
    </w:p>
    <w:p w:rsidR="005B0461" w:rsidRDefault="005B0461" w:rsidP="005B0461">
      <w:r>
        <w:t>177.7236</w:t>
      </w:r>
      <w:r>
        <w:tab/>
        <w:t>2.025e0</w:t>
      </w:r>
    </w:p>
    <w:p w:rsidR="005B0461" w:rsidRDefault="005B0461" w:rsidP="005B0461">
      <w:r>
        <w:t>177.7326</w:t>
      </w:r>
      <w:r>
        <w:tab/>
        <w:t>2.025e0</w:t>
      </w:r>
    </w:p>
    <w:p w:rsidR="005B0461" w:rsidRDefault="005B0461" w:rsidP="005B0461">
      <w:r>
        <w:t>177.7555</w:t>
      </w:r>
      <w:r>
        <w:tab/>
        <w:t>2.025e0</w:t>
      </w:r>
    </w:p>
    <w:p w:rsidR="005B0461" w:rsidRDefault="005B0461" w:rsidP="005B0461">
      <w:r>
        <w:t>177.7706</w:t>
      </w:r>
      <w:r>
        <w:tab/>
        <w:t>3.038e0</w:t>
      </w:r>
    </w:p>
    <w:p w:rsidR="005B0461" w:rsidRDefault="005B0461" w:rsidP="005B0461">
      <w:r>
        <w:t>177.7763</w:t>
      </w:r>
      <w:r>
        <w:tab/>
        <w:t>1.013e0</w:t>
      </w:r>
    </w:p>
    <w:p w:rsidR="005B0461" w:rsidRDefault="005B0461" w:rsidP="005B0461">
      <w:r>
        <w:t>177.7902</w:t>
      </w:r>
      <w:r>
        <w:tab/>
        <w:t>1.013e0</w:t>
      </w:r>
    </w:p>
    <w:p w:rsidR="005B0461" w:rsidRDefault="005B0461" w:rsidP="005B0461">
      <w:r>
        <w:t>177.8293</w:t>
      </w:r>
      <w:r>
        <w:tab/>
        <w:t>1.013e0</w:t>
      </w:r>
    </w:p>
    <w:p w:rsidR="005B0461" w:rsidRDefault="005B0461" w:rsidP="005B0461">
      <w:r>
        <w:t>177.8365</w:t>
      </w:r>
      <w:r>
        <w:tab/>
        <w:t>1.013e0</w:t>
      </w:r>
    </w:p>
    <w:p w:rsidR="005B0461" w:rsidRDefault="005B0461" w:rsidP="005B0461">
      <w:r>
        <w:lastRenderedPageBreak/>
        <w:t>177.8579</w:t>
      </w:r>
      <w:r>
        <w:tab/>
        <w:t>2.025e0</w:t>
      </w:r>
    </w:p>
    <w:p w:rsidR="005B0461" w:rsidRDefault="005B0461" w:rsidP="005B0461">
      <w:r>
        <w:t>177.8668</w:t>
      </w:r>
      <w:r>
        <w:tab/>
        <w:t>2.025e0</w:t>
      </w:r>
    </w:p>
    <w:p w:rsidR="005B0461" w:rsidRDefault="005B0461" w:rsidP="005B0461">
      <w:r>
        <w:t>177.8864</w:t>
      </w:r>
      <w:r>
        <w:tab/>
        <w:t>2.025e0</w:t>
      </w:r>
    </w:p>
    <w:p w:rsidR="005B0461" w:rsidRDefault="005B0461" w:rsidP="005B0461">
      <w:r>
        <w:t>177.8900</w:t>
      </w:r>
      <w:r>
        <w:tab/>
        <w:t>1.013e0</w:t>
      </w:r>
    </w:p>
    <w:p w:rsidR="005B0461" w:rsidRDefault="005B0461" w:rsidP="005B0461">
      <w:r>
        <w:t>177.9007</w:t>
      </w:r>
      <w:r>
        <w:tab/>
        <w:t>1.013e0</w:t>
      </w:r>
    </w:p>
    <w:p w:rsidR="005B0461" w:rsidRDefault="005B0461" w:rsidP="005B0461">
      <w:r>
        <w:t>177.9150</w:t>
      </w:r>
      <w:r>
        <w:tab/>
        <w:t>1.013e0</w:t>
      </w:r>
    </w:p>
    <w:p w:rsidR="005B0461" w:rsidRDefault="005B0461" w:rsidP="005B0461">
      <w:r>
        <w:t>177.9186</w:t>
      </w:r>
      <w:r>
        <w:tab/>
        <w:t>1.013e0</w:t>
      </w:r>
    </w:p>
    <w:p w:rsidR="005B0461" w:rsidRDefault="005B0461" w:rsidP="005B0461">
      <w:r>
        <w:t>177.9469</w:t>
      </w:r>
      <w:r>
        <w:tab/>
        <w:t>1.013e0</w:t>
      </w:r>
    </w:p>
    <w:p w:rsidR="005B0461" w:rsidRDefault="005B0461" w:rsidP="005B0461">
      <w:r>
        <w:t>177.9539</w:t>
      </w:r>
      <w:r>
        <w:tab/>
        <w:t>3.038e0</w:t>
      </w:r>
    </w:p>
    <w:p w:rsidR="005B0461" w:rsidRDefault="005B0461" w:rsidP="005B0461">
      <w:r>
        <w:t>177.9678</w:t>
      </w:r>
      <w:r>
        <w:tab/>
        <w:t>1.013e0</w:t>
      </w:r>
    </w:p>
    <w:p w:rsidR="005B0461" w:rsidRDefault="005B0461" w:rsidP="005B0461">
      <w:r>
        <w:t>177.9747</w:t>
      </w:r>
      <w:r>
        <w:tab/>
        <w:t>2.025e0</w:t>
      </w:r>
    </w:p>
    <w:p w:rsidR="005B0461" w:rsidRDefault="005B0461" w:rsidP="005B0461">
      <w:r>
        <w:t>177.9886</w:t>
      </w:r>
      <w:r>
        <w:tab/>
        <w:t>1.013e0</w:t>
      </w:r>
    </w:p>
    <w:p w:rsidR="005B0461" w:rsidRDefault="005B0461" w:rsidP="005B0461">
      <w:r>
        <w:t>177.9921</w:t>
      </w:r>
      <w:r>
        <w:tab/>
        <w:t>1.013e0</w:t>
      </w:r>
    </w:p>
    <w:p w:rsidR="005B0461" w:rsidRDefault="005B0461" w:rsidP="005B0461">
      <w:r>
        <w:t>178.0270</w:t>
      </w:r>
      <w:r>
        <w:tab/>
        <w:t>4.051e0</w:t>
      </w:r>
    </w:p>
    <w:p w:rsidR="005B0461" w:rsidRDefault="005B0461" w:rsidP="005B0461">
      <w:r>
        <w:t>178.0315</w:t>
      </w:r>
      <w:r>
        <w:tab/>
        <w:t>1.013e0</w:t>
      </w:r>
    </w:p>
    <w:p w:rsidR="005B0461" w:rsidRDefault="005B0461" w:rsidP="005B0461">
      <w:r>
        <w:t>178.0623</w:t>
      </w:r>
      <w:r>
        <w:tab/>
        <w:t>4.790e0</w:t>
      </w:r>
    </w:p>
    <w:p w:rsidR="005B0461" w:rsidRDefault="005B0461" w:rsidP="005B0461">
      <w:r>
        <w:t>178.0636</w:t>
      </w:r>
      <w:r>
        <w:tab/>
        <w:t>8.285e0</w:t>
      </w:r>
    </w:p>
    <w:p w:rsidR="005B0461" w:rsidRDefault="005B0461" w:rsidP="005B0461">
      <w:r>
        <w:t>178.0648</w:t>
      </w:r>
      <w:r>
        <w:tab/>
        <w:t>3.038e0</w:t>
      </w:r>
    </w:p>
    <w:p w:rsidR="005B0461" w:rsidRDefault="005B0461" w:rsidP="005B0461">
      <w:r>
        <w:t>178.0830</w:t>
      </w:r>
      <w:r>
        <w:tab/>
        <w:t>2.414e0</w:t>
      </w:r>
    </w:p>
    <w:p w:rsidR="005B0461" w:rsidRDefault="005B0461" w:rsidP="005B0461">
      <w:r>
        <w:lastRenderedPageBreak/>
        <w:t>178.1068</w:t>
      </w:r>
      <w:r>
        <w:tab/>
        <w:t>9.933e0</w:t>
      </w:r>
    </w:p>
    <w:p w:rsidR="005B0461" w:rsidRDefault="005B0461" w:rsidP="005B0461">
      <w:r>
        <w:t>178.1081</w:t>
      </w:r>
      <w:r>
        <w:tab/>
        <w:t>1.193e1</w:t>
      </w:r>
    </w:p>
    <w:p w:rsidR="005B0461" w:rsidRDefault="005B0461" w:rsidP="005B0461">
      <w:r>
        <w:t>178.1171</w:t>
      </w:r>
      <w:r>
        <w:tab/>
        <w:t>4.165e0</w:t>
      </w:r>
    </w:p>
    <w:p w:rsidR="005B0461" w:rsidRDefault="005B0461" w:rsidP="005B0461">
      <w:r>
        <w:t>178.1474</w:t>
      </w:r>
      <w:r>
        <w:tab/>
        <w:t>8.517e0</w:t>
      </w:r>
    </w:p>
    <w:p w:rsidR="005B0461" w:rsidRDefault="005B0461" w:rsidP="005B0461">
      <w:r>
        <w:t>178.1583</w:t>
      </w:r>
      <w:r>
        <w:tab/>
        <w:t>7.089e0</w:t>
      </w:r>
    </w:p>
    <w:p w:rsidR="005B0461" w:rsidRDefault="005B0461" w:rsidP="005B0461">
      <w:r>
        <w:t>178.1627</w:t>
      </w:r>
      <w:r>
        <w:tab/>
        <w:t>9.001e0</w:t>
      </w:r>
    </w:p>
    <w:p w:rsidR="005B0461" w:rsidRDefault="005B0461" w:rsidP="005B0461">
      <w:r>
        <w:t>178.1673</w:t>
      </w:r>
      <w:r>
        <w:tab/>
        <w:t>3.038e0</w:t>
      </w:r>
    </w:p>
    <w:p w:rsidR="005B0461" w:rsidRDefault="005B0461" w:rsidP="005B0461">
      <w:r>
        <w:t>178.1695</w:t>
      </w:r>
      <w:r>
        <w:tab/>
        <w:t>4.051e0</w:t>
      </w:r>
    </w:p>
    <w:p w:rsidR="005B0461" w:rsidRDefault="005B0461" w:rsidP="005B0461">
      <w:r>
        <w:t>178.1821</w:t>
      </w:r>
      <w:r>
        <w:tab/>
        <w:t>3.038e0</w:t>
      </w:r>
    </w:p>
    <w:p w:rsidR="005B0461" w:rsidRDefault="005B0461" w:rsidP="005B0461">
      <w:r>
        <w:t>178.1978</w:t>
      </w:r>
      <w:r>
        <w:tab/>
        <w:t>1.013e0</w:t>
      </w:r>
    </w:p>
    <w:p w:rsidR="005B0461" w:rsidRDefault="005B0461" w:rsidP="005B0461">
      <w:r>
        <w:t>178.2174</w:t>
      </w:r>
      <w:r>
        <w:tab/>
        <w:t>5.063e0</w:t>
      </w:r>
    </w:p>
    <w:p w:rsidR="005B0461" w:rsidRDefault="005B0461" w:rsidP="005B0461">
      <w:r>
        <w:t>178.2337</w:t>
      </w:r>
      <w:r>
        <w:tab/>
        <w:t>1.013e0</w:t>
      </w:r>
    </w:p>
    <w:p w:rsidR="005B0461" w:rsidRDefault="005B0461" w:rsidP="005B0461">
      <w:r>
        <w:t>178.2480</w:t>
      </w:r>
      <w:r>
        <w:tab/>
        <w:t>1.013e0</w:t>
      </w:r>
    </w:p>
    <w:p w:rsidR="005B0461" w:rsidRDefault="005B0461" w:rsidP="005B0461">
      <w:r>
        <w:t>178.2515</w:t>
      </w:r>
      <w:r>
        <w:tab/>
        <w:t>1.013e0</w:t>
      </w:r>
    </w:p>
    <w:p w:rsidR="005B0461" w:rsidRDefault="005B0461" w:rsidP="005B0461">
      <w:r>
        <w:t>178.2533</w:t>
      </w:r>
      <w:r>
        <w:tab/>
        <w:t>2.025e0</w:t>
      </w:r>
    </w:p>
    <w:p w:rsidR="005B0461" w:rsidRDefault="005B0461" w:rsidP="005B0461">
      <w:r>
        <w:t>178.2551</w:t>
      </w:r>
      <w:r>
        <w:tab/>
        <w:t>2.514e0</w:t>
      </w:r>
    </w:p>
    <w:p w:rsidR="005B0461" w:rsidRDefault="005B0461" w:rsidP="005B0461">
      <w:r>
        <w:t>178.2693</w:t>
      </w:r>
      <w:r>
        <w:tab/>
        <w:t>1.013e0</w:t>
      </w:r>
    </w:p>
    <w:p w:rsidR="005B0461" w:rsidRDefault="005B0461" w:rsidP="005B0461">
      <w:r>
        <w:t>178.2836</w:t>
      </w:r>
      <w:r>
        <w:tab/>
        <w:t>2.025e0</w:t>
      </w:r>
    </w:p>
    <w:p w:rsidR="005B0461" w:rsidRDefault="005B0461" w:rsidP="005B0461">
      <w:r>
        <w:t>178.2955</w:t>
      </w:r>
      <w:r>
        <w:tab/>
        <w:t>3.038e0</w:t>
      </w:r>
    </w:p>
    <w:p w:rsidR="005B0461" w:rsidRDefault="005B0461" w:rsidP="005B0461">
      <w:r>
        <w:lastRenderedPageBreak/>
        <w:t>178.3015</w:t>
      </w:r>
      <w:r>
        <w:tab/>
        <w:t>1.013e0</w:t>
      </w:r>
    </w:p>
    <w:p w:rsidR="005B0461" w:rsidRDefault="005B0461" w:rsidP="005B0461">
      <w:r>
        <w:t>178.3115</w:t>
      </w:r>
      <w:r>
        <w:tab/>
        <w:t>3.231e0</w:t>
      </w:r>
    </w:p>
    <w:p w:rsidR="005B0461" w:rsidRDefault="005B0461" w:rsidP="005B0461">
      <w:r>
        <w:t>178.3230</w:t>
      </w:r>
      <w:r>
        <w:tab/>
        <w:t>1.013e0</w:t>
      </w:r>
    </w:p>
    <w:p w:rsidR="005B0461" w:rsidRDefault="005B0461" w:rsidP="005B0461">
      <w:r>
        <w:t>178.3302</w:t>
      </w:r>
      <w:r>
        <w:tab/>
        <w:t>1.013e0</w:t>
      </w:r>
    </w:p>
    <w:p w:rsidR="005B0461" w:rsidRDefault="005B0461" w:rsidP="005B0461">
      <w:r>
        <w:t>178.3321</w:t>
      </w:r>
      <w:r>
        <w:tab/>
        <w:t>2.025e0</w:t>
      </w:r>
    </w:p>
    <w:p w:rsidR="005B0461" w:rsidRDefault="005B0461" w:rsidP="005B0461">
      <w:r>
        <w:t>178.3337</w:t>
      </w:r>
      <w:r>
        <w:tab/>
        <w:t>1.013e0</w:t>
      </w:r>
    </w:p>
    <w:p w:rsidR="005B0461" w:rsidRDefault="005B0461" w:rsidP="005B0461">
      <w:r>
        <w:t>178.3512</w:t>
      </w:r>
      <w:r>
        <w:tab/>
        <w:t>1.013e0</w:t>
      </w:r>
    </w:p>
    <w:p w:rsidR="005B0461" w:rsidRDefault="005B0461" w:rsidP="005B0461">
      <w:r>
        <w:t>178.3721</w:t>
      </w:r>
      <w:r>
        <w:tab/>
        <w:t>1.013e0</w:t>
      </w:r>
    </w:p>
    <w:p w:rsidR="005B0461" w:rsidRDefault="005B0461" w:rsidP="005B0461">
      <w:r>
        <w:t>178.3873</w:t>
      </w:r>
      <w:r>
        <w:tab/>
        <w:t>3.038e0</w:t>
      </w:r>
    </w:p>
    <w:p w:rsidR="005B0461" w:rsidRDefault="005B0461" w:rsidP="005B0461">
      <w:r>
        <w:t>178.3930</w:t>
      </w:r>
      <w:r>
        <w:tab/>
        <w:t>2.025e0</w:t>
      </w:r>
    </w:p>
    <w:p w:rsidR="005B0461" w:rsidRDefault="005B0461" w:rsidP="005B0461">
      <w:r>
        <w:t>178.4073</w:t>
      </w:r>
      <w:r>
        <w:tab/>
        <w:t>2.025e0</w:t>
      </w:r>
    </w:p>
    <w:p w:rsidR="005B0461" w:rsidRDefault="005B0461" w:rsidP="005B0461">
      <w:r>
        <w:t>178.4377</w:t>
      </w:r>
      <w:r>
        <w:tab/>
        <w:t>2.025e0</w:t>
      </w:r>
    </w:p>
    <w:p w:rsidR="005B0461" w:rsidRDefault="005B0461" w:rsidP="005B0461">
      <w:r>
        <w:t>178.4395</w:t>
      </w:r>
      <w:r>
        <w:tab/>
        <w:t>1.013e0</w:t>
      </w:r>
    </w:p>
    <w:p w:rsidR="005B0461" w:rsidRDefault="005B0461" w:rsidP="005B0461">
      <w:r>
        <w:t>178.4538</w:t>
      </w:r>
      <w:r>
        <w:tab/>
        <w:t>1.013e0</w:t>
      </w:r>
    </w:p>
    <w:p w:rsidR="005B0461" w:rsidRDefault="005B0461" w:rsidP="005B0461">
      <w:r>
        <w:t>178.4574</w:t>
      </w:r>
      <w:r>
        <w:tab/>
        <w:t>1.013e0</w:t>
      </w:r>
    </w:p>
    <w:p w:rsidR="005B0461" w:rsidRDefault="005B0461" w:rsidP="005B0461">
      <w:r>
        <w:t>178.5002</w:t>
      </w:r>
      <w:r>
        <w:tab/>
        <w:t>1.013e0</w:t>
      </w:r>
    </w:p>
    <w:p w:rsidR="005B0461" w:rsidRDefault="005B0461" w:rsidP="005B0461">
      <w:r>
        <w:t>178.5217</w:t>
      </w:r>
      <w:r>
        <w:tab/>
        <w:t>1.013e0</w:t>
      </w:r>
    </w:p>
    <w:p w:rsidR="005B0461" w:rsidRDefault="005B0461" w:rsidP="005B0461">
      <w:r>
        <w:t>178.5501</w:t>
      </w:r>
      <w:r>
        <w:tab/>
        <w:t>2.025e0</w:t>
      </w:r>
    </w:p>
    <w:p w:rsidR="005B0461" w:rsidRDefault="005B0461" w:rsidP="005B0461">
      <w:r>
        <w:t>178.5536</w:t>
      </w:r>
      <w:r>
        <w:tab/>
        <w:t>1.013e0</w:t>
      </w:r>
    </w:p>
    <w:p w:rsidR="005B0461" w:rsidRDefault="005B0461" w:rsidP="005B0461">
      <w:r>
        <w:lastRenderedPageBreak/>
        <w:t>178.5676</w:t>
      </w:r>
      <w:r>
        <w:tab/>
        <w:t>2.025e0</w:t>
      </w:r>
    </w:p>
    <w:p w:rsidR="005B0461" w:rsidRDefault="005B0461" w:rsidP="005B0461">
      <w:r>
        <w:t>178.5780</w:t>
      </w:r>
      <w:r>
        <w:tab/>
        <w:t>3.038e0</w:t>
      </w:r>
    </w:p>
    <w:p w:rsidR="005B0461" w:rsidRDefault="005B0461" w:rsidP="005B0461">
      <w:r>
        <w:t>178.5841</w:t>
      </w:r>
      <w:r>
        <w:tab/>
        <w:t>3.038e0</w:t>
      </w:r>
    </w:p>
    <w:p w:rsidR="005B0461" w:rsidRDefault="005B0461" w:rsidP="005B0461">
      <w:r>
        <w:t>178.5901</w:t>
      </w:r>
      <w:r>
        <w:tab/>
        <w:t>2.025e0</w:t>
      </w:r>
    </w:p>
    <w:p w:rsidR="005B0461" w:rsidRDefault="005B0461" w:rsidP="005B0461">
      <w:r>
        <w:t>178.6132</w:t>
      </w:r>
      <w:r>
        <w:tab/>
        <w:t>1.013e0</w:t>
      </w:r>
    </w:p>
    <w:p w:rsidR="005B0461" w:rsidRDefault="005B0461" w:rsidP="005B0461">
      <w:r>
        <w:t>178.6312</w:t>
      </w:r>
      <w:r>
        <w:tab/>
        <w:t>1.013e0</w:t>
      </w:r>
    </w:p>
    <w:p w:rsidR="005B0461" w:rsidRDefault="005B0461" w:rsidP="005B0461">
      <w:r>
        <w:t>178.6491</w:t>
      </w:r>
      <w:r>
        <w:tab/>
        <w:t>3.038e0</w:t>
      </w:r>
    </w:p>
    <w:p w:rsidR="005B0461" w:rsidRDefault="005B0461" w:rsidP="005B0461">
      <w:r>
        <w:t>178.6598</w:t>
      </w:r>
      <w:r>
        <w:tab/>
        <w:t>1.013e0</w:t>
      </w:r>
    </w:p>
    <w:p w:rsidR="005B0461" w:rsidRDefault="005B0461" w:rsidP="005B0461">
      <w:r>
        <w:t>178.6741</w:t>
      </w:r>
      <w:r>
        <w:tab/>
        <w:t>1.013e0</w:t>
      </w:r>
    </w:p>
    <w:p w:rsidR="005B0461" w:rsidRDefault="005B0461" w:rsidP="005B0461">
      <w:r>
        <w:t>178.7062</w:t>
      </w:r>
      <w:r>
        <w:tab/>
        <w:t>3.038e0</w:t>
      </w:r>
    </w:p>
    <w:p w:rsidR="005B0461" w:rsidRDefault="005B0461" w:rsidP="005B0461">
      <w:r>
        <w:t>178.7205</w:t>
      </w:r>
      <w:r>
        <w:tab/>
        <w:t>2.025e0</w:t>
      </w:r>
    </w:p>
    <w:p w:rsidR="005B0461" w:rsidRDefault="005B0461" w:rsidP="005B0461">
      <w:r>
        <w:t>178.7737</w:t>
      </w:r>
      <w:r>
        <w:tab/>
        <w:t>1.013e0</w:t>
      </w:r>
    </w:p>
    <w:p w:rsidR="005B0461" w:rsidRDefault="005B0461" w:rsidP="005B0461">
      <w:r>
        <w:t>178.7982</w:t>
      </w:r>
      <w:r>
        <w:tab/>
        <w:t>1.013e0</w:t>
      </w:r>
    </w:p>
    <w:p w:rsidR="005B0461" w:rsidRDefault="005B0461" w:rsidP="005B0461">
      <w:r>
        <w:t>178.8246</w:t>
      </w:r>
      <w:r>
        <w:tab/>
        <w:t>2.025e0</w:t>
      </w:r>
    </w:p>
    <w:p w:rsidR="005B0461" w:rsidRDefault="005B0461" w:rsidP="005B0461">
      <w:r>
        <w:t>178.8444</w:t>
      </w:r>
      <w:r>
        <w:tab/>
        <w:t>1.013e0</w:t>
      </w:r>
    </w:p>
    <w:p w:rsidR="005B0461" w:rsidRDefault="005B0461" w:rsidP="005B0461">
      <w:r>
        <w:t>178.8623</w:t>
      </w:r>
      <w:r>
        <w:tab/>
        <w:t>1.013e0</w:t>
      </w:r>
    </w:p>
    <w:p w:rsidR="005B0461" w:rsidRDefault="005B0461" w:rsidP="005B0461">
      <w:r>
        <w:t>178.8658</w:t>
      </w:r>
      <w:r>
        <w:tab/>
        <w:t>1.013e0</w:t>
      </w:r>
    </w:p>
    <w:p w:rsidR="005B0461" w:rsidRDefault="005B0461" w:rsidP="005B0461">
      <w:r>
        <w:t>178.8730</w:t>
      </w:r>
      <w:r>
        <w:tab/>
        <w:t>3.038e0</w:t>
      </w:r>
    </w:p>
    <w:p w:rsidR="005B0461" w:rsidRDefault="005B0461" w:rsidP="005B0461">
      <w:r>
        <w:t>178.8837</w:t>
      </w:r>
      <w:r>
        <w:tab/>
        <w:t>1.013e0</w:t>
      </w:r>
    </w:p>
    <w:p w:rsidR="005B0461" w:rsidRDefault="005B0461" w:rsidP="005B0461">
      <w:r>
        <w:lastRenderedPageBreak/>
        <w:t>178.9087</w:t>
      </w:r>
      <w:r>
        <w:tab/>
        <w:t>1.013e0</w:t>
      </w:r>
    </w:p>
    <w:p w:rsidR="005B0461" w:rsidRDefault="005B0461" w:rsidP="005B0461">
      <w:r>
        <w:t>178.9194</w:t>
      </w:r>
      <w:r>
        <w:tab/>
        <w:t>1.013e0</w:t>
      </w:r>
    </w:p>
    <w:p w:rsidR="005B0461" w:rsidRDefault="005B0461" w:rsidP="005B0461">
      <w:r>
        <w:t>178.9284</w:t>
      </w:r>
      <w:r>
        <w:tab/>
        <w:t>2.025e0</w:t>
      </w:r>
    </w:p>
    <w:p w:rsidR="005B0461" w:rsidRDefault="005B0461" w:rsidP="005B0461">
      <w:r>
        <w:t>178.9504</w:t>
      </w:r>
      <w:r>
        <w:tab/>
        <w:t>4.051e0</w:t>
      </w:r>
    </w:p>
    <w:p w:rsidR="005B0461" w:rsidRDefault="005B0461" w:rsidP="005B0461">
      <w:r>
        <w:t>178.9731</w:t>
      </w:r>
      <w:r>
        <w:tab/>
        <w:t>1.013e0</w:t>
      </w:r>
    </w:p>
    <w:p w:rsidR="005B0461" w:rsidRDefault="005B0461" w:rsidP="005B0461">
      <w:r>
        <w:t>178.9765</w:t>
      </w:r>
      <w:r>
        <w:tab/>
        <w:t>1.013e0</w:t>
      </w:r>
    </w:p>
    <w:p w:rsidR="005B0461" w:rsidRDefault="005B0461" w:rsidP="005B0461">
      <w:r>
        <w:t>178.9835</w:t>
      </w:r>
      <w:r>
        <w:tab/>
        <w:t>1.013e0</w:t>
      </w:r>
    </w:p>
    <w:p w:rsidR="005B0461" w:rsidRDefault="005B0461" w:rsidP="005B0461">
      <w:r>
        <w:t>178.9881</w:t>
      </w:r>
      <w:r>
        <w:tab/>
        <w:t>4.051e0</w:t>
      </w:r>
    </w:p>
    <w:p w:rsidR="005B0461" w:rsidRDefault="005B0461" w:rsidP="005B0461">
      <w:r>
        <w:t>178.9905</w:t>
      </w:r>
      <w:r>
        <w:tab/>
        <w:t>1.013e0</w:t>
      </w:r>
    </w:p>
    <w:p w:rsidR="005B0461" w:rsidRDefault="005B0461" w:rsidP="005B0461">
      <w:r>
        <w:t>179.0106</w:t>
      </w:r>
      <w:r>
        <w:tab/>
        <w:t>5.060e0</w:t>
      </w:r>
    </w:p>
    <w:p w:rsidR="005B0461" w:rsidRDefault="005B0461" w:rsidP="005B0461">
      <w:r>
        <w:t>179.0128</w:t>
      </w:r>
      <w:r>
        <w:tab/>
        <w:t>1.519e1</w:t>
      </w:r>
    </w:p>
    <w:p w:rsidR="005B0461" w:rsidRDefault="005B0461" w:rsidP="005B0461">
      <w:r>
        <w:t>179.0146</w:t>
      </w:r>
      <w:r>
        <w:tab/>
        <w:t>1.215e1</w:t>
      </w:r>
    </w:p>
    <w:p w:rsidR="005B0461" w:rsidRDefault="005B0461" w:rsidP="005B0461">
      <w:r>
        <w:t>179.0197</w:t>
      </w:r>
      <w:r>
        <w:tab/>
        <w:t>1.198e1</w:t>
      </w:r>
    </w:p>
    <w:p w:rsidR="005B0461" w:rsidRDefault="005B0461" w:rsidP="005B0461">
      <w:r>
        <w:t>179.0322</w:t>
      </w:r>
      <w:r>
        <w:tab/>
        <w:t>7.089e0</w:t>
      </w:r>
    </w:p>
    <w:p w:rsidR="005B0461" w:rsidRDefault="005B0461" w:rsidP="005B0461">
      <w:r>
        <w:t>179.0598</w:t>
      </w:r>
      <w:r>
        <w:tab/>
        <w:t>2.721e0</w:t>
      </w:r>
    </w:p>
    <w:p w:rsidR="005B0461" w:rsidRDefault="005B0461" w:rsidP="005B0461">
      <w:r>
        <w:t>179.0661</w:t>
      </w:r>
      <w:r>
        <w:tab/>
        <w:t>3.350e0</w:t>
      </w:r>
    </w:p>
    <w:p w:rsidR="005B0461" w:rsidRDefault="005B0461" w:rsidP="005B0461">
      <w:r>
        <w:t>179.0902</w:t>
      </w:r>
      <w:r>
        <w:tab/>
        <w:t>5.241e0</w:t>
      </w:r>
    </w:p>
    <w:p w:rsidR="005B0461" w:rsidRDefault="005B0461" w:rsidP="005B0461">
      <w:r>
        <w:t>179.0928</w:t>
      </w:r>
      <w:r>
        <w:tab/>
        <w:t>6.950e0</w:t>
      </w:r>
    </w:p>
    <w:p w:rsidR="005B0461" w:rsidRDefault="005B0461" w:rsidP="005B0461">
      <w:r>
        <w:t>179.0981</w:t>
      </w:r>
      <w:r>
        <w:tab/>
        <w:t>1.015e1</w:t>
      </w:r>
    </w:p>
    <w:p w:rsidR="005B0461" w:rsidRDefault="005B0461" w:rsidP="005B0461">
      <w:r>
        <w:lastRenderedPageBreak/>
        <w:t>179.1023</w:t>
      </w:r>
      <w:r>
        <w:tab/>
        <w:t>5.237e0</w:t>
      </w:r>
    </w:p>
    <w:p w:rsidR="005B0461" w:rsidRDefault="005B0461" w:rsidP="005B0461">
      <w:r>
        <w:t>179.1127</w:t>
      </w:r>
      <w:r>
        <w:tab/>
        <w:t>6.675e0</w:t>
      </w:r>
    </w:p>
    <w:p w:rsidR="005B0461" w:rsidRDefault="005B0461" w:rsidP="005B0461">
      <w:r>
        <w:t>179.1611</w:t>
      </w:r>
      <w:r>
        <w:tab/>
        <w:t>4.432e0</w:t>
      </w:r>
    </w:p>
    <w:p w:rsidR="005B0461" w:rsidRDefault="005B0461" w:rsidP="005B0461">
      <w:r>
        <w:t>179.1650</w:t>
      </w:r>
      <w:r>
        <w:tab/>
        <w:t>1.013e0</w:t>
      </w:r>
    </w:p>
    <w:p w:rsidR="005B0461" w:rsidRDefault="005B0461" w:rsidP="005B0461">
      <w:r>
        <w:t>179.1666</w:t>
      </w:r>
      <w:r>
        <w:tab/>
        <w:t>3.038e0</w:t>
      </w:r>
    </w:p>
    <w:p w:rsidR="005B0461" w:rsidRDefault="005B0461" w:rsidP="005B0461">
      <w:r>
        <w:t>179.1722</w:t>
      </w:r>
      <w:r>
        <w:tab/>
        <w:t>1.013e0</w:t>
      </w:r>
    </w:p>
    <w:p w:rsidR="005B0461" w:rsidRDefault="005B0461" w:rsidP="005B0461">
      <w:r>
        <w:t>179.1936</w:t>
      </w:r>
      <w:r>
        <w:tab/>
        <w:t>1.013e0</w:t>
      </w:r>
    </w:p>
    <w:p w:rsidR="005B0461" w:rsidRDefault="005B0461" w:rsidP="005B0461">
      <w:r>
        <w:t>179.2006</w:t>
      </w:r>
      <w:r>
        <w:tab/>
        <w:t>2.025e0</w:t>
      </w:r>
    </w:p>
    <w:p w:rsidR="005B0461" w:rsidRDefault="005B0461" w:rsidP="005B0461">
      <w:r>
        <w:t>179.2251</w:t>
      </w:r>
      <w:r>
        <w:tab/>
        <w:t>1.013e0</w:t>
      </w:r>
    </w:p>
    <w:p w:rsidR="005B0461" w:rsidRDefault="005B0461" w:rsidP="005B0461">
      <w:r>
        <w:t>179.2426</w:t>
      </w:r>
      <w:r>
        <w:tab/>
        <w:t>1.013e0</w:t>
      </w:r>
    </w:p>
    <w:p w:rsidR="005B0461" w:rsidRDefault="005B0461" w:rsidP="005B0461">
      <w:r>
        <w:t>179.2461</w:t>
      </w:r>
      <w:r>
        <w:tab/>
        <w:t>2.025e0</w:t>
      </w:r>
    </w:p>
    <w:p w:rsidR="005B0461" w:rsidRDefault="005B0461" w:rsidP="005B0461">
      <w:r>
        <w:t>179.2746</w:t>
      </w:r>
      <w:r>
        <w:tab/>
        <w:t>2.025e0</w:t>
      </w:r>
    </w:p>
    <w:p w:rsidR="005B0461" w:rsidRDefault="005B0461" w:rsidP="005B0461">
      <w:r>
        <w:t>179.2782</w:t>
      </w:r>
      <w:r>
        <w:tab/>
        <w:t>1.013e0</w:t>
      </w:r>
    </w:p>
    <w:p w:rsidR="005B0461" w:rsidRDefault="005B0461" w:rsidP="005B0461">
      <w:r>
        <w:t>179.3122</w:t>
      </w:r>
      <w:r>
        <w:tab/>
        <w:t>2.025e0</w:t>
      </w:r>
    </w:p>
    <w:p w:rsidR="005B0461" w:rsidRDefault="005B0461" w:rsidP="005B0461">
      <w:r>
        <w:t>179.3183</w:t>
      </w:r>
      <w:r>
        <w:tab/>
        <w:t>4.051e0</w:t>
      </w:r>
    </w:p>
    <w:p w:rsidR="005B0461" w:rsidRDefault="005B0461" w:rsidP="005B0461">
      <w:r>
        <w:t>179.3283</w:t>
      </w:r>
      <w:r>
        <w:tab/>
        <w:t>1.013e0</w:t>
      </w:r>
    </w:p>
    <w:p w:rsidR="005B0461" w:rsidRDefault="005B0461" w:rsidP="005B0461">
      <w:r>
        <w:t>179.3390</w:t>
      </w:r>
      <w:r>
        <w:tab/>
        <w:t>2.025e0</w:t>
      </w:r>
    </w:p>
    <w:p w:rsidR="005B0461" w:rsidRDefault="005B0461" w:rsidP="005B0461">
      <w:r>
        <w:t>179.3648</w:t>
      </w:r>
      <w:r>
        <w:tab/>
        <w:t>4.051e0</w:t>
      </w:r>
    </w:p>
    <w:p w:rsidR="005B0461" w:rsidRDefault="005B0461" w:rsidP="005B0461">
      <w:r>
        <w:t>179.3820</w:t>
      </w:r>
      <w:r>
        <w:tab/>
        <w:t>1.013e0</w:t>
      </w:r>
    </w:p>
    <w:p w:rsidR="005B0461" w:rsidRDefault="005B0461" w:rsidP="005B0461">
      <w:r>
        <w:lastRenderedPageBreak/>
        <w:t>179.3856</w:t>
      </w:r>
      <w:r>
        <w:tab/>
        <w:t>1.013e0</w:t>
      </w:r>
    </w:p>
    <w:p w:rsidR="005B0461" w:rsidRDefault="005B0461" w:rsidP="005B0461">
      <w:r>
        <w:t>179.3927</w:t>
      </w:r>
      <w:r>
        <w:tab/>
        <w:t>1.013e0</w:t>
      </w:r>
    </w:p>
    <w:p w:rsidR="005B0461" w:rsidRDefault="005B0461" w:rsidP="005B0461">
      <w:r>
        <w:t>179.4126</w:t>
      </w:r>
      <w:r>
        <w:tab/>
        <w:t>2.025e0</w:t>
      </w:r>
    </w:p>
    <w:p w:rsidR="005B0461" w:rsidRDefault="005B0461" w:rsidP="005B0461">
      <w:r>
        <w:t>179.4143</w:t>
      </w:r>
      <w:r>
        <w:tab/>
        <w:t>2.025e0</w:t>
      </w:r>
    </w:p>
    <w:p w:rsidR="005B0461" w:rsidRDefault="005B0461" w:rsidP="005B0461">
      <w:r>
        <w:t>179.4319</w:t>
      </w:r>
      <w:r>
        <w:tab/>
        <w:t>1.013e0</w:t>
      </w:r>
    </w:p>
    <w:p w:rsidR="005B0461" w:rsidRDefault="005B0461" w:rsidP="005B0461">
      <w:r>
        <w:t>179.4389</w:t>
      </w:r>
      <w:r>
        <w:tab/>
        <w:t>1.013e0</w:t>
      </w:r>
    </w:p>
    <w:p w:rsidR="005B0461" w:rsidRDefault="005B0461" w:rsidP="005B0461">
      <w:r>
        <w:t>179.4512</w:t>
      </w:r>
      <w:r>
        <w:tab/>
        <w:t>2.025e0</w:t>
      </w:r>
    </w:p>
    <w:p w:rsidR="005B0461" w:rsidRDefault="005B0461" w:rsidP="005B0461">
      <w:r>
        <w:t>179.4634</w:t>
      </w:r>
      <w:r>
        <w:tab/>
        <w:t>1.013e0</w:t>
      </w:r>
    </w:p>
    <w:p w:rsidR="005B0461" w:rsidRDefault="005B0461" w:rsidP="005B0461">
      <w:r>
        <w:t>179.4740</w:t>
      </w:r>
      <w:r>
        <w:tab/>
        <w:t>1.013e0</w:t>
      </w:r>
    </w:p>
    <w:p w:rsidR="005B0461" w:rsidRDefault="005B0461" w:rsidP="005B0461">
      <w:r>
        <w:t>179.5059</w:t>
      </w:r>
      <w:r>
        <w:tab/>
        <w:t>1.013e0</w:t>
      </w:r>
    </w:p>
    <w:p w:rsidR="005B0461" w:rsidRDefault="005B0461" w:rsidP="005B0461">
      <w:r>
        <w:t>179.5203</w:t>
      </w:r>
      <w:r>
        <w:tab/>
        <w:t>1.013e0</w:t>
      </w:r>
    </w:p>
    <w:p w:rsidR="005B0461" w:rsidRDefault="005B0461" w:rsidP="005B0461">
      <w:r>
        <w:t>179.5346</w:t>
      </w:r>
      <w:r>
        <w:tab/>
        <w:t>2.025e0</w:t>
      </w:r>
    </w:p>
    <w:p w:rsidR="005B0461" w:rsidRDefault="005B0461" w:rsidP="005B0461">
      <w:r>
        <w:t>179.5597</w:t>
      </w:r>
      <w:r>
        <w:tab/>
        <w:t>1.013e0</w:t>
      </w:r>
    </w:p>
    <w:p w:rsidR="005B0461" w:rsidRDefault="005B0461" w:rsidP="005B0461">
      <w:r>
        <w:t>179.5704</w:t>
      </w:r>
      <w:r>
        <w:tab/>
        <w:t>3.038e0</w:t>
      </w:r>
    </w:p>
    <w:p w:rsidR="005B0461" w:rsidRDefault="005B0461" w:rsidP="005B0461">
      <w:r>
        <w:t>179.5776</w:t>
      </w:r>
      <w:r>
        <w:tab/>
        <w:t>1.013e0</w:t>
      </w:r>
    </w:p>
    <w:p w:rsidR="005B0461" w:rsidRDefault="005B0461" w:rsidP="005B0461">
      <w:r>
        <w:t>179.5812</w:t>
      </w:r>
      <w:r>
        <w:tab/>
        <w:t>1.013e0</w:t>
      </w:r>
    </w:p>
    <w:p w:rsidR="005B0461" w:rsidRDefault="005B0461" w:rsidP="005B0461">
      <w:r>
        <w:t>179.6170</w:t>
      </w:r>
      <w:r>
        <w:tab/>
        <w:t>1.013e0</w:t>
      </w:r>
    </w:p>
    <w:p w:rsidR="005B0461" w:rsidRDefault="005B0461" w:rsidP="005B0461">
      <w:r>
        <w:t>179.6206</w:t>
      </w:r>
      <w:r>
        <w:tab/>
        <w:t>1.013e0</w:t>
      </w:r>
    </w:p>
    <w:p w:rsidR="005B0461" w:rsidRDefault="005B0461" w:rsidP="005B0461">
      <w:r>
        <w:t>179.6278</w:t>
      </w:r>
      <w:r>
        <w:tab/>
        <w:t>1.013e0</w:t>
      </w:r>
    </w:p>
    <w:p w:rsidR="005B0461" w:rsidRDefault="005B0461" w:rsidP="005B0461">
      <w:r>
        <w:lastRenderedPageBreak/>
        <w:t>179.6295</w:t>
      </w:r>
      <w:r>
        <w:tab/>
        <w:t>2.025e0</w:t>
      </w:r>
    </w:p>
    <w:p w:rsidR="005B0461" w:rsidRDefault="005B0461" w:rsidP="005B0461">
      <w:r>
        <w:t>179.6457</w:t>
      </w:r>
      <w:r>
        <w:tab/>
        <w:t>1.013e0</w:t>
      </w:r>
    </w:p>
    <w:p w:rsidR="005B0461" w:rsidRDefault="005B0461" w:rsidP="005B0461">
      <w:r>
        <w:t>179.6653</w:t>
      </w:r>
      <w:r>
        <w:tab/>
        <w:t>2.025e0</w:t>
      </w:r>
    </w:p>
    <w:p w:rsidR="005B0461" w:rsidRDefault="005B0461" w:rsidP="005B0461">
      <w:r>
        <w:t>179.6880</w:t>
      </w:r>
      <w:r>
        <w:tab/>
        <w:t>1.013e0</w:t>
      </w:r>
    </w:p>
    <w:p w:rsidR="005B0461" w:rsidRDefault="005B0461" w:rsidP="005B0461">
      <w:r>
        <w:t>179.7020</w:t>
      </w:r>
      <w:r>
        <w:tab/>
        <w:t>1.013e0</w:t>
      </w:r>
    </w:p>
    <w:p w:rsidR="005B0461" w:rsidRDefault="005B0461" w:rsidP="005B0461">
      <w:r>
        <w:t>179.7161</w:t>
      </w:r>
      <w:r>
        <w:tab/>
        <w:t>1.013e0</w:t>
      </w:r>
    </w:p>
    <w:p w:rsidR="005B0461" w:rsidRDefault="005B0461" w:rsidP="005B0461">
      <w:r>
        <w:t>179.7338</w:t>
      </w:r>
      <w:r>
        <w:tab/>
        <w:t>1.013e0</w:t>
      </w:r>
    </w:p>
    <w:p w:rsidR="005B0461" w:rsidRDefault="005B0461" w:rsidP="005B0461">
      <w:r>
        <w:t>179.7374</w:t>
      </w:r>
      <w:r>
        <w:tab/>
        <w:t>1.013e0</w:t>
      </w:r>
    </w:p>
    <w:p w:rsidR="005B0461" w:rsidRDefault="005B0461" w:rsidP="005B0461">
      <w:r>
        <w:t>179.7677</w:t>
      </w:r>
      <w:r>
        <w:tab/>
        <w:t>3.038e0</w:t>
      </w:r>
    </w:p>
    <w:p w:rsidR="005B0461" w:rsidRDefault="005B0461" w:rsidP="005B0461">
      <w:r>
        <w:t>179.8029</w:t>
      </w:r>
      <w:r>
        <w:tab/>
        <w:t>4.051e0</w:t>
      </w:r>
    </w:p>
    <w:p w:rsidR="005B0461" w:rsidRDefault="005B0461" w:rsidP="005B0461">
      <w:r>
        <w:t>179.8127</w:t>
      </w:r>
      <w:r>
        <w:tab/>
        <w:t>2.025e0</w:t>
      </w:r>
    </w:p>
    <w:p w:rsidR="005B0461" w:rsidRDefault="005B0461" w:rsidP="005B0461">
      <w:r>
        <w:t>179.8306</w:t>
      </w:r>
      <w:r>
        <w:tab/>
        <w:t>1.013e0</w:t>
      </w:r>
    </w:p>
    <w:p w:rsidR="005B0461" w:rsidRDefault="005B0461" w:rsidP="005B0461">
      <w:r>
        <w:t>179.8521</w:t>
      </w:r>
      <w:r>
        <w:tab/>
        <w:t>1.013e0</w:t>
      </w:r>
    </w:p>
    <w:p w:rsidR="005B0461" w:rsidRDefault="005B0461" w:rsidP="005B0461">
      <w:r>
        <w:t>179.8531</w:t>
      </w:r>
      <w:r>
        <w:tab/>
        <w:t>4.051e0</w:t>
      </w:r>
    </w:p>
    <w:p w:rsidR="005B0461" w:rsidRDefault="005B0461" w:rsidP="005B0461">
      <w:r>
        <w:t>179.8773</w:t>
      </w:r>
      <w:r>
        <w:tab/>
        <w:t>2.025e0</w:t>
      </w:r>
    </w:p>
    <w:p w:rsidR="005B0461" w:rsidRDefault="005B0461" w:rsidP="005B0461">
      <w:r>
        <w:t>179.9093</w:t>
      </w:r>
      <w:r>
        <w:tab/>
        <w:t>3.038e0</w:t>
      </w:r>
    </w:p>
    <w:p w:rsidR="005B0461" w:rsidRDefault="005B0461" w:rsidP="005B0461">
      <w:r>
        <w:t>179.9233</w:t>
      </w:r>
      <w:r>
        <w:tab/>
        <w:t>1.013e0</w:t>
      </w:r>
    </w:p>
    <w:p w:rsidR="005B0461" w:rsidRDefault="005B0461" w:rsidP="005B0461">
      <w:r>
        <w:t>179.9514</w:t>
      </w:r>
      <w:r>
        <w:tab/>
        <w:t>1.013e0</w:t>
      </w:r>
    </w:p>
    <w:p w:rsidR="005B0461" w:rsidRDefault="005B0461" w:rsidP="005B0461">
      <w:r>
        <w:t>179.9585</w:t>
      </w:r>
      <w:r>
        <w:tab/>
        <w:t>1.013e0</w:t>
      </w:r>
    </w:p>
    <w:p w:rsidR="005B0461" w:rsidRDefault="005B0461" w:rsidP="005B0461">
      <w:r>
        <w:lastRenderedPageBreak/>
        <w:t>179.9905</w:t>
      </w:r>
      <w:r>
        <w:tab/>
        <w:t>2.025e0</w:t>
      </w:r>
    </w:p>
    <w:p w:rsidR="005B0461" w:rsidRDefault="005B0461" w:rsidP="005B0461">
      <w:r>
        <w:t>179.9986</w:t>
      </w:r>
      <w:r>
        <w:tab/>
        <w:t>3.038e0</w:t>
      </w:r>
    </w:p>
    <w:p w:rsidR="005B0461" w:rsidRDefault="005B0461" w:rsidP="005B0461">
      <w:r>
        <w:t>180.0147</w:t>
      </w:r>
      <w:r>
        <w:tab/>
        <w:t>7.089e0</w:t>
      </w:r>
    </w:p>
    <w:p w:rsidR="005B0461" w:rsidRDefault="005B0461" w:rsidP="005B0461">
      <w:r>
        <w:t>180.0181</w:t>
      </w:r>
      <w:r>
        <w:tab/>
        <w:t>4.051e0</w:t>
      </w:r>
    </w:p>
    <w:p w:rsidR="005B0461" w:rsidRDefault="005B0461" w:rsidP="005B0461">
      <w:r>
        <w:t>180.0193</w:t>
      </w:r>
      <w:r>
        <w:tab/>
        <w:t>1.013e0</w:t>
      </w:r>
    </w:p>
    <w:p w:rsidR="005B0461" w:rsidRDefault="005B0461" w:rsidP="005B0461">
      <w:r>
        <w:t>180.0224</w:t>
      </w:r>
      <w:r>
        <w:tab/>
        <w:t>3.363e0</w:t>
      </w:r>
    </w:p>
    <w:p w:rsidR="005B0461" w:rsidRDefault="005B0461" w:rsidP="005B0461">
      <w:r>
        <w:t>180.0429</w:t>
      </w:r>
      <w:r>
        <w:tab/>
        <w:t>1.205e1</w:t>
      </w:r>
    </w:p>
    <w:p w:rsidR="005B0461" w:rsidRDefault="005B0461" w:rsidP="005B0461">
      <w:r>
        <w:t>180.0440</w:t>
      </w:r>
      <w:r>
        <w:tab/>
        <w:t>6.738e0</w:t>
      </w:r>
    </w:p>
    <w:p w:rsidR="005B0461" w:rsidRDefault="005B0461" w:rsidP="005B0461">
      <w:r>
        <w:t>180.0650</w:t>
      </w:r>
      <w:r>
        <w:tab/>
        <w:t>1.951e0</w:t>
      </w:r>
    </w:p>
    <w:p w:rsidR="005B0461" w:rsidRDefault="005B0461" w:rsidP="005B0461">
      <w:r>
        <w:t>180.0684</w:t>
      </w:r>
      <w:r>
        <w:tab/>
        <w:t>5.063e0</w:t>
      </w:r>
    </w:p>
    <w:p w:rsidR="005B0461" w:rsidRDefault="005B0461" w:rsidP="005B0461">
      <w:r>
        <w:t>180.0755</w:t>
      </w:r>
      <w:r>
        <w:tab/>
        <w:t>1.114e1</w:t>
      </w:r>
    </w:p>
    <w:p w:rsidR="005B0461" w:rsidRDefault="005B0461" w:rsidP="005B0461">
      <w:r>
        <w:t>180.0849</w:t>
      </w:r>
      <w:r>
        <w:tab/>
        <w:t>9.242e0</w:t>
      </w:r>
    </w:p>
    <w:p w:rsidR="005B0461" w:rsidRDefault="005B0461" w:rsidP="005B0461">
      <w:r>
        <w:t>180.0928</w:t>
      </w:r>
      <w:r>
        <w:tab/>
        <w:t>4.298e0</w:t>
      </w:r>
    </w:p>
    <w:p w:rsidR="005B0461" w:rsidRDefault="005B0461" w:rsidP="005B0461">
      <w:r>
        <w:t>180.0994</w:t>
      </w:r>
      <w:r>
        <w:tab/>
        <w:t>4.734e0</w:t>
      </w:r>
    </w:p>
    <w:p w:rsidR="005B0461" w:rsidRDefault="005B0461" w:rsidP="005B0461">
      <w:r>
        <w:t>180.1012</w:t>
      </w:r>
      <w:r>
        <w:tab/>
        <w:t>2.973e0</w:t>
      </w:r>
    </w:p>
    <w:p w:rsidR="005B0461" w:rsidRDefault="005B0461" w:rsidP="005B0461">
      <w:r>
        <w:t>180.1142</w:t>
      </w:r>
      <w:r>
        <w:tab/>
        <w:t>4.568e0</w:t>
      </w:r>
    </w:p>
    <w:p w:rsidR="005B0461" w:rsidRDefault="005B0461" w:rsidP="005B0461">
      <w:r>
        <w:t>180.1235</w:t>
      </w:r>
      <w:r>
        <w:tab/>
        <w:t>4.064e0</w:t>
      </w:r>
    </w:p>
    <w:p w:rsidR="005B0461" w:rsidRDefault="005B0461" w:rsidP="005B0461">
      <w:r>
        <w:t>180.1373</w:t>
      </w:r>
      <w:r>
        <w:tab/>
        <w:t>8.285e0</w:t>
      </w:r>
    </w:p>
    <w:p w:rsidR="005B0461" w:rsidRDefault="005B0461" w:rsidP="005B0461">
      <w:r>
        <w:t>180.1589</w:t>
      </w:r>
      <w:r>
        <w:tab/>
        <w:t>1.013e0</w:t>
      </w:r>
    </w:p>
    <w:p w:rsidR="005B0461" w:rsidRDefault="005B0461" w:rsidP="005B0461">
      <w:r>
        <w:lastRenderedPageBreak/>
        <w:t>180.1599</w:t>
      </w:r>
      <w:r>
        <w:tab/>
        <w:t>5.923e0</w:t>
      </w:r>
    </w:p>
    <w:p w:rsidR="005B0461" w:rsidRDefault="005B0461" w:rsidP="005B0461">
      <w:r>
        <w:t>180.1619</w:t>
      </w:r>
      <w:r>
        <w:tab/>
        <w:t>5.063e0</w:t>
      </w:r>
    </w:p>
    <w:p w:rsidR="005B0461" w:rsidRDefault="005B0461" w:rsidP="005B0461">
      <w:r>
        <w:t>180.1682</w:t>
      </w:r>
      <w:r>
        <w:tab/>
        <w:t>4.051e0</w:t>
      </w:r>
    </w:p>
    <w:p w:rsidR="005B0461" w:rsidRDefault="005B0461" w:rsidP="005B0461">
      <w:r>
        <w:t>180.1747</w:t>
      </w:r>
      <w:r>
        <w:tab/>
        <w:t>2.025e0</w:t>
      </w:r>
    </w:p>
    <w:p w:rsidR="005B0461" w:rsidRDefault="005B0461" w:rsidP="005B0461">
      <w:r>
        <w:t>180.1871</w:t>
      </w:r>
      <w:r>
        <w:tab/>
        <w:t>1.013e0</w:t>
      </w:r>
    </w:p>
    <w:p w:rsidR="005B0461" w:rsidRDefault="005B0461" w:rsidP="005B0461">
      <w:r>
        <w:t>180.1906</w:t>
      </w:r>
      <w:r>
        <w:tab/>
        <w:t>1.013e0</w:t>
      </w:r>
    </w:p>
    <w:p w:rsidR="005B0461" w:rsidRDefault="005B0461" w:rsidP="005B0461">
      <w:r>
        <w:t>180.1976</w:t>
      </w:r>
      <w:r>
        <w:tab/>
        <w:t>1.013e0</w:t>
      </w:r>
    </w:p>
    <w:p w:rsidR="005B0461" w:rsidRDefault="005B0461" w:rsidP="005B0461">
      <w:r>
        <w:t>180.2092</w:t>
      </w:r>
      <w:r>
        <w:tab/>
        <w:t>3.038e0</w:t>
      </w:r>
    </w:p>
    <w:p w:rsidR="005B0461" w:rsidRDefault="005B0461" w:rsidP="005B0461">
      <w:r>
        <w:t>180.2366</w:t>
      </w:r>
      <w:r>
        <w:tab/>
        <w:t>1.013e0</w:t>
      </w:r>
    </w:p>
    <w:p w:rsidR="005B0461" w:rsidRDefault="005B0461" w:rsidP="005B0461">
      <w:r>
        <w:t>180.2413</w:t>
      </w:r>
      <w:r>
        <w:tab/>
        <w:t>3.038e0</w:t>
      </w:r>
    </w:p>
    <w:p w:rsidR="005B0461" w:rsidRDefault="005B0461" w:rsidP="005B0461">
      <w:r>
        <w:t>180.2689</w:t>
      </w:r>
      <w:r>
        <w:tab/>
        <w:t>1.013e0</w:t>
      </w:r>
    </w:p>
    <w:p w:rsidR="005B0461" w:rsidRDefault="005B0461" w:rsidP="005B0461">
      <w:r>
        <w:t>180.2833</w:t>
      </w:r>
      <w:r>
        <w:tab/>
        <w:t>1.013e0</w:t>
      </w:r>
    </w:p>
    <w:p w:rsidR="005B0461" w:rsidRDefault="005B0461" w:rsidP="005B0461">
      <w:r>
        <w:t>180.2869</w:t>
      </w:r>
      <w:r>
        <w:tab/>
        <w:t>1.013e0</w:t>
      </w:r>
    </w:p>
    <w:p w:rsidR="005B0461" w:rsidRDefault="005B0461" w:rsidP="005B0461">
      <w:r>
        <w:t>180.3227</w:t>
      </w:r>
      <w:r>
        <w:tab/>
        <w:t>2.025e0</w:t>
      </w:r>
    </w:p>
    <w:p w:rsidR="005B0461" w:rsidRDefault="005B0461" w:rsidP="005B0461">
      <w:r>
        <w:t>180.3442</w:t>
      </w:r>
      <w:r>
        <w:tab/>
        <w:t>1.013e0</w:t>
      </w:r>
    </w:p>
    <w:p w:rsidR="005B0461" w:rsidRDefault="005B0461" w:rsidP="005B0461">
      <w:r>
        <w:t>180.3598</w:t>
      </w:r>
      <w:r>
        <w:tab/>
        <w:t>3.038e0</w:t>
      </w:r>
    </w:p>
    <w:p w:rsidR="005B0461" w:rsidRDefault="005B0461" w:rsidP="005B0461">
      <w:r>
        <w:t>180.3729</w:t>
      </w:r>
      <w:r>
        <w:tab/>
        <w:t>1.013e0</w:t>
      </w:r>
    </w:p>
    <w:p w:rsidR="005B0461" w:rsidRDefault="005B0461" w:rsidP="005B0461">
      <w:r>
        <w:t>180.3909</w:t>
      </w:r>
      <w:r>
        <w:tab/>
        <w:t>2.025e0</w:t>
      </w:r>
    </w:p>
    <w:p w:rsidR="005B0461" w:rsidRDefault="005B0461" w:rsidP="005B0461">
      <w:r>
        <w:t>180.4053</w:t>
      </w:r>
      <w:r>
        <w:tab/>
        <w:t>1.013e0</w:t>
      </w:r>
    </w:p>
    <w:p w:rsidR="005B0461" w:rsidRDefault="005B0461" w:rsidP="005B0461">
      <w:r>
        <w:lastRenderedPageBreak/>
        <w:t>180.4265</w:t>
      </w:r>
      <w:r>
        <w:tab/>
        <w:t>2.025e0</w:t>
      </w:r>
    </w:p>
    <w:p w:rsidR="005B0461" w:rsidRDefault="005B0461" w:rsidP="005B0461">
      <w:r>
        <w:t>180.4300</w:t>
      </w:r>
      <w:r>
        <w:tab/>
        <w:t>1.013e0</w:t>
      </w:r>
    </w:p>
    <w:p w:rsidR="005B0461" w:rsidRDefault="005B0461" w:rsidP="005B0461">
      <w:r>
        <w:t>180.4406</w:t>
      </w:r>
      <w:r>
        <w:tab/>
        <w:t>1.013e0</w:t>
      </w:r>
    </w:p>
    <w:p w:rsidR="005B0461" w:rsidRDefault="005B0461" w:rsidP="005B0461">
      <w:r>
        <w:t>180.4511</w:t>
      </w:r>
      <w:r>
        <w:tab/>
        <w:t>1.013e0</w:t>
      </w:r>
    </w:p>
    <w:p w:rsidR="005B0461" w:rsidRDefault="005B0461" w:rsidP="005B0461">
      <w:r>
        <w:t>180.4616</w:t>
      </w:r>
      <w:r>
        <w:tab/>
        <w:t>3.038e0</w:t>
      </w:r>
    </w:p>
    <w:p w:rsidR="005B0461" w:rsidRDefault="005B0461" w:rsidP="005B0461">
      <w:r>
        <w:t>180.4778</w:t>
      </w:r>
      <w:r>
        <w:tab/>
        <w:t>3.038e0</w:t>
      </w:r>
    </w:p>
    <w:p w:rsidR="005B0461" w:rsidRDefault="005B0461" w:rsidP="005B0461">
      <w:r>
        <w:t>180.4935</w:t>
      </w:r>
      <w:r>
        <w:tab/>
        <w:t>1.013e0</w:t>
      </w:r>
    </w:p>
    <w:p w:rsidR="005B0461" w:rsidRDefault="005B0461" w:rsidP="005B0461">
      <w:r>
        <w:t>180.5043</w:t>
      </w:r>
      <w:r>
        <w:tab/>
        <w:t>1.013e0</w:t>
      </w:r>
    </w:p>
    <w:p w:rsidR="005B0461" w:rsidRDefault="005B0461" w:rsidP="005B0461">
      <w:r>
        <w:t>180.5187</w:t>
      </w:r>
      <w:r>
        <w:tab/>
        <w:t>1.013e0</w:t>
      </w:r>
    </w:p>
    <w:p w:rsidR="005B0461" w:rsidRDefault="005B0461" w:rsidP="005B0461">
      <w:r>
        <w:t>180.5223</w:t>
      </w:r>
      <w:r>
        <w:tab/>
        <w:t>2.025e0</w:t>
      </w:r>
    </w:p>
    <w:p w:rsidR="005B0461" w:rsidRDefault="005B0461" w:rsidP="005B0461">
      <w:r>
        <w:t>180.5439</w:t>
      </w:r>
      <w:r>
        <w:tab/>
        <w:t>3.038e0</w:t>
      </w:r>
    </w:p>
    <w:p w:rsidR="005B0461" w:rsidRDefault="005B0461" w:rsidP="005B0461">
      <w:r>
        <w:t>180.5475</w:t>
      </w:r>
      <w:r>
        <w:tab/>
        <w:t>1.013e0</w:t>
      </w:r>
    </w:p>
    <w:p w:rsidR="005B0461" w:rsidRDefault="005B0461" w:rsidP="005B0461">
      <w:r>
        <w:t>180.5672</w:t>
      </w:r>
      <w:r>
        <w:tab/>
        <w:t>2.025e0</w:t>
      </w:r>
    </w:p>
    <w:p w:rsidR="005B0461" w:rsidRDefault="005B0461" w:rsidP="005B0461">
      <w:r>
        <w:t>180.5726</w:t>
      </w:r>
      <w:r>
        <w:tab/>
        <w:t>1.013e0</w:t>
      </w:r>
    </w:p>
    <w:p w:rsidR="005B0461" w:rsidRDefault="005B0461" w:rsidP="005B0461">
      <w:r>
        <w:t>180.6031</w:t>
      </w:r>
      <w:r>
        <w:tab/>
        <w:t>2.025e0</w:t>
      </w:r>
    </w:p>
    <w:p w:rsidR="005B0461" w:rsidRDefault="005B0461" w:rsidP="005B0461">
      <w:r>
        <w:t>180.6228</w:t>
      </w:r>
      <w:r>
        <w:tab/>
        <w:t>1.013e0</w:t>
      </w:r>
    </w:p>
    <w:p w:rsidR="005B0461" w:rsidRDefault="005B0461" w:rsidP="005B0461">
      <w:r>
        <w:t>180.6246</w:t>
      </w:r>
      <w:r>
        <w:tab/>
        <w:t>2.025e0</w:t>
      </w:r>
    </w:p>
    <w:p w:rsidR="005B0461" w:rsidRDefault="005B0461" w:rsidP="005B0461">
      <w:r>
        <w:t>180.6335</w:t>
      </w:r>
      <w:r>
        <w:tab/>
        <w:t>1.013e0</w:t>
      </w:r>
    </w:p>
    <w:p w:rsidR="005B0461" w:rsidRDefault="005B0461" w:rsidP="005B0461">
      <w:r>
        <w:t>180.6461</w:t>
      </w:r>
      <w:r>
        <w:tab/>
        <w:t>2.025e0</w:t>
      </w:r>
    </w:p>
    <w:p w:rsidR="005B0461" w:rsidRDefault="005B0461" w:rsidP="005B0461">
      <w:r>
        <w:lastRenderedPageBreak/>
        <w:t>180.6579</w:t>
      </w:r>
      <w:r>
        <w:tab/>
        <w:t>4.051e0</w:t>
      </w:r>
    </w:p>
    <w:p w:rsidR="005B0461" w:rsidRDefault="005B0461" w:rsidP="005B0461">
      <w:r>
        <w:t>180.6677</w:t>
      </w:r>
      <w:r>
        <w:tab/>
        <w:t>2.025e0</w:t>
      </w:r>
    </w:p>
    <w:p w:rsidR="005B0461" w:rsidRDefault="005B0461" w:rsidP="005B0461">
      <w:r>
        <w:t>180.6767</w:t>
      </w:r>
      <w:r>
        <w:tab/>
        <w:t>1.013e0</w:t>
      </w:r>
    </w:p>
    <w:p w:rsidR="005B0461" w:rsidRDefault="005B0461" w:rsidP="005B0461">
      <w:r>
        <w:t>180.6873</w:t>
      </w:r>
      <w:r>
        <w:tab/>
        <w:t>1.013e0</w:t>
      </w:r>
    </w:p>
    <w:p w:rsidR="005B0461" w:rsidRDefault="005B0461" w:rsidP="005B0461">
      <w:r>
        <w:t>180.6979</w:t>
      </w:r>
      <w:r>
        <w:tab/>
        <w:t>1.013e0</w:t>
      </w:r>
    </w:p>
    <w:p w:rsidR="005B0461" w:rsidRDefault="005B0461" w:rsidP="005B0461">
      <w:r>
        <w:t>180.7049</w:t>
      </w:r>
      <w:r>
        <w:tab/>
        <w:t>1.013e0</w:t>
      </w:r>
    </w:p>
    <w:p w:rsidR="005B0461" w:rsidRDefault="005B0461" w:rsidP="005B0461">
      <w:r>
        <w:t>180.7111</w:t>
      </w:r>
      <w:r>
        <w:tab/>
        <w:t>4.051e0</w:t>
      </w:r>
    </w:p>
    <w:p w:rsidR="005B0461" w:rsidRDefault="005B0461" w:rsidP="005B0461">
      <w:r>
        <w:t>180.7155</w:t>
      </w:r>
      <w:r>
        <w:tab/>
        <w:t>1.013e0</w:t>
      </w:r>
    </w:p>
    <w:p w:rsidR="005B0461" w:rsidRDefault="005B0461" w:rsidP="005B0461">
      <w:r>
        <w:t>180.7383</w:t>
      </w:r>
      <w:r>
        <w:tab/>
        <w:t>2.025e0</w:t>
      </w:r>
    </w:p>
    <w:p w:rsidR="005B0461" w:rsidRDefault="005B0461" w:rsidP="005B0461">
      <w:r>
        <w:t>180.7500</w:t>
      </w:r>
      <w:r>
        <w:tab/>
        <w:t>3.038e0</w:t>
      </w:r>
    </w:p>
    <w:p w:rsidR="005B0461" w:rsidRDefault="005B0461" w:rsidP="005B0461">
      <w:r>
        <w:t>180.7543</w:t>
      </w:r>
      <w:r>
        <w:tab/>
        <w:t>1.013e0</w:t>
      </w:r>
    </w:p>
    <w:p w:rsidR="005B0461" w:rsidRDefault="005B0461" w:rsidP="005B0461">
      <w:r>
        <w:t>180.7758</w:t>
      </w:r>
      <w:r>
        <w:tab/>
        <w:t>2.025e0</w:t>
      </w:r>
    </w:p>
    <w:p w:rsidR="005B0461" w:rsidRDefault="005B0461" w:rsidP="005B0461">
      <w:r>
        <w:t>180.7830</w:t>
      </w:r>
      <w:r>
        <w:tab/>
        <w:t>1.013e0</w:t>
      </w:r>
    </w:p>
    <w:p w:rsidR="005B0461" w:rsidRDefault="005B0461" w:rsidP="005B0461">
      <w:r>
        <w:t>180.7866</w:t>
      </w:r>
      <w:r>
        <w:tab/>
        <w:t>1.013e0</w:t>
      </w:r>
    </w:p>
    <w:p w:rsidR="005B0461" w:rsidRDefault="005B0461" w:rsidP="005B0461">
      <w:r>
        <w:t>180.7902</w:t>
      </w:r>
      <w:r>
        <w:tab/>
        <w:t>1.013e0</w:t>
      </w:r>
    </w:p>
    <w:p w:rsidR="005B0461" w:rsidRDefault="005B0461" w:rsidP="005B0461">
      <w:r>
        <w:t>180.8225</w:t>
      </w:r>
      <w:r>
        <w:tab/>
        <w:t>2.025e0</w:t>
      </w:r>
    </w:p>
    <w:p w:rsidR="005B0461" w:rsidRDefault="005B0461" w:rsidP="005B0461">
      <w:r>
        <w:t>180.8548</w:t>
      </w:r>
      <w:r>
        <w:tab/>
        <w:t>1.013e0</w:t>
      </w:r>
    </w:p>
    <w:p w:rsidR="005B0461" w:rsidRDefault="005B0461" w:rsidP="005B0461">
      <w:r>
        <w:t>180.8620</w:t>
      </w:r>
      <w:r>
        <w:tab/>
        <w:t>1.013e0</w:t>
      </w:r>
    </w:p>
    <w:p w:rsidR="005B0461" w:rsidRDefault="005B0461" w:rsidP="005B0461">
      <w:r>
        <w:t>180.8656</w:t>
      </w:r>
      <w:r>
        <w:tab/>
        <w:t>1.013e0</w:t>
      </w:r>
    </w:p>
    <w:p w:rsidR="005B0461" w:rsidRDefault="005B0461" w:rsidP="005B0461">
      <w:r>
        <w:lastRenderedPageBreak/>
        <w:t>180.8835</w:t>
      </w:r>
      <w:r>
        <w:tab/>
        <w:t>1.013e0</w:t>
      </w:r>
    </w:p>
    <w:p w:rsidR="005B0461" w:rsidRDefault="005B0461" w:rsidP="005B0461">
      <w:r>
        <w:t>180.8854</w:t>
      </w:r>
      <w:r>
        <w:tab/>
        <w:t>3.038e0</w:t>
      </w:r>
    </w:p>
    <w:p w:rsidR="005B0461" w:rsidRDefault="005B0461" w:rsidP="005B0461">
      <w:r>
        <w:t>180.8907</w:t>
      </w:r>
      <w:r>
        <w:tab/>
        <w:t>1.013e0</w:t>
      </w:r>
    </w:p>
    <w:p w:rsidR="005B0461" w:rsidRDefault="005B0461" w:rsidP="005B0461">
      <w:r>
        <w:t>180.9051</w:t>
      </w:r>
      <w:r>
        <w:tab/>
        <w:t>1.013e0</w:t>
      </w:r>
    </w:p>
    <w:p w:rsidR="005B0461" w:rsidRDefault="005B0461" w:rsidP="005B0461">
      <w:r>
        <w:t>180.9213</w:t>
      </w:r>
      <w:r>
        <w:tab/>
        <w:t>2.025e0</w:t>
      </w:r>
    </w:p>
    <w:p w:rsidR="005B0461" w:rsidRDefault="005B0461" w:rsidP="005B0461">
      <w:r>
        <w:t>180.9609</w:t>
      </w:r>
      <w:r>
        <w:tab/>
        <w:t>2.025e0</w:t>
      </w:r>
    </w:p>
    <w:p w:rsidR="005B0461" w:rsidRDefault="005B0461" w:rsidP="005B0461">
      <w:r>
        <w:t>180.9626</w:t>
      </w:r>
      <w:r>
        <w:tab/>
        <w:t>1.013e0</w:t>
      </w:r>
    </w:p>
    <w:p w:rsidR="005B0461" w:rsidRDefault="005B0461" w:rsidP="005B0461">
      <w:r>
        <w:t>180.9642</w:t>
      </w:r>
      <w:r>
        <w:tab/>
        <w:t>2.117e0</w:t>
      </w:r>
    </w:p>
    <w:p w:rsidR="005B0461" w:rsidRDefault="005B0461" w:rsidP="005B0461">
      <w:r>
        <w:t>180.9884</w:t>
      </w:r>
      <w:r>
        <w:tab/>
        <w:t>3.038e0</w:t>
      </w:r>
    </w:p>
    <w:p w:rsidR="005B0461" w:rsidRDefault="005B0461" w:rsidP="005B0461">
      <w:r>
        <w:t>180.9943</w:t>
      </w:r>
      <w:r>
        <w:tab/>
        <w:t>1.013e0</w:t>
      </w:r>
    </w:p>
    <w:p w:rsidR="005B0461" w:rsidRDefault="005B0461" w:rsidP="005B0461">
      <w:r>
        <w:t>180.9979</w:t>
      </w:r>
      <w:r>
        <w:tab/>
        <w:t>1.013e0</w:t>
      </w:r>
    </w:p>
    <w:p w:rsidR="005B0461" w:rsidRDefault="005B0461" w:rsidP="005B0461">
      <w:r>
        <w:t>181.0117</w:t>
      </w:r>
      <w:r>
        <w:tab/>
        <w:t>6.071e0</w:t>
      </w:r>
    </w:p>
    <w:p w:rsidR="005B0461" w:rsidRDefault="005B0461" w:rsidP="005B0461">
      <w:r>
        <w:t>181.0138</w:t>
      </w:r>
      <w:r>
        <w:tab/>
        <w:t>2.025e0</w:t>
      </w:r>
    </w:p>
    <w:p w:rsidR="005B0461" w:rsidRDefault="005B0461" w:rsidP="005B0461">
      <w:r>
        <w:t>181.0209</w:t>
      </w:r>
      <w:r>
        <w:tab/>
        <w:t>2.058e0</w:t>
      </w:r>
    </w:p>
    <w:p w:rsidR="005B0461" w:rsidRDefault="005B0461" w:rsidP="005B0461">
      <w:r>
        <w:t>181.0277</w:t>
      </w:r>
      <w:r>
        <w:tab/>
        <w:t>8.971e0</w:t>
      </w:r>
    </w:p>
    <w:p w:rsidR="005B0461" w:rsidRDefault="005B0461" w:rsidP="005B0461">
      <w:r>
        <w:t>181.0367</w:t>
      </w:r>
      <w:r>
        <w:tab/>
        <w:t>1.013e0</w:t>
      </w:r>
    </w:p>
    <w:p w:rsidR="005B0461" w:rsidRDefault="005B0461" w:rsidP="005B0461">
      <w:r>
        <w:t>181.0431</w:t>
      </w:r>
      <w:r>
        <w:tab/>
        <w:t>4.068e0</w:t>
      </w:r>
    </w:p>
    <w:p w:rsidR="005B0461" w:rsidRDefault="005B0461" w:rsidP="005B0461">
      <w:r>
        <w:t>181.0446</w:t>
      </w:r>
      <w:r>
        <w:tab/>
        <w:t>2.900e0</w:t>
      </w:r>
    </w:p>
    <w:p w:rsidR="005B0461" w:rsidRDefault="005B0461" w:rsidP="005B0461">
      <w:r>
        <w:t>181.0715</w:t>
      </w:r>
      <w:r>
        <w:tab/>
        <w:t>3.775e0</w:t>
      </w:r>
    </w:p>
    <w:p w:rsidR="005B0461" w:rsidRDefault="005B0461" w:rsidP="005B0461">
      <w:r>
        <w:lastRenderedPageBreak/>
        <w:t>181.0788</w:t>
      </w:r>
      <w:r>
        <w:tab/>
        <w:t>3.038e0</w:t>
      </w:r>
    </w:p>
    <w:p w:rsidR="005B0461" w:rsidRDefault="005B0461" w:rsidP="005B0461">
      <w:r>
        <w:t>181.0864</w:t>
      </w:r>
      <w:r>
        <w:tab/>
        <w:t>3.823e0</w:t>
      </w:r>
    </w:p>
    <w:p w:rsidR="005B0461" w:rsidRDefault="005B0461" w:rsidP="005B0461">
      <w:r>
        <w:t>181.0957</w:t>
      </w:r>
      <w:r>
        <w:tab/>
        <w:t>1.079e0</w:t>
      </w:r>
    </w:p>
    <w:p w:rsidR="005B0461" w:rsidRDefault="005B0461" w:rsidP="005B0461">
      <w:r>
        <w:t>181.1166</w:t>
      </w:r>
      <w:r>
        <w:tab/>
        <w:t>1.238e0</w:t>
      </w:r>
    </w:p>
    <w:p w:rsidR="005B0461" w:rsidRDefault="005B0461" w:rsidP="005B0461">
      <w:r>
        <w:t>181.1275</w:t>
      </w:r>
      <w:r>
        <w:tab/>
        <w:t>1.650e0</w:t>
      </w:r>
    </w:p>
    <w:p w:rsidR="005B0461" w:rsidRDefault="005B0461" w:rsidP="005B0461">
      <w:r>
        <w:t>181.1296</w:t>
      </w:r>
      <w:r>
        <w:tab/>
        <w:t>1.133e0</w:t>
      </w:r>
    </w:p>
    <w:p w:rsidR="005B0461" w:rsidRDefault="005B0461" w:rsidP="005B0461">
      <w:r>
        <w:t>181.1669</w:t>
      </w:r>
      <w:r>
        <w:tab/>
        <w:t>6.076e0</w:t>
      </w:r>
    </w:p>
    <w:p w:rsidR="005B0461" w:rsidRDefault="005B0461" w:rsidP="005B0461">
      <w:r>
        <w:t>181.1702</w:t>
      </w:r>
      <w:r>
        <w:tab/>
        <w:t>2.228e1</w:t>
      </w:r>
    </w:p>
    <w:p w:rsidR="005B0461" w:rsidRDefault="005B0461" w:rsidP="005B0461">
      <w:r>
        <w:t>181.1755</w:t>
      </w:r>
      <w:r>
        <w:tab/>
        <w:t>9.659e0</w:t>
      </w:r>
    </w:p>
    <w:p w:rsidR="005B0461" w:rsidRDefault="005B0461" w:rsidP="005B0461">
      <w:r>
        <w:t>181.1947</w:t>
      </w:r>
      <w:r>
        <w:tab/>
        <w:t>2.025e0</w:t>
      </w:r>
    </w:p>
    <w:p w:rsidR="005B0461" w:rsidRDefault="005B0461" w:rsidP="005B0461">
      <w:r>
        <w:t>181.2240</w:t>
      </w:r>
      <w:r>
        <w:tab/>
        <w:t>4.051e0</w:t>
      </w:r>
    </w:p>
    <w:p w:rsidR="005B0461" w:rsidRDefault="005B0461" w:rsidP="005B0461">
      <w:r>
        <w:t>181.2271</w:t>
      </w:r>
      <w:r>
        <w:tab/>
        <w:t>1.013e0</w:t>
      </w:r>
    </w:p>
    <w:p w:rsidR="005B0461" w:rsidRDefault="005B0461" w:rsidP="005B0461">
      <w:r>
        <w:t>181.2308</w:t>
      </w:r>
      <w:r>
        <w:tab/>
        <w:t>3.038e0</w:t>
      </w:r>
    </w:p>
    <w:p w:rsidR="005B0461" w:rsidRDefault="005B0461" w:rsidP="005B0461">
      <w:r>
        <w:t>181.2488</w:t>
      </w:r>
      <w:r>
        <w:tab/>
        <w:t>1.013e0</w:t>
      </w:r>
    </w:p>
    <w:p w:rsidR="005B0461" w:rsidRDefault="005B0461" w:rsidP="005B0461">
      <w:r>
        <w:t>181.2504</w:t>
      </w:r>
      <w:r>
        <w:tab/>
        <w:t>2.025e0</w:t>
      </w:r>
    </w:p>
    <w:p w:rsidR="005B0461" w:rsidRDefault="005B0461" w:rsidP="005B0461">
      <w:r>
        <w:t>181.2805</w:t>
      </w:r>
      <w:r>
        <w:tab/>
        <w:t>3.038e0</w:t>
      </w:r>
    </w:p>
    <w:p w:rsidR="005B0461" w:rsidRDefault="005B0461" w:rsidP="005B0461">
      <w:r>
        <w:t>181.2983</w:t>
      </w:r>
      <w:r>
        <w:tab/>
        <w:t>2.025e0</w:t>
      </w:r>
    </w:p>
    <w:p w:rsidR="005B0461" w:rsidRDefault="005B0461" w:rsidP="005B0461">
      <w:r>
        <w:t>181.3054</w:t>
      </w:r>
      <w:r>
        <w:tab/>
        <w:t>1.013e0</w:t>
      </w:r>
    </w:p>
    <w:p w:rsidR="005B0461" w:rsidRDefault="005B0461" w:rsidP="005B0461">
      <w:r>
        <w:t>181.3267</w:t>
      </w:r>
      <w:r>
        <w:tab/>
        <w:t>3.038e0</w:t>
      </w:r>
    </w:p>
    <w:p w:rsidR="005B0461" w:rsidRDefault="005B0461" w:rsidP="005B0461">
      <w:r>
        <w:lastRenderedPageBreak/>
        <w:t>181.3301</w:t>
      </w:r>
      <w:r>
        <w:tab/>
        <w:t>1.013e0</w:t>
      </w:r>
    </w:p>
    <w:p w:rsidR="005B0461" w:rsidRDefault="005B0461" w:rsidP="005B0461">
      <w:r>
        <w:t>181.3407</w:t>
      </w:r>
      <w:r>
        <w:tab/>
        <w:t>1.013e0</w:t>
      </w:r>
    </w:p>
    <w:p w:rsidR="005B0461" w:rsidRDefault="005B0461" w:rsidP="005B0461">
      <w:r>
        <w:t>181.3515</w:t>
      </w:r>
      <w:r>
        <w:tab/>
        <w:t>1.013e0</w:t>
      </w:r>
    </w:p>
    <w:p w:rsidR="005B0461" w:rsidRDefault="005B0461" w:rsidP="005B0461">
      <w:r>
        <w:t>181.3695</w:t>
      </w:r>
      <w:r>
        <w:tab/>
        <w:t>1.013e0</w:t>
      </w:r>
    </w:p>
    <w:p w:rsidR="005B0461" w:rsidRDefault="005B0461" w:rsidP="005B0461">
      <w:r>
        <w:t>181.3822</w:t>
      </w:r>
      <w:r>
        <w:tab/>
        <w:t>3.038e0</w:t>
      </w:r>
    </w:p>
    <w:p w:rsidR="005B0461" w:rsidRDefault="005B0461" w:rsidP="005B0461">
      <w:r>
        <w:t>181.3983</w:t>
      </w:r>
      <w:r>
        <w:tab/>
        <w:t>1.013e0</w:t>
      </w:r>
    </w:p>
    <w:p w:rsidR="005B0461" w:rsidRDefault="005B0461" w:rsidP="005B0461">
      <w:r>
        <w:t>181.4055</w:t>
      </w:r>
      <w:r>
        <w:tab/>
        <w:t>1.013e0</w:t>
      </w:r>
    </w:p>
    <w:p w:rsidR="005B0461" w:rsidRDefault="005B0461" w:rsidP="005B0461">
      <w:r>
        <w:t>181.4163</w:t>
      </w:r>
      <w:r>
        <w:tab/>
        <w:t>1.013e0</w:t>
      </w:r>
    </w:p>
    <w:p w:rsidR="005B0461" w:rsidRDefault="005B0461" w:rsidP="005B0461">
      <w:r>
        <w:t>181.4199</w:t>
      </w:r>
      <w:r>
        <w:tab/>
        <w:t>1.013e0</w:t>
      </w:r>
    </w:p>
    <w:p w:rsidR="005B0461" w:rsidRDefault="005B0461" w:rsidP="005B0461">
      <w:r>
        <w:t>181.4235</w:t>
      </w:r>
      <w:r>
        <w:tab/>
        <w:t>1.013e0</w:t>
      </w:r>
    </w:p>
    <w:p w:rsidR="005B0461" w:rsidRDefault="005B0461" w:rsidP="005B0461">
      <w:r>
        <w:t>181.4450</w:t>
      </w:r>
      <w:r>
        <w:tab/>
        <w:t>1.013e0</w:t>
      </w:r>
    </w:p>
    <w:p w:rsidR="005B0461" w:rsidRDefault="005B0461" w:rsidP="005B0461">
      <w:r>
        <w:t>181.4486</w:t>
      </w:r>
      <w:r>
        <w:tab/>
        <w:t>1.013e0</w:t>
      </w:r>
    </w:p>
    <w:p w:rsidR="005B0461" w:rsidRDefault="005B0461" w:rsidP="005B0461">
      <w:r>
        <w:t>181.4504</w:t>
      </w:r>
      <w:r>
        <w:tab/>
        <w:t>2.025e0</w:t>
      </w:r>
    </w:p>
    <w:p w:rsidR="005B0461" w:rsidRDefault="005B0461" w:rsidP="005B0461">
      <w:r>
        <w:t>181.4578</w:t>
      </w:r>
      <w:r>
        <w:tab/>
        <w:t>3.038e0</w:t>
      </w:r>
    </w:p>
    <w:p w:rsidR="005B0461" w:rsidRDefault="005B0461" w:rsidP="005B0461">
      <w:r>
        <w:t>181.4684</w:t>
      </w:r>
      <w:r>
        <w:tab/>
        <w:t>2.025e0</w:t>
      </w:r>
    </w:p>
    <w:p w:rsidR="005B0461" w:rsidRDefault="005B0461" w:rsidP="005B0461">
      <w:r>
        <w:t>181.4710</w:t>
      </w:r>
      <w:r>
        <w:tab/>
        <w:t>3.038e0</w:t>
      </w:r>
    </w:p>
    <w:p w:rsidR="005B0461" w:rsidRDefault="005B0461" w:rsidP="005B0461">
      <w:r>
        <w:t>181.4936</w:t>
      </w:r>
      <w:r>
        <w:tab/>
        <w:t>2.025e0</w:t>
      </w:r>
    </w:p>
    <w:p w:rsidR="005B0461" w:rsidRDefault="005B0461" w:rsidP="005B0461">
      <w:r>
        <w:t>181.5116</w:t>
      </w:r>
      <w:r>
        <w:tab/>
        <w:t>2.025e0</w:t>
      </w:r>
    </w:p>
    <w:p w:rsidR="005B0461" w:rsidRDefault="005B0461" w:rsidP="005B0461">
      <w:r>
        <w:t>181.5205</w:t>
      </w:r>
      <w:r>
        <w:tab/>
        <w:t>1.013e0</w:t>
      </w:r>
    </w:p>
    <w:p w:rsidR="005B0461" w:rsidRDefault="005B0461" w:rsidP="005B0461">
      <w:r>
        <w:lastRenderedPageBreak/>
        <w:t>181.5241</w:t>
      </w:r>
      <w:r>
        <w:tab/>
        <w:t>1.013e0</w:t>
      </w:r>
    </w:p>
    <w:p w:rsidR="005B0461" w:rsidRDefault="005B0461" w:rsidP="005B0461">
      <w:r>
        <w:t>181.5295</w:t>
      </w:r>
      <w:r>
        <w:tab/>
        <w:t>2.025e0</w:t>
      </w:r>
    </w:p>
    <w:p w:rsidR="005B0461" w:rsidRDefault="005B0461" w:rsidP="005B0461">
      <w:r>
        <w:t>181.5530</w:t>
      </w:r>
      <w:r>
        <w:tab/>
        <w:t>1.013e0</w:t>
      </w:r>
    </w:p>
    <w:p w:rsidR="005B0461" w:rsidRDefault="005B0461" w:rsidP="005B0461">
      <w:r>
        <w:t>181.5672</w:t>
      </w:r>
      <w:r>
        <w:tab/>
        <w:t>1.013e0</w:t>
      </w:r>
    </w:p>
    <w:p w:rsidR="005B0461" w:rsidRDefault="005B0461" w:rsidP="005B0461">
      <w:r>
        <w:t>181.5867</w:t>
      </w:r>
      <w:r>
        <w:tab/>
        <w:t>2.025e0</w:t>
      </w:r>
    </w:p>
    <w:p w:rsidR="005B0461" w:rsidRDefault="005B0461" w:rsidP="005B0461">
      <w:r>
        <w:t>181.5920</w:t>
      </w:r>
      <w:r>
        <w:tab/>
        <w:t>1.013e0</w:t>
      </w:r>
    </w:p>
    <w:p w:rsidR="005B0461" w:rsidRDefault="005B0461" w:rsidP="005B0461">
      <w:r>
        <w:t>181.5991</w:t>
      </w:r>
      <w:r>
        <w:tab/>
        <w:t>2.025e0</w:t>
      </w:r>
    </w:p>
    <w:p w:rsidR="005B0461" w:rsidRDefault="005B0461" w:rsidP="005B0461">
      <w:r>
        <w:t>181.6115</w:t>
      </w:r>
      <w:r>
        <w:tab/>
        <w:t>2.025e0</w:t>
      </w:r>
    </w:p>
    <w:p w:rsidR="005B0461" w:rsidRDefault="005B0461" w:rsidP="005B0461">
      <w:r>
        <w:t>181.6345</w:t>
      </w:r>
      <w:r>
        <w:tab/>
        <w:t>1.013e0</w:t>
      </w:r>
    </w:p>
    <w:p w:rsidR="005B0461" w:rsidRDefault="005B0461" w:rsidP="005B0461">
      <w:r>
        <w:t>181.6381</w:t>
      </w:r>
      <w:r>
        <w:tab/>
        <w:t>1.013e0</w:t>
      </w:r>
    </w:p>
    <w:p w:rsidR="005B0461" w:rsidRDefault="005B0461" w:rsidP="005B0461">
      <w:r>
        <w:t>181.6452</w:t>
      </w:r>
      <w:r>
        <w:tab/>
        <w:t>1.013e0</w:t>
      </w:r>
    </w:p>
    <w:p w:rsidR="005B0461" w:rsidRDefault="005B0461" w:rsidP="005B0461">
      <w:r>
        <w:t>181.6774</w:t>
      </w:r>
      <w:r>
        <w:tab/>
        <w:t>1.013e0</w:t>
      </w:r>
    </w:p>
    <w:p w:rsidR="005B0461" w:rsidRDefault="005B0461" w:rsidP="005B0461">
      <w:r>
        <w:t>181.6882</w:t>
      </w:r>
      <w:r>
        <w:tab/>
        <w:t>1.013e0</w:t>
      </w:r>
    </w:p>
    <w:p w:rsidR="005B0461" w:rsidRDefault="005B0461" w:rsidP="005B0461">
      <w:r>
        <w:t>181.6918</w:t>
      </w:r>
      <w:r>
        <w:tab/>
        <w:t>1.013e0</w:t>
      </w:r>
    </w:p>
    <w:p w:rsidR="005B0461" w:rsidRDefault="005B0461" w:rsidP="005B0461">
      <w:r>
        <w:t>181.7278</w:t>
      </w:r>
      <w:r>
        <w:tab/>
        <w:t>1.013e0</w:t>
      </w:r>
    </w:p>
    <w:p w:rsidR="005B0461" w:rsidRDefault="005B0461" w:rsidP="005B0461">
      <w:r>
        <w:t>181.7314</w:t>
      </w:r>
      <w:r>
        <w:tab/>
        <w:t>1.013e0</w:t>
      </w:r>
    </w:p>
    <w:p w:rsidR="005B0461" w:rsidRDefault="005B0461" w:rsidP="005B0461">
      <w:r>
        <w:t>181.7332</w:t>
      </w:r>
      <w:r>
        <w:tab/>
        <w:t>2.025e0</w:t>
      </w:r>
    </w:p>
    <w:p w:rsidR="005B0461" w:rsidRDefault="005B0461" w:rsidP="005B0461">
      <w:r>
        <w:t>181.7386</w:t>
      </w:r>
      <w:r>
        <w:tab/>
        <w:t>1.013e0</w:t>
      </w:r>
    </w:p>
    <w:p w:rsidR="005B0461" w:rsidRDefault="005B0461" w:rsidP="005B0461">
      <w:r>
        <w:t>181.7485</w:t>
      </w:r>
      <w:r>
        <w:tab/>
        <w:t>3.038e0</w:t>
      </w:r>
    </w:p>
    <w:p w:rsidR="005B0461" w:rsidRDefault="005B0461" w:rsidP="005B0461">
      <w:r>
        <w:lastRenderedPageBreak/>
        <w:t>181.7674</w:t>
      </w:r>
      <w:r>
        <w:tab/>
        <w:t>1.013e0</w:t>
      </w:r>
    </w:p>
    <w:p w:rsidR="005B0461" w:rsidRDefault="005B0461" w:rsidP="005B0461">
      <w:r>
        <w:t>181.7710</w:t>
      </w:r>
      <w:r>
        <w:tab/>
        <w:t>1.013e0</w:t>
      </w:r>
    </w:p>
    <w:p w:rsidR="005B0461" w:rsidRDefault="005B0461" w:rsidP="005B0461">
      <w:r>
        <w:t>181.7961</w:t>
      </w:r>
      <w:r>
        <w:tab/>
        <w:t>2.025e0</w:t>
      </w:r>
    </w:p>
    <w:p w:rsidR="005B0461" w:rsidRDefault="005B0461" w:rsidP="005B0461">
      <w:r>
        <w:t>181.7979</w:t>
      </w:r>
      <w:r>
        <w:tab/>
        <w:t>2.025e0</w:t>
      </w:r>
    </w:p>
    <w:p w:rsidR="005B0461" w:rsidRDefault="005B0461" w:rsidP="005B0461">
      <w:r>
        <w:t>181.8285</w:t>
      </w:r>
      <w:r>
        <w:tab/>
        <w:t>1.013e0</w:t>
      </w:r>
    </w:p>
    <w:p w:rsidR="005B0461" w:rsidRDefault="005B0461" w:rsidP="005B0461">
      <w:r>
        <w:t>181.8357</w:t>
      </w:r>
      <w:r>
        <w:tab/>
        <w:t>2.025e0</w:t>
      </w:r>
    </w:p>
    <w:p w:rsidR="005B0461" w:rsidRDefault="005B0461" w:rsidP="005B0461">
      <w:r>
        <w:t>181.8429</w:t>
      </w:r>
      <w:r>
        <w:tab/>
        <w:t>1.013e0</w:t>
      </w:r>
    </w:p>
    <w:p w:rsidR="005B0461" w:rsidRDefault="005B0461" w:rsidP="005B0461">
      <w:r>
        <w:t>181.8538</w:t>
      </w:r>
      <w:r>
        <w:tab/>
        <w:t>1.013e0</w:t>
      </w:r>
    </w:p>
    <w:p w:rsidR="005B0461" w:rsidRDefault="005B0461" w:rsidP="005B0461">
      <w:r>
        <w:t>181.8771</w:t>
      </w:r>
      <w:r>
        <w:tab/>
        <w:t>2.025e0</w:t>
      </w:r>
    </w:p>
    <w:p w:rsidR="005B0461" w:rsidRDefault="005B0461" w:rsidP="005B0461">
      <w:r>
        <w:t>181.8790</w:t>
      </w:r>
      <w:r>
        <w:tab/>
        <w:t>2.025e0</w:t>
      </w:r>
    </w:p>
    <w:p w:rsidR="005B0461" w:rsidRDefault="005B0461" w:rsidP="005B0461">
      <w:r>
        <w:t>181.8985</w:t>
      </w:r>
      <w:r>
        <w:tab/>
        <w:t>2.025e0</w:t>
      </w:r>
    </w:p>
    <w:p w:rsidR="005B0461" w:rsidRDefault="005B0461" w:rsidP="005B0461">
      <w:r>
        <w:t>181.9020</w:t>
      </w:r>
      <w:r>
        <w:tab/>
        <w:t>2.025e0</w:t>
      </w:r>
    </w:p>
    <w:p w:rsidR="005B0461" w:rsidRDefault="005B0461" w:rsidP="005B0461">
      <w:r>
        <w:t>181.9216</w:t>
      </w:r>
      <w:r>
        <w:tab/>
        <w:t>1.013e0</w:t>
      </w:r>
    </w:p>
    <w:p w:rsidR="005B0461" w:rsidRDefault="005B0461" w:rsidP="005B0461">
      <w:r>
        <w:t>181.9323</w:t>
      </w:r>
      <w:r>
        <w:tab/>
        <w:t>1.013e0</w:t>
      </w:r>
    </w:p>
    <w:p w:rsidR="005B0461" w:rsidRDefault="005B0461" w:rsidP="005B0461">
      <w:r>
        <w:t>181.9560</w:t>
      </w:r>
      <w:r>
        <w:tab/>
        <w:t>3.038e0</w:t>
      </w:r>
    </w:p>
    <w:p w:rsidR="005B0461" w:rsidRDefault="005B0461" w:rsidP="005B0461">
      <w:r>
        <w:t>181.9819</w:t>
      </w:r>
      <w:r>
        <w:tab/>
        <w:t>1.124e0</w:t>
      </w:r>
    </w:p>
    <w:p w:rsidR="005B0461" w:rsidRDefault="005B0461" w:rsidP="005B0461">
      <w:r>
        <w:t>181.9890</w:t>
      </w:r>
      <w:r>
        <w:tab/>
        <w:t>2.025e0</w:t>
      </w:r>
    </w:p>
    <w:p w:rsidR="005B0461" w:rsidRDefault="005B0461" w:rsidP="005B0461">
      <w:r>
        <w:t>182.0089</w:t>
      </w:r>
      <w:r>
        <w:tab/>
        <w:t>2.025e0</w:t>
      </w:r>
    </w:p>
    <w:p w:rsidR="005B0461" w:rsidRDefault="005B0461" w:rsidP="005B0461">
      <w:r>
        <w:t>182.0107</w:t>
      </w:r>
      <w:r>
        <w:tab/>
        <w:t>1.013e0</w:t>
      </w:r>
    </w:p>
    <w:p w:rsidR="005B0461" w:rsidRDefault="005B0461" w:rsidP="005B0461">
      <w:r>
        <w:lastRenderedPageBreak/>
        <w:t>182.0179</w:t>
      </w:r>
      <w:r>
        <w:tab/>
        <w:t>1.013e0</w:t>
      </w:r>
    </w:p>
    <w:p w:rsidR="005B0461" w:rsidRDefault="005B0461" w:rsidP="005B0461">
      <w:r>
        <w:t>182.0305</w:t>
      </w:r>
      <w:r>
        <w:tab/>
        <w:t>2.025e0</w:t>
      </w:r>
    </w:p>
    <w:p w:rsidR="005B0461" w:rsidRDefault="005B0461" w:rsidP="005B0461">
      <w:r>
        <w:t>182.0359</w:t>
      </w:r>
      <w:r>
        <w:tab/>
        <w:t>2.025e0</w:t>
      </w:r>
    </w:p>
    <w:p w:rsidR="005B0461" w:rsidRDefault="005B0461" w:rsidP="005B0461">
      <w:r>
        <w:t>182.0396</w:t>
      </w:r>
      <w:r>
        <w:tab/>
        <w:t>1.013e0</w:t>
      </w:r>
    </w:p>
    <w:p w:rsidR="005B0461" w:rsidRDefault="005B0461" w:rsidP="005B0461">
      <w:r>
        <w:t>182.0540</w:t>
      </w:r>
      <w:r>
        <w:tab/>
        <w:t>2.889e0</w:t>
      </w:r>
    </w:p>
    <w:p w:rsidR="005B0461" w:rsidRDefault="005B0461" w:rsidP="005B0461">
      <w:r>
        <w:t>182.0745</w:t>
      </w:r>
      <w:r>
        <w:tab/>
        <w:t>5.063e0</w:t>
      </w:r>
    </w:p>
    <w:p w:rsidR="005B0461" w:rsidRDefault="005B0461" w:rsidP="005B0461">
      <w:r>
        <w:t>182.0823</w:t>
      </w:r>
      <w:r>
        <w:tab/>
        <w:t>7.509e0</w:t>
      </w:r>
    </w:p>
    <w:p w:rsidR="005B0461" w:rsidRDefault="005B0461" w:rsidP="005B0461">
      <w:r>
        <w:t>182.0851</w:t>
      </w:r>
      <w:r>
        <w:tab/>
        <w:t>4.051e0</w:t>
      </w:r>
    </w:p>
    <w:p w:rsidR="005B0461" w:rsidRDefault="005B0461" w:rsidP="005B0461">
      <w:r>
        <w:t>182.0885</w:t>
      </w:r>
      <w:r>
        <w:tab/>
        <w:t>6.585e0</w:t>
      </w:r>
    </w:p>
    <w:p w:rsidR="005B0461" w:rsidRDefault="005B0461" w:rsidP="005B0461">
      <w:r>
        <w:t>182.1155</w:t>
      </w:r>
      <w:r>
        <w:tab/>
        <w:t>1.917e0</w:t>
      </w:r>
    </w:p>
    <w:p w:rsidR="005B0461" w:rsidRDefault="005B0461" w:rsidP="005B0461">
      <w:r>
        <w:t>182.1404</w:t>
      </w:r>
      <w:r>
        <w:tab/>
        <w:t>1.468e1</w:t>
      </w:r>
    </w:p>
    <w:p w:rsidR="005B0461" w:rsidRDefault="005B0461" w:rsidP="005B0461">
      <w:r>
        <w:t>182.1416</w:t>
      </w:r>
      <w:r>
        <w:tab/>
        <w:t>1.290e1</w:t>
      </w:r>
    </w:p>
    <w:p w:rsidR="005B0461" w:rsidRDefault="005B0461" w:rsidP="005B0461">
      <w:r>
        <w:t>182.1454</w:t>
      </w:r>
      <w:r>
        <w:tab/>
        <w:t>1.204e1</w:t>
      </w:r>
    </w:p>
    <w:p w:rsidR="005B0461" w:rsidRDefault="005B0461" w:rsidP="005B0461">
      <w:r>
        <w:t>182.1482</w:t>
      </w:r>
      <w:r>
        <w:tab/>
        <w:t>1.508e1</w:t>
      </w:r>
    </w:p>
    <w:p w:rsidR="005B0461" w:rsidRDefault="005B0461" w:rsidP="005B0461">
      <w:r>
        <w:t>182.1962</w:t>
      </w:r>
      <w:r>
        <w:tab/>
        <w:t>2.025e0</w:t>
      </w:r>
    </w:p>
    <w:p w:rsidR="005B0461" w:rsidRDefault="005B0461" w:rsidP="005B0461">
      <w:r>
        <w:t>182.1980</w:t>
      </w:r>
      <w:r>
        <w:tab/>
        <w:t>4.051e0</w:t>
      </w:r>
    </w:p>
    <w:p w:rsidR="005B0461" w:rsidRDefault="005B0461" w:rsidP="005B0461">
      <w:r>
        <w:t>182.1997</w:t>
      </w:r>
      <w:r>
        <w:tab/>
        <w:t>3.038e0</w:t>
      </w:r>
    </w:p>
    <w:p w:rsidR="005B0461" w:rsidRDefault="005B0461" w:rsidP="005B0461">
      <w:r>
        <w:t>182.2233</w:t>
      </w:r>
      <w:r>
        <w:tab/>
        <w:t>1.013e0</w:t>
      </w:r>
    </w:p>
    <w:p w:rsidR="005B0461" w:rsidRDefault="005B0461" w:rsidP="005B0461">
      <w:r>
        <w:t>182.2247</w:t>
      </w:r>
      <w:r>
        <w:tab/>
        <w:t>4.051e0</w:t>
      </w:r>
    </w:p>
    <w:p w:rsidR="005B0461" w:rsidRDefault="005B0461" w:rsidP="005B0461">
      <w:r>
        <w:lastRenderedPageBreak/>
        <w:t>182.2499</w:t>
      </w:r>
      <w:r>
        <w:tab/>
        <w:t>2.025e0</w:t>
      </w:r>
    </w:p>
    <w:p w:rsidR="005B0461" w:rsidRDefault="005B0461" w:rsidP="005B0461">
      <w:r>
        <w:t>182.2624</w:t>
      </w:r>
      <w:r>
        <w:tab/>
        <w:t>1.013e0</w:t>
      </w:r>
    </w:p>
    <w:p w:rsidR="005B0461" w:rsidRDefault="005B0461" w:rsidP="005B0461">
      <w:r>
        <w:t>182.2731</w:t>
      </w:r>
      <w:r>
        <w:tab/>
        <w:t>1.013e0</w:t>
      </w:r>
    </w:p>
    <w:p w:rsidR="005B0461" w:rsidRDefault="005B0461" w:rsidP="005B0461">
      <w:r>
        <w:t>182.2756</w:t>
      </w:r>
      <w:r>
        <w:tab/>
        <w:t>3.038e0</w:t>
      </w:r>
    </w:p>
    <w:p w:rsidR="005B0461" w:rsidRDefault="005B0461" w:rsidP="005B0461">
      <w:r>
        <w:t>182.2766</w:t>
      </w:r>
      <w:r>
        <w:tab/>
        <w:t>1.013e0</w:t>
      </w:r>
    </w:p>
    <w:p w:rsidR="005B0461" w:rsidRDefault="005B0461" w:rsidP="005B0461">
      <w:r>
        <w:t>182.2962</w:t>
      </w:r>
      <w:r>
        <w:tab/>
        <w:t>2.025e0</w:t>
      </w:r>
    </w:p>
    <w:p w:rsidR="005B0461" w:rsidRDefault="005B0461" w:rsidP="005B0461">
      <w:r>
        <w:t>182.3086</w:t>
      </w:r>
      <w:r>
        <w:tab/>
        <w:t>1.013e0</w:t>
      </w:r>
    </w:p>
    <w:p w:rsidR="005B0461" w:rsidRDefault="005B0461" w:rsidP="005B0461">
      <w:r>
        <w:t>182.3121</w:t>
      </w:r>
      <w:r>
        <w:tab/>
        <w:t>3.038e0</w:t>
      </w:r>
    </w:p>
    <w:p w:rsidR="005B0461" w:rsidRDefault="005B0461" w:rsidP="005B0461">
      <w:r>
        <w:t>182.3299</w:t>
      </w:r>
      <w:r>
        <w:tab/>
        <w:t>1.013e0</w:t>
      </w:r>
    </w:p>
    <w:p w:rsidR="005B0461" w:rsidRDefault="005B0461" w:rsidP="005B0461">
      <w:r>
        <w:t>182.3335</w:t>
      </w:r>
      <w:r>
        <w:tab/>
        <w:t>2.025e0</w:t>
      </w:r>
    </w:p>
    <w:p w:rsidR="005B0461" w:rsidRDefault="005B0461" w:rsidP="005B0461">
      <w:r>
        <w:t>182.3370</w:t>
      </w:r>
      <w:r>
        <w:tab/>
        <w:t>1.013e0</w:t>
      </w:r>
    </w:p>
    <w:p w:rsidR="005B0461" w:rsidRDefault="005B0461" w:rsidP="005B0461">
      <w:r>
        <w:t>182.3514</w:t>
      </w:r>
      <w:r>
        <w:tab/>
        <w:t>1.013e0</w:t>
      </w:r>
    </w:p>
    <w:p w:rsidR="005B0461" w:rsidRDefault="005B0461" w:rsidP="005B0461">
      <w:r>
        <w:t>182.3731</w:t>
      </w:r>
      <w:r>
        <w:tab/>
        <w:t>2.025e0</w:t>
      </w:r>
    </w:p>
    <w:p w:rsidR="005B0461" w:rsidRDefault="005B0461" w:rsidP="005B0461">
      <w:r>
        <w:t>182.3875</w:t>
      </w:r>
      <w:r>
        <w:tab/>
        <w:t>2.025e0</w:t>
      </w:r>
    </w:p>
    <w:p w:rsidR="005B0461" w:rsidRDefault="005B0461" w:rsidP="005B0461">
      <w:r>
        <w:t>182.3893</w:t>
      </w:r>
      <w:r>
        <w:tab/>
        <w:t>2.025e0</w:t>
      </w:r>
    </w:p>
    <w:p w:rsidR="005B0461" w:rsidRDefault="005B0461" w:rsidP="005B0461">
      <w:r>
        <w:t>182.4055</w:t>
      </w:r>
      <w:r>
        <w:tab/>
        <w:t>3.038e0</w:t>
      </w:r>
    </w:p>
    <w:p w:rsidR="005B0461" w:rsidRDefault="005B0461" w:rsidP="005B0461">
      <w:r>
        <w:t>182.4128</w:t>
      </w:r>
      <w:r>
        <w:tab/>
        <w:t>1.013e0</w:t>
      </w:r>
    </w:p>
    <w:p w:rsidR="005B0461" w:rsidRDefault="005B0461" w:rsidP="005B0461">
      <w:r>
        <w:t>182.4290</w:t>
      </w:r>
      <w:r>
        <w:tab/>
        <w:t>2.025e0</w:t>
      </w:r>
    </w:p>
    <w:p w:rsidR="005B0461" w:rsidRDefault="005B0461" w:rsidP="005B0461">
      <w:r>
        <w:t>182.4524</w:t>
      </w:r>
      <w:r>
        <w:tab/>
        <w:t>3.038e0</w:t>
      </w:r>
    </w:p>
    <w:p w:rsidR="005B0461" w:rsidRDefault="005B0461" w:rsidP="005B0461">
      <w:r>
        <w:lastRenderedPageBreak/>
        <w:t>182.4812</w:t>
      </w:r>
      <w:r>
        <w:tab/>
        <w:t>1.013e0</w:t>
      </w:r>
    </w:p>
    <w:p w:rsidR="005B0461" w:rsidRDefault="005B0461" w:rsidP="005B0461">
      <w:r>
        <w:t>182.4884</w:t>
      </w:r>
      <w:r>
        <w:tab/>
        <w:t>1.013e0</w:t>
      </w:r>
    </w:p>
    <w:p w:rsidR="005B0461" w:rsidRDefault="005B0461" w:rsidP="005B0461">
      <w:r>
        <w:t>182.5208</w:t>
      </w:r>
      <w:r>
        <w:tab/>
        <w:t>1.013e0</w:t>
      </w:r>
    </w:p>
    <w:p w:rsidR="005B0461" w:rsidRDefault="005B0461" w:rsidP="005B0461">
      <w:r>
        <w:t>182.5280</w:t>
      </w:r>
      <w:r>
        <w:tab/>
        <w:t>1.013e0</w:t>
      </w:r>
    </w:p>
    <w:p w:rsidR="005B0461" w:rsidRDefault="005B0461" w:rsidP="005B0461">
      <w:r>
        <w:t>182.5316</w:t>
      </w:r>
      <w:r>
        <w:tab/>
        <w:t>1.013e0</w:t>
      </w:r>
    </w:p>
    <w:p w:rsidR="005B0461" w:rsidRDefault="005B0461" w:rsidP="005B0461">
      <w:r>
        <w:t>182.5679</w:t>
      </w:r>
      <w:r>
        <w:tab/>
        <w:t>6.316e1</w:t>
      </w:r>
    </w:p>
    <w:p w:rsidR="005B0461" w:rsidRDefault="005B0461" w:rsidP="005B0461">
      <w:r>
        <w:t>182.5696</w:t>
      </w:r>
      <w:r>
        <w:tab/>
        <w:t>2.835e1</w:t>
      </w:r>
    </w:p>
    <w:p w:rsidR="005B0461" w:rsidRDefault="005B0461" w:rsidP="005B0461">
      <w:r>
        <w:t>182.6037</w:t>
      </w:r>
      <w:r>
        <w:tab/>
        <w:t>1.013e0</w:t>
      </w:r>
    </w:p>
    <w:p w:rsidR="005B0461" w:rsidRDefault="005B0461" w:rsidP="005B0461">
      <w:r>
        <w:t>182.6195</w:t>
      </w:r>
      <w:r>
        <w:tab/>
        <w:t>4.051e0</w:t>
      </w:r>
    </w:p>
    <w:p w:rsidR="005B0461" w:rsidRDefault="005B0461" w:rsidP="005B0461">
      <w:r>
        <w:t>182.6237</w:t>
      </w:r>
      <w:r>
        <w:tab/>
        <w:t>5.063e0</w:t>
      </w:r>
    </w:p>
    <w:p w:rsidR="005B0461" w:rsidRDefault="005B0461" w:rsidP="005B0461">
      <w:r>
        <w:t>182.6500</w:t>
      </w:r>
      <w:r>
        <w:tab/>
        <w:t>1.013e0</w:t>
      </w:r>
    </w:p>
    <w:p w:rsidR="005B0461" w:rsidRDefault="005B0461" w:rsidP="005B0461">
      <w:r>
        <w:t>182.6695</w:t>
      </w:r>
      <w:r>
        <w:tab/>
        <w:t>2.025e0</w:t>
      </w:r>
    </w:p>
    <w:p w:rsidR="005B0461" w:rsidRDefault="005B0461" w:rsidP="005B0461">
      <w:r>
        <w:t>182.6856</w:t>
      </w:r>
      <w:r>
        <w:tab/>
        <w:t>2.025e0</w:t>
      </w:r>
    </w:p>
    <w:p w:rsidR="005B0461" w:rsidRDefault="005B0461" w:rsidP="005B0461">
      <w:r>
        <w:t>182.6927</w:t>
      </w:r>
      <w:r>
        <w:tab/>
        <w:t>1.013e0</w:t>
      </w:r>
    </w:p>
    <w:p w:rsidR="005B0461" w:rsidRDefault="005B0461" w:rsidP="005B0461">
      <w:r>
        <w:t>182.7034</w:t>
      </w:r>
      <w:r>
        <w:tab/>
        <w:t>1.013e0</w:t>
      </w:r>
    </w:p>
    <w:p w:rsidR="005B0461" w:rsidRDefault="005B0461" w:rsidP="005B0461">
      <w:r>
        <w:t>182.7212</w:t>
      </w:r>
      <w:r>
        <w:tab/>
        <w:t>3.038e0</w:t>
      </w:r>
    </w:p>
    <w:p w:rsidR="005B0461" w:rsidRDefault="005B0461" w:rsidP="005B0461">
      <w:r>
        <w:t>182.7320</w:t>
      </w:r>
      <w:r>
        <w:tab/>
        <w:t>1.013e0</w:t>
      </w:r>
    </w:p>
    <w:p w:rsidR="005B0461" w:rsidRDefault="005B0461" w:rsidP="005B0461">
      <w:r>
        <w:t>182.7429</w:t>
      </w:r>
      <w:r>
        <w:tab/>
        <w:t>1.013e0</w:t>
      </w:r>
    </w:p>
    <w:p w:rsidR="005B0461" w:rsidRDefault="005B0461" w:rsidP="005B0461">
      <w:r>
        <w:t>182.7537</w:t>
      </w:r>
      <w:r>
        <w:tab/>
        <w:t>1.013e0</w:t>
      </w:r>
    </w:p>
    <w:p w:rsidR="005B0461" w:rsidRDefault="005B0461" w:rsidP="005B0461">
      <w:r>
        <w:lastRenderedPageBreak/>
        <w:t>182.7627</w:t>
      </w:r>
      <w:r>
        <w:tab/>
        <w:t>2.025e0</w:t>
      </w:r>
    </w:p>
    <w:p w:rsidR="005B0461" w:rsidRDefault="005B0461" w:rsidP="005B0461">
      <w:r>
        <w:t>182.7952</w:t>
      </w:r>
      <w:r>
        <w:tab/>
        <w:t>4.051e0</w:t>
      </w:r>
    </w:p>
    <w:p w:rsidR="005B0461" w:rsidRDefault="005B0461" w:rsidP="005B0461">
      <w:r>
        <w:t>182.8006</w:t>
      </w:r>
      <w:r>
        <w:tab/>
        <w:t>1.013e0</w:t>
      </w:r>
    </w:p>
    <w:p w:rsidR="005B0461" w:rsidRDefault="005B0461" w:rsidP="005B0461">
      <w:r>
        <w:t>182.8114</w:t>
      </w:r>
      <w:r>
        <w:tab/>
        <w:t>3.038e0</w:t>
      </w:r>
    </w:p>
    <w:p w:rsidR="005B0461" w:rsidRDefault="005B0461" w:rsidP="005B0461">
      <w:r>
        <w:t>182.8223</w:t>
      </w:r>
      <w:r>
        <w:tab/>
        <w:t>1.013e0</w:t>
      </w:r>
    </w:p>
    <w:p w:rsidR="005B0461" w:rsidRDefault="005B0461" w:rsidP="005B0461">
      <w:r>
        <w:t>182.8367</w:t>
      </w:r>
      <w:r>
        <w:tab/>
        <w:t>2.025e0</w:t>
      </w:r>
    </w:p>
    <w:p w:rsidR="005B0461" w:rsidRDefault="005B0461" w:rsidP="005B0461">
      <w:r>
        <w:t>182.8511</w:t>
      </w:r>
      <w:r>
        <w:tab/>
        <w:t>2.025e0</w:t>
      </w:r>
    </w:p>
    <w:p w:rsidR="005B0461" w:rsidRDefault="005B0461" w:rsidP="005B0461">
      <w:r>
        <w:t>182.8529</w:t>
      </w:r>
      <w:r>
        <w:tab/>
        <w:t>2.025e0</w:t>
      </w:r>
    </w:p>
    <w:p w:rsidR="005B0461" w:rsidRDefault="005B0461" w:rsidP="005B0461">
      <w:r>
        <w:t>182.8701</w:t>
      </w:r>
      <w:r>
        <w:tab/>
        <w:t>3.038e0</w:t>
      </w:r>
    </w:p>
    <w:p w:rsidR="005B0461" w:rsidRDefault="005B0461" w:rsidP="005B0461">
      <w:r>
        <w:t>182.8871</w:t>
      </w:r>
      <w:r>
        <w:tab/>
        <w:t>1.013e0</w:t>
      </w:r>
    </w:p>
    <w:p w:rsidR="005B0461" w:rsidRDefault="005B0461" w:rsidP="005B0461">
      <w:r>
        <w:t>182.9052</w:t>
      </w:r>
      <w:r>
        <w:tab/>
        <w:t>2.025e0</w:t>
      </w:r>
    </w:p>
    <w:p w:rsidR="005B0461" w:rsidRDefault="005B0461" w:rsidP="005B0461">
      <w:r>
        <w:t>182.9160</w:t>
      </w:r>
      <w:r>
        <w:tab/>
        <w:t>2.025e0</w:t>
      </w:r>
    </w:p>
    <w:p w:rsidR="005B0461" w:rsidRDefault="005B0461" w:rsidP="005B0461">
      <w:r>
        <w:t>182.9232</w:t>
      </w:r>
      <w:r>
        <w:tab/>
        <w:t>1.013e0</w:t>
      </w:r>
    </w:p>
    <w:p w:rsidR="005B0461" w:rsidRDefault="005B0461" w:rsidP="005B0461">
      <w:r>
        <w:t>182.9485</w:t>
      </w:r>
      <w:r>
        <w:tab/>
        <w:t>1.013e0</w:t>
      </w:r>
    </w:p>
    <w:p w:rsidR="005B0461" w:rsidRDefault="005B0461" w:rsidP="005B0461">
      <w:r>
        <w:t>182.9503</w:t>
      </w:r>
      <w:r>
        <w:tab/>
        <w:t>2.025e0</w:t>
      </w:r>
    </w:p>
    <w:p w:rsidR="005B0461" w:rsidRDefault="005B0461" w:rsidP="005B0461">
      <w:r>
        <w:t>182.9864</w:t>
      </w:r>
      <w:r>
        <w:tab/>
        <w:t>1.311e1</w:t>
      </w:r>
    </w:p>
    <w:p w:rsidR="005B0461" w:rsidRDefault="005B0461" w:rsidP="005B0461">
      <w:r>
        <w:t>182.9903</w:t>
      </w:r>
      <w:r>
        <w:tab/>
        <w:t>1.295e1</w:t>
      </w:r>
    </w:p>
    <w:p w:rsidR="005B0461" w:rsidRDefault="005B0461" w:rsidP="005B0461">
      <w:r>
        <w:t>183.0114</w:t>
      </w:r>
      <w:r>
        <w:tab/>
        <w:t>4.914e0</w:t>
      </w:r>
    </w:p>
    <w:p w:rsidR="005B0461" w:rsidRDefault="005B0461" w:rsidP="005B0461">
      <w:r>
        <w:t>183.0133</w:t>
      </w:r>
      <w:r>
        <w:tab/>
        <w:t>2.025e0</w:t>
      </w:r>
    </w:p>
    <w:p w:rsidR="005B0461" w:rsidRDefault="005B0461" w:rsidP="005B0461">
      <w:r>
        <w:lastRenderedPageBreak/>
        <w:t>183.0146</w:t>
      </w:r>
      <w:r>
        <w:tab/>
        <w:t>5.063e0</w:t>
      </w:r>
    </w:p>
    <w:p w:rsidR="005B0461" w:rsidRDefault="005B0461" w:rsidP="005B0461">
      <w:r>
        <w:t>183.0210</w:t>
      </w:r>
      <w:r>
        <w:tab/>
        <w:t>5.063e0</w:t>
      </w:r>
    </w:p>
    <w:p w:rsidR="005B0461" w:rsidRDefault="005B0461" w:rsidP="005B0461">
      <w:r>
        <w:t>183.0471</w:t>
      </w:r>
      <w:r>
        <w:tab/>
        <w:t>1.933e0</w:t>
      </w:r>
    </w:p>
    <w:p w:rsidR="005B0461" w:rsidRDefault="005B0461" w:rsidP="005B0461">
      <w:r>
        <w:t>183.0668</w:t>
      </w:r>
      <w:r>
        <w:tab/>
        <w:t>4.788e0</w:t>
      </w:r>
    </w:p>
    <w:p w:rsidR="005B0461" w:rsidRDefault="005B0461" w:rsidP="005B0461">
      <w:r>
        <w:t>183.0734</w:t>
      </w:r>
      <w:r>
        <w:tab/>
        <w:t>1.315e1</w:t>
      </w:r>
    </w:p>
    <w:p w:rsidR="005B0461" w:rsidRDefault="005B0461" w:rsidP="005B0461">
      <w:r>
        <w:t>183.0908</w:t>
      </w:r>
      <w:r>
        <w:tab/>
        <w:t>8.369e0</w:t>
      </w:r>
    </w:p>
    <w:p w:rsidR="005B0461" w:rsidRDefault="005B0461" w:rsidP="005B0461">
      <w:r>
        <w:t>183.0947</w:t>
      </w:r>
      <w:r>
        <w:tab/>
        <w:t>8.280e0</w:t>
      </w:r>
    </w:p>
    <w:p w:rsidR="005B0461" w:rsidRDefault="005B0461" w:rsidP="005B0461">
      <w:r>
        <w:t>183.1096</w:t>
      </w:r>
      <w:r>
        <w:tab/>
        <w:t>2.973e0</w:t>
      </w:r>
    </w:p>
    <w:p w:rsidR="005B0461" w:rsidRDefault="005B0461" w:rsidP="005B0461">
      <w:r>
        <w:t>183.1309</w:t>
      </w:r>
      <w:r>
        <w:tab/>
        <w:t>1.034e0</w:t>
      </w:r>
    </w:p>
    <w:p w:rsidR="005B0461" w:rsidRDefault="005B0461" w:rsidP="005B0461">
      <w:r>
        <w:t>183.1334</w:t>
      </w:r>
      <w:r>
        <w:tab/>
        <w:t>3.375e0</w:t>
      </w:r>
    </w:p>
    <w:p w:rsidR="005B0461" w:rsidRDefault="005B0461" w:rsidP="005B0461">
      <w:r>
        <w:t>183.1478</w:t>
      </w:r>
      <w:r>
        <w:tab/>
        <w:t>2.485e0</w:t>
      </w:r>
    </w:p>
    <w:p w:rsidR="005B0461" w:rsidRDefault="005B0461" w:rsidP="005B0461">
      <w:r>
        <w:t>183.1548</w:t>
      </w:r>
      <w:r>
        <w:tab/>
        <w:t>2.641e0</w:t>
      </w:r>
    </w:p>
    <w:p w:rsidR="005B0461" w:rsidRDefault="005B0461" w:rsidP="005B0461">
      <w:r>
        <w:t>183.1635</w:t>
      </w:r>
      <w:r>
        <w:tab/>
        <w:t>1.013e0</w:t>
      </w:r>
    </w:p>
    <w:p w:rsidR="005B0461" w:rsidRDefault="005B0461" w:rsidP="005B0461">
      <w:r>
        <w:t>183.1653</w:t>
      </w:r>
      <w:r>
        <w:tab/>
        <w:t>2.025e0</w:t>
      </w:r>
    </w:p>
    <w:p w:rsidR="005B0461" w:rsidRDefault="005B0461" w:rsidP="005B0461">
      <w:r>
        <w:t>183.1798</w:t>
      </w:r>
      <w:r>
        <w:tab/>
        <w:t>2.025e0</w:t>
      </w:r>
    </w:p>
    <w:p w:rsidR="005B0461" w:rsidRDefault="005B0461" w:rsidP="005B0461">
      <w:r>
        <w:t>183.1835</w:t>
      </w:r>
      <w:r>
        <w:tab/>
        <w:t>3.038e0</w:t>
      </w:r>
    </w:p>
    <w:p w:rsidR="005B0461" w:rsidRDefault="005B0461" w:rsidP="005B0461">
      <w:r>
        <w:t>183.1852</w:t>
      </w:r>
      <w:r>
        <w:tab/>
        <w:t>1.013e0</w:t>
      </w:r>
    </w:p>
    <w:p w:rsidR="005B0461" w:rsidRDefault="005B0461" w:rsidP="005B0461">
      <w:r>
        <w:t>183.2231</w:t>
      </w:r>
      <w:r>
        <w:tab/>
        <w:t>2.025e0</w:t>
      </w:r>
    </w:p>
    <w:p w:rsidR="005B0461" w:rsidRDefault="005B0461" w:rsidP="005B0461">
      <w:r>
        <w:t>183.2411</w:t>
      </w:r>
      <w:r>
        <w:tab/>
        <w:t>2.025e0</w:t>
      </w:r>
    </w:p>
    <w:p w:rsidR="005B0461" w:rsidRDefault="005B0461" w:rsidP="005B0461">
      <w:r>
        <w:lastRenderedPageBreak/>
        <w:t>183.2466</w:t>
      </w:r>
      <w:r>
        <w:tab/>
        <w:t>1.013e0</w:t>
      </w:r>
    </w:p>
    <w:p w:rsidR="005B0461" w:rsidRDefault="005B0461" w:rsidP="005B0461">
      <w:r>
        <w:t>183.2682</w:t>
      </w:r>
      <w:r>
        <w:tab/>
        <w:t>3.038e0</w:t>
      </w:r>
    </w:p>
    <w:p w:rsidR="005B0461" w:rsidRDefault="005B0461" w:rsidP="005B0461">
      <w:r>
        <w:t>183.3169</w:t>
      </w:r>
      <w:r>
        <w:tab/>
        <w:t>2.025e0</w:t>
      </w:r>
    </w:p>
    <w:p w:rsidR="005B0461" w:rsidRDefault="005B0461" w:rsidP="005B0461">
      <w:r>
        <w:t>183.3287</w:t>
      </w:r>
      <w:r>
        <w:tab/>
        <w:t>3.038e0</w:t>
      </w:r>
    </w:p>
    <w:p w:rsidR="005B0461" w:rsidRDefault="005B0461" w:rsidP="005B0461">
      <w:r>
        <w:t>183.3602</w:t>
      </w:r>
      <w:r>
        <w:tab/>
        <w:t>2.025e0</w:t>
      </w:r>
    </w:p>
    <w:p w:rsidR="005B0461" w:rsidRDefault="005B0461" w:rsidP="005B0461">
      <w:r>
        <w:t>183.3656</w:t>
      </w:r>
      <w:r>
        <w:tab/>
        <w:t>1.013e0</w:t>
      </w:r>
    </w:p>
    <w:p w:rsidR="005B0461" w:rsidRDefault="005B0461" w:rsidP="005B0461">
      <w:r>
        <w:t>183.3765</w:t>
      </w:r>
      <w:r>
        <w:tab/>
        <w:t>2.025e0</w:t>
      </w:r>
    </w:p>
    <w:p w:rsidR="005B0461" w:rsidRDefault="005B0461" w:rsidP="005B0461">
      <w:r>
        <w:t>183.3837</w:t>
      </w:r>
      <w:r>
        <w:tab/>
        <w:t>1.013e0</w:t>
      </w:r>
    </w:p>
    <w:p w:rsidR="005B0461" w:rsidRDefault="005B0461" w:rsidP="005B0461">
      <w:r>
        <w:t>183.4236</w:t>
      </w:r>
      <w:r>
        <w:tab/>
        <w:t>3.038e0</w:t>
      </w:r>
    </w:p>
    <w:p w:rsidR="005B0461" w:rsidRDefault="005B0461" w:rsidP="005B0461">
      <w:r>
        <w:t>183.4359</w:t>
      </w:r>
      <w:r>
        <w:tab/>
        <w:t>2.025e0</w:t>
      </w:r>
    </w:p>
    <w:p w:rsidR="005B0461" w:rsidRDefault="005B0461" w:rsidP="005B0461">
      <w:r>
        <w:t>183.4379</w:t>
      </w:r>
      <w:r>
        <w:tab/>
        <w:t>2.025e0</w:t>
      </w:r>
    </w:p>
    <w:p w:rsidR="005B0461" w:rsidRDefault="005B0461" w:rsidP="005B0461">
      <w:r>
        <w:t>183.4665</w:t>
      </w:r>
      <w:r>
        <w:tab/>
        <w:t>1.013e0</w:t>
      </w:r>
    </w:p>
    <w:p w:rsidR="005B0461" w:rsidRDefault="005B0461" w:rsidP="005B0461">
      <w:r>
        <w:t>183.4684</w:t>
      </w:r>
      <w:r>
        <w:tab/>
        <w:t>2.025e0</w:t>
      </w:r>
    </w:p>
    <w:p w:rsidR="005B0461" w:rsidRDefault="005B0461" w:rsidP="005B0461">
      <w:r>
        <w:t>183.4879</w:t>
      </w:r>
      <w:r>
        <w:tab/>
        <w:t>1.013e0</w:t>
      </w:r>
    </w:p>
    <w:p w:rsidR="005B0461" w:rsidRDefault="005B0461" w:rsidP="005B0461">
      <w:r>
        <w:t>183.4986</w:t>
      </w:r>
      <w:r>
        <w:tab/>
        <w:t>1.013e0</w:t>
      </w:r>
    </w:p>
    <w:p w:rsidR="005B0461" w:rsidRDefault="005B0461" w:rsidP="005B0461">
      <w:r>
        <w:t>183.5229</w:t>
      </w:r>
      <w:r>
        <w:tab/>
        <w:t>3.038e0</w:t>
      </w:r>
    </w:p>
    <w:p w:rsidR="005B0461" w:rsidRDefault="005B0461" w:rsidP="005B0461">
      <w:r>
        <w:t>183.5308</w:t>
      </w:r>
      <w:r>
        <w:tab/>
        <w:t>1.013e0</w:t>
      </w:r>
    </w:p>
    <w:p w:rsidR="005B0461" w:rsidRDefault="005B0461" w:rsidP="005B0461">
      <w:r>
        <w:t>183.5379</w:t>
      </w:r>
      <w:r>
        <w:tab/>
        <w:t>1.013e0</w:t>
      </w:r>
    </w:p>
    <w:p w:rsidR="005B0461" w:rsidRDefault="005B0461" w:rsidP="005B0461">
      <w:r>
        <w:t>183.5541</w:t>
      </w:r>
      <w:r>
        <w:tab/>
        <w:t>2.025e0</w:t>
      </w:r>
    </w:p>
    <w:p w:rsidR="005B0461" w:rsidRDefault="005B0461" w:rsidP="005B0461">
      <w:r>
        <w:lastRenderedPageBreak/>
        <w:t>183.5558</w:t>
      </w:r>
      <w:r>
        <w:tab/>
        <w:t>1.013e0</w:t>
      </w:r>
    </w:p>
    <w:p w:rsidR="005B0461" w:rsidRDefault="005B0461" w:rsidP="005B0461">
      <w:r>
        <w:t>183.5613</w:t>
      </w:r>
      <w:r>
        <w:tab/>
        <w:t>2.025e0</w:t>
      </w:r>
    </w:p>
    <w:p w:rsidR="005B0461" w:rsidRDefault="005B0461" w:rsidP="005B0461">
      <w:r>
        <w:t>183.5629</w:t>
      </w:r>
      <w:r>
        <w:tab/>
        <w:t>1.013e0</w:t>
      </w:r>
    </w:p>
    <w:p w:rsidR="005B0461" w:rsidRDefault="005B0461" w:rsidP="005B0461">
      <w:r>
        <w:t>183.5821</w:t>
      </w:r>
      <w:r>
        <w:tab/>
        <w:t>4.051e0</w:t>
      </w:r>
    </w:p>
    <w:p w:rsidR="005B0461" w:rsidRDefault="005B0461" w:rsidP="005B0461">
      <w:r>
        <w:t>183.5890</w:t>
      </w:r>
      <w:r>
        <w:tab/>
        <w:t>3.038e0</w:t>
      </w:r>
    </w:p>
    <w:p w:rsidR="005B0461" w:rsidRDefault="005B0461" w:rsidP="005B0461">
      <w:r>
        <w:t>183.6061</w:t>
      </w:r>
      <w:r>
        <w:tab/>
        <w:t>1.013e0</w:t>
      </w:r>
    </w:p>
    <w:p w:rsidR="005B0461" w:rsidRDefault="005B0461" w:rsidP="005B0461">
      <w:r>
        <w:t>183.6134</w:t>
      </w:r>
      <w:r>
        <w:tab/>
        <w:t>1.013e0</w:t>
      </w:r>
    </w:p>
    <w:p w:rsidR="005B0461" w:rsidRDefault="005B0461" w:rsidP="005B0461">
      <w:r>
        <w:t>183.6170</w:t>
      </w:r>
      <w:r>
        <w:tab/>
        <w:t>1.013e0</w:t>
      </w:r>
    </w:p>
    <w:p w:rsidR="005B0461" w:rsidRDefault="005B0461" w:rsidP="005B0461">
      <w:r>
        <w:t>183.6314</w:t>
      </w:r>
      <w:r>
        <w:tab/>
        <w:t>1.013e0</w:t>
      </w:r>
    </w:p>
    <w:p w:rsidR="005B0461" w:rsidRDefault="005B0461" w:rsidP="005B0461">
      <w:r>
        <w:t>183.6425</w:t>
      </w:r>
      <w:r>
        <w:tab/>
        <w:t>6.076e0</w:t>
      </w:r>
    </w:p>
    <w:p w:rsidR="005B0461" w:rsidRDefault="005B0461" w:rsidP="005B0461">
      <w:r>
        <w:t>183.6676</w:t>
      </w:r>
      <w:r>
        <w:tab/>
        <w:t>1.013e0</w:t>
      </w:r>
    </w:p>
    <w:p w:rsidR="005B0461" w:rsidRDefault="005B0461" w:rsidP="005B0461">
      <w:r>
        <w:t>183.6712</w:t>
      </w:r>
      <w:r>
        <w:tab/>
        <w:t>1.013e0</w:t>
      </w:r>
    </w:p>
    <w:p w:rsidR="005B0461" w:rsidRDefault="005B0461" w:rsidP="005B0461">
      <w:r>
        <w:t>183.6730</w:t>
      </w:r>
      <w:r>
        <w:tab/>
        <w:t>2.025e0</w:t>
      </w:r>
    </w:p>
    <w:p w:rsidR="005B0461" w:rsidRDefault="005B0461" w:rsidP="005B0461">
      <w:r>
        <w:t>183.6748</w:t>
      </w:r>
      <w:r>
        <w:tab/>
        <w:t>1.013e0</w:t>
      </w:r>
    </w:p>
    <w:p w:rsidR="005B0461" w:rsidRDefault="005B0461" w:rsidP="005B0461">
      <w:r>
        <w:t>183.7001</w:t>
      </w:r>
      <w:r>
        <w:tab/>
        <w:t>2.025e0</w:t>
      </w:r>
    </w:p>
    <w:p w:rsidR="005B0461" w:rsidRDefault="005B0461" w:rsidP="005B0461">
      <w:r>
        <w:t>183.7182</w:t>
      </w:r>
      <w:r>
        <w:tab/>
        <w:t>2.025e0</w:t>
      </w:r>
    </w:p>
    <w:p w:rsidR="005B0461" w:rsidRDefault="005B0461" w:rsidP="005B0461">
      <w:r>
        <w:t>183.7651</w:t>
      </w:r>
      <w:r>
        <w:tab/>
        <w:t>2.025e0</w:t>
      </w:r>
    </w:p>
    <w:p w:rsidR="005B0461" w:rsidRDefault="005B0461" w:rsidP="005B0461">
      <w:r>
        <w:t>183.8031</w:t>
      </w:r>
      <w:r>
        <w:tab/>
        <w:t>4.051e0</w:t>
      </w:r>
    </w:p>
    <w:p w:rsidR="005B0461" w:rsidRDefault="005B0461" w:rsidP="005B0461">
      <w:r>
        <w:t>183.8048</w:t>
      </w:r>
      <w:r>
        <w:tab/>
        <w:t>3.038e0</w:t>
      </w:r>
    </w:p>
    <w:p w:rsidR="005B0461" w:rsidRDefault="005B0461" w:rsidP="005B0461">
      <w:r>
        <w:lastRenderedPageBreak/>
        <w:t>183.8121</w:t>
      </w:r>
      <w:r>
        <w:tab/>
        <w:t>2.025e0</w:t>
      </w:r>
    </w:p>
    <w:p w:rsidR="005B0461" w:rsidRDefault="005B0461" w:rsidP="005B0461">
      <w:r>
        <w:t>183.8337</w:t>
      </w:r>
      <w:r>
        <w:tab/>
        <w:t>1.013e0</w:t>
      </w:r>
    </w:p>
    <w:p w:rsidR="005B0461" w:rsidRDefault="005B0461" w:rsidP="005B0461">
      <w:r>
        <w:t>183.8374</w:t>
      </w:r>
      <w:r>
        <w:tab/>
        <w:t>1.013e0</w:t>
      </w:r>
    </w:p>
    <w:p w:rsidR="005B0461" w:rsidRDefault="005B0461" w:rsidP="005B0461">
      <w:r>
        <w:t>183.8410</w:t>
      </w:r>
      <w:r>
        <w:tab/>
        <w:t>1.013e0</w:t>
      </w:r>
    </w:p>
    <w:p w:rsidR="005B0461" w:rsidRDefault="005B0461" w:rsidP="005B0461">
      <w:r>
        <w:t>183.8699</w:t>
      </w:r>
      <w:r>
        <w:tab/>
        <w:t>1.013e0</w:t>
      </w:r>
    </w:p>
    <w:p w:rsidR="005B0461" w:rsidRDefault="005B0461" w:rsidP="005B0461">
      <w:r>
        <w:t>183.8735</w:t>
      </w:r>
      <w:r>
        <w:tab/>
        <w:t>3.038e0</w:t>
      </w:r>
    </w:p>
    <w:p w:rsidR="005B0461" w:rsidRDefault="005B0461" w:rsidP="005B0461">
      <w:r>
        <w:t>183.8772</w:t>
      </w:r>
      <w:r>
        <w:tab/>
        <w:t>1.013e0</w:t>
      </w:r>
    </w:p>
    <w:p w:rsidR="005B0461" w:rsidRDefault="005B0461" w:rsidP="005B0461">
      <w:r>
        <w:t>183.8989</w:t>
      </w:r>
      <w:r>
        <w:tab/>
        <w:t>3.038e0</w:t>
      </w:r>
    </w:p>
    <w:p w:rsidR="005B0461" w:rsidRDefault="005B0461" w:rsidP="005B0461">
      <w:r>
        <w:t>183.9043</w:t>
      </w:r>
      <w:r>
        <w:tab/>
        <w:t>2.025e0</w:t>
      </w:r>
    </w:p>
    <w:p w:rsidR="005B0461" w:rsidRDefault="005B0461" w:rsidP="005B0461">
      <w:r>
        <w:t>183.9170</w:t>
      </w:r>
      <w:r>
        <w:tab/>
        <w:t>1.013e0</w:t>
      </w:r>
    </w:p>
    <w:p w:rsidR="005B0461" w:rsidRDefault="005B0461" w:rsidP="005B0461">
      <w:r>
        <w:t>183.9278</w:t>
      </w:r>
      <w:r>
        <w:tab/>
        <w:t>1.013e0</w:t>
      </w:r>
    </w:p>
    <w:p w:rsidR="005B0461" w:rsidRDefault="005B0461" w:rsidP="005B0461">
      <w:r>
        <w:t>183.9437</w:t>
      </w:r>
      <w:r>
        <w:tab/>
        <w:t>2.025e0</w:t>
      </w:r>
    </w:p>
    <w:p w:rsidR="005B0461" w:rsidRDefault="005B0461" w:rsidP="005B0461">
      <w:r>
        <w:t>183.9457</w:t>
      </w:r>
      <w:r>
        <w:tab/>
        <w:t>1.013e0</w:t>
      </w:r>
    </w:p>
    <w:p w:rsidR="005B0461" w:rsidRDefault="005B0461" w:rsidP="005B0461">
      <w:r>
        <w:t>183.9601</w:t>
      </w:r>
      <w:r>
        <w:tab/>
        <w:t>2.025e0</w:t>
      </w:r>
    </w:p>
    <w:p w:rsidR="005B0461" w:rsidRDefault="005B0461" w:rsidP="005B0461">
      <w:r>
        <w:t>183.9654</w:t>
      </w:r>
      <w:r>
        <w:tab/>
        <w:t>2.025e0</w:t>
      </w:r>
    </w:p>
    <w:p w:rsidR="005B0461" w:rsidRDefault="005B0461" w:rsidP="005B0461">
      <w:r>
        <w:t>183.9868</w:t>
      </w:r>
      <w:r>
        <w:tab/>
        <w:t>4.051e0</w:t>
      </w:r>
    </w:p>
    <w:p w:rsidR="005B0461" w:rsidRDefault="005B0461" w:rsidP="005B0461">
      <w:r>
        <w:t>183.9994</w:t>
      </w:r>
      <w:r>
        <w:tab/>
        <w:t>1.013e0</w:t>
      </w:r>
    </w:p>
    <w:p w:rsidR="005B0461" w:rsidRDefault="005B0461" w:rsidP="005B0461">
      <w:r>
        <w:t>184.0209</w:t>
      </w:r>
      <w:r>
        <w:tab/>
        <w:t>1.013e0</w:t>
      </w:r>
    </w:p>
    <w:p w:rsidR="005B0461" w:rsidRDefault="005B0461" w:rsidP="005B0461">
      <w:r>
        <w:t>184.0316</w:t>
      </w:r>
      <w:r>
        <w:tab/>
        <w:t>1.013e0</w:t>
      </w:r>
    </w:p>
    <w:p w:rsidR="005B0461" w:rsidRDefault="005B0461" w:rsidP="005B0461">
      <w:r>
        <w:lastRenderedPageBreak/>
        <w:t>184.0595</w:t>
      </w:r>
      <w:r>
        <w:tab/>
        <w:t>1.493e1</w:t>
      </w:r>
    </w:p>
    <w:p w:rsidR="005B0461" w:rsidRDefault="005B0461" w:rsidP="005B0461">
      <w:r>
        <w:t>184.0623</w:t>
      </w:r>
      <w:r>
        <w:tab/>
        <w:t>1.464e1</w:t>
      </w:r>
    </w:p>
    <w:p w:rsidR="005B0461" w:rsidRDefault="005B0461" w:rsidP="005B0461">
      <w:r>
        <w:t>184.0785</w:t>
      </w:r>
      <w:r>
        <w:tab/>
        <w:t>3.028e0</w:t>
      </w:r>
    </w:p>
    <w:p w:rsidR="005B0461" w:rsidRDefault="005B0461" w:rsidP="005B0461">
      <w:r>
        <w:t>184.0960</w:t>
      </w:r>
      <w:r>
        <w:tab/>
        <w:t>4.948e0</w:t>
      </w:r>
    </w:p>
    <w:p w:rsidR="005B0461" w:rsidRDefault="005B0461" w:rsidP="005B0461">
      <w:r>
        <w:t>184.1023</w:t>
      </w:r>
      <w:r>
        <w:tab/>
        <w:t>3.473e0</w:t>
      </w:r>
    </w:p>
    <w:p w:rsidR="005B0461" w:rsidRDefault="005B0461" w:rsidP="005B0461">
      <w:r>
        <w:t>184.1072</w:t>
      </w:r>
      <w:r>
        <w:tab/>
        <w:t>2.049e0</w:t>
      </w:r>
    </w:p>
    <w:p w:rsidR="005B0461" w:rsidRDefault="005B0461" w:rsidP="005B0461">
      <w:r>
        <w:t>184.1097</w:t>
      </w:r>
      <w:r>
        <w:tab/>
        <w:t>1.878e0</w:t>
      </w:r>
    </w:p>
    <w:p w:rsidR="005B0461" w:rsidRDefault="005B0461" w:rsidP="005B0461">
      <w:r>
        <w:t>184.1314</w:t>
      </w:r>
      <w:r>
        <w:tab/>
        <w:t>2.046e0</w:t>
      </w:r>
    </w:p>
    <w:p w:rsidR="005B0461" w:rsidRDefault="005B0461" w:rsidP="005B0461">
      <w:r>
        <w:t>184.1438</w:t>
      </w:r>
      <w:r>
        <w:tab/>
        <w:t>6.167e0</w:t>
      </w:r>
    </w:p>
    <w:p w:rsidR="005B0461" w:rsidRDefault="005B0461" w:rsidP="005B0461">
      <w:r>
        <w:t>184.1449</w:t>
      </w:r>
      <w:r>
        <w:tab/>
        <w:t>2.246e0</w:t>
      </w:r>
    </w:p>
    <w:p w:rsidR="005B0461" w:rsidRDefault="005B0461" w:rsidP="005B0461">
      <w:r>
        <w:t>184.1623</w:t>
      </w:r>
      <w:r>
        <w:tab/>
        <w:t>3.038e0</w:t>
      </w:r>
    </w:p>
    <w:p w:rsidR="005B0461" w:rsidRDefault="005B0461" w:rsidP="005B0461">
      <w:r>
        <w:t>184.1685</w:t>
      </w:r>
      <w:r>
        <w:tab/>
        <w:t>1.013e0</w:t>
      </w:r>
    </w:p>
    <w:p w:rsidR="005B0461" w:rsidRDefault="005B0461" w:rsidP="005B0461">
      <w:r>
        <w:t>184.1703</w:t>
      </w:r>
      <w:r>
        <w:tab/>
        <w:t>2.025e0</w:t>
      </w:r>
    </w:p>
    <w:p w:rsidR="005B0461" w:rsidRDefault="005B0461" w:rsidP="005B0461">
      <w:r>
        <w:t>184.1748</w:t>
      </w:r>
      <w:r>
        <w:tab/>
        <w:t>3.038e0</w:t>
      </w:r>
    </w:p>
    <w:p w:rsidR="005B0461" w:rsidRDefault="005B0461" w:rsidP="005B0461">
      <w:r>
        <w:t>184.1848</w:t>
      </w:r>
      <w:r>
        <w:tab/>
        <w:t>2.025e0</w:t>
      </w:r>
    </w:p>
    <w:p w:rsidR="005B0461" w:rsidRDefault="005B0461" w:rsidP="005B0461">
      <w:r>
        <w:t>184.1975</w:t>
      </w:r>
      <w:r>
        <w:tab/>
        <w:t>1.013e0</w:t>
      </w:r>
    </w:p>
    <w:p w:rsidR="005B0461" w:rsidRDefault="005B0461" w:rsidP="005B0461">
      <w:r>
        <w:t>184.2011</w:t>
      </w:r>
      <w:r>
        <w:tab/>
        <w:t>1.013e0</w:t>
      </w:r>
    </w:p>
    <w:p w:rsidR="005B0461" w:rsidRDefault="005B0461" w:rsidP="005B0461">
      <w:r>
        <w:t>184.2192</w:t>
      </w:r>
      <w:r>
        <w:tab/>
        <w:t>1.013e0</w:t>
      </w:r>
    </w:p>
    <w:p w:rsidR="005B0461" w:rsidRDefault="005B0461" w:rsidP="005B0461">
      <w:r>
        <w:t>184.2409</w:t>
      </w:r>
      <w:r>
        <w:tab/>
        <w:t>1.013e0</w:t>
      </w:r>
    </w:p>
    <w:p w:rsidR="005B0461" w:rsidRDefault="005B0461" w:rsidP="005B0461">
      <w:r>
        <w:lastRenderedPageBreak/>
        <w:t>184.2445</w:t>
      </w:r>
      <w:r>
        <w:tab/>
        <w:t>1.013e0</w:t>
      </w:r>
    </w:p>
    <w:p w:rsidR="005B0461" w:rsidRDefault="005B0461" w:rsidP="005B0461">
      <w:r>
        <w:t>184.2734</w:t>
      </w:r>
      <w:r>
        <w:tab/>
        <w:t>1.013e0</w:t>
      </w:r>
    </w:p>
    <w:p w:rsidR="005B0461" w:rsidRDefault="005B0461" w:rsidP="005B0461">
      <w:r>
        <w:t>184.2752</w:t>
      </w:r>
      <w:r>
        <w:tab/>
        <w:t>2.025e0</w:t>
      </w:r>
    </w:p>
    <w:p w:rsidR="005B0461" w:rsidRDefault="005B0461" w:rsidP="005B0461">
      <w:r>
        <w:t>184.2770</w:t>
      </w:r>
      <w:r>
        <w:tab/>
        <w:t>1.013e0</w:t>
      </w:r>
    </w:p>
    <w:p w:rsidR="005B0461" w:rsidRDefault="005B0461" w:rsidP="005B0461">
      <w:r>
        <w:t>184.2915</w:t>
      </w:r>
      <w:r>
        <w:tab/>
        <w:t>1.013e0</w:t>
      </w:r>
    </w:p>
    <w:p w:rsidR="005B0461" w:rsidRDefault="005B0461" w:rsidP="005B0461">
      <w:r>
        <w:t>184.3023</w:t>
      </w:r>
      <w:r>
        <w:tab/>
        <w:t>1.013e0</w:t>
      </w:r>
    </w:p>
    <w:p w:rsidR="005B0461" w:rsidRDefault="005B0461" w:rsidP="005B0461">
      <w:r>
        <w:t>184.3186</w:t>
      </w:r>
      <w:r>
        <w:tab/>
        <w:t>2.025e0</w:t>
      </w:r>
    </w:p>
    <w:p w:rsidR="005B0461" w:rsidRDefault="005B0461" w:rsidP="005B0461">
      <w:r>
        <w:t>184.3276</w:t>
      </w:r>
      <w:r>
        <w:tab/>
        <w:t>2.025e0</w:t>
      </w:r>
    </w:p>
    <w:p w:rsidR="005B0461" w:rsidRDefault="005B0461" w:rsidP="005B0461">
      <w:r>
        <w:t>184.3312</w:t>
      </w:r>
      <w:r>
        <w:tab/>
        <w:t>1.013e0</w:t>
      </w:r>
    </w:p>
    <w:p w:rsidR="005B0461" w:rsidRDefault="005B0461" w:rsidP="005B0461">
      <w:r>
        <w:t>184.3783</w:t>
      </w:r>
      <w:r>
        <w:tab/>
        <w:t>1.013e0</w:t>
      </w:r>
    </w:p>
    <w:p w:rsidR="005B0461" w:rsidRDefault="005B0461" w:rsidP="005B0461">
      <w:r>
        <w:t>184.3946</w:t>
      </w:r>
      <w:r>
        <w:tab/>
        <w:t>2.025e0</w:t>
      </w:r>
    </w:p>
    <w:p w:rsidR="005B0461" w:rsidRDefault="005B0461" w:rsidP="005B0461">
      <w:r>
        <w:t>184.4072</w:t>
      </w:r>
      <w:r>
        <w:tab/>
        <w:t>1.013e0</w:t>
      </w:r>
    </w:p>
    <w:p w:rsidR="005B0461" w:rsidRDefault="005B0461" w:rsidP="005B0461">
      <w:r>
        <w:t>184.4108</w:t>
      </w:r>
      <w:r>
        <w:tab/>
        <w:t>1.013e0</w:t>
      </w:r>
    </w:p>
    <w:p w:rsidR="005B0461" w:rsidRDefault="005B0461" w:rsidP="005B0461">
      <w:r>
        <w:t>184.4181</w:t>
      </w:r>
      <w:r>
        <w:tab/>
        <w:t>2.025e0</w:t>
      </w:r>
    </w:p>
    <w:p w:rsidR="005B0461" w:rsidRDefault="005B0461" w:rsidP="005B0461">
      <w:r>
        <w:t>184.4331</w:t>
      </w:r>
      <w:r>
        <w:tab/>
        <w:t>4.051e0</w:t>
      </w:r>
    </w:p>
    <w:p w:rsidR="005B0461" w:rsidRDefault="005B0461" w:rsidP="005B0461">
      <w:r>
        <w:t>184.4362</w:t>
      </w:r>
      <w:r>
        <w:tab/>
        <w:t>1.013e0</w:t>
      </w:r>
    </w:p>
    <w:p w:rsidR="005B0461" w:rsidRDefault="005B0461" w:rsidP="005B0461">
      <w:r>
        <w:t>184.4579</w:t>
      </w:r>
      <w:r>
        <w:tab/>
        <w:t>1.013e0</w:t>
      </w:r>
    </w:p>
    <w:p w:rsidR="005B0461" w:rsidRDefault="005B0461" w:rsidP="005B0461">
      <w:r>
        <w:t>184.4761</w:t>
      </w:r>
      <w:r>
        <w:tab/>
        <w:t>1.013e0</w:t>
      </w:r>
    </w:p>
    <w:p w:rsidR="005B0461" w:rsidRDefault="005B0461" w:rsidP="005B0461">
      <w:r>
        <w:t>184.4849</w:t>
      </w:r>
      <w:r>
        <w:tab/>
        <w:t>2.025e0</w:t>
      </w:r>
    </w:p>
    <w:p w:rsidR="005B0461" w:rsidRDefault="005B0461" w:rsidP="005B0461">
      <w:r>
        <w:lastRenderedPageBreak/>
        <w:t>184.4876</w:t>
      </w:r>
      <w:r>
        <w:tab/>
        <w:t>4.051e0</w:t>
      </w:r>
    </w:p>
    <w:p w:rsidR="005B0461" w:rsidRDefault="005B0461" w:rsidP="005B0461">
      <w:r>
        <w:t>184.5084</w:t>
      </w:r>
      <w:r>
        <w:tab/>
        <w:t>1.013e0</w:t>
      </w:r>
    </w:p>
    <w:p w:rsidR="005B0461" w:rsidRDefault="005B0461" w:rsidP="005B0461">
      <w:r>
        <w:t>184.5310</w:t>
      </w:r>
      <w:r>
        <w:tab/>
        <w:t>3.038e0</w:t>
      </w:r>
    </w:p>
    <w:p w:rsidR="005B0461" w:rsidRDefault="005B0461" w:rsidP="005B0461">
      <w:r>
        <w:t>184.5480</w:t>
      </w:r>
      <w:r>
        <w:tab/>
        <w:t>4.051e0</w:t>
      </w:r>
    </w:p>
    <w:p w:rsidR="005B0461" w:rsidRDefault="005B0461" w:rsidP="005B0461">
      <w:r>
        <w:t>184.5600</w:t>
      </w:r>
      <w:r>
        <w:tab/>
        <w:t>3.038e0</w:t>
      </w:r>
    </w:p>
    <w:p w:rsidR="005B0461" w:rsidRDefault="005B0461" w:rsidP="005B0461">
      <w:r>
        <w:t>184.5767</w:t>
      </w:r>
      <w:r>
        <w:tab/>
        <w:t>2.025e0</w:t>
      </w:r>
    </w:p>
    <w:p w:rsidR="005B0461" w:rsidRDefault="005B0461" w:rsidP="005B0461">
      <w:r>
        <w:t>184.6054</w:t>
      </w:r>
      <w:r>
        <w:tab/>
        <w:t>1.013e0</w:t>
      </w:r>
    </w:p>
    <w:p w:rsidR="005B0461" w:rsidRDefault="005B0461" w:rsidP="005B0461">
      <w:r>
        <w:t>184.6089</w:t>
      </w:r>
      <w:r>
        <w:tab/>
        <w:t>5.063e0</w:t>
      </w:r>
    </w:p>
    <w:p w:rsidR="005B0461" w:rsidRDefault="005B0461" w:rsidP="005B0461">
      <w:r>
        <w:t>184.6269</w:t>
      </w:r>
      <w:r>
        <w:tab/>
        <w:t>1.013e0</w:t>
      </w:r>
    </w:p>
    <w:p w:rsidR="005B0461" w:rsidRDefault="005B0461" w:rsidP="005B0461">
      <w:r>
        <w:t>184.6448</w:t>
      </w:r>
      <w:r>
        <w:tab/>
        <w:t>3.038e0</w:t>
      </w:r>
    </w:p>
    <w:p w:rsidR="005B0461" w:rsidRDefault="005B0461" w:rsidP="005B0461">
      <w:r>
        <w:t>184.6484</w:t>
      </w:r>
      <w:r>
        <w:tab/>
        <w:t>2.025e0</w:t>
      </w:r>
    </w:p>
    <w:p w:rsidR="005B0461" w:rsidRDefault="005B0461" w:rsidP="005B0461">
      <w:r>
        <w:t>184.6808</w:t>
      </w:r>
      <w:r>
        <w:tab/>
        <w:t>2.025e0</w:t>
      </w:r>
    </w:p>
    <w:p w:rsidR="005B0461" w:rsidRDefault="005B0461" w:rsidP="005B0461">
      <w:r>
        <w:t>184.7133</w:t>
      </w:r>
      <w:r>
        <w:tab/>
        <w:t>1.013e0</w:t>
      </w:r>
    </w:p>
    <w:p w:rsidR="005B0461" w:rsidRDefault="005B0461" w:rsidP="005B0461">
      <w:r>
        <w:t>184.7169</w:t>
      </w:r>
      <w:r>
        <w:tab/>
        <w:t>1.013e0</w:t>
      </w:r>
    </w:p>
    <w:p w:rsidR="005B0461" w:rsidRDefault="005B0461" w:rsidP="005B0461">
      <w:r>
        <w:t>184.7351</w:t>
      </w:r>
      <w:r>
        <w:tab/>
        <w:t>1.013e0</w:t>
      </w:r>
    </w:p>
    <w:p w:rsidR="005B0461" w:rsidRDefault="005B0461" w:rsidP="005B0461">
      <w:r>
        <w:t>184.7532</w:t>
      </w:r>
      <w:r>
        <w:tab/>
        <w:t>1.013e0</w:t>
      </w:r>
    </w:p>
    <w:p w:rsidR="005B0461" w:rsidRDefault="005B0461" w:rsidP="005B0461">
      <w:r>
        <w:t>184.7713</w:t>
      </w:r>
      <w:r>
        <w:tab/>
        <w:t>2.025e0</w:t>
      </w:r>
    </w:p>
    <w:p w:rsidR="005B0461" w:rsidRDefault="005B0461" w:rsidP="005B0461">
      <w:r>
        <w:t>184.7804</w:t>
      </w:r>
      <w:r>
        <w:tab/>
        <w:t>2.025e0</w:t>
      </w:r>
    </w:p>
    <w:p w:rsidR="005B0461" w:rsidRDefault="005B0461" w:rsidP="005B0461">
      <w:r>
        <w:t>184.7967</w:t>
      </w:r>
      <w:r>
        <w:tab/>
        <w:t>1.013e0</w:t>
      </w:r>
    </w:p>
    <w:p w:rsidR="005B0461" w:rsidRDefault="005B0461" w:rsidP="005B0461">
      <w:r>
        <w:lastRenderedPageBreak/>
        <w:t>184.8148</w:t>
      </w:r>
      <w:r>
        <w:tab/>
        <w:t>2.025e0</w:t>
      </w:r>
    </w:p>
    <w:p w:rsidR="005B0461" w:rsidRDefault="005B0461" w:rsidP="005B0461">
      <w:r>
        <w:t>184.8166</w:t>
      </w:r>
      <w:r>
        <w:tab/>
        <w:t>2.025e0</w:t>
      </w:r>
    </w:p>
    <w:p w:rsidR="005B0461" w:rsidRDefault="005B0461" w:rsidP="005B0461">
      <w:r>
        <w:t>184.8184</w:t>
      </w:r>
      <w:r>
        <w:tab/>
        <w:t>1.013e0</w:t>
      </w:r>
    </w:p>
    <w:p w:rsidR="005B0461" w:rsidRDefault="005B0461" w:rsidP="005B0461">
      <w:r>
        <w:t>184.8220</w:t>
      </w:r>
      <w:r>
        <w:tab/>
        <w:t>1.013e0</w:t>
      </w:r>
    </w:p>
    <w:p w:rsidR="005B0461" w:rsidRDefault="005B0461" w:rsidP="005B0461">
      <w:r>
        <w:t>184.8401</w:t>
      </w:r>
      <w:r>
        <w:tab/>
        <w:t>2.025e0</w:t>
      </w:r>
    </w:p>
    <w:p w:rsidR="005B0461" w:rsidRDefault="005B0461" w:rsidP="005B0461">
      <w:r>
        <w:t>184.8619</w:t>
      </w:r>
      <w:r>
        <w:tab/>
        <w:t>1.013e0</w:t>
      </w:r>
    </w:p>
    <w:p w:rsidR="005B0461" w:rsidRDefault="005B0461" w:rsidP="005B0461">
      <w:r>
        <w:t>184.8655</w:t>
      </w:r>
      <w:r>
        <w:tab/>
        <w:t>2.025e0</w:t>
      </w:r>
    </w:p>
    <w:p w:rsidR="005B0461" w:rsidRDefault="005B0461" w:rsidP="005B0461">
      <w:r>
        <w:t>184.9017</w:t>
      </w:r>
      <w:r>
        <w:tab/>
        <w:t>1.013e0</w:t>
      </w:r>
    </w:p>
    <w:p w:rsidR="005B0461" w:rsidRDefault="005B0461" w:rsidP="005B0461">
      <w:r>
        <w:t>184.9089</w:t>
      </w:r>
      <w:r>
        <w:tab/>
        <w:t>1.013e0</w:t>
      </w:r>
    </w:p>
    <w:p w:rsidR="005B0461" w:rsidRDefault="005B0461" w:rsidP="005B0461">
      <w:r>
        <w:t>184.9252</w:t>
      </w:r>
      <w:r>
        <w:tab/>
        <w:t>2.025e0</w:t>
      </w:r>
    </w:p>
    <w:p w:rsidR="005B0461" w:rsidRDefault="005B0461" w:rsidP="005B0461">
      <w:r>
        <w:t>184.9596</w:t>
      </w:r>
      <w:r>
        <w:tab/>
        <w:t>1.013e0</w:t>
      </w:r>
    </w:p>
    <w:p w:rsidR="005B0461" w:rsidRDefault="005B0461" w:rsidP="005B0461">
      <w:r>
        <w:t>184.9813</w:t>
      </w:r>
      <w:r>
        <w:tab/>
        <w:t>1.013e0</w:t>
      </w:r>
    </w:p>
    <w:p w:rsidR="005B0461" w:rsidRDefault="005B0461" w:rsidP="005B0461">
      <w:r>
        <w:t>184.9885</w:t>
      </w:r>
      <w:r>
        <w:tab/>
        <w:t>1.013e0</w:t>
      </w:r>
    </w:p>
    <w:p w:rsidR="005B0461" w:rsidRDefault="005B0461" w:rsidP="005B0461">
      <w:r>
        <w:t>185.0139</w:t>
      </w:r>
      <w:r>
        <w:tab/>
        <w:t>1.013e0</w:t>
      </w:r>
    </w:p>
    <w:p w:rsidR="005B0461" w:rsidRDefault="005B0461" w:rsidP="005B0461">
      <w:r>
        <w:t>185.0225</w:t>
      </w:r>
      <w:r>
        <w:tab/>
        <w:t>4.051e0</w:t>
      </w:r>
    </w:p>
    <w:p w:rsidR="005B0461" w:rsidRDefault="005B0461" w:rsidP="005B0461">
      <w:r>
        <w:t>185.0356</w:t>
      </w:r>
      <w:r>
        <w:tab/>
        <w:t>2.025e0</w:t>
      </w:r>
    </w:p>
    <w:p w:rsidR="005B0461" w:rsidRDefault="005B0461" w:rsidP="005B0461">
      <w:r>
        <w:t>185.0393</w:t>
      </w:r>
      <w:r>
        <w:tab/>
        <w:t>2.025e0</w:t>
      </w:r>
    </w:p>
    <w:p w:rsidR="005B0461" w:rsidRDefault="005B0461" w:rsidP="005B0461">
      <w:r>
        <w:t>185.0707</w:t>
      </w:r>
      <w:r>
        <w:tab/>
        <w:t>3.038e0</w:t>
      </w:r>
    </w:p>
    <w:p w:rsidR="005B0461" w:rsidRDefault="005B0461" w:rsidP="005B0461">
      <w:r>
        <w:t>185.0744</w:t>
      </w:r>
      <w:r>
        <w:tab/>
        <w:t>1.830e0</w:t>
      </w:r>
    </w:p>
    <w:p w:rsidR="005B0461" w:rsidRDefault="005B0461" w:rsidP="005B0461">
      <w:r>
        <w:lastRenderedPageBreak/>
        <w:t>185.0828</w:t>
      </w:r>
      <w:r>
        <w:tab/>
        <w:t>1.847e0</w:t>
      </w:r>
    </w:p>
    <w:p w:rsidR="005B0461" w:rsidRDefault="005B0461" w:rsidP="005B0461">
      <w:r>
        <w:t>185.1061</w:t>
      </w:r>
      <w:r>
        <w:tab/>
        <w:t>1.453e0</w:t>
      </w:r>
    </w:p>
    <w:p w:rsidR="005B0461" w:rsidRDefault="005B0461" w:rsidP="005B0461">
      <w:r>
        <w:t>185.1110</w:t>
      </w:r>
      <w:r>
        <w:tab/>
        <w:t>5.159e0</w:t>
      </w:r>
    </w:p>
    <w:p w:rsidR="005B0461" w:rsidRDefault="005B0461" w:rsidP="005B0461">
      <w:r>
        <w:t>185.1122</w:t>
      </w:r>
      <w:r>
        <w:tab/>
        <w:t>2.870e0</w:t>
      </w:r>
    </w:p>
    <w:p w:rsidR="005B0461" w:rsidRDefault="005B0461" w:rsidP="005B0461">
      <w:r>
        <w:t>185.1211</w:t>
      </w:r>
      <w:r>
        <w:tab/>
        <w:t>5.846e0</w:t>
      </w:r>
    </w:p>
    <w:p w:rsidR="005B0461" w:rsidRDefault="005B0461" w:rsidP="005B0461">
      <w:r>
        <w:t>185.1328</w:t>
      </w:r>
      <w:r>
        <w:tab/>
        <w:t>1.994e0</w:t>
      </w:r>
    </w:p>
    <w:p w:rsidR="005B0461" w:rsidRDefault="005B0461" w:rsidP="005B0461">
      <w:r>
        <w:t>185.1624</w:t>
      </w:r>
      <w:r>
        <w:tab/>
        <w:t>4.051e0</w:t>
      </w:r>
    </w:p>
    <w:p w:rsidR="005B0461" w:rsidRDefault="005B0461" w:rsidP="005B0461">
      <w:r>
        <w:t>185.1698</w:t>
      </w:r>
      <w:r>
        <w:tab/>
        <w:t>2.025e0</w:t>
      </w:r>
    </w:p>
    <w:p w:rsidR="005B0461" w:rsidRDefault="005B0461" w:rsidP="005B0461">
      <w:r>
        <w:t>185.1734</w:t>
      </w:r>
      <w:r>
        <w:tab/>
        <w:t>1.013e0</w:t>
      </w:r>
    </w:p>
    <w:p w:rsidR="005B0461" w:rsidRDefault="005B0461" w:rsidP="005B0461">
      <w:r>
        <w:t>185.1987</w:t>
      </w:r>
      <w:r>
        <w:tab/>
        <w:t>2.025e0</w:t>
      </w:r>
    </w:p>
    <w:p w:rsidR="005B0461" w:rsidRDefault="005B0461" w:rsidP="005B0461">
      <w:r>
        <w:t>185.2075</w:t>
      </w:r>
      <w:r>
        <w:tab/>
        <w:t>2.025e0</w:t>
      </w:r>
    </w:p>
    <w:p w:rsidR="005B0461" w:rsidRDefault="005B0461" w:rsidP="005B0461">
      <w:r>
        <w:t>185.2131</w:t>
      </w:r>
      <w:r>
        <w:tab/>
        <w:t>2.025e0</w:t>
      </w:r>
    </w:p>
    <w:p w:rsidR="005B0461" w:rsidRDefault="005B0461" w:rsidP="005B0461">
      <w:r>
        <w:t>185.2453</w:t>
      </w:r>
      <w:r>
        <w:tab/>
        <w:t>3.038e0</w:t>
      </w:r>
    </w:p>
    <w:p w:rsidR="005B0461" w:rsidRDefault="005B0461" w:rsidP="005B0461">
      <w:r>
        <w:t>185.2544</w:t>
      </w:r>
      <w:r>
        <w:tab/>
        <w:t>2.025e0</w:t>
      </w:r>
    </w:p>
    <w:p w:rsidR="005B0461" w:rsidRDefault="005B0461" w:rsidP="005B0461">
      <w:r>
        <w:t>185.2562</w:t>
      </w:r>
      <w:r>
        <w:tab/>
        <w:t>1.013e0</w:t>
      </w:r>
    </w:p>
    <w:p w:rsidR="005B0461" w:rsidRDefault="005B0461" w:rsidP="005B0461">
      <w:r>
        <w:t>185.2742</w:t>
      </w:r>
      <w:r>
        <w:tab/>
        <w:t>1.013e0</w:t>
      </w:r>
    </w:p>
    <w:p w:rsidR="005B0461" w:rsidRDefault="005B0461" w:rsidP="005B0461">
      <w:r>
        <w:t>185.2923</w:t>
      </w:r>
      <w:r>
        <w:tab/>
        <w:t>1.013e0</w:t>
      </w:r>
    </w:p>
    <w:p w:rsidR="005B0461" w:rsidRDefault="005B0461" w:rsidP="005B0461">
      <w:r>
        <w:t>185.3067</w:t>
      </w:r>
      <w:r>
        <w:tab/>
        <w:t>1.013e0</w:t>
      </w:r>
    </w:p>
    <w:p w:rsidR="005B0461" w:rsidRDefault="005B0461" w:rsidP="005B0461">
      <w:r>
        <w:t>185.3355</w:t>
      </w:r>
      <w:r>
        <w:tab/>
        <w:t>1.013e0</w:t>
      </w:r>
    </w:p>
    <w:p w:rsidR="005B0461" w:rsidRDefault="005B0461" w:rsidP="005B0461">
      <w:r>
        <w:lastRenderedPageBreak/>
        <w:t>185.3463</w:t>
      </w:r>
      <w:r>
        <w:tab/>
        <w:t>1.013e0</w:t>
      </w:r>
    </w:p>
    <w:p w:rsidR="005B0461" w:rsidRDefault="005B0461" w:rsidP="005B0461">
      <w:r>
        <w:t>185.3554</w:t>
      </w:r>
      <w:r>
        <w:tab/>
        <w:t>2.025e0</w:t>
      </w:r>
    </w:p>
    <w:p w:rsidR="005B0461" w:rsidRDefault="005B0461" w:rsidP="005B0461">
      <w:r>
        <w:t>185.3571</w:t>
      </w:r>
      <w:r>
        <w:tab/>
        <w:t>1.013e0</w:t>
      </w:r>
    </w:p>
    <w:p w:rsidR="005B0461" w:rsidRDefault="005B0461" w:rsidP="005B0461">
      <w:r>
        <w:t>185.3679</w:t>
      </w:r>
      <w:r>
        <w:tab/>
        <w:t>1.013e0</w:t>
      </w:r>
    </w:p>
    <w:p w:rsidR="005B0461" w:rsidRDefault="005B0461" w:rsidP="005B0461">
      <w:r>
        <w:t>185.3967</w:t>
      </w:r>
      <w:r>
        <w:tab/>
        <w:t>1.013e0</w:t>
      </w:r>
    </w:p>
    <w:p w:rsidR="005B0461" w:rsidRDefault="005B0461" w:rsidP="005B0461">
      <w:r>
        <w:t>185.4111</w:t>
      </w:r>
      <w:r>
        <w:tab/>
        <w:t>1.013e0</w:t>
      </w:r>
    </w:p>
    <w:p w:rsidR="005B0461" w:rsidRDefault="005B0461" w:rsidP="005B0461">
      <w:r>
        <w:t>185.4184</w:t>
      </w:r>
      <w:r>
        <w:tab/>
        <w:t>1.013e0</w:t>
      </w:r>
    </w:p>
    <w:p w:rsidR="005B0461" w:rsidRDefault="005B0461" w:rsidP="005B0461">
      <w:r>
        <w:t>185.4220</w:t>
      </w:r>
      <w:r>
        <w:tab/>
        <w:t>1.013e0</w:t>
      </w:r>
    </w:p>
    <w:p w:rsidR="005B0461" w:rsidRDefault="005B0461" w:rsidP="005B0461">
      <w:r>
        <w:t>185.4328</w:t>
      </w:r>
      <w:r>
        <w:tab/>
        <w:t>2.025e0</w:t>
      </w:r>
    </w:p>
    <w:p w:rsidR="005B0461" w:rsidRDefault="005B0461" w:rsidP="005B0461">
      <w:r>
        <w:t>185.4472</w:t>
      </w:r>
      <w:r>
        <w:tab/>
        <w:t>2.025e0</w:t>
      </w:r>
    </w:p>
    <w:p w:rsidR="005B0461" w:rsidRDefault="005B0461" w:rsidP="005B0461">
      <w:r>
        <w:t>185.4690</w:t>
      </w:r>
      <w:r>
        <w:tab/>
        <w:t>1.013e0</w:t>
      </w:r>
    </w:p>
    <w:p w:rsidR="005B0461" w:rsidRDefault="005B0461" w:rsidP="005B0461">
      <w:r>
        <w:t>185.4956</w:t>
      </w:r>
      <w:r>
        <w:tab/>
        <w:t>3.038e0</w:t>
      </w:r>
    </w:p>
    <w:p w:rsidR="005B0461" w:rsidRDefault="005B0461" w:rsidP="005B0461">
      <w:r>
        <w:t>185.5017</w:t>
      </w:r>
      <w:r>
        <w:tab/>
        <w:t>1.013e0</w:t>
      </w:r>
    </w:p>
    <w:p w:rsidR="005B0461" w:rsidRDefault="005B0461" w:rsidP="005B0461">
      <w:r>
        <w:t>185.5053</w:t>
      </w:r>
      <w:r>
        <w:tab/>
        <w:t>2.025e0</w:t>
      </w:r>
    </w:p>
    <w:p w:rsidR="005B0461" w:rsidRDefault="005B0461" w:rsidP="005B0461">
      <w:r>
        <w:t>185.5307</w:t>
      </w:r>
      <w:r>
        <w:tab/>
        <w:t>1.013e0</w:t>
      </w:r>
    </w:p>
    <w:p w:rsidR="005B0461" w:rsidRDefault="005B0461" w:rsidP="005B0461">
      <w:r>
        <w:t>185.5506</w:t>
      </w:r>
      <w:r>
        <w:tab/>
        <w:t>2.025e0</w:t>
      </w:r>
    </w:p>
    <w:p w:rsidR="005B0461" w:rsidRDefault="005B0461" w:rsidP="005B0461">
      <w:r>
        <w:t>185.5525</w:t>
      </w:r>
      <w:r>
        <w:tab/>
        <w:t>2.025e0</w:t>
      </w:r>
    </w:p>
    <w:p w:rsidR="005B0461" w:rsidRDefault="005B0461" w:rsidP="005B0461">
      <w:r>
        <w:t>185.5660</w:t>
      </w:r>
      <w:r>
        <w:tab/>
        <w:t>3.038e0</w:t>
      </w:r>
    </w:p>
    <w:p w:rsidR="005B0461" w:rsidRDefault="005B0461" w:rsidP="005B0461">
      <w:r>
        <w:t>185.5722</w:t>
      </w:r>
      <w:r>
        <w:tab/>
        <w:t>3.038e0</w:t>
      </w:r>
    </w:p>
    <w:p w:rsidR="005B0461" w:rsidRDefault="005B0461" w:rsidP="005B0461">
      <w:r>
        <w:lastRenderedPageBreak/>
        <w:t>185.5960</w:t>
      </w:r>
      <w:r>
        <w:tab/>
        <w:t>2.025e0</w:t>
      </w:r>
    </w:p>
    <w:p w:rsidR="005B0461" w:rsidRDefault="005B0461" w:rsidP="005B0461">
      <w:r>
        <w:t>185.5996</w:t>
      </w:r>
      <w:r>
        <w:tab/>
        <w:t>1.013e0</w:t>
      </w:r>
    </w:p>
    <w:p w:rsidR="005B0461" w:rsidRDefault="005B0461" w:rsidP="005B0461">
      <w:r>
        <w:t>185.6105</w:t>
      </w:r>
      <w:r>
        <w:tab/>
        <w:t>3.038e0</w:t>
      </w:r>
    </w:p>
    <w:p w:rsidR="005B0461" w:rsidRDefault="005B0461" w:rsidP="005B0461">
      <w:r>
        <w:t>185.6866</w:t>
      </w:r>
      <w:r>
        <w:tab/>
        <w:t>4.051e0</w:t>
      </w:r>
    </w:p>
    <w:p w:rsidR="005B0461" w:rsidRDefault="005B0461" w:rsidP="005B0461">
      <w:r>
        <w:t>185.7121</w:t>
      </w:r>
      <w:r>
        <w:tab/>
        <w:t>1.013e0</w:t>
      </w:r>
    </w:p>
    <w:p w:rsidR="005B0461" w:rsidRDefault="005B0461" w:rsidP="005B0461">
      <w:r>
        <w:t>185.7157</w:t>
      </w:r>
      <w:r>
        <w:tab/>
        <w:t>1.013e0</w:t>
      </w:r>
    </w:p>
    <w:p w:rsidR="005B0461" w:rsidRDefault="005B0461" w:rsidP="005B0461">
      <w:r>
        <w:t>185.7411</w:t>
      </w:r>
      <w:r>
        <w:tab/>
        <w:t>2.025e0</w:t>
      </w:r>
    </w:p>
    <w:p w:rsidR="005B0461" w:rsidRDefault="005B0461" w:rsidP="005B0461">
      <w:r>
        <w:t>185.7592</w:t>
      </w:r>
      <w:r>
        <w:tab/>
        <w:t>1.013e0</w:t>
      </w:r>
    </w:p>
    <w:p w:rsidR="005B0461" w:rsidRDefault="005B0461" w:rsidP="005B0461">
      <w:r>
        <w:t>185.7737</w:t>
      </w:r>
      <w:r>
        <w:tab/>
        <w:t>1.013e0</w:t>
      </w:r>
    </w:p>
    <w:p w:rsidR="005B0461" w:rsidRDefault="005B0461" w:rsidP="005B0461">
      <w:r>
        <w:t>185.7773</w:t>
      </w:r>
      <w:r>
        <w:tab/>
        <w:t>1.013e0</w:t>
      </w:r>
    </w:p>
    <w:p w:rsidR="005B0461" w:rsidRDefault="005B0461" w:rsidP="005B0461">
      <w:r>
        <w:t>185.8553</w:t>
      </w:r>
      <w:r>
        <w:tab/>
        <w:t>3.038e0</w:t>
      </w:r>
    </w:p>
    <w:p w:rsidR="005B0461" w:rsidRDefault="005B0461" w:rsidP="005B0461">
      <w:r>
        <w:t>185.8571</w:t>
      </w:r>
      <w:r>
        <w:tab/>
        <w:t>3.038e0</w:t>
      </w:r>
    </w:p>
    <w:p w:rsidR="005B0461" w:rsidRDefault="005B0461" w:rsidP="005B0461">
      <w:r>
        <w:t>185.9043</w:t>
      </w:r>
      <w:r>
        <w:tab/>
        <w:t>1.013e0</w:t>
      </w:r>
    </w:p>
    <w:p w:rsidR="005B0461" w:rsidRDefault="005B0461" w:rsidP="005B0461">
      <w:r>
        <w:t>185.9061</w:t>
      </w:r>
      <w:r>
        <w:tab/>
        <w:t>2.025e0</w:t>
      </w:r>
    </w:p>
    <w:p w:rsidR="005B0461" w:rsidRDefault="005B0461" w:rsidP="005B0461">
      <w:r>
        <w:t>185.9188</w:t>
      </w:r>
      <w:r>
        <w:tab/>
        <w:t>1.013e0</w:t>
      </w:r>
    </w:p>
    <w:p w:rsidR="005B0461" w:rsidRDefault="005B0461" w:rsidP="005B0461">
      <w:r>
        <w:t>185.9224</w:t>
      </w:r>
      <w:r>
        <w:tab/>
        <w:t>1.013e0</w:t>
      </w:r>
    </w:p>
    <w:p w:rsidR="005B0461" w:rsidRDefault="005B0461" w:rsidP="005B0461">
      <w:r>
        <w:t>185.9369</w:t>
      </w:r>
      <w:r>
        <w:tab/>
        <w:t>1.013e0</w:t>
      </w:r>
    </w:p>
    <w:p w:rsidR="005B0461" w:rsidRDefault="005B0461" w:rsidP="005B0461">
      <w:r>
        <w:t>185.9551</w:t>
      </w:r>
      <w:r>
        <w:tab/>
        <w:t>1.013e0</w:t>
      </w:r>
    </w:p>
    <w:p w:rsidR="005B0461" w:rsidRDefault="005B0461" w:rsidP="005B0461">
      <w:r>
        <w:t>185.9587</w:t>
      </w:r>
      <w:r>
        <w:tab/>
        <w:t>1.013e0</w:t>
      </w:r>
    </w:p>
    <w:p w:rsidR="005B0461" w:rsidRDefault="005B0461" w:rsidP="005B0461">
      <w:r>
        <w:lastRenderedPageBreak/>
        <w:t>185.9660</w:t>
      </w:r>
      <w:r>
        <w:tab/>
        <w:t>1.013e0</w:t>
      </w:r>
    </w:p>
    <w:p w:rsidR="005B0461" w:rsidRDefault="005B0461" w:rsidP="005B0461">
      <w:r>
        <w:t>185.9841</w:t>
      </w:r>
      <w:r>
        <w:tab/>
        <w:t>2.025e0</w:t>
      </w:r>
    </w:p>
    <w:p w:rsidR="005B0461" w:rsidRDefault="005B0461" w:rsidP="005B0461">
      <w:r>
        <w:t>186.0023</w:t>
      </w:r>
      <w:r>
        <w:tab/>
        <w:t>3.038e0</w:t>
      </w:r>
    </w:p>
    <w:p w:rsidR="005B0461" w:rsidRDefault="005B0461" w:rsidP="005B0461">
      <w:r>
        <w:t>186.0132</w:t>
      </w:r>
      <w:r>
        <w:tab/>
        <w:t>2.025e0</w:t>
      </w:r>
    </w:p>
    <w:p w:rsidR="005B0461" w:rsidRDefault="005B0461" w:rsidP="005B0461">
      <w:r>
        <w:t>186.0168</w:t>
      </w:r>
      <w:r>
        <w:tab/>
        <w:t>3.038e0</w:t>
      </w:r>
    </w:p>
    <w:p w:rsidR="005B0461" w:rsidRDefault="005B0461" w:rsidP="005B0461">
      <w:r>
        <w:t>186.0195</w:t>
      </w:r>
      <w:r>
        <w:tab/>
        <w:t>6.076e0</w:t>
      </w:r>
    </w:p>
    <w:p w:rsidR="005B0461" w:rsidRDefault="005B0461" w:rsidP="005B0461">
      <w:r>
        <w:t>186.0331</w:t>
      </w:r>
      <w:r>
        <w:tab/>
        <w:t>2.025e0</w:t>
      </w:r>
    </w:p>
    <w:p w:rsidR="005B0461" w:rsidRDefault="005B0461" w:rsidP="005B0461">
      <w:r>
        <w:t>186.0386</w:t>
      </w:r>
      <w:r>
        <w:tab/>
        <w:t>1.013e0</w:t>
      </w:r>
    </w:p>
    <w:p w:rsidR="005B0461" w:rsidRDefault="005B0461" w:rsidP="005B0461">
      <w:r>
        <w:t>186.0459</w:t>
      </w:r>
      <w:r>
        <w:tab/>
        <w:t>2.025e0</w:t>
      </w:r>
    </w:p>
    <w:p w:rsidR="005B0461" w:rsidRDefault="005B0461" w:rsidP="005B0461">
      <w:r>
        <w:t>186.0640</w:t>
      </w:r>
      <w:r>
        <w:tab/>
        <w:t>2.025e0</w:t>
      </w:r>
    </w:p>
    <w:p w:rsidR="005B0461" w:rsidRDefault="005B0461" w:rsidP="005B0461">
      <w:r>
        <w:t>186.0744</w:t>
      </w:r>
      <w:r>
        <w:tab/>
        <w:t>5.063e0</w:t>
      </w:r>
    </w:p>
    <w:p w:rsidR="005B0461" w:rsidRDefault="005B0461" w:rsidP="005B0461">
      <w:r>
        <w:t>186.0768</w:t>
      </w:r>
      <w:r>
        <w:tab/>
        <w:t>3.020e0</w:t>
      </w:r>
    </w:p>
    <w:p w:rsidR="005B0461" w:rsidRDefault="005B0461" w:rsidP="005B0461">
      <w:r>
        <w:t>186.1104</w:t>
      </w:r>
      <w:r>
        <w:tab/>
        <w:t>5.515e0</w:t>
      </w:r>
    </w:p>
    <w:p w:rsidR="005B0461" w:rsidRDefault="005B0461" w:rsidP="005B0461">
      <w:r>
        <w:t>186.1153</w:t>
      </w:r>
      <w:r>
        <w:tab/>
        <w:t>3.233e0</w:t>
      </w:r>
    </w:p>
    <w:p w:rsidR="005B0461" w:rsidRDefault="005B0461" w:rsidP="005B0461">
      <w:r>
        <w:t>186.1244</w:t>
      </w:r>
      <w:r>
        <w:tab/>
        <w:t>3.876e0</w:t>
      </w:r>
    </w:p>
    <w:p w:rsidR="005B0461" w:rsidRDefault="005B0461" w:rsidP="005B0461">
      <w:r>
        <w:t>186.1346</w:t>
      </w:r>
      <w:r>
        <w:tab/>
        <w:t>1.208e0</w:t>
      </w:r>
    </w:p>
    <w:p w:rsidR="005B0461" w:rsidRDefault="005B0461" w:rsidP="005B0461">
      <w:r>
        <w:t>186.1578</w:t>
      </w:r>
      <w:r>
        <w:tab/>
        <w:t>2.841e0</w:t>
      </w:r>
    </w:p>
    <w:p w:rsidR="005B0461" w:rsidRDefault="005B0461" w:rsidP="005B0461">
      <w:r>
        <w:t>186.1620</w:t>
      </w:r>
      <w:r>
        <w:tab/>
        <w:t>1.013e0</w:t>
      </w:r>
    </w:p>
    <w:p w:rsidR="005B0461" w:rsidRDefault="005B0461" w:rsidP="005B0461">
      <w:r>
        <w:t>186.1656</w:t>
      </w:r>
      <w:r>
        <w:tab/>
        <w:t>1.013e0</w:t>
      </w:r>
    </w:p>
    <w:p w:rsidR="005B0461" w:rsidRDefault="005B0461" w:rsidP="005B0461">
      <w:r>
        <w:lastRenderedPageBreak/>
        <w:t>186.1693</w:t>
      </w:r>
      <w:r>
        <w:tab/>
        <w:t>1.013e0</w:t>
      </w:r>
    </w:p>
    <w:p w:rsidR="005B0461" w:rsidRDefault="005B0461" w:rsidP="005B0461">
      <w:r>
        <w:t>186.1874</w:t>
      </w:r>
      <w:r>
        <w:tab/>
        <w:t>5.063e0</w:t>
      </w:r>
    </w:p>
    <w:p w:rsidR="005B0461" w:rsidRDefault="005B0461" w:rsidP="005B0461">
      <w:r>
        <w:t>186.1926</w:t>
      </w:r>
      <w:r>
        <w:tab/>
        <w:t>2.025e0</w:t>
      </w:r>
    </w:p>
    <w:p w:rsidR="005B0461" w:rsidRDefault="005B0461" w:rsidP="005B0461">
      <w:r>
        <w:t>186.2035</w:t>
      </w:r>
      <w:r>
        <w:tab/>
        <w:t>2.025e0</w:t>
      </w:r>
    </w:p>
    <w:p w:rsidR="005B0461" w:rsidRDefault="005B0461" w:rsidP="005B0461">
      <w:r>
        <w:t>186.2187</w:t>
      </w:r>
      <w:r>
        <w:tab/>
        <w:t>4.051e0</w:t>
      </w:r>
    </w:p>
    <w:p w:rsidR="005B0461" w:rsidRDefault="005B0461" w:rsidP="005B0461">
      <w:r>
        <w:t>186.2234</w:t>
      </w:r>
      <w:r>
        <w:tab/>
        <w:t>4.051e0</w:t>
      </w:r>
    </w:p>
    <w:p w:rsidR="005B0461" w:rsidRDefault="005B0461" w:rsidP="005B0461">
      <w:r>
        <w:t>186.2286</w:t>
      </w:r>
      <w:r>
        <w:tab/>
        <w:t>7.089e0</w:t>
      </w:r>
    </w:p>
    <w:p w:rsidR="005B0461" w:rsidRDefault="005B0461" w:rsidP="005B0461">
      <w:r>
        <w:t>186.2524</w:t>
      </w:r>
      <w:r>
        <w:tab/>
        <w:t>1.013e0</w:t>
      </w:r>
    </w:p>
    <w:p w:rsidR="005B0461" w:rsidRDefault="005B0461" w:rsidP="005B0461">
      <w:r>
        <w:t>186.2597</w:t>
      </w:r>
      <w:r>
        <w:tab/>
        <w:t>2.025e0</w:t>
      </w:r>
    </w:p>
    <w:p w:rsidR="005B0461" w:rsidRDefault="005B0461" w:rsidP="005B0461">
      <w:r>
        <w:t>186.2633</w:t>
      </w:r>
      <w:r>
        <w:tab/>
        <w:t>1.013e0</w:t>
      </w:r>
    </w:p>
    <w:p w:rsidR="005B0461" w:rsidRDefault="005B0461" w:rsidP="005B0461">
      <w:r>
        <w:t>186.2778</w:t>
      </w:r>
      <w:r>
        <w:tab/>
        <w:t>1.013e0</w:t>
      </w:r>
    </w:p>
    <w:p w:rsidR="005B0461" w:rsidRDefault="005B0461" w:rsidP="005B0461">
      <w:r>
        <w:t>186.3139</w:t>
      </w:r>
      <w:r>
        <w:tab/>
        <w:t>1.013e0</w:t>
      </w:r>
    </w:p>
    <w:p w:rsidR="005B0461" w:rsidRDefault="005B0461" w:rsidP="005B0461">
      <w:r>
        <w:t>186.3429</w:t>
      </w:r>
      <w:r>
        <w:tab/>
        <w:t>1.013e0</w:t>
      </w:r>
    </w:p>
    <w:p w:rsidR="005B0461" w:rsidRDefault="005B0461" w:rsidP="005B0461">
      <w:r>
        <w:t>186.3972</w:t>
      </w:r>
      <w:r>
        <w:tab/>
        <w:t>2.025e0</w:t>
      </w:r>
    </w:p>
    <w:p w:rsidR="005B0461" w:rsidRDefault="005B0461" w:rsidP="005B0461">
      <w:r>
        <w:t>186.4153</w:t>
      </w:r>
      <w:r>
        <w:tab/>
        <w:t>1.013e0</w:t>
      </w:r>
    </w:p>
    <w:p w:rsidR="005B0461" w:rsidRDefault="005B0461" w:rsidP="005B0461">
      <w:r>
        <w:t>186.4189</w:t>
      </w:r>
      <w:r>
        <w:tab/>
        <w:t>2.025e0</w:t>
      </w:r>
    </w:p>
    <w:p w:rsidR="005B0461" w:rsidRDefault="005B0461" w:rsidP="005B0461">
      <w:r>
        <w:t>186.4225</w:t>
      </w:r>
      <w:r>
        <w:tab/>
        <w:t>2.025e0</w:t>
      </w:r>
    </w:p>
    <w:p w:rsidR="005B0461" w:rsidRDefault="005B0461" w:rsidP="005B0461">
      <w:r>
        <w:t>186.4642</w:t>
      </w:r>
      <w:r>
        <w:tab/>
        <w:t>2.025e0</w:t>
      </w:r>
    </w:p>
    <w:p w:rsidR="005B0461" w:rsidRDefault="005B0461" w:rsidP="005B0461">
      <w:r>
        <w:t>186.4732</w:t>
      </w:r>
      <w:r>
        <w:tab/>
        <w:t>3.038e0</w:t>
      </w:r>
    </w:p>
    <w:p w:rsidR="005B0461" w:rsidRDefault="005B0461" w:rsidP="005B0461">
      <w:r>
        <w:lastRenderedPageBreak/>
        <w:t>186.4823</w:t>
      </w:r>
      <w:r>
        <w:tab/>
        <w:t>2.025e0</w:t>
      </w:r>
    </w:p>
    <w:p w:rsidR="005B0461" w:rsidRDefault="005B0461" w:rsidP="005B0461">
      <w:r>
        <w:t>186.5257</w:t>
      </w:r>
      <w:r>
        <w:tab/>
        <w:t>2.025e0</w:t>
      </w:r>
    </w:p>
    <w:p w:rsidR="005B0461" w:rsidRDefault="005B0461" w:rsidP="005B0461">
      <w:r>
        <w:t>186.5275</w:t>
      </w:r>
      <w:r>
        <w:tab/>
        <w:t>1.013e0</w:t>
      </w:r>
    </w:p>
    <w:p w:rsidR="005B0461" w:rsidRDefault="005B0461" w:rsidP="005B0461">
      <w:r>
        <w:t>186.5529</w:t>
      </w:r>
      <w:r>
        <w:tab/>
        <w:t>1.013e0</w:t>
      </w:r>
    </w:p>
    <w:p w:rsidR="005B0461" w:rsidRDefault="005B0461" w:rsidP="005B0461">
      <w:r>
        <w:t>186.5628</w:t>
      </w:r>
      <w:r>
        <w:tab/>
        <w:t>4.051e0</w:t>
      </w:r>
    </w:p>
    <w:p w:rsidR="005B0461" w:rsidRDefault="005B0461" w:rsidP="005B0461">
      <w:r>
        <w:t>186.5692</w:t>
      </w:r>
      <w:r>
        <w:tab/>
        <w:t>2.025e0</w:t>
      </w:r>
    </w:p>
    <w:p w:rsidR="005B0461" w:rsidRDefault="005B0461" w:rsidP="005B0461">
      <w:r>
        <w:t>186.5928</w:t>
      </w:r>
      <w:r>
        <w:tab/>
        <w:t>1.013e0</w:t>
      </w:r>
    </w:p>
    <w:p w:rsidR="005B0461" w:rsidRDefault="005B0461" w:rsidP="005B0461">
      <w:r>
        <w:t>186.6145</w:t>
      </w:r>
      <w:r>
        <w:tab/>
        <w:t>2.025e0</w:t>
      </w:r>
    </w:p>
    <w:p w:rsidR="005B0461" w:rsidRDefault="005B0461" w:rsidP="005B0461">
      <w:r>
        <w:t>186.6326</w:t>
      </w:r>
      <w:r>
        <w:tab/>
        <w:t>1.013e0</w:t>
      </w:r>
    </w:p>
    <w:p w:rsidR="005B0461" w:rsidRDefault="005B0461" w:rsidP="005B0461">
      <w:r>
        <w:t>186.6580</w:t>
      </w:r>
      <w:r>
        <w:tab/>
        <w:t>1.013e0</w:t>
      </w:r>
    </w:p>
    <w:p w:rsidR="005B0461" w:rsidRDefault="005B0461" w:rsidP="005B0461">
      <w:r>
        <w:t>186.6725</w:t>
      </w:r>
      <w:r>
        <w:tab/>
        <w:t>1.013e0</w:t>
      </w:r>
    </w:p>
    <w:p w:rsidR="005B0461" w:rsidRDefault="005B0461" w:rsidP="005B0461">
      <w:r>
        <w:t>186.6798</w:t>
      </w:r>
      <w:r>
        <w:tab/>
        <w:t>1.013e0</w:t>
      </w:r>
    </w:p>
    <w:p w:rsidR="005B0461" w:rsidRDefault="005B0461" w:rsidP="005B0461">
      <w:r>
        <w:t>186.6980</w:t>
      </w:r>
      <w:r>
        <w:tab/>
        <w:t>1.013e0</w:t>
      </w:r>
    </w:p>
    <w:p w:rsidR="005B0461" w:rsidRDefault="005B0461" w:rsidP="005B0461">
      <w:r>
        <w:t>186.7307</w:t>
      </w:r>
      <w:r>
        <w:tab/>
        <w:t>1.013e0</w:t>
      </w:r>
    </w:p>
    <w:p w:rsidR="005B0461" w:rsidRDefault="005B0461" w:rsidP="005B0461">
      <w:r>
        <w:t>186.7689</w:t>
      </w:r>
      <w:r>
        <w:tab/>
        <w:t>2.025e0</w:t>
      </w:r>
    </w:p>
    <w:p w:rsidR="005B0461" w:rsidRDefault="005B0461" w:rsidP="005B0461">
      <w:r>
        <w:t>186.7816</w:t>
      </w:r>
      <w:r>
        <w:tab/>
        <w:t>1.013e0</w:t>
      </w:r>
    </w:p>
    <w:p w:rsidR="005B0461" w:rsidRDefault="005B0461" w:rsidP="005B0461">
      <w:r>
        <w:t>186.7998</w:t>
      </w:r>
      <w:r>
        <w:tab/>
        <w:t>1.013e0</w:t>
      </w:r>
    </w:p>
    <w:p w:rsidR="005B0461" w:rsidRDefault="005B0461" w:rsidP="005B0461">
      <w:r>
        <w:t>186.8053</w:t>
      </w:r>
      <w:r>
        <w:tab/>
        <w:t>2.025e0</w:t>
      </w:r>
    </w:p>
    <w:p w:rsidR="005B0461" w:rsidRDefault="005B0461" w:rsidP="005B0461">
      <w:r>
        <w:t>186.8180</w:t>
      </w:r>
      <w:r>
        <w:tab/>
        <w:t>1.013e0</w:t>
      </w:r>
    </w:p>
    <w:p w:rsidR="005B0461" w:rsidRDefault="005B0461" w:rsidP="005B0461">
      <w:r>
        <w:lastRenderedPageBreak/>
        <w:t>186.8253</w:t>
      </w:r>
      <w:r>
        <w:tab/>
        <w:t>1.013e0</w:t>
      </w:r>
    </w:p>
    <w:p w:rsidR="005B0461" w:rsidRDefault="005B0461" w:rsidP="005B0461">
      <w:r>
        <w:t>186.8289</w:t>
      </w:r>
      <w:r>
        <w:tab/>
        <w:t>1.013e0</w:t>
      </w:r>
    </w:p>
    <w:p w:rsidR="005B0461" w:rsidRDefault="005B0461" w:rsidP="005B0461">
      <w:r>
        <w:t>186.8471</w:t>
      </w:r>
      <w:r>
        <w:tab/>
        <w:t>1.013e0</w:t>
      </w:r>
    </w:p>
    <w:p w:rsidR="005B0461" w:rsidRDefault="005B0461" w:rsidP="005B0461">
      <w:r>
        <w:t>186.8552</w:t>
      </w:r>
      <w:r>
        <w:tab/>
        <w:t>3.038e0</w:t>
      </w:r>
    </w:p>
    <w:p w:rsidR="005B0461" w:rsidRDefault="005B0461" w:rsidP="005B0461">
      <w:r>
        <w:t>186.8689</w:t>
      </w:r>
      <w:r>
        <w:tab/>
        <w:t>1.013e0</w:t>
      </w:r>
    </w:p>
    <w:p w:rsidR="005B0461" w:rsidRDefault="005B0461" w:rsidP="005B0461">
      <w:r>
        <w:t>186.8725</w:t>
      </w:r>
      <w:r>
        <w:tab/>
        <w:t>2.025e0</w:t>
      </w:r>
    </w:p>
    <w:p w:rsidR="005B0461" w:rsidRDefault="005B0461" w:rsidP="005B0461">
      <w:r>
        <w:t>186.8944</w:t>
      </w:r>
      <w:r>
        <w:tab/>
        <w:t>1.013e0</w:t>
      </w:r>
    </w:p>
    <w:p w:rsidR="005B0461" w:rsidRDefault="005B0461" w:rsidP="005B0461">
      <w:r>
        <w:t>186.9053</w:t>
      </w:r>
      <w:r>
        <w:tab/>
        <w:t>1.013e0</w:t>
      </w:r>
    </w:p>
    <w:p w:rsidR="005B0461" w:rsidRDefault="005B0461" w:rsidP="005B0461">
      <w:r>
        <w:t>186.9271</w:t>
      </w:r>
      <w:r>
        <w:tab/>
        <w:t>1.013e0</w:t>
      </w:r>
    </w:p>
    <w:p w:rsidR="005B0461" w:rsidRDefault="005B0461" w:rsidP="005B0461">
      <w:r>
        <w:t>186.9380</w:t>
      </w:r>
      <w:r>
        <w:tab/>
        <w:t>1.013e0</w:t>
      </w:r>
    </w:p>
    <w:p w:rsidR="005B0461" w:rsidRDefault="005B0461" w:rsidP="005B0461">
      <w:r>
        <w:t>186.9453</w:t>
      </w:r>
      <w:r>
        <w:tab/>
        <w:t>1.013e0</w:t>
      </w:r>
    </w:p>
    <w:p w:rsidR="005B0461" w:rsidRDefault="005B0461" w:rsidP="005B0461">
      <w:r>
        <w:t>186.9562</w:t>
      </w:r>
      <w:r>
        <w:tab/>
        <w:t>1.013e0</w:t>
      </w:r>
    </w:p>
    <w:p w:rsidR="005B0461" w:rsidRDefault="005B0461" w:rsidP="005B0461">
      <w:r>
        <w:t>186.9598</w:t>
      </w:r>
      <w:r>
        <w:tab/>
        <w:t>1.013e0</w:t>
      </w:r>
    </w:p>
    <w:p w:rsidR="005B0461" w:rsidRDefault="005B0461" w:rsidP="005B0461">
      <w:r>
        <w:t>186.9635</w:t>
      </w:r>
      <w:r>
        <w:tab/>
        <w:t>1.013e0</w:t>
      </w:r>
    </w:p>
    <w:p w:rsidR="005B0461" w:rsidRDefault="005B0461" w:rsidP="005B0461">
      <w:r>
        <w:t>186.9671</w:t>
      </w:r>
      <w:r>
        <w:tab/>
        <w:t>1.013e0</w:t>
      </w:r>
    </w:p>
    <w:p w:rsidR="005B0461" w:rsidRDefault="005B0461" w:rsidP="005B0461">
      <w:r>
        <w:t>186.9853</w:t>
      </w:r>
      <w:r>
        <w:tab/>
        <w:t>1.013e0</w:t>
      </w:r>
    </w:p>
    <w:p w:rsidR="005B0461" w:rsidRDefault="005B0461" w:rsidP="005B0461">
      <w:r>
        <w:t>186.9926</w:t>
      </w:r>
      <w:r>
        <w:tab/>
        <w:t>2.025e0</w:t>
      </w:r>
    </w:p>
    <w:p w:rsidR="005B0461" w:rsidRDefault="005B0461" w:rsidP="005B0461">
      <w:r>
        <w:t>187.0071</w:t>
      </w:r>
      <w:r>
        <w:tab/>
        <w:t>1.013e0</w:t>
      </w:r>
    </w:p>
    <w:p w:rsidR="005B0461" w:rsidRDefault="005B0461" w:rsidP="005B0461">
      <w:r>
        <w:t>187.0216</w:t>
      </w:r>
      <w:r>
        <w:tab/>
        <w:t>1.013e0</w:t>
      </w:r>
    </w:p>
    <w:p w:rsidR="005B0461" w:rsidRDefault="005B0461" w:rsidP="005B0461">
      <w:r>
        <w:lastRenderedPageBreak/>
        <w:t>187.0253</w:t>
      </w:r>
      <w:r>
        <w:tab/>
        <w:t>2.025e0</w:t>
      </w:r>
    </w:p>
    <w:p w:rsidR="005B0461" w:rsidRDefault="005B0461" w:rsidP="005B0461">
      <w:r>
        <w:t>187.0325</w:t>
      </w:r>
      <w:r>
        <w:tab/>
        <w:t>1.013e0</w:t>
      </w:r>
    </w:p>
    <w:p w:rsidR="005B0461" w:rsidRDefault="005B0461" w:rsidP="005B0461">
      <w:r>
        <w:t>187.0416</w:t>
      </w:r>
      <w:r>
        <w:tab/>
        <w:t>2.025e0</w:t>
      </w:r>
    </w:p>
    <w:p w:rsidR="005B0461" w:rsidRDefault="005B0461" w:rsidP="005B0461">
      <w:r>
        <w:t>187.0652</w:t>
      </w:r>
      <w:r>
        <w:tab/>
        <w:t>2.867e0</w:t>
      </w:r>
    </w:p>
    <w:p w:rsidR="005B0461" w:rsidRDefault="005B0461" w:rsidP="005B0461">
      <w:r>
        <w:t>187.0666</w:t>
      </w:r>
      <w:r>
        <w:tab/>
        <w:t>4.051e0</w:t>
      </w:r>
    </w:p>
    <w:p w:rsidR="005B0461" w:rsidRDefault="005B0461" w:rsidP="005B0461">
      <w:r>
        <w:t>187.0859</w:t>
      </w:r>
      <w:r>
        <w:tab/>
        <w:t>5.884e0</w:t>
      </w:r>
    </w:p>
    <w:p w:rsidR="005B0461" w:rsidRDefault="005B0461" w:rsidP="005B0461">
      <w:r>
        <w:t>187.0871</w:t>
      </w:r>
      <w:r>
        <w:tab/>
        <w:t>3.038e0</w:t>
      </w:r>
    </w:p>
    <w:p w:rsidR="005B0461" w:rsidRDefault="005B0461" w:rsidP="005B0461">
      <w:r>
        <w:t>187.0907</w:t>
      </w:r>
      <w:r>
        <w:tab/>
        <w:t>1.770e0</w:t>
      </w:r>
    </w:p>
    <w:p w:rsidR="005B0461" w:rsidRDefault="005B0461" w:rsidP="005B0461">
      <w:r>
        <w:t>187.0934</w:t>
      </w:r>
      <w:r>
        <w:tab/>
        <w:t>3.569e0</w:t>
      </w:r>
    </w:p>
    <w:p w:rsidR="005B0461" w:rsidRDefault="005B0461" w:rsidP="005B0461">
      <w:r>
        <w:t>187.1247</w:t>
      </w:r>
      <w:r>
        <w:tab/>
        <w:t>2.563e0</w:t>
      </w:r>
    </w:p>
    <w:p w:rsidR="005B0461" w:rsidRDefault="005B0461" w:rsidP="005B0461">
      <w:r>
        <w:t>187.1277</w:t>
      </w:r>
      <w:r>
        <w:tab/>
        <w:t>1.655e0</w:t>
      </w:r>
    </w:p>
    <w:p w:rsidR="005B0461" w:rsidRDefault="005B0461" w:rsidP="005B0461">
      <w:r>
        <w:t>187.1324</w:t>
      </w:r>
      <w:r>
        <w:tab/>
        <w:t>1.433e0</w:t>
      </w:r>
    </w:p>
    <w:p w:rsidR="005B0461" w:rsidRDefault="005B0461" w:rsidP="005B0461">
      <w:r>
        <w:t>187.1525</w:t>
      </w:r>
      <w:r>
        <w:tab/>
        <w:t>2.202e0</w:t>
      </w:r>
    </w:p>
    <w:p w:rsidR="005B0461" w:rsidRDefault="005B0461" w:rsidP="005B0461">
      <w:r>
        <w:t>187.1708</w:t>
      </w:r>
      <w:r>
        <w:tab/>
        <w:t>2.025e0</w:t>
      </w:r>
    </w:p>
    <w:p w:rsidR="005B0461" w:rsidRDefault="005B0461" w:rsidP="005B0461">
      <w:r>
        <w:t>187.1999</w:t>
      </w:r>
      <w:r>
        <w:tab/>
        <w:t>1.013e0</w:t>
      </w:r>
    </w:p>
    <w:p w:rsidR="005B0461" w:rsidRDefault="005B0461" w:rsidP="005B0461">
      <w:r>
        <w:t>187.2080</w:t>
      </w:r>
      <w:r>
        <w:tab/>
        <w:t>3.038e0</w:t>
      </w:r>
    </w:p>
    <w:p w:rsidR="005B0461" w:rsidRDefault="005B0461" w:rsidP="005B0461">
      <w:r>
        <w:t>187.2144</w:t>
      </w:r>
      <w:r>
        <w:tab/>
        <w:t>2.025e0</w:t>
      </w:r>
    </w:p>
    <w:p w:rsidR="005B0461" w:rsidRDefault="005B0461" w:rsidP="005B0461">
      <w:r>
        <w:t>187.2180</w:t>
      </w:r>
      <w:r>
        <w:tab/>
        <w:t>1.013e0</w:t>
      </w:r>
    </w:p>
    <w:p w:rsidR="005B0461" w:rsidRDefault="005B0461" w:rsidP="005B0461">
      <w:r>
        <w:t>187.2435</w:t>
      </w:r>
      <w:r>
        <w:tab/>
        <w:t>1.013e0</w:t>
      </w:r>
    </w:p>
    <w:p w:rsidR="005B0461" w:rsidRDefault="005B0461" w:rsidP="005B0461">
      <w:r>
        <w:lastRenderedPageBreak/>
        <w:t>187.2508</w:t>
      </w:r>
      <w:r>
        <w:tab/>
        <w:t>2.025e0</w:t>
      </w:r>
    </w:p>
    <w:p w:rsidR="005B0461" w:rsidRDefault="005B0461" w:rsidP="005B0461">
      <w:r>
        <w:t>187.2598</w:t>
      </w:r>
      <w:r>
        <w:tab/>
        <w:t>2.025e0</w:t>
      </w:r>
    </w:p>
    <w:p w:rsidR="005B0461" w:rsidRDefault="005B0461" w:rsidP="005B0461">
      <w:r>
        <w:t>187.2617</w:t>
      </w:r>
      <w:r>
        <w:tab/>
        <w:t>1.013e0</w:t>
      </w:r>
    </w:p>
    <w:p w:rsidR="005B0461" w:rsidRDefault="005B0461" w:rsidP="005B0461">
      <w:r>
        <w:t>187.2799</w:t>
      </w:r>
      <w:r>
        <w:tab/>
        <w:t>1.013e0</w:t>
      </w:r>
    </w:p>
    <w:p w:rsidR="005B0461" w:rsidRDefault="005B0461" w:rsidP="005B0461">
      <w:r>
        <w:t>187.2908</w:t>
      </w:r>
      <w:r>
        <w:tab/>
        <w:t>2.025e0</w:t>
      </w:r>
    </w:p>
    <w:p w:rsidR="005B0461" w:rsidRDefault="005B0461" w:rsidP="005B0461">
      <w:r>
        <w:t>187.2981</w:t>
      </w:r>
      <w:r>
        <w:tab/>
        <w:t>1.013e0</w:t>
      </w:r>
    </w:p>
    <w:p w:rsidR="005B0461" w:rsidRDefault="005B0461" w:rsidP="005B0461">
      <w:r>
        <w:t>187.3272</w:t>
      </w:r>
      <w:r>
        <w:tab/>
        <w:t>1.013e0</w:t>
      </w:r>
    </w:p>
    <w:p w:rsidR="005B0461" w:rsidRDefault="005B0461" w:rsidP="005B0461">
      <w:r>
        <w:t>187.3381</w:t>
      </w:r>
      <w:r>
        <w:tab/>
        <w:t>1.013e0</w:t>
      </w:r>
    </w:p>
    <w:p w:rsidR="005B0461" w:rsidRDefault="005B0461" w:rsidP="005B0461">
      <w:r>
        <w:t>187.3490</w:t>
      </w:r>
      <w:r>
        <w:tab/>
        <w:t>1.013e0</w:t>
      </w:r>
    </w:p>
    <w:p w:rsidR="005B0461" w:rsidRDefault="005B0461" w:rsidP="005B0461">
      <w:r>
        <w:t>187.3599</w:t>
      </w:r>
      <w:r>
        <w:tab/>
        <w:t>1.013e0</w:t>
      </w:r>
    </w:p>
    <w:p w:rsidR="005B0461" w:rsidRDefault="005B0461" w:rsidP="005B0461">
      <w:r>
        <w:t>187.3636</w:t>
      </w:r>
      <w:r>
        <w:tab/>
        <w:t>1.013e0</w:t>
      </w:r>
    </w:p>
    <w:p w:rsidR="005B0461" w:rsidRDefault="005B0461" w:rsidP="005B0461">
      <w:r>
        <w:t>187.3708</w:t>
      </w:r>
      <w:r>
        <w:tab/>
        <w:t>1.013e0</w:t>
      </w:r>
    </w:p>
    <w:p w:rsidR="005B0461" w:rsidRDefault="005B0461" w:rsidP="005B0461">
      <w:r>
        <w:t>187.3927</w:t>
      </w:r>
      <w:r>
        <w:tab/>
        <w:t>1.013e0</w:t>
      </w:r>
    </w:p>
    <w:p w:rsidR="005B0461" w:rsidRDefault="005B0461" w:rsidP="005B0461">
      <w:r>
        <w:t>187.4218</w:t>
      </w:r>
      <w:r>
        <w:tab/>
        <w:t>1.013e0</w:t>
      </w:r>
    </w:p>
    <w:p w:rsidR="005B0461" w:rsidRDefault="005B0461" w:rsidP="005B0461">
      <w:r>
        <w:t>187.4364</w:t>
      </w:r>
      <w:r>
        <w:tab/>
        <w:t>1.013e0</w:t>
      </w:r>
    </w:p>
    <w:p w:rsidR="005B0461" w:rsidRDefault="005B0461" w:rsidP="005B0461">
      <w:r>
        <w:t>187.4400</w:t>
      </w:r>
      <w:r>
        <w:tab/>
        <w:t>1.013e0</w:t>
      </w:r>
    </w:p>
    <w:p w:rsidR="005B0461" w:rsidRDefault="005B0461" w:rsidP="005B0461">
      <w:r>
        <w:t>187.4527</w:t>
      </w:r>
      <w:r>
        <w:tab/>
        <w:t>2.025e0</w:t>
      </w:r>
    </w:p>
    <w:p w:rsidR="005B0461" w:rsidRDefault="005B0461" w:rsidP="005B0461">
      <w:r>
        <w:t>187.4709</w:t>
      </w:r>
      <w:r>
        <w:tab/>
        <w:t>2.025e0</w:t>
      </w:r>
    </w:p>
    <w:p w:rsidR="005B0461" w:rsidRDefault="005B0461" w:rsidP="005B0461">
      <w:r>
        <w:t>187.4773</w:t>
      </w:r>
      <w:r>
        <w:tab/>
        <w:t>3.038e0</w:t>
      </w:r>
    </w:p>
    <w:p w:rsidR="005B0461" w:rsidRDefault="005B0461" w:rsidP="005B0461">
      <w:r>
        <w:lastRenderedPageBreak/>
        <w:t>187.4837</w:t>
      </w:r>
      <w:r>
        <w:tab/>
        <w:t>1.013e0</w:t>
      </w:r>
    </w:p>
    <w:p w:rsidR="005B0461" w:rsidRDefault="005B0461" w:rsidP="005B0461">
      <w:r>
        <w:t>187.4946</w:t>
      </w:r>
      <w:r>
        <w:tab/>
        <w:t>1.013e0</w:t>
      </w:r>
    </w:p>
    <w:p w:rsidR="005B0461" w:rsidRDefault="005B0461" w:rsidP="005B0461">
      <w:r>
        <w:t>187.5401</w:t>
      </w:r>
      <w:r>
        <w:tab/>
        <w:t>2.025e0</w:t>
      </w:r>
    </w:p>
    <w:p w:rsidR="005B0461" w:rsidRDefault="005B0461" w:rsidP="005B0461">
      <w:r>
        <w:t>187.5419</w:t>
      </w:r>
      <w:r>
        <w:tab/>
        <w:t>1.013e0</w:t>
      </w:r>
    </w:p>
    <w:p w:rsidR="005B0461" w:rsidRDefault="005B0461" w:rsidP="005B0461">
      <w:r>
        <w:t>187.5674</w:t>
      </w:r>
      <w:r>
        <w:tab/>
        <w:t>2.025e0</w:t>
      </w:r>
    </w:p>
    <w:p w:rsidR="005B0461" w:rsidRDefault="005B0461" w:rsidP="005B0461">
      <w:r>
        <w:t>187.5710</w:t>
      </w:r>
      <w:r>
        <w:tab/>
        <w:t>2.025e0</w:t>
      </w:r>
    </w:p>
    <w:p w:rsidR="005B0461" w:rsidRDefault="005B0461" w:rsidP="005B0461">
      <w:r>
        <w:t>187.6001</w:t>
      </w:r>
      <w:r>
        <w:tab/>
        <w:t>2.025e0</w:t>
      </w:r>
    </w:p>
    <w:p w:rsidR="005B0461" w:rsidRDefault="005B0461" w:rsidP="005B0461">
      <w:r>
        <w:t>187.6028</w:t>
      </w:r>
      <w:r>
        <w:tab/>
        <w:t>3.038e0</w:t>
      </w:r>
    </w:p>
    <w:p w:rsidR="005B0461" w:rsidRDefault="005B0461" w:rsidP="005B0461">
      <w:r>
        <w:t>187.6074</w:t>
      </w:r>
      <w:r>
        <w:tab/>
        <w:t>1.013e0</w:t>
      </w:r>
    </w:p>
    <w:p w:rsidR="005B0461" w:rsidRDefault="005B0461" w:rsidP="005B0461">
      <w:r>
        <w:t>187.6948</w:t>
      </w:r>
      <w:r>
        <w:tab/>
        <w:t>1.013e0</w:t>
      </w:r>
    </w:p>
    <w:p w:rsidR="005B0461" w:rsidRDefault="005B0461" w:rsidP="005B0461">
      <w:r>
        <w:t>187.7312</w:t>
      </w:r>
      <w:r>
        <w:tab/>
        <w:t>2.025e0</w:t>
      </w:r>
    </w:p>
    <w:p w:rsidR="005B0461" w:rsidRDefault="005B0461" w:rsidP="005B0461">
      <w:r>
        <w:t>187.7676</w:t>
      </w:r>
      <w:r>
        <w:tab/>
        <w:t>1.013e0</w:t>
      </w:r>
    </w:p>
    <w:p w:rsidR="005B0461" w:rsidRDefault="005B0461" w:rsidP="005B0461">
      <w:r>
        <w:t>187.7822</w:t>
      </w:r>
      <w:r>
        <w:tab/>
        <w:t>1.013e0</w:t>
      </w:r>
    </w:p>
    <w:p w:rsidR="005B0461" w:rsidRDefault="005B0461" w:rsidP="005B0461">
      <w:r>
        <w:t>187.7858</w:t>
      </w:r>
      <w:r>
        <w:tab/>
        <w:t>1.013e0</w:t>
      </w:r>
    </w:p>
    <w:p w:rsidR="005B0461" w:rsidRDefault="005B0461" w:rsidP="005B0461">
      <w:r>
        <w:t>187.7895</w:t>
      </w:r>
      <w:r>
        <w:tab/>
        <w:t>3.038e0</w:t>
      </w:r>
    </w:p>
    <w:p w:rsidR="005B0461" w:rsidRDefault="005B0461" w:rsidP="005B0461">
      <w:r>
        <w:t>187.8113</w:t>
      </w:r>
      <w:r>
        <w:tab/>
        <w:t>2.025e0</w:t>
      </w:r>
    </w:p>
    <w:p w:rsidR="005B0461" w:rsidRDefault="005B0461" w:rsidP="005B0461">
      <w:r>
        <w:t>187.8186</w:t>
      </w:r>
      <w:r>
        <w:tab/>
        <w:t>2.025e0</w:t>
      </w:r>
    </w:p>
    <w:p w:rsidR="005B0461" w:rsidRDefault="005B0461" w:rsidP="005B0461">
      <w:r>
        <w:t>187.8259</w:t>
      </w:r>
      <w:r>
        <w:tab/>
        <w:t>1.013e0</w:t>
      </w:r>
    </w:p>
    <w:p w:rsidR="005B0461" w:rsidRDefault="005B0461" w:rsidP="005B0461">
      <w:r>
        <w:t>187.8587</w:t>
      </w:r>
      <w:r>
        <w:tab/>
        <w:t>2.025e0</w:t>
      </w:r>
    </w:p>
    <w:p w:rsidR="005B0461" w:rsidRDefault="005B0461" w:rsidP="005B0461">
      <w:r>
        <w:lastRenderedPageBreak/>
        <w:t>187.8733</w:t>
      </w:r>
      <w:r>
        <w:tab/>
        <w:t>1.013e0</w:t>
      </w:r>
    </w:p>
    <w:p w:rsidR="005B0461" w:rsidRDefault="005B0461" w:rsidP="005B0461">
      <w:r>
        <w:t>187.8927</w:t>
      </w:r>
      <w:r>
        <w:tab/>
        <w:t>3.038e0</w:t>
      </w:r>
    </w:p>
    <w:p w:rsidR="005B0461" w:rsidRDefault="005B0461" w:rsidP="005B0461">
      <w:r>
        <w:t>187.9279</w:t>
      </w:r>
      <w:r>
        <w:tab/>
        <w:t>2.025e0</w:t>
      </w:r>
    </w:p>
    <w:p w:rsidR="005B0461" w:rsidRDefault="005B0461" w:rsidP="005B0461">
      <w:r>
        <w:t>187.9443</w:t>
      </w:r>
      <w:r>
        <w:tab/>
        <w:t>2.025e0</w:t>
      </w:r>
    </w:p>
    <w:p w:rsidR="005B0461" w:rsidRDefault="005B0461" w:rsidP="005B0461">
      <w:r>
        <w:t>187.9570</w:t>
      </w:r>
      <w:r>
        <w:tab/>
        <w:t>1.013e0</w:t>
      </w:r>
    </w:p>
    <w:p w:rsidR="005B0461" w:rsidRDefault="005B0461" w:rsidP="005B0461">
      <w:r>
        <w:t>187.9625</w:t>
      </w:r>
      <w:r>
        <w:tab/>
        <w:t>2.025e0</w:t>
      </w:r>
    </w:p>
    <w:p w:rsidR="005B0461" w:rsidRDefault="005B0461" w:rsidP="005B0461">
      <w:r>
        <w:t>187.9898</w:t>
      </w:r>
      <w:r>
        <w:tab/>
        <w:t>2.025e0</w:t>
      </w:r>
    </w:p>
    <w:p w:rsidR="005B0461" w:rsidRDefault="005B0461" w:rsidP="005B0461">
      <w:r>
        <w:t>187.9971</w:t>
      </w:r>
      <w:r>
        <w:tab/>
        <w:t>1.013e0</w:t>
      </w:r>
    </w:p>
    <w:p w:rsidR="005B0461" w:rsidRDefault="005B0461" w:rsidP="005B0461">
      <w:r>
        <w:t>188.0117</w:t>
      </w:r>
      <w:r>
        <w:tab/>
        <w:t>3.038e0</w:t>
      </w:r>
    </w:p>
    <w:p w:rsidR="005B0461" w:rsidRDefault="005B0461" w:rsidP="005B0461">
      <w:r>
        <w:t>188.0190</w:t>
      </w:r>
      <w:r>
        <w:tab/>
        <w:t>2.025e0</w:t>
      </w:r>
    </w:p>
    <w:p w:rsidR="005B0461" w:rsidRDefault="005B0461" w:rsidP="005B0461">
      <w:r>
        <w:t>188.0365</w:t>
      </w:r>
      <w:r>
        <w:tab/>
        <w:t>4.051e0</w:t>
      </w:r>
    </w:p>
    <w:p w:rsidR="005B0461" w:rsidRDefault="005B0461" w:rsidP="005B0461">
      <w:r>
        <w:t>188.0586</w:t>
      </w:r>
      <w:r>
        <w:tab/>
        <w:t>5.666e0</w:t>
      </w:r>
    </w:p>
    <w:p w:rsidR="005B0461" w:rsidRDefault="005B0461" w:rsidP="005B0461">
      <w:r>
        <w:t>188.0671</w:t>
      </w:r>
      <w:r>
        <w:tab/>
        <w:t>3.038e0</w:t>
      </w:r>
    </w:p>
    <w:p w:rsidR="005B0461" w:rsidRDefault="005B0461" w:rsidP="005B0461">
      <w:r>
        <w:t>188.0867</w:t>
      </w:r>
      <w:r>
        <w:tab/>
        <w:t>4.020e0</w:t>
      </w:r>
    </w:p>
    <w:p w:rsidR="005B0461" w:rsidRDefault="005B0461" w:rsidP="005B0461">
      <w:r>
        <w:t>188.0882</w:t>
      </w:r>
      <w:r>
        <w:tab/>
        <w:t>2.867e0</w:t>
      </w:r>
    </w:p>
    <w:p w:rsidR="005B0461" w:rsidRDefault="005B0461" w:rsidP="005B0461">
      <w:r>
        <w:t>188.0905</w:t>
      </w:r>
      <w:r>
        <w:tab/>
        <w:t>5.913e0</w:t>
      </w:r>
    </w:p>
    <w:p w:rsidR="005B0461" w:rsidRDefault="005B0461" w:rsidP="005B0461">
      <w:r>
        <w:t>188.0999</w:t>
      </w:r>
      <w:r>
        <w:tab/>
        <w:t>3.475e0</w:t>
      </w:r>
    </w:p>
    <w:p w:rsidR="005B0461" w:rsidRDefault="005B0461" w:rsidP="005B0461">
      <w:r>
        <w:t>188.1258</w:t>
      </w:r>
      <w:r>
        <w:tab/>
        <w:t>4.321e0</w:t>
      </w:r>
    </w:p>
    <w:p w:rsidR="005B0461" w:rsidRDefault="005B0461" w:rsidP="005B0461">
      <w:r>
        <w:t>188.1283</w:t>
      </w:r>
      <w:r>
        <w:tab/>
        <w:t>1.163e1</w:t>
      </w:r>
    </w:p>
    <w:p w:rsidR="005B0461" w:rsidRDefault="005B0461" w:rsidP="005B0461">
      <w:r>
        <w:lastRenderedPageBreak/>
        <w:t>188.1306</w:t>
      </w:r>
      <w:r>
        <w:tab/>
        <w:t>7.490e0</w:t>
      </w:r>
    </w:p>
    <w:p w:rsidR="005B0461" w:rsidRDefault="005B0461" w:rsidP="005B0461">
      <w:r>
        <w:t>188.1334</w:t>
      </w:r>
      <w:r>
        <w:tab/>
        <w:t>1.005e1</w:t>
      </w:r>
    </w:p>
    <w:p w:rsidR="005B0461" w:rsidRDefault="005B0461" w:rsidP="005B0461">
      <w:r>
        <w:t>188.1545</w:t>
      </w:r>
      <w:r>
        <w:tab/>
        <w:t>3.401e0</w:t>
      </w:r>
    </w:p>
    <w:p w:rsidR="005B0461" w:rsidRDefault="005B0461" w:rsidP="005B0461">
      <w:r>
        <w:t>188.1671</w:t>
      </w:r>
      <w:r>
        <w:tab/>
        <w:t>2.651e0</w:t>
      </w:r>
    </w:p>
    <w:p w:rsidR="005B0461" w:rsidRDefault="005B0461" w:rsidP="005B0461">
      <w:r>
        <w:t>188.1684</w:t>
      </w:r>
      <w:r>
        <w:tab/>
        <w:t>3.038e0</w:t>
      </w:r>
    </w:p>
    <w:p w:rsidR="005B0461" w:rsidRDefault="005B0461" w:rsidP="005B0461">
      <w:r>
        <w:t>188.1793</w:t>
      </w:r>
      <w:r>
        <w:tab/>
        <w:t>1.013e0</w:t>
      </w:r>
    </w:p>
    <w:p w:rsidR="005B0461" w:rsidRDefault="005B0461" w:rsidP="005B0461">
      <w:r>
        <w:t>188.1811</w:t>
      </w:r>
      <w:r>
        <w:tab/>
        <w:t>2.025e0</w:t>
      </w:r>
    </w:p>
    <w:p w:rsidR="005B0461" w:rsidRDefault="005B0461" w:rsidP="005B0461">
      <w:r>
        <w:t>188.1902</w:t>
      </w:r>
      <w:r>
        <w:tab/>
        <w:t>2.025e0</w:t>
      </w:r>
    </w:p>
    <w:p w:rsidR="005B0461" w:rsidRDefault="005B0461" w:rsidP="005B0461">
      <w:r>
        <w:t>188.2074</w:t>
      </w:r>
      <w:r>
        <w:tab/>
        <w:t>6.712e0</w:t>
      </w:r>
    </w:p>
    <w:p w:rsidR="005B0461" w:rsidRDefault="005B0461" w:rsidP="005B0461">
      <w:r>
        <w:t>188.2121</w:t>
      </w:r>
      <w:r>
        <w:tab/>
        <w:t>4.051e0</w:t>
      </w:r>
    </w:p>
    <w:p w:rsidR="005B0461" w:rsidRDefault="005B0461" w:rsidP="005B0461">
      <w:r>
        <w:t>188.2267</w:t>
      </w:r>
      <w:r>
        <w:tab/>
        <w:t>2.025e0</w:t>
      </w:r>
    </w:p>
    <w:p w:rsidR="005B0461" w:rsidRDefault="005B0461" w:rsidP="005B0461">
      <w:r>
        <w:t>188.2413</w:t>
      </w:r>
      <w:r>
        <w:tab/>
        <w:t>4.051e0</w:t>
      </w:r>
    </w:p>
    <w:p w:rsidR="005B0461" w:rsidRDefault="005B0461" w:rsidP="005B0461">
      <w:r>
        <w:t>188.2432</w:t>
      </w:r>
      <w:r>
        <w:tab/>
        <w:t>3.038e0</w:t>
      </w:r>
    </w:p>
    <w:p w:rsidR="005B0461" w:rsidRDefault="005B0461" w:rsidP="005B0461">
      <w:r>
        <w:t>188.2765</w:t>
      </w:r>
      <w:r>
        <w:tab/>
        <w:t>4.051e0</w:t>
      </w:r>
    </w:p>
    <w:p w:rsidR="005B0461" w:rsidRDefault="005B0461" w:rsidP="005B0461">
      <w:r>
        <w:t>188.2923</w:t>
      </w:r>
      <w:r>
        <w:tab/>
        <w:t>1.013e0</w:t>
      </w:r>
    </w:p>
    <w:p w:rsidR="005B0461" w:rsidRDefault="005B0461" w:rsidP="005B0461">
      <w:r>
        <w:t>188.3069</w:t>
      </w:r>
      <w:r>
        <w:tab/>
        <w:t>1.013e0</w:t>
      </w:r>
    </w:p>
    <w:p w:rsidR="005B0461" w:rsidRDefault="005B0461" w:rsidP="005B0461">
      <w:r>
        <w:t>188.3470</w:t>
      </w:r>
      <w:r>
        <w:tab/>
        <w:t>2.025e0</w:t>
      </w:r>
    </w:p>
    <w:p w:rsidR="005B0461" w:rsidRDefault="005B0461" w:rsidP="005B0461">
      <w:r>
        <w:t>188.3907</w:t>
      </w:r>
      <w:r>
        <w:tab/>
        <w:t>1.013e0</w:t>
      </w:r>
    </w:p>
    <w:p w:rsidR="005B0461" w:rsidRDefault="005B0461" w:rsidP="005B0461">
      <w:r>
        <w:t>188.4053</w:t>
      </w:r>
      <w:r>
        <w:tab/>
        <w:t>1.013e0</w:t>
      </w:r>
    </w:p>
    <w:p w:rsidR="005B0461" w:rsidRDefault="005B0461" w:rsidP="005B0461">
      <w:r>
        <w:lastRenderedPageBreak/>
        <w:t>188.4235</w:t>
      </w:r>
      <w:r>
        <w:tab/>
        <w:t>3.038e0</w:t>
      </w:r>
    </w:p>
    <w:p w:rsidR="005B0461" w:rsidRDefault="005B0461" w:rsidP="005B0461">
      <w:r>
        <w:t>188.4290</w:t>
      </w:r>
      <w:r>
        <w:tab/>
        <w:t>2.025e0</w:t>
      </w:r>
    </w:p>
    <w:p w:rsidR="005B0461" w:rsidRDefault="005B0461" w:rsidP="005B0461">
      <w:r>
        <w:t>188.4345</w:t>
      </w:r>
      <w:r>
        <w:tab/>
        <w:t>1.013e0</w:t>
      </w:r>
    </w:p>
    <w:p w:rsidR="005B0461" w:rsidRDefault="005B0461" w:rsidP="005B0461">
      <w:r>
        <w:t>188.4563</w:t>
      </w:r>
      <w:r>
        <w:tab/>
        <w:t>1.013e0</w:t>
      </w:r>
    </w:p>
    <w:p w:rsidR="005B0461" w:rsidRDefault="005B0461" w:rsidP="005B0461">
      <w:r>
        <w:t>188.4746</w:t>
      </w:r>
      <w:r>
        <w:tab/>
        <w:t>1.013e0</w:t>
      </w:r>
    </w:p>
    <w:p w:rsidR="005B0461" w:rsidRDefault="005B0461" w:rsidP="005B0461">
      <w:r>
        <w:t>188.4800</w:t>
      </w:r>
      <w:r>
        <w:tab/>
        <w:t>2.025e0</w:t>
      </w:r>
    </w:p>
    <w:p w:rsidR="005B0461" w:rsidRDefault="005B0461" w:rsidP="005B0461">
      <w:r>
        <w:t>188.5001</w:t>
      </w:r>
      <w:r>
        <w:tab/>
        <w:t>1.013e0</w:t>
      </w:r>
    </w:p>
    <w:p w:rsidR="005B0461" w:rsidRDefault="005B0461" w:rsidP="005B0461">
      <w:r>
        <w:t>188.5037</w:t>
      </w:r>
      <w:r>
        <w:tab/>
        <w:t>1.013e0</w:t>
      </w:r>
    </w:p>
    <w:p w:rsidR="005B0461" w:rsidRDefault="005B0461" w:rsidP="005B0461">
      <w:r>
        <w:t>188.5220</w:t>
      </w:r>
      <w:r>
        <w:tab/>
        <w:t>1.013e0</w:t>
      </w:r>
    </w:p>
    <w:p w:rsidR="005B0461" w:rsidRDefault="005B0461" w:rsidP="005B0461">
      <w:r>
        <w:t>188.5365</w:t>
      </w:r>
      <w:r>
        <w:tab/>
        <w:t>1.013e0</w:t>
      </w:r>
    </w:p>
    <w:p w:rsidR="005B0461" w:rsidRDefault="005B0461" w:rsidP="005B0461">
      <w:r>
        <w:t>188.5511</w:t>
      </w:r>
      <w:r>
        <w:tab/>
        <w:t>1.013e0</w:t>
      </w:r>
    </w:p>
    <w:p w:rsidR="005B0461" w:rsidRDefault="005B0461" w:rsidP="005B0461">
      <w:r>
        <w:t>188.5657</w:t>
      </w:r>
      <w:r>
        <w:tab/>
        <w:t>3.038e0</w:t>
      </w:r>
    </w:p>
    <w:p w:rsidR="005B0461" w:rsidRDefault="005B0461" w:rsidP="005B0461">
      <w:r>
        <w:t>188.5766</w:t>
      </w:r>
      <w:r>
        <w:tab/>
        <w:t>1.013e0</w:t>
      </w:r>
    </w:p>
    <w:p w:rsidR="005B0461" w:rsidRDefault="005B0461" w:rsidP="005B0461">
      <w:r>
        <w:t>188.6077</w:t>
      </w:r>
      <w:r>
        <w:tab/>
        <w:t>2.025e0</w:t>
      </w:r>
    </w:p>
    <w:p w:rsidR="005B0461" w:rsidRDefault="005B0461" w:rsidP="005B0461">
      <w:r>
        <w:t>188.6131</w:t>
      </w:r>
      <w:r>
        <w:tab/>
        <w:t>1.013e0</w:t>
      </w:r>
    </w:p>
    <w:p w:rsidR="005B0461" w:rsidRDefault="005B0461" w:rsidP="005B0461">
      <w:r>
        <w:t>188.6423</w:t>
      </w:r>
      <w:r>
        <w:tab/>
        <w:t>1.013e0</w:t>
      </w:r>
    </w:p>
    <w:p w:rsidR="005B0461" w:rsidRDefault="005B0461" w:rsidP="005B0461">
      <w:r>
        <w:t>188.6642</w:t>
      </w:r>
      <w:r>
        <w:tab/>
        <w:t>2.025e0</w:t>
      </w:r>
    </w:p>
    <w:p w:rsidR="005B0461" w:rsidRDefault="005B0461" w:rsidP="005B0461">
      <w:r>
        <w:t>188.6678</w:t>
      </w:r>
      <w:r>
        <w:tab/>
        <w:t>2.025e0</w:t>
      </w:r>
    </w:p>
    <w:p w:rsidR="005B0461" w:rsidRDefault="005B0461" w:rsidP="005B0461">
      <w:r>
        <w:t>188.6897</w:t>
      </w:r>
      <w:r>
        <w:tab/>
        <w:t>1.013e0</w:t>
      </w:r>
    </w:p>
    <w:p w:rsidR="005B0461" w:rsidRDefault="005B0461" w:rsidP="005B0461">
      <w:r>
        <w:lastRenderedPageBreak/>
        <w:t>188.6916</w:t>
      </w:r>
      <w:r>
        <w:tab/>
        <w:t>2.025e0</w:t>
      </w:r>
    </w:p>
    <w:p w:rsidR="005B0461" w:rsidRDefault="005B0461" w:rsidP="005B0461">
      <w:r>
        <w:t>188.6933</w:t>
      </w:r>
      <w:r>
        <w:tab/>
        <w:t>1.013e0</w:t>
      </w:r>
    </w:p>
    <w:p w:rsidR="005B0461" w:rsidRDefault="005B0461" w:rsidP="005B0461">
      <w:r>
        <w:t>188.6970</w:t>
      </w:r>
      <w:r>
        <w:tab/>
        <w:t>1.013e0</w:t>
      </w:r>
    </w:p>
    <w:p w:rsidR="005B0461" w:rsidRDefault="005B0461" w:rsidP="005B0461">
      <w:r>
        <w:t>188.7371</w:t>
      </w:r>
      <w:r>
        <w:tab/>
        <w:t>1.013e0</w:t>
      </w:r>
    </w:p>
    <w:p w:rsidR="005B0461" w:rsidRDefault="005B0461" w:rsidP="005B0461">
      <w:r>
        <w:t>188.7700</w:t>
      </w:r>
      <w:r>
        <w:tab/>
        <w:t>1.013e0</w:t>
      </w:r>
    </w:p>
    <w:p w:rsidR="005B0461" w:rsidRDefault="005B0461" w:rsidP="005B0461">
      <w:r>
        <w:t>188.7883</w:t>
      </w:r>
      <w:r>
        <w:tab/>
        <w:t>1.013e0</w:t>
      </w:r>
    </w:p>
    <w:p w:rsidR="005B0461" w:rsidRDefault="005B0461" w:rsidP="005B0461">
      <w:r>
        <w:t>188.7919</w:t>
      </w:r>
      <w:r>
        <w:tab/>
        <w:t>1.013e0</w:t>
      </w:r>
    </w:p>
    <w:p w:rsidR="005B0461" w:rsidRDefault="005B0461" w:rsidP="005B0461">
      <w:r>
        <w:t>188.7993</w:t>
      </w:r>
      <w:r>
        <w:tab/>
        <w:t>2.025e0</w:t>
      </w:r>
    </w:p>
    <w:p w:rsidR="005B0461" w:rsidRDefault="005B0461" w:rsidP="005B0461">
      <w:r>
        <w:t>188.8102</w:t>
      </w:r>
      <w:r>
        <w:tab/>
        <w:t>1.013e0</w:t>
      </w:r>
    </w:p>
    <w:p w:rsidR="005B0461" w:rsidRDefault="005B0461" w:rsidP="005B0461">
      <w:r>
        <w:t>188.8285</w:t>
      </w:r>
      <w:r>
        <w:tab/>
        <w:t>1.013e0</w:t>
      </w:r>
    </w:p>
    <w:p w:rsidR="005B0461" w:rsidRDefault="005B0461" w:rsidP="005B0461">
      <w:r>
        <w:t>188.8615</w:t>
      </w:r>
      <w:r>
        <w:tab/>
        <w:t>1.013e0</w:t>
      </w:r>
    </w:p>
    <w:p w:rsidR="005B0461" w:rsidRDefault="005B0461" w:rsidP="005B0461">
      <w:r>
        <w:t>188.8835</w:t>
      </w:r>
      <w:r>
        <w:tab/>
        <w:t>2.025e0</w:t>
      </w:r>
    </w:p>
    <w:p w:rsidR="005B0461" w:rsidRDefault="005B0461" w:rsidP="005B0461">
      <w:r>
        <w:t>188.8854</w:t>
      </w:r>
      <w:r>
        <w:tab/>
        <w:t>2.025e0</w:t>
      </w:r>
    </w:p>
    <w:p w:rsidR="005B0461" w:rsidRDefault="005B0461" w:rsidP="005B0461">
      <w:r>
        <w:t>188.8871</w:t>
      </w:r>
      <w:r>
        <w:tab/>
        <w:t>1.013e0</w:t>
      </w:r>
    </w:p>
    <w:p w:rsidR="005B0461" w:rsidRDefault="005B0461" w:rsidP="005B0461">
      <w:r>
        <w:t>188.9311</w:t>
      </w:r>
      <w:r>
        <w:tab/>
        <w:t>4.051e0</w:t>
      </w:r>
    </w:p>
    <w:p w:rsidR="005B0461" w:rsidRDefault="005B0461" w:rsidP="005B0461">
      <w:r>
        <w:t>188.9383</w:t>
      </w:r>
      <w:r>
        <w:tab/>
        <w:t>2.025e0</w:t>
      </w:r>
    </w:p>
    <w:p w:rsidR="005B0461" w:rsidRDefault="005B0461" w:rsidP="005B0461">
      <w:r>
        <w:t>188.9622</w:t>
      </w:r>
      <w:r>
        <w:tab/>
        <w:t>2.025e0</w:t>
      </w:r>
    </w:p>
    <w:p w:rsidR="005B0461" w:rsidRDefault="005B0461" w:rsidP="005B0461">
      <w:r>
        <w:t>188.9640</w:t>
      </w:r>
      <w:r>
        <w:tab/>
        <w:t>2.025e0</w:t>
      </w:r>
    </w:p>
    <w:p w:rsidR="005B0461" w:rsidRDefault="005B0461" w:rsidP="005B0461">
      <w:r>
        <w:t>188.9786</w:t>
      </w:r>
      <w:r>
        <w:tab/>
        <w:t>1.013e0</w:t>
      </w:r>
    </w:p>
    <w:p w:rsidR="005B0461" w:rsidRDefault="005B0461" w:rsidP="005B0461">
      <w:r>
        <w:lastRenderedPageBreak/>
        <w:t>188.9896</w:t>
      </w:r>
      <w:r>
        <w:tab/>
        <w:t>1.013e0</w:t>
      </w:r>
    </w:p>
    <w:p w:rsidR="005B0461" w:rsidRDefault="005B0461" w:rsidP="005B0461">
      <w:r>
        <w:t>188.9926</w:t>
      </w:r>
      <w:r>
        <w:tab/>
        <w:t>3.038e0</w:t>
      </w:r>
    </w:p>
    <w:p w:rsidR="005B0461" w:rsidRDefault="005B0461" w:rsidP="005B0461">
      <w:r>
        <w:t>189.0079</w:t>
      </w:r>
      <w:r>
        <w:tab/>
        <w:t>1.013e0</w:t>
      </w:r>
    </w:p>
    <w:p w:rsidR="005B0461" w:rsidRDefault="005B0461" w:rsidP="005B0461">
      <w:r>
        <w:t>189.0189</w:t>
      </w:r>
      <w:r>
        <w:tab/>
        <w:t>2.025e0</w:t>
      </w:r>
    </w:p>
    <w:p w:rsidR="005B0461" w:rsidRDefault="005B0461" w:rsidP="005B0461">
      <w:r>
        <w:t>189.0299</w:t>
      </w:r>
      <w:r>
        <w:tab/>
        <w:t>1.013e0</w:t>
      </w:r>
    </w:p>
    <w:p w:rsidR="005B0461" w:rsidRDefault="005B0461" w:rsidP="005B0461">
      <w:r>
        <w:t>189.0409</w:t>
      </w:r>
      <w:r>
        <w:tab/>
        <w:t>1.013e0</w:t>
      </w:r>
    </w:p>
    <w:p w:rsidR="005B0461" w:rsidRDefault="005B0461" w:rsidP="005B0461">
      <w:r>
        <w:t>189.0506</w:t>
      </w:r>
      <w:r>
        <w:tab/>
        <w:t>3.038e0</w:t>
      </w:r>
    </w:p>
    <w:p w:rsidR="005B0461" w:rsidRDefault="005B0461" w:rsidP="005B0461">
      <w:r>
        <w:t>189.0518</w:t>
      </w:r>
      <w:r>
        <w:tab/>
        <w:t>3.038e0</w:t>
      </w:r>
    </w:p>
    <w:p w:rsidR="005B0461" w:rsidRDefault="005B0461" w:rsidP="005B0461">
      <w:r>
        <w:t>189.0738</w:t>
      </w:r>
      <w:r>
        <w:tab/>
        <w:t>4.807e0</w:t>
      </w:r>
    </w:p>
    <w:p w:rsidR="005B0461" w:rsidRDefault="005B0461" w:rsidP="005B0461">
      <w:r>
        <w:t>189.0903</w:t>
      </w:r>
      <w:r>
        <w:tab/>
        <w:t>2.025e0</w:t>
      </w:r>
    </w:p>
    <w:p w:rsidR="005B0461" w:rsidRDefault="005B0461" w:rsidP="005B0461">
      <w:r>
        <w:t>189.0927</w:t>
      </w:r>
      <w:r>
        <w:tab/>
        <w:t>7.058e0</w:t>
      </w:r>
    </w:p>
    <w:p w:rsidR="005B0461" w:rsidRDefault="005B0461" w:rsidP="005B0461">
      <w:r>
        <w:t>189.1232</w:t>
      </w:r>
      <w:r>
        <w:tab/>
        <w:t>7.310e0</w:t>
      </w:r>
    </w:p>
    <w:p w:rsidR="005B0461" w:rsidRDefault="005B0461" w:rsidP="005B0461">
      <w:r>
        <w:t>189.1250</w:t>
      </w:r>
      <w:r>
        <w:tab/>
        <w:t>2.928e0</w:t>
      </w:r>
    </w:p>
    <w:p w:rsidR="005B0461" w:rsidRDefault="005B0461" w:rsidP="005B0461">
      <w:r>
        <w:t>189.1282</w:t>
      </w:r>
      <w:r>
        <w:tab/>
        <w:t>2.847e0</w:t>
      </w:r>
    </w:p>
    <w:p w:rsidR="005B0461" w:rsidRDefault="005B0461" w:rsidP="005B0461">
      <w:r>
        <w:t>189.1581</w:t>
      </w:r>
      <w:r>
        <w:tab/>
        <w:t>1.112e0</w:t>
      </w:r>
    </w:p>
    <w:p w:rsidR="005B0461" w:rsidRDefault="005B0461" w:rsidP="005B0461">
      <w:r>
        <w:t>189.1728</w:t>
      </w:r>
      <w:r>
        <w:tab/>
        <w:t>2.025e0</w:t>
      </w:r>
    </w:p>
    <w:p w:rsidR="005B0461" w:rsidRDefault="005B0461" w:rsidP="005B0461">
      <w:r>
        <w:t>189.1801</w:t>
      </w:r>
      <w:r>
        <w:tab/>
        <w:t>2.025e0</w:t>
      </w:r>
    </w:p>
    <w:p w:rsidR="005B0461" w:rsidRDefault="005B0461" w:rsidP="005B0461">
      <w:r>
        <w:t>189.2001</w:t>
      </w:r>
      <w:r>
        <w:tab/>
        <w:t>2.025e0</w:t>
      </w:r>
    </w:p>
    <w:p w:rsidR="005B0461" w:rsidRDefault="005B0461" w:rsidP="005B0461">
      <w:r>
        <w:t>189.2148</w:t>
      </w:r>
      <w:r>
        <w:tab/>
        <w:t>2.025e0</w:t>
      </w:r>
    </w:p>
    <w:p w:rsidR="005B0461" w:rsidRDefault="005B0461" w:rsidP="005B0461">
      <w:r>
        <w:lastRenderedPageBreak/>
        <w:t>189.2461</w:t>
      </w:r>
      <w:r>
        <w:tab/>
        <w:t>1.013e0</w:t>
      </w:r>
    </w:p>
    <w:p w:rsidR="005B0461" w:rsidRDefault="005B0461" w:rsidP="005B0461">
      <w:r>
        <w:t>189.2681</w:t>
      </w:r>
      <w:r>
        <w:tab/>
        <w:t>1.013e0</w:t>
      </w:r>
    </w:p>
    <w:p w:rsidR="005B0461" w:rsidRDefault="005B0461" w:rsidP="005B0461">
      <w:r>
        <w:t>189.2827</w:t>
      </w:r>
      <w:r>
        <w:tab/>
        <w:t>1.013e0</w:t>
      </w:r>
    </w:p>
    <w:p w:rsidR="005B0461" w:rsidRDefault="005B0461" w:rsidP="005B0461">
      <w:r>
        <w:t>189.2863</w:t>
      </w:r>
      <w:r>
        <w:tab/>
        <w:t>1.013e0</w:t>
      </w:r>
    </w:p>
    <w:p w:rsidR="005B0461" w:rsidRDefault="005B0461" w:rsidP="005B0461">
      <w:r>
        <w:t>189.3301</w:t>
      </w:r>
      <w:r>
        <w:tab/>
        <w:t>1.013e0</w:t>
      </w:r>
    </w:p>
    <w:p w:rsidR="005B0461" w:rsidRDefault="005B0461" w:rsidP="005B0461">
      <w:r>
        <w:t>189.3338</w:t>
      </w:r>
      <w:r>
        <w:tab/>
        <w:t>1.013e0</w:t>
      </w:r>
    </w:p>
    <w:p w:rsidR="005B0461" w:rsidRDefault="005B0461" w:rsidP="005B0461">
      <w:r>
        <w:t>189.3629</w:t>
      </w:r>
      <w:r>
        <w:tab/>
        <w:t>1.013e0</w:t>
      </w:r>
    </w:p>
    <w:p w:rsidR="005B0461" w:rsidRDefault="005B0461" w:rsidP="005B0461">
      <w:r>
        <w:t>189.3666</w:t>
      </w:r>
      <w:r>
        <w:tab/>
        <w:t>1.013e0</w:t>
      </w:r>
    </w:p>
    <w:p w:rsidR="005B0461" w:rsidRDefault="005B0461" w:rsidP="005B0461">
      <w:r>
        <w:t>189.3848</w:t>
      </w:r>
      <w:r>
        <w:tab/>
        <w:t>1.013e0</w:t>
      </w:r>
    </w:p>
    <w:p w:rsidR="005B0461" w:rsidRDefault="005B0461" w:rsidP="005B0461">
      <w:r>
        <w:t>189.3958</w:t>
      </w:r>
      <w:r>
        <w:tab/>
        <w:t>1.013e0</w:t>
      </w:r>
    </w:p>
    <w:p w:rsidR="005B0461" w:rsidRDefault="005B0461" w:rsidP="005B0461">
      <w:r>
        <w:t>189.4068</w:t>
      </w:r>
      <w:r>
        <w:tab/>
        <w:t>1.013e0</w:t>
      </w:r>
    </w:p>
    <w:p w:rsidR="005B0461" w:rsidRDefault="005B0461" w:rsidP="005B0461">
      <w:r>
        <w:t>189.4396</w:t>
      </w:r>
      <w:r>
        <w:tab/>
        <w:t>2.025e0</w:t>
      </w:r>
    </w:p>
    <w:p w:rsidR="005B0461" w:rsidRDefault="005B0461" w:rsidP="005B0461">
      <w:r>
        <w:t>189.4506</w:t>
      </w:r>
      <w:r>
        <w:tab/>
        <w:t>1.013e0</w:t>
      </w:r>
    </w:p>
    <w:p w:rsidR="005B0461" w:rsidRDefault="005B0461" w:rsidP="005B0461">
      <w:r>
        <w:t>189.4542</w:t>
      </w:r>
      <w:r>
        <w:tab/>
        <w:t>1.013e0</w:t>
      </w:r>
    </w:p>
    <w:p w:rsidR="005B0461" w:rsidRDefault="005B0461" w:rsidP="005B0461">
      <w:r>
        <w:t>189.4615</w:t>
      </w:r>
      <w:r>
        <w:tab/>
        <w:t>1.013e0</w:t>
      </w:r>
    </w:p>
    <w:p w:rsidR="005B0461" w:rsidRDefault="005B0461" w:rsidP="005B0461">
      <w:r>
        <w:t>189.4871</w:t>
      </w:r>
      <w:r>
        <w:tab/>
        <w:t>2.025e0</w:t>
      </w:r>
    </w:p>
    <w:p w:rsidR="005B0461" w:rsidRDefault="005B0461" w:rsidP="005B0461">
      <w:r>
        <w:t>189.4890</w:t>
      </w:r>
      <w:r>
        <w:tab/>
        <w:t>2.025e0</w:t>
      </w:r>
    </w:p>
    <w:p w:rsidR="005B0461" w:rsidRDefault="005B0461" w:rsidP="005B0461">
      <w:r>
        <w:t>189.5257</w:t>
      </w:r>
      <w:r>
        <w:tab/>
        <w:t>3.038e0</w:t>
      </w:r>
    </w:p>
    <w:p w:rsidR="005B0461" w:rsidRDefault="005B0461" w:rsidP="005B0461">
      <w:r>
        <w:t>189.5319</w:t>
      </w:r>
      <w:r>
        <w:tab/>
        <w:t>4.051e0</w:t>
      </w:r>
    </w:p>
    <w:p w:rsidR="005B0461" w:rsidRDefault="005B0461" w:rsidP="005B0461">
      <w:r>
        <w:lastRenderedPageBreak/>
        <w:t>189.5492</w:t>
      </w:r>
      <w:r>
        <w:tab/>
        <w:t>1.013e0</w:t>
      </w:r>
    </w:p>
    <w:p w:rsidR="005B0461" w:rsidRDefault="005B0461" w:rsidP="005B0461">
      <w:r>
        <w:t>189.5529</w:t>
      </w:r>
      <w:r>
        <w:tab/>
        <w:t>1.013e0</w:t>
      </w:r>
    </w:p>
    <w:p w:rsidR="005B0461" w:rsidRDefault="005B0461" w:rsidP="005B0461">
      <w:r>
        <w:t>189.5648</w:t>
      </w:r>
      <w:r>
        <w:tab/>
        <w:t>3.038e0</w:t>
      </w:r>
    </w:p>
    <w:p w:rsidR="005B0461" w:rsidRDefault="005B0461" w:rsidP="005B0461">
      <w:r>
        <w:t>189.5748</w:t>
      </w:r>
      <w:r>
        <w:tab/>
        <w:t>1.013e0</w:t>
      </w:r>
    </w:p>
    <w:p w:rsidR="005B0461" w:rsidRDefault="005B0461" w:rsidP="005B0461">
      <w:r>
        <w:t>189.5876</w:t>
      </w:r>
      <w:r>
        <w:tab/>
        <w:t>2.025e0</w:t>
      </w:r>
    </w:p>
    <w:p w:rsidR="005B0461" w:rsidRDefault="005B0461" w:rsidP="005B0461">
      <w:r>
        <w:t>189.6113</w:t>
      </w:r>
      <w:r>
        <w:tab/>
        <w:t>1.013e0</w:t>
      </w:r>
    </w:p>
    <w:p w:rsidR="005B0461" w:rsidRDefault="005B0461" w:rsidP="005B0461">
      <w:r>
        <w:t>189.6150</w:t>
      </w:r>
      <w:r>
        <w:tab/>
        <w:t>1.013e0</w:t>
      </w:r>
    </w:p>
    <w:p w:rsidR="005B0461" w:rsidRDefault="005B0461" w:rsidP="005B0461">
      <w:r>
        <w:t>189.6187</w:t>
      </w:r>
      <w:r>
        <w:tab/>
        <w:t>1.013e0</w:t>
      </w:r>
    </w:p>
    <w:p w:rsidR="005B0461" w:rsidRDefault="005B0461" w:rsidP="005B0461">
      <w:r>
        <w:t>189.6241</w:t>
      </w:r>
      <w:r>
        <w:tab/>
        <w:t>2.025e0</w:t>
      </w:r>
    </w:p>
    <w:p w:rsidR="005B0461" w:rsidRDefault="005B0461" w:rsidP="005B0461">
      <w:r>
        <w:t>189.6333</w:t>
      </w:r>
      <w:r>
        <w:tab/>
        <w:t>1.013e0</w:t>
      </w:r>
    </w:p>
    <w:p w:rsidR="005B0461" w:rsidRDefault="005B0461" w:rsidP="005B0461">
      <w:r>
        <w:t>189.6369</w:t>
      </w:r>
      <w:r>
        <w:tab/>
        <w:t>1.013e0</w:t>
      </w:r>
    </w:p>
    <w:p w:rsidR="005B0461" w:rsidRDefault="005B0461" w:rsidP="005B0461">
      <w:r>
        <w:t>189.6625</w:t>
      </w:r>
      <w:r>
        <w:tab/>
        <w:t>3.038e0</w:t>
      </w:r>
    </w:p>
    <w:p w:rsidR="005B0461" w:rsidRDefault="005B0461" w:rsidP="005B0461">
      <w:r>
        <w:t>189.6698</w:t>
      </w:r>
      <w:r>
        <w:tab/>
        <w:t>1.013e0</w:t>
      </w:r>
    </w:p>
    <w:p w:rsidR="005B0461" w:rsidRDefault="005B0461" w:rsidP="005B0461">
      <w:r>
        <w:t>189.7082</w:t>
      </w:r>
      <w:r>
        <w:tab/>
        <w:t>2.025e0</w:t>
      </w:r>
    </w:p>
    <w:p w:rsidR="005B0461" w:rsidRDefault="005B0461" w:rsidP="005B0461">
      <w:r>
        <w:t>189.7101</w:t>
      </w:r>
      <w:r>
        <w:tab/>
        <w:t>2.025e0</w:t>
      </w:r>
    </w:p>
    <w:p w:rsidR="005B0461" w:rsidRDefault="005B0461" w:rsidP="005B0461">
      <w:r>
        <w:t>189.7228</w:t>
      </w:r>
      <w:r>
        <w:tab/>
        <w:t>2.025e0</w:t>
      </w:r>
    </w:p>
    <w:p w:rsidR="005B0461" w:rsidRDefault="005B0461" w:rsidP="005B0461">
      <w:r>
        <w:t>189.7283</w:t>
      </w:r>
      <w:r>
        <w:tab/>
        <w:t>2.025e0</w:t>
      </w:r>
    </w:p>
    <w:p w:rsidR="005B0461" w:rsidRDefault="005B0461" w:rsidP="005B0461">
      <w:r>
        <w:t>189.7302</w:t>
      </w:r>
      <w:r>
        <w:tab/>
        <w:t>2.025e0</w:t>
      </w:r>
    </w:p>
    <w:p w:rsidR="005B0461" w:rsidRDefault="005B0461" w:rsidP="005B0461">
      <w:r>
        <w:t>189.7503</w:t>
      </w:r>
      <w:r>
        <w:tab/>
        <w:t>1.013e0</w:t>
      </w:r>
    </w:p>
    <w:p w:rsidR="005B0461" w:rsidRDefault="005B0461" w:rsidP="005B0461">
      <w:r>
        <w:lastRenderedPageBreak/>
        <w:t>189.7649</w:t>
      </w:r>
      <w:r>
        <w:tab/>
        <w:t>3.038e0</w:t>
      </w:r>
    </w:p>
    <w:p w:rsidR="005B0461" w:rsidRDefault="005B0461" w:rsidP="005B0461">
      <w:r>
        <w:t>189.7686</w:t>
      </w:r>
      <w:r>
        <w:tab/>
        <w:t>1.013e0</w:t>
      </w:r>
    </w:p>
    <w:p w:rsidR="005B0461" w:rsidRDefault="005B0461" w:rsidP="005B0461">
      <w:r>
        <w:t>189.7722</w:t>
      </w:r>
      <w:r>
        <w:tab/>
        <w:t>1.013e0</w:t>
      </w:r>
    </w:p>
    <w:p w:rsidR="005B0461" w:rsidRDefault="005B0461" w:rsidP="005B0461">
      <w:r>
        <w:t>189.8051</w:t>
      </w:r>
      <w:r>
        <w:tab/>
        <w:t>1.013e0</w:t>
      </w:r>
    </w:p>
    <w:p w:rsidR="005B0461" w:rsidRDefault="005B0461" w:rsidP="005B0461">
      <w:r>
        <w:t>189.8234</w:t>
      </w:r>
      <w:r>
        <w:tab/>
        <w:t>1.013e0</w:t>
      </w:r>
    </w:p>
    <w:p w:rsidR="005B0461" w:rsidRDefault="005B0461" w:rsidP="005B0461">
      <w:r>
        <w:t>189.8344</w:t>
      </w:r>
      <w:r>
        <w:tab/>
        <w:t>1.013e0</w:t>
      </w:r>
    </w:p>
    <w:p w:rsidR="005B0461" w:rsidRDefault="005B0461" w:rsidP="005B0461">
      <w:r>
        <w:t>189.8453</w:t>
      </w:r>
      <w:r>
        <w:tab/>
        <w:t>1.013e0</w:t>
      </w:r>
    </w:p>
    <w:p w:rsidR="005B0461" w:rsidRDefault="005B0461" w:rsidP="005B0461">
      <w:r>
        <w:t>189.8563</w:t>
      </w:r>
      <w:r>
        <w:tab/>
        <w:t>1.013e0</w:t>
      </w:r>
    </w:p>
    <w:p w:rsidR="005B0461" w:rsidRDefault="005B0461" w:rsidP="005B0461">
      <w:r>
        <w:t>189.8892</w:t>
      </w:r>
      <w:r>
        <w:tab/>
        <w:t>2.025e0</w:t>
      </w:r>
    </w:p>
    <w:p w:rsidR="005B0461" w:rsidRDefault="005B0461" w:rsidP="005B0461">
      <w:r>
        <w:t>189.9064</w:t>
      </w:r>
      <w:r>
        <w:tab/>
        <w:t>3.038e0</w:t>
      </w:r>
    </w:p>
    <w:p w:rsidR="005B0461" w:rsidRDefault="005B0461" w:rsidP="005B0461">
      <w:r>
        <w:t>189.9147</w:t>
      </w:r>
      <w:r>
        <w:tab/>
        <w:t>1.013e0</w:t>
      </w:r>
    </w:p>
    <w:p w:rsidR="005B0461" w:rsidRDefault="005B0461" w:rsidP="005B0461">
      <w:r>
        <w:t>189.9606</w:t>
      </w:r>
      <w:r>
        <w:tab/>
        <w:t>2.025e0</w:t>
      </w:r>
    </w:p>
    <w:p w:rsidR="005B0461" w:rsidRDefault="005B0461" w:rsidP="005B0461">
      <w:r>
        <w:t>189.9773</w:t>
      </w:r>
      <w:r>
        <w:tab/>
        <w:t>6.076e0</w:t>
      </w:r>
    </w:p>
    <w:p w:rsidR="005B0461" w:rsidRDefault="005B0461" w:rsidP="005B0461">
      <w:r>
        <w:t>189.9813</w:t>
      </w:r>
      <w:r>
        <w:tab/>
        <w:t>6.076e0</w:t>
      </w:r>
    </w:p>
    <w:p w:rsidR="005B0461" w:rsidRDefault="005B0461" w:rsidP="005B0461">
      <w:r>
        <w:t>189.9917</w:t>
      </w:r>
      <w:r>
        <w:tab/>
        <w:t>2.906e0</w:t>
      </w:r>
    </w:p>
    <w:p w:rsidR="005B0461" w:rsidRDefault="005B0461" w:rsidP="005B0461">
      <w:r>
        <w:t>190.0263</w:t>
      </w:r>
      <w:r>
        <w:tab/>
        <w:t>7.089e0</w:t>
      </w:r>
    </w:p>
    <w:p w:rsidR="005B0461" w:rsidRDefault="005B0461" w:rsidP="005B0461">
      <w:r>
        <w:t>190.0332</w:t>
      </w:r>
      <w:r>
        <w:tab/>
        <w:t>5.174e0</w:t>
      </w:r>
    </w:p>
    <w:p w:rsidR="005B0461" w:rsidRDefault="005B0461" w:rsidP="005B0461">
      <w:r>
        <w:t>190.0360</w:t>
      </w:r>
      <w:r>
        <w:tab/>
        <w:t>1.215e1</w:t>
      </w:r>
    </w:p>
    <w:p w:rsidR="005B0461" w:rsidRDefault="005B0461" w:rsidP="005B0461">
      <w:r>
        <w:t>190.0383</w:t>
      </w:r>
      <w:r>
        <w:tab/>
        <w:t>5.063e0</w:t>
      </w:r>
    </w:p>
    <w:p w:rsidR="005B0461" w:rsidRDefault="005B0461" w:rsidP="005B0461">
      <w:r>
        <w:lastRenderedPageBreak/>
        <w:t>190.0615</w:t>
      </w:r>
      <w:r>
        <w:tab/>
        <w:t>2.025e0</w:t>
      </w:r>
    </w:p>
    <w:p w:rsidR="005B0461" w:rsidRDefault="005B0461" w:rsidP="005B0461">
      <w:r>
        <w:t>190.0652</w:t>
      </w:r>
      <w:r>
        <w:tab/>
        <w:t>2.025e0</w:t>
      </w:r>
    </w:p>
    <w:p w:rsidR="005B0461" w:rsidRDefault="005B0461" w:rsidP="005B0461">
      <w:r>
        <w:t>190.0669</w:t>
      </w:r>
      <w:r>
        <w:tab/>
        <w:t>3.038e0</w:t>
      </w:r>
    </w:p>
    <w:p w:rsidR="005B0461" w:rsidRDefault="005B0461" w:rsidP="005B0461">
      <w:r>
        <w:t>190.0836</w:t>
      </w:r>
      <w:r>
        <w:tab/>
        <w:t>3.038e0</w:t>
      </w:r>
    </w:p>
    <w:p w:rsidR="005B0461" w:rsidRDefault="005B0461" w:rsidP="005B0461">
      <w:r>
        <w:t>190.0910</w:t>
      </w:r>
      <w:r>
        <w:tab/>
        <w:t>3.049e0</w:t>
      </w:r>
    </w:p>
    <w:p w:rsidR="005B0461" w:rsidRDefault="005B0461" w:rsidP="005B0461">
      <w:r>
        <w:t>190.0990</w:t>
      </w:r>
      <w:r>
        <w:tab/>
        <w:t>2.443e0</w:t>
      </w:r>
    </w:p>
    <w:p w:rsidR="005B0461" w:rsidRDefault="005B0461" w:rsidP="005B0461">
      <w:r>
        <w:t>190.1118</w:t>
      </w:r>
      <w:r>
        <w:tab/>
        <w:t>2.853e0</w:t>
      </w:r>
    </w:p>
    <w:p w:rsidR="005B0461" w:rsidRDefault="005B0461" w:rsidP="005B0461">
      <w:r>
        <w:t>190.1231</w:t>
      </w:r>
      <w:r>
        <w:tab/>
        <w:t>2.909e0</w:t>
      </w:r>
    </w:p>
    <w:p w:rsidR="005B0461" w:rsidRDefault="005B0461" w:rsidP="005B0461">
      <w:r>
        <w:t>190.1555</w:t>
      </w:r>
      <w:r>
        <w:tab/>
        <w:t>2.711e0</w:t>
      </w:r>
    </w:p>
    <w:p w:rsidR="005B0461" w:rsidRDefault="005B0461" w:rsidP="005B0461">
      <w:r>
        <w:t>190.1584</w:t>
      </w:r>
      <w:r>
        <w:tab/>
        <w:t>3.725e0</w:t>
      </w:r>
    </w:p>
    <w:p w:rsidR="005B0461" w:rsidRDefault="005B0461" w:rsidP="005B0461">
      <w:r>
        <w:t>190.1792</w:t>
      </w:r>
      <w:r>
        <w:tab/>
        <w:t>4.051e0</w:t>
      </w:r>
    </w:p>
    <w:p w:rsidR="005B0461" w:rsidRDefault="005B0461" w:rsidP="005B0461">
      <w:r>
        <w:t>190.1977</w:t>
      </w:r>
      <w:r>
        <w:tab/>
        <w:t>1.013e0</w:t>
      </w:r>
    </w:p>
    <w:p w:rsidR="005B0461" w:rsidRDefault="005B0461" w:rsidP="005B0461">
      <w:r>
        <w:t>190.2050</w:t>
      </w:r>
      <w:r>
        <w:tab/>
        <w:t>1.013e0</w:t>
      </w:r>
    </w:p>
    <w:p w:rsidR="005B0461" w:rsidRDefault="005B0461" w:rsidP="005B0461">
      <w:r>
        <w:t>190.2271</w:t>
      </w:r>
      <w:r>
        <w:tab/>
        <w:t>1.013e0</w:t>
      </w:r>
    </w:p>
    <w:p w:rsidR="005B0461" w:rsidRDefault="005B0461" w:rsidP="005B0461">
      <w:r>
        <w:t>190.2345</w:t>
      </w:r>
      <w:r>
        <w:tab/>
        <w:t>1.013e0</w:t>
      </w:r>
    </w:p>
    <w:p w:rsidR="005B0461" w:rsidRDefault="005B0461" w:rsidP="005B0461">
      <w:r>
        <w:t>190.2492</w:t>
      </w:r>
      <w:r>
        <w:tab/>
        <w:t>1.013e0</w:t>
      </w:r>
    </w:p>
    <w:p w:rsidR="005B0461" w:rsidRDefault="005B0461" w:rsidP="005B0461">
      <w:r>
        <w:t>190.2584</w:t>
      </w:r>
      <w:r>
        <w:tab/>
        <w:t>2.025e0</w:t>
      </w:r>
    </w:p>
    <w:p w:rsidR="005B0461" w:rsidRDefault="005B0461" w:rsidP="005B0461">
      <w:r>
        <w:t>190.2712</w:t>
      </w:r>
      <w:r>
        <w:tab/>
        <w:t>1.013e0</w:t>
      </w:r>
    </w:p>
    <w:p w:rsidR="005B0461" w:rsidRDefault="005B0461" w:rsidP="005B0461">
      <w:r>
        <w:t>190.2785</w:t>
      </w:r>
      <w:r>
        <w:tab/>
        <w:t>1.013e0</w:t>
      </w:r>
    </w:p>
    <w:p w:rsidR="005B0461" w:rsidRDefault="005B0461" w:rsidP="005B0461">
      <w:r>
        <w:lastRenderedPageBreak/>
        <w:t>190.2821</w:t>
      </w:r>
      <w:r>
        <w:tab/>
        <w:t>1.013e0</w:t>
      </w:r>
    </w:p>
    <w:p w:rsidR="005B0461" w:rsidRDefault="005B0461" w:rsidP="005B0461">
      <w:r>
        <w:t>190.3096</w:t>
      </w:r>
      <w:r>
        <w:tab/>
        <w:t>4.051e0</w:t>
      </w:r>
    </w:p>
    <w:p w:rsidR="005B0461" w:rsidRDefault="005B0461" w:rsidP="005B0461">
      <w:r>
        <w:t>190.3150</w:t>
      </w:r>
      <w:r>
        <w:tab/>
        <w:t>1.013e0</w:t>
      </w:r>
    </w:p>
    <w:p w:rsidR="005B0461" w:rsidRDefault="005B0461" w:rsidP="005B0461">
      <w:r>
        <w:t>190.3461</w:t>
      </w:r>
      <w:r>
        <w:tab/>
        <w:t>2.025e0</w:t>
      </w:r>
    </w:p>
    <w:p w:rsidR="005B0461" w:rsidRDefault="005B0461" w:rsidP="005B0461">
      <w:r>
        <w:t>190.3552</w:t>
      </w:r>
      <w:r>
        <w:tab/>
        <w:t>1.013e0</w:t>
      </w:r>
    </w:p>
    <w:p w:rsidR="005B0461" w:rsidRDefault="005B0461" w:rsidP="005B0461">
      <w:r>
        <w:t>190.3625</w:t>
      </w:r>
      <w:r>
        <w:tab/>
        <w:t>1.013e0</w:t>
      </w:r>
    </w:p>
    <w:p w:rsidR="005B0461" w:rsidRDefault="005B0461" w:rsidP="005B0461">
      <w:r>
        <w:t>190.4101</w:t>
      </w:r>
      <w:r>
        <w:tab/>
        <w:t>1.013e0</w:t>
      </w:r>
    </w:p>
    <w:p w:rsidR="005B0461" w:rsidRDefault="005B0461" w:rsidP="005B0461">
      <w:r>
        <w:t>190.4138</w:t>
      </w:r>
      <w:r>
        <w:tab/>
        <w:t>1.013e0</w:t>
      </w:r>
    </w:p>
    <w:p w:rsidR="005B0461" w:rsidRDefault="005B0461" w:rsidP="005B0461">
      <w:r>
        <w:t>190.4504</w:t>
      </w:r>
      <w:r>
        <w:tab/>
        <w:t>3.038e0</w:t>
      </w:r>
    </w:p>
    <w:p w:rsidR="005B0461" w:rsidRDefault="005B0461" w:rsidP="005B0461">
      <w:r>
        <w:t>190.4614</w:t>
      </w:r>
      <w:r>
        <w:tab/>
        <w:t>1.013e0</w:t>
      </w:r>
    </w:p>
    <w:p w:rsidR="005B0461" w:rsidRDefault="005B0461" w:rsidP="005B0461">
      <w:r>
        <w:t>190.4724</w:t>
      </w:r>
      <w:r>
        <w:tab/>
        <w:t>1.013e0</w:t>
      </w:r>
    </w:p>
    <w:p w:rsidR="005B0461" w:rsidRDefault="005B0461" w:rsidP="005B0461">
      <w:r>
        <w:t>190.4870</w:t>
      </w:r>
      <w:r>
        <w:tab/>
        <w:t>1.013e0</w:t>
      </w:r>
    </w:p>
    <w:p w:rsidR="005B0461" w:rsidRDefault="005B0461" w:rsidP="005B0461">
      <w:r>
        <w:t>190.5163</w:t>
      </w:r>
      <w:r>
        <w:tab/>
        <w:t>1.013e0</w:t>
      </w:r>
    </w:p>
    <w:p w:rsidR="005B0461" w:rsidRDefault="005B0461" w:rsidP="005B0461">
      <w:r>
        <w:t>190.5200</w:t>
      </w:r>
      <w:r>
        <w:tab/>
        <w:t>2.025e0</w:t>
      </w:r>
    </w:p>
    <w:p w:rsidR="005B0461" w:rsidRDefault="005B0461" w:rsidP="005B0461">
      <w:r>
        <w:t>190.5273</w:t>
      </w:r>
      <w:r>
        <w:tab/>
        <w:t>1.013e0</w:t>
      </w:r>
    </w:p>
    <w:p w:rsidR="005B0461" w:rsidRDefault="005B0461" w:rsidP="005B0461">
      <w:r>
        <w:t>190.5530</w:t>
      </w:r>
      <w:r>
        <w:tab/>
        <w:t>1.667e1</w:t>
      </w:r>
    </w:p>
    <w:p w:rsidR="005B0461" w:rsidRDefault="005B0461" w:rsidP="005B0461">
      <w:r>
        <w:t>190.5569</w:t>
      </w:r>
      <w:r>
        <w:tab/>
        <w:t>2.329e1</w:t>
      </w:r>
    </w:p>
    <w:p w:rsidR="005B0461" w:rsidRDefault="005B0461" w:rsidP="005B0461">
      <w:r>
        <w:t>190.5584</w:t>
      </w:r>
      <w:r>
        <w:tab/>
        <w:t>8.101e0</w:t>
      </w:r>
    </w:p>
    <w:p w:rsidR="005B0461" w:rsidRDefault="005B0461" w:rsidP="005B0461">
      <w:r>
        <w:t>190.5822</w:t>
      </w:r>
      <w:r>
        <w:tab/>
        <w:t>1.013e0</w:t>
      </w:r>
    </w:p>
    <w:p w:rsidR="005B0461" w:rsidRDefault="005B0461" w:rsidP="005B0461">
      <w:r>
        <w:lastRenderedPageBreak/>
        <w:t>190.5981</w:t>
      </w:r>
      <w:r>
        <w:tab/>
        <w:t>4.051e0</w:t>
      </w:r>
    </w:p>
    <w:p w:rsidR="005B0461" w:rsidRDefault="005B0461" w:rsidP="005B0461">
      <w:r>
        <w:t>190.6042</w:t>
      </w:r>
      <w:r>
        <w:tab/>
        <w:t>2.025e0</w:t>
      </w:r>
    </w:p>
    <w:p w:rsidR="005B0461" w:rsidRDefault="005B0461" w:rsidP="005B0461">
      <w:r>
        <w:t>190.6115</w:t>
      </w:r>
      <w:r>
        <w:tab/>
        <w:t>1.013e0</w:t>
      </w:r>
    </w:p>
    <w:p w:rsidR="005B0461" w:rsidRDefault="005B0461" w:rsidP="005B0461">
      <w:r>
        <w:t>190.6188</w:t>
      </w:r>
      <w:r>
        <w:tab/>
        <w:t>1.013e0</w:t>
      </w:r>
    </w:p>
    <w:p w:rsidR="005B0461" w:rsidRDefault="005B0461" w:rsidP="005B0461">
      <w:r>
        <w:t>190.6261</w:t>
      </w:r>
      <w:r>
        <w:tab/>
        <w:t>1.013e0</w:t>
      </w:r>
    </w:p>
    <w:p w:rsidR="005B0461" w:rsidRDefault="005B0461" w:rsidP="005B0461">
      <w:r>
        <w:t>190.6408</w:t>
      </w:r>
      <w:r>
        <w:tab/>
        <w:t>1.013e0</w:t>
      </w:r>
    </w:p>
    <w:p w:rsidR="005B0461" w:rsidRDefault="005B0461" w:rsidP="005B0461">
      <w:r>
        <w:t>190.6646</w:t>
      </w:r>
      <w:r>
        <w:tab/>
        <w:t>2.025e0</w:t>
      </w:r>
    </w:p>
    <w:p w:rsidR="005B0461" w:rsidRDefault="005B0461" w:rsidP="005B0461">
      <w:r>
        <w:t>190.6737</w:t>
      </w:r>
      <w:r>
        <w:tab/>
        <w:t>1.013e0</w:t>
      </w:r>
    </w:p>
    <w:p w:rsidR="005B0461" w:rsidRDefault="005B0461" w:rsidP="005B0461">
      <w:r>
        <w:t>190.6774</w:t>
      </w:r>
      <w:r>
        <w:tab/>
        <w:t>1.013e0</w:t>
      </w:r>
    </w:p>
    <w:p w:rsidR="005B0461" w:rsidRDefault="005B0461" w:rsidP="005B0461">
      <w:r>
        <w:t>190.6883</w:t>
      </w:r>
      <w:r>
        <w:tab/>
        <w:t>1.013e0</w:t>
      </w:r>
    </w:p>
    <w:p w:rsidR="005B0461" w:rsidRDefault="005B0461" w:rsidP="005B0461">
      <w:r>
        <w:t>190.7066</w:t>
      </w:r>
      <w:r>
        <w:tab/>
        <w:t>4.051e0</w:t>
      </w:r>
    </w:p>
    <w:p w:rsidR="005B0461" w:rsidRDefault="005B0461" w:rsidP="005B0461">
      <w:r>
        <w:t>190.7121</w:t>
      </w:r>
      <w:r>
        <w:tab/>
        <w:t>2.025e0</w:t>
      </w:r>
    </w:p>
    <w:p w:rsidR="005B0461" w:rsidRDefault="005B0461" w:rsidP="005B0461">
      <w:r>
        <w:t>190.7359</w:t>
      </w:r>
      <w:r>
        <w:tab/>
        <w:t>1.013e0</w:t>
      </w:r>
    </w:p>
    <w:p w:rsidR="005B0461" w:rsidRDefault="005B0461" w:rsidP="005B0461">
      <w:r>
        <w:t>190.7453</w:t>
      </w:r>
      <w:r>
        <w:tab/>
        <w:t>2.025e0</w:t>
      </w:r>
    </w:p>
    <w:p w:rsidR="005B0461" w:rsidRDefault="005B0461" w:rsidP="005B0461">
      <w:r>
        <w:t>190.7469</w:t>
      </w:r>
      <w:r>
        <w:tab/>
        <w:t>1.013e0</w:t>
      </w:r>
    </w:p>
    <w:p w:rsidR="005B0461" w:rsidRDefault="005B0461" w:rsidP="005B0461">
      <w:r>
        <w:t>190.7580</w:t>
      </w:r>
      <w:r>
        <w:tab/>
        <w:t>1.013e0</w:t>
      </w:r>
    </w:p>
    <w:p w:rsidR="005B0461" w:rsidRDefault="005B0461" w:rsidP="005B0461">
      <w:r>
        <w:t>190.7740</w:t>
      </w:r>
      <w:r>
        <w:tab/>
        <w:t>3.038e0</w:t>
      </w:r>
    </w:p>
    <w:p w:rsidR="005B0461" w:rsidRDefault="005B0461" w:rsidP="005B0461">
      <w:r>
        <w:t>190.7765</w:t>
      </w:r>
      <w:r>
        <w:tab/>
        <w:t>1.013e0</w:t>
      </w:r>
    </w:p>
    <w:p w:rsidR="005B0461" w:rsidRDefault="005B0461" w:rsidP="005B0461">
      <w:r>
        <w:t>190.7877</w:t>
      </w:r>
      <w:r>
        <w:tab/>
        <w:t>2.025e0</w:t>
      </w:r>
    </w:p>
    <w:p w:rsidR="005B0461" w:rsidRDefault="005B0461" w:rsidP="005B0461">
      <w:r>
        <w:lastRenderedPageBreak/>
        <w:t>190.8023</w:t>
      </w:r>
      <w:r>
        <w:tab/>
        <w:t>1.013e0</w:t>
      </w:r>
    </w:p>
    <w:p w:rsidR="005B0461" w:rsidRDefault="005B0461" w:rsidP="005B0461">
      <w:r>
        <w:t>190.8171</w:t>
      </w:r>
      <w:r>
        <w:tab/>
        <w:t>1.013e0</w:t>
      </w:r>
    </w:p>
    <w:p w:rsidR="005B0461" w:rsidRDefault="005B0461" w:rsidP="005B0461">
      <w:r>
        <w:t>190.8190</w:t>
      </w:r>
      <w:r>
        <w:tab/>
        <w:t>2.025e0</w:t>
      </w:r>
    </w:p>
    <w:p w:rsidR="005B0461" w:rsidRDefault="005B0461" w:rsidP="005B0461">
      <w:r>
        <w:t>190.8466</w:t>
      </w:r>
      <w:r>
        <w:tab/>
        <w:t>3.038e0</w:t>
      </w:r>
    </w:p>
    <w:p w:rsidR="005B0461" w:rsidRDefault="005B0461" w:rsidP="005B0461">
      <w:r>
        <w:t>190.8651</w:t>
      </w:r>
      <w:r>
        <w:tab/>
        <w:t>1.013e0</w:t>
      </w:r>
    </w:p>
    <w:p w:rsidR="005B0461" w:rsidRDefault="005B0461" w:rsidP="005B0461">
      <w:r>
        <w:t>190.8779</w:t>
      </w:r>
      <w:r>
        <w:tab/>
        <w:t>2.025e0</w:t>
      </w:r>
    </w:p>
    <w:p w:rsidR="005B0461" w:rsidRDefault="005B0461" w:rsidP="005B0461">
      <w:r>
        <w:t>190.8872</w:t>
      </w:r>
      <w:r>
        <w:tab/>
        <w:t>1.013e0</w:t>
      </w:r>
    </w:p>
    <w:p w:rsidR="005B0461" w:rsidRDefault="005B0461" w:rsidP="005B0461">
      <w:r>
        <w:t>190.8946</w:t>
      </w:r>
      <w:r>
        <w:tab/>
        <w:t>1.013e0</w:t>
      </w:r>
    </w:p>
    <w:p w:rsidR="005B0461" w:rsidRDefault="005B0461" w:rsidP="005B0461">
      <w:r>
        <w:t>190.8983</w:t>
      </w:r>
      <w:r>
        <w:tab/>
        <w:t>1.013e0</w:t>
      </w:r>
    </w:p>
    <w:p w:rsidR="005B0461" w:rsidRDefault="005B0461" w:rsidP="005B0461">
      <w:r>
        <w:t>190.9040</w:t>
      </w:r>
      <w:r>
        <w:tab/>
        <w:t>4.051e0</w:t>
      </w:r>
    </w:p>
    <w:p w:rsidR="005B0461" w:rsidRDefault="005B0461" w:rsidP="005B0461">
      <w:r>
        <w:t>190.9241</w:t>
      </w:r>
      <w:r>
        <w:tab/>
        <w:t>3.038e0</w:t>
      </w:r>
    </w:p>
    <w:p w:rsidR="005B0461" w:rsidRDefault="005B0461" w:rsidP="005B0461">
      <w:r>
        <w:t>190.9300</w:t>
      </w:r>
      <w:r>
        <w:tab/>
        <w:t>4.051e0</w:t>
      </w:r>
    </w:p>
    <w:p w:rsidR="005B0461" w:rsidRDefault="005B0461" w:rsidP="005B0461">
      <w:r>
        <w:t>190.9389</w:t>
      </w:r>
      <w:r>
        <w:tab/>
        <w:t>2.025e0</w:t>
      </w:r>
    </w:p>
    <w:p w:rsidR="005B0461" w:rsidRDefault="005B0461" w:rsidP="005B0461">
      <w:r>
        <w:t>190.9647</w:t>
      </w:r>
      <w:r>
        <w:tab/>
        <w:t>1.013e0</w:t>
      </w:r>
    </w:p>
    <w:p w:rsidR="005B0461" w:rsidRDefault="005B0461" w:rsidP="005B0461">
      <w:r>
        <w:t>190.9664</w:t>
      </w:r>
      <w:r>
        <w:tab/>
        <w:t>2.025e0</w:t>
      </w:r>
    </w:p>
    <w:p w:rsidR="005B0461" w:rsidRDefault="005B0461" w:rsidP="005B0461">
      <w:r>
        <w:t>190.9738</w:t>
      </w:r>
      <w:r>
        <w:tab/>
        <w:t>2.025e0</w:t>
      </w:r>
    </w:p>
    <w:p w:rsidR="005B0461" w:rsidRDefault="005B0461" w:rsidP="005B0461">
      <w:r>
        <w:t>190.9818</w:t>
      </w:r>
      <w:r>
        <w:tab/>
        <w:t>3.038e0</w:t>
      </w:r>
    </w:p>
    <w:p w:rsidR="005B0461" w:rsidRDefault="005B0461" w:rsidP="005B0461">
      <w:r>
        <w:t>190.9903</w:t>
      </w:r>
      <w:r>
        <w:tab/>
        <w:t>2.025e0</w:t>
      </w:r>
    </w:p>
    <w:p w:rsidR="005B0461" w:rsidRDefault="005B0461" w:rsidP="005B0461">
      <w:r>
        <w:t>190.9921</w:t>
      </w:r>
      <w:r>
        <w:tab/>
        <w:t>2.025e0</w:t>
      </w:r>
    </w:p>
    <w:p w:rsidR="005B0461" w:rsidRDefault="005B0461" w:rsidP="005B0461">
      <w:r>
        <w:lastRenderedPageBreak/>
        <w:t>191.0151</w:t>
      </w:r>
      <w:r>
        <w:tab/>
        <w:t>3.038e0</w:t>
      </w:r>
    </w:p>
    <w:p w:rsidR="005B0461" w:rsidRDefault="005B0461" w:rsidP="005B0461">
      <w:r>
        <w:t>191.0269</w:t>
      </w:r>
      <w:r>
        <w:tab/>
        <w:t>1.013e0</w:t>
      </w:r>
    </w:p>
    <w:p w:rsidR="005B0461" w:rsidRDefault="005B0461" w:rsidP="005B0461">
      <w:r>
        <w:t>191.0434</w:t>
      </w:r>
      <w:r>
        <w:tab/>
        <w:t>2.025e0</w:t>
      </w:r>
    </w:p>
    <w:p w:rsidR="005B0461" w:rsidRDefault="005B0461" w:rsidP="005B0461">
      <w:r>
        <w:t>191.0519</w:t>
      </w:r>
      <w:r>
        <w:tab/>
        <w:t>6.076e0</w:t>
      </w:r>
    </w:p>
    <w:p w:rsidR="005B0461" w:rsidRDefault="005B0461" w:rsidP="005B0461">
      <w:r>
        <w:t>191.0625</w:t>
      </w:r>
      <w:r>
        <w:tab/>
        <w:t>3.726e0</w:t>
      </w:r>
    </w:p>
    <w:p w:rsidR="005B0461" w:rsidRDefault="005B0461" w:rsidP="005B0461">
      <w:r>
        <w:t>191.0782</w:t>
      </w:r>
      <w:r>
        <w:tab/>
        <w:t>2.025e0</w:t>
      </w:r>
    </w:p>
    <w:p w:rsidR="005B0461" w:rsidRDefault="005B0461" w:rsidP="005B0461">
      <w:r>
        <w:t>191.0855</w:t>
      </w:r>
      <w:r>
        <w:tab/>
        <w:t>2.025e0</w:t>
      </w:r>
    </w:p>
    <w:p w:rsidR="005B0461" w:rsidRDefault="005B0461" w:rsidP="005B0461">
      <w:r>
        <w:t>191.1126</w:t>
      </w:r>
      <w:r>
        <w:tab/>
        <w:t>2.386e0</w:t>
      </w:r>
    </w:p>
    <w:p w:rsidR="005B0461" w:rsidRDefault="005B0461" w:rsidP="005B0461">
      <w:r>
        <w:t>191.1222</w:t>
      </w:r>
      <w:r>
        <w:tab/>
        <w:t>2.057e0</w:t>
      </w:r>
    </w:p>
    <w:p w:rsidR="005B0461" w:rsidRDefault="005B0461" w:rsidP="005B0461">
      <w:r>
        <w:t>191.1281</w:t>
      </w:r>
      <w:r>
        <w:tab/>
        <w:t>3.302e0</w:t>
      </w:r>
    </w:p>
    <w:p w:rsidR="005B0461" w:rsidRDefault="005B0461" w:rsidP="005B0461">
      <w:r>
        <w:t>191.1336</w:t>
      </w:r>
      <w:r>
        <w:tab/>
        <w:t>1.848e0</w:t>
      </w:r>
    </w:p>
    <w:p w:rsidR="005B0461" w:rsidRDefault="005B0461" w:rsidP="005B0461">
      <w:r>
        <w:t>191.1412</w:t>
      </w:r>
      <w:r>
        <w:tab/>
        <w:t>2.386e0</w:t>
      </w:r>
    </w:p>
    <w:p w:rsidR="005B0461" w:rsidRDefault="005B0461" w:rsidP="005B0461">
      <w:r>
        <w:t>191.1643</w:t>
      </w:r>
      <w:r>
        <w:tab/>
        <w:t>2.025e0</w:t>
      </w:r>
    </w:p>
    <w:p w:rsidR="005B0461" w:rsidRDefault="005B0461" w:rsidP="005B0461">
      <w:r>
        <w:t>191.1666</w:t>
      </w:r>
      <w:r>
        <w:tab/>
        <w:t>6.076e0</w:t>
      </w:r>
    </w:p>
    <w:p w:rsidR="005B0461" w:rsidRDefault="005B0461" w:rsidP="005B0461">
      <w:r>
        <w:t>191.1715</w:t>
      </w:r>
      <w:r>
        <w:tab/>
        <w:t>3.038e0</w:t>
      </w:r>
    </w:p>
    <w:p w:rsidR="005B0461" w:rsidRDefault="005B0461" w:rsidP="005B0461">
      <w:r>
        <w:t>191.1991</w:t>
      </w:r>
      <w:r>
        <w:tab/>
        <w:t>3.038e0</w:t>
      </w:r>
    </w:p>
    <w:p w:rsidR="005B0461" w:rsidRDefault="005B0461" w:rsidP="005B0461">
      <w:r>
        <w:t>191.2083</w:t>
      </w:r>
      <w:r>
        <w:tab/>
        <w:t>2.025e0</w:t>
      </w:r>
    </w:p>
    <w:p w:rsidR="005B0461" w:rsidRDefault="005B0461" w:rsidP="005B0461">
      <w:r>
        <w:t>191.2138</w:t>
      </w:r>
      <w:r>
        <w:tab/>
        <w:t>2.025e0</w:t>
      </w:r>
    </w:p>
    <w:p w:rsidR="005B0461" w:rsidRDefault="005B0461" w:rsidP="005B0461">
      <w:r>
        <w:t>191.2358</w:t>
      </w:r>
      <w:r>
        <w:tab/>
        <w:t>1.013e0</w:t>
      </w:r>
    </w:p>
    <w:p w:rsidR="005B0461" w:rsidRDefault="005B0461" w:rsidP="005B0461">
      <w:r>
        <w:lastRenderedPageBreak/>
        <w:t>191.2395</w:t>
      </w:r>
      <w:r>
        <w:tab/>
        <w:t>2.025e0</w:t>
      </w:r>
    </w:p>
    <w:p w:rsidR="005B0461" w:rsidRDefault="005B0461" w:rsidP="005B0461">
      <w:r>
        <w:t>191.2541</w:t>
      </w:r>
      <w:r>
        <w:tab/>
        <w:t>1.013e0</w:t>
      </w:r>
    </w:p>
    <w:p w:rsidR="005B0461" w:rsidRDefault="005B0461" w:rsidP="005B0461">
      <w:r>
        <w:t>191.2578</w:t>
      </w:r>
      <w:r>
        <w:tab/>
        <w:t>3.038e0</w:t>
      </w:r>
    </w:p>
    <w:p w:rsidR="005B0461" w:rsidRDefault="005B0461" w:rsidP="005B0461">
      <w:r>
        <w:t>191.2761</w:t>
      </w:r>
      <w:r>
        <w:tab/>
        <w:t>1.013e0</w:t>
      </w:r>
    </w:p>
    <w:p w:rsidR="005B0461" w:rsidRDefault="005B0461" w:rsidP="005B0461">
      <w:r>
        <w:t>191.2944</w:t>
      </w:r>
      <w:r>
        <w:tab/>
        <w:t>1.013e0</w:t>
      </w:r>
    </w:p>
    <w:p w:rsidR="005B0461" w:rsidRDefault="005B0461" w:rsidP="005B0461">
      <w:r>
        <w:t>191.3054</w:t>
      </w:r>
      <w:r>
        <w:tab/>
        <w:t>1.013e0</w:t>
      </w:r>
    </w:p>
    <w:p w:rsidR="005B0461" w:rsidRDefault="005B0461" w:rsidP="005B0461">
      <w:r>
        <w:t>191.3237</w:t>
      </w:r>
      <w:r>
        <w:tab/>
        <w:t>1.013e0</w:t>
      </w:r>
    </w:p>
    <w:p w:rsidR="005B0461" w:rsidRDefault="005B0461" w:rsidP="005B0461">
      <w:r>
        <w:t>191.3310</w:t>
      </w:r>
      <w:r>
        <w:tab/>
        <w:t>2.025e0</w:t>
      </w:r>
    </w:p>
    <w:p w:rsidR="005B0461" w:rsidRDefault="005B0461" w:rsidP="005B0461">
      <w:r>
        <w:t>191.3328</w:t>
      </w:r>
      <w:r>
        <w:tab/>
        <w:t>2.025e0</w:t>
      </w:r>
    </w:p>
    <w:p w:rsidR="005B0461" w:rsidRDefault="005B0461" w:rsidP="005B0461">
      <w:r>
        <w:t>191.3458</w:t>
      </w:r>
      <w:r>
        <w:tab/>
        <w:t>2.025e0</w:t>
      </w:r>
    </w:p>
    <w:p w:rsidR="005B0461" w:rsidRDefault="005B0461" w:rsidP="005B0461">
      <w:r>
        <w:t>191.3631</w:t>
      </w:r>
      <w:r>
        <w:tab/>
        <w:t>3.038e0</w:t>
      </w:r>
    </w:p>
    <w:p w:rsidR="005B0461" w:rsidRDefault="005B0461" w:rsidP="005B0461">
      <w:r>
        <w:t>191.3901</w:t>
      </w:r>
      <w:r>
        <w:tab/>
        <w:t>1.013e0</w:t>
      </w:r>
    </w:p>
    <w:p w:rsidR="005B0461" w:rsidRDefault="005B0461" w:rsidP="005B0461">
      <w:r>
        <w:t>191.4062</w:t>
      </w:r>
      <w:r>
        <w:tab/>
        <w:t>3.038e0</w:t>
      </w:r>
    </w:p>
    <w:p w:rsidR="005B0461" w:rsidRDefault="005B0461" w:rsidP="005B0461">
      <w:r>
        <w:t>191.4345</w:t>
      </w:r>
      <w:r>
        <w:tab/>
        <w:t>1.013e0</w:t>
      </w:r>
    </w:p>
    <w:p w:rsidR="005B0461" w:rsidRDefault="005B0461" w:rsidP="005B0461">
      <w:r>
        <w:t>191.4566</w:t>
      </w:r>
      <w:r>
        <w:tab/>
        <w:t>2.025e0</w:t>
      </w:r>
    </w:p>
    <w:p w:rsidR="005B0461" w:rsidRDefault="005B0461" w:rsidP="005B0461">
      <w:r>
        <w:t>191.4738</w:t>
      </w:r>
      <w:r>
        <w:tab/>
        <w:t>3.038e0</w:t>
      </w:r>
    </w:p>
    <w:p w:rsidR="005B0461" w:rsidRDefault="005B0461" w:rsidP="005B0461">
      <w:r>
        <w:t>191.4789</w:t>
      </w:r>
      <w:r>
        <w:tab/>
        <w:t>2.025e0</w:t>
      </w:r>
    </w:p>
    <w:p w:rsidR="005B0461" w:rsidRDefault="005B0461" w:rsidP="005B0461">
      <w:r>
        <w:t>191.5011</w:t>
      </w:r>
      <w:r>
        <w:tab/>
        <w:t>1.013e0</w:t>
      </w:r>
    </w:p>
    <w:p w:rsidR="005B0461" w:rsidRDefault="005B0461" w:rsidP="005B0461">
      <w:r>
        <w:t>191.5233</w:t>
      </w:r>
      <w:r>
        <w:tab/>
        <w:t>1.013e0</w:t>
      </w:r>
    </w:p>
    <w:p w:rsidR="005B0461" w:rsidRDefault="005B0461" w:rsidP="005B0461">
      <w:r>
        <w:lastRenderedPageBreak/>
        <w:t>191.5270</w:t>
      </w:r>
      <w:r>
        <w:tab/>
        <w:t>1.013e0</w:t>
      </w:r>
    </w:p>
    <w:p w:rsidR="005B0461" w:rsidRDefault="005B0461" w:rsidP="005B0461">
      <w:r>
        <w:t>191.5288</w:t>
      </w:r>
      <w:r>
        <w:tab/>
        <w:t>2.025e0</w:t>
      </w:r>
    </w:p>
    <w:p w:rsidR="005B0461" w:rsidRDefault="005B0461" w:rsidP="005B0461">
      <w:r>
        <w:t>191.5381</w:t>
      </w:r>
      <w:r>
        <w:tab/>
        <w:t>1.013e0</w:t>
      </w:r>
    </w:p>
    <w:p w:rsidR="005B0461" w:rsidRDefault="005B0461" w:rsidP="005B0461">
      <w:r>
        <w:t>191.5454</w:t>
      </w:r>
      <w:r>
        <w:tab/>
        <w:t>1.013e0</w:t>
      </w:r>
    </w:p>
    <w:p w:rsidR="005B0461" w:rsidRDefault="005B0461" w:rsidP="005B0461">
      <w:r>
        <w:t>191.5527</w:t>
      </w:r>
      <w:r>
        <w:tab/>
        <w:t>3.038e0</w:t>
      </w:r>
    </w:p>
    <w:p w:rsidR="005B0461" w:rsidRDefault="005B0461" w:rsidP="005B0461">
      <w:r>
        <w:t>191.5710</w:t>
      </w:r>
      <w:r>
        <w:tab/>
        <w:t>2.025e0</w:t>
      </w:r>
    </w:p>
    <w:p w:rsidR="005B0461" w:rsidRDefault="005B0461" w:rsidP="005B0461">
      <w:r>
        <w:t>191.5747</w:t>
      </w:r>
      <w:r>
        <w:tab/>
        <w:t>3.038e0</w:t>
      </w:r>
    </w:p>
    <w:p w:rsidR="005B0461" w:rsidRDefault="005B0461" w:rsidP="005B0461">
      <w:r>
        <w:t>191.5820</w:t>
      </w:r>
      <w:r>
        <w:tab/>
        <w:t>2.025e0</w:t>
      </w:r>
    </w:p>
    <w:p w:rsidR="005B0461" w:rsidRDefault="005B0461" w:rsidP="005B0461">
      <w:r>
        <w:t>191.6003</w:t>
      </w:r>
      <w:r>
        <w:tab/>
        <w:t>1.013e0</w:t>
      </w:r>
    </w:p>
    <w:p w:rsidR="005B0461" w:rsidRDefault="005B0461" w:rsidP="005B0461">
      <w:r>
        <w:t>191.6077</w:t>
      </w:r>
      <w:r>
        <w:tab/>
        <w:t>1.013e0</w:t>
      </w:r>
    </w:p>
    <w:p w:rsidR="005B0461" w:rsidRDefault="005B0461" w:rsidP="005B0461">
      <w:r>
        <w:t>191.6279</w:t>
      </w:r>
      <w:r>
        <w:tab/>
        <w:t>2.025e0</w:t>
      </w:r>
    </w:p>
    <w:p w:rsidR="005B0461" w:rsidRDefault="005B0461" w:rsidP="005B0461">
      <w:r>
        <w:t>191.6407</w:t>
      </w:r>
      <w:r>
        <w:tab/>
        <w:t>1.013e0</w:t>
      </w:r>
    </w:p>
    <w:p w:rsidR="005B0461" w:rsidRDefault="005B0461" w:rsidP="005B0461">
      <w:r>
        <w:t>191.6535</w:t>
      </w:r>
      <w:r>
        <w:tab/>
        <w:t>2.025e0</w:t>
      </w:r>
    </w:p>
    <w:p w:rsidR="005B0461" w:rsidRDefault="005B0461" w:rsidP="005B0461">
      <w:r>
        <w:t>191.6774</w:t>
      </w:r>
      <w:r>
        <w:tab/>
        <w:t>1.013e0</w:t>
      </w:r>
    </w:p>
    <w:p w:rsidR="005B0461" w:rsidRDefault="005B0461" w:rsidP="005B0461">
      <w:r>
        <w:t>191.6994</w:t>
      </w:r>
      <w:r>
        <w:tab/>
        <w:t>3.038e0</w:t>
      </w:r>
    </w:p>
    <w:p w:rsidR="005B0461" w:rsidRDefault="005B0461" w:rsidP="005B0461">
      <w:r>
        <w:t>191.7024</w:t>
      </w:r>
      <w:r>
        <w:tab/>
        <w:t>3.038e0</w:t>
      </w:r>
    </w:p>
    <w:p w:rsidR="005B0461" w:rsidRDefault="005B0461" w:rsidP="005B0461">
      <w:r>
        <w:t>191.7159</w:t>
      </w:r>
      <w:r>
        <w:tab/>
        <w:t>2.025e0</w:t>
      </w:r>
    </w:p>
    <w:p w:rsidR="005B0461" w:rsidRDefault="005B0461" w:rsidP="005B0461">
      <w:r>
        <w:t>191.7251</w:t>
      </w:r>
      <w:r>
        <w:tab/>
        <w:t>1.013e0</w:t>
      </w:r>
    </w:p>
    <w:p w:rsidR="005B0461" w:rsidRDefault="005B0461" w:rsidP="005B0461">
      <w:r>
        <w:t>191.7324</w:t>
      </w:r>
      <w:r>
        <w:tab/>
        <w:t>1.013e0</w:t>
      </w:r>
    </w:p>
    <w:p w:rsidR="005B0461" w:rsidRDefault="005B0461" w:rsidP="005B0461">
      <w:r>
        <w:lastRenderedPageBreak/>
        <w:t>191.7361</w:t>
      </w:r>
      <w:r>
        <w:tab/>
        <w:t>1.013e0</w:t>
      </w:r>
    </w:p>
    <w:p w:rsidR="005B0461" w:rsidRDefault="005B0461" w:rsidP="005B0461">
      <w:r>
        <w:t>191.7618</w:t>
      </w:r>
      <w:r>
        <w:tab/>
        <w:t>1.013e0</w:t>
      </w:r>
    </w:p>
    <w:p w:rsidR="005B0461" w:rsidRDefault="005B0461" w:rsidP="005B0461">
      <w:r>
        <w:t>191.7765</w:t>
      </w:r>
      <w:r>
        <w:tab/>
        <w:t>2.025e0</w:t>
      </w:r>
    </w:p>
    <w:p w:rsidR="005B0461" w:rsidRDefault="005B0461" w:rsidP="005B0461">
      <w:r>
        <w:t>191.7875</w:t>
      </w:r>
      <w:r>
        <w:tab/>
        <w:t>1.013e0</w:t>
      </w:r>
    </w:p>
    <w:p w:rsidR="005B0461" w:rsidRDefault="005B0461" w:rsidP="005B0461">
      <w:r>
        <w:t>191.8021</w:t>
      </w:r>
      <w:r>
        <w:tab/>
        <w:t>1.013e0</w:t>
      </w:r>
    </w:p>
    <w:p w:rsidR="005B0461" w:rsidRDefault="005B0461" w:rsidP="005B0461">
      <w:r>
        <w:t>191.8131</w:t>
      </w:r>
      <w:r>
        <w:tab/>
        <w:t>1.013e0</w:t>
      </w:r>
    </w:p>
    <w:p w:rsidR="005B0461" w:rsidRDefault="005B0461" w:rsidP="005B0461">
      <w:r>
        <w:t>191.8351</w:t>
      </w:r>
      <w:r>
        <w:tab/>
        <w:t>2.025e0</w:t>
      </w:r>
    </w:p>
    <w:p w:rsidR="005B0461" w:rsidRDefault="005B0461" w:rsidP="005B0461">
      <w:r>
        <w:t>191.8388</w:t>
      </w:r>
      <w:r>
        <w:tab/>
        <w:t>1.013e0</w:t>
      </w:r>
    </w:p>
    <w:p w:rsidR="005B0461" w:rsidRDefault="005B0461" w:rsidP="005B0461">
      <w:r>
        <w:t>191.8461</w:t>
      </w:r>
      <w:r>
        <w:tab/>
        <w:t>1.013e0</w:t>
      </w:r>
    </w:p>
    <w:p w:rsidR="005B0461" w:rsidRDefault="005B0461" w:rsidP="005B0461">
      <w:r>
        <w:t>191.8940</w:t>
      </w:r>
      <w:r>
        <w:tab/>
        <w:t>1.013e0</w:t>
      </w:r>
    </w:p>
    <w:p w:rsidR="005B0461" w:rsidRDefault="005B0461" w:rsidP="005B0461">
      <w:r>
        <w:t>191.9014</w:t>
      </w:r>
      <w:r>
        <w:tab/>
        <w:t>2.025e0</w:t>
      </w:r>
    </w:p>
    <w:p w:rsidR="005B0461" w:rsidRDefault="005B0461" w:rsidP="005B0461">
      <w:r>
        <w:t>191.9162</w:t>
      </w:r>
      <w:r>
        <w:tab/>
        <w:t>1.013e0</w:t>
      </w:r>
    </w:p>
    <w:p w:rsidR="005B0461" w:rsidRDefault="005B0461" w:rsidP="005B0461">
      <w:r>
        <w:t>191.9411</w:t>
      </w:r>
      <w:r>
        <w:tab/>
        <w:t>3.038e0</w:t>
      </w:r>
    </w:p>
    <w:p w:rsidR="005B0461" w:rsidRDefault="005B0461" w:rsidP="005B0461">
      <w:r>
        <w:t>191.9625</w:t>
      </w:r>
      <w:r>
        <w:tab/>
        <w:t>2.025e0</w:t>
      </w:r>
    </w:p>
    <w:p w:rsidR="005B0461" w:rsidRDefault="005B0461" w:rsidP="005B0461">
      <w:r>
        <w:t>191.9644</w:t>
      </w:r>
      <w:r>
        <w:tab/>
        <w:t>2.025e0</w:t>
      </w:r>
    </w:p>
    <w:p w:rsidR="005B0461" w:rsidRDefault="005B0461" w:rsidP="005B0461">
      <w:r>
        <w:t>191.9786</w:t>
      </w:r>
      <w:r>
        <w:tab/>
        <w:t>6.049e0</w:t>
      </w:r>
    </w:p>
    <w:p w:rsidR="005B0461" w:rsidRDefault="005B0461" w:rsidP="005B0461">
      <w:r>
        <w:t>191.9905</w:t>
      </w:r>
      <w:r>
        <w:tab/>
        <w:t>1.013e0</w:t>
      </w:r>
    </w:p>
    <w:p w:rsidR="005B0461" w:rsidRDefault="005B0461" w:rsidP="005B0461">
      <w:r>
        <w:t>192.0033</w:t>
      </w:r>
      <w:r>
        <w:tab/>
        <w:t>2.025e0</w:t>
      </w:r>
    </w:p>
    <w:p w:rsidR="005B0461" w:rsidRDefault="005B0461" w:rsidP="005B0461">
      <w:r>
        <w:t>192.0127</w:t>
      </w:r>
      <w:r>
        <w:tab/>
        <w:t>1.013e0</w:t>
      </w:r>
    </w:p>
    <w:p w:rsidR="005B0461" w:rsidRDefault="005B0461" w:rsidP="005B0461">
      <w:r>
        <w:lastRenderedPageBreak/>
        <w:t>192.0285</w:t>
      </w:r>
      <w:r>
        <w:tab/>
        <w:t>3.205e0</w:t>
      </w:r>
    </w:p>
    <w:p w:rsidR="005B0461" w:rsidRDefault="005B0461" w:rsidP="005B0461">
      <w:r>
        <w:t>192.0311</w:t>
      </w:r>
      <w:r>
        <w:tab/>
        <w:t>4.419e0</w:t>
      </w:r>
    </w:p>
    <w:p w:rsidR="005B0461" w:rsidRDefault="005B0461" w:rsidP="005B0461">
      <w:r>
        <w:t>192.0656</w:t>
      </w:r>
      <w:r>
        <w:tab/>
        <w:t>3.037e1</w:t>
      </w:r>
    </w:p>
    <w:p w:rsidR="005B0461" w:rsidRDefault="005B0461" w:rsidP="005B0461">
      <w:r>
        <w:t>192.0666</w:t>
      </w:r>
      <w:r>
        <w:tab/>
        <w:t>2.458e1</w:t>
      </w:r>
    </w:p>
    <w:p w:rsidR="005B0461" w:rsidRDefault="005B0461" w:rsidP="005B0461">
      <w:r>
        <w:t>192.0692</w:t>
      </w:r>
      <w:r>
        <w:tab/>
        <w:t>4.619e1</w:t>
      </w:r>
    </w:p>
    <w:p w:rsidR="005B0461" w:rsidRDefault="005B0461" w:rsidP="005B0461">
      <w:r>
        <w:t>192.0916</w:t>
      </w:r>
      <w:r>
        <w:tab/>
        <w:t>5.796e0</w:t>
      </w:r>
    </w:p>
    <w:p w:rsidR="005B0461" w:rsidRDefault="005B0461" w:rsidP="005B0461">
      <w:r>
        <w:t>192.1185</w:t>
      </w:r>
      <w:r>
        <w:tab/>
        <w:t>3.038e0</w:t>
      </w:r>
    </w:p>
    <w:p w:rsidR="005B0461" w:rsidRDefault="005B0461" w:rsidP="005B0461">
      <w:r>
        <w:t>192.1249</w:t>
      </w:r>
      <w:r>
        <w:tab/>
        <w:t>6.094e0</w:t>
      </w:r>
    </w:p>
    <w:p w:rsidR="005B0461" w:rsidRDefault="005B0461" w:rsidP="005B0461">
      <w:r>
        <w:t>192.1376</w:t>
      </w:r>
      <w:r>
        <w:tab/>
        <w:t>2.025e0</w:t>
      </w:r>
    </w:p>
    <w:p w:rsidR="005B0461" w:rsidRDefault="005B0461" w:rsidP="005B0461">
      <w:r>
        <w:t>192.1438</w:t>
      </w:r>
      <w:r>
        <w:tab/>
        <w:t>4.878e0</w:t>
      </w:r>
    </w:p>
    <w:p w:rsidR="005B0461" w:rsidRDefault="005B0461" w:rsidP="005B0461">
      <w:r>
        <w:t>192.1548</w:t>
      </w:r>
      <w:r>
        <w:tab/>
        <w:t>1.641e0</w:t>
      </w:r>
    </w:p>
    <w:p w:rsidR="005B0461" w:rsidRDefault="005B0461" w:rsidP="005B0461">
      <w:r>
        <w:t>192.1560</w:t>
      </w:r>
      <w:r>
        <w:tab/>
        <w:t>1.013e0</w:t>
      </w:r>
    </w:p>
    <w:p w:rsidR="005B0461" w:rsidRDefault="005B0461" w:rsidP="005B0461">
      <w:r>
        <w:t>192.1709</w:t>
      </w:r>
      <w:r>
        <w:tab/>
        <w:t>1.575e0</w:t>
      </w:r>
    </w:p>
    <w:p w:rsidR="005B0461" w:rsidRDefault="005B0461" w:rsidP="005B0461">
      <w:r>
        <w:t>192.1781</w:t>
      </w:r>
      <w:r>
        <w:tab/>
        <w:t>1.013e0</w:t>
      </w:r>
    </w:p>
    <w:p w:rsidR="005B0461" w:rsidRDefault="005B0461" w:rsidP="005B0461">
      <w:r>
        <w:t>192.1817</w:t>
      </w:r>
      <w:r>
        <w:tab/>
        <w:t>1.013e0</w:t>
      </w:r>
    </w:p>
    <w:p w:rsidR="005B0461" w:rsidRDefault="005B0461" w:rsidP="005B0461">
      <w:r>
        <w:t>192.2111</w:t>
      </w:r>
      <w:r>
        <w:tab/>
        <w:t>1.013e0</w:t>
      </w:r>
    </w:p>
    <w:p w:rsidR="005B0461" w:rsidRDefault="005B0461" w:rsidP="005B0461">
      <w:r>
        <w:t>192.2479</w:t>
      </w:r>
      <w:r>
        <w:tab/>
        <w:t>1.013e0</w:t>
      </w:r>
    </w:p>
    <w:p w:rsidR="005B0461" w:rsidRDefault="005B0461" w:rsidP="005B0461">
      <w:r>
        <w:t>192.2662</w:t>
      </w:r>
      <w:r>
        <w:tab/>
        <w:t>1.013e0</w:t>
      </w:r>
    </w:p>
    <w:p w:rsidR="005B0461" w:rsidRDefault="005B0461" w:rsidP="005B0461">
      <w:r>
        <w:t>192.2699</w:t>
      </w:r>
      <w:r>
        <w:tab/>
        <w:t>1.013e0</w:t>
      </w:r>
    </w:p>
    <w:p w:rsidR="005B0461" w:rsidRDefault="005B0461" w:rsidP="005B0461">
      <w:r>
        <w:lastRenderedPageBreak/>
        <w:t>192.2809</w:t>
      </w:r>
      <w:r>
        <w:tab/>
        <w:t>1.013e0</w:t>
      </w:r>
    </w:p>
    <w:p w:rsidR="005B0461" w:rsidRDefault="005B0461" w:rsidP="005B0461">
      <w:r>
        <w:t>192.2919</w:t>
      </w:r>
      <w:r>
        <w:tab/>
        <w:t>2.025e0</w:t>
      </w:r>
    </w:p>
    <w:p w:rsidR="005B0461" w:rsidRDefault="005B0461" w:rsidP="005B0461">
      <w:r>
        <w:t>192.3139</w:t>
      </w:r>
      <w:r>
        <w:tab/>
        <w:t>1.013e0</w:t>
      </w:r>
    </w:p>
    <w:p w:rsidR="005B0461" w:rsidRDefault="005B0461" w:rsidP="005B0461">
      <w:r>
        <w:t>192.3212</w:t>
      </w:r>
      <w:r>
        <w:tab/>
        <w:t>1.013e0</w:t>
      </w:r>
    </w:p>
    <w:p w:rsidR="005B0461" w:rsidRDefault="005B0461" w:rsidP="005B0461">
      <w:r>
        <w:t>192.3656</w:t>
      </w:r>
      <w:r>
        <w:tab/>
        <w:t>1.013e0</w:t>
      </w:r>
    </w:p>
    <w:p w:rsidR="005B0461" w:rsidRDefault="005B0461" w:rsidP="005B0461">
      <w:r>
        <w:t>192.3824</w:t>
      </w:r>
      <w:r>
        <w:tab/>
        <w:t>2.025e0</w:t>
      </w:r>
    </w:p>
    <w:p w:rsidR="005B0461" w:rsidRDefault="005B0461" w:rsidP="005B0461">
      <w:r>
        <w:t>192.3916</w:t>
      </w:r>
      <w:r>
        <w:tab/>
        <w:t>1.013e0</w:t>
      </w:r>
    </w:p>
    <w:p w:rsidR="005B0461" w:rsidRDefault="005B0461" w:rsidP="005B0461">
      <w:r>
        <w:t>192.4176</w:t>
      </w:r>
      <w:r>
        <w:tab/>
        <w:t>2.025e0</w:t>
      </w:r>
    </w:p>
    <w:p w:rsidR="005B0461" w:rsidRDefault="005B0461" w:rsidP="005B0461">
      <w:r>
        <w:t>192.4213</w:t>
      </w:r>
      <w:r>
        <w:tab/>
        <w:t>1.013e0</w:t>
      </w:r>
    </w:p>
    <w:p w:rsidR="005B0461" w:rsidRDefault="005B0461" w:rsidP="005B0461">
      <w:r>
        <w:t>192.4288</w:t>
      </w:r>
      <w:r>
        <w:tab/>
        <w:t>1.013e0</w:t>
      </w:r>
    </w:p>
    <w:p w:rsidR="005B0461" w:rsidRDefault="005B0461" w:rsidP="005B0461">
      <w:r>
        <w:t>192.4771</w:t>
      </w:r>
      <w:r>
        <w:tab/>
        <w:t>1.013e0</w:t>
      </w:r>
    </w:p>
    <w:p w:rsidR="005B0461" w:rsidRDefault="005B0461" w:rsidP="005B0461">
      <w:r>
        <w:t>192.4809</w:t>
      </w:r>
      <w:r>
        <w:tab/>
        <w:t>1.013e0</w:t>
      </w:r>
    </w:p>
    <w:p w:rsidR="005B0461" w:rsidRDefault="005B0461" w:rsidP="005B0461">
      <w:r>
        <w:t>192.5139</w:t>
      </w:r>
      <w:r>
        <w:tab/>
        <w:t>1.013e0</w:t>
      </w:r>
    </w:p>
    <w:p w:rsidR="005B0461" w:rsidRDefault="005B0461" w:rsidP="005B0461">
      <w:r>
        <w:t>192.5176</w:t>
      </w:r>
      <w:r>
        <w:tab/>
        <w:t>1.013e0</w:t>
      </w:r>
    </w:p>
    <w:p w:rsidR="005B0461" w:rsidRDefault="005B0461" w:rsidP="005B0461">
      <w:r>
        <w:t>192.5311</w:t>
      </w:r>
      <w:r>
        <w:tab/>
        <w:t>2.330e0</w:t>
      </w:r>
    </w:p>
    <w:p w:rsidR="005B0461" w:rsidRDefault="005B0461" w:rsidP="005B0461">
      <w:r>
        <w:t>192.5432</w:t>
      </w:r>
      <w:r>
        <w:tab/>
        <w:t>1.013e0</w:t>
      </w:r>
    </w:p>
    <w:p w:rsidR="005B0461" w:rsidRDefault="005B0461" w:rsidP="005B0461">
      <w:r>
        <w:t>192.5543</w:t>
      </w:r>
      <w:r>
        <w:tab/>
        <w:t>3.038e0</w:t>
      </w:r>
    </w:p>
    <w:p w:rsidR="005B0461" w:rsidRDefault="005B0461" w:rsidP="005B0461">
      <w:r>
        <w:t>192.5579</w:t>
      </w:r>
      <w:r>
        <w:tab/>
        <w:t>1.013e0</w:t>
      </w:r>
    </w:p>
    <w:p w:rsidR="005B0461" w:rsidRDefault="005B0461" w:rsidP="005B0461">
      <w:r>
        <w:t>192.5616</w:t>
      </w:r>
      <w:r>
        <w:tab/>
        <w:t>1.013e0</w:t>
      </w:r>
    </w:p>
    <w:p w:rsidR="005B0461" w:rsidRDefault="005B0461" w:rsidP="005B0461">
      <w:r>
        <w:lastRenderedPageBreak/>
        <w:t>192.5763</w:t>
      </w:r>
      <w:r>
        <w:tab/>
        <w:t>3.038e0</w:t>
      </w:r>
    </w:p>
    <w:p w:rsidR="005B0461" w:rsidRDefault="005B0461" w:rsidP="005B0461">
      <w:r>
        <w:t>192.6020</w:t>
      </w:r>
      <w:r>
        <w:tab/>
        <w:t>1.013e0</w:t>
      </w:r>
    </w:p>
    <w:p w:rsidR="005B0461" w:rsidRDefault="005B0461" w:rsidP="005B0461">
      <w:r>
        <w:t>192.6167</w:t>
      </w:r>
      <w:r>
        <w:tab/>
        <w:t>1.013e0</w:t>
      </w:r>
    </w:p>
    <w:p w:rsidR="005B0461" w:rsidRDefault="005B0461" w:rsidP="005B0461">
      <w:r>
        <w:t>192.6296</w:t>
      </w:r>
      <w:r>
        <w:tab/>
        <w:t>2.025e0</w:t>
      </w:r>
    </w:p>
    <w:p w:rsidR="005B0461" w:rsidRDefault="005B0461" w:rsidP="005B0461">
      <w:r>
        <w:t>192.6315</w:t>
      </w:r>
      <w:r>
        <w:tab/>
        <w:t>1.013e0</w:t>
      </w:r>
    </w:p>
    <w:p w:rsidR="005B0461" w:rsidRDefault="005B0461" w:rsidP="005B0461">
      <w:r>
        <w:t>192.6609</w:t>
      </w:r>
      <w:r>
        <w:tab/>
        <w:t>1.013e0</w:t>
      </w:r>
    </w:p>
    <w:p w:rsidR="005B0461" w:rsidRDefault="005B0461" w:rsidP="005B0461">
      <w:r>
        <w:t>192.6646</w:t>
      </w:r>
      <w:r>
        <w:tab/>
        <w:t>1.013e0</w:t>
      </w:r>
    </w:p>
    <w:p w:rsidR="005B0461" w:rsidRDefault="005B0461" w:rsidP="005B0461">
      <w:r>
        <w:t>192.6903</w:t>
      </w:r>
      <w:r>
        <w:tab/>
        <w:t>1.013e0</w:t>
      </w:r>
    </w:p>
    <w:p w:rsidR="005B0461" w:rsidRDefault="005B0461" w:rsidP="005B0461">
      <w:r>
        <w:t>192.6976</w:t>
      </w:r>
      <w:r>
        <w:tab/>
        <w:t>2.025e0</w:t>
      </w:r>
    </w:p>
    <w:p w:rsidR="005B0461" w:rsidRDefault="005B0461" w:rsidP="005B0461">
      <w:r>
        <w:t>192.7160</w:t>
      </w:r>
      <w:r>
        <w:tab/>
        <w:t>1.013e0</w:t>
      </w:r>
    </w:p>
    <w:p w:rsidR="005B0461" w:rsidRDefault="005B0461" w:rsidP="005B0461">
      <w:r>
        <w:t>192.7380</w:t>
      </w:r>
      <w:r>
        <w:tab/>
        <w:t>2.025e0</w:t>
      </w:r>
    </w:p>
    <w:p w:rsidR="005B0461" w:rsidRDefault="005B0461" w:rsidP="005B0461">
      <w:r>
        <w:t>192.7490</w:t>
      </w:r>
      <w:r>
        <w:tab/>
        <w:t>2.025e0</w:t>
      </w:r>
    </w:p>
    <w:p w:rsidR="005B0461" w:rsidRDefault="005B0461" w:rsidP="005B0461">
      <w:r>
        <w:t>192.7748</w:t>
      </w:r>
      <w:r>
        <w:tab/>
        <w:t>1.013e0</w:t>
      </w:r>
    </w:p>
    <w:p w:rsidR="005B0461" w:rsidRDefault="005B0461" w:rsidP="005B0461">
      <w:r>
        <w:t>192.7786</w:t>
      </w:r>
      <w:r>
        <w:tab/>
        <w:t>1.013e0</w:t>
      </w:r>
    </w:p>
    <w:p w:rsidR="005B0461" w:rsidRDefault="005B0461" w:rsidP="005B0461">
      <w:r>
        <w:t>192.7935</w:t>
      </w:r>
      <w:r>
        <w:tab/>
        <w:t>1.013e0</w:t>
      </w:r>
    </w:p>
    <w:p w:rsidR="005B0461" w:rsidRDefault="005B0461" w:rsidP="005B0461">
      <w:r>
        <w:t>192.8066</w:t>
      </w:r>
      <w:r>
        <w:tab/>
        <w:t>2.025e0</w:t>
      </w:r>
    </w:p>
    <w:p w:rsidR="005B0461" w:rsidRDefault="005B0461" w:rsidP="005B0461">
      <w:r>
        <w:t>192.8344</w:t>
      </w:r>
      <w:r>
        <w:tab/>
        <w:t>1.013e0</w:t>
      </w:r>
    </w:p>
    <w:p w:rsidR="005B0461" w:rsidRDefault="005B0461" w:rsidP="005B0461">
      <w:r>
        <w:t>192.8456</w:t>
      </w:r>
      <w:r>
        <w:tab/>
        <w:t>1.013e0</w:t>
      </w:r>
    </w:p>
    <w:p w:rsidR="005B0461" w:rsidRDefault="005B0461" w:rsidP="005B0461">
      <w:r>
        <w:t>192.8734</w:t>
      </w:r>
      <w:r>
        <w:tab/>
        <w:t>2.025e0</w:t>
      </w:r>
    </w:p>
    <w:p w:rsidR="005B0461" w:rsidRDefault="005B0461" w:rsidP="005B0461">
      <w:r>
        <w:lastRenderedPageBreak/>
        <w:t>192.8809</w:t>
      </w:r>
      <w:r>
        <w:tab/>
        <w:t>2.025e0</w:t>
      </w:r>
    </w:p>
    <w:p w:rsidR="005B0461" w:rsidRDefault="005B0461" w:rsidP="005B0461">
      <w:r>
        <w:t>192.8829</w:t>
      </w:r>
      <w:r>
        <w:tab/>
        <w:t>1.013e0</w:t>
      </w:r>
    </w:p>
    <w:p w:rsidR="005B0461" w:rsidRDefault="005B0461" w:rsidP="005B0461">
      <w:r>
        <w:t>192.8866</w:t>
      </w:r>
      <w:r>
        <w:tab/>
        <w:t>1.013e0</w:t>
      </w:r>
    </w:p>
    <w:p w:rsidR="005B0461" w:rsidRDefault="005B0461" w:rsidP="005B0461">
      <w:r>
        <w:t>192.9161</w:t>
      </w:r>
      <w:r>
        <w:tab/>
        <w:t>1.013e0</w:t>
      </w:r>
    </w:p>
    <w:p w:rsidR="005B0461" w:rsidRDefault="005B0461" w:rsidP="005B0461">
      <w:r>
        <w:t>192.9198</w:t>
      </w:r>
      <w:r>
        <w:tab/>
        <w:t>1.013e0</w:t>
      </w:r>
    </w:p>
    <w:p w:rsidR="005B0461" w:rsidRDefault="005B0461" w:rsidP="005B0461">
      <w:r>
        <w:t>192.9271</w:t>
      </w:r>
      <w:r>
        <w:tab/>
        <w:t>1.013e0</w:t>
      </w:r>
    </w:p>
    <w:p w:rsidR="005B0461" w:rsidRDefault="005B0461" w:rsidP="005B0461">
      <w:r>
        <w:t>192.9491</w:t>
      </w:r>
      <w:r>
        <w:tab/>
        <w:t>1.013e0</w:t>
      </w:r>
    </w:p>
    <w:p w:rsidR="005B0461" w:rsidRDefault="005B0461" w:rsidP="005B0461">
      <w:r>
        <w:t>192.9657</w:t>
      </w:r>
      <w:r>
        <w:tab/>
        <w:t>4.051e0</w:t>
      </w:r>
    </w:p>
    <w:p w:rsidR="005B0461" w:rsidRDefault="005B0461" w:rsidP="005B0461">
      <w:r>
        <w:t>192.9693</w:t>
      </w:r>
      <w:r>
        <w:tab/>
        <w:t>2.025e0</w:t>
      </w:r>
    </w:p>
    <w:p w:rsidR="005B0461" w:rsidRDefault="005B0461" w:rsidP="005B0461">
      <w:r>
        <w:t>192.9731</w:t>
      </w:r>
      <w:r>
        <w:tab/>
        <w:t>2.025e0</w:t>
      </w:r>
    </w:p>
    <w:p w:rsidR="005B0461" w:rsidRDefault="005B0461" w:rsidP="005B0461">
      <w:r>
        <w:t>192.9932</w:t>
      </w:r>
      <w:r>
        <w:tab/>
        <w:t>2.025e0</w:t>
      </w:r>
    </w:p>
    <w:p w:rsidR="005B0461" w:rsidRDefault="005B0461" w:rsidP="005B0461">
      <w:r>
        <w:t>193.0172</w:t>
      </w:r>
      <w:r>
        <w:tab/>
        <w:t>2.012e0</w:t>
      </w:r>
    </w:p>
    <w:p w:rsidR="005B0461" w:rsidRDefault="005B0461" w:rsidP="005B0461">
      <w:r>
        <w:t>193.0202</w:t>
      </w:r>
      <w:r>
        <w:tab/>
        <w:t>3.038e0</w:t>
      </w:r>
    </w:p>
    <w:p w:rsidR="005B0461" w:rsidRDefault="005B0461" w:rsidP="005B0461">
      <w:r>
        <w:t>193.0300</w:t>
      </w:r>
      <w:r>
        <w:tab/>
        <w:t>1.013e0</w:t>
      </w:r>
    </w:p>
    <w:p w:rsidR="005B0461" w:rsidRDefault="005B0461" w:rsidP="005B0461">
      <w:r>
        <w:t>193.0530</w:t>
      </w:r>
      <w:r>
        <w:tab/>
        <w:t>3.038e0</w:t>
      </w:r>
    </w:p>
    <w:p w:rsidR="005B0461" w:rsidRDefault="005B0461" w:rsidP="005B0461">
      <w:r>
        <w:t>193.0576</w:t>
      </w:r>
      <w:r>
        <w:tab/>
        <w:t>2.025e0</w:t>
      </w:r>
    </w:p>
    <w:p w:rsidR="005B0461" w:rsidRDefault="005B0461" w:rsidP="005B0461">
      <w:r>
        <w:t>193.0657</w:t>
      </w:r>
      <w:r>
        <w:tab/>
        <w:t>1.325e1</w:t>
      </w:r>
    </w:p>
    <w:p w:rsidR="005B0461" w:rsidRDefault="005B0461" w:rsidP="005B0461">
      <w:r>
        <w:t>193.0696</w:t>
      </w:r>
      <w:r>
        <w:tab/>
        <w:t>2.450e0</w:t>
      </w:r>
    </w:p>
    <w:p w:rsidR="005B0461" w:rsidRDefault="005B0461" w:rsidP="005B0461">
      <w:r>
        <w:t>193.0824</w:t>
      </w:r>
      <w:r>
        <w:tab/>
        <w:t>6.076e0</w:t>
      </w:r>
    </w:p>
    <w:p w:rsidR="005B0461" w:rsidRDefault="005B0461" w:rsidP="005B0461">
      <w:r>
        <w:lastRenderedPageBreak/>
        <w:t>193.0954</w:t>
      </w:r>
      <w:r>
        <w:tab/>
        <w:t>1.861e0</w:t>
      </w:r>
    </w:p>
    <w:p w:rsidR="005B0461" w:rsidRDefault="005B0461" w:rsidP="005B0461">
      <w:r>
        <w:t>193.0976</w:t>
      </w:r>
      <w:r>
        <w:tab/>
        <w:t>4.051e0</w:t>
      </w:r>
    </w:p>
    <w:p w:rsidR="005B0461" w:rsidRDefault="005B0461" w:rsidP="005B0461">
      <w:r>
        <w:t>193.1072</w:t>
      </w:r>
      <w:r>
        <w:tab/>
        <w:t>1.871e0</w:t>
      </w:r>
    </w:p>
    <w:p w:rsidR="005B0461" w:rsidRDefault="005B0461" w:rsidP="005B0461">
      <w:r>
        <w:t>193.1108</w:t>
      </w:r>
      <w:r>
        <w:tab/>
        <w:t>1.867e0</w:t>
      </w:r>
    </w:p>
    <w:p w:rsidR="005B0461" w:rsidRDefault="005B0461" w:rsidP="005B0461">
      <w:r>
        <w:t>193.1288</w:t>
      </w:r>
      <w:r>
        <w:tab/>
        <w:t>3.175e0</w:t>
      </w:r>
    </w:p>
    <w:p w:rsidR="005B0461" w:rsidRDefault="005B0461" w:rsidP="005B0461">
      <w:r>
        <w:t>193.1321</w:t>
      </w:r>
      <w:r>
        <w:tab/>
        <w:t>4.051e0</w:t>
      </w:r>
    </w:p>
    <w:p w:rsidR="005B0461" w:rsidRDefault="005B0461" w:rsidP="005B0461">
      <w:r>
        <w:t>193.1466</w:t>
      </w:r>
      <w:r>
        <w:tab/>
        <w:t>4.588e0</w:t>
      </w:r>
    </w:p>
    <w:p w:rsidR="005B0461" w:rsidRDefault="005B0461" w:rsidP="005B0461">
      <w:r>
        <w:t>193.1645</w:t>
      </w:r>
      <w:r>
        <w:tab/>
        <w:t>5.063e0</w:t>
      </w:r>
    </w:p>
    <w:p w:rsidR="005B0461" w:rsidRDefault="005B0461" w:rsidP="005B0461">
      <w:r>
        <w:t>193.1736</w:t>
      </w:r>
      <w:r>
        <w:tab/>
        <w:t>3.038e0</w:t>
      </w:r>
    </w:p>
    <w:p w:rsidR="005B0461" w:rsidRDefault="005B0461" w:rsidP="005B0461">
      <w:r>
        <w:t>193.1998</w:t>
      </w:r>
      <w:r>
        <w:tab/>
        <w:t>2.025e0</w:t>
      </w:r>
    </w:p>
    <w:p w:rsidR="005B0461" w:rsidRDefault="005B0461" w:rsidP="005B0461">
      <w:r>
        <w:t>193.2072</w:t>
      </w:r>
      <w:r>
        <w:tab/>
        <w:t>1.013e0</w:t>
      </w:r>
    </w:p>
    <w:p w:rsidR="005B0461" w:rsidRDefault="005B0461" w:rsidP="005B0461">
      <w:r>
        <w:t>193.2371</w:t>
      </w:r>
      <w:r>
        <w:tab/>
        <w:t>1.013e0</w:t>
      </w:r>
    </w:p>
    <w:p w:rsidR="005B0461" w:rsidRDefault="005B0461" w:rsidP="005B0461">
      <w:r>
        <w:t>193.2500</w:t>
      </w:r>
      <w:r>
        <w:tab/>
        <w:t>2.025e0</w:t>
      </w:r>
    </w:p>
    <w:p w:rsidR="005B0461" w:rsidRDefault="005B0461" w:rsidP="005B0461">
      <w:r>
        <w:t>193.2564</w:t>
      </w:r>
      <w:r>
        <w:tab/>
        <w:t>5.063e0</w:t>
      </w:r>
    </w:p>
    <w:p w:rsidR="005B0461" w:rsidRDefault="005B0461" w:rsidP="005B0461">
      <w:r>
        <w:t>193.2836</w:t>
      </w:r>
      <w:r>
        <w:tab/>
        <w:t>2.025e0</w:t>
      </w:r>
    </w:p>
    <w:p w:rsidR="005B0461" w:rsidRDefault="005B0461" w:rsidP="005B0461">
      <w:r>
        <w:t>193.3076</w:t>
      </w:r>
      <w:r>
        <w:tab/>
        <w:t>2.025e0</w:t>
      </w:r>
    </w:p>
    <w:p w:rsidR="005B0461" w:rsidRDefault="005B0461" w:rsidP="005B0461">
      <w:r>
        <w:t>193.3185</w:t>
      </w:r>
      <w:r>
        <w:tab/>
        <w:t>1.013e0</w:t>
      </w:r>
    </w:p>
    <w:p w:rsidR="005B0461" w:rsidRDefault="005B0461" w:rsidP="005B0461">
      <w:r>
        <w:t>193.3222</w:t>
      </w:r>
      <w:r>
        <w:tab/>
        <w:t>1.013e0</w:t>
      </w:r>
    </w:p>
    <w:p w:rsidR="005B0461" w:rsidRDefault="005B0461" w:rsidP="005B0461">
      <w:r>
        <w:t>193.3553</w:t>
      </w:r>
      <w:r>
        <w:tab/>
        <w:t>1.013e0</w:t>
      </w:r>
    </w:p>
    <w:p w:rsidR="005B0461" w:rsidRDefault="005B0461" w:rsidP="005B0461">
      <w:r>
        <w:lastRenderedPageBreak/>
        <w:t>193.3590</w:t>
      </w:r>
      <w:r>
        <w:tab/>
        <w:t>1.013e0</w:t>
      </w:r>
    </w:p>
    <w:p w:rsidR="005B0461" w:rsidRDefault="005B0461" w:rsidP="005B0461">
      <w:r>
        <w:t>193.3737</w:t>
      </w:r>
      <w:r>
        <w:tab/>
        <w:t>1.013e0</w:t>
      </w:r>
    </w:p>
    <w:p w:rsidR="005B0461" w:rsidRDefault="005B0461" w:rsidP="005B0461">
      <w:r>
        <w:t>193.4105</w:t>
      </w:r>
      <w:r>
        <w:tab/>
        <w:t>1.013e0</w:t>
      </w:r>
    </w:p>
    <w:p w:rsidR="005B0461" w:rsidRDefault="005B0461" w:rsidP="005B0461">
      <w:r>
        <w:t>193.4253</w:t>
      </w:r>
      <w:r>
        <w:tab/>
        <w:t>2.025e0</w:t>
      </w:r>
    </w:p>
    <w:p w:rsidR="005B0461" w:rsidRDefault="005B0461" w:rsidP="005B0461">
      <w:r>
        <w:t>193.4437</w:t>
      </w:r>
      <w:r>
        <w:tab/>
        <w:t>1.013e0</w:t>
      </w:r>
    </w:p>
    <w:p w:rsidR="005B0461" w:rsidRDefault="005B0461" w:rsidP="005B0461">
      <w:r>
        <w:t>193.4486</w:t>
      </w:r>
      <w:r>
        <w:tab/>
        <w:t>3.038e0</w:t>
      </w:r>
    </w:p>
    <w:p w:rsidR="005B0461" w:rsidRDefault="005B0461" w:rsidP="005B0461">
      <w:r>
        <w:t>193.4915</w:t>
      </w:r>
      <w:r>
        <w:tab/>
        <w:t>3.038e0</w:t>
      </w:r>
    </w:p>
    <w:p w:rsidR="005B0461" w:rsidRDefault="005B0461" w:rsidP="005B0461">
      <w:r>
        <w:t>193.4951</w:t>
      </w:r>
      <w:r>
        <w:tab/>
        <w:t>1.013e0</w:t>
      </w:r>
    </w:p>
    <w:p w:rsidR="005B0461" w:rsidRDefault="005B0461" w:rsidP="005B0461">
      <w:r>
        <w:t>193.5062</w:t>
      </w:r>
      <w:r>
        <w:tab/>
        <w:t>2.025e0</w:t>
      </w:r>
    </w:p>
    <w:p w:rsidR="005B0461" w:rsidRDefault="005B0461" w:rsidP="005B0461">
      <w:r>
        <w:t>193.5395</w:t>
      </w:r>
      <w:r>
        <w:tab/>
        <w:t>2.025e0</w:t>
      </w:r>
    </w:p>
    <w:p w:rsidR="005B0461" w:rsidRDefault="005B0461" w:rsidP="005B0461">
      <w:r>
        <w:t>193.5432</w:t>
      </w:r>
      <w:r>
        <w:tab/>
        <w:t>1.013e0</w:t>
      </w:r>
    </w:p>
    <w:p w:rsidR="005B0461" w:rsidRDefault="005B0461" w:rsidP="005B0461">
      <w:r>
        <w:t>193.5507</w:t>
      </w:r>
      <w:r>
        <w:tab/>
        <w:t>1.013e0</w:t>
      </w:r>
    </w:p>
    <w:p w:rsidR="005B0461" w:rsidRDefault="005B0461" w:rsidP="005B0461">
      <w:r>
        <w:t>193.5769</w:t>
      </w:r>
      <w:r>
        <w:tab/>
        <w:t>1.013e0</w:t>
      </w:r>
    </w:p>
    <w:p w:rsidR="005B0461" w:rsidRDefault="005B0461" w:rsidP="005B0461">
      <w:r>
        <w:t>193.5880</w:t>
      </w:r>
      <w:r>
        <w:tab/>
        <w:t>3.038e0</w:t>
      </w:r>
    </w:p>
    <w:p w:rsidR="005B0461" w:rsidRDefault="005B0461" w:rsidP="005B0461">
      <w:r>
        <w:t>193.5974</w:t>
      </w:r>
      <w:r>
        <w:tab/>
        <w:t>2.025e0</w:t>
      </w:r>
    </w:p>
    <w:p w:rsidR="005B0461" w:rsidRDefault="005B0461" w:rsidP="005B0461">
      <w:r>
        <w:t>193.6142</w:t>
      </w:r>
      <w:r>
        <w:tab/>
        <w:t>1.013e0</w:t>
      </w:r>
    </w:p>
    <w:p w:rsidR="005B0461" w:rsidRDefault="005B0461" w:rsidP="005B0461">
      <w:r>
        <w:t>193.6314</w:t>
      </w:r>
      <w:r>
        <w:tab/>
        <w:t>3.038e0</w:t>
      </w:r>
    </w:p>
    <w:p w:rsidR="005B0461" w:rsidRDefault="005B0461" w:rsidP="005B0461">
      <w:r>
        <w:t>193.6329</w:t>
      </w:r>
      <w:r>
        <w:tab/>
        <w:t>1.013e0</w:t>
      </w:r>
    </w:p>
    <w:p w:rsidR="005B0461" w:rsidRDefault="005B0461" w:rsidP="005B0461">
      <w:r>
        <w:t>193.6515</w:t>
      </w:r>
      <w:r>
        <w:tab/>
        <w:t>2.025e0</w:t>
      </w:r>
    </w:p>
    <w:p w:rsidR="005B0461" w:rsidRDefault="005B0461" w:rsidP="005B0461">
      <w:r>
        <w:lastRenderedPageBreak/>
        <w:t>193.6845</w:t>
      </w:r>
      <w:r>
        <w:tab/>
        <w:t>3.038e0</w:t>
      </w:r>
    </w:p>
    <w:p w:rsidR="005B0461" w:rsidRDefault="005B0461" w:rsidP="005B0461">
      <w:r>
        <w:t>193.6918</w:t>
      </w:r>
      <w:r>
        <w:tab/>
        <w:t>1.013e0</w:t>
      </w:r>
    </w:p>
    <w:p w:rsidR="005B0461" w:rsidRDefault="005B0461" w:rsidP="005B0461">
      <w:r>
        <w:t>193.7139</w:t>
      </w:r>
      <w:r>
        <w:tab/>
        <w:t>1.013e0</w:t>
      </w:r>
    </w:p>
    <w:p w:rsidR="005B0461" w:rsidRDefault="005B0461" w:rsidP="005B0461">
      <w:r>
        <w:t>193.7287</w:t>
      </w:r>
      <w:r>
        <w:tab/>
        <w:t>1.013e0</w:t>
      </w:r>
    </w:p>
    <w:p w:rsidR="005B0461" w:rsidRDefault="005B0461" w:rsidP="005B0461">
      <w:r>
        <w:t>193.7434</w:t>
      </w:r>
      <w:r>
        <w:tab/>
        <w:t>1.013e0</w:t>
      </w:r>
    </w:p>
    <w:p w:rsidR="005B0461" w:rsidRDefault="005B0461" w:rsidP="005B0461">
      <w:r>
        <w:t>193.7581</w:t>
      </w:r>
      <w:r>
        <w:tab/>
        <w:t>1.013e0</w:t>
      </w:r>
    </w:p>
    <w:p w:rsidR="005B0461" w:rsidRDefault="005B0461" w:rsidP="005B0461">
      <w:r>
        <w:t>193.7766</w:t>
      </w:r>
      <w:r>
        <w:tab/>
        <w:t>2.025e0</w:t>
      </w:r>
    </w:p>
    <w:p w:rsidR="005B0461" w:rsidRDefault="005B0461" w:rsidP="005B0461">
      <w:r>
        <w:t>193.8024</w:t>
      </w:r>
      <w:r>
        <w:tab/>
        <w:t>1.013e0</w:t>
      </w:r>
    </w:p>
    <w:p w:rsidR="005B0461" w:rsidRDefault="005B0461" w:rsidP="005B0461">
      <w:r>
        <w:t>193.8042</w:t>
      </w:r>
      <w:r>
        <w:tab/>
        <w:t>2.025e0</w:t>
      </w:r>
    </w:p>
    <w:p w:rsidR="005B0461" w:rsidRDefault="005B0461" w:rsidP="005B0461">
      <w:r>
        <w:t>193.8391</w:t>
      </w:r>
      <w:r>
        <w:tab/>
        <w:t>1.013e0</w:t>
      </w:r>
    </w:p>
    <w:p w:rsidR="005B0461" w:rsidRDefault="005B0461" w:rsidP="005B0461">
      <w:r>
        <w:t>193.8538</w:t>
      </w:r>
      <w:r>
        <w:tab/>
        <w:t>1.013e0</w:t>
      </w:r>
    </w:p>
    <w:p w:rsidR="005B0461" w:rsidRDefault="005B0461" w:rsidP="005B0461">
      <w:r>
        <w:t>193.8630</w:t>
      </w:r>
      <w:r>
        <w:tab/>
        <w:t>3.038e0</w:t>
      </w:r>
    </w:p>
    <w:p w:rsidR="005B0461" w:rsidRDefault="005B0461" w:rsidP="005B0461">
      <w:r>
        <w:t>193.8763</w:t>
      </w:r>
      <w:r>
        <w:tab/>
        <w:t>2.025e0</w:t>
      </w:r>
    </w:p>
    <w:p w:rsidR="005B0461" w:rsidRDefault="005B0461" w:rsidP="005B0461">
      <w:r>
        <w:t>193.9097</w:t>
      </w:r>
      <w:r>
        <w:tab/>
        <w:t>1.013e0</w:t>
      </w:r>
    </w:p>
    <w:p w:rsidR="005B0461" w:rsidRDefault="005B0461" w:rsidP="005B0461">
      <w:r>
        <w:t>193.9284</w:t>
      </w:r>
      <w:r>
        <w:tab/>
        <w:t>1.013e0</w:t>
      </w:r>
    </w:p>
    <w:p w:rsidR="005B0461" w:rsidRDefault="005B0461" w:rsidP="005B0461">
      <w:r>
        <w:t>193.9321</w:t>
      </w:r>
      <w:r>
        <w:tab/>
        <w:t>2.025e0</w:t>
      </w:r>
    </w:p>
    <w:p w:rsidR="005B0461" w:rsidRDefault="005B0461" w:rsidP="005B0461">
      <w:r>
        <w:t>193.9396</w:t>
      </w:r>
      <w:r>
        <w:tab/>
        <w:t>1.013e0</w:t>
      </w:r>
    </w:p>
    <w:p w:rsidR="005B0461" w:rsidRDefault="005B0461" w:rsidP="005B0461">
      <w:r>
        <w:t>193.9546</w:t>
      </w:r>
      <w:r>
        <w:tab/>
        <w:t>2.025e0</w:t>
      </w:r>
    </w:p>
    <w:p w:rsidR="005B0461" w:rsidRDefault="005B0461" w:rsidP="005B0461">
      <w:r>
        <w:t>193.9658</w:t>
      </w:r>
      <w:r>
        <w:tab/>
        <w:t>1.013e0</w:t>
      </w:r>
    </w:p>
    <w:p w:rsidR="005B0461" w:rsidRDefault="005B0461" w:rsidP="005B0461">
      <w:r>
        <w:lastRenderedPageBreak/>
        <w:t>193.9771</w:t>
      </w:r>
      <w:r>
        <w:tab/>
        <w:t>1.013e0</w:t>
      </w:r>
    </w:p>
    <w:p w:rsidR="005B0461" w:rsidRDefault="005B0461" w:rsidP="005B0461">
      <w:r>
        <w:t>193.9808</w:t>
      </w:r>
      <w:r>
        <w:tab/>
        <w:t>2.025e0</w:t>
      </w:r>
    </w:p>
    <w:p w:rsidR="005B0461" w:rsidRDefault="005B0461" w:rsidP="005B0461">
      <w:r>
        <w:t>193.9894</w:t>
      </w:r>
      <w:r>
        <w:tab/>
        <w:t>3.038e0</w:t>
      </w:r>
    </w:p>
    <w:p w:rsidR="005B0461" w:rsidRDefault="005B0461" w:rsidP="005B0461">
      <w:r>
        <w:t>193.9936</w:t>
      </w:r>
      <w:r>
        <w:tab/>
        <w:t>2.025e0</w:t>
      </w:r>
    </w:p>
    <w:p w:rsidR="005B0461" w:rsidRDefault="005B0461" w:rsidP="005B0461">
      <w:r>
        <w:t>193.9992</w:t>
      </w:r>
      <w:r>
        <w:tab/>
        <w:t>1.013e0</w:t>
      </w:r>
    </w:p>
    <w:p w:rsidR="005B0461" w:rsidRDefault="005B0461" w:rsidP="005B0461">
      <w:r>
        <w:t>194.0296</w:t>
      </w:r>
      <w:r>
        <w:tab/>
        <w:t>3.038e0</w:t>
      </w:r>
    </w:p>
    <w:p w:rsidR="005B0461" w:rsidRDefault="005B0461" w:rsidP="005B0461">
      <w:r>
        <w:t>194.0323</w:t>
      </w:r>
      <w:r>
        <w:tab/>
        <w:t>1.013e0</w:t>
      </w:r>
    </w:p>
    <w:p w:rsidR="005B0461" w:rsidRDefault="005B0461" w:rsidP="005B0461">
      <w:r>
        <w:t>194.0529</w:t>
      </w:r>
      <w:r>
        <w:tab/>
        <w:t>4.051e0</w:t>
      </w:r>
    </w:p>
    <w:p w:rsidR="005B0461" w:rsidRDefault="005B0461" w:rsidP="005B0461">
      <w:r>
        <w:t>194.0561</w:t>
      </w:r>
      <w:r>
        <w:tab/>
        <w:t>5.063e0</w:t>
      </w:r>
    </w:p>
    <w:p w:rsidR="005B0461" w:rsidRDefault="005B0461" w:rsidP="005B0461">
      <w:r>
        <w:t>194.0632</w:t>
      </w:r>
      <w:r>
        <w:tab/>
        <w:t>3.491e0</w:t>
      </w:r>
    </w:p>
    <w:p w:rsidR="005B0461" w:rsidRDefault="005B0461" w:rsidP="005B0461">
      <w:r>
        <w:t>194.0654</w:t>
      </w:r>
      <w:r>
        <w:tab/>
        <w:t>1.013e0</w:t>
      </w:r>
    </w:p>
    <w:p w:rsidR="005B0461" w:rsidRDefault="005B0461" w:rsidP="005B0461">
      <w:r>
        <w:t>194.0848</w:t>
      </w:r>
      <w:r>
        <w:tab/>
        <w:t>3.038e0</w:t>
      </w:r>
    </w:p>
    <w:p w:rsidR="005B0461" w:rsidRDefault="005B0461" w:rsidP="005B0461">
      <w:r>
        <w:t>194.1056</w:t>
      </w:r>
      <w:r>
        <w:tab/>
        <w:t>8.579e0</w:t>
      </w:r>
    </w:p>
    <w:p w:rsidR="005B0461" w:rsidRDefault="005B0461" w:rsidP="005B0461">
      <w:r>
        <w:t>194.1099</w:t>
      </w:r>
      <w:r>
        <w:tab/>
        <w:t>8.126e0</w:t>
      </w:r>
    </w:p>
    <w:p w:rsidR="005B0461" w:rsidRDefault="005B0461" w:rsidP="005B0461">
      <w:r>
        <w:t>194.1166</w:t>
      </w:r>
      <w:r>
        <w:tab/>
        <w:t>3.504e0</w:t>
      </w:r>
    </w:p>
    <w:p w:rsidR="005B0461" w:rsidRDefault="005B0461" w:rsidP="005B0461">
      <w:r>
        <w:t>194.1188</w:t>
      </w:r>
      <w:r>
        <w:tab/>
        <w:t>3.888e0</w:t>
      </w:r>
    </w:p>
    <w:p w:rsidR="005B0461" w:rsidRDefault="005B0461" w:rsidP="005B0461">
      <w:r>
        <w:t>194.1392</w:t>
      </w:r>
      <w:r>
        <w:tab/>
        <w:t>1.013e0</w:t>
      </w:r>
    </w:p>
    <w:p w:rsidR="005B0461" w:rsidRDefault="005B0461" w:rsidP="005B0461">
      <w:r>
        <w:t>194.1445</w:t>
      </w:r>
      <w:r>
        <w:tab/>
        <w:t>1.532e0</w:t>
      </w:r>
    </w:p>
    <w:p w:rsidR="005B0461" w:rsidRDefault="005B0461" w:rsidP="005B0461">
      <w:r>
        <w:t>194.1631</w:t>
      </w:r>
      <w:r>
        <w:tab/>
        <w:t>2.025e0</w:t>
      </w:r>
    </w:p>
    <w:p w:rsidR="005B0461" w:rsidRDefault="005B0461" w:rsidP="005B0461">
      <w:r>
        <w:lastRenderedPageBreak/>
        <w:t>194.1723</w:t>
      </w:r>
      <w:r>
        <w:tab/>
        <w:t>1.013e0</w:t>
      </w:r>
    </w:p>
    <w:p w:rsidR="005B0461" w:rsidRDefault="005B0461" w:rsidP="005B0461">
      <w:r>
        <w:t>194.1906</w:t>
      </w:r>
      <w:r>
        <w:tab/>
        <w:t>1.013e0</w:t>
      </w:r>
    </w:p>
    <w:p w:rsidR="005B0461" w:rsidRDefault="005B0461" w:rsidP="005B0461">
      <w:r>
        <w:t>194.1943</w:t>
      </w:r>
      <w:r>
        <w:tab/>
        <w:t>1.013e0</w:t>
      </w:r>
    </w:p>
    <w:p w:rsidR="005B0461" w:rsidRDefault="005B0461" w:rsidP="005B0461">
      <w:r>
        <w:t>194.2168</w:t>
      </w:r>
      <w:r>
        <w:tab/>
        <w:t>1.013e0</w:t>
      </w:r>
    </w:p>
    <w:p w:rsidR="005B0461" w:rsidRDefault="005B0461" w:rsidP="005B0461">
      <w:r>
        <w:t>194.2205</w:t>
      </w:r>
      <w:r>
        <w:tab/>
        <w:t>1.013e0</w:t>
      </w:r>
    </w:p>
    <w:p w:rsidR="005B0461" w:rsidRDefault="005B0461" w:rsidP="005B0461">
      <w:r>
        <w:t>194.2542</w:t>
      </w:r>
      <w:r>
        <w:tab/>
        <w:t>1.013e0</w:t>
      </w:r>
    </w:p>
    <w:p w:rsidR="005B0461" w:rsidRDefault="005B0461" w:rsidP="005B0461">
      <w:r>
        <w:t>194.2777</w:t>
      </w:r>
      <w:r>
        <w:tab/>
        <w:t>3.038e0</w:t>
      </w:r>
    </w:p>
    <w:p w:rsidR="005B0461" w:rsidRDefault="005B0461" w:rsidP="005B0461">
      <w:r>
        <w:t>194.3000</w:t>
      </w:r>
      <w:r>
        <w:tab/>
        <w:t>3.038e0</w:t>
      </w:r>
    </w:p>
    <w:p w:rsidR="005B0461" w:rsidRDefault="005B0461" w:rsidP="005B0461">
      <w:r>
        <w:t>194.3083</w:t>
      </w:r>
      <w:r>
        <w:tab/>
        <w:t>2.025e0</w:t>
      </w:r>
    </w:p>
    <w:p w:rsidR="005B0461" w:rsidRDefault="005B0461" w:rsidP="005B0461">
      <w:r>
        <w:t>194.3103</w:t>
      </w:r>
      <w:r>
        <w:tab/>
        <w:t>1.013e0</w:t>
      </w:r>
    </w:p>
    <w:p w:rsidR="005B0461" w:rsidRDefault="005B0461" w:rsidP="005B0461">
      <w:r>
        <w:t>194.3508</w:t>
      </w:r>
      <w:r>
        <w:tab/>
        <w:t>1.013e0</w:t>
      </w:r>
    </w:p>
    <w:p w:rsidR="005B0461" w:rsidRDefault="005B0461" w:rsidP="005B0461">
      <w:r>
        <w:t>194.3545</w:t>
      </w:r>
      <w:r>
        <w:tab/>
        <w:t>1.013e0</w:t>
      </w:r>
    </w:p>
    <w:p w:rsidR="005B0461" w:rsidRDefault="005B0461" w:rsidP="005B0461">
      <w:r>
        <w:t>194.3803</w:t>
      </w:r>
      <w:r>
        <w:tab/>
        <w:t>1.013e0</w:t>
      </w:r>
    </w:p>
    <w:p w:rsidR="005B0461" w:rsidRDefault="005B0461" w:rsidP="005B0461">
      <w:r>
        <w:t>194.3876</w:t>
      </w:r>
      <w:r>
        <w:tab/>
        <w:t>1.013e0</w:t>
      </w:r>
    </w:p>
    <w:p w:rsidR="005B0461" w:rsidRDefault="005B0461" w:rsidP="005B0461">
      <w:r>
        <w:t>194.3987</w:t>
      </w:r>
      <w:r>
        <w:tab/>
        <w:t>1.013e0</w:t>
      </w:r>
    </w:p>
    <w:p w:rsidR="005B0461" w:rsidRDefault="005B0461" w:rsidP="005B0461">
      <w:r>
        <w:t>194.4024</w:t>
      </w:r>
      <w:r>
        <w:tab/>
        <w:t>1.013e0</w:t>
      </w:r>
    </w:p>
    <w:p w:rsidR="005B0461" w:rsidRDefault="005B0461" w:rsidP="005B0461">
      <w:r>
        <w:t>194.4098</w:t>
      </w:r>
      <w:r>
        <w:tab/>
        <w:t>1.013e0</w:t>
      </w:r>
    </w:p>
    <w:p w:rsidR="005B0461" w:rsidRDefault="005B0461" w:rsidP="005B0461">
      <w:r>
        <w:t>194.4356</w:t>
      </w:r>
      <w:r>
        <w:tab/>
        <w:t>1.013e0</w:t>
      </w:r>
    </w:p>
    <w:p w:rsidR="005B0461" w:rsidRDefault="005B0461" w:rsidP="005B0461">
      <w:r>
        <w:t>194.4430</w:t>
      </w:r>
      <w:r>
        <w:tab/>
        <w:t>1.013e0</w:t>
      </w:r>
    </w:p>
    <w:p w:rsidR="005B0461" w:rsidRDefault="005B0461" w:rsidP="005B0461">
      <w:r>
        <w:lastRenderedPageBreak/>
        <w:t>194.4467</w:t>
      </w:r>
      <w:r>
        <w:tab/>
        <w:t>1.013e0</w:t>
      </w:r>
    </w:p>
    <w:p w:rsidR="005B0461" w:rsidRDefault="005B0461" w:rsidP="005B0461">
      <w:r>
        <w:t>194.4541</w:t>
      </w:r>
      <w:r>
        <w:tab/>
        <w:t>1.013e0</w:t>
      </w:r>
    </w:p>
    <w:p w:rsidR="005B0461" w:rsidRDefault="005B0461" w:rsidP="005B0461">
      <w:r>
        <w:t>194.4835</w:t>
      </w:r>
      <w:r>
        <w:tab/>
        <w:t>1.013e0</w:t>
      </w:r>
    </w:p>
    <w:p w:rsidR="005B0461" w:rsidRDefault="005B0461" w:rsidP="005B0461">
      <w:r>
        <w:t>194.5075</w:t>
      </w:r>
      <w:r>
        <w:tab/>
        <w:t>2.025e0</w:t>
      </w:r>
    </w:p>
    <w:p w:rsidR="005B0461" w:rsidRDefault="005B0461" w:rsidP="005B0461">
      <w:r>
        <w:t>194.5318</w:t>
      </w:r>
      <w:r>
        <w:tab/>
        <w:t>1.013e0</w:t>
      </w:r>
    </w:p>
    <w:p w:rsidR="005B0461" w:rsidRDefault="005B0461" w:rsidP="005B0461">
      <w:r>
        <w:t>194.5468</w:t>
      </w:r>
      <w:r>
        <w:tab/>
        <w:t>1.013e0</w:t>
      </w:r>
    </w:p>
    <w:p w:rsidR="005B0461" w:rsidRDefault="005B0461" w:rsidP="005B0461">
      <w:r>
        <w:t>194.5618</w:t>
      </w:r>
      <w:r>
        <w:tab/>
        <w:t>1.013e0</w:t>
      </w:r>
    </w:p>
    <w:p w:rsidR="005B0461" w:rsidRDefault="005B0461" w:rsidP="005B0461">
      <w:r>
        <w:t>194.5693</w:t>
      </w:r>
      <w:r>
        <w:tab/>
        <w:t>1.013e0</w:t>
      </w:r>
    </w:p>
    <w:p w:rsidR="005B0461" w:rsidRDefault="005B0461" w:rsidP="005B0461">
      <w:r>
        <w:t>194.5880</w:t>
      </w:r>
      <w:r>
        <w:tab/>
        <w:t>1.013e0</w:t>
      </w:r>
    </w:p>
    <w:p w:rsidR="005B0461" w:rsidRDefault="005B0461" w:rsidP="005B0461">
      <w:r>
        <w:t>194.5918</w:t>
      </w:r>
      <w:r>
        <w:tab/>
        <w:t>3.038e0</w:t>
      </w:r>
    </w:p>
    <w:p w:rsidR="005B0461" w:rsidRDefault="005B0461" w:rsidP="005B0461">
      <w:r>
        <w:t>194.5956</w:t>
      </w:r>
      <w:r>
        <w:tab/>
        <w:t>1.013e0</w:t>
      </w:r>
    </w:p>
    <w:p w:rsidR="005B0461" w:rsidRDefault="005B0461" w:rsidP="005B0461">
      <w:r>
        <w:t>194.6290</w:t>
      </w:r>
      <w:r>
        <w:tab/>
        <w:t>1.013e0</w:t>
      </w:r>
    </w:p>
    <w:p w:rsidR="005B0461" w:rsidRDefault="005B0461" w:rsidP="005B0461">
      <w:r>
        <w:t>194.6363</w:t>
      </w:r>
      <w:r>
        <w:tab/>
        <w:t>1.013e0</w:t>
      </w:r>
    </w:p>
    <w:p w:rsidR="005B0461" w:rsidRDefault="005B0461" w:rsidP="005B0461">
      <w:r>
        <w:t>194.6658</w:t>
      </w:r>
      <w:r>
        <w:tab/>
        <w:t>1.013e0</w:t>
      </w:r>
    </w:p>
    <w:p w:rsidR="005B0461" w:rsidRDefault="005B0461" w:rsidP="005B0461">
      <w:r>
        <w:t>194.6732</w:t>
      </w:r>
      <w:r>
        <w:tab/>
        <w:t>2.025e0</w:t>
      </w:r>
    </w:p>
    <w:p w:rsidR="005B0461" w:rsidRDefault="005B0461" w:rsidP="005B0461">
      <w:r>
        <w:t>194.6990</w:t>
      </w:r>
      <w:r>
        <w:tab/>
        <w:t>1.013e0</w:t>
      </w:r>
    </w:p>
    <w:p w:rsidR="005B0461" w:rsidRDefault="005B0461" w:rsidP="005B0461">
      <w:r>
        <w:t>194.7138</w:t>
      </w:r>
      <w:r>
        <w:tab/>
        <w:t>1.013e0</w:t>
      </w:r>
    </w:p>
    <w:p w:rsidR="005B0461" w:rsidRDefault="005B0461" w:rsidP="005B0461">
      <w:r>
        <w:t>194.7248</w:t>
      </w:r>
      <w:r>
        <w:tab/>
        <w:t>3.038e0</w:t>
      </w:r>
    </w:p>
    <w:p w:rsidR="005B0461" w:rsidRDefault="005B0461" w:rsidP="005B0461">
      <w:r>
        <w:t>194.7783</w:t>
      </w:r>
      <w:r>
        <w:tab/>
        <w:t>2.025e0</w:t>
      </w:r>
    </w:p>
    <w:p w:rsidR="005B0461" w:rsidRDefault="005B0461" w:rsidP="005B0461">
      <w:r>
        <w:lastRenderedPageBreak/>
        <w:t>194.7985</w:t>
      </w:r>
      <w:r>
        <w:tab/>
        <w:t>4.051e0</w:t>
      </w:r>
    </w:p>
    <w:p w:rsidR="005B0461" w:rsidRDefault="005B0461" w:rsidP="005B0461">
      <w:r>
        <w:t>194.8171</w:t>
      </w:r>
      <w:r>
        <w:tab/>
        <w:t>1.013e0</w:t>
      </w:r>
    </w:p>
    <w:p w:rsidR="005B0461" w:rsidRDefault="005B0461" w:rsidP="005B0461">
      <w:r>
        <w:t>194.8209</w:t>
      </w:r>
      <w:r>
        <w:tab/>
        <w:t>1.013e0</w:t>
      </w:r>
    </w:p>
    <w:p w:rsidR="005B0461" w:rsidRDefault="005B0461" w:rsidP="005B0461">
      <w:r>
        <w:t>194.8810</w:t>
      </w:r>
      <w:r>
        <w:tab/>
        <w:t>1.013e0</w:t>
      </w:r>
    </w:p>
    <w:p w:rsidR="005B0461" w:rsidRDefault="005B0461" w:rsidP="005B0461">
      <w:r>
        <w:t>194.9073</w:t>
      </w:r>
      <w:r>
        <w:tab/>
        <w:t>2.025e0</w:t>
      </w:r>
    </w:p>
    <w:p w:rsidR="005B0461" w:rsidRDefault="005B0461" w:rsidP="005B0461">
      <w:r>
        <w:t>194.9091</w:t>
      </w:r>
      <w:r>
        <w:tab/>
        <w:t>2.025e0</w:t>
      </w:r>
    </w:p>
    <w:p w:rsidR="005B0461" w:rsidRDefault="005B0461" w:rsidP="005B0461">
      <w:r>
        <w:t>194.9257</w:t>
      </w:r>
      <w:r>
        <w:tab/>
        <w:t>3.038e0</w:t>
      </w:r>
    </w:p>
    <w:p w:rsidR="005B0461" w:rsidRDefault="005B0461" w:rsidP="005B0461">
      <w:r>
        <w:t>194.9367</w:t>
      </w:r>
      <w:r>
        <w:tab/>
        <w:t>1.013e0</w:t>
      </w:r>
    </w:p>
    <w:p w:rsidR="005B0461" w:rsidRDefault="005B0461" w:rsidP="005B0461">
      <w:r>
        <w:t>194.9552</w:t>
      </w:r>
      <w:r>
        <w:tab/>
        <w:t>1.013e0</w:t>
      </w:r>
    </w:p>
    <w:p w:rsidR="005B0461" w:rsidRDefault="005B0461" w:rsidP="005B0461">
      <w:r>
        <w:t>194.9730</w:t>
      </w:r>
      <w:r>
        <w:tab/>
        <w:t>4.051e0</w:t>
      </w:r>
    </w:p>
    <w:p w:rsidR="005B0461" w:rsidRDefault="005B0461" w:rsidP="005B0461">
      <w:r>
        <w:t>194.9995</w:t>
      </w:r>
      <w:r>
        <w:tab/>
        <w:t>1.013e0</w:t>
      </w:r>
    </w:p>
    <w:p w:rsidR="005B0461" w:rsidRDefault="005B0461" w:rsidP="005B0461">
      <w:r>
        <w:t>195.0315</w:t>
      </w:r>
      <w:r>
        <w:tab/>
        <w:t>3.038e0</w:t>
      </w:r>
    </w:p>
    <w:p w:rsidR="005B0461" w:rsidRDefault="005B0461" w:rsidP="005B0461">
      <w:r>
        <w:t>195.0475</w:t>
      </w:r>
      <w:r>
        <w:tab/>
        <w:t>2.025e0</w:t>
      </w:r>
    </w:p>
    <w:p w:rsidR="005B0461" w:rsidRDefault="005B0461" w:rsidP="005B0461">
      <w:r>
        <w:t>195.0511</w:t>
      </w:r>
      <w:r>
        <w:tab/>
        <w:t>2.025e0</w:t>
      </w:r>
    </w:p>
    <w:p w:rsidR="005B0461" w:rsidRDefault="005B0461" w:rsidP="005B0461">
      <w:r>
        <w:t>195.0540</w:t>
      </w:r>
      <w:r>
        <w:tab/>
        <w:t>3.402e0</w:t>
      </w:r>
    </w:p>
    <w:p w:rsidR="005B0461" w:rsidRDefault="005B0461" w:rsidP="005B0461">
      <w:r>
        <w:t>195.0793</w:t>
      </w:r>
      <w:r>
        <w:tab/>
        <w:t>3.856e0</w:t>
      </w:r>
    </w:p>
    <w:p w:rsidR="005B0461" w:rsidRDefault="005B0461" w:rsidP="005B0461">
      <w:r>
        <w:t>195.0843</w:t>
      </w:r>
      <w:r>
        <w:tab/>
        <w:t>1.013e0</w:t>
      </w:r>
    </w:p>
    <w:p w:rsidR="005B0461" w:rsidRDefault="005B0461" w:rsidP="005B0461">
      <w:r>
        <w:t>195.0880</w:t>
      </w:r>
      <w:r>
        <w:tab/>
        <w:t>2.025e0</w:t>
      </w:r>
    </w:p>
    <w:p w:rsidR="005B0461" w:rsidRDefault="005B0461" w:rsidP="005B0461">
      <w:r>
        <w:t>195.0991</w:t>
      </w:r>
      <w:r>
        <w:tab/>
        <w:t>1.013e0</w:t>
      </w:r>
    </w:p>
    <w:p w:rsidR="005B0461" w:rsidRDefault="005B0461" w:rsidP="005B0461">
      <w:r>
        <w:lastRenderedPageBreak/>
        <w:t>195.1170</w:t>
      </w:r>
      <w:r>
        <w:tab/>
        <w:t>2.347e0</w:t>
      </w:r>
    </w:p>
    <w:p w:rsidR="005B0461" w:rsidRDefault="005B0461" w:rsidP="005B0461">
      <w:r>
        <w:t>195.1207</w:t>
      </w:r>
      <w:r>
        <w:tab/>
        <w:t>5.794e0</w:t>
      </w:r>
    </w:p>
    <w:p w:rsidR="005B0461" w:rsidRDefault="005B0461" w:rsidP="005B0461">
      <w:r>
        <w:t>195.1272</w:t>
      </w:r>
      <w:r>
        <w:tab/>
        <w:t>5.044e0</w:t>
      </w:r>
    </w:p>
    <w:p w:rsidR="005B0461" w:rsidRDefault="005B0461" w:rsidP="005B0461">
      <w:r>
        <w:t>195.1488</w:t>
      </w:r>
      <w:r>
        <w:tab/>
        <w:t>2.270e0</w:t>
      </w:r>
    </w:p>
    <w:p w:rsidR="005B0461" w:rsidRDefault="005B0461" w:rsidP="005B0461">
      <w:r>
        <w:t>195.1677</w:t>
      </w:r>
      <w:r>
        <w:tab/>
        <w:t>3.038e0</w:t>
      </w:r>
    </w:p>
    <w:p w:rsidR="005B0461" w:rsidRDefault="005B0461" w:rsidP="005B0461">
      <w:r>
        <w:t>195.1715</w:t>
      </w:r>
      <w:r>
        <w:tab/>
        <w:t>3.038e0</w:t>
      </w:r>
    </w:p>
    <w:p w:rsidR="005B0461" w:rsidRDefault="005B0461" w:rsidP="005B0461">
      <w:r>
        <w:t>195.1741</w:t>
      </w:r>
      <w:r>
        <w:tab/>
        <w:t>5.063e0</w:t>
      </w:r>
    </w:p>
    <w:p w:rsidR="005B0461" w:rsidRDefault="005B0461" w:rsidP="005B0461">
      <w:r>
        <w:t>195.1866</w:t>
      </w:r>
      <w:r>
        <w:tab/>
        <w:t>8.101e0</w:t>
      </w:r>
    </w:p>
    <w:p w:rsidR="005B0461" w:rsidRDefault="005B0461" w:rsidP="005B0461">
      <w:r>
        <w:t>195.2133</w:t>
      </w:r>
      <w:r>
        <w:tab/>
        <w:t>2.025e0</w:t>
      </w:r>
    </w:p>
    <w:p w:rsidR="005B0461" w:rsidRDefault="005B0461" w:rsidP="005B0461">
      <w:r>
        <w:t>195.2189</w:t>
      </w:r>
      <w:r>
        <w:tab/>
        <w:t>1.013e0</w:t>
      </w:r>
    </w:p>
    <w:p w:rsidR="005B0461" w:rsidRDefault="005B0461" w:rsidP="005B0461">
      <w:r>
        <w:t>195.2429</w:t>
      </w:r>
      <w:r>
        <w:tab/>
        <w:t>3.038e0</w:t>
      </w:r>
    </w:p>
    <w:p w:rsidR="005B0461" w:rsidRDefault="005B0461" w:rsidP="005B0461">
      <w:r>
        <w:t>195.2484</w:t>
      </w:r>
      <w:r>
        <w:tab/>
        <w:t>1.013e0</w:t>
      </w:r>
    </w:p>
    <w:p w:rsidR="005B0461" w:rsidRDefault="005B0461" w:rsidP="005B0461">
      <w:r>
        <w:t>195.2557</w:t>
      </w:r>
      <w:r>
        <w:tab/>
        <w:t>1.013e0</w:t>
      </w:r>
    </w:p>
    <w:p w:rsidR="005B0461" w:rsidRDefault="005B0461" w:rsidP="005B0461">
      <w:r>
        <w:t>195.2594</w:t>
      </w:r>
      <w:r>
        <w:tab/>
        <w:t>1.013e0</w:t>
      </w:r>
    </w:p>
    <w:p w:rsidR="005B0461" w:rsidRDefault="005B0461" w:rsidP="005B0461">
      <w:r>
        <w:t>195.2668</w:t>
      </w:r>
      <w:r>
        <w:tab/>
        <w:t>1.013e0</w:t>
      </w:r>
    </w:p>
    <w:p w:rsidR="005B0461" w:rsidRDefault="005B0461" w:rsidP="005B0461">
      <w:r>
        <w:t>195.2964</w:t>
      </w:r>
      <w:r>
        <w:tab/>
        <w:t>1.013e0</w:t>
      </w:r>
    </w:p>
    <w:p w:rsidR="005B0461" w:rsidRDefault="005B0461" w:rsidP="005B0461">
      <w:r>
        <w:t>195.3259</w:t>
      </w:r>
      <w:r>
        <w:tab/>
        <w:t>3.038e0</w:t>
      </w:r>
    </w:p>
    <w:p w:rsidR="005B0461" w:rsidRDefault="005B0461" w:rsidP="005B0461">
      <w:r>
        <w:t>195.3370</w:t>
      </w:r>
      <w:r>
        <w:tab/>
        <w:t>1.013e0</w:t>
      </w:r>
    </w:p>
    <w:p w:rsidR="005B0461" w:rsidRDefault="005B0461" w:rsidP="005B0461">
      <w:r>
        <w:t>195.3517</w:t>
      </w:r>
      <w:r>
        <w:tab/>
        <w:t>1.013e0</w:t>
      </w:r>
    </w:p>
    <w:p w:rsidR="005B0461" w:rsidRDefault="005B0461" w:rsidP="005B0461">
      <w:r>
        <w:lastRenderedPageBreak/>
        <w:t>195.3665</w:t>
      </w:r>
      <w:r>
        <w:tab/>
        <w:t>1.013e0</w:t>
      </w:r>
    </w:p>
    <w:p w:rsidR="005B0461" w:rsidRDefault="005B0461" w:rsidP="005B0461">
      <w:r>
        <w:t>195.3738</w:t>
      </w:r>
      <w:r>
        <w:tab/>
        <w:t>1.013e0</w:t>
      </w:r>
    </w:p>
    <w:p w:rsidR="005B0461" w:rsidRDefault="005B0461" w:rsidP="005B0461">
      <w:r>
        <w:t>195.3814</w:t>
      </w:r>
      <w:r>
        <w:tab/>
        <w:t>2.025e0</w:t>
      </w:r>
    </w:p>
    <w:p w:rsidR="005B0461" w:rsidRDefault="005B0461" w:rsidP="005B0461">
      <w:r>
        <w:t>195.3930</w:t>
      </w:r>
      <w:r>
        <w:tab/>
        <w:t>2.025e0</w:t>
      </w:r>
    </w:p>
    <w:p w:rsidR="005B0461" w:rsidRDefault="005B0461" w:rsidP="005B0461">
      <w:r>
        <w:t>195.3964</w:t>
      </w:r>
      <w:r>
        <w:tab/>
        <w:t>1.013e0</w:t>
      </w:r>
    </w:p>
    <w:p w:rsidR="005B0461" w:rsidRDefault="005B0461" w:rsidP="005B0461">
      <w:r>
        <w:t>195.4077</w:t>
      </w:r>
      <w:r>
        <w:tab/>
        <w:t>1.013e0</w:t>
      </w:r>
    </w:p>
    <w:p w:rsidR="005B0461" w:rsidRDefault="005B0461" w:rsidP="005B0461">
      <w:r>
        <w:t>195.4529</w:t>
      </w:r>
      <w:r>
        <w:tab/>
        <w:t>1.013e0</w:t>
      </w:r>
    </w:p>
    <w:p w:rsidR="005B0461" w:rsidRDefault="005B0461" w:rsidP="005B0461">
      <w:r>
        <w:t>195.4605</w:t>
      </w:r>
      <w:r>
        <w:tab/>
        <w:t>1.013e0</w:t>
      </w:r>
    </w:p>
    <w:p w:rsidR="005B0461" w:rsidRDefault="005B0461" w:rsidP="005B0461">
      <w:r>
        <w:t>195.4642</w:t>
      </w:r>
      <w:r>
        <w:tab/>
        <w:t>1.013e0</w:t>
      </w:r>
    </w:p>
    <w:p w:rsidR="005B0461" w:rsidRDefault="005B0461" w:rsidP="005B0461">
      <w:r>
        <w:t>195.4790</w:t>
      </w:r>
      <w:r>
        <w:tab/>
        <w:t>1.013e0</w:t>
      </w:r>
    </w:p>
    <w:p w:rsidR="005B0461" w:rsidRDefault="005B0461" w:rsidP="005B0461">
      <w:r>
        <w:t>195.4864</w:t>
      </w:r>
      <w:r>
        <w:tab/>
        <w:t>1.013e0</w:t>
      </w:r>
    </w:p>
    <w:p w:rsidR="005B0461" w:rsidRDefault="005B0461" w:rsidP="005B0461">
      <w:r>
        <w:t>195.4937</w:t>
      </w:r>
      <w:r>
        <w:tab/>
        <w:t>1.013e0</w:t>
      </w:r>
    </w:p>
    <w:p w:rsidR="005B0461" w:rsidRDefault="005B0461" w:rsidP="005B0461">
      <w:r>
        <w:t>195.5048</w:t>
      </w:r>
      <w:r>
        <w:tab/>
        <w:t>1.013e0</w:t>
      </w:r>
    </w:p>
    <w:p w:rsidR="005B0461" w:rsidRDefault="005B0461" w:rsidP="005B0461">
      <w:r>
        <w:t>195.5195</w:t>
      </w:r>
      <w:r>
        <w:tab/>
        <w:t>1.013e0</w:t>
      </w:r>
    </w:p>
    <w:p w:rsidR="005B0461" w:rsidRDefault="005B0461" w:rsidP="005B0461">
      <w:r>
        <w:t>195.5306</w:t>
      </w:r>
      <w:r>
        <w:tab/>
        <w:t>1.013e0</w:t>
      </w:r>
    </w:p>
    <w:p w:rsidR="005B0461" w:rsidRDefault="005B0461" w:rsidP="005B0461">
      <w:r>
        <w:t>195.5343</w:t>
      </w:r>
      <w:r>
        <w:tab/>
        <w:t>1.013e0</w:t>
      </w:r>
    </w:p>
    <w:p w:rsidR="005B0461" w:rsidRDefault="005B0461" w:rsidP="005B0461">
      <w:r>
        <w:t>195.5417</w:t>
      </w:r>
      <w:r>
        <w:tab/>
        <w:t>1.013e0</w:t>
      </w:r>
    </w:p>
    <w:p w:rsidR="005B0461" w:rsidRDefault="005B0461" w:rsidP="005B0461">
      <w:r>
        <w:t>195.5491</w:t>
      </w:r>
      <w:r>
        <w:tab/>
        <w:t>1.013e0</w:t>
      </w:r>
    </w:p>
    <w:p w:rsidR="005B0461" w:rsidRDefault="005B0461" w:rsidP="005B0461">
      <w:r>
        <w:t>195.5713</w:t>
      </w:r>
      <w:r>
        <w:tab/>
        <w:t>1.013e0</w:t>
      </w:r>
    </w:p>
    <w:p w:rsidR="005B0461" w:rsidRDefault="005B0461" w:rsidP="005B0461">
      <w:r>
        <w:lastRenderedPageBreak/>
        <w:t>195.5827</w:t>
      </w:r>
      <w:r>
        <w:tab/>
        <w:t>5.063e0</w:t>
      </w:r>
    </w:p>
    <w:p w:rsidR="005B0461" w:rsidRDefault="005B0461" w:rsidP="005B0461">
      <w:r>
        <w:t>195.5850</w:t>
      </w:r>
      <w:r>
        <w:tab/>
        <w:t>4.051e0</w:t>
      </w:r>
    </w:p>
    <w:p w:rsidR="005B0461" w:rsidRDefault="005B0461" w:rsidP="005B0461">
      <w:r>
        <w:t>195.6119</w:t>
      </w:r>
      <w:r>
        <w:tab/>
        <w:t>1.013e0</w:t>
      </w:r>
    </w:p>
    <w:p w:rsidR="005B0461" w:rsidRDefault="005B0461" w:rsidP="005B0461">
      <w:r>
        <w:t>195.6156</w:t>
      </w:r>
      <w:r>
        <w:tab/>
        <w:t>1.013e0</w:t>
      </w:r>
    </w:p>
    <w:p w:rsidR="005B0461" w:rsidRDefault="005B0461" w:rsidP="005B0461">
      <w:r>
        <w:t>195.6565</w:t>
      </w:r>
      <w:r>
        <w:tab/>
        <w:t>1.013e0</w:t>
      </w:r>
    </w:p>
    <w:p w:rsidR="005B0461" w:rsidRDefault="005B0461" w:rsidP="005B0461">
      <w:r>
        <w:t>195.6641</w:t>
      </w:r>
      <w:r>
        <w:tab/>
        <w:t>2.025e0</w:t>
      </w:r>
    </w:p>
    <w:p w:rsidR="005B0461" w:rsidRDefault="005B0461" w:rsidP="005B0461">
      <w:r>
        <w:t>195.6904</w:t>
      </w:r>
      <w:r>
        <w:tab/>
        <w:t>1.013e0</w:t>
      </w:r>
    </w:p>
    <w:p w:rsidR="005B0461" w:rsidRDefault="005B0461" w:rsidP="005B0461">
      <w:r>
        <w:t>195.7017</w:t>
      </w:r>
      <w:r>
        <w:tab/>
        <w:t>1.013e0</w:t>
      </w:r>
    </w:p>
    <w:p w:rsidR="005B0461" w:rsidRDefault="005B0461" w:rsidP="005B0461">
      <w:r>
        <w:t>195.7278</w:t>
      </w:r>
      <w:r>
        <w:tab/>
        <w:t>2.025e0</w:t>
      </w:r>
    </w:p>
    <w:p w:rsidR="005B0461" w:rsidRDefault="005B0461" w:rsidP="005B0461">
      <w:r>
        <w:t>195.7319</w:t>
      </w:r>
      <w:r>
        <w:tab/>
        <w:t>1.013e0</w:t>
      </w:r>
    </w:p>
    <w:p w:rsidR="005B0461" w:rsidRDefault="005B0461" w:rsidP="005B0461">
      <w:r>
        <w:t>195.7392</w:t>
      </w:r>
      <w:r>
        <w:tab/>
        <w:t>1.013e0</w:t>
      </w:r>
    </w:p>
    <w:p w:rsidR="005B0461" w:rsidRDefault="005B0461" w:rsidP="005B0461">
      <w:r>
        <w:t>195.7466</w:t>
      </w:r>
      <w:r>
        <w:tab/>
        <w:t>1.013e0</w:t>
      </w:r>
    </w:p>
    <w:p w:rsidR="005B0461" w:rsidRDefault="005B0461" w:rsidP="005B0461">
      <w:r>
        <w:t>195.7613</w:t>
      </w:r>
      <w:r>
        <w:tab/>
        <w:t>1.013e0</w:t>
      </w:r>
    </w:p>
    <w:p w:rsidR="005B0461" w:rsidRDefault="005B0461" w:rsidP="005B0461">
      <w:r>
        <w:t>195.7669</w:t>
      </w:r>
      <w:r>
        <w:tab/>
        <w:t>2.025e0</w:t>
      </w:r>
    </w:p>
    <w:p w:rsidR="005B0461" w:rsidRDefault="005B0461" w:rsidP="005B0461">
      <w:r>
        <w:t>195.7983</w:t>
      </w:r>
      <w:r>
        <w:tab/>
        <w:t>1.013e0</w:t>
      </w:r>
    </w:p>
    <w:p w:rsidR="005B0461" w:rsidRDefault="005B0461" w:rsidP="005B0461">
      <w:r>
        <w:t>195.8057</w:t>
      </w:r>
      <w:r>
        <w:tab/>
        <w:t>2.025e0</w:t>
      </w:r>
    </w:p>
    <w:p w:rsidR="005B0461" w:rsidRDefault="005B0461" w:rsidP="005B0461">
      <w:r>
        <w:t>195.8316</w:t>
      </w:r>
      <w:r>
        <w:tab/>
        <w:t>1.013e0</w:t>
      </w:r>
    </w:p>
    <w:p w:rsidR="005B0461" w:rsidRDefault="005B0461" w:rsidP="005B0461">
      <w:r>
        <w:t>195.8759</w:t>
      </w:r>
      <w:r>
        <w:tab/>
        <w:t>1.013e0</w:t>
      </w:r>
    </w:p>
    <w:p w:rsidR="005B0461" w:rsidRDefault="005B0461" w:rsidP="005B0461">
      <w:r>
        <w:t>195.9017</w:t>
      </w:r>
      <w:r>
        <w:tab/>
        <w:t>1.013e0</w:t>
      </w:r>
    </w:p>
    <w:p w:rsidR="005B0461" w:rsidRDefault="005B0461" w:rsidP="005B0461">
      <w:r>
        <w:lastRenderedPageBreak/>
        <w:t>195.9243</w:t>
      </w:r>
      <w:r>
        <w:tab/>
        <w:t>1.013e0</w:t>
      </w:r>
    </w:p>
    <w:p w:rsidR="005B0461" w:rsidRDefault="005B0461" w:rsidP="005B0461">
      <w:r>
        <w:t>195.9357</w:t>
      </w:r>
      <w:r>
        <w:tab/>
        <w:t>1.013e0</w:t>
      </w:r>
    </w:p>
    <w:p w:rsidR="005B0461" w:rsidRDefault="005B0461" w:rsidP="005B0461">
      <w:r>
        <w:t>195.9432</w:t>
      </w:r>
      <w:r>
        <w:tab/>
        <w:t>1.013e0</w:t>
      </w:r>
    </w:p>
    <w:p w:rsidR="005B0461" w:rsidRDefault="005B0461" w:rsidP="005B0461">
      <w:r>
        <w:t>195.9583</w:t>
      </w:r>
      <w:r>
        <w:tab/>
        <w:t>1.013e0</w:t>
      </w:r>
    </w:p>
    <w:p w:rsidR="005B0461" w:rsidRDefault="005B0461" w:rsidP="005B0461">
      <w:r>
        <w:t>195.9772</w:t>
      </w:r>
      <w:r>
        <w:tab/>
        <w:t>1.013e0</w:t>
      </w:r>
    </w:p>
    <w:p w:rsidR="005B0461" w:rsidRDefault="005B0461" w:rsidP="005B0461">
      <w:r>
        <w:t>196.0008</w:t>
      </w:r>
      <w:r>
        <w:tab/>
        <w:t>1.039e1</w:t>
      </w:r>
    </w:p>
    <w:p w:rsidR="005B0461" w:rsidRDefault="005B0461" w:rsidP="005B0461">
      <w:r>
        <w:t>196.0135</w:t>
      </w:r>
      <w:r>
        <w:tab/>
        <w:t>2.024e1</w:t>
      </w:r>
    </w:p>
    <w:p w:rsidR="005B0461" w:rsidRDefault="005B0461" w:rsidP="005B0461">
      <w:r>
        <w:t>196.0167</w:t>
      </w:r>
      <w:r>
        <w:tab/>
        <w:t>1.924e1</w:t>
      </w:r>
    </w:p>
    <w:p w:rsidR="005B0461" w:rsidRDefault="005B0461" w:rsidP="005B0461">
      <w:r>
        <w:t>196.0244</w:t>
      </w:r>
      <w:r>
        <w:tab/>
        <w:t>3.038e0</w:t>
      </w:r>
    </w:p>
    <w:p w:rsidR="005B0461" w:rsidRDefault="005B0461" w:rsidP="005B0461">
      <w:r>
        <w:t>196.0320</w:t>
      </w:r>
      <w:r>
        <w:tab/>
        <w:t>3.038e0</w:t>
      </w:r>
    </w:p>
    <w:p w:rsidR="005B0461" w:rsidRDefault="005B0461" w:rsidP="005B0461">
      <w:r>
        <w:t>196.0531</w:t>
      </w:r>
      <w:r>
        <w:tab/>
        <w:t>2.020e0</w:t>
      </w:r>
    </w:p>
    <w:p w:rsidR="005B0461" w:rsidRDefault="005B0461" w:rsidP="005B0461">
      <w:r>
        <w:t>196.0633</w:t>
      </w:r>
      <w:r>
        <w:tab/>
        <w:t>5.596e0</w:t>
      </w:r>
    </w:p>
    <w:p w:rsidR="005B0461" w:rsidRDefault="005B0461" w:rsidP="005B0461">
      <w:r>
        <w:t>196.0698</w:t>
      </w:r>
      <w:r>
        <w:tab/>
        <w:t>1.013e0</w:t>
      </w:r>
    </w:p>
    <w:p w:rsidR="005B0461" w:rsidRDefault="005B0461" w:rsidP="005B0461">
      <w:r>
        <w:t>196.0731</w:t>
      </w:r>
      <w:r>
        <w:tab/>
        <w:t>4.051e0</w:t>
      </w:r>
    </w:p>
    <w:p w:rsidR="005B0461" w:rsidRDefault="005B0461" w:rsidP="005B0461">
      <w:r>
        <w:t>196.0997</w:t>
      </w:r>
      <w:r>
        <w:tab/>
        <w:t>3.945e0</w:t>
      </w:r>
    </w:p>
    <w:p w:rsidR="005B0461" w:rsidRDefault="005B0461" w:rsidP="005B0461">
      <w:r>
        <w:t>196.1044</w:t>
      </w:r>
      <w:r>
        <w:tab/>
        <w:t>3.932e0</w:t>
      </w:r>
    </w:p>
    <w:p w:rsidR="005B0461" w:rsidRDefault="005B0461" w:rsidP="005B0461">
      <w:r>
        <w:t>196.1087</w:t>
      </w:r>
      <w:r>
        <w:tab/>
        <w:t>3.807e0</w:t>
      </w:r>
    </w:p>
    <w:p w:rsidR="005B0461" w:rsidRDefault="005B0461" w:rsidP="005B0461">
      <w:r>
        <w:t>196.1269</w:t>
      </w:r>
      <w:r>
        <w:tab/>
        <w:t>1.532e0</w:t>
      </w:r>
    </w:p>
    <w:p w:rsidR="005B0461" w:rsidRDefault="005B0461" w:rsidP="005B0461">
      <w:r>
        <w:t>196.1372</w:t>
      </w:r>
      <w:r>
        <w:tab/>
        <w:t>5.553e0</w:t>
      </w:r>
    </w:p>
    <w:p w:rsidR="005B0461" w:rsidRDefault="005B0461" w:rsidP="005B0461">
      <w:r>
        <w:lastRenderedPageBreak/>
        <w:t>196.1606</w:t>
      </w:r>
      <w:r>
        <w:tab/>
        <w:t>1.977e0</w:t>
      </w:r>
    </w:p>
    <w:p w:rsidR="005B0461" w:rsidRDefault="005B0461" w:rsidP="005B0461">
      <w:r>
        <w:t>196.1702</w:t>
      </w:r>
      <w:r>
        <w:tab/>
        <w:t>2.025e0</w:t>
      </w:r>
    </w:p>
    <w:p w:rsidR="005B0461" w:rsidRDefault="005B0461" w:rsidP="005B0461">
      <w:r>
        <w:t>196.1736</w:t>
      </w:r>
      <w:r>
        <w:tab/>
        <w:t>2.025e0</w:t>
      </w:r>
    </w:p>
    <w:p w:rsidR="005B0461" w:rsidRDefault="005B0461" w:rsidP="005B0461">
      <w:r>
        <w:t>196.1888</w:t>
      </w:r>
      <w:r>
        <w:tab/>
        <w:t>1.013e0</w:t>
      </w:r>
    </w:p>
    <w:p w:rsidR="005B0461" w:rsidRDefault="005B0461" w:rsidP="005B0461">
      <w:r>
        <w:t>196.1946</w:t>
      </w:r>
      <w:r>
        <w:tab/>
        <w:t>3.038e0</w:t>
      </w:r>
    </w:p>
    <w:p w:rsidR="005B0461" w:rsidRDefault="005B0461" w:rsidP="005B0461">
      <w:r>
        <w:t>196.2039</w:t>
      </w:r>
      <w:r>
        <w:tab/>
        <w:t>1.013e0</w:t>
      </w:r>
    </w:p>
    <w:p w:rsidR="005B0461" w:rsidRDefault="005B0461" w:rsidP="005B0461">
      <w:r>
        <w:t>196.2114</w:t>
      </w:r>
      <w:r>
        <w:tab/>
        <w:t>1.013e0</w:t>
      </w:r>
    </w:p>
    <w:p w:rsidR="005B0461" w:rsidRDefault="005B0461" w:rsidP="005B0461">
      <w:r>
        <w:t>196.2489</w:t>
      </w:r>
      <w:r>
        <w:tab/>
        <w:t>1.013e0</w:t>
      </w:r>
    </w:p>
    <w:p w:rsidR="005B0461" w:rsidRDefault="005B0461" w:rsidP="005B0461">
      <w:r>
        <w:t>196.2526</w:t>
      </w:r>
      <w:r>
        <w:tab/>
        <w:t>1.013e0</w:t>
      </w:r>
    </w:p>
    <w:p w:rsidR="005B0461" w:rsidRDefault="005B0461" w:rsidP="005B0461">
      <w:r>
        <w:t>196.2785</w:t>
      </w:r>
      <w:r>
        <w:tab/>
        <w:t>1.013e0</w:t>
      </w:r>
    </w:p>
    <w:p w:rsidR="005B0461" w:rsidRDefault="005B0461" w:rsidP="005B0461">
      <w:r>
        <w:t>196.2803</w:t>
      </w:r>
      <w:r>
        <w:tab/>
        <w:t>2.025e0</w:t>
      </w:r>
    </w:p>
    <w:p w:rsidR="005B0461" w:rsidRDefault="005B0461" w:rsidP="005B0461">
      <w:r>
        <w:t>196.3080</w:t>
      </w:r>
      <w:r>
        <w:tab/>
        <w:t>1.013e0</w:t>
      </w:r>
    </w:p>
    <w:p w:rsidR="005B0461" w:rsidRDefault="005B0461" w:rsidP="005B0461">
      <w:r>
        <w:t>196.3321</w:t>
      </w:r>
      <w:r>
        <w:tab/>
        <w:t>2.025e0</w:t>
      </w:r>
    </w:p>
    <w:p w:rsidR="005B0461" w:rsidRDefault="005B0461" w:rsidP="005B0461">
      <w:r>
        <w:t>196.3506</w:t>
      </w:r>
      <w:r>
        <w:tab/>
        <w:t>2.025e0</w:t>
      </w:r>
    </w:p>
    <w:p w:rsidR="005B0461" w:rsidRDefault="005B0461" w:rsidP="005B0461">
      <w:r>
        <w:t>196.3525</w:t>
      </w:r>
      <w:r>
        <w:tab/>
        <w:t>1.013e0</w:t>
      </w:r>
    </w:p>
    <w:p w:rsidR="005B0461" w:rsidRDefault="005B0461" w:rsidP="005B0461">
      <w:r>
        <w:t>196.3562</w:t>
      </w:r>
      <w:r>
        <w:tab/>
        <w:t>1.013e0</w:t>
      </w:r>
    </w:p>
    <w:p w:rsidR="005B0461" w:rsidRDefault="005B0461" w:rsidP="005B0461">
      <w:r>
        <w:t>196.3710</w:t>
      </w:r>
      <w:r>
        <w:tab/>
        <w:t>1.013e0</w:t>
      </w:r>
    </w:p>
    <w:p w:rsidR="005B0461" w:rsidRDefault="005B0461" w:rsidP="005B0461">
      <w:r>
        <w:t>196.3931</w:t>
      </w:r>
      <w:r>
        <w:tab/>
        <w:t>1.013e0</w:t>
      </w:r>
    </w:p>
    <w:p w:rsidR="005B0461" w:rsidRDefault="005B0461" w:rsidP="005B0461">
      <w:r>
        <w:t>196.4005</w:t>
      </w:r>
      <w:r>
        <w:tab/>
        <w:t>1.013e0</w:t>
      </w:r>
    </w:p>
    <w:p w:rsidR="005B0461" w:rsidRDefault="005B0461" w:rsidP="005B0461">
      <w:r>
        <w:lastRenderedPageBreak/>
        <w:t>196.4156</w:t>
      </w:r>
      <w:r>
        <w:tab/>
        <w:t>1.013e0</w:t>
      </w:r>
    </w:p>
    <w:p w:rsidR="005B0461" w:rsidRDefault="005B0461" w:rsidP="005B0461">
      <w:r>
        <w:t>196.4365</w:t>
      </w:r>
      <w:r>
        <w:tab/>
        <w:t>2.025e0</w:t>
      </w:r>
    </w:p>
    <w:p w:rsidR="005B0461" w:rsidRDefault="005B0461" w:rsidP="005B0461">
      <w:r>
        <w:t>196.4421</w:t>
      </w:r>
      <w:r>
        <w:tab/>
        <w:t>1.013e0</w:t>
      </w:r>
    </w:p>
    <w:p w:rsidR="005B0461" w:rsidRDefault="005B0461" w:rsidP="005B0461">
      <w:r>
        <w:t>196.4535</w:t>
      </w:r>
      <w:r>
        <w:tab/>
        <w:t>1.013e0</w:t>
      </w:r>
    </w:p>
    <w:p w:rsidR="005B0461" w:rsidRDefault="005B0461" w:rsidP="005B0461">
      <w:r>
        <w:t>196.4762</w:t>
      </w:r>
      <w:r>
        <w:tab/>
        <w:t>1.013e0</w:t>
      </w:r>
    </w:p>
    <w:p w:rsidR="005B0461" w:rsidRDefault="005B0461" w:rsidP="005B0461">
      <w:r>
        <w:t>196.4779</w:t>
      </w:r>
      <w:r>
        <w:tab/>
        <w:t>2.025e0</w:t>
      </w:r>
    </w:p>
    <w:p w:rsidR="005B0461" w:rsidRDefault="005B0461" w:rsidP="005B0461">
      <w:r>
        <w:t>196.4837</w:t>
      </w:r>
      <w:r>
        <w:tab/>
        <w:t>1.013e0</w:t>
      </w:r>
    </w:p>
    <w:p w:rsidR="005B0461" w:rsidRDefault="005B0461" w:rsidP="005B0461">
      <w:r>
        <w:t>196.5095</w:t>
      </w:r>
      <w:r>
        <w:tab/>
        <w:t>1.013e0</w:t>
      </w:r>
    </w:p>
    <w:p w:rsidR="005B0461" w:rsidRDefault="005B0461" w:rsidP="005B0461">
      <w:r>
        <w:t>196.5169</w:t>
      </w:r>
      <w:r>
        <w:tab/>
        <w:t>2.025e0</w:t>
      </w:r>
    </w:p>
    <w:p w:rsidR="005B0461" w:rsidRDefault="005B0461" w:rsidP="005B0461">
      <w:r>
        <w:t>196.5397</w:t>
      </w:r>
      <w:r>
        <w:tab/>
        <w:t>3.679e0</w:t>
      </w:r>
    </w:p>
    <w:p w:rsidR="005B0461" w:rsidRDefault="005B0461" w:rsidP="005B0461">
      <w:r>
        <w:t>196.5427</w:t>
      </w:r>
      <w:r>
        <w:tab/>
        <w:t>1.013e0</w:t>
      </w:r>
    </w:p>
    <w:p w:rsidR="005B0461" w:rsidRDefault="005B0461" w:rsidP="005B0461">
      <w:r>
        <w:t>196.5650</w:t>
      </w:r>
      <w:r>
        <w:tab/>
        <w:t>1.013e0</w:t>
      </w:r>
    </w:p>
    <w:p w:rsidR="005B0461" w:rsidRDefault="005B0461" w:rsidP="005B0461">
      <w:r>
        <w:t>196.5761</w:t>
      </w:r>
      <w:r>
        <w:tab/>
        <w:t>1.013e0</w:t>
      </w:r>
    </w:p>
    <w:p w:rsidR="005B0461" w:rsidRDefault="005B0461" w:rsidP="005B0461">
      <w:r>
        <w:t>196.5777</w:t>
      </w:r>
      <w:r>
        <w:tab/>
        <w:t>3.038e0</w:t>
      </w:r>
    </w:p>
    <w:p w:rsidR="005B0461" w:rsidRDefault="005B0461" w:rsidP="005B0461">
      <w:r>
        <w:t>196.6106</w:t>
      </w:r>
      <w:r>
        <w:tab/>
        <w:t>1.347e0</w:t>
      </w:r>
    </w:p>
    <w:p w:rsidR="005B0461" w:rsidRDefault="005B0461" w:rsidP="005B0461">
      <w:r>
        <w:t>196.6411</w:t>
      </w:r>
      <w:r>
        <w:tab/>
        <w:t>2.025e0</w:t>
      </w:r>
    </w:p>
    <w:p w:rsidR="005B0461" w:rsidRDefault="005B0461" w:rsidP="005B0461">
      <w:r>
        <w:t>196.6514</w:t>
      </w:r>
      <w:r>
        <w:tab/>
        <w:t>3.993e0</w:t>
      </w:r>
    </w:p>
    <w:p w:rsidR="005B0461" w:rsidRDefault="005B0461" w:rsidP="005B0461">
      <w:r>
        <w:t>196.6879</w:t>
      </w:r>
      <w:r>
        <w:tab/>
        <w:t>2.025e0</w:t>
      </w:r>
    </w:p>
    <w:p w:rsidR="005B0461" w:rsidRDefault="005B0461" w:rsidP="005B0461">
      <w:r>
        <w:t>196.6920</w:t>
      </w:r>
      <w:r>
        <w:tab/>
        <w:t>1.013e0</w:t>
      </w:r>
    </w:p>
    <w:p w:rsidR="005B0461" w:rsidRDefault="005B0461" w:rsidP="005B0461">
      <w:r>
        <w:lastRenderedPageBreak/>
        <w:t>196.6954</w:t>
      </w:r>
      <w:r>
        <w:tab/>
        <w:t>2.025e0</w:t>
      </w:r>
    </w:p>
    <w:p w:rsidR="005B0461" w:rsidRDefault="005B0461" w:rsidP="005B0461">
      <w:r>
        <w:t>196.7071</w:t>
      </w:r>
      <w:r>
        <w:tab/>
        <w:t>3.038e0</w:t>
      </w:r>
    </w:p>
    <w:p w:rsidR="005B0461" w:rsidRDefault="005B0461" w:rsidP="005B0461">
      <w:r>
        <w:t>196.7109</w:t>
      </w:r>
      <w:r>
        <w:tab/>
        <w:t>1.013e0</w:t>
      </w:r>
    </w:p>
    <w:p w:rsidR="005B0461" w:rsidRDefault="005B0461" w:rsidP="005B0461">
      <w:r>
        <w:t>196.7239</w:t>
      </w:r>
      <w:r>
        <w:tab/>
        <w:t>2.025e0</w:t>
      </w:r>
    </w:p>
    <w:p w:rsidR="005B0461" w:rsidRDefault="005B0461" w:rsidP="005B0461">
      <w:r>
        <w:t>196.7590</w:t>
      </w:r>
      <w:r>
        <w:tab/>
        <w:t>1.013e0</w:t>
      </w:r>
    </w:p>
    <w:p w:rsidR="005B0461" w:rsidRDefault="005B0461" w:rsidP="005B0461">
      <w:r>
        <w:t>196.7701</w:t>
      </w:r>
      <w:r>
        <w:tab/>
        <w:t>1.013e0</w:t>
      </w:r>
    </w:p>
    <w:p w:rsidR="005B0461" w:rsidRDefault="005B0461" w:rsidP="005B0461">
      <w:r>
        <w:t>196.7831</w:t>
      </w:r>
      <w:r>
        <w:tab/>
        <w:t>2.025e0</w:t>
      </w:r>
    </w:p>
    <w:p w:rsidR="005B0461" w:rsidRDefault="005B0461" w:rsidP="005B0461">
      <w:r>
        <w:t>196.7850</w:t>
      </w:r>
      <w:r>
        <w:tab/>
        <w:t>2.025e0</w:t>
      </w:r>
    </w:p>
    <w:p w:rsidR="005B0461" w:rsidRDefault="005B0461" w:rsidP="005B0461">
      <w:r>
        <w:t>196.8035</w:t>
      </w:r>
      <w:r>
        <w:tab/>
        <w:t>2.025e0</w:t>
      </w:r>
    </w:p>
    <w:p w:rsidR="005B0461" w:rsidRDefault="005B0461" w:rsidP="005B0461">
      <w:r>
        <w:t>196.8072</w:t>
      </w:r>
      <w:r>
        <w:tab/>
        <w:t>1.013e0</w:t>
      </w:r>
    </w:p>
    <w:p w:rsidR="005B0461" w:rsidRDefault="005B0461" w:rsidP="005B0461">
      <w:r>
        <w:t>196.8331</w:t>
      </w:r>
      <w:r>
        <w:tab/>
        <w:t>1.013e0</w:t>
      </w:r>
    </w:p>
    <w:p w:rsidR="005B0461" w:rsidRDefault="005B0461" w:rsidP="005B0461">
      <w:r>
        <w:t>196.8405</w:t>
      </w:r>
      <w:r>
        <w:tab/>
        <w:t>2.025e0</w:t>
      </w:r>
    </w:p>
    <w:p w:rsidR="005B0461" w:rsidRDefault="005B0461" w:rsidP="005B0461">
      <w:r>
        <w:t>196.8814</w:t>
      </w:r>
      <w:r>
        <w:tab/>
        <w:t>2.025e0</w:t>
      </w:r>
    </w:p>
    <w:p w:rsidR="005B0461" w:rsidRDefault="005B0461" w:rsidP="005B0461">
      <w:r>
        <w:t>196.9042</w:t>
      </w:r>
      <w:r>
        <w:tab/>
        <w:t>1.013e0</w:t>
      </w:r>
    </w:p>
    <w:p w:rsidR="005B0461" w:rsidRDefault="005B0461" w:rsidP="005B0461">
      <w:r>
        <w:t>196.9080</w:t>
      </w:r>
      <w:r>
        <w:tab/>
        <w:t>2.025e0</w:t>
      </w:r>
    </w:p>
    <w:p w:rsidR="005B0461" w:rsidRDefault="005B0461" w:rsidP="005B0461">
      <w:r>
        <w:t>196.9304</w:t>
      </w:r>
      <w:r>
        <w:tab/>
        <w:t>2.025e0</w:t>
      </w:r>
    </w:p>
    <w:p w:rsidR="005B0461" w:rsidRDefault="005B0461" w:rsidP="005B0461">
      <w:r>
        <w:t>196.9345</w:t>
      </w:r>
      <w:r>
        <w:tab/>
        <w:t>1.013e0</w:t>
      </w:r>
    </w:p>
    <w:p w:rsidR="005B0461" w:rsidRDefault="005B0461" w:rsidP="005B0461">
      <w:r>
        <w:t>196.9421</w:t>
      </w:r>
      <w:r>
        <w:tab/>
        <w:t>1.013e0</w:t>
      </w:r>
    </w:p>
    <w:p w:rsidR="005B0461" w:rsidRDefault="005B0461" w:rsidP="005B0461">
      <w:r>
        <w:t>196.9980</w:t>
      </w:r>
      <w:r>
        <w:tab/>
        <w:t>9.773e1</w:t>
      </w:r>
    </w:p>
    <w:p w:rsidR="005B0461" w:rsidRDefault="005B0461" w:rsidP="005B0461">
      <w:r>
        <w:lastRenderedPageBreak/>
        <w:t>197.0013</w:t>
      </w:r>
      <w:r>
        <w:tab/>
        <w:t>4.812e1</w:t>
      </w:r>
    </w:p>
    <w:p w:rsidR="005B0461" w:rsidRDefault="005B0461" w:rsidP="005B0461">
      <w:r>
        <w:t>197.0319</w:t>
      </w:r>
      <w:r>
        <w:tab/>
        <w:t>3.038e0</w:t>
      </w:r>
    </w:p>
    <w:p w:rsidR="005B0461" w:rsidRDefault="005B0461" w:rsidP="005B0461">
      <w:r>
        <w:t>197.0472</w:t>
      </w:r>
      <w:r>
        <w:tab/>
        <w:t>4.051e0</w:t>
      </w:r>
    </w:p>
    <w:p w:rsidR="005B0461" w:rsidRDefault="005B0461" w:rsidP="005B0461">
      <w:r>
        <w:t>197.0533</w:t>
      </w:r>
      <w:r>
        <w:tab/>
        <w:t>2.025e0</w:t>
      </w:r>
    </w:p>
    <w:p w:rsidR="005B0461" w:rsidRDefault="005B0461" w:rsidP="005B0461">
      <w:r>
        <w:t>197.0569</w:t>
      </w:r>
      <w:r>
        <w:tab/>
        <w:t>2.025e0</w:t>
      </w:r>
    </w:p>
    <w:p w:rsidR="005B0461" w:rsidRDefault="005B0461" w:rsidP="005B0461">
      <w:r>
        <w:t>197.0644</w:t>
      </w:r>
      <w:r>
        <w:tab/>
        <w:t>1.013e0</w:t>
      </w:r>
    </w:p>
    <w:p w:rsidR="005B0461" w:rsidRDefault="005B0461" w:rsidP="005B0461">
      <w:r>
        <w:t>197.0763</w:t>
      </w:r>
      <w:r>
        <w:tab/>
        <w:t>3.038e0</w:t>
      </w:r>
    </w:p>
    <w:p w:rsidR="005B0461" w:rsidRDefault="005B0461" w:rsidP="005B0461">
      <w:r>
        <w:t>197.0810</w:t>
      </w:r>
      <w:r>
        <w:tab/>
        <w:t>2.025e0</w:t>
      </w:r>
    </w:p>
    <w:p w:rsidR="005B0461" w:rsidRDefault="005B0461" w:rsidP="005B0461">
      <w:r>
        <w:t>197.0953</w:t>
      </w:r>
      <w:r>
        <w:tab/>
        <w:t>7.733e0</w:t>
      </w:r>
    </w:p>
    <w:p w:rsidR="005B0461" w:rsidRDefault="005B0461" w:rsidP="005B0461">
      <w:r>
        <w:t>197.1000</w:t>
      </w:r>
      <w:r>
        <w:tab/>
        <w:t>4.633e0</w:t>
      </w:r>
    </w:p>
    <w:p w:rsidR="005B0461" w:rsidRDefault="005B0461" w:rsidP="005B0461">
      <w:r>
        <w:t>197.1048</w:t>
      </w:r>
      <w:r>
        <w:tab/>
        <w:t>4.394e0</w:t>
      </w:r>
    </w:p>
    <w:p w:rsidR="005B0461" w:rsidRDefault="005B0461" w:rsidP="005B0461">
      <w:r>
        <w:t>197.1264</w:t>
      </w:r>
      <w:r>
        <w:tab/>
        <w:t>4.963e0</w:t>
      </w:r>
    </w:p>
    <w:p w:rsidR="005B0461" w:rsidRDefault="005B0461" w:rsidP="005B0461">
      <w:r>
        <w:t>197.1587</w:t>
      </w:r>
      <w:r>
        <w:tab/>
        <w:t>1.524e0</w:t>
      </w:r>
    </w:p>
    <w:p w:rsidR="005B0461" w:rsidRDefault="005B0461" w:rsidP="005B0461">
      <w:r>
        <w:t>197.1638</w:t>
      </w:r>
      <w:r>
        <w:tab/>
        <w:t>1.841e0</w:t>
      </w:r>
    </w:p>
    <w:p w:rsidR="005B0461" w:rsidRDefault="005B0461" w:rsidP="005B0461">
      <w:r>
        <w:t>197.1735</w:t>
      </w:r>
      <w:r>
        <w:tab/>
        <w:t>1.013e0</w:t>
      </w:r>
    </w:p>
    <w:p w:rsidR="005B0461" w:rsidRDefault="005B0461" w:rsidP="005B0461">
      <w:r>
        <w:t>197.1767</w:t>
      </w:r>
      <w:r>
        <w:tab/>
        <w:t>4.051e0</w:t>
      </w:r>
    </w:p>
    <w:p w:rsidR="005B0461" w:rsidRDefault="005B0461" w:rsidP="005B0461">
      <w:r>
        <w:t>197.2049</w:t>
      </w:r>
      <w:r>
        <w:tab/>
        <w:t>2.025e0</w:t>
      </w:r>
    </w:p>
    <w:p w:rsidR="005B0461" w:rsidRDefault="005B0461" w:rsidP="005B0461">
      <w:r>
        <w:t>197.2067</w:t>
      </w:r>
      <w:r>
        <w:tab/>
        <w:t>2.025e0</w:t>
      </w:r>
    </w:p>
    <w:p w:rsidR="005B0461" w:rsidRDefault="005B0461" w:rsidP="005B0461">
      <w:r>
        <w:t>197.2178</w:t>
      </w:r>
      <w:r>
        <w:tab/>
        <w:t>2.025e0</w:t>
      </w:r>
    </w:p>
    <w:p w:rsidR="005B0461" w:rsidRDefault="005B0461" w:rsidP="005B0461">
      <w:r>
        <w:lastRenderedPageBreak/>
        <w:t>197.2753</w:t>
      </w:r>
      <w:r>
        <w:tab/>
        <w:t>2.025e0</w:t>
      </w:r>
    </w:p>
    <w:p w:rsidR="005B0461" w:rsidRDefault="005B0461" w:rsidP="005B0461">
      <w:r>
        <w:t>197.2772</w:t>
      </w:r>
      <w:r>
        <w:tab/>
        <w:t>1.013e0</w:t>
      </w:r>
    </w:p>
    <w:p w:rsidR="005B0461" w:rsidRDefault="005B0461" w:rsidP="005B0461">
      <w:r>
        <w:t>197.2822</w:t>
      </w:r>
      <w:r>
        <w:tab/>
        <w:t>4.051e0</w:t>
      </w:r>
    </w:p>
    <w:p w:rsidR="005B0461" w:rsidRDefault="005B0461" w:rsidP="005B0461">
      <w:r>
        <w:t>197.2993</w:t>
      </w:r>
      <w:r>
        <w:tab/>
        <w:t>1.013e0</w:t>
      </w:r>
    </w:p>
    <w:p w:rsidR="005B0461" w:rsidRDefault="005B0461" w:rsidP="005B0461">
      <w:r>
        <w:t>197.3030</w:t>
      </w:r>
      <w:r>
        <w:tab/>
        <w:t>1.013e0</w:t>
      </w:r>
    </w:p>
    <w:p w:rsidR="005B0461" w:rsidRDefault="005B0461" w:rsidP="005B0461">
      <w:r>
        <w:t>197.3179</w:t>
      </w:r>
      <w:r>
        <w:tab/>
        <w:t>2.025e0</w:t>
      </w:r>
    </w:p>
    <w:p w:rsidR="005B0461" w:rsidRDefault="005B0461" w:rsidP="005B0461">
      <w:r>
        <w:t>197.3194</w:t>
      </w:r>
      <w:r>
        <w:tab/>
        <w:t>3.038e0</w:t>
      </w:r>
    </w:p>
    <w:p w:rsidR="005B0461" w:rsidRDefault="005B0461" w:rsidP="005B0461">
      <w:r>
        <w:t>197.3295</w:t>
      </w:r>
      <w:r>
        <w:tab/>
        <w:t>2.025e0</w:t>
      </w:r>
    </w:p>
    <w:p w:rsidR="005B0461" w:rsidRDefault="005B0461" w:rsidP="005B0461">
      <w:r>
        <w:t>197.3482</w:t>
      </w:r>
      <w:r>
        <w:tab/>
        <w:t>2.025e0</w:t>
      </w:r>
    </w:p>
    <w:p w:rsidR="005B0461" w:rsidRDefault="005B0461" w:rsidP="005B0461">
      <w:r>
        <w:t>197.3544</w:t>
      </w:r>
      <w:r>
        <w:tab/>
        <w:t>3.038e0</w:t>
      </w:r>
    </w:p>
    <w:p w:rsidR="005B0461" w:rsidRDefault="005B0461" w:rsidP="005B0461">
      <w:r>
        <w:t>197.3595</w:t>
      </w:r>
      <w:r>
        <w:tab/>
        <w:t>1.013e0</w:t>
      </w:r>
    </w:p>
    <w:p w:rsidR="005B0461" w:rsidRDefault="005B0461" w:rsidP="005B0461">
      <w:r>
        <w:t>197.3823</w:t>
      </w:r>
      <w:r>
        <w:tab/>
        <w:t>1.013e0</w:t>
      </w:r>
    </w:p>
    <w:p w:rsidR="005B0461" w:rsidRDefault="005B0461" w:rsidP="005B0461">
      <w:r>
        <w:t>197.4048</w:t>
      </w:r>
      <w:r>
        <w:tab/>
        <w:t>1.013e0</w:t>
      </w:r>
    </w:p>
    <w:p w:rsidR="005B0461" w:rsidRDefault="005B0461" w:rsidP="005B0461">
      <w:r>
        <w:t>197.4067</w:t>
      </w:r>
      <w:r>
        <w:tab/>
        <w:t>2.025e0</w:t>
      </w:r>
    </w:p>
    <w:p w:rsidR="005B0461" w:rsidRDefault="005B0461" w:rsidP="005B0461">
      <w:r>
        <w:t>197.4299</w:t>
      </w:r>
      <w:r>
        <w:tab/>
        <w:t>3.038e0</w:t>
      </w:r>
    </w:p>
    <w:p w:rsidR="005B0461" w:rsidRDefault="005B0461" w:rsidP="005B0461">
      <w:r>
        <w:t>197.4418</w:t>
      </w:r>
      <w:r>
        <w:tab/>
        <w:t>1.013e0</w:t>
      </w:r>
    </w:p>
    <w:p w:rsidR="005B0461" w:rsidRDefault="005B0461" w:rsidP="005B0461">
      <w:r>
        <w:t>197.4529</w:t>
      </w:r>
      <w:r>
        <w:tab/>
        <w:t>1.013e0</w:t>
      </w:r>
    </w:p>
    <w:p w:rsidR="005B0461" w:rsidRDefault="005B0461" w:rsidP="005B0461">
      <w:r>
        <w:t>197.4844</w:t>
      </w:r>
      <w:r>
        <w:tab/>
        <w:t>2.025e0</w:t>
      </w:r>
    </w:p>
    <w:p w:rsidR="005B0461" w:rsidRDefault="005B0461" w:rsidP="005B0461">
      <w:r>
        <w:t>197.4937</w:t>
      </w:r>
      <w:r>
        <w:tab/>
        <w:t>1.013e0</w:t>
      </w:r>
    </w:p>
    <w:p w:rsidR="005B0461" w:rsidRDefault="005B0461" w:rsidP="005B0461">
      <w:r>
        <w:lastRenderedPageBreak/>
        <w:t>197.5048</w:t>
      </w:r>
      <w:r>
        <w:tab/>
        <w:t>1.013e0</w:t>
      </w:r>
    </w:p>
    <w:p w:rsidR="005B0461" w:rsidRDefault="005B0461" w:rsidP="005B0461">
      <w:r>
        <w:t>197.5196</w:t>
      </w:r>
      <w:r>
        <w:tab/>
        <w:t>1.013e0</w:t>
      </w:r>
    </w:p>
    <w:p w:rsidR="005B0461" w:rsidRDefault="005B0461" w:rsidP="005B0461">
      <w:r>
        <w:t>197.5289</w:t>
      </w:r>
      <w:r>
        <w:tab/>
        <w:t>2.025e0</w:t>
      </w:r>
    </w:p>
    <w:p w:rsidR="005B0461" w:rsidRDefault="005B0461" w:rsidP="005B0461">
      <w:r>
        <w:t>197.5307</w:t>
      </w:r>
      <w:r>
        <w:tab/>
        <w:t>1.013e0</w:t>
      </w:r>
    </w:p>
    <w:p w:rsidR="005B0461" w:rsidRDefault="005B0461" w:rsidP="005B0461">
      <w:r>
        <w:t>197.5724</w:t>
      </w:r>
      <w:r>
        <w:tab/>
        <w:t>1.013e0</w:t>
      </w:r>
    </w:p>
    <w:p w:rsidR="005B0461" w:rsidRDefault="005B0461" w:rsidP="005B0461">
      <w:r>
        <w:t>197.5894</w:t>
      </w:r>
      <w:r>
        <w:tab/>
        <w:t>2.025e0</w:t>
      </w:r>
    </w:p>
    <w:p w:rsidR="005B0461" w:rsidRDefault="005B0461" w:rsidP="005B0461">
      <w:r>
        <w:t>197.6066</w:t>
      </w:r>
      <w:r>
        <w:tab/>
        <w:t>1.013e0</w:t>
      </w:r>
    </w:p>
    <w:p w:rsidR="005B0461" w:rsidRDefault="005B0461" w:rsidP="005B0461">
      <w:r>
        <w:t>197.6104</w:t>
      </w:r>
      <w:r>
        <w:tab/>
        <w:t>1.013e0</w:t>
      </w:r>
    </w:p>
    <w:p w:rsidR="005B0461" w:rsidRDefault="005B0461" w:rsidP="005B0461">
      <w:r>
        <w:t>197.6399</w:t>
      </w:r>
      <w:r>
        <w:tab/>
        <w:t>1.013e0</w:t>
      </w:r>
    </w:p>
    <w:p w:rsidR="005B0461" w:rsidRDefault="005B0461" w:rsidP="005B0461">
      <w:r>
        <w:t>197.6436</w:t>
      </w:r>
      <w:r>
        <w:tab/>
        <w:t>1.013e0</w:t>
      </w:r>
    </w:p>
    <w:p w:rsidR="005B0461" w:rsidRDefault="005B0461" w:rsidP="005B0461">
      <w:r>
        <w:t>197.6473</w:t>
      </w:r>
      <w:r>
        <w:tab/>
        <w:t>1.013e0</w:t>
      </w:r>
    </w:p>
    <w:p w:rsidR="005B0461" w:rsidRDefault="005B0461" w:rsidP="005B0461">
      <w:r>
        <w:t>197.6621</w:t>
      </w:r>
      <w:r>
        <w:tab/>
        <w:t>2.025e0</w:t>
      </w:r>
    </w:p>
    <w:p w:rsidR="005B0461" w:rsidRDefault="005B0461" w:rsidP="005B0461">
      <w:r>
        <w:t>197.6993</w:t>
      </w:r>
      <w:r>
        <w:tab/>
        <w:t>2.025e0</w:t>
      </w:r>
    </w:p>
    <w:p w:rsidR="005B0461" w:rsidRDefault="005B0461" w:rsidP="005B0461">
      <w:r>
        <w:t>197.7104</w:t>
      </w:r>
      <w:r>
        <w:tab/>
        <w:t>1.013e0</w:t>
      </w:r>
    </w:p>
    <w:p w:rsidR="005B0461" w:rsidRDefault="005B0461" w:rsidP="005B0461">
      <w:r>
        <w:t>197.7307</w:t>
      </w:r>
      <w:r>
        <w:tab/>
        <w:t>2.025e0</w:t>
      </w:r>
    </w:p>
    <w:p w:rsidR="005B0461" w:rsidRDefault="005B0461" w:rsidP="005B0461">
      <w:r>
        <w:t>197.7400</w:t>
      </w:r>
      <w:r>
        <w:tab/>
        <w:t>1.013e0</w:t>
      </w:r>
    </w:p>
    <w:p w:rsidR="005B0461" w:rsidRDefault="005B0461" w:rsidP="005B0461">
      <w:r>
        <w:t>197.7625</w:t>
      </w:r>
      <w:r>
        <w:tab/>
        <w:t>1.013e0</w:t>
      </w:r>
    </w:p>
    <w:p w:rsidR="005B0461" w:rsidRDefault="005B0461" w:rsidP="005B0461">
      <w:r>
        <w:t>197.7740</w:t>
      </w:r>
      <w:r>
        <w:tab/>
        <w:t>1.013e0</w:t>
      </w:r>
    </w:p>
    <w:p w:rsidR="005B0461" w:rsidRDefault="005B0461" w:rsidP="005B0461">
      <w:r>
        <w:t>197.7854</w:t>
      </w:r>
      <w:r>
        <w:tab/>
        <w:t>1.013e0</w:t>
      </w:r>
    </w:p>
    <w:p w:rsidR="005B0461" w:rsidRDefault="005B0461" w:rsidP="005B0461">
      <w:r>
        <w:lastRenderedPageBreak/>
        <w:t>197.7947</w:t>
      </w:r>
      <w:r>
        <w:tab/>
        <w:t>2.025e0</w:t>
      </w:r>
    </w:p>
    <w:p w:rsidR="005B0461" w:rsidRDefault="005B0461" w:rsidP="005B0461">
      <w:r>
        <w:t>197.8044</w:t>
      </w:r>
      <w:r>
        <w:tab/>
        <w:t>1.013e0</w:t>
      </w:r>
    </w:p>
    <w:p w:rsidR="005B0461" w:rsidRDefault="005B0461" w:rsidP="005B0461">
      <w:r>
        <w:t>197.8271</w:t>
      </w:r>
      <w:r>
        <w:tab/>
        <w:t>2.025e0</w:t>
      </w:r>
    </w:p>
    <w:p w:rsidR="005B0461" w:rsidRDefault="005B0461" w:rsidP="005B0461">
      <w:r>
        <w:t>197.8354</w:t>
      </w:r>
      <w:r>
        <w:tab/>
        <w:t>3.038e0</w:t>
      </w:r>
    </w:p>
    <w:p w:rsidR="005B0461" w:rsidRDefault="005B0461" w:rsidP="005B0461">
      <w:r>
        <w:t>197.8418</w:t>
      </w:r>
      <w:r>
        <w:tab/>
        <w:t>1.013e0</w:t>
      </w:r>
    </w:p>
    <w:p w:rsidR="005B0461" w:rsidRDefault="005B0461" w:rsidP="005B0461">
      <w:r>
        <w:t>197.8714</w:t>
      </w:r>
      <w:r>
        <w:tab/>
        <w:t>3.038e0</w:t>
      </w:r>
    </w:p>
    <w:p w:rsidR="005B0461" w:rsidRDefault="005B0461" w:rsidP="005B0461">
      <w:r>
        <w:t>197.9049</w:t>
      </w:r>
      <w:r>
        <w:tab/>
        <w:t>1.013e0</w:t>
      </w:r>
    </w:p>
    <w:p w:rsidR="005B0461" w:rsidRDefault="005B0461" w:rsidP="005B0461">
      <w:r>
        <w:t>197.9160</w:t>
      </w:r>
      <w:r>
        <w:tab/>
        <w:t>1.013e0</w:t>
      </w:r>
    </w:p>
    <w:p w:rsidR="005B0461" w:rsidRDefault="005B0461" w:rsidP="005B0461">
      <w:r>
        <w:t>197.9197</w:t>
      </w:r>
      <w:r>
        <w:tab/>
        <w:t>2.025e0</w:t>
      </w:r>
    </w:p>
    <w:p w:rsidR="005B0461" w:rsidRDefault="005B0461" w:rsidP="005B0461">
      <w:r>
        <w:t>197.9290</w:t>
      </w:r>
      <w:r>
        <w:tab/>
        <w:t>2.025e0</w:t>
      </w:r>
    </w:p>
    <w:p w:rsidR="005B0461" w:rsidRDefault="005B0461" w:rsidP="005B0461">
      <w:r>
        <w:t>197.9605</w:t>
      </w:r>
      <w:r>
        <w:tab/>
        <w:t>1.013e0</w:t>
      </w:r>
    </w:p>
    <w:p w:rsidR="005B0461" w:rsidRDefault="005B0461" w:rsidP="005B0461">
      <w:r>
        <w:t>197.9719</w:t>
      </w:r>
      <w:r>
        <w:tab/>
        <w:t>1.013e0</w:t>
      </w:r>
    </w:p>
    <w:p w:rsidR="005B0461" w:rsidRDefault="005B0461" w:rsidP="005B0461">
      <w:r>
        <w:t>197.9809</w:t>
      </w:r>
      <w:r>
        <w:tab/>
        <w:t>3.038e0</w:t>
      </w:r>
    </w:p>
    <w:p w:rsidR="005B0461" w:rsidRDefault="005B0461" w:rsidP="005B0461">
      <w:r>
        <w:t>197.9920</w:t>
      </w:r>
      <w:r>
        <w:tab/>
        <w:t>4.051e0</w:t>
      </w:r>
    </w:p>
    <w:p w:rsidR="005B0461" w:rsidRDefault="005B0461" w:rsidP="005B0461">
      <w:r>
        <w:t>197.9995</w:t>
      </w:r>
      <w:r>
        <w:tab/>
        <w:t>1.127e1</w:t>
      </w:r>
    </w:p>
    <w:p w:rsidR="005B0461" w:rsidRDefault="005B0461" w:rsidP="005B0461">
      <w:r>
        <w:t>198.0034</w:t>
      </w:r>
      <w:r>
        <w:tab/>
        <w:t>6.070e0</w:t>
      </w:r>
    </w:p>
    <w:p w:rsidR="005B0461" w:rsidRDefault="005B0461" w:rsidP="005B0461">
      <w:r>
        <w:t>198.0265</w:t>
      </w:r>
      <w:r>
        <w:tab/>
        <w:t>6.076e0</w:t>
      </w:r>
    </w:p>
    <w:p w:rsidR="005B0461" w:rsidRDefault="005B0461" w:rsidP="005B0461">
      <w:r>
        <w:t>198.0347</w:t>
      </w:r>
      <w:r>
        <w:tab/>
        <w:t>3.027e0</w:t>
      </w:r>
    </w:p>
    <w:p w:rsidR="005B0461" w:rsidRDefault="005B0461" w:rsidP="005B0461">
      <w:r>
        <w:t>198.0364</w:t>
      </w:r>
      <w:r>
        <w:tab/>
        <w:t>2.025e0</w:t>
      </w:r>
    </w:p>
    <w:p w:rsidR="005B0461" w:rsidRDefault="005B0461" w:rsidP="005B0461">
      <w:r>
        <w:lastRenderedPageBreak/>
        <w:t>198.0438</w:t>
      </w:r>
      <w:r>
        <w:tab/>
        <w:t>1.013e0</w:t>
      </w:r>
    </w:p>
    <w:p w:rsidR="005B0461" w:rsidRDefault="005B0461" w:rsidP="005B0461">
      <w:r>
        <w:t>198.0716</w:t>
      </w:r>
      <w:r>
        <w:tab/>
        <w:t>1.847e0</w:t>
      </w:r>
    </w:p>
    <w:p w:rsidR="005B0461" w:rsidRDefault="005B0461" w:rsidP="005B0461">
      <w:r>
        <w:t>198.0845</w:t>
      </w:r>
      <w:r>
        <w:tab/>
        <w:t>1.013e0</w:t>
      </w:r>
    </w:p>
    <w:p w:rsidR="005B0461" w:rsidRDefault="005B0461" w:rsidP="005B0461">
      <w:r>
        <w:t>198.0994</w:t>
      </w:r>
      <w:r>
        <w:tab/>
        <w:t>1.013e0</w:t>
      </w:r>
    </w:p>
    <w:p w:rsidR="005B0461" w:rsidRDefault="005B0461" w:rsidP="005B0461">
      <w:r>
        <w:t>198.1046</w:t>
      </w:r>
      <w:r>
        <w:tab/>
        <w:t>1.808e0</w:t>
      </w:r>
    </w:p>
    <w:p w:rsidR="005B0461" w:rsidRDefault="005B0461" w:rsidP="005B0461">
      <w:r>
        <w:t>198.1068</w:t>
      </w:r>
      <w:r>
        <w:tab/>
        <w:t>4.394e0</w:t>
      </w:r>
    </w:p>
    <w:p w:rsidR="005B0461" w:rsidRDefault="005B0461" w:rsidP="005B0461">
      <w:r>
        <w:t>198.1105</w:t>
      </w:r>
      <w:r>
        <w:tab/>
        <w:t>3.003e0</w:t>
      </w:r>
    </w:p>
    <w:p w:rsidR="005B0461" w:rsidRDefault="005B0461" w:rsidP="005B0461">
      <w:r>
        <w:t>198.1253</w:t>
      </w:r>
      <w:r>
        <w:tab/>
        <w:t>1.932e0</w:t>
      </w:r>
    </w:p>
    <w:p w:rsidR="005B0461" w:rsidRDefault="005B0461" w:rsidP="005B0461">
      <w:r>
        <w:t>198.1473</w:t>
      </w:r>
      <w:r>
        <w:tab/>
        <w:t>2.391e0</w:t>
      </w:r>
    </w:p>
    <w:p w:rsidR="005B0461" w:rsidRDefault="005B0461" w:rsidP="005B0461">
      <w:r>
        <w:t>198.1498</w:t>
      </w:r>
      <w:r>
        <w:tab/>
        <w:t>1.482e0</w:t>
      </w:r>
    </w:p>
    <w:p w:rsidR="005B0461" w:rsidRDefault="005B0461" w:rsidP="005B0461">
      <w:r>
        <w:t>198.1645</w:t>
      </w:r>
      <w:r>
        <w:tab/>
        <w:t>1.841e0</w:t>
      </w:r>
    </w:p>
    <w:p w:rsidR="005B0461" w:rsidRDefault="005B0461" w:rsidP="005B0461">
      <w:r>
        <w:t>198.1930</w:t>
      </w:r>
      <w:r>
        <w:tab/>
        <w:t>3.125e0</w:t>
      </w:r>
    </w:p>
    <w:p w:rsidR="005B0461" w:rsidRDefault="005B0461" w:rsidP="005B0461">
      <w:r>
        <w:t>198.1949</w:t>
      </w:r>
      <w:r>
        <w:tab/>
        <w:t>2.025e0</w:t>
      </w:r>
    </w:p>
    <w:p w:rsidR="005B0461" w:rsidRDefault="005B0461" w:rsidP="005B0461">
      <w:r>
        <w:t>198.2003</w:t>
      </w:r>
      <w:r>
        <w:tab/>
        <w:t>3.038e0</w:t>
      </w:r>
    </w:p>
    <w:p w:rsidR="005B0461" w:rsidRDefault="005B0461" w:rsidP="005B0461">
      <w:r>
        <w:t>198.2268</w:t>
      </w:r>
      <w:r>
        <w:tab/>
        <w:t>2.025e0</w:t>
      </w:r>
    </w:p>
    <w:p w:rsidR="005B0461" w:rsidRDefault="005B0461" w:rsidP="005B0461">
      <w:r>
        <w:t>198.2458</w:t>
      </w:r>
      <w:r>
        <w:tab/>
        <w:t>1.013e0</w:t>
      </w:r>
    </w:p>
    <w:p w:rsidR="005B0461" w:rsidRDefault="005B0461" w:rsidP="005B0461">
      <w:r>
        <w:t>198.2680</w:t>
      </w:r>
      <w:r>
        <w:tab/>
        <w:t>1.013e0</w:t>
      </w:r>
    </w:p>
    <w:p w:rsidR="005B0461" w:rsidRDefault="005B0461" w:rsidP="005B0461">
      <w:r>
        <w:t>198.2903</w:t>
      </w:r>
      <w:r>
        <w:tab/>
        <w:t>1.013e0</w:t>
      </w:r>
    </w:p>
    <w:p w:rsidR="005B0461" w:rsidRDefault="005B0461" w:rsidP="005B0461">
      <w:r>
        <w:t>198.3107</w:t>
      </w:r>
      <w:r>
        <w:tab/>
        <w:t>2.025e0</w:t>
      </w:r>
    </w:p>
    <w:p w:rsidR="005B0461" w:rsidRDefault="005B0461" w:rsidP="005B0461">
      <w:r>
        <w:lastRenderedPageBreak/>
        <w:t>198.3146</w:t>
      </w:r>
      <w:r>
        <w:tab/>
        <w:t>3.038e0</w:t>
      </w:r>
    </w:p>
    <w:p w:rsidR="005B0461" w:rsidRDefault="005B0461" w:rsidP="005B0461">
      <w:r>
        <w:t>198.3201</w:t>
      </w:r>
      <w:r>
        <w:tab/>
        <w:t>1.013e0</w:t>
      </w:r>
    </w:p>
    <w:p w:rsidR="005B0461" w:rsidRDefault="005B0461" w:rsidP="005B0461">
      <w:r>
        <w:t>198.3367</w:t>
      </w:r>
      <w:r>
        <w:tab/>
        <w:t>2.025e0</w:t>
      </w:r>
    </w:p>
    <w:p w:rsidR="005B0461" w:rsidRDefault="005B0461" w:rsidP="005B0461">
      <w:r>
        <w:t>198.3423</w:t>
      </w:r>
      <w:r>
        <w:tab/>
        <w:t>1.013e0</w:t>
      </w:r>
    </w:p>
    <w:p w:rsidR="005B0461" w:rsidRDefault="005B0461" w:rsidP="005B0461">
      <w:r>
        <w:t>198.3607</w:t>
      </w:r>
      <w:r>
        <w:tab/>
        <w:t>1.013e0</w:t>
      </w:r>
    </w:p>
    <w:p w:rsidR="005B0461" w:rsidRDefault="005B0461" w:rsidP="005B0461">
      <w:r>
        <w:t>198.3666</w:t>
      </w:r>
      <w:r>
        <w:tab/>
        <w:t>2.025e0</w:t>
      </w:r>
    </w:p>
    <w:p w:rsidR="005B0461" w:rsidRDefault="005B0461" w:rsidP="005B0461">
      <w:r>
        <w:t>198.3874</w:t>
      </w:r>
      <w:r>
        <w:tab/>
        <w:t>1.013e0</w:t>
      </w:r>
    </w:p>
    <w:p w:rsidR="005B0461" w:rsidRDefault="005B0461" w:rsidP="005B0461">
      <w:r>
        <w:t>198.3932</w:t>
      </w:r>
      <w:r>
        <w:tab/>
        <w:t>2.025e0</w:t>
      </w:r>
    </w:p>
    <w:p w:rsidR="005B0461" w:rsidRDefault="005B0461" w:rsidP="005B0461">
      <w:r>
        <w:t>198.4013</w:t>
      </w:r>
      <w:r>
        <w:tab/>
        <w:t>3.038e0</w:t>
      </w:r>
    </w:p>
    <w:p w:rsidR="005B0461" w:rsidRDefault="005B0461" w:rsidP="005B0461">
      <w:r>
        <w:t>198.4141</w:t>
      </w:r>
      <w:r>
        <w:tab/>
        <w:t>1.013e0</w:t>
      </w:r>
    </w:p>
    <w:p w:rsidR="005B0461" w:rsidRDefault="005B0461" w:rsidP="005B0461">
      <w:r>
        <w:t>198.4217</w:t>
      </w:r>
      <w:r>
        <w:tab/>
        <w:t>1.013e0</w:t>
      </w:r>
    </w:p>
    <w:p w:rsidR="005B0461" w:rsidRDefault="005B0461" w:rsidP="005B0461">
      <w:r>
        <w:t>198.4498</w:t>
      </w:r>
      <w:r>
        <w:tab/>
        <w:t>2.025e0</w:t>
      </w:r>
    </w:p>
    <w:p w:rsidR="005B0461" w:rsidRDefault="005B0461" w:rsidP="005B0461">
      <w:r>
        <w:t>198.4701</w:t>
      </w:r>
      <w:r>
        <w:tab/>
        <w:t>1.013e0</w:t>
      </w:r>
    </w:p>
    <w:p w:rsidR="005B0461" w:rsidRDefault="005B0461" w:rsidP="005B0461">
      <w:r>
        <w:t>198.4820</w:t>
      </w:r>
      <w:r>
        <w:tab/>
        <w:t>4.051e0</w:t>
      </w:r>
    </w:p>
    <w:p w:rsidR="005B0461" w:rsidRDefault="005B0461" w:rsidP="005B0461">
      <w:r>
        <w:t>198.4924</w:t>
      </w:r>
      <w:r>
        <w:tab/>
        <w:t>1.013e0</w:t>
      </w:r>
    </w:p>
    <w:p w:rsidR="005B0461" w:rsidRDefault="005B0461" w:rsidP="005B0461">
      <w:r>
        <w:t>198.5259</w:t>
      </w:r>
      <w:r>
        <w:tab/>
        <w:t>1.013e0</w:t>
      </w:r>
    </w:p>
    <w:p w:rsidR="005B0461" w:rsidRDefault="005B0461" w:rsidP="005B0461">
      <w:r>
        <w:t>198.5277</w:t>
      </w:r>
      <w:r>
        <w:tab/>
        <w:t>2.025e0</w:t>
      </w:r>
    </w:p>
    <w:p w:rsidR="005B0461" w:rsidRDefault="005B0461" w:rsidP="005B0461">
      <w:r>
        <w:t>198.5314</w:t>
      </w:r>
      <w:r>
        <w:tab/>
        <w:t>2.025e0</w:t>
      </w:r>
    </w:p>
    <w:p w:rsidR="005B0461" w:rsidRDefault="005B0461" w:rsidP="005B0461">
      <w:r>
        <w:t>198.5518</w:t>
      </w:r>
      <w:r>
        <w:tab/>
        <w:t>1.013e0</w:t>
      </w:r>
    </w:p>
    <w:p w:rsidR="005B0461" w:rsidRDefault="005B0461" w:rsidP="005B0461">
      <w:r>
        <w:lastRenderedPageBreak/>
        <w:t>198.5555</w:t>
      </w:r>
      <w:r>
        <w:tab/>
        <w:t>1.013e0</w:t>
      </w:r>
    </w:p>
    <w:p w:rsidR="005B0461" w:rsidRDefault="005B0461" w:rsidP="005B0461">
      <w:r>
        <w:t>198.5727</w:t>
      </w:r>
      <w:r>
        <w:tab/>
        <w:t>2.025e0</w:t>
      </w:r>
    </w:p>
    <w:p w:rsidR="005B0461" w:rsidRDefault="005B0461" w:rsidP="005B0461">
      <w:r>
        <w:t>198.5820</w:t>
      </w:r>
      <w:r>
        <w:tab/>
        <w:t>2.025e0</w:t>
      </w:r>
    </w:p>
    <w:p w:rsidR="005B0461" w:rsidRDefault="005B0461" w:rsidP="005B0461">
      <w:r>
        <w:t>198.5898</w:t>
      </w:r>
      <w:r>
        <w:tab/>
        <w:t>2.119e0</w:t>
      </w:r>
    </w:p>
    <w:p w:rsidR="005B0461" w:rsidRDefault="005B0461" w:rsidP="005B0461">
      <w:r>
        <w:t>198.6088</w:t>
      </w:r>
      <w:r>
        <w:tab/>
        <w:t>2.025e0</w:t>
      </w:r>
    </w:p>
    <w:p w:rsidR="005B0461" w:rsidRDefault="005B0461" w:rsidP="005B0461">
      <w:r>
        <w:t>198.6164</w:t>
      </w:r>
      <w:r>
        <w:tab/>
        <w:t>1.013e0</w:t>
      </w:r>
    </w:p>
    <w:p w:rsidR="005B0461" w:rsidRDefault="005B0461" w:rsidP="005B0461">
      <w:r>
        <w:t>198.6313</w:t>
      </w:r>
      <w:r>
        <w:tab/>
        <w:t>3.038e0</w:t>
      </w:r>
    </w:p>
    <w:p w:rsidR="005B0461" w:rsidRDefault="005B0461" w:rsidP="005B0461">
      <w:r>
        <w:t>198.6353</w:t>
      </w:r>
      <w:r>
        <w:tab/>
        <w:t>2.025e0</w:t>
      </w:r>
    </w:p>
    <w:p w:rsidR="005B0461" w:rsidRDefault="005B0461" w:rsidP="005B0461">
      <w:r>
        <w:t>198.6445</w:t>
      </w:r>
      <w:r>
        <w:tab/>
        <w:t>2.025e0</w:t>
      </w:r>
    </w:p>
    <w:p w:rsidR="005B0461" w:rsidRDefault="005B0461" w:rsidP="005B0461">
      <w:r>
        <w:t>198.6575</w:t>
      </w:r>
      <w:r>
        <w:tab/>
        <w:t>1.013e0</w:t>
      </w:r>
    </w:p>
    <w:p w:rsidR="005B0461" w:rsidRDefault="005B0461" w:rsidP="005B0461">
      <w:r>
        <w:t>198.6909</w:t>
      </w:r>
      <w:r>
        <w:tab/>
        <w:t>1.013e0</w:t>
      </w:r>
    </w:p>
    <w:p w:rsidR="005B0461" w:rsidRDefault="005B0461" w:rsidP="005B0461">
      <w:r>
        <w:t>198.7169</w:t>
      </w:r>
      <w:r>
        <w:tab/>
        <w:t>2.025e0</w:t>
      </w:r>
    </w:p>
    <w:p w:rsidR="005B0461" w:rsidRDefault="005B0461" w:rsidP="005B0461">
      <w:r>
        <w:t>198.7207</w:t>
      </w:r>
      <w:r>
        <w:tab/>
        <w:t>1.013e0</w:t>
      </w:r>
    </w:p>
    <w:p w:rsidR="005B0461" w:rsidRDefault="005B0461" w:rsidP="005B0461">
      <w:r>
        <w:t>198.7249</w:t>
      </w:r>
      <w:r>
        <w:tab/>
        <w:t>4.051e0</w:t>
      </w:r>
    </w:p>
    <w:p w:rsidR="005B0461" w:rsidRDefault="005B0461" w:rsidP="005B0461">
      <w:r>
        <w:t>198.7503</w:t>
      </w:r>
      <w:r>
        <w:tab/>
        <w:t>1.013e0</w:t>
      </w:r>
    </w:p>
    <w:p w:rsidR="005B0461" w:rsidRDefault="005B0461" w:rsidP="005B0461">
      <w:r>
        <w:t>198.7581</w:t>
      </w:r>
      <w:r>
        <w:tab/>
        <w:t>3.038e0</w:t>
      </w:r>
    </w:p>
    <w:p w:rsidR="005B0461" w:rsidRDefault="005B0461" w:rsidP="005B0461">
      <w:r>
        <w:t>198.7654</w:t>
      </w:r>
      <w:r>
        <w:tab/>
        <w:t>1.013e0</w:t>
      </w:r>
    </w:p>
    <w:p w:rsidR="005B0461" w:rsidRDefault="005B0461" w:rsidP="005B0461">
      <w:r>
        <w:t>198.7807</w:t>
      </w:r>
      <w:r>
        <w:tab/>
        <w:t>1.013e0</w:t>
      </w:r>
    </w:p>
    <w:p w:rsidR="005B0461" w:rsidRDefault="005B0461" w:rsidP="005B0461">
      <w:r>
        <w:t>198.8189</w:t>
      </w:r>
      <w:r>
        <w:tab/>
        <w:t>1.013e0</w:t>
      </w:r>
    </w:p>
    <w:p w:rsidR="005B0461" w:rsidRDefault="005B0461" w:rsidP="005B0461">
      <w:r>
        <w:lastRenderedPageBreak/>
        <w:t>198.8264</w:t>
      </w:r>
      <w:r>
        <w:tab/>
        <w:t>1.013e0</w:t>
      </w:r>
    </w:p>
    <w:p w:rsidR="005B0461" w:rsidRDefault="005B0461" w:rsidP="005B0461">
      <w:r>
        <w:t>198.8318</w:t>
      </w:r>
      <w:r>
        <w:tab/>
        <w:t>4.051e0</w:t>
      </w:r>
    </w:p>
    <w:p w:rsidR="005B0461" w:rsidRDefault="005B0461" w:rsidP="005B0461">
      <w:r>
        <w:t>198.8412</w:t>
      </w:r>
      <w:r>
        <w:tab/>
        <w:t>1.013e0</w:t>
      </w:r>
    </w:p>
    <w:p w:rsidR="005B0461" w:rsidRDefault="005B0461" w:rsidP="005B0461">
      <w:r>
        <w:t>198.8523</w:t>
      </w:r>
      <w:r>
        <w:tab/>
        <w:t>2.025e0</w:t>
      </w:r>
    </w:p>
    <w:p w:rsidR="005B0461" w:rsidRDefault="005B0461" w:rsidP="005B0461">
      <w:r>
        <w:t>198.8542</w:t>
      </w:r>
      <w:r>
        <w:tab/>
        <w:t>2.025e0</w:t>
      </w:r>
    </w:p>
    <w:p w:rsidR="005B0461" w:rsidRDefault="005B0461" w:rsidP="005B0461">
      <w:r>
        <w:t>198.8690</w:t>
      </w:r>
      <w:r>
        <w:tab/>
        <w:t>3.038e0</w:t>
      </w:r>
    </w:p>
    <w:p w:rsidR="005B0461" w:rsidRDefault="005B0461" w:rsidP="005B0461">
      <w:r>
        <w:t>198.8932</w:t>
      </w:r>
      <w:r>
        <w:tab/>
        <w:t>2.025e0</w:t>
      </w:r>
    </w:p>
    <w:p w:rsidR="005B0461" w:rsidRDefault="005B0461" w:rsidP="005B0461">
      <w:r>
        <w:t>198.8950</w:t>
      </w:r>
      <w:r>
        <w:tab/>
        <w:t>2.025e0</w:t>
      </w:r>
    </w:p>
    <w:p w:rsidR="005B0461" w:rsidRDefault="005B0461" w:rsidP="005B0461">
      <w:r>
        <w:t>198.9006</w:t>
      </w:r>
      <w:r>
        <w:tab/>
        <w:t>1.013e0</w:t>
      </w:r>
    </w:p>
    <w:p w:rsidR="005B0461" w:rsidRDefault="005B0461" w:rsidP="005B0461">
      <w:r>
        <w:t>198.9340</w:t>
      </w:r>
      <w:r>
        <w:tab/>
        <w:t>2.025e0</w:t>
      </w:r>
    </w:p>
    <w:p w:rsidR="005B0461" w:rsidRDefault="005B0461" w:rsidP="005B0461">
      <w:r>
        <w:t>198.9528</w:t>
      </w:r>
      <w:r>
        <w:tab/>
        <w:t>2.025e0</w:t>
      </w:r>
    </w:p>
    <w:p w:rsidR="005B0461" w:rsidRDefault="005B0461" w:rsidP="005B0461">
      <w:r>
        <w:t>198.9973</w:t>
      </w:r>
      <w:r>
        <w:tab/>
        <w:t>1.067e2</w:t>
      </w:r>
    </w:p>
    <w:p w:rsidR="005B0461" w:rsidRDefault="005B0461" w:rsidP="005B0461">
      <w:r>
        <w:t>198.9992</w:t>
      </w:r>
      <w:r>
        <w:tab/>
        <w:t>5.521e1</w:t>
      </w:r>
    </w:p>
    <w:p w:rsidR="005B0461" w:rsidRDefault="005B0461" w:rsidP="005B0461">
      <w:r>
        <w:t>199.0305</w:t>
      </w:r>
      <w:r>
        <w:tab/>
        <w:t>7.306e1</w:t>
      </w:r>
    </w:p>
    <w:p w:rsidR="005B0461" w:rsidRDefault="005B0461" w:rsidP="005B0461">
      <w:r>
        <w:t>199.0317</w:t>
      </w:r>
      <w:r>
        <w:tab/>
        <w:t>3.176e2</w:t>
      </w:r>
    </w:p>
    <w:p w:rsidR="005B0461" w:rsidRDefault="005B0461" w:rsidP="005B0461">
      <w:r>
        <w:t>199.0658</w:t>
      </w:r>
      <w:r>
        <w:tab/>
        <w:t>3.038e0</w:t>
      </w:r>
    </w:p>
    <w:p w:rsidR="005B0461" w:rsidRDefault="005B0461" w:rsidP="005B0461">
      <w:r>
        <w:t>199.0859</w:t>
      </w:r>
      <w:r>
        <w:tab/>
        <w:t>3.832e0</w:t>
      </w:r>
    </w:p>
    <w:p w:rsidR="005B0461" w:rsidRDefault="005B0461" w:rsidP="005B0461">
      <w:r>
        <w:t>199.1200</w:t>
      </w:r>
      <w:r>
        <w:tab/>
        <w:t>2.079e1</w:t>
      </w:r>
    </w:p>
    <w:p w:rsidR="005B0461" w:rsidRDefault="005B0461" w:rsidP="005B0461">
      <w:r>
        <w:t>199.1216</w:t>
      </w:r>
      <w:r>
        <w:tab/>
        <w:t>2.598e1</w:t>
      </w:r>
    </w:p>
    <w:p w:rsidR="005B0461" w:rsidRDefault="005B0461" w:rsidP="005B0461">
      <w:r>
        <w:lastRenderedPageBreak/>
        <w:t>199.1232</w:t>
      </w:r>
      <w:r>
        <w:tab/>
        <w:t>7.230e1</w:t>
      </w:r>
    </w:p>
    <w:p w:rsidR="005B0461" w:rsidRDefault="005B0461" w:rsidP="005B0461">
      <w:r>
        <w:t>199.1463</w:t>
      </w:r>
      <w:r>
        <w:tab/>
        <w:t>8.571e0</w:t>
      </w:r>
    </w:p>
    <w:p w:rsidR="005B0461" w:rsidRDefault="005B0461" w:rsidP="005B0461">
      <w:r>
        <w:t>199.1748</w:t>
      </w:r>
      <w:r>
        <w:tab/>
        <w:t>4.051e0</w:t>
      </w:r>
    </w:p>
    <w:p w:rsidR="005B0461" w:rsidRDefault="005B0461" w:rsidP="005B0461">
      <w:r>
        <w:t>199.1767</w:t>
      </w:r>
      <w:r>
        <w:tab/>
        <w:t>6.243e0</w:t>
      </w:r>
    </w:p>
    <w:p w:rsidR="005B0461" w:rsidRDefault="005B0461" w:rsidP="005B0461">
      <w:r>
        <w:t>199.1783</w:t>
      </w:r>
      <w:r>
        <w:tab/>
        <w:t>4.051e0</w:t>
      </w:r>
    </w:p>
    <w:p w:rsidR="005B0461" w:rsidRDefault="005B0461" w:rsidP="005B0461">
      <w:r>
        <w:t>199.1850</w:t>
      </w:r>
      <w:r>
        <w:tab/>
        <w:t>5.063e0</w:t>
      </w:r>
    </w:p>
    <w:p w:rsidR="005B0461" w:rsidRDefault="005B0461" w:rsidP="005B0461">
      <w:r>
        <w:t>199.2190</w:t>
      </w:r>
      <w:r>
        <w:tab/>
        <w:t>3.038e0</w:t>
      </w:r>
    </w:p>
    <w:p w:rsidR="005B0461" w:rsidRDefault="005B0461" w:rsidP="005B0461">
      <w:r>
        <w:t>199.2298</w:t>
      </w:r>
      <w:r>
        <w:tab/>
        <w:t>3.038e0</w:t>
      </w:r>
    </w:p>
    <w:p w:rsidR="005B0461" w:rsidRDefault="005B0461" w:rsidP="005B0461">
      <w:r>
        <w:t>199.2533</w:t>
      </w:r>
      <w:r>
        <w:tab/>
        <w:t>1.013e0</w:t>
      </w:r>
    </w:p>
    <w:p w:rsidR="005B0461" w:rsidRDefault="005B0461" w:rsidP="005B0461">
      <w:r>
        <w:t>199.2570</w:t>
      </w:r>
      <w:r>
        <w:tab/>
        <w:t>2.025e0</w:t>
      </w:r>
    </w:p>
    <w:p w:rsidR="005B0461" w:rsidRDefault="005B0461" w:rsidP="005B0461">
      <w:r>
        <w:t>199.2626</w:t>
      </w:r>
      <w:r>
        <w:tab/>
        <w:t>2.025e0</w:t>
      </w:r>
    </w:p>
    <w:p w:rsidR="005B0461" w:rsidRDefault="005B0461" w:rsidP="005B0461">
      <w:r>
        <w:t>199.2719</w:t>
      </w:r>
      <w:r>
        <w:tab/>
        <w:t>1.013e0</w:t>
      </w:r>
    </w:p>
    <w:p w:rsidR="005B0461" w:rsidRDefault="005B0461" w:rsidP="005B0461">
      <w:r>
        <w:t>199.2868</w:t>
      </w:r>
      <w:r>
        <w:tab/>
        <w:t>4.051e0</w:t>
      </w:r>
    </w:p>
    <w:p w:rsidR="005B0461" w:rsidRDefault="005B0461" w:rsidP="005B0461">
      <w:r>
        <w:t>199.2905</w:t>
      </w:r>
      <w:r>
        <w:tab/>
        <w:t>2.025e0</w:t>
      </w:r>
    </w:p>
    <w:p w:rsidR="005B0461" w:rsidRDefault="005B0461" w:rsidP="005B0461">
      <w:r>
        <w:t>199.3202</w:t>
      </w:r>
      <w:r>
        <w:tab/>
        <w:t>3.038e0</w:t>
      </w:r>
    </w:p>
    <w:p w:rsidR="005B0461" w:rsidRDefault="005B0461" w:rsidP="005B0461">
      <w:r>
        <w:t>199.3470</w:t>
      </w:r>
      <w:r>
        <w:tab/>
        <w:t>3.038e0</w:t>
      </w:r>
    </w:p>
    <w:p w:rsidR="005B0461" w:rsidRDefault="005B0461" w:rsidP="005B0461">
      <w:r>
        <w:t>199.3508</w:t>
      </w:r>
      <w:r>
        <w:tab/>
        <w:t>2.025e0</w:t>
      </w:r>
    </w:p>
    <w:p w:rsidR="005B0461" w:rsidRDefault="005B0461" w:rsidP="005B0461">
      <w:r>
        <w:t>199.3754</w:t>
      </w:r>
      <w:r>
        <w:tab/>
        <w:t>2.025e0</w:t>
      </w:r>
    </w:p>
    <w:p w:rsidR="005B0461" w:rsidRDefault="005B0461" w:rsidP="005B0461">
      <w:r>
        <w:t>199.3916</w:t>
      </w:r>
      <w:r>
        <w:tab/>
        <w:t>3.038e0</w:t>
      </w:r>
    </w:p>
    <w:p w:rsidR="005B0461" w:rsidRDefault="005B0461" w:rsidP="005B0461">
      <w:r>
        <w:lastRenderedPageBreak/>
        <w:t>199.3988</w:t>
      </w:r>
      <w:r>
        <w:tab/>
        <w:t>3.038e0</w:t>
      </w:r>
    </w:p>
    <w:p w:rsidR="005B0461" w:rsidRDefault="005B0461" w:rsidP="005B0461">
      <w:r>
        <w:t>199.4093</w:t>
      </w:r>
      <w:r>
        <w:tab/>
        <w:t>2.025e0</w:t>
      </w:r>
    </w:p>
    <w:p w:rsidR="005B0461" w:rsidRDefault="005B0461" w:rsidP="005B0461">
      <w:r>
        <w:t>199.4297</w:t>
      </w:r>
      <w:r>
        <w:tab/>
        <w:t>1.013e0</w:t>
      </w:r>
    </w:p>
    <w:p w:rsidR="005B0461" w:rsidRDefault="005B0461" w:rsidP="005B0461">
      <w:r>
        <w:t>199.4315</w:t>
      </w:r>
      <w:r>
        <w:tab/>
        <w:t>2.025e0</w:t>
      </w:r>
    </w:p>
    <w:p w:rsidR="005B0461" w:rsidRDefault="005B0461" w:rsidP="005B0461">
      <w:r>
        <w:t>199.4558</w:t>
      </w:r>
      <w:r>
        <w:tab/>
        <w:t>2.025e0</w:t>
      </w:r>
    </w:p>
    <w:p w:rsidR="005B0461" w:rsidRDefault="005B0461" w:rsidP="005B0461">
      <w:r>
        <w:t>199.4743</w:t>
      </w:r>
      <w:r>
        <w:tab/>
        <w:t>3.038e0</w:t>
      </w:r>
    </w:p>
    <w:p w:rsidR="005B0461" w:rsidRDefault="005B0461" w:rsidP="005B0461">
      <w:r>
        <w:t>199.4929</w:t>
      </w:r>
      <w:r>
        <w:tab/>
        <w:t>1.013e0</w:t>
      </w:r>
    </w:p>
    <w:p w:rsidR="005B0461" w:rsidRDefault="005B0461" w:rsidP="005B0461">
      <w:r>
        <w:t>199.5156</w:t>
      </w:r>
      <w:r>
        <w:tab/>
        <w:t>1.013e0</w:t>
      </w:r>
    </w:p>
    <w:p w:rsidR="005B0461" w:rsidRDefault="005B0461" w:rsidP="005B0461">
      <w:r>
        <w:t>199.5271</w:t>
      </w:r>
      <w:r>
        <w:tab/>
        <w:t>2.025e0</w:t>
      </w:r>
    </w:p>
    <w:p w:rsidR="005B0461" w:rsidRDefault="005B0461" w:rsidP="005B0461">
      <w:r>
        <w:t>199.5333</w:t>
      </w:r>
      <w:r>
        <w:tab/>
        <w:t>3.038e0</w:t>
      </w:r>
    </w:p>
    <w:p w:rsidR="005B0461" w:rsidRDefault="005B0461" w:rsidP="005B0461">
      <w:r>
        <w:t>199.5366</w:t>
      </w:r>
      <w:r>
        <w:tab/>
        <w:t>2.025e0</w:t>
      </w:r>
    </w:p>
    <w:p w:rsidR="005B0461" w:rsidRDefault="005B0461" w:rsidP="005B0461">
      <w:r>
        <w:t>199.5462</w:t>
      </w:r>
      <w:r>
        <w:tab/>
        <w:t>3.038e0</w:t>
      </w:r>
    </w:p>
    <w:p w:rsidR="005B0461" w:rsidRDefault="005B0461" w:rsidP="005B0461">
      <w:r>
        <w:t>199.5691</w:t>
      </w:r>
      <w:r>
        <w:tab/>
        <w:t>1.013e0</w:t>
      </w:r>
    </w:p>
    <w:p w:rsidR="005B0461" w:rsidRDefault="005B0461" w:rsidP="005B0461">
      <w:r>
        <w:t>199.5728</w:t>
      </w:r>
      <w:r>
        <w:tab/>
        <w:t>2.025e0</w:t>
      </w:r>
    </w:p>
    <w:p w:rsidR="005B0461" w:rsidRDefault="005B0461" w:rsidP="005B0461">
      <w:r>
        <w:t>199.5765</w:t>
      </w:r>
      <w:r>
        <w:tab/>
        <w:t>2.025e0</w:t>
      </w:r>
    </w:p>
    <w:p w:rsidR="005B0461" w:rsidRDefault="005B0461" w:rsidP="005B0461">
      <w:r>
        <w:t>199.5987</w:t>
      </w:r>
      <w:r>
        <w:tab/>
        <w:t>1.013e0</w:t>
      </w:r>
    </w:p>
    <w:p w:rsidR="005B0461" w:rsidRDefault="005B0461" w:rsidP="005B0461">
      <w:r>
        <w:t>199.6024</w:t>
      </w:r>
      <w:r>
        <w:tab/>
        <w:t>2.025e0</w:t>
      </w:r>
    </w:p>
    <w:p w:rsidR="005B0461" w:rsidRDefault="005B0461" w:rsidP="005B0461">
      <w:r>
        <w:t>199.6099</w:t>
      </w:r>
      <w:r>
        <w:tab/>
        <w:t>1.013e0</w:t>
      </w:r>
    </w:p>
    <w:p w:rsidR="005B0461" w:rsidRDefault="005B0461" w:rsidP="005B0461">
      <w:r>
        <w:t>199.6352</w:t>
      </w:r>
      <w:r>
        <w:tab/>
        <w:t>3.553e0</w:t>
      </w:r>
    </w:p>
    <w:p w:rsidR="005B0461" w:rsidRDefault="005B0461" w:rsidP="005B0461">
      <w:r>
        <w:lastRenderedPageBreak/>
        <w:t>199.6397</w:t>
      </w:r>
      <w:r>
        <w:tab/>
        <w:t>1.013e0</w:t>
      </w:r>
    </w:p>
    <w:p w:rsidR="005B0461" w:rsidRDefault="005B0461" w:rsidP="005B0461">
      <w:r>
        <w:t>199.6472</w:t>
      </w:r>
      <w:r>
        <w:tab/>
        <w:t>1.013e0</w:t>
      </w:r>
    </w:p>
    <w:p w:rsidR="005B0461" w:rsidRDefault="005B0461" w:rsidP="005B0461">
      <w:r>
        <w:t>199.6509</w:t>
      </w:r>
      <w:r>
        <w:tab/>
        <w:t>1.013e0</w:t>
      </w:r>
    </w:p>
    <w:p w:rsidR="005B0461" w:rsidRDefault="005B0461" w:rsidP="005B0461">
      <w:r>
        <w:t>199.6749</w:t>
      </w:r>
      <w:r>
        <w:tab/>
        <w:t>2.025e0</w:t>
      </w:r>
    </w:p>
    <w:p w:rsidR="005B0461" w:rsidRDefault="005B0461" w:rsidP="005B0461">
      <w:r>
        <w:t>199.6843</w:t>
      </w:r>
      <w:r>
        <w:tab/>
        <w:t>2.025e0</w:t>
      </w:r>
    </w:p>
    <w:p w:rsidR="005B0461" w:rsidRDefault="005B0461" w:rsidP="005B0461">
      <w:r>
        <w:t>199.6958</w:t>
      </w:r>
      <w:r>
        <w:tab/>
        <w:t>1.013e0</w:t>
      </w:r>
    </w:p>
    <w:p w:rsidR="005B0461" w:rsidRDefault="005B0461" w:rsidP="005B0461">
      <w:r>
        <w:t>199.7265</w:t>
      </w:r>
      <w:r>
        <w:tab/>
        <w:t>1.013e0</w:t>
      </w:r>
    </w:p>
    <w:p w:rsidR="005B0461" w:rsidRDefault="005B0461" w:rsidP="005B0461">
      <w:r>
        <w:t>199.7435</w:t>
      </w:r>
      <w:r>
        <w:tab/>
        <w:t>2.025e0</w:t>
      </w:r>
    </w:p>
    <w:p w:rsidR="005B0461" w:rsidRDefault="005B0461" w:rsidP="005B0461">
      <w:r>
        <w:t>199.7567</w:t>
      </w:r>
      <w:r>
        <w:tab/>
        <w:t>1.013e0</w:t>
      </w:r>
    </w:p>
    <w:p w:rsidR="005B0461" w:rsidRDefault="005B0461" w:rsidP="005B0461">
      <w:r>
        <w:t>199.7698</w:t>
      </w:r>
      <w:r>
        <w:tab/>
        <w:t>6.076e0</w:t>
      </w:r>
    </w:p>
    <w:p w:rsidR="005B0461" w:rsidRDefault="005B0461" w:rsidP="005B0461">
      <w:r>
        <w:t>199.8088</w:t>
      </w:r>
      <w:r>
        <w:tab/>
        <w:t>1.013e0</w:t>
      </w:r>
    </w:p>
    <w:p w:rsidR="005B0461" w:rsidRDefault="005B0461" w:rsidP="005B0461">
      <w:r>
        <w:t>199.8117</w:t>
      </w:r>
      <w:r>
        <w:tab/>
        <w:t>3.038e0</w:t>
      </w:r>
    </w:p>
    <w:p w:rsidR="005B0461" w:rsidRDefault="005B0461" w:rsidP="005B0461">
      <w:r>
        <w:t>199.8200</w:t>
      </w:r>
      <w:r>
        <w:tab/>
        <w:t>1.013e0</w:t>
      </w:r>
    </w:p>
    <w:p w:rsidR="005B0461" w:rsidRDefault="005B0461" w:rsidP="005B0461">
      <w:r>
        <w:t>199.8237</w:t>
      </w:r>
      <w:r>
        <w:tab/>
        <w:t>1.013e0</w:t>
      </w:r>
    </w:p>
    <w:p w:rsidR="005B0461" w:rsidRDefault="005B0461" w:rsidP="005B0461">
      <w:r>
        <w:t>199.8404</w:t>
      </w:r>
      <w:r>
        <w:tab/>
        <w:t>2.025e0</w:t>
      </w:r>
    </w:p>
    <w:p w:rsidR="005B0461" w:rsidRDefault="005B0461" w:rsidP="005B0461">
      <w:r>
        <w:t>199.8570</w:t>
      </w:r>
      <w:r>
        <w:tab/>
        <w:t>1.013e0</w:t>
      </w:r>
    </w:p>
    <w:p w:rsidR="005B0461" w:rsidRDefault="005B0461" w:rsidP="005B0461">
      <w:r>
        <w:t>199.8647</w:t>
      </w:r>
      <w:r>
        <w:tab/>
        <w:t>1.013e0</w:t>
      </w:r>
    </w:p>
    <w:p w:rsidR="005B0461" w:rsidRDefault="005B0461" w:rsidP="005B0461">
      <w:r>
        <w:t>199.8674</w:t>
      </w:r>
      <w:r>
        <w:tab/>
        <w:t>3.038e0</w:t>
      </w:r>
    </w:p>
    <w:p w:rsidR="005B0461" w:rsidRDefault="005B0461" w:rsidP="005B0461">
      <w:r>
        <w:t>199.8877</w:t>
      </w:r>
      <w:r>
        <w:tab/>
        <w:t>1.013e0</w:t>
      </w:r>
    </w:p>
    <w:p w:rsidR="005B0461" w:rsidRDefault="005B0461" w:rsidP="005B0461">
      <w:r>
        <w:lastRenderedPageBreak/>
        <w:t>199.9108</w:t>
      </w:r>
      <w:r>
        <w:tab/>
        <w:t>1.013e0</w:t>
      </w:r>
    </w:p>
    <w:p w:rsidR="005B0461" w:rsidRDefault="005B0461" w:rsidP="005B0461">
      <w:r>
        <w:t>199.9125</w:t>
      </w:r>
      <w:r>
        <w:tab/>
        <w:t>2.025e0</w:t>
      </w:r>
    </w:p>
    <w:p w:rsidR="005B0461" w:rsidRDefault="005B0461" w:rsidP="005B0461">
      <w:r>
        <w:t>199.9370</w:t>
      </w:r>
      <w:r>
        <w:tab/>
        <w:t>2.025e0</w:t>
      </w:r>
    </w:p>
    <w:p w:rsidR="005B0461" w:rsidRDefault="005B0461" w:rsidP="005B0461">
      <w:r>
        <w:t>199.9407</w:t>
      </w:r>
      <w:r>
        <w:tab/>
        <w:t>1.013e0</w:t>
      </w:r>
    </w:p>
    <w:p w:rsidR="005B0461" w:rsidRDefault="005B0461" w:rsidP="005B0461">
      <w:r>
        <w:t>199.9556</w:t>
      </w:r>
      <w:r>
        <w:tab/>
        <w:t>1.013e0</w:t>
      </w:r>
    </w:p>
    <w:p w:rsidR="005B0461" w:rsidRDefault="005B0461" w:rsidP="005B0461">
      <w:r>
        <w:t>199.9705</w:t>
      </w:r>
      <w:r>
        <w:tab/>
        <w:t>1.013e0</w:t>
      </w:r>
    </w:p>
    <w:p w:rsidR="005B0461" w:rsidRDefault="005B0461" w:rsidP="005B0461">
      <w:r>
        <w:t>199.9874</w:t>
      </w:r>
      <w:r>
        <w:tab/>
        <w:t>2.261e1</w:t>
      </w:r>
    </w:p>
    <w:p w:rsidR="005B0461" w:rsidRDefault="005B0461" w:rsidP="005B0461">
      <w:r>
        <w:t>199.9899</w:t>
      </w:r>
      <w:r>
        <w:tab/>
        <w:t>2.052e1</w:t>
      </w:r>
    </w:p>
    <w:p w:rsidR="005B0461" w:rsidRDefault="005B0461" w:rsidP="005B0461">
      <w:r>
        <w:t>199.9950</w:t>
      </w:r>
      <w:r>
        <w:tab/>
        <w:t>1.316e1</w:t>
      </w:r>
    </w:p>
    <w:p w:rsidR="005B0461" w:rsidRDefault="005B0461" w:rsidP="005B0461">
      <w:r>
        <w:t>200.0011</w:t>
      </w:r>
      <w:r>
        <w:tab/>
        <w:t>5.781e0</w:t>
      </w:r>
    </w:p>
    <w:p w:rsidR="005B0461" w:rsidRDefault="005B0461" w:rsidP="005B0461">
      <w:r>
        <w:t>200.0356</w:t>
      </w:r>
      <w:r>
        <w:tab/>
        <w:t>7.480e1</w:t>
      </w:r>
    </w:p>
    <w:p w:rsidR="005B0461" w:rsidRDefault="005B0461" w:rsidP="005B0461">
      <w:r>
        <w:t>200.0380</w:t>
      </w:r>
      <w:r>
        <w:tab/>
        <w:t>1.974e1</w:t>
      </w:r>
    </w:p>
    <w:p w:rsidR="005B0461" w:rsidRDefault="005B0461" w:rsidP="005B0461">
      <w:r>
        <w:t>200.0972</w:t>
      </w:r>
      <w:r>
        <w:tab/>
        <w:t>7.020e0</w:t>
      </w:r>
    </w:p>
    <w:p w:rsidR="005B0461" w:rsidRDefault="005B0461" w:rsidP="005B0461">
      <w:r>
        <w:t>200.1211</w:t>
      </w:r>
      <w:r>
        <w:tab/>
        <w:t>5.936e0</w:t>
      </w:r>
    </w:p>
    <w:p w:rsidR="005B0461" w:rsidRDefault="005B0461" w:rsidP="005B0461">
      <w:r>
        <w:t>200.1290</w:t>
      </w:r>
      <w:r>
        <w:tab/>
        <w:t>6.306e0</w:t>
      </w:r>
    </w:p>
    <w:p w:rsidR="005B0461" w:rsidRDefault="005B0461" w:rsidP="005B0461">
      <w:r>
        <w:t>200.1318</w:t>
      </w:r>
      <w:r>
        <w:tab/>
        <w:t>7.812e0</w:t>
      </w:r>
    </w:p>
    <w:p w:rsidR="005B0461" w:rsidRDefault="005B0461" w:rsidP="005B0461">
      <w:r>
        <w:t>200.1369</w:t>
      </w:r>
      <w:r>
        <w:tab/>
        <w:t>9.289e0</w:t>
      </w:r>
    </w:p>
    <w:p w:rsidR="005B0461" w:rsidRDefault="005B0461" w:rsidP="005B0461">
      <w:r>
        <w:t>200.1497</w:t>
      </w:r>
      <w:r>
        <w:tab/>
        <w:t>4.728e0</w:t>
      </w:r>
    </w:p>
    <w:p w:rsidR="005B0461" w:rsidRDefault="005B0461" w:rsidP="005B0461">
      <w:r>
        <w:t>200.1577</w:t>
      </w:r>
      <w:r>
        <w:tab/>
        <w:t>6.126e0</w:t>
      </w:r>
    </w:p>
    <w:p w:rsidR="005B0461" w:rsidRDefault="005B0461" w:rsidP="005B0461">
      <w:r>
        <w:lastRenderedPageBreak/>
        <w:t>200.1774</w:t>
      </w:r>
      <w:r>
        <w:tab/>
        <w:t>6.076e0</w:t>
      </w:r>
    </w:p>
    <w:p w:rsidR="005B0461" w:rsidRDefault="005B0461" w:rsidP="005B0461">
      <w:r>
        <w:t>200.1881</w:t>
      </w:r>
      <w:r>
        <w:tab/>
        <w:t>1.013e0</w:t>
      </w:r>
    </w:p>
    <w:p w:rsidR="005B0461" w:rsidRDefault="005B0461" w:rsidP="005B0461">
      <w:r>
        <w:t>200.2066</w:t>
      </w:r>
      <w:r>
        <w:tab/>
        <w:t>1.013e0</w:t>
      </w:r>
    </w:p>
    <w:p w:rsidR="005B0461" w:rsidRDefault="005B0461" w:rsidP="005B0461">
      <w:r>
        <w:t>200.2340</w:t>
      </w:r>
      <w:r>
        <w:tab/>
        <w:t>1.215e1</w:t>
      </w:r>
    </w:p>
    <w:p w:rsidR="005B0461" w:rsidRDefault="005B0461" w:rsidP="005B0461">
      <w:r>
        <w:t>200.2482</w:t>
      </w:r>
      <w:r>
        <w:tab/>
        <w:t>3.038e0</w:t>
      </w:r>
    </w:p>
    <w:p w:rsidR="005B0461" w:rsidRDefault="005B0461" w:rsidP="005B0461">
      <w:r>
        <w:t>200.2792</w:t>
      </w:r>
      <w:r>
        <w:tab/>
        <w:t>3.038e0</w:t>
      </w:r>
    </w:p>
    <w:p w:rsidR="005B0461" w:rsidRDefault="005B0461" w:rsidP="005B0461">
      <w:r>
        <w:t>200.2829</w:t>
      </w:r>
      <w:r>
        <w:tab/>
        <w:t>1.013e0</w:t>
      </w:r>
    </w:p>
    <w:p w:rsidR="005B0461" w:rsidRDefault="005B0461" w:rsidP="005B0461">
      <w:r>
        <w:t>200.3015</w:t>
      </w:r>
      <w:r>
        <w:tab/>
        <w:t>1.013e0</w:t>
      </w:r>
    </w:p>
    <w:p w:rsidR="005B0461" w:rsidRDefault="005B0461" w:rsidP="005B0461">
      <w:r>
        <w:t>200.3071</w:t>
      </w:r>
      <w:r>
        <w:tab/>
        <w:t>2.025e0</w:t>
      </w:r>
    </w:p>
    <w:p w:rsidR="005B0461" w:rsidRDefault="005B0461" w:rsidP="005B0461">
      <w:r>
        <w:t>200.3089</w:t>
      </w:r>
      <w:r>
        <w:tab/>
        <w:t>1.013e0</w:t>
      </w:r>
    </w:p>
    <w:p w:rsidR="005B0461" w:rsidRDefault="005B0461" w:rsidP="005B0461">
      <w:r>
        <w:t>200.3220</w:t>
      </w:r>
      <w:r>
        <w:tab/>
        <w:t>2.025e0</w:t>
      </w:r>
    </w:p>
    <w:p w:rsidR="005B0461" w:rsidRDefault="005B0461" w:rsidP="005B0461">
      <w:r>
        <w:t>200.3388</w:t>
      </w:r>
      <w:r>
        <w:tab/>
        <w:t>1.013e0</w:t>
      </w:r>
    </w:p>
    <w:p w:rsidR="005B0461" w:rsidRDefault="005B0461" w:rsidP="005B0461">
      <w:r>
        <w:t>200.3499</w:t>
      </w:r>
      <w:r>
        <w:tab/>
        <w:t>1.013e0</w:t>
      </w:r>
    </w:p>
    <w:p w:rsidR="005B0461" w:rsidRDefault="005B0461" w:rsidP="005B0461">
      <w:r>
        <w:t>200.3629</w:t>
      </w:r>
      <w:r>
        <w:tab/>
        <w:t>2.025e0</w:t>
      </w:r>
    </w:p>
    <w:p w:rsidR="005B0461" w:rsidRDefault="005B0461" w:rsidP="005B0461">
      <w:r>
        <w:t>200.3797</w:t>
      </w:r>
      <w:r>
        <w:tab/>
        <w:t>1.013e0</w:t>
      </w:r>
    </w:p>
    <w:p w:rsidR="005B0461" w:rsidRDefault="005B0461" w:rsidP="005B0461">
      <w:r>
        <w:t>200.3913</w:t>
      </w:r>
      <w:r>
        <w:tab/>
        <w:t>1.013e0</w:t>
      </w:r>
    </w:p>
    <w:p w:rsidR="005B0461" w:rsidRDefault="005B0461" w:rsidP="005B0461">
      <w:r>
        <w:t>200.4297</w:t>
      </w:r>
      <w:r>
        <w:tab/>
        <w:t>1.013e0</w:t>
      </w:r>
    </w:p>
    <w:p w:rsidR="005B0461" w:rsidRDefault="005B0461" w:rsidP="005B0461">
      <w:r>
        <w:t>200.4333</w:t>
      </w:r>
      <w:r>
        <w:tab/>
        <w:t>3.038e0</w:t>
      </w:r>
    </w:p>
    <w:p w:rsidR="005B0461" w:rsidRDefault="005B0461" w:rsidP="005B0461">
      <w:r>
        <w:t>200.4411</w:t>
      </w:r>
      <w:r>
        <w:tab/>
        <w:t>1.013e0</w:t>
      </w:r>
    </w:p>
    <w:p w:rsidR="005B0461" w:rsidRDefault="005B0461" w:rsidP="005B0461">
      <w:r>
        <w:lastRenderedPageBreak/>
        <w:t>200.4522</w:t>
      </w:r>
      <w:r>
        <w:tab/>
        <w:t>1.013e0</w:t>
      </w:r>
    </w:p>
    <w:p w:rsidR="005B0461" w:rsidRDefault="005B0461" w:rsidP="005B0461">
      <w:r>
        <w:t>200.4670</w:t>
      </w:r>
      <w:r>
        <w:tab/>
        <w:t>1.013e0</w:t>
      </w:r>
    </w:p>
    <w:p w:rsidR="005B0461" w:rsidRDefault="005B0461" w:rsidP="005B0461">
      <w:r>
        <w:t>200.4708</w:t>
      </w:r>
      <w:r>
        <w:tab/>
        <w:t>2.025e0</w:t>
      </w:r>
    </w:p>
    <w:p w:rsidR="005B0461" w:rsidRDefault="005B0461" w:rsidP="005B0461">
      <w:r>
        <w:t>200.5006</w:t>
      </w:r>
      <w:r>
        <w:tab/>
        <w:t>1.013e0</w:t>
      </w:r>
    </w:p>
    <w:p w:rsidR="005B0461" w:rsidRDefault="005B0461" w:rsidP="005B0461">
      <w:r>
        <w:t>200.5043</w:t>
      </w:r>
      <w:r>
        <w:tab/>
        <w:t>2.025e0</w:t>
      </w:r>
    </w:p>
    <w:p w:rsidR="005B0461" w:rsidRDefault="005B0461" w:rsidP="005B0461">
      <w:r>
        <w:t>200.5304</w:t>
      </w:r>
      <w:r>
        <w:tab/>
        <w:t>3.038e0</w:t>
      </w:r>
    </w:p>
    <w:p w:rsidR="005B0461" w:rsidRDefault="005B0461" w:rsidP="005B0461">
      <w:r>
        <w:t>200.5452</w:t>
      </w:r>
      <w:r>
        <w:tab/>
        <w:t>1.013e0</w:t>
      </w:r>
    </w:p>
    <w:p w:rsidR="005B0461" w:rsidRDefault="005B0461" w:rsidP="005B0461">
      <w:r>
        <w:t>200.5463</w:t>
      </w:r>
      <w:r>
        <w:tab/>
        <w:t>4.051e0</w:t>
      </w:r>
    </w:p>
    <w:p w:rsidR="005B0461" w:rsidRDefault="005B0461" w:rsidP="005B0461">
      <w:r>
        <w:t>200.5769</w:t>
      </w:r>
      <w:r>
        <w:tab/>
        <w:t>4.051e0</w:t>
      </w:r>
    </w:p>
    <w:p w:rsidR="005B0461" w:rsidRDefault="005B0461" w:rsidP="005B0461">
      <w:r>
        <w:t>200.5799</w:t>
      </w:r>
      <w:r>
        <w:tab/>
        <w:t>2.025e0</w:t>
      </w:r>
    </w:p>
    <w:p w:rsidR="005B0461" w:rsidRDefault="005B0461" w:rsidP="005B0461">
      <w:r>
        <w:t>200.6033</w:t>
      </w:r>
      <w:r>
        <w:tab/>
        <w:t>4.051e0</w:t>
      </w:r>
    </w:p>
    <w:p w:rsidR="005B0461" w:rsidRDefault="005B0461" w:rsidP="005B0461">
      <w:r>
        <w:t>200.6104</w:t>
      </w:r>
      <w:r>
        <w:tab/>
        <w:t>1.013e0</w:t>
      </w:r>
    </w:p>
    <w:p w:rsidR="005B0461" w:rsidRDefault="005B0461" w:rsidP="005B0461">
      <w:r>
        <w:t>200.6122</w:t>
      </w:r>
      <w:r>
        <w:tab/>
        <w:t>4.051e0</w:t>
      </w:r>
    </w:p>
    <w:p w:rsidR="005B0461" w:rsidRDefault="005B0461" w:rsidP="005B0461">
      <w:r>
        <w:t>200.6327</w:t>
      </w:r>
      <w:r>
        <w:tab/>
        <w:t>2.025e0</w:t>
      </w:r>
    </w:p>
    <w:p w:rsidR="005B0461" w:rsidRDefault="005B0461" w:rsidP="005B0461">
      <w:r>
        <w:t>200.6401</w:t>
      </w:r>
      <w:r>
        <w:tab/>
        <w:t>1.013e0</w:t>
      </w:r>
    </w:p>
    <w:p w:rsidR="005B0461" w:rsidRDefault="005B0461" w:rsidP="005B0461">
      <w:r>
        <w:t>200.6503</w:t>
      </w:r>
      <w:r>
        <w:tab/>
        <w:t>3.038e0</w:t>
      </w:r>
    </w:p>
    <w:p w:rsidR="005B0461" w:rsidRDefault="005B0461" w:rsidP="005B0461">
      <w:r>
        <w:t>200.6550</w:t>
      </w:r>
      <w:r>
        <w:tab/>
        <w:t>2.025e0</w:t>
      </w:r>
    </w:p>
    <w:p w:rsidR="005B0461" w:rsidRDefault="005B0461" w:rsidP="005B0461">
      <w:r>
        <w:t>200.6812</w:t>
      </w:r>
      <w:r>
        <w:tab/>
        <w:t>1.013e0</w:t>
      </w:r>
    </w:p>
    <w:p w:rsidR="005B0461" w:rsidRDefault="005B0461" w:rsidP="005B0461">
      <w:r>
        <w:t>200.6960</w:t>
      </w:r>
      <w:r>
        <w:tab/>
        <w:t>1.013e0</w:t>
      </w:r>
    </w:p>
    <w:p w:rsidR="005B0461" w:rsidRDefault="005B0461" w:rsidP="005B0461">
      <w:r>
        <w:lastRenderedPageBreak/>
        <w:t>200.6997</w:t>
      </w:r>
      <w:r>
        <w:tab/>
        <w:t>2.025e0</w:t>
      </w:r>
    </w:p>
    <w:p w:rsidR="005B0461" w:rsidRDefault="005B0461" w:rsidP="005B0461">
      <w:r>
        <w:t>200.7404</w:t>
      </w:r>
      <w:r>
        <w:tab/>
        <w:t>3.038e0</w:t>
      </w:r>
    </w:p>
    <w:p w:rsidR="005B0461" w:rsidRDefault="005B0461" w:rsidP="005B0461">
      <w:r>
        <w:t>200.7434</w:t>
      </w:r>
      <w:r>
        <w:tab/>
        <w:t>2.025e0</w:t>
      </w:r>
    </w:p>
    <w:p w:rsidR="005B0461" w:rsidRDefault="005B0461" w:rsidP="005B0461">
      <w:r>
        <w:t>200.7455</w:t>
      </w:r>
      <w:r>
        <w:tab/>
        <w:t>1.013e0</w:t>
      </w:r>
    </w:p>
    <w:p w:rsidR="005B0461" w:rsidRDefault="005B0461" w:rsidP="005B0461">
      <w:r>
        <w:t>200.7489</w:t>
      </w:r>
      <w:r>
        <w:tab/>
        <w:t>2.025e0</w:t>
      </w:r>
    </w:p>
    <w:p w:rsidR="005B0461" w:rsidRDefault="005B0461" w:rsidP="005B0461">
      <w:r>
        <w:t>200.7872</w:t>
      </w:r>
      <w:r>
        <w:tab/>
        <w:t>1.013e0</w:t>
      </w:r>
    </w:p>
    <w:p w:rsidR="005B0461" w:rsidRDefault="005B0461" w:rsidP="005B0461">
      <w:r>
        <w:t>200.8132</w:t>
      </w:r>
      <w:r>
        <w:tab/>
        <w:t>2.025e0</w:t>
      </w:r>
    </w:p>
    <w:p w:rsidR="005B0461" w:rsidRDefault="005B0461" w:rsidP="005B0461">
      <w:r>
        <w:t>200.8170</w:t>
      </w:r>
      <w:r>
        <w:tab/>
        <w:t>1.013e0</w:t>
      </w:r>
    </w:p>
    <w:p w:rsidR="005B0461" w:rsidRDefault="005B0461" w:rsidP="005B0461">
      <w:r>
        <w:t>200.8394</w:t>
      </w:r>
      <w:r>
        <w:tab/>
        <w:t>1.013e0</w:t>
      </w:r>
    </w:p>
    <w:p w:rsidR="005B0461" w:rsidRDefault="005B0461" w:rsidP="005B0461">
      <w:r>
        <w:t>200.8491</w:t>
      </w:r>
      <w:r>
        <w:tab/>
        <w:t>5.063e0</w:t>
      </w:r>
    </w:p>
    <w:p w:rsidR="005B0461" w:rsidRDefault="005B0461" w:rsidP="005B0461">
      <w:r>
        <w:t>200.8543</w:t>
      </w:r>
      <w:r>
        <w:tab/>
        <w:t>1.013e0</w:t>
      </w:r>
    </w:p>
    <w:p w:rsidR="005B0461" w:rsidRDefault="005B0461" w:rsidP="005B0461">
      <w:r>
        <w:t>200.8882</w:t>
      </w:r>
      <w:r>
        <w:tab/>
        <w:t>1.013e0</w:t>
      </w:r>
    </w:p>
    <w:p w:rsidR="005B0461" w:rsidRDefault="005B0461" w:rsidP="005B0461">
      <w:r>
        <w:t>200.8920</w:t>
      </w:r>
      <w:r>
        <w:tab/>
        <w:t>1.013e0</w:t>
      </w:r>
    </w:p>
    <w:p w:rsidR="005B0461" w:rsidRDefault="005B0461" w:rsidP="005B0461">
      <w:r>
        <w:t>200.9074</w:t>
      </w:r>
      <w:r>
        <w:tab/>
        <w:t>1.013e0</w:t>
      </w:r>
    </w:p>
    <w:p w:rsidR="005B0461" w:rsidRDefault="005B0461" w:rsidP="005B0461">
      <w:r>
        <w:t>200.9129</w:t>
      </w:r>
      <w:r>
        <w:tab/>
        <w:t>2.025e0</w:t>
      </w:r>
    </w:p>
    <w:p w:rsidR="005B0461" w:rsidRDefault="005B0461" w:rsidP="005B0461">
      <w:r>
        <w:t>200.9151</w:t>
      </w:r>
      <w:r>
        <w:tab/>
        <w:t>1.013e0</w:t>
      </w:r>
    </w:p>
    <w:p w:rsidR="005B0461" w:rsidRDefault="005B0461" w:rsidP="005B0461">
      <w:r>
        <w:t>200.9267</w:t>
      </w:r>
      <w:r>
        <w:tab/>
        <w:t>1.013e0</w:t>
      </w:r>
    </w:p>
    <w:p w:rsidR="005B0461" w:rsidRDefault="005B0461" w:rsidP="005B0461">
      <w:r>
        <w:t>200.9399</w:t>
      </w:r>
      <w:r>
        <w:tab/>
        <w:t>2.025e0</w:t>
      </w:r>
    </w:p>
    <w:p w:rsidR="005B0461" w:rsidRDefault="005B0461" w:rsidP="005B0461">
      <w:r>
        <w:t>200.9492</w:t>
      </w:r>
      <w:r>
        <w:tab/>
        <w:t>1.013e0</w:t>
      </w:r>
    </w:p>
    <w:p w:rsidR="005B0461" w:rsidRDefault="005B0461" w:rsidP="005B0461">
      <w:r>
        <w:lastRenderedPageBreak/>
        <w:t>200.9771</w:t>
      </w:r>
      <w:r>
        <w:tab/>
        <w:t>2.025e0</w:t>
      </w:r>
    </w:p>
    <w:p w:rsidR="005B0461" w:rsidRDefault="005B0461" w:rsidP="005B0461">
      <w:r>
        <w:t>200.9864</w:t>
      </w:r>
      <w:r>
        <w:tab/>
        <w:t>2.025e0</w:t>
      </w:r>
    </w:p>
    <w:p w:rsidR="005B0461" w:rsidRDefault="005B0461" w:rsidP="005B0461">
      <w:r>
        <w:t>200.9902</w:t>
      </w:r>
      <w:r>
        <w:tab/>
        <w:t>1.013e0</w:t>
      </w:r>
    </w:p>
    <w:p w:rsidR="005B0461" w:rsidRDefault="005B0461" w:rsidP="005B0461">
      <w:r>
        <w:t>200.9920</w:t>
      </w:r>
      <w:r>
        <w:tab/>
        <w:t>2.025e0</w:t>
      </w:r>
    </w:p>
    <w:p w:rsidR="005B0461" w:rsidRDefault="005B0461" w:rsidP="005B0461">
      <w:r>
        <w:t>201.0007</w:t>
      </w:r>
      <w:r>
        <w:tab/>
        <w:t>3.901e0</w:t>
      </w:r>
    </w:p>
    <w:p w:rsidR="005B0461" w:rsidRDefault="005B0461" w:rsidP="005B0461">
      <w:r>
        <w:t>201.0163</w:t>
      </w:r>
      <w:r>
        <w:tab/>
        <w:t>2.025e0</w:t>
      </w:r>
    </w:p>
    <w:p w:rsidR="005B0461" w:rsidRDefault="005B0461" w:rsidP="005B0461">
      <w:r>
        <w:t>201.0325</w:t>
      </w:r>
      <w:r>
        <w:tab/>
        <w:t>3.038e0</w:t>
      </w:r>
    </w:p>
    <w:p w:rsidR="005B0461" w:rsidRDefault="005B0461" w:rsidP="005B0461">
      <w:r>
        <w:t>201.0405</w:t>
      </w:r>
      <w:r>
        <w:tab/>
        <w:t>5.063e0</w:t>
      </w:r>
    </w:p>
    <w:p w:rsidR="005B0461" w:rsidRDefault="005B0461" w:rsidP="005B0461">
      <w:r>
        <w:t>201.0446</w:t>
      </w:r>
      <w:r>
        <w:tab/>
        <w:t>6.554e0</w:t>
      </w:r>
    </w:p>
    <w:p w:rsidR="005B0461" w:rsidRDefault="005B0461" w:rsidP="005B0461">
      <w:r>
        <w:t>201.0637</w:t>
      </w:r>
      <w:r>
        <w:tab/>
        <w:t>4.051e0</w:t>
      </w:r>
    </w:p>
    <w:p w:rsidR="005B0461" w:rsidRDefault="005B0461" w:rsidP="005B0461">
      <w:r>
        <w:t>201.0663</w:t>
      </w:r>
      <w:r>
        <w:tab/>
        <w:t>5.147e0</w:t>
      </w:r>
    </w:p>
    <w:p w:rsidR="005B0461" w:rsidRDefault="005B0461" w:rsidP="005B0461">
      <w:r>
        <w:t>201.0705</w:t>
      </w:r>
      <w:r>
        <w:tab/>
        <w:t>3.038e0</w:t>
      </w:r>
    </w:p>
    <w:p w:rsidR="005B0461" w:rsidRDefault="005B0461" w:rsidP="005B0461">
      <w:r>
        <w:t>201.0904</w:t>
      </w:r>
      <w:r>
        <w:tab/>
        <w:t>3.980e0</w:t>
      </w:r>
    </w:p>
    <w:p w:rsidR="005B0461" w:rsidRDefault="005B0461" w:rsidP="005B0461">
      <w:r>
        <w:t>201.0971</w:t>
      </w:r>
      <w:r>
        <w:tab/>
        <w:t>4.839e0</w:t>
      </w:r>
    </w:p>
    <w:p w:rsidR="005B0461" w:rsidRDefault="005B0461" w:rsidP="005B0461">
      <w:r>
        <w:t>201.1205</w:t>
      </w:r>
      <w:r>
        <w:tab/>
        <w:t>2.756e0</w:t>
      </w:r>
    </w:p>
    <w:p w:rsidR="005B0461" w:rsidRDefault="005B0461" w:rsidP="005B0461">
      <w:r>
        <w:t>201.1217</w:t>
      </w:r>
      <w:r>
        <w:tab/>
        <w:t>1.464e0</w:t>
      </w:r>
    </w:p>
    <w:p w:rsidR="005B0461" w:rsidRDefault="005B0461" w:rsidP="005B0461">
      <w:r>
        <w:t>201.1354</w:t>
      </w:r>
      <w:r>
        <w:tab/>
        <w:t>1.993e0</w:t>
      </w:r>
    </w:p>
    <w:p w:rsidR="005B0461" w:rsidRDefault="005B0461" w:rsidP="005B0461">
      <w:r>
        <w:t>201.1537</w:t>
      </w:r>
      <w:r>
        <w:tab/>
        <w:t>2.529e0</w:t>
      </w:r>
    </w:p>
    <w:p w:rsidR="005B0461" w:rsidRDefault="005B0461" w:rsidP="005B0461">
      <w:r>
        <w:t>201.1764</w:t>
      </w:r>
      <w:r>
        <w:tab/>
        <w:t>2.025e0</w:t>
      </w:r>
    </w:p>
    <w:p w:rsidR="005B0461" w:rsidRDefault="005B0461" w:rsidP="005B0461">
      <w:r>
        <w:lastRenderedPageBreak/>
        <w:t>201.1783</w:t>
      </w:r>
      <w:r>
        <w:tab/>
        <w:t>2.025e0</w:t>
      </w:r>
    </w:p>
    <w:p w:rsidR="005B0461" w:rsidRDefault="005B0461" w:rsidP="005B0461">
      <w:r>
        <w:t>201.1820</w:t>
      </w:r>
      <w:r>
        <w:tab/>
        <w:t>1.013e0</w:t>
      </w:r>
    </w:p>
    <w:p w:rsidR="005B0461" w:rsidRDefault="005B0461" w:rsidP="005B0461">
      <w:r>
        <w:t>201.2007</w:t>
      </w:r>
      <w:r>
        <w:tab/>
        <w:t>1.013e0</w:t>
      </w:r>
    </w:p>
    <w:p w:rsidR="005B0461" w:rsidRDefault="005B0461" w:rsidP="005B0461">
      <w:r>
        <w:t>201.2145</w:t>
      </w:r>
      <w:r>
        <w:tab/>
        <w:t>2.025e0</w:t>
      </w:r>
    </w:p>
    <w:p w:rsidR="005B0461" w:rsidRDefault="005B0461" w:rsidP="005B0461">
      <w:r>
        <w:t>201.2354</w:t>
      </w:r>
      <w:r>
        <w:tab/>
        <w:t>3.038e0</w:t>
      </w:r>
    </w:p>
    <w:p w:rsidR="005B0461" w:rsidRDefault="005B0461" w:rsidP="005B0461">
      <w:r>
        <w:t>201.2432</w:t>
      </w:r>
      <w:r>
        <w:tab/>
        <w:t>1.013e0</w:t>
      </w:r>
    </w:p>
    <w:p w:rsidR="005B0461" w:rsidRDefault="005B0461" w:rsidP="005B0461">
      <w:r>
        <w:t>201.2504</w:t>
      </w:r>
      <w:r>
        <w:tab/>
        <w:t>2.025e0</w:t>
      </w:r>
    </w:p>
    <w:p w:rsidR="005B0461" w:rsidRDefault="005B0461" w:rsidP="005B0461">
      <w:r>
        <w:t>201.2630</w:t>
      </w:r>
      <w:r>
        <w:tab/>
        <w:t>3.038e0</w:t>
      </w:r>
    </w:p>
    <w:p w:rsidR="005B0461" w:rsidRDefault="005B0461" w:rsidP="005B0461">
      <w:r>
        <w:t>201.2888</w:t>
      </w:r>
      <w:r>
        <w:tab/>
        <w:t>4.051e0</w:t>
      </w:r>
    </w:p>
    <w:p w:rsidR="005B0461" w:rsidRDefault="005B0461" w:rsidP="005B0461">
      <w:r>
        <w:t>201.2956</w:t>
      </w:r>
      <w:r>
        <w:tab/>
        <w:t>2.025e0</w:t>
      </w:r>
    </w:p>
    <w:p w:rsidR="005B0461" w:rsidRDefault="005B0461" w:rsidP="005B0461">
      <w:r>
        <w:t>201.3106</w:t>
      </w:r>
      <w:r>
        <w:tab/>
        <w:t>2.025e0</w:t>
      </w:r>
    </w:p>
    <w:p w:rsidR="005B0461" w:rsidRDefault="005B0461" w:rsidP="005B0461">
      <w:r>
        <w:t>201.3236</w:t>
      </w:r>
      <w:r>
        <w:tab/>
        <w:t>2.025e0</w:t>
      </w:r>
    </w:p>
    <w:p w:rsidR="005B0461" w:rsidRDefault="005B0461" w:rsidP="005B0461">
      <w:r>
        <w:t>201.3441</w:t>
      </w:r>
      <w:r>
        <w:tab/>
        <w:t>2.025e0</w:t>
      </w:r>
    </w:p>
    <w:p w:rsidR="005B0461" w:rsidRDefault="005B0461" w:rsidP="005B0461">
      <w:r>
        <w:t>201.3727</w:t>
      </w:r>
      <w:r>
        <w:tab/>
        <w:t>2.025e0</w:t>
      </w:r>
    </w:p>
    <w:p w:rsidR="005B0461" w:rsidRDefault="005B0461" w:rsidP="005B0461">
      <w:r>
        <w:t>201.3995</w:t>
      </w:r>
      <w:r>
        <w:tab/>
        <w:t>2.025e0</w:t>
      </w:r>
    </w:p>
    <w:p w:rsidR="005B0461" w:rsidRDefault="005B0461" w:rsidP="005B0461">
      <w:r>
        <w:t>201.4093</w:t>
      </w:r>
      <w:r>
        <w:tab/>
        <w:t>1.013e0</w:t>
      </w:r>
    </w:p>
    <w:p w:rsidR="005B0461" w:rsidRDefault="005B0461" w:rsidP="005B0461">
      <w:r>
        <w:t>201.4131</w:t>
      </w:r>
      <w:r>
        <w:tab/>
        <w:t>1.013e0</w:t>
      </w:r>
    </w:p>
    <w:p w:rsidR="005B0461" w:rsidRDefault="005B0461" w:rsidP="005B0461">
      <w:r>
        <w:t>201.4540</w:t>
      </w:r>
      <w:r>
        <w:tab/>
        <w:t>1.013e0</w:t>
      </w:r>
    </w:p>
    <w:p w:rsidR="005B0461" w:rsidRDefault="005B0461" w:rsidP="005B0461">
      <w:r>
        <w:t>201.4708</w:t>
      </w:r>
      <w:r>
        <w:tab/>
        <w:t>2.025e0</w:t>
      </w:r>
    </w:p>
    <w:p w:rsidR="005B0461" w:rsidRDefault="005B0461" w:rsidP="005B0461">
      <w:r>
        <w:lastRenderedPageBreak/>
        <w:t>201.4802</w:t>
      </w:r>
      <w:r>
        <w:tab/>
        <w:t>1.013e0</w:t>
      </w:r>
    </w:p>
    <w:p w:rsidR="005B0461" w:rsidRDefault="005B0461" w:rsidP="005B0461">
      <w:r>
        <w:t>201.4858</w:t>
      </w:r>
      <w:r>
        <w:tab/>
        <w:t>2.025e0</w:t>
      </w:r>
    </w:p>
    <w:p w:rsidR="005B0461" w:rsidRDefault="005B0461" w:rsidP="005B0461">
      <w:r>
        <w:t>201.4895</w:t>
      </w:r>
      <w:r>
        <w:tab/>
        <w:t>2.025e0</w:t>
      </w:r>
    </w:p>
    <w:p w:rsidR="005B0461" w:rsidRDefault="005B0461" w:rsidP="005B0461">
      <w:r>
        <w:t>201.5025</w:t>
      </w:r>
      <w:r>
        <w:tab/>
        <w:t>2.025e0</w:t>
      </w:r>
    </w:p>
    <w:p w:rsidR="005B0461" w:rsidRDefault="005B0461" w:rsidP="005B0461">
      <w:r>
        <w:t>201.5141</w:t>
      </w:r>
      <w:r>
        <w:tab/>
        <w:t>2.025e0</w:t>
      </w:r>
    </w:p>
    <w:p w:rsidR="005B0461" w:rsidRDefault="005B0461" w:rsidP="005B0461">
      <w:r>
        <w:t>201.5214</w:t>
      </w:r>
      <w:r>
        <w:tab/>
        <w:t>1.013e0</w:t>
      </w:r>
    </w:p>
    <w:p w:rsidR="005B0461" w:rsidRDefault="005B0461" w:rsidP="005B0461">
      <w:r>
        <w:t>201.5252</w:t>
      </w:r>
      <w:r>
        <w:tab/>
        <w:t>1.013e0</w:t>
      </w:r>
    </w:p>
    <w:p w:rsidR="005B0461" w:rsidRDefault="005B0461" w:rsidP="005B0461">
      <w:r>
        <w:t>201.5368</w:t>
      </w:r>
      <w:r>
        <w:tab/>
        <w:t>1.013e0</w:t>
      </w:r>
    </w:p>
    <w:p w:rsidR="005B0461" w:rsidRDefault="005B0461" w:rsidP="005B0461">
      <w:r>
        <w:t>201.5670</w:t>
      </w:r>
      <w:r>
        <w:tab/>
        <w:t>5.063e0</w:t>
      </w:r>
    </w:p>
    <w:p w:rsidR="005B0461" w:rsidRDefault="005B0461" w:rsidP="005B0461">
      <w:r>
        <w:t>201.5715</w:t>
      </w:r>
      <w:r>
        <w:tab/>
        <w:t>2.025e0</w:t>
      </w:r>
    </w:p>
    <w:p w:rsidR="005B0461" w:rsidRDefault="005B0461" w:rsidP="005B0461">
      <w:r>
        <w:t>201.5826</w:t>
      </w:r>
      <w:r>
        <w:tab/>
        <w:t>1.013e0</w:t>
      </w:r>
    </w:p>
    <w:p w:rsidR="005B0461" w:rsidRDefault="005B0461" w:rsidP="005B0461">
      <w:r>
        <w:t>201.6162</w:t>
      </w:r>
      <w:r>
        <w:tab/>
        <w:t>3.038e0</w:t>
      </w:r>
    </w:p>
    <w:p w:rsidR="005B0461" w:rsidRDefault="005B0461" w:rsidP="005B0461">
      <w:r>
        <w:t>201.6386</w:t>
      </w:r>
      <w:r>
        <w:tab/>
        <w:t>1.013e0</w:t>
      </w:r>
    </w:p>
    <w:p w:rsidR="005B0461" w:rsidRDefault="005B0461" w:rsidP="005B0461">
      <w:r>
        <w:t>201.6461</w:t>
      </w:r>
      <w:r>
        <w:tab/>
        <w:t>2.025e0</w:t>
      </w:r>
    </w:p>
    <w:p w:rsidR="005B0461" w:rsidRDefault="005B0461" w:rsidP="005B0461">
      <w:r>
        <w:t>201.6683</w:t>
      </w:r>
      <w:r>
        <w:tab/>
        <w:t>1.013e0</w:t>
      </w:r>
    </w:p>
    <w:p w:rsidR="005B0461" w:rsidRDefault="005B0461" w:rsidP="005B0461">
      <w:r>
        <w:t>201.6915</w:t>
      </w:r>
      <w:r>
        <w:tab/>
        <w:t>1.013e0</w:t>
      </w:r>
    </w:p>
    <w:p w:rsidR="005B0461" w:rsidRDefault="005B0461" w:rsidP="005B0461">
      <w:r>
        <w:t>201.6954</w:t>
      </w:r>
      <w:r>
        <w:tab/>
        <w:t>1.013e0</w:t>
      </w:r>
    </w:p>
    <w:p w:rsidR="005B0461" w:rsidRDefault="005B0461" w:rsidP="005B0461">
      <w:r>
        <w:t>201.6993</w:t>
      </w:r>
      <w:r>
        <w:tab/>
        <w:t>1.013e0</w:t>
      </w:r>
    </w:p>
    <w:p w:rsidR="005B0461" w:rsidRDefault="005B0461" w:rsidP="005B0461">
      <w:r>
        <w:t>201.7560</w:t>
      </w:r>
      <w:r>
        <w:tab/>
        <w:t>1.013e0</w:t>
      </w:r>
    </w:p>
    <w:p w:rsidR="005B0461" w:rsidRDefault="005B0461" w:rsidP="005B0461">
      <w:r>
        <w:lastRenderedPageBreak/>
        <w:t>201.7697</w:t>
      </w:r>
      <w:r>
        <w:tab/>
        <w:t>3.038e0</w:t>
      </w:r>
    </w:p>
    <w:p w:rsidR="005B0461" w:rsidRDefault="005B0461" w:rsidP="005B0461">
      <w:r>
        <w:t>201.7859</w:t>
      </w:r>
      <w:r>
        <w:tab/>
        <w:t>1.013e0</w:t>
      </w:r>
    </w:p>
    <w:p w:rsidR="005B0461" w:rsidRDefault="005B0461" w:rsidP="005B0461">
      <w:r>
        <w:t>201.7952</w:t>
      </w:r>
      <w:r>
        <w:tab/>
        <w:t>2.025e0</w:t>
      </w:r>
    </w:p>
    <w:p w:rsidR="005B0461" w:rsidRDefault="005B0461" w:rsidP="005B0461">
      <w:r>
        <w:t>201.8110</w:t>
      </w:r>
      <w:r>
        <w:tab/>
        <w:t>3.038e0</w:t>
      </w:r>
    </w:p>
    <w:p w:rsidR="005B0461" w:rsidRDefault="005B0461" w:rsidP="005B0461">
      <w:r>
        <w:t>201.8270</w:t>
      </w:r>
      <w:r>
        <w:tab/>
        <w:t>1.013e0</w:t>
      </w:r>
    </w:p>
    <w:p w:rsidR="005B0461" w:rsidRDefault="005B0461" w:rsidP="005B0461">
      <w:r>
        <w:t>201.8353</w:t>
      </w:r>
      <w:r>
        <w:tab/>
        <w:t>2.025e0</w:t>
      </w:r>
    </w:p>
    <w:p w:rsidR="005B0461" w:rsidRDefault="005B0461" w:rsidP="005B0461">
      <w:r>
        <w:t>201.8580</w:t>
      </w:r>
      <w:r>
        <w:tab/>
        <w:t>1.013e0</w:t>
      </w:r>
    </w:p>
    <w:p w:rsidR="005B0461" w:rsidRDefault="005B0461" w:rsidP="005B0461">
      <w:r>
        <w:t>201.8696</w:t>
      </w:r>
      <w:r>
        <w:tab/>
        <w:t>1.013e0</w:t>
      </w:r>
    </w:p>
    <w:p w:rsidR="005B0461" w:rsidRDefault="005B0461" w:rsidP="005B0461">
      <w:r>
        <w:t>201.8847</w:t>
      </w:r>
      <w:r>
        <w:tab/>
        <w:t>1.013e0</w:t>
      </w:r>
    </w:p>
    <w:p w:rsidR="005B0461" w:rsidRDefault="005B0461" w:rsidP="005B0461">
      <w:r>
        <w:t>201.8885</w:t>
      </w:r>
      <w:r>
        <w:tab/>
        <w:t>2.025e0</w:t>
      </w:r>
    </w:p>
    <w:p w:rsidR="005B0461" w:rsidRDefault="005B0461" w:rsidP="005B0461">
      <w:r>
        <w:t>201.8959</w:t>
      </w:r>
      <w:r>
        <w:tab/>
        <w:t>1.013e0</w:t>
      </w:r>
    </w:p>
    <w:p w:rsidR="005B0461" w:rsidRDefault="005B0461" w:rsidP="005B0461">
      <w:r>
        <w:t>201.9145</w:t>
      </w:r>
      <w:r>
        <w:tab/>
        <w:t>1.013e0</w:t>
      </w:r>
    </w:p>
    <w:p w:rsidR="005B0461" w:rsidRDefault="005B0461" w:rsidP="005B0461">
      <w:r>
        <w:t>201.9264</w:t>
      </w:r>
      <w:r>
        <w:tab/>
        <w:t>4.051e0</w:t>
      </w:r>
    </w:p>
    <w:p w:rsidR="005B0461" w:rsidRDefault="005B0461" w:rsidP="005B0461">
      <w:r>
        <w:t>201.9332</w:t>
      </w:r>
      <w:r>
        <w:tab/>
        <w:t>1.013e0</w:t>
      </w:r>
    </w:p>
    <w:p w:rsidR="005B0461" w:rsidRDefault="005B0461" w:rsidP="005B0461">
      <w:r>
        <w:t>201.9444</w:t>
      </w:r>
      <w:r>
        <w:tab/>
        <w:t>1.013e0</w:t>
      </w:r>
    </w:p>
    <w:p w:rsidR="005B0461" w:rsidRDefault="005B0461" w:rsidP="005B0461">
      <w:r>
        <w:t>201.9556</w:t>
      </w:r>
      <w:r>
        <w:tab/>
        <w:t>2.025e0</w:t>
      </w:r>
    </w:p>
    <w:p w:rsidR="005B0461" w:rsidRDefault="005B0461" w:rsidP="005B0461">
      <w:r>
        <w:t>201.9782</w:t>
      </w:r>
      <w:r>
        <w:tab/>
        <w:t>2.025e0</w:t>
      </w:r>
    </w:p>
    <w:p w:rsidR="005B0461" w:rsidRDefault="005B0461" w:rsidP="005B0461">
      <w:r>
        <w:t>202.0051</w:t>
      </w:r>
      <w:r>
        <w:tab/>
        <w:t>1.013e0</w:t>
      </w:r>
    </w:p>
    <w:p w:rsidR="005B0461" w:rsidRDefault="005B0461" w:rsidP="005B0461">
      <w:r>
        <w:t>202.0160</w:t>
      </w:r>
      <w:r>
        <w:tab/>
        <w:t>1.013e1</w:t>
      </w:r>
    </w:p>
    <w:p w:rsidR="005B0461" w:rsidRDefault="005B0461" w:rsidP="005B0461">
      <w:r>
        <w:lastRenderedPageBreak/>
        <w:t>202.0204</w:t>
      </w:r>
      <w:r>
        <w:tab/>
        <w:t>3.254e0</w:t>
      </w:r>
    </w:p>
    <w:p w:rsidR="005B0461" w:rsidRDefault="005B0461" w:rsidP="005B0461">
      <w:r>
        <w:t>202.0327</w:t>
      </w:r>
      <w:r>
        <w:tab/>
        <w:t>2.590e0</w:t>
      </w:r>
    </w:p>
    <w:p w:rsidR="005B0461" w:rsidRDefault="005B0461" w:rsidP="005B0461">
      <w:r>
        <w:t>202.0432</w:t>
      </w:r>
      <w:r>
        <w:tab/>
        <w:t>1.013e0</w:t>
      </w:r>
    </w:p>
    <w:p w:rsidR="005B0461" w:rsidRDefault="005B0461" w:rsidP="005B0461">
      <w:r>
        <w:t>202.0452</w:t>
      </w:r>
      <w:r>
        <w:tab/>
        <w:t>3.038e0</w:t>
      </w:r>
    </w:p>
    <w:p w:rsidR="005B0461" w:rsidRDefault="005B0461" w:rsidP="005B0461">
      <w:r>
        <w:t>202.0544</w:t>
      </w:r>
      <w:r>
        <w:tab/>
        <w:t>2.025e0</w:t>
      </w:r>
    </w:p>
    <w:p w:rsidR="005B0461" w:rsidRDefault="005B0461" w:rsidP="005B0461">
      <w:r>
        <w:t>202.0701</w:t>
      </w:r>
      <w:r>
        <w:tab/>
        <w:t>2.569e0</w:t>
      </w:r>
    </w:p>
    <w:p w:rsidR="005B0461" w:rsidRDefault="005B0461" w:rsidP="005B0461">
      <w:r>
        <w:t>202.0824</w:t>
      </w:r>
      <w:r>
        <w:tab/>
        <w:t>1.954e0</w:t>
      </w:r>
    </w:p>
    <w:p w:rsidR="005B0461" w:rsidRDefault="005B0461" w:rsidP="005B0461">
      <w:r>
        <w:t>202.0918</w:t>
      </w:r>
      <w:r>
        <w:tab/>
        <w:t>3.038e0</w:t>
      </w:r>
    </w:p>
    <w:p w:rsidR="005B0461" w:rsidRDefault="005B0461" w:rsidP="005B0461">
      <w:r>
        <w:t>202.1010</w:t>
      </w:r>
      <w:r>
        <w:tab/>
        <w:t>3.395e0</w:t>
      </w:r>
    </w:p>
    <w:p w:rsidR="005B0461" w:rsidRDefault="005B0461" w:rsidP="005B0461">
      <w:r>
        <w:t>202.1122</w:t>
      </w:r>
      <w:r>
        <w:tab/>
        <w:t>1.356e0</w:t>
      </w:r>
    </w:p>
    <w:p w:rsidR="005B0461" w:rsidRDefault="005B0461" w:rsidP="005B0461">
      <w:r>
        <w:t>202.1352</w:t>
      </w:r>
      <w:r>
        <w:tab/>
        <w:t>1.098e0</w:t>
      </w:r>
    </w:p>
    <w:p w:rsidR="005B0461" w:rsidRDefault="005B0461" w:rsidP="005B0461">
      <w:r>
        <w:t>202.1475</w:t>
      </w:r>
      <w:r>
        <w:tab/>
        <w:t>4.075e0</w:t>
      </w:r>
    </w:p>
    <w:p w:rsidR="005B0461" w:rsidRDefault="005B0461" w:rsidP="005B0461">
      <w:r>
        <w:t>202.1596</w:t>
      </w:r>
      <w:r>
        <w:tab/>
        <w:t>3.549e0</w:t>
      </w:r>
    </w:p>
    <w:p w:rsidR="005B0461" w:rsidRDefault="005B0461" w:rsidP="005B0461">
      <w:r>
        <w:t>202.1759</w:t>
      </w:r>
      <w:r>
        <w:tab/>
        <w:t>3.960e0</w:t>
      </w:r>
    </w:p>
    <w:p w:rsidR="005B0461" w:rsidRDefault="005B0461" w:rsidP="005B0461">
      <w:r>
        <w:t>202.1821</w:t>
      </w:r>
      <w:r>
        <w:tab/>
        <w:t>4.051e0</w:t>
      </w:r>
    </w:p>
    <w:p w:rsidR="005B0461" w:rsidRDefault="005B0461" w:rsidP="005B0461">
      <w:r>
        <w:t>202.1888</w:t>
      </w:r>
      <w:r>
        <w:tab/>
        <w:t>2.025e0</w:t>
      </w:r>
    </w:p>
    <w:p w:rsidR="005B0461" w:rsidRDefault="005B0461" w:rsidP="005B0461">
      <w:r>
        <w:t>202.2112</w:t>
      </w:r>
      <w:r>
        <w:tab/>
        <w:t>2.025e0</w:t>
      </w:r>
    </w:p>
    <w:p w:rsidR="005B0461" w:rsidRDefault="005B0461" w:rsidP="005B0461">
      <w:r>
        <w:t>202.2126</w:t>
      </w:r>
      <w:r>
        <w:tab/>
        <w:t>8.101e0</w:t>
      </w:r>
    </w:p>
    <w:p w:rsidR="005B0461" w:rsidRDefault="005B0461" w:rsidP="005B0461">
      <w:r>
        <w:t>202.2386</w:t>
      </w:r>
      <w:r>
        <w:tab/>
        <w:t>1.514e0</w:t>
      </w:r>
    </w:p>
    <w:p w:rsidR="005B0461" w:rsidRDefault="005B0461" w:rsidP="005B0461">
      <w:r>
        <w:lastRenderedPageBreak/>
        <w:t>202.2727</w:t>
      </w:r>
      <w:r>
        <w:tab/>
        <w:t>2.025e0</w:t>
      </w:r>
    </w:p>
    <w:p w:rsidR="005B0461" w:rsidRDefault="005B0461" w:rsidP="005B0461">
      <w:r>
        <w:t>202.2842</w:t>
      </w:r>
      <w:r>
        <w:tab/>
        <w:t>1.013e0</w:t>
      </w:r>
    </w:p>
    <w:p w:rsidR="005B0461" w:rsidRDefault="005B0461" w:rsidP="005B0461">
      <w:r>
        <w:t>202.2959</w:t>
      </w:r>
      <w:r>
        <w:tab/>
        <w:t>1.013e0</w:t>
      </w:r>
    </w:p>
    <w:p w:rsidR="005B0461" w:rsidRDefault="005B0461" w:rsidP="005B0461">
      <w:r>
        <w:t>202.3036</w:t>
      </w:r>
      <w:r>
        <w:tab/>
        <w:t>1.013e0</w:t>
      </w:r>
    </w:p>
    <w:p w:rsidR="005B0461" w:rsidRDefault="005B0461" w:rsidP="005B0461">
      <w:r>
        <w:t>202.3492</w:t>
      </w:r>
      <w:r>
        <w:tab/>
        <w:t>1.013e0</w:t>
      </w:r>
    </w:p>
    <w:p w:rsidR="005B0461" w:rsidRDefault="005B0461" w:rsidP="005B0461">
      <w:r>
        <w:t>202.3530</w:t>
      </w:r>
      <w:r>
        <w:tab/>
        <w:t>1.013e0</w:t>
      </w:r>
    </w:p>
    <w:p w:rsidR="005B0461" w:rsidRDefault="005B0461" w:rsidP="005B0461">
      <w:r>
        <w:t>202.3679</w:t>
      </w:r>
      <w:r>
        <w:tab/>
        <w:t>3.038e0</w:t>
      </w:r>
    </w:p>
    <w:p w:rsidR="005B0461" w:rsidRDefault="005B0461" w:rsidP="005B0461">
      <w:r>
        <w:t>202.3829</w:t>
      </w:r>
      <w:r>
        <w:tab/>
        <w:t>2.025e0</w:t>
      </w:r>
    </w:p>
    <w:p w:rsidR="005B0461" w:rsidRDefault="005B0461" w:rsidP="005B0461">
      <w:r>
        <w:t>202.4016</w:t>
      </w:r>
      <w:r>
        <w:tab/>
        <w:t>1.013e0</w:t>
      </w:r>
    </w:p>
    <w:p w:rsidR="005B0461" w:rsidRDefault="005B0461" w:rsidP="005B0461">
      <w:r>
        <w:t>202.4072</w:t>
      </w:r>
      <w:r>
        <w:tab/>
        <w:t>3.038e0</w:t>
      </w:r>
    </w:p>
    <w:p w:rsidR="005B0461" w:rsidRDefault="005B0461" w:rsidP="005B0461">
      <w:r>
        <w:t>202.4175</w:t>
      </w:r>
      <w:r>
        <w:tab/>
        <w:t>3.038e0</w:t>
      </w:r>
    </w:p>
    <w:p w:rsidR="005B0461" w:rsidRDefault="005B0461" w:rsidP="005B0461">
      <w:r>
        <w:t>202.4244</w:t>
      </w:r>
      <w:r>
        <w:tab/>
        <w:t>2.025e0</w:t>
      </w:r>
    </w:p>
    <w:p w:rsidR="005B0461" w:rsidRDefault="005B0461" w:rsidP="005B0461">
      <w:r>
        <w:t>202.4433</w:t>
      </w:r>
      <w:r>
        <w:tab/>
        <w:t>1.013e0</w:t>
      </w:r>
    </w:p>
    <w:p w:rsidR="005B0461" w:rsidRDefault="005B0461" w:rsidP="005B0461">
      <w:r>
        <w:t>202.4548</w:t>
      </w:r>
      <w:r>
        <w:tab/>
        <w:t>4.051e0</w:t>
      </w:r>
    </w:p>
    <w:p w:rsidR="005B0461" w:rsidRDefault="005B0461" w:rsidP="005B0461">
      <w:r>
        <w:t>202.4911</w:t>
      </w:r>
      <w:r>
        <w:tab/>
        <w:t>2.025e0</w:t>
      </w:r>
    </w:p>
    <w:p w:rsidR="005B0461" w:rsidRDefault="005B0461" w:rsidP="005B0461">
      <w:r>
        <w:t>202.4986</w:t>
      </w:r>
      <w:r>
        <w:tab/>
        <w:t>2.025e0</w:t>
      </w:r>
    </w:p>
    <w:p w:rsidR="005B0461" w:rsidRDefault="005B0461" w:rsidP="005B0461">
      <w:r>
        <w:t>202.5145</w:t>
      </w:r>
      <w:r>
        <w:tab/>
        <w:t>3.038e0</w:t>
      </w:r>
    </w:p>
    <w:p w:rsidR="005B0461" w:rsidRDefault="005B0461" w:rsidP="005B0461">
      <w:r>
        <w:t>202.5191</w:t>
      </w:r>
      <w:r>
        <w:tab/>
        <w:t>3.038e0</w:t>
      </w:r>
    </w:p>
    <w:p w:rsidR="005B0461" w:rsidRDefault="005B0461" w:rsidP="005B0461">
      <w:r>
        <w:t>202.5642</w:t>
      </w:r>
      <w:r>
        <w:tab/>
        <w:t>3.038e0</w:t>
      </w:r>
    </w:p>
    <w:p w:rsidR="005B0461" w:rsidRDefault="005B0461" w:rsidP="005B0461">
      <w:r>
        <w:lastRenderedPageBreak/>
        <w:t>202.5798</w:t>
      </w:r>
      <w:r>
        <w:tab/>
        <w:t>2.025e0</w:t>
      </w:r>
    </w:p>
    <w:p w:rsidR="005B0461" w:rsidRDefault="005B0461" w:rsidP="005B0461">
      <w:r>
        <w:t>202.5947</w:t>
      </w:r>
      <w:r>
        <w:tab/>
        <w:t>1.013e0</w:t>
      </w:r>
    </w:p>
    <w:p w:rsidR="005B0461" w:rsidRDefault="005B0461" w:rsidP="005B0461">
      <w:r>
        <w:t>202.6196</w:t>
      </w:r>
      <w:r>
        <w:tab/>
        <w:t>2.025e0</w:t>
      </w:r>
    </w:p>
    <w:p w:rsidR="005B0461" w:rsidRDefault="005B0461" w:rsidP="005B0461">
      <w:r>
        <w:t>202.6293</w:t>
      </w:r>
      <w:r>
        <w:tab/>
        <w:t>3.038e0</w:t>
      </w:r>
    </w:p>
    <w:p w:rsidR="005B0461" w:rsidRDefault="005B0461" w:rsidP="005B0461">
      <w:r>
        <w:t>202.6498</w:t>
      </w:r>
      <w:r>
        <w:tab/>
        <w:t>2.025e0</w:t>
      </w:r>
    </w:p>
    <w:p w:rsidR="005B0461" w:rsidRDefault="005B0461" w:rsidP="005B0461">
      <w:r>
        <w:t>202.6517</w:t>
      </w:r>
      <w:r>
        <w:tab/>
        <w:t>1.013e0</w:t>
      </w:r>
    </w:p>
    <w:p w:rsidR="005B0461" w:rsidRDefault="005B0461" w:rsidP="005B0461">
      <w:r>
        <w:t>202.6591</w:t>
      </w:r>
      <w:r>
        <w:tab/>
        <w:t>1.013e0</w:t>
      </w:r>
    </w:p>
    <w:p w:rsidR="005B0461" w:rsidRDefault="005B0461" w:rsidP="005B0461">
      <w:r>
        <w:t>202.6666</w:t>
      </w:r>
      <w:r>
        <w:tab/>
        <w:t>1.013e0</w:t>
      </w:r>
    </w:p>
    <w:p w:rsidR="005B0461" w:rsidRDefault="005B0461" w:rsidP="005B0461">
      <w:r>
        <w:t>202.6940</w:t>
      </w:r>
      <w:r>
        <w:tab/>
        <w:t>3.038e0</w:t>
      </w:r>
    </w:p>
    <w:p w:rsidR="005B0461" w:rsidRDefault="005B0461" w:rsidP="005B0461">
      <w:r>
        <w:t>202.7268</w:t>
      </w:r>
      <w:r>
        <w:tab/>
        <w:t>1.013e0</w:t>
      </w:r>
    </w:p>
    <w:p w:rsidR="005B0461" w:rsidRDefault="005B0461" w:rsidP="005B0461">
      <w:r>
        <w:t>202.7501</w:t>
      </w:r>
      <w:r>
        <w:tab/>
        <w:t>1.013e0</w:t>
      </w:r>
    </w:p>
    <w:p w:rsidR="005B0461" w:rsidRDefault="005B0461" w:rsidP="005B0461">
      <w:r>
        <w:t>202.7579</w:t>
      </w:r>
      <w:r>
        <w:tab/>
        <w:t>1.013e0</w:t>
      </w:r>
    </w:p>
    <w:p w:rsidR="005B0461" w:rsidRDefault="005B0461" w:rsidP="005B0461">
      <w:r>
        <w:t>202.7694</w:t>
      </w:r>
      <w:r>
        <w:tab/>
        <w:t>1.013e0</w:t>
      </w:r>
    </w:p>
    <w:p w:rsidR="005B0461" w:rsidRDefault="005B0461" w:rsidP="005B0461">
      <w:r>
        <w:t>202.7787</w:t>
      </w:r>
      <w:r>
        <w:tab/>
        <w:t>2.025e0</w:t>
      </w:r>
    </w:p>
    <w:p w:rsidR="005B0461" w:rsidRDefault="005B0461" w:rsidP="005B0461">
      <w:r>
        <w:t>202.7880</w:t>
      </w:r>
      <w:r>
        <w:tab/>
        <w:t>1.013e0</w:t>
      </w:r>
    </w:p>
    <w:p w:rsidR="005B0461" w:rsidRDefault="005B0461" w:rsidP="005B0461">
      <w:r>
        <w:t>202.7992</w:t>
      </w:r>
      <w:r>
        <w:tab/>
        <w:t>1.013e0</w:t>
      </w:r>
    </w:p>
    <w:p w:rsidR="005B0461" w:rsidRDefault="005B0461" w:rsidP="005B0461">
      <w:r>
        <w:t>202.8217</w:t>
      </w:r>
      <w:r>
        <w:tab/>
        <w:t>1.013e0</w:t>
      </w:r>
    </w:p>
    <w:p w:rsidR="005B0461" w:rsidRDefault="005B0461" w:rsidP="005B0461">
      <w:r>
        <w:t>202.8367</w:t>
      </w:r>
      <w:r>
        <w:tab/>
        <w:t>1.013e0</w:t>
      </w:r>
    </w:p>
    <w:p w:rsidR="005B0461" w:rsidRDefault="005B0461" w:rsidP="005B0461">
      <w:r>
        <w:t>202.8515</w:t>
      </w:r>
      <w:r>
        <w:tab/>
        <w:t>1.013e0</w:t>
      </w:r>
    </w:p>
    <w:p w:rsidR="005B0461" w:rsidRDefault="005B0461" w:rsidP="005B0461">
      <w:r>
        <w:lastRenderedPageBreak/>
        <w:t>202.8630</w:t>
      </w:r>
      <w:r>
        <w:tab/>
        <w:t>2.025e0</w:t>
      </w:r>
    </w:p>
    <w:p w:rsidR="005B0461" w:rsidRDefault="005B0461" w:rsidP="005B0461">
      <w:r>
        <w:t>202.8643</w:t>
      </w:r>
      <w:r>
        <w:tab/>
        <w:t>3.038e0</w:t>
      </w:r>
    </w:p>
    <w:p w:rsidR="005B0461" w:rsidRDefault="005B0461" w:rsidP="005B0461">
      <w:r>
        <w:t>202.8978</w:t>
      </w:r>
      <w:r>
        <w:tab/>
        <w:t>1.013e0</w:t>
      </w:r>
    </w:p>
    <w:p w:rsidR="005B0461" w:rsidRDefault="005B0461" w:rsidP="005B0461">
      <w:r>
        <w:t>202.9056</w:t>
      </w:r>
      <w:r>
        <w:tab/>
        <w:t>1.013e0</w:t>
      </w:r>
    </w:p>
    <w:p w:rsidR="005B0461" w:rsidRDefault="005B0461" w:rsidP="005B0461">
      <w:r>
        <w:t>202.9133</w:t>
      </w:r>
      <w:r>
        <w:tab/>
        <w:t>1.013e0</w:t>
      </w:r>
    </w:p>
    <w:p w:rsidR="005B0461" w:rsidRDefault="005B0461" w:rsidP="005B0461">
      <w:r>
        <w:t>202.9220</w:t>
      </w:r>
      <w:r>
        <w:tab/>
        <w:t>4.051e0</w:t>
      </w:r>
    </w:p>
    <w:p w:rsidR="005B0461" w:rsidRDefault="005B0461" w:rsidP="005B0461">
      <w:r>
        <w:t>202.9543</w:t>
      </w:r>
      <w:r>
        <w:tab/>
        <w:t>1.013e0</w:t>
      </w:r>
    </w:p>
    <w:p w:rsidR="005B0461" w:rsidRDefault="005B0461" w:rsidP="005B0461">
      <w:r>
        <w:t>202.9655</w:t>
      </w:r>
      <w:r>
        <w:tab/>
        <w:t>1.013e0</w:t>
      </w:r>
    </w:p>
    <w:p w:rsidR="005B0461" w:rsidRDefault="005B0461" w:rsidP="005B0461">
      <w:r>
        <w:t>202.9730</w:t>
      </w:r>
      <w:r>
        <w:tab/>
        <w:t>1.013e0</w:t>
      </w:r>
    </w:p>
    <w:p w:rsidR="005B0461" w:rsidRDefault="005B0461" w:rsidP="005B0461">
      <w:r>
        <w:t>202.9876</w:t>
      </w:r>
      <w:r>
        <w:tab/>
        <w:t>2.794e0</w:t>
      </w:r>
    </w:p>
    <w:p w:rsidR="005B0461" w:rsidRDefault="005B0461" w:rsidP="005B0461">
      <w:r>
        <w:t>203.0101</w:t>
      </w:r>
      <w:r>
        <w:tab/>
        <w:t>3.827e0</w:t>
      </w:r>
    </w:p>
    <w:p w:rsidR="005B0461" w:rsidRDefault="005B0461" w:rsidP="005B0461">
      <w:r>
        <w:t>203.0127</w:t>
      </w:r>
      <w:r>
        <w:tab/>
        <w:t>2.025e0</w:t>
      </w:r>
    </w:p>
    <w:p w:rsidR="005B0461" w:rsidRDefault="005B0461" w:rsidP="005B0461">
      <w:r>
        <w:t>203.0168</w:t>
      </w:r>
      <w:r>
        <w:tab/>
        <w:t>2.025e0</w:t>
      </w:r>
    </w:p>
    <w:p w:rsidR="005B0461" w:rsidRDefault="005B0461" w:rsidP="005B0461">
      <w:r>
        <w:t>203.0516</w:t>
      </w:r>
      <w:r>
        <w:tab/>
        <w:t>3.038e0</w:t>
      </w:r>
    </w:p>
    <w:p w:rsidR="005B0461" w:rsidRDefault="005B0461" w:rsidP="005B0461">
      <w:r>
        <w:t>203.1038</w:t>
      </w:r>
      <w:r>
        <w:tab/>
        <w:t>1.906e2</w:t>
      </w:r>
    </w:p>
    <w:p w:rsidR="005B0461" w:rsidRDefault="005B0461" w:rsidP="005B0461">
      <w:r>
        <w:t>203.1054</w:t>
      </w:r>
      <w:r>
        <w:tab/>
        <w:t>5.478e1</w:t>
      </w:r>
    </w:p>
    <w:p w:rsidR="005B0461" w:rsidRDefault="005B0461" w:rsidP="005B0461">
      <w:r>
        <w:t>203.1583</w:t>
      </w:r>
      <w:r>
        <w:tab/>
        <w:t>2.583e0</w:t>
      </w:r>
    </w:p>
    <w:p w:rsidR="005B0461" w:rsidRDefault="005B0461" w:rsidP="005B0461">
      <w:r>
        <w:t>203.1640</w:t>
      </w:r>
      <w:r>
        <w:tab/>
        <w:t>4.853e0</w:t>
      </w:r>
    </w:p>
    <w:p w:rsidR="005B0461" w:rsidRDefault="005B0461" w:rsidP="005B0461">
      <w:r>
        <w:t>203.1702</w:t>
      </w:r>
      <w:r>
        <w:tab/>
        <w:t>1.013e0</w:t>
      </w:r>
    </w:p>
    <w:p w:rsidR="005B0461" w:rsidRDefault="005B0461" w:rsidP="005B0461">
      <w:r>
        <w:lastRenderedPageBreak/>
        <w:t>203.2084</w:t>
      </w:r>
      <w:r>
        <w:tab/>
        <w:t>1.013e0</w:t>
      </w:r>
    </w:p>
    <w:p w:rsidR="005B0461" w:rsidRDefault="005B0461" w:rsidP="005B0461">
      <w:r>
        <w:t>203.2121</w:t>
      </w:r>
      <w:r>
        <w:tab/>
        <w:t>1.013e0</w:t>
      </w:r>
    </w:p>
    <w:p w:rsidR="005B0461" w:rsidRDefault="005B0461" w:rsidP="005B0461">
      <w:r>
        <w:t>203.2271</w:t>
      </w:r>
      <w:r>
        <w:tab/>
        <w:t>1.013e0</w:t>
      </w:r>
    </w:p>
    <w:p w:rsidR="005B0461" w:rsidRDefault="005B0461" w:rsidP="005B0461">
      <w:r>
        <w:t>203.2346</w:t>
      </w:r>
      <w:r>
        <w:tab/>
        <w:t>1.013e0</w:t>
      </w:r>
    </w:p>
    <w:p w:rsidR="005B0461" w:rsidRDefault="005B0461" w:rsidP="005B0461">
      <w:r>
        <w:t>203.2365</w:t>
      </w:r>
      <w:r>
        <w:tab/>
        <w:t>2.025e0</w:t>
      </w:r>
    </w:p>
    <w:p w:rsidR="005B0461" w:rsidRDefault="005B0461" w:rsidP="005B0461">
      <w:r>
        <w:t>203.2458</w:t>
      </w:r>
      <w:r>
        <w:tab/>
        <w:t>1.013e0</w:t>
      </w:r>
    </w:p>
    <w:p w:rsidR="005B0461" w:rsidRDefault="005B0461" w:rsidP="005B0461">
      <w:r>
        <w:t>203.2683</w:t>
      </w:r>
      <w:r>
        <w:tab/>
        <w:t>2.025e0</w:t>
      </w:r>
    </w:p>
    <w:p w:rsidR="005B0461" w:rsidRDefault="005B0461" w:rsidP="005B0461">
      <w:r>
        <w:t>203.2794</w:t>
      </w:r>
      <w:r>
        <w:tab/>
        <w:t>1.013e0</w:t>
      </w:r>
    </w:p>
    <w:p w:rsidR="005B0461" w:rsidRDefault="005B0461" w:rsidP="005B0461">
      <w:r>
        <w:t>203.3048</w:t>
      </w:r>
      <w:r>
        <w:tab/>
        <w:t>2.025e0</w:t>
      </w:r>
    </w:p>
    <w:p w:rsidR="005B0461" w:rsidRDefault="005B0461" w:rsidP="005B0461">
      <w:r>
        <w:t>203.3085</w:t>
      </w:r>
      <w:r>
        <w:tab/>
        <w:t>2.025e0</w:t>
      </w:r>
    </w:p>
    <w:p w:rsidR="005B0461" w:rsidRDefault="005B0461" w:rsidP="005B0461">
      <w:r>
        <w:t>203.3182</w:t>
      </w:r>
      <w:r>
        <w:tab/>
        <w:t>1.013e0</w:t>
      </w:r>
    </w:p>
    <w:p w:rsidR="005B0461" w:rsidRDefault="005B0461" w:rsidP="005B0461">
      <w:r>
        <w:t>203.3393</w:t>
      </w:r>
      <w:r>
        <w:tab/>
        <w:t>2.025e0</w:t>
      </w:r>
    </w:p>
    <w:p w:rsidR="005B0461" w:rsidRDefault="005B0461" w:rsidP="005B0461">
      <w:r>
        <w:t>203.3412</w:t>
      </w:r>
      <w:r>
        <w:tab/>
        <w:t>1.013e0</w:t>
      </w:r>
    </w:p>
    <w:p w:rsidR="005B0461" w:rsidRDefault="005B0461" w:rsidP="005B0461">
      <w:r>
        <w:t>203.3673</w:t>
      </w:r>
      <w:r>
        <w:tab/>
        <w:t>1.013e0</w:t>
      </w:r>
    </w:p>
    <w:p w:rsidR="005B0461" w:rsidRDefault="005B0461" w:rsidP="005B0461">
      <w:r>
        <w:t>203.3748</w:t>
      </w:r>
      <w:r>
        <w:tab/>
        <w:t>2.025e0</w:t>
      </w:r>
    </w:p>
    <w:p w:rsidR="005B0461" w:rsidRDefault="005B0461" w:rsidP="005B0461">
      <w:r>
        <w:t>203.3898</w:t>
      </w:r>
      <w:r>
        <w:tab/>
        <w:t>1.013e0</w:t>
      </w:r>
    </w:p>
    <w:p w:rsidR="005B0461" w:rsidRDefault="005B0461" w:rsidP="005B0461">
      <w:r>
        <w:t>203.3967</w:t>
      </w:r>
      <w:r>
        <w:tab/>
        <w:t>5.063e0</w:t>
      </w:r>
    </w:p>
    <w:p w:rsidR="005B0461" w:rsidRDefault="005B0461" w:rsidP="005B0461">
      <w:r>
        <w:t>203.4159</w:t>
      </w:r>
      <w:r>
        <w:tab/>
        <w:t>1.013e0</w:t>
      </w:r>
    </w:p>
    <w:p w:rsidR="005B0461" w:rsidRDefault="005B0461" w:rsidP="005B0461">
      <w:r>
        <w:t>203.4273</w:t>
      </w:r>
      <w:r>
        <w:tab/>
        <w:t>1.013e0</w:t>
      </w:r>
    </w:p>
    <w:p w:rsidR="005B0461" w:rsidRDefault="005B0461" w:rsidP="005B0461">
      <w:r>
        <w:lastRenderedPageBreak/>
        <w:t>203.4389</w:t>
      </w:r>
      <w:r>
        <w:tab/>
        <w:t>1.013e0</w:t>
      </w:r>
    </w:p>
    <w:p w:rsidR="005B0461" w:rsidRDefault="005B0461" w:rsidP="005B0461">
      <w:r>
        <w:t>203.4410</w:t>
      </w:r>
      <w:r>
        <w:tab/>
        <w:t>2.025e0</w:t>
      </w:r>
    </w:p>
    <w:p w:rsidR="005B0461" w:rsidRDefault="005B0461" w:rsidP="005B0461">
      <w:r>
        <w:t>203.4581</w:t>
      </w:r>
      <w:r>
        <w:tab/>
        <w:t>4.051e0</w:t>
      </w:r>
    </w:p>
    <w:p w:rsidR="005B0461" w:rsidRDefault="005B0461" w:rsidP="005B0461">
      <w:r>
        <w:t>203.4777</w:t>
      </w:r>
      <w:r>
        <w:tab/>
        <w:t>1.013e0</w:t>
      </w:r>
    </w:p>
    <w:p w:rsidR="005B0461" w:rsidRDefault="005B0461" w:rsidP="005B0461">
      <w:r>
        <w:t>203.5057</w:t>
      </w:r>
      <w:r>
        <w:tab/>
        <w:t>2.025e0</w:t>
      </w:r>
    </w:p>
    <w:p w:rsidR="005B0461" w:rsidRDefault="005B0461" w:rsidP="005B0461">
      <w:r>
        <w:t>203.5226</w:t>
      </w:r>
      <w:r>
        <w:tab/>
        <w:t>1.013e0</w:t>
      </w:r>
    </w:p>
    <w:p w:rsidR="005B0461" w:rsidRDefault="005B0461" w:rsidP="005B0461">
      <w:r>
        <w:t>203.5793</w:t>
      </w:r>
      <w:r>
        <w:tab/>
        <w:t>1.013e0</w:t>
      </w:r>
    </w:p>
    <w:p w:rsidR="005B0461" w:rsidRDefault="005B0461" w:rsidP="005B0461">
      <w:r>
        <w:t>203.5949</w:t>
      </w:r>
      <w:r>
        <w:tab/>
        <w:t>2.025e0</w:t>
      </w:r>
    </w:p>
    <w:p w:rsidR="005B0461" w:rsidRDefault="005B0461" w:rsidP="005B0461">
      <w:r>
        <w:t>203.6062</w:t>
      </w:r>
      <w:r>
        <w:tab/>
        <w:t>3.038e0</w:t>
      </w:r>
    </w:p>
    <w:p w:rsidR="005B0461" w:rsidRDefault="005B0461" w:rsidP="005B0461">
      <w:r>
        <w:t>203.6366</w:t>
      </w:r>
      <w:r>
        <w:tab/>
        <w:t>1.013e0</w:t>
      </w:r>
    </w:p>
    <w:p w:rsidR="005B0461" w:rsidRDefault="005B0461" w:rsidP="005B0461">
      <w:r>
        <w:t>203.6461</w:t>
      </w:r>
      <w:r>
        <w:tab/>
        <w:t>3.038e0</w:t>
      </w:r>
    </w:p>
    <w:p w:rsidR="005B0461" w:rsidRDefault="005B0461" w:rsidP="005B0461">
      <w:r>
        <w:t>203.6628</w:t>
      </w:r>
      <w:r>
        <w:tab/>
        <w:t>1.013e0</w:t>
      </w:r>
    </w:p>
    <w:p w:rsidR="005B0461" w:rsidRDefault="005B0461" w:rsidP="005B0461">
      <w:r>
        <w:t>203.6666</w:t>
      </w:r>
      <w:r>
        <w:tab/>
        <w:t>3.038e0</w:t>
      </w:r>
    </w:p>
    <w:p w:rsidR="005B0461" w:rsidRDefault="005B0461" w:rsidP="005B0461">
      <w:r>
        <w:t>203.7045</w:t>
      </w:r>
      <w:r>
        <w:tab/>
        <w:t>6.076e0</w:t>
      </w:r>
    </w:p>
    <w:p w:rsidR="005B0461" w:rsidRDefault="005B0461" w:rsidP="005B0461">
      <w:r>
        <w:t>203.7063</w:t>
      </w:r>
      <w:r>
        <w:tab/>
        <w:t>2.025e0</w:t>
      </w:r>
    </w:p>
    <w:p w:rsidR="005B0461" w:rsidRDefault="005B0461" w:rsidP="005B0461">
      <w:r>
        <w:t>203.7173</w:t>
      </w:r>
      <w:r>
        <w:tab/>
        <w:t>3.038e0</w:t>
      </w:r>
    </w:p>
    <w:p w:rsidR="005B0461" w:rsidRDefault="005B0461" w:rsidP="005B0461">
      <w:r>
        <w:t>203.7217</w:t>
      </w:r>
      <w:r>
        <w:tab/>
        <w:t>2.025e0</w:t>
      </w:r>
    </w:p>
    <w:p w:rsidR="005B0461" w:rsidRDefault="005B0461" w:rsidP="005B0461">
      <w:r>
        <w:t>203.7545</w:t>
      </w:r>
      <w:r>
        <w:tab/>
        <w:t>1.013e0</w:t>
      </w:r>
    </w:p>
    <w:p w:rsidR="005B0461" w:rsidRDefault="005B0461" w:rsidP="005B0461">
      <w:r>
        <w:t>203.7656</w:t>
      </w:r>
      <w:r>
        <w:tab/>
        <w:t>1.013e0</w:t>
      </w:r>
    </w:p>
    <w:p w:rsidR="005B0461" w:rsidRDefault="005B0461" w:rsidP="005B0461">
      <w:r>
        <w:lastRenderedPageBreak/>
        <w:t>203.7694</w:t>
      </w:r>
      <w:r>
        <w:tab/>
        <w:t>1.013e0</w:t>
      </w:r>
    </w:p>
    <w:p w:rsidR="005B0461" w:rsidRDefault="005B0461" w:rsidP="005B0461">
      <w:r>
        <w:t>203.7731</w:t>
      </w:r>
      <w:r>
        <w:tab/>
        <w:t>1.013e0</w:t>
      </w:r>
    </w:p>
    <w:p w:rsidR="005B0461" w:rsidRDefault="005B0461" w:rsidP="005B0461">
      <w:r>
        <w:t>203.7956</w:t>
      </w:r>
      <w:r>
        <w:tab/>
        <w:t>1.013e0</w:t>
      </w:r>
    </w:p>
    <w:p w:rsidR="005B0461" w:rsidRDefault="005B0461" w:rsidP="005B0461">
      <w:r>
        <w:t>203.8144</w:t>
      </w:r>
      <w:r>
        <w:tab/>
        <w:t>1.013e0</w:t>
      </w:r>
    </w:p>
    <w:p w:rsidR="005B0461" w:rsidRDefault="005B0461" w:rsidP="005B0461">
      <w:r>
        <w:t>203.8199</w:t>
      </w:r>
      <w:r>
        <w:tab/>
        <w:t>2.025e0</w:t>
      </w:r>
    </w:p>
    <w:p w:rsidR="005B0461" w:rsidRDefault="005B0461" w:rsidP="005B0461">
      <w:r>
        <w:t>203.8218</w:t>
      </w:r>
      <w:r>
        <w:tab/>
        <w:t>2.025e0</w:t>
      </w:r>
    </w:p>
    <w:p w:rsidR="005B0461" w:rsidRDefault="005B0461" w:rsidP="005B0461">
      <w:r>
        <w:t>203.8446</w:t>
      </w:r>
      <w:r>
        <w:tab/>
        <w:t>1.013e0</w:t>
      </w:r>
    </w:p>
    <w:p w:rsidR="005B0461" w:rsidRDefault="005B0461" w:rsidP="005B0461">
      <w:r>
        <w:t>203.8642</w:t>
      </w:r>
      <w:r>
        <w:tab/>
        <w:t>1.013e0</w:t>
      </w:r>
    </w:p>
    <w:p w:rsidR="005B0461" w:rsidRDefault="005B0461" w:rsidP="005B0461">
      <w:r>
        <w:t>203.8739</w:t>
      </w:r>
      <w:r>
        <w:tab/>
        <w:t>3.038e0</w:t>
      </w:r>
    </w:p>
    <w:p w:rsidR="005B0461" w:rsidRDefault="005B0461" w:rsidP="005B0461">
      <w:r>
        <w:t>203.8872</w:t>
      </w:r>
      <w:r>
        <w:tab/>
        <w:t>3.038e0</w:t>
      </w:r>
    </w:p>
    <w:p w:rsidR="005B0461" w:rsidRDefault="005B0461" w:rsidP="005B0461">
      <w:r>
        <w:t>203.8948</w:t>
      </w:r>
      <w:r>
        <w:tab/>
        <w:t>1.013e0</w:t>
      </w:r>
    </w:p>
    <w:p w:rsidR="005B0461" w:rsidRDefault="005B0461" w:rsidP="005B0461">
      <w:r>
        <w:t>203.8985</w:t>
      </w:r>
      <w:r>
        <w:tab/>
        <w:t>2.025e0</w:t>
      </w:r>
    </w:p>
    <w:p w:rsidR="005B0461" w:rsidRDefault="005B0461" w:rsidP="005B0461">
      <w:r>
        <w:t>203.9172</w:t>
      </w:r>
      <w:r>
        <w:tab/>
        <w:t>2.025e0</w:t>
      </w:r>
    </w:p>
    <w:p w:rsidR="005B0461" w:rsidRDefault="005B0461" w:rsidP="005B0461">
      <w:r>
        <w:t>203.9360</w:t>
      </w:r>
      <w:r>
        <w:tab/>
        <w:t>1.013e0</w:t>
      </w:r>
    </w:p>
    <w:p w:rsidR="005B0461" w:rsidRDefault="005B0461" w:rsidP="005B0461">
      <w:r>
        <w:t>203.9509</w:t>
      </w:r>
      <w:r>
        <w:tab/>
        <w:t>2.025e0</w:t>
      </w:r>
    </w:p>
    <w:p w:rsidR="005B0461" w:rsidRDefault="005B0461" w:rsidP="005B0461">
      <w:r>
        <w:t>203.9735</w:t>
      </w:r>
      <w:r>
        <w:tab/>
        <w:t>1.013e0</w:t>
      </w:r>
    </w:p>
    <w:p w:rsidR="005B0461" w:rsidRDefault="005B0461" w:rsidP="005B0461">
      <w:r>
        <w:t>203.9774</w:t>
      </w:r>
      <w:r>
        <w:tab/>
        <w:t>1.013e0</w:t>
      </w:r>
    </w:p>
    <w:p w:rsidR="005B0461" w:rsidRDefault="005B0461" w:rsidP="005B0461">
      <w:r>
        <w:t>204.0181</w:t>
      </w:r>
      <w:r>
        <w:tab/>
        <w:t>1.730e0</w:t>
      </w:r>
    </w:p>
    <w:p w:rsidR="005B0461" w:rsidRDefault="005B0461" w:rsidP="005B0461">
      <w:r>
        <w:t>204.0632</w:t>
      </w:r>
      <w:r>
        <w:tab/>
        <w:t>1.969e0</w:t>
      </w:r>
    </w:p>
    <w:p w:rsidR="005B0461" w:rsidRDefault="005B0461" w:rsidP="005B0461">
      <w:r>
        <w:lastRenderedPageBreak/>
        <w:t>204.0651</w:t>
      </w:r>
      <w:r>
        <w:tab/>
        <w:t>1.013e0</w:t>
      </w:r>
    </w:p>
    <w:p w:rsidR="005B0461" w:rsidRDefault="005B0461" w:rsidP="005B0461">
      <w:r>
        <w:t>204.0838</w:t>
      </w:r>
      <w:r>
        <w:tab/>
        <w:t>1.013e0</w:t>
      </w:r>
    </w:p>
    <w:p w:rsidR="005B0461" w:rsidRDefault="005B0461" w:rsidP="005B0461">
      <w:r>
        <w:t>204.0967</w:t>
      </w:r>
      <w:r>
        <w:tab/>
        <w:t>4.356e0</w:t>
      </w:r>
    </w:p>
    <w:p w:rsidR="005B0461" w:rsidRDefault="005B0461" w:rsidP="005B0461">
      <w:r>
        <w:t>204.1025</w:t>
      </w:r>
      <w:r>
        <w:tab/>
        <w:t>6.496e0</w:t>
      </w:r>
    </w:p>
    <w:p w:rsidR="005B0461" w:rsidRDefault="005B0461" w:rsidP="005B0461">
      <w:r>
        <w:t>204.1039</w:t>
      </w:r>
      <w:r>
        <w:tab/>
        <w:t>3.747e0</w:t>
      </w:r>
    </w:p>
    <w:p w:rsidR="005B0461" w:rsidRDefault="005B0461" w:rsidP="005B0461">
      <w:r>
        <w:t>204.1105</w:t>
      </w:r>
      <w:r>
        <w:tab/>
        <w:t>4.405e0</w:t>
      </w:r>
    </w:p>
    <w:p w:rsidR="005B0461" w:rsidRDefault="005B0461" w:rsidP="005B0461">
      <w:r>
        <w:t>204.1293</w:t>
      </w:r>
      <w:r>
        <w:tab/>
        <w:t>4.484e0</w:t>
      </w:r>
    </w:p>
    <w:p w:rsidR="005B0461" w:rsidRDefault="005B0461" w:rsidP="005B0461">
      <w:r>
        <w:t>204.1422</w:t>
      </w:r>
      <w:r>
        <w:tab/>
        <w:t>2.267e0</w:t>
      </w:r>
    </w:p>
    <w:p w:rsidR="005B0461" w:rsidRDefault="005B0461" w:rsidP="005B0461">
      <w:r>
        <w:t>204.1579</w:t>
      </w:r>
      <w:r>
        <w:tab/>
        <w:t>2.591e0</w:t>
      </w:r>
    </w:p>
    <w:p w:rsidR="005B0461" w:rsidRDefault="005B0461" w:rsidP="005B0461">
      <w:r>
        <w:t>204.1641</w:t>
      </w:r>
      <w:r>
        <w:tab/>
        <w:t>3.458e0</w:t>
      </w:r>
    </w:p>
    <w:p w:rsidR="005B0461" w:rsidRDefault="005B0461" w:rsidP="005B0461">
      <w:r>
        <w:t>204.1717</w:t>
      </w:r>
      <w:r>
        <w:tab/>
        <w:t>1.013e0</w:t>
      </w:r>
    </w:p>
    <w:p w:rsidR="005B0461" w:rsidRDefault="005B0461" w:rsidP="005B0461">
      <w:r>
        <w:t>204.1809</w:t>
      </w:r>
      <w:r>
        <w:tab/>
        <w:t>1.689e0</w:t>
      </w:r>
    </w:p>
    <w:p w:rsidR="005B0461" w:rsidRDefault="005B0461" w:rsidP="005B0461">
      <w:r>
        <w:t>204.1980</w:t>
      </w:r>
      <w:r>
        <w:tab/>
        <w:t>1.013e0</w:t>
      </w:r>
    </w:p>
    <w:p w:rsidR="005B0461" w:rsidRDefault="005B0461" w:rsidP="005B0461">
      <w:r>
        <w:t>204.2036</w:t>
      </w:r>
      <w:r>
        <w:tab/>
        <w:t>2.025e0</w:t>
      </w:r>
    </w:p>
    <w:p w:rsidR="005B0461" w:rsidRDefault="005B0461" w:rsidP="005B0461">
      <w:r>
        <w:t>204.2055</w:t>
      </w:r>
      <w:r>
        <w:tab/>
        <w:t>1.013e0</w:t>
      </w:r>
    </w:p>
    <w:p w:rsidR="005B0461" w:rsidRDefault="005B0461" w:rsidP="005B0461">
      <w:r>
        <w:t>204.2242</w:t>
      </w:r>
      <w:r>
        <w:tab/>
        <w:t>2.025e0</w:t>
      </w:r>
    </w:p>
    <w:p w:rsidR="005B0461" w:rsidRDefault="005B0461" w:rsidP="005B0461">
      <w:r>
        <w:t>204.2279</w:t>
      </w:r>
      <w:r>
        <w:tab/>
        <w:t>1.013e0</w:t>
      </w:r>
    </w:p>
    <w:p w:rsidR="005B0461" w:rsidRDefault="005B0461" w:rsidP="005B0461">
      <w:r>
        <w:t>204.2432</w:t>
      </w:r>
      <w:r>
        <w:tab/>
        <w:t>1.013e0</w:t>
      </w:r>
    </w:p>
    <w:p w:rsidR="005B0461" w:rsidRDefault="005B0461" w:rsidP="005B0461">
      <w:r>
        <w:t>204.2549</w:t>
      </w:r>
      <w:r>
        <w:tab/>
        <w:t>1.013e0</w:t>
      </w:r>
    </w:p>
    <w:p w:rsidR="005B0461" w:rsidRDefault="005B0461" w:rsidP="005B0461">
      <w:r>
        <w:lastRenderedPageBreak/>
        <w:t>204.2839</w:t>
      </w:r>
      <w:r>
        <w:tab/>
        <w:t>2.025e0</w:t>
      </w:r>
    </w:p>
    <w:p w:rsidR="005B0461" w:rsidRDefault="005B0461" w:rsidP="005B0461">
      <w:r>
        <w:t>204.2865</w:t>
      </w:r>
      <w:r>
        <w:tab/>
        <w:t>3.038e0</w:t>
      </w:r>
    </w:p>
    <w:p w:rsidR="005B0461" w:rsidRDefault="005B0461" w:rsidP="005B0461">
      <w:r>
        <w:t>204.2935</w:t>
      </w:r>
      <w:r>
        <w:tab/>
        <w:t>2.025e0</w:t>
      </w:r>
    </w:p>
    <w:p w:rsidR="005B0461" w:rsidRDefault="005B0461" w:rsidP="005B0461">
      <w:r>
        <w:t>204.3047</w:t>
      </w:r>
      <w:r>
        <w:tab/>
        <w:t>1.013e0</w:t>
      </w:r>
    </w:p>
    <w:p w:rsidR="005B0461" w:rsidRDefault="005B0461" w:rsidP="005B0461">
      <w:r>
        <w:t>204.3121</w:t>
      </w:r>
      <w:r>
        <w:tab/>
        <w:t>1.013e0</w:t>
      </w:r>
    </w:p>
    <w:p w:rsidR="005B0461" w:rsidRDefault="005B0461" w:rsidP="005B0461">
      <w:r>
        <w:t>204.3385</w:t>
      </w:r>
      <w:r>
        <w:tab/>
        <w:t>1.013e0</w:t>
      </w:r>
    </w:p>
    <w:p w:rsidR="005B0461" w:rsidRDefault="005B0461" w:rsidP="005B0461">
      <w:r>
        <w:t>204.3403</w:t>
      </w:r>
      <w:r>
        <w:tab/>
        <w:t>2.025e0</w:t>
      </w:r>
    </w:p>
    <w:p w:rsidR="005B0461" w:rsidRDefault="005B0461" w:rsidP="005B0461">
      <w:r>
        <w:t>204.3649</w:t>
      </w:r>
      <w:r>
        <w:tab/>
        <w:t>2.025e0</w:t>
      </w:r>
    </w:p>
    <w:p w:rsidR="005B0461" w:rsidRDefault="005B0461" w:rsidP="005B0461">
      <w:r>
        <w:t>204.3768</w:t>
      </w:r>
      <w:r>
        <w:tab/>
        <w:t>2.025e0</w:t>
      </w:r>
    </w:p>
    <w:p w:rsidR="005B0461" w:rsidRDefault="005B0461" w:rsidP="005B0461">
      <w:r>
        <w:t>204.4209</w:t>
      </w:r>
      <w:r>
        <w:tab/>
        <w:t>3.038e0</w:t>
      </w:r>
    </w:p>
    <w:p w:rsidR="005B0461" w:rsidRDefault="005B0461" w:rsidP="005B0461">
      <w:r>
        <w:t>204.4339</w:t>
      </w:r>
      <w:r>
        <w:tab/>
        <w:t>2.025e0</w:t>
      </w:r>
    </w:p>
    <w:p w:rsidR="005B0461" w:rsidRDefault="005B0461" w:rsidP="005B0461">
      <w:r>
        <w:t>204.4489</w:t>
      </w:r>
      <w:r>
        <w:tab/>
        <w:t>1.013e0</w:t>
      </w:r>
    </w:p>
    <w:p w:rsidR="005B0461" w:rsidRDefault="005B0461" w:rsidP="005B0461">
      <w:r>
        <w:t>204.4526</w:t>
      </w:r>
      <w:r>
        <w:tab/>
        <w:t>1.013e0</w:t>
      </w:r>
    </w:p>
    <w:p w:rsidR="005B0461" w:rsidRDefault="005B0461" w:rsidP="005B0461">
      <w:r>
        <w:t>204.4826</w:t>
      </w:r>
      <w:r>
        <w:tab/>
        <w:t>1.013e0</w:t>
      </w:r>
    </w:p>
    <w:p w:rsidR="005B0461" w:rsidRDefault="005B0461" w:rsidP="005B0461">
      <w:r>
        <w:t>204.4863</w:t>
      </w:r>
      <w:r>
        <w:tab/>
        <w:t>3.038e0</w:t>
      </w:r>
    </w:p>
    <w:p w:rsidR="005B0461" w:rsidRDefault="005B0461" w:rsidP="005B0461">
      <w:r>
        <w:t>204.4975</w:t>
      </w:r>
      <w:r>
        <w:tab/>
        <w:t>1.013e0</w:t>
      </w:r>
    </w:p>
    <w:p w:rsidR="005B0461" w:rsidRDefault="005B0461" w:rsidP="005B0461">
      <w:r>
        <w:t>204.5131</w:t>
      </w:r>
      <w:r>
        <w:tab/>
        <w:t>1.013e0</w:t>
      </w:r>
    </w:p>
    <w:p w:rsidR="005B0461" w:rsidRDefault="005B0461" w:rsidP="005B0461">
      <w:r>
        <w:t>204.5171</w:t>
      </w:r>
      <w:r>
        <w:tab/>
        <w:t>1.013e0</w:t>
      </w:r>
    </w:p>
    <w:p w:rsidR="005B0461" w:rsidRDefault="005B0461" w:rsidP="005B0461">
      <w:r>
        <w:t>204.5288</w:t>
      </w:r>
      <w:r>
        <w:tab/>
        <w:t>1.013e0</w:t>
      </w:r>
    </w:p>
    <w:p w:rsidR="005B0461" w:rsidRDefault="005B0461" w:rsidP="005B0461">
      <w:r>
        <w:lastRenderedPageBreak/>
        <w:t>204.5556</w:t>
      </w:r>
      <w:r>
        <w:tab/>
        <w:t>1.013e0</w:t>
      </w:r>
    </w:p>
    <w:p w:rsidR="005B0461" w:rsidRDefault="005B0461" w:rsidP="005B0461">
      <w:r>
        <w:t>204.5668</w:t>
      </w:r>
      <w:r>
        <w:tab/>
        <w:t>1.013e0</w:t>
      </w:r>
    </w:p>
    <w:p w:rsidR="005B0461" w:rsidRDefault="005B0461" w:rsidP="005B0461">
      <w:r>
        <w:t>204.5706</w:t>
      </w:r>
      <w:r>
        <w:tab/>
        <w:t>2.025e0</w:t>
      </w:r>
    </w:p>
    <w:p w:rsidR="005B0461" w:rsidRDefault="005B0461" w:rsidP="005B0461">
      <w:r>
        <w:t>204.5781</w:t>
      </w:r>
      <w:r>
        <w:tab/>
        <w:t>1.013e0</w:t>
      </w:r>
    </w:p>
    <w:p w:rsidR="005B0461" w:rsidRDefault="005B0461" w:rsidP="005B0461">
      <w:r>
        <w:t>204.5856</w:t>
      </w:r>
      <w:r>
        <w:tab/>
        <w:t>1.013e0</w:t>
      </w:r>
    </w:p>
    <w:p w:rsidR="005B0461" w:rsidRDefault="005B0461" w:rsidP="005B0461">
      <w:r>
        <w:t>204.5879</w:t>
      </w:r>
      <w:r>
        <w:tab/>
        <w:t>3.646e0</w:t>
      </w:r>
    </w:p>
    <w:p w:rsidR="005B0461" w:rsidRDefault="005B0461" w:rsidP="005B0461">
      <w:r>
        <w:t>204.6007</w:t>
      </w:r>
      <w:r>
        <w:tab/>
        <w:t>1.013e0</w:t>
      </w:r>
    </w:p>
    <w:p w:rsidR="005B0461" w:rsidRDefault="005B0461" w:rsidP="005B0461">
      <w:r>
        <w:t>204.6193</w:t>
      </w:r>
      <w:r>
        <w:tab/>
        <w:t>1.013e0</w:t>
      </w:r>
    </w:p>
    <w:p w:rsidR="005B0461" w:rsidRDefault="005B0461" w:rsidP="005B0461">
      <w:r>
        <w:t>204.6268</w:t>
      </w:r>
      <w:r>
        <w:tab/>
        <w:t>1.013e0</w:t>
      </w:r>
    </w:p>
    <w:p w:rsidR="005B0461" w:rsidRDefault="005B0461" w:rsidP="005B0461">
      <w:r>
        <w:t>204.6308</w:t>
      </w:r>
      <w:r>
        <w:tab/>
        <w:t>2.025e0</w:t>
      </w:r>
    </w:p>
    <w:p w:rsidR="005B0461" w:rsidRDefault="005B0461" w:rsidP="005B0461">
      <w:r>
        <w:t>204.6637</w:t>
      </w:r>
      <w:r>
        <w:tab/>
        <w:t>2.025e0</w:t>
      </w:r>
    </w:p>
    <w:p w:rsidR="005B0461" w:rsidRDefault="005B0461" w:rsidP="005B0461">
      <w:r>
        <w:t>204.6775</w:t>
      </w:r>
      <w:r>
        <w:tab/>
        <w:t>1.013e0</w:t>
      </w:r>
    </w:p>
    <w:p w:rsidR="005B0461" w:rsidRDefault="005B0461" w:rsidP="005B0461">
      <w:r>
        <w:t>204.6812</w:t>
      </w:r>
      <w:r>
        <w:tab/>
        <w:t>1.013e0</w:t>
      </w:r>
    </w:p>
    <w:p w:rsidR="005B0461" w:rsidRDefault="005B0461" w:rsidP="005B0461">
      <w:r>
        <w:t>204.6886</w:t>
      </w:r>
      <w:r>
        <w:tab/>
        <w:t>2.025e0</w:t>
      </w:r>
    </w:p>
    <w:p w:rsidR="005B0461" w:rsidRDefault="005B0461" w:rsidP="005B0461">
      <w:r>
        <w:t>204.7449</w:t>
      </w:r>
      <w:r>
        <w:tab/>
        <w:t>1.013e0</w:t>
      </w:r>
    </w:p>
    <w:p w:rsidR="005B0461" w:rsidRDefault="005B0461" w:rsidP="005B0461">
      <w:r>
        <w:t>204.7467</w:t>
      </w:r>
      <w:r>
        <w:tab/>
        <w:t>2.025e0</w:t>
      </w:r>
    </w:p>
    <w:p w:rsidR="005B0461" w:rsidRDefault="005B0461" w:rsidP="005B0461">
      <w:r>
        <w:t>204.7523</w:t>
      </w:r>
      <w:r>
        <w:tab/>
        <w:t>1.013e0</w:t>
      </w:r>
    </w:p>
    <w:p w:rsidR="005B0461" w:rsidRDefault="005B0461" w:rsidP="005B0461">
      <w:r>
        <w:t>204.7795</w:t>
      </w:r>
      <w:r>
        <w:tab/>
        <w:t>2.025e0</w:t>
      </w:r>
    </w:p>
    <w:p w:rsidR="005B0461" w:rsidRDefault="005B0461" w:rsidP="005B0461">
      <w:r>
        <w:t>204.7873</w:t>
      </w:r>
      <w:r>
        <w:tab/>
        <w:t>1.013e0</w:t>
      </w:r>
    </w:p>
    <w:p w:rsidR="005B0461" w:rsidRDefault="005B0461" w:rsidP="005B0461">
      <w:r>
        <w:lastRenderedPageBreak/>
        <w:t>204.8024</w:t>
      </w:r>
      <w:r>
        <w:tab/>
        <w:t>2.025e0</w:t>
      </w:r>
    </w:p>
    <w:p w:rsidR="005B0461" w:rsidRDefault="005B0461" w:rsidP="005B0461">
      <w:r>
        <w:t>204.8254</w:t>
      </w:r>
      <w:r>
        <w:tab/>
        <w:t>2.025e0</w:t>
      </w:r>
    </w:p>
    <w:p w:rsidR="005B0461" w:rsidRDefault="005B0461" w:rsidP="005B0461">
      <w:r>
        <w:t>204.8442</w:t>
      </w:r>
      <w:r>
        <w:tab/>
        <w:t>1.013e0</w:t>
      </w:r>
    </w:p>
    <w:p w:rsidR="005B0461" w:rsidRDefault="005B0461" w:rsidP="005B0461">
      <w:r>
        <w:t>204.8517</w:t>
      </w:r>
      <w:r>
        <w:tab/>
        <w:t>2.025e0</w:t>
      </w:r>
    </w:p>
    <w:p w:rsidR="005B0461" w:rsidRDefault="005B0461" w:rsidP="005B0461">
      <w:r>
        <w:t>204.8667</w:t>
      </w:r>
      <w:r>
        <w:tab/>
        <w:t>1.013e0</w:t>
      </w:r>
    </w:p>
    <w:p w:rsidR="005B0461" w:rsidRDefault="005B0461" w:rsidP="005B0461">
      <w:r>
        <w:t>204.8855</w:t>
      </w:r>
      <w:r>
        <w:tab/>
        <w:t>3.038e0</w:t>
      </w:r>
    </w:p>
    <w:p w:rsidR="005B0461" w:rsidRDefault="005B0461" w:rsidP="005B0461">
      <w:r>
        <w:t>204.8894</w:t>
      </w:r>
      <w:r>
        <w:tab/>
        <w:t>2.025e0</w:t>
      </w:r>
    </w:p>
    <w:p w:rsidR="005B0461" w:rsidRDefault="005B0461" w:rsidP="005B0461">
      <w:r>
        <w:t>204.9049</w:t>
      </w:r>
      <w:r>
        <w:tab/>
        <w:t>1.013e0</w:t>
      </w:r>
    </w:p>
    <w:p w:rsidR="005B0461" w:rsidRDefault="005B0461" w:rsidP="005B0461">
      <w:r>
        <w:t>204.9340</w:t>
      </w:r>
      <w:r>
        <w:tab/>
        <w:t>2.025e0</w:t>
      </w:r>
    </w:p>
    <w:p w:rsidR="005B0461" w:rsidRDefault="005B0461" w:rsidP="005B0461">
      <w:r>
        <w:t>204.9435</w:t>
      </w:r>
      <w:r>
        <w:tab/>
        <w:t>1.013e0</w:t>
      </w:r>
    </w:p>
    <w:p w:rsidR="005B0461" w:rsidRDefault="005B0461" w:rsidP="005B0461">
      <w:r>
        <w:t>204.9698</w:t>
      </w:r>
      <w:r>
        <w:tab/>
        <w:t>1.013e0</w:t>
      </w:r>
    </w:p>
    <w:p w:rsidR="005B0461" w:rsidRDefault="005B0461" w:rsidP="005B0461">
      <w:r>
        <w:t>204.9867</w:t>
      </w:r>
      <w:r>
        <w:tab/>
        <w:t>2.025e0</w:t>
      </w:r>
    </w:p>
    <w:p w:rsidR="005B0461" w:rsidRDefault="005B0461" w:rsidP="005B0461">
      <w:r>
        <w:t>204.9923</w:t>
      </w:r>
      <w:r>
        <w:tab/>
        <w:t>1.013e0</w:t>
      </w:r>
    </w:p>
    <w:p w:rsidR="005B0461" w:rsidRDefault="005B0461" w:rsidP="005B0461">
      <w:r>
        <w:t>204.9960</w:t>
      </w:r>
      <w:r>
        <w:tab/>
        <w:t>3.038e0</w:t>
      </w:r>
    </w:p>
    <w:p w:rsidR="005B0461" w:rsidRDefault="005B0461" w:rsidP="005B0461">
      <w:r>
        <w:t>205.0168</w:t>
      </w:r>
      <w:r>
        <w:tab/>
        <w:t>1.819e0</w:t>
      </w:r>
    </w:p>
    <w:p w:rsidR="005B0461" w:rsidRDefault="005B0461" w:rsidP="005B0461">
      <w:r>
        <w:t>205.0600</w:t>
      </w:r>
      <w:r>
        <w:tab/>
        <w:t>5.766e0</w:t>
      </w:r>
    </w:p>
    <w:p w:rsidR="005B0461" w:rsidRDefault="005B0461" w:rsidP="005B0461">
      <w:r>
        <w:t>205.0630</w:t>
      </w:r>
      <w:r>
        <w:tab/>
        <w:t>1.568e0</w:t>
      </w:r>
    </w:p>
    <w:p w:rsidR="005B0461" w:rsidRDefault="005B0461" w:rsidP="005B0461">
      <w:r>
        <w:t>205.0685</w:t>
      </w:r>
      <w:r>
        <w:tab/>
        <w:t>6.553e0</w:t>
      </w:r>
    </w:p>
    <w:p w:rsidR="005B0461" w:rsidRDefault="005B0461" w:rsidP="005B0461">
      <w:r>
        <w:t>205.0920</w:t>
      </w:r>
      <w:r>
        <w:tab/>
        <w:t>4.051e0</w:t>
      </w:r>
    </w:p>
    <w:p w:rsidR="005B0461" w:rsidRDefault="005B0461" w:rsidP="005B0461">
      <w:r>
        <w:lastRenderedPageBreak/>
        <w:t>205.1133</w:t>
      </w:r>
      <w:r>
        <w:tab/>
        <w:t>1.285e1</w:t>
      </w:r>
    </w:p>
    <w:p w:rsidR="005B0461" w:rsidRDefault="005B0461" w:rsidP="005B0461">
      <w:r>
        <w:t>205.1163</w:t>
      </w:r>
      <w:r>
        <w:tab/>
        <w:t>4.454e0</w:t>
      </w:r>
    </w:p>
    <w:p w:rsidR="005B0461" w:rsidRDefault="005B0461" w:rsidP="005B0461">
      <w:r>
        <w:t>205.1477</w:t>
      </w:r>
      <w:r>
        <w:tab/>
        <w:t>2.530e0</w:t>
      </w:r>
    </w:p>
    <w:p w:rsidR="005B0461" w:rsidRDefault="005B0461" w:rsidP="005B0461">
      <w:r>
        <w:t>205.1550</w:t>
      </w:r>
      <w:r>
        <w:tab/>
        <w:t>3.603e0</w:t>
      </w:r>
    </w:p>
    <w:p w:rsidR="005B0461" w:rsidRDefault="005B0461" w:rsidP="005B0461">
      <w:r>
        <w:t>205.1683</w:t>
      </w:r>
      <w:r>
        <w:tab/>
        <w:t>3.676e0</w:t>
      </w:r>
    </w:p>
    <w:p w:rsidR="005B0461" w:rsidRDefault="005B0461" w:rsidP="005B0461">
      <w:r>
        <w:t>205.1833</w:t>
      </w:r>
      <w:r>
        <w:tab/>
        <w:t>2.025e0</w:t>
      </w:r>
    </w:p>
    <w:p w:rsidR="005B0461" w:rsidRDefault="005B0461" w:rsidP="005B0461">
      <w:r>
        <w:t>205.1851</w:t>
      </w:r>
      <w:r>
        <w:tab/>
        <w:t>2.025e0</w:t>
      </w:r>
    </w:p>
    <w:p w:rsidR="005B0461" w:rsidRDefault="005B0461" w:rsidP="005B0461">
      <w:r>
        <w:t>205.2060</w:t>
      </w:r>
      <w:r>
        <w:tab/>
        <w:t>3.038e0</w:t>
      </w:r>
    </w:p>
    <w:p w:rsidR="005B0461" w:rsidRDefault="005B0461" w:rsidP="005B0461">
      <w:r>
        <w:t>205.2266</w:t>
      </w:r>
      <w:r>
        <w:tab/>
        <w:t>2.025e0</w:t>
      </w:r>
    </w:p>
    <w:p w:rsidR="005B0461" w:rsidRDefault="005B0461" w:rsidP="005B0461">
      <w:r>
        <w:t>205.2398</w:t>
      </w:r>
      <w:r>
        <w:tab/>
        <w:t>2.025e0</w:t>
      </w:r>
    </w:p>
    <w:p w:rsidR="005B0461" w:rsidRDefault="005B0461" w:rsidP="005B0461">
      <w:r>
        <w:t>205.2510</w:t>
      </w:r>
      <w:r>
        <w:tab/>
        <w:t>1.013e0</w:t>
      </w:r>
    </w:p>
    <w:p w:rsidR="005B0461" w:rsidRDefault="005B0461" w:rsidP="005B0461">
      <w:r>
        <w:t>205.2566</w:t>
      </w:r>
      <w:r>
        <w:tab/>
        <w:t>2.025e0</w:t>
      </w:r>
    </w:p>
    <w:p w:rsidR="005B0461" w:rsidRDefault="005B0461" w:rsidP="005B0461">
      <w:r>
        <w:t>205.2585</w:t>
      </w:r>
      <w:r>
        <w:tab/>
        <w:t>1.013e0</w:t>
      </w:r>
    </w:p>
    <w:p w:rsidR="005B0461" w:rsidRDefault="005B0461" w:rsidP="005B0461">
      <w:r>
        <w:t>205.2660</w:t>
      </w:r>
      <w:r>
        <w:tab/>
        <w:t>1.013e0</w:t>
      </w:r>
    </w:p>
    <w:p w:rsidR="005B0461" w:rsidRDefault="005B0461" w:rsidP="005B0461">
      <w:r>
        <w:t>205.2895</w:t>
      </w:r>
      <w:r>
        <w:tab/>
        <w:t>1.013e0</w:t>
      </w:r>
    </w:p>
    <w:p w:rsidR="005B0461" w:rsidRDefault="005B0461" w:rsidP="005B0461">
      <w:r>
        <w:t>205.3052</w:t>
      </w:r>
      <w:r>
        <w:tab/>
        <w:t>1.013e0</w:t>
      </w:r>
    </w:p>
    <w:p w:rsidR="005B0461" w:rsidRDefault="005B0461" w:rsidP="005B0461">
      <w:r>
        <w:t>205.3068</w:t>
      </w:r>
      <w:r>
        <w:tab/>
        <w:t>2.025e0</w:t>
      </w:r>
    </w:p>
    <w:p w:rsidR="005B0461" w:rsidRDefault="005B0461" w:rsidP="005B0461">
      <w:r>
        <w:t>205.3241</w:t>
      </w:r>
      <w:r>
        <w:tab/>
        <w:t>1.013e0</w:t>
      </w:r>
    </w:p>
    <w:p w:rsidR="005B0461" w:rsidRDefault="005B0461" w:rsidP="005B0461">
      <w:r>
        <w:t>205.3335</w:t>
      </w:r>
      <w:r>
        <w:tab/>
        <w:t>3.038e0</w:t>
      </w:r>
    </w:p>
    <w:p w:rsidR="005B0461" w:rsidRDefault="005B0461" w:rsidP="005B0461">
      <w:r>
        <w:lastRenderedPageBreak/>
        <w:t>205.3391</w:t>
      </w:r>
      <w:r>
        <w:tab/>
        <w:t>1.013e0</w:t>
      </w:r>
    </w:p>
    <w:p w:rsidR="005B0461" w:rsidRDefault="005B0461" w:rsidP="005B0461">
      <w:r>
        <w:t>205.3542</w:t>
      </w:r>
      <w:r>
        <w:tab/>
        <w:t>2.025e0</w:t>
      </w:r>
    </w:p>
    <w:p w:rsidR="005B0461" w:rsidRDefault="005B0461" w:rsidP="005B0461">
      <w:r>
        <w:t>205.3560</w:t>
      </w:r>
      <w:r>
        <w:tab/>
        <w:t>2.025e0</w:t>
      </w:r>
    </w:p>
    <w:p w:rsidR="005B0461" w:rsidRDefault="005B0461" w:rsidP="005B0461">
      <w:r>
        <w:t>205.3692</w:t>
      </w:r>
      <w:r>
        <w:tab/>
        <w:t>2.025e0</w:t>
      </w:r>
    </w:p>
    <w:p w:rsidR="005B0461" w:rsidRDefault="005B0461" w:rsidP="005B0461">
      <w:r>
        <w:t>205.4074</w:t>
      </w:r>
      <w:r>
        <w:tab/>
        <w:t>1.013e0</w:t>
      </w:r>
    </w:p>
    <w:p w:rsidR="005B0461" w:rsidRDefault="005B0461" w:rsidP="005B0461">
      <w:r>
        <w:t>205.4114</w:t>
      </w:r>
      <w:r>
        <w:tab/>
        <w:t>2.025e0</w:t>
      </w:r>
    </w:p>
    <w:p w:rsidR="005B0461" w:rsidRDefault="005B0461" w:rsidP="005B0461">
      <w:r>
        <w:t>205.4310</w:t>
      </w:r>
      <w:r>
        <w:tab/>
        <w:t>2.025e0</w:t>
      </w:r>
    </w:p>
    <w:p w:rsidR="005B0461" w:rsidRDefault="005B0461" w:rsidP="005B0461">
      <w:r>
        <w:t>205.4555</w:t>
      </w:r>
      <w:r>
        <w:tab/>
        <w:t>2.025e0</w:t>
      </w:r>
    </w:p>
    <w:p w:rsidR="005B0461" w:rsidRDefault="005B0461" w:rsidP="005B0461">
      <w:r>
        <w:t>205.4686</w:t>
      </w:r>
      <w:r>
        <w:tab/>
        <w:t>1.013e0</w:t>
      </w:r>
    </w:p>
    <w:p w:rsidR="005B0461" w:rsidRDefault="005B0461" w:rsidP="005B0461">
      <w:r>
        <w:t>205.4892</w:t>
      </w:r>
      <w:r>
        <w:tab/>
        <w:t>2.025e0</w:t>
      </w:r>
    </w:p>
    <w:p w:rsidR="005B0461" w:rsidRDefault="005B0461" w:rsidP="005B0461">
      <w:r>
        <w:t>205.4986</w:t>
      </w:r>
      <w:r>
        <w:tab/>
        <w:t>2.025e0</w:t>
      </w:r>
    </w:p>
    <w:p w:rsidR="005B0461" w:rsidRDefault="005B0461" w:rsidP="005B0461">
      <w:r>
        <w:t>205.5214</w:t>
      </w:r>
      <w:r>
        <w:tab/>
        <w:t>1.013e0</w:t>
      </w:r>
    </w:p>
    <w:p w:rsidR="005B0461" w:rsidRDefault="005B0461" w:rsidP="005B0461">
      <w:r>
        <w:t>205.5332</w:t>
      </w:r>
      <w:r>
        <w:tab/>
        <w:t>1.013e0</w:t>
      </w:r>
    </w:p>
    <w:p w:rsidR="005B0461" w:rsidRDefault="005B0461" w:rsidP="005B0461">
      <w:r>
        <w:t>205.5371</w:t>
      </w:r>
      <w:r>
        <w:tab/>
        <w:t>3.038e0</w:t>
      </w:r>
    </w:p>
    <w:p w:rsidR="005B0461" w:rsidRDefault="005B0461" w:rsidP="005B0461">
      <w:r>
        <w:t>205.5410</w:t>
      </w:r>
      <w:r>
        <w:tab/>
        <w:t>1.013e0</w:t>
      </w:r>
    </w:p>
    <w:p w:rsidR="005B0461" w:rsidRDefault="005B0461" w:rsidP="005B0461">
      <w:r>
        <w:t>205.5643</w:t>
      </w:r>
      <w:r>
        <w:tab/>
        <w:t>2.025e0</w:t>
      </w:r>
    </w:p>
    <w:p w:rsidR="005B0461" w:rsidRDefault="005B0461" w:rsidP="005B0461">
      <w:r>
        <w:t>205.5717</w:t>
      </w:r>
      <w:r>
        <w:tab/>
        <w:t>1.013e0</w:t>
      </w:r>
    </w:p>
    <w:p w:rsidR="005B0461" w:rsidRDefault="005B0461" w:rsidP="005B0461">
      <w:r>
        <w:t>205.5887</w:t>
      </w:r>
      <w:r>
        <w:tab/>
        <w:t>2.025e0</w:t>
      </w:r>
    </w:p>
    <w:p w:rsidR="005B0461" w:rsidRDefault="005B0461" w:rsidP="005B0461">
      <w:r>
        <w:t>205.5980</w:t>
      </w:r>
      <w:r>
        <w:tab/>
        <w:t>1.013e0</w:t>
      </w:r>
    </w:p>
    <w:p w:rsidR="005B0461" w:rsidRDefault="005B0461" w:rsidP="005B0461">
      <w:r>
        <w:lastRenderedPageBreak/>
        <w:t>205.6131</w:t>
      </w:r>
      <w:r>
        <w:tab/>
        <w:t>1.013e0</w:t>
      </w:r>
    </w:p>
    <w:p w:rsidR="005B0461" w:rsidRDefault="005B0461" w:rsidP="005B0461">
      <w:r>
        <w:t>205.6355</w:t>
      </w:r>
      <w:r>
        <w:tab/>
        <w:t>1.013e0</w:t>
      </w:r>
    </w:p>
    <w:p w:rsidR="005B0461" w:rsidRDefault="005B0461" w:rsidP="005B0461">
      <w:r>
        <w:t>205.6629</w:t>
      </w:r>
      <w:r>
        <w:tab/>
        <w:t>1.013e0</w:t>
      </w:r>
    </w:p>
    <w:p w:rsidR="005B0461" w:rsidRDefault="005B0461" w:rsidP="005B0461">
      <w:r>
        <w:t>205.6669</w:t>
      </w:r>
      <w:r>
        <w:tab/>
        <w:t>1.013e0</w:t>
      </w:r>
    </w:p>
    <w:p w:rsidR="005B0461" w:rsidRDefault="005B0461" w:rsidP="005B0461">
      <w:r>
        <w:t>205.6863</w:t>
      </w:r>
      <w:r>
        <w:tab/>
        <w:t>1.013e0</w:t>
      </w:r>
    </w:p>
    <w:p w:rsidR="005B0461" w:rsidRDefault="005B0461" w:rsidP="005B0461">
      <w:r>
        <w:t>205.6900</w:t>
      </w:r>
      <w:r>
        <w:tab/>
        <w:t>2.025e0</w:t>
      </w:r>
    </w:p>
    <w:p w:rsidR="005B0461" w:rsidRDefault="005B0461" w:rsidP="005B0461">
      <w:r>
        <w:t>205.7087</w:t>
      </w:r>
      <w:r>
        <w:tab/>
        <w:t>1.013e0</w:t>
      </w:r>
    </w:p>
    <w:p w:rsidR="005B0461" w:rsidRDefault="005B0461" w:rsidP="005B0461">
      <w:r>
        <w:t>205.7238</w:t>
      </w:r>
      <w:r>
        <w:tab/>
        <w:t>1.013e0</w:t>
      </w:r>
    </w:p>
    <w:p w:rsidR="005B0461" w:rsidRDefault="005B0461" w:rsidP="005B0461">
      <w:r>
        <w:t>205.7276</w:t>
      </w:r>
      <w:r>
        <w:tab/>
        <w:t>1.013e0</w:t>
      </w:r>
    </w:p>
    <w:p w:rsidR="005B0461" w:rsidRDefault="005B0461" w:rsidP="005B0461">
      <w:r>
        <w:t>205.7313</w:t>
      </w:r>
      <w:r>
        <w:tab/>
        <w:t>1.013e0</w:t>
      </w:r>
    </w:p>
    <w:p w:rsidR="005B0461" w:rsidRDefault="005B0461" w:rsidP="005B0461">
      <w:r>
        <w:t>205.7351</w:t>
      </w:r>
      <w:r>
        <w:tab/>
        <w:t>1.013e0</w:t>
      </w:r>
    </w:p>
    <w:p w:rsidR="005B0461" w:rsidRDefault="005B0461" w:rsidP="005B0461">
      <w:r>
        <w:t>205.7773</w:t>
      </w:r>
      <w:r>
        <w:tab/>
        <w:t>4.051e0</w:t>
      </w:r>
    </w:p>
    <w:p w:rsidR="005B0461" w:rsidRDefault="005B0461" w:rsidP="005B0461">
      <w:r>
        <w:t>205.7888</w:t>
      </w:r>
      <w:r>
        <w:tab/>
        <w:t>1.013e0</w:t>
      </w:r>
    </w:p>
    <w:p w:rsidR="005B0461" w:rsidRDefault="005B0461" w:rsidP="005B0461">
      <w:r>
        <w:t>205.8044</w:t>
      </w:r>
      <w:r>
        <w:tab/>
        <w:t>2.025e0</w:t>
      </w:r>
    </w:p>
    <w:p w:rsidR="005B0461" w:rsidRDefault="005B0461" w:rsidP="005B0461">
      <w:r>
        <w:t>205.8120</w:t>
      </w:r>
      <w:r>
        <w:tab/>
        <w:t>2.025e0</w:t>
      </w:r>
    </w:p>
    <w:p w:rsidR="005B0461" w:rsidRDefault="005B0461" w:rsidP="005B0461">
      <w:r>
        <w:t>205.8177</w:t>
      </w:r>
      <w:r>
        <w:tab/>
        <w:t>3.038e0</w:t>
      </w:r>
    </w:p>
    <w:p w:rsidR="005B0461" w:rsidRDefault="005B0461" w:rsidP="005B0461">
      <w:r>
        <w:t>205.8458</w:t>
      </w:r>
      <w:r>
        <w:tab/>
        <w:t>2.025e0</w:t>
      </w:r>
    </w:p>
    <w:p w:rsidR="005B0461" w:rsidRDefault="005B0461" w:rsidP="005B0461">
      <w:r>
        <w:t>205.8495</w:t>
      </w:r>
      <w:r>
        <w:tab/>
        <w:t>1.013e0</w:t>
      </w:r>
    </w:p>
    <w:p w:rsidR="005B0461" w:rsidRDefault="005B0461" w:rsidP="005B0461">
      <w:r>
        <w:t>205.8571</w:t>
      </w:r>
      <w:r>
        <w:tab/>
        <w:t>1.013e0</w:t>
      </w:r>
    </w:p>
    <w:p w:rsidR="005B0461" w:rsidRDefault="005B0461" w:rsidP="005B0461">
      <w:r>
        <w:lastRenderedPageBreak/>
        <w:t>205.8683</w:t>
      </w:r>
      <w:r>
        <w:tab/>
        <w:t>1.013e0</w:t>
      </w:r>
    </w:p>
    <w:p w:rsidR="005B0461" w:rsidRDefault="005B0461" w:rsidP="005B0461">
      <w:r>
        <w:t>205.8872</w:t>
      </w:r>
      <w:r>
        <w:tab/>
        <w:t>1.013e0</w:t>
      </w:r>
    </w:p>
    <w:p w:rsidR="005B0461" w:rsidRDefault="005B0461" w:rsidP="005B0461">
      <w:r>
        <w:t>205.9030</w:t>
      </w:r>
      <w:r>
        <w:tab/>
        <w:t>1.013e0</w:t>
      </w:r>
    </w:p>
    <w:p w:rsidR="005B0461" w:rsidRDefault="005B0461" w:rsidP="005B0461">
      <w:r>
        <w:t>205.9359</w:t>
      </w:r>
      <w:r>
        <w:tab/>
        <w:t>2.025e0</w:t>
      </w:r>
    </w:p>
    <w:p w:rsidR="005B0461" w:rsidRDefault="005B0461" w:rsidP="005B0461">
      <w:r>
        <w:t>205.9490</w:t>
      </w:r>
      <w:r>
        <w:tab/>
        <w:t>1.013e0</w:t>
      </w:r>
    </w:p>
    <w:p w:rsidR="005B0461" w:rsidRDefault="005B0461" w:rsidP="005B0461">
      <w:r>
        <w:t>205.9678</w:t>
      </w:r>
      <w:r>
        <w:tab/>
        <w:t>1.013e0</w:t>
      </w:r>
    </w:p>
    <w:p w:rsidR="005B0461" w:rsidRDefault="005B0461" w:rsidP="005B0461">
      <w:r>
        <w:t>205.9928</w:t>
      </w:r>
      <w:r>
        <w:tab/>
        <w:t>2.744e0</w:t>
      </w:r>
    </w:p>
    <w:p w:rsidR="005B0461" w:rsidRDefault="005B0461" w:rsidP="005B0461">
      <w:r>
        <w:t>205.9941</w:t>
      </w:r>
      <w:r>
        <w:tab/>
        <w:t>1.013e0</w:t>
      </w:r>
    </w:p>
    <w:p w:rsidR="005B0461" w:rsidRDefault="005B0461" w:rsidP="005B0461">
      <w:r>
        <w:t>205.9959</w:t>
      </w:r>
      <w:r>
        <w:tab/>
        <w:t>2.025e0</w:t>
      </w:r>
    </w:p>
    <w:p w:rsidR="005B0461" w:rsidRDefault="005B0461" w:rsidP="005B0461">
      <w:r>
        <w:t>206.0348</w:t>
      </w:r>
      <w:r>
        <w:tab/>
        <w:t>1.817e0</w:t>
      </w:r>
    </w:p>
    <w:p w:rsidR="005B0461" w:rsidRDefault="005B0461" w:rsidP="005B0461">
      <w:r>
        <w:t>206.0617</w:t>
      </w:r>
      <w:r>
        <w:tab/>
        <w:t>6.852e0</w:t>
      </w:r>
    </w:p>
    <w:p w:rsidR="005B0461" w:rsidRDefault="005B0461" w:rsidP="005B0461">
      <w:r>
        <w:t>206.0643</w:t>
      </w:r>
      <w:r>
        <w:tab/>
        <w:t>3.856e0</w:t>
      </w:r>
    </w:p>
    <w:p w:rsidR="005B0461" w:rsidRDefault="005B0461" w:rsidP="005B0461">
      <w:r>
        <w:t>206.0705</w:t>
      </w:r>
      <w:r>
        <w:tab/>
        <w:t>5.047e0</w:t>
      </w:r>
    </w:p>
    <w:p w:rsidR="005B0461" w:rsidRDefault="005B0461" w:rsidP="005B0461">
      <w:r>
        <w:t>206.1030</w:t>
      </w:r>
      <w:r>
        <w:tab/>
        <w:t>8.847e1</w:t>
      </w:r>
    </w:p>
    <w:p w:rsidR="005B0461" w:rsidRDefault="005B0461" w:rsidP="005B0461">
      <w:r>
        <w:t>206.1053</w:t>
      </w:r>
      <w:r>
        <w:tab/>
        <w:t>6.973e1</w:t>
      </w:r>
    </w:p>
    <w:p w:rsidR="005B0461" w:rsidRDefault="005B0461" w:rsidP="005B0461">
      <w:r>
        <w:t>206.1380</w:t>
      </w:r>
      <w:r>
        <w:tab/>
        <w:t>3.394e0</w:t>
      </w:r>
    </w:p>
    <w:p w:rsidR="005B0461" w:rsidRDefault="005B0461" w:rsidP="005B0461">
      <w:r>
        <w:t>206.1415</w:t>
      </w:r>
      <w:r>
        <w:tab/>
        <w:t>6.526e0</w:t>
      </w:r>
    </w:p>
    <w:p w:rsidR="005B0461" w:rsidRDefault="005B0461" w:rsidP="005B0461">
      <w:r>
        <w:t>206.1465</w:t>
      </w:r>
      <w:r>
        <w:tab/>
        <w:t>2.914e0</w:t>
      </w:r>
    </w:p>
    <w:p w:rsidR="005B0461" w:rsidRDefault="005B0461" w:rsidP="005B0461">
      <w:r>
        <w:t>206.1674</w:t>
      </w:r>
      <w:r>
        <w:tab/>
        <w:t>3.886e0</w:t>
      </w:r>
    </w:p>
    <w:p w:rsidR="005B0461" w:rsidRDefault="005B0461" w:rsidP="005B0461">
      <w:r>
        <w:lastRenderedPageBreak/>
        <w:t>206.1725</w:t>
      </w:r>
      <w:r>
        <w:tab/>
        <w:t>2.025e0</w:t>
      </w:r>
    </w:p>
    <w:p w:rsidR="005B0461" w:rsidRDefault="005B0461" w:rsidP="005B0461">
      <w:r>
        <w:t>206.1744</w:t>
      </w:r>
      <w:r>
        <w:tab/>
        <w:t>1.013e0</w:t>
      </w:r>
    </w:p>
    <w:p w:rsidR="005B0461" w:rsidRDefault="005B0461" w:rsidP="005B0461">
      <w:r>
        <w:t>206.1856</w:t>
      </w:r>
      <w:r>
        <w:tab/>
        <w:t>3.038e0</w:t>
      </w:r>
    </w:p>
    <w:p w:rsidR="005B0461" w:rsidRDefault="005B0461" w:rsidP="005B0461">
      <w:r>
        <w:t>206.2006</w:t>
      </w:r>
      <w:r>
        <w:tab/>
        <w:t>2.025e0</w:t>
      </w:r>
    </w:p>
    <w:p w:rsidR="005B0461" w:rsidRDefault="005B0461" w:rsidP="005B0461">
      <w:r>
        <w:t>206.2082</w:t>
      </w:r>
      <w:r>
        <w:tab/>
        <w:t>1.013e0</w:t>
      </w:r>
    </w:p>
    <w:p w:rsidR="005B0461" w:rsidRDefault="005B0461" w:rsidP="005B0461">
      <w:r>
        <w:t>206.2419</w:t>
      </w:r>
      <w:r>
        <w:tab/>
        <w:t>1.013e0</w:t>
      </w:r>
    </w:p>
    <w:p w:rsidR="005B0461" w:rsidRDefault="005B0461" w:rsidP="005B0461">
      <w:r>
        <w:t>206.2539</w:t>
      </w:r>
      <w:r>
        <w:tab/>
        <w:t>2.025e0</w:t>
      </w:r>
    </w:p>
    <w:p w:rsidR="005B0461" w:rsidRDefault="005B0461" w:rsidP="005B0461">
      <w:r>
        <w:t>206.2655</w:t>
      </w:r>
      <w:r>
        <w:tab/>
        <w:t>1.013e0</w:t>
      </w:r>
    </w:p>
    <w:p w:rsidR="005B0461" w:rsidRDefault="005B0461" w:rsidP="005B0461">
      <w:r>
        <w:t>206.2695</w:t>
      </w:r>
      <w:r>
        <w:tab/>
        <w:t>1.013e0</w:t>
      </w:r>
    </w:p>
    <w:p w:rsidR="005B0461" w:rsidRDefault="005B0461" w:rsidP="005B0461">
      <w:r>
        <w:t>206.2734</w:t>
      </w:r>
      <w:r>
        <w:tab/>
        <w:t>1.013e0</w:t>
      </w:r>
    </w:p>
    <w:p w:rsidR="005B0461" w:rsidRDefault="005B0461" w:rsidP="005B0461">
      <w:r>
        <w:t>206.2890</w:t>
      </w:r>
      <w:r>
        <w:tab/>
        <w:t>1.013e0</w:t>
      </w:r>
    </w:p>
    <w:p w:rsidR="005B0461" w:rsidRDefault="005B0461" w:rsidP="005B0461">
      <w:r>
        <w:t>206.2964</w:t>
      </w:r>
      <w:r>
        <w:tab/>
        <w:t>1.013e0</w:t>
      </w:r>
    </w:p>
    <w:p w:rsidR="005B0461" w:rsidRDefault="005B0461" w:rsidP="005B0461">
      <w:r>
        <w:t>206.3002</w:t>
      </w:r>
      <w:r>
        <w:tab/>
        <w:t>1.013e0</w:t>
      </w:r>
    </w:p>
    <w:p w:rsidR="005B0461" w:rsidRDefault="005B0461" w:rsidP="005B0461">
      <w:r>
        <w:t>206.3077</w:t>
      </w:r>
      <w:r>
        <w:tab/>
        <w:t>2.025e0</w:t>
      </w:r>
    </w:p>
    <w:p w:rsidR="005B0461" w:rsidRDefault="005B0461" w:rsidP="005B0461">
      <w:r>
        <w:t>206.3303</w:t>
      </w:r>
      <w:r>
        <w:tab/>
        <w:t>1.013e0</w:t>
      </w:r>
    </w:p>
    <w:p w:rsidR="005B0461" w:rsidRDefault="005B0461" w:rsidP="005B0461">
      <w:r>
        <w:t>206.3528</w:t>
      </w:r>
      <w:r>
        <w:tab/>
        <w:t>1.013e0</w:t>
      </w:r>
    </w:p>
    <w:p w:rsidR="005B0461" w:rsidRDefault="005B0461" w:rsidP="005B0461">
      <w:r>
        <w:t>206.3641</w:t>
      </w:r>
      <w:r>
        <w:tab/>
        <w:t>1.013e0</w:t>
      </w:r>
    </w:p>
    <w:p w:rsidR="005B0461" w:rsidRDefault="005B0461" w:rsidP="005B0461">
      <w:r>
        <w:t>206.3720</w:t>
      </w:r>
      <w:r>
        <w:tab/>
        <w:t>1.013e0</w:t>
      </w:r>
    </w:p>
    <w:p w:rsidR="005B0461" w:rsidRDefault="005B0461" w:rsidP="005B0461">
      <w:r>
        <w:t>206.3759</w:t>
      </w:r>
      <w:r>
        <w:tab/>
        <w:t>2.025e0</w:t>
      </w:r>
    </w:p>
    <w:p w:rsidR="005B0461" w:rsidRDefault="005B0461" w:rsidP="005B0461">
      <w:r>
        <w:lastRenderedPageBreak/>
        <w:t>206.4052</w:t>
      </w:r>
      <w:r>
        <w:tab/>
        <w:t>2.025e0</w:t>
      </w:r>
    </w:p>
    <w:p w:rsidR="005B0461" w:rsidRDefault="005B0461" w:rsidP="005B0461">
      <w:r>
        <w:t>206.4073</w:t>
      </w:r>
      <w:r>
        <w:tab/>
        <w:t>1.013e0</w:t>
      </w:r>
    </w:p>
    <w:p w:rsidR="005B0461" w:rsidRDefault="005B0461" w:rsidP="005B0461">
      <w:r>
        <w:t>206.4148</w:t>
      </w:r>
      <w:r>
        <w:tab/>
        <w:t>1.013e0</w:t>
      </w:r>
    </w:p>
    <w:p w:rsidR="005B0461" w:rsidRDefault="005B0461" w:rsidP="005B0461">
      <w:r>
        <w:t>206.4392</w:t>
      </w:r>
      <w:r>
        <w:tab/>
        <w:t>2.025e0</w:t>
      </w:r>
    </w:p>
    <w:p w:rsidR="005B0461" w:rsidRDefault="005B0461" w:rsidP="005B0461">
      <w:r>
        <w:t>206.4473</w:t>
      </w:r>
      <w:r>
        <w:tab/>
        <w:t>4.051e0</w:t>
      </w:r>
    </w:p>
    <w:p w:rsidR="005B0461" w:rsidRDefault="005B0461" w:rsidP="005B0461">
      <w:r>
        <w:t>206.4524</w:t>
      </w:r>
      <w:r>
        <w:tab/>
        <w:t>1.013e0</w:t>
      </w:r>
    </w:p>
    <w:p w:rsidR="005B0461" w:rsidRDefault="005B0461" w:rsidP="005B0461">
      <w:r>
        <w:t>206.4849</w:t>
      </w:r>
      <w:r>
        <w:tab/>
        <w:t>2.025e0</w:t>
      </w:r>
    </w:p>
    <w:p w:rsidR="005B0461" w:rsidRDefault="005B0461" w:rsidP="005B0461">
      <w:r>
        <w:t>206.4949</w:t>
      </w:r>
      <w:r>
        <w:tab/>
        <w:t>2.025e0</w:t>
      </w:r>
    </w:p>
    <w:p w:rsidR="005B0461" w:rsidRDefault="005B0461" w:rsidP="005B0461">
      <w:r>
        <w:t>206.5220</w:t>
      </w:r>
      <w:r>
        <w:tab/>
        <w:t>1.013e0</w:t>
      </w:r>
    </w:p>
    <w:p w:rsidR="005B0461" w:rsidRDefault="005B0461" w:rsidP="005B0461">
      <w:r>
        <w:t>206.5406</w:t>
      </w:r>
      <w:r>
        <w:tab/>
        <w:t>1.013e0</w:t>
      </w:r>
    </w:p>
    <w:p w:rsidR="005B0461" w:rsidRDefault="005B0461" w:rsidP="005B0461">
      <w:r>
        <w:t>206.5482</w:t>
      </w:r>
      <w:r>
        <w:tab/>
        <w:t>3.038e0</w:t>
      </w:r>
    </w:p>
    <w:p w:rsidR="005B0461" w:rsidRDefault="005B0461" w:rsidP="005B0461">
      <w:r>
        <w:t>206.5595</w:t>
      </w:r>
      <w:r>
        <w:tab/>
        <w:t>1.013e0</w:t>
      </w:r>
    </w:p>
    <w:p w:rsidR="005B0461" w:rsidRDefault="005B0461" w:rsidP="005B0461">
      <w:r>
        <w:t>206.5821</w:t>
      </w:r>
      <w:r>
        <w:tab/>
        <w:t>2.025e0</w:t>
      </w:r>
    </w:p>
    <w:p w:rsidR="005B0461" w:rsidRDefault="005B0461" w:rsidP="005B0461">
      <w:r>
        <w:t>206.6089</w:t>
      </w:r>
      <w:r>
        <w:tab/>
        <w:t>3.240e0</w:t>
      </w:r>
    </w:p>
    <w:p w:rsidR="005B0461" w:rsidRDefault="005B0461" w:rsidP="005B0461">
      <w:r>
        <w:t>206.6244</w:t>
      </w:r>
      <w:r>
        <w:tab/>
        <w:t>2.025e0</w:t>
      </w:r>
    </w:p>
    <w:p w:rsidR="005B0461" w:rsidRDefault="005B0461" w:rsidP="005B0461">
      <w:r>
        <w:t>206.6404</w:t>
      </w:r>
      <w:r>
        <w:tab/>
        <w:t>1.013e0</w:t>
      </w:r>
    </w:p>
    <w:p w:rsidR="005B0461" w:rsidRDefault="005B0461" w:rsidP="005B0461">
      <w:r>
        <w:t>206.6510</w:t>
      </w:r>
      <w:r>
        <w:tab/>
        <w:t>4.051e0</w:t>
      </w:r>
    </w:p>
    <w:p w:rsidR="005B0461" w:rsidRDefault="005B0461" w:rsidP="005B0461">
      <w:r>
        <w:t>206.6590</w:t>
      </w:r>
      <w:r>
        <w:tab/>
        <w:t>1.013e0</w:t>
      </w:r>
    </w:p>
    <w:p w:rsidR="005B0461" w:rsidRDefault="005B0461" w:rsidP="005B0461">
      <w:r>
        <w:t>206.7005</w:t>
      </w:r>
      <w:r>
        <w:tab/>
        <w:t>1.013e0</w:t>
      </w:r>
    </w:p>
    <w:p w:rsidR="005B0461" w:rsidRDefault="005B0461" w:rsidP="005B0461">
      <w:r>
        <w:lastRenderedPageBreak/>
        <w:t>206.7080</w:t>
      </w:r>
      <w:r>
        <w:tab/>
        <w:t>4.051e0</w:t>
      </w:r>
    </w:p>
    <w:p w:rsidR="005B0461" w:rsidRDefault="005B0461" w:rsidP="005B0461">
      <w:r>
        <w:t>206.7313</w:t>
      </w:r>
      <w:r>
        <w:tab/>
        <w:t>1.013e0</w:t>
      </w:r>
    </w:p>
    <w:p w:rsidR="005B0461" w:rsidRDefault="005B0461" w:rsidP="005B0461">
      <w:r>
        <w:t>206.7390</w:t>
      </w:r>
      <w:r>
        <w:tab/>
        <w:t>5.063e0</w:t>
      </w:r>
    </w:p>
    <w:p w:rsidR="005B0461" w:rsidRDefault="005B0461" w:rsidP="005B0461">
      <w:r>
        <w:t>206.7588</w:t>
      </w:r>
      <w:r>
        <w:tab/>
        <w:t>2.025e0</w:t>
      </w:r>
    </w:p>
    <w:p w:rsidR="005B0461" w:rsidRDefault="005B0461" w:rsidP="005B0461">
      <w:r>
        <w:t>206.7700</w:t>
      </w:r>
      <w:r>
        <w:tab/>
        <w:t>1.013e0</w:t>
      </w:r>
    </w:p>
    <w:p w:rsidR="005B0461" w:rsidRDefault="005B0461" w:rsidP="005B0461">
      <w:r>
        <w:t>206.7850</w:t>
      </w:r>
      <w:r>
        <w:tab/>
        <w:t>4.051e0</w:t>
      </w:r>
    </w:p>
    <w:p w:rsidR="005B0461" w:rsidRDefault="005B0461" w:rsidP="005B0461">
      <w:r>
        <w:t>206.8039</w:t>
      </w:r>
      <w:r>
        <w:tab/>
        <w:t>1.013e0</w:t>
      </w:r>
    </w:p>
    <w:p w:rsidR="005B0461" w:rsidRDefault="005B0461" w:rsidP="005B0461">
      <w:r>
        <w:t>206.8189</w:t>
      </w:r>
      <w:r>
        <w:tab/>
        <w:t>2.025e0</w:t>
      </w:r>
    </w:p>
    <w:p w:rsidR="005B0461" w:rsidRDefault="005B0461" w:rsidP="005B0461">
      <w:r>
        <w:t>206.8301</w:t>
      </w:r>
      <w:r>
        <w:tab/>
        <w:t>1.013e0</w:t>
      </w:r>
    </w:p>
    <w:p w:rsidR="005B0461" w:rsidRDefault="005B0461" w:rsidP="005B0461">
      <w:r>
        <w:t>206.8387</w:t>
      </w:r>
      <w:r>
        <w:tab/>
        <w:t>2.025e0</w:t>
      </w:r>
    </w:p>
    <w:p w:rsidR="005B0461" w:rsidRDefault="005B0461" w:rsidP="005B0461">
      <w:r>
        <w:t>206.8498</w:t>
      </w:r>
      <w:r>
        <w:tab/>
        <w:t>1.013e0</w:t>
      </w:r>
    </w:p>
    <w:p w:rsidR="005B0461" w:rsidRDefault="005B0461" w:rsidP="005B0461">
      <w:r>
        <w:t>206.8696</w:t>
      </w:r>
      <w:r>
        <w:tab/>
        <w:t>1.013e0</w:t>
      </w:r>
    </w:p>
    <w:p w:rsidR="005B0461" w:rsidRDefault="005B0461" w:rsidP="005B0461">
      <w:r>
        <w:t>206.8841</w:t>
      </w:r>
      <w:r>
        <w:tab/>
        <w:t>6.076e0</w:t>
      </w:r>
    </w:p>
    <w:p w:rsidR="005B0461" w:rsidRDefault="005B0461" w:rsidP="005B0461">
      <w:r>
        <w:t>206.9242</w:t>
      </w:r>
      <w:r>
        <w:tab/>
        <w:t>2.025e0</w:t>
      </w:r>
    </w:p>
    <w:p w:rsidR="005B0461" w:rsidRDefault="005B0461" w:rsidP="005B0461">
      <w:r>
        <w:t>206.9526</w:t>
      </w:r>
      <w:r>
        <w:tab/>
        <w:t>1.013e0</w:t>
      </w:r>
    </w:p>
    <w:p w:rsidR="005B0461" w:rsidRDefault="005B0461" w:rsidP="005B0461">
      <w:r>
        <w:t>206.9645</w:t>
      </w:r>
      <w:r>
        <w:tab/>
        <w:t>1.013e0</w:t>
      </w:r>
    </w:p>
    <w:p w:rsidR="005B0461" w:rsidRDefault="005B0461" w:rsidP="005B0461">
      <w:r>
        <w:t>206.9994</w:t>
      </w:r>
      <w:r>
        <w:tab/>
        <w:t>2.025e0</w:t>
      </w:r>
    </w:p>
    <w:p w:rsidR="005B0461" w:rsidRDefault="005B0461" w:rsidP="005B0461">
      <w:r>
        <w:t>207.0055</w:t>
      </w:r>
      <w:r>
        <w:tab/>
        <w:t>2.312e0</w:t>
      </w:r>
    </w:p>
    <w:p w:rsidR="005B0461" w:rsidRDefault="005B0461" w:rsidP="005B0461">
      <w:r>
        <w:t>207.0161</w:t>
      </w:r>
      <w:r>
        <w:tab/>
        <w:t>1.862e0</w:t>
      </w:r>
    </w:p>
    <w:p w:rsidR="005B0461" w:rsidRDefault="005B0461" w:rsidP="005B0461">
      <w:r>
        <w:lastRenderedPageBreak/>
        <w:t>207.0623</w:t>
      </w:r>
      <w:r>
        <w:tab/>
        <w:t>2.540e0</w:t>
      </w:r>
    </w:p>
    <w:p w:rsidR="005B0461" w:rsidRDefault="005B0461" w:rsidP="005B0461">
      <w:r>
        <w:t>207.0740</w:t>
      </w:r>
      <w:r>
        <w:tab/>
        <w:t>6.076e0</w:t>
      </w:r>
    </w:p>
    <w:p w:rsidR="005B0461" w:rsidRDefault="005B0461" w:rsidP="005B0461">
      <w:r>
        <w:t>207.0754</w:t>
      </w:r>
      <w:r>
        <w:tab/>
        <w:t>4.531e0</w:t>
      </w:r>
    </w:p>
    <w:p w:rsidR="005B0461" w:rsidRDefault="005B0461" w:rsidP="005B0461">
      <w:r>
        <w:t>207.0926</w:t>
      </w:r>
      <w:r>
        <w:tab/>
        <w:t>7.089e0</w:t>
      </w:r>
    </w:p>
    <w:p w:rsidR="005B0461" w:rsidRDefault="005B0461" w:rsidP="005B0461">
      <w:r>
        <w:t>207.1041</w:t>
      </w:r>
      <w:r>
        <w:tab/>
        <w:t>1.689e1</w:t>
      </w:r>
    </w:p>
    <w:p w:rsidR="005B0461" w:rsidRDefault="005B0461" w:rsidP="005B0461">
      <w:r>
        <w:t>207.1113</w:t>
      </w:r>
      <w:r>
        <w:tab/>
        <w:t>2.842e1</w:t>
      </w:r>
    </w:p>
    <w:p w:rsidR="005B0461" w:rsidRDefault="005B0461" w:rsidP="005B0461">
      <w:r>
        <w:t>207.1183</w:t>
      </w:r>
      <w:r>
        <w:tab/>
        <w:t>2.113e1</w:t>
      </w:r>
    </w:p>
    <w:p w:rsidR="005B0461" w:rsidRDefault="005B0461" w:rsidP="005B0461">
      <w:r>
        <w:t>207.1551</w:t>
      </w:r>
      <w:r>
        <w:tab/>
        <w:t>2.289e0</w:t>
      </w:r>
    </w:p>
    <w:p w:rsidR="005B0461" w:rsidRDefault="005B0461" w:rsidP="005B0461">
      <w:r>
        <w:t>207.1659</w:t>
      </w:r>
      <w:r>
        <w:tab/>
        <w:t>1.655e0</w:t>
      </w:r>
    </w:p>
    <w:p w:rsidR="005B0461" w:rsidRDefault="005B0461" w:rsidP="005B0461">
      <w:r>
        <w:t>207.1861</w:t>
      </w:r>
      <w:r>
        <w:tab/>
        <w:t>2.236e0</w:t>
      </w:r>
    </w:p>
    <w:p w:rsidR="005B0461" w:rsidRDefault="005B0461" w:rsidP="005B0461">
      <w:r>
        <w:t>207.2019</w:t>
      </w:r>
      <w:r>
        <w:tab/>
        <w:t>1.013e0</w:t>
      </w:r>
    </w:p>
    <w:p w:rsidR="005B0461" w:rsidRDefault="005B0461" w:rsidP="005B0461">
      <w:r>
        <w:t>207.2177</w:t>
      </w:r>
      <w:r>
        <w:tab/>
        <w:t>1.013e0</w:t>
      </w:r>
    </w:p>
    <w:p w:rsidR="005B0461" w:rsidRDefault="005B0461" w:rsidP="005B0461">
      <w:r>
        <w:t>207.2289</w:t>
      </w:r>
      <w:r>
        <w:tab/>
        <w:t>1.013e0</w:t>
      </w:r>
    </w:p>
    <w:p w:rsidR="005B0461" w:rsidRDefault="005B0461" w:rsidP="005B0461">
      <w:r>
        <w:t>207.2665</w:t>
      </w:r>
      <w:r>
        <w:tab/>
        <w:t>3.038e0</w:t>
      </w:r>
    </w:p>
    <w:p w:rsidR="005B0461" w:rsidRDefault="005B0461" w:rsidP="005B0461">
      <w:r>
        <w:t>207.2780</w:t>
      </w:r>
      <w:r>
        <w:tab/>
        <w:t>6.076e0</w:t>
      </w:r>
    </w:p>
    <w:p w:rsidR="005B0461" w:rsidRDefault="005B0461" w:rsidP="005B0461">
      <w:r>
        <w:t>207.3088</w:t>
      </w:r>
      <w:r>
        <w:tab/>
        <w:t>1.013e0</w:t>
      </w:r>
    </w:p>
    <w:p w:rsidR="005B0461" w:rsidRDefault="005B0461" w:rsidP="005B0461">
      <w:r>
        <w:t>207.3243</w:t>
      </w:r>
      <w:r>
        <w:tab/>
        <w:t>3.038e0</w:t>
      </w:r>
    </w:p>
    <w:p w:rsidR="005B0461" w:rsidRDefault="005B0461" w:rsidP="005B0461">
      <w:r>
        <w:t>207.3474</w:t>
      </w:r>
      <w:r>
        <w:tab/>
        <w:t>3.038e0</w:t>
      </w:r>
    </w:p>
    <w:p w:rsidR="005B0461" w:rsidRDefault="005B0461" w:rsidP="005B0461">
      <w:r>
        <w:t>207.3624</w:t>
      </w:r>
      <w:r>
        <w:tab/>
        <w:t>2.025e0</w:t>
      </w:r>
    </w:p>
    <w:p w:rsidR="005B0461" w:rsidRDefault="005B0461" w:rsidP="005B0461">
      <w:r>
        <w:lastRenderedPageBreak/>
        <w:t>207.3662</w:t>
      </w:r>
      <w:r>
        <w:tab/>
        <w:t>2.025e0</w:t>
      </w:r>
    </w:p>
    <w:p w:rsidR="005B0461" w:rsidRDefault="005B0461" w:rsidP="005B0461">
      <w:r>
        <w:t>207.3888</w:t>
      </w:r>
      <w:r>
        <w:tab/>
        <w:t>1.013e0</w:t>
      </w:r>
    </w:p>
    <w:p w:rsidR="005B0461" w:rsidRDefault="005B0461" w:rsidP="005B0461">
      <w:r>
        <w:t>207.3926</w:t>
      </w:r>
      <w:r>
        <w:tab/>
        <w:t>1.013e0</w:t>
      </w:r>
    </w:p>
    <w:p w:rsidR="005B0461" w:rsidRDefault="005B0461" w:rsidP="005B0461">
      <w:r>
        <w:t>207.4157</w:t>
      </w:r>
      <w:r>
        <w:tab/>
        <w:t>1.013e0</w:t>
      </w:r>
    </w:p>
    <w:p w:rsidR="005B0461" w:rsidRDefault="005B0461" w:rsidP="005B0461">
      <w:r>
        <w:t>207.4311</w:t>
      </w:r>
      <w:r>
        <w:tab/>
        <w:t>3.038e0</w:t>
      </w:r>
    </w:p>
    <w:p w:rsidR="005B0461" w:rsidRDefault="005B0461" w:rsidP="005B0461">
      <w:r>
        <w:t>207.4435</w:t>
      </w:r>
      <w:r>
        <w:tab/>
        <w:t>1.013e0</w:t>
      </w:r>
    </w:p>
    <w:p w:rsidR="005B0461" w:rsidRDefault="005B0461" w:rsidP="005B0461">
      <w:r>
        <w:t>207.4547</w:t>
      </w:r>
      <w:r>
        <w:tab/>
        <w:t>1.013e0</w:t>
      </w:r>
    </w:p>
    <w:p w:rsidR="005B0461" w:rsidRDefault="005B0461" w:rsidP="005B0461">
      <w:r>
        <w:t>207.4697</w:t>
      </w:r>
      <w:r>
        <w:tab/>
        <w:t>1.013e0</w:t>
      </w:r>
    </w:p>
    <w:p w:rsidR="005B0461" w:rsidRDefault="005B0461" w:rsidP="005B0461">
      <w:r>
        <w:t>207.4772</w:t>
      </w:r>
      <w:r>
        <w:tab/>
        <w:t>1.013e0</w:t>
      </w:r>
    </w:p>
    <w:p w:rsidR="005B0461" w:rsidRDefault="005B0461" w:rsidP="005B0461">
      <w:r>
        <w:t>207.4923</w:t>
      </w:r>
      <w:r>
        <w:tab/>
        <w:t>1.013e0</w:t>
      </w:r>
    </w:p>
    <w:p w:rsidR="005B0461" w:rsidRDefault="005B0461" w:rsidP="005B0461">
      <w:r>
        <w:t>207.4999</w:t>
      </w:r>
      <w:r>
        <w:tab/>
        <w:t>1.013e0</w:t>
      </w:r>
    </w:p>
    <w:p w:rsidR="005B0461" w:rsidRDefault="005B0461" w:rsidP="005B0461">
      <w:r>
        <w:t>207.5073</w:t>
      </w:r>
      <w:r>
        <w:tab/>
        <w:t>1.013e0</w:t>
      </w:r>
    </w:p>
    <w:p w:rsidR="005B0461" w:rsidRDefault="005B0461" w:rsidP="005B0461">
      <w:r>
        <w:t>207.5227</w:t>
      </w:r>
      <w:r>
        <w:tab/>
        <w:t>1.013e0</w:t>
      </w:r>
    </w:p>
    <w:p w:rsidR="005B0461" w:rsidRDefault="005B0461" w:rsidP="005B0461">
      <w:r>
        <w:t>207.5347</w:t>
      </w:r>
      <w:r>
        <w:tab/>
        <w:t>2.025e0</w:t>
      </w:r>
    </w:p>
    <w:p w:rsidR="005B0461" w:rsidRDefault="005B0461" w:rsidP="005B0461">
      <w:r>
        <w:t>207.5657</w:t>
      </w:r>
      <w:r>
        <w:tab/>
        <w:t>1.013e0</w:t>
      </w:r>
    </w:p>
    <w:p w:rsidR="005B0461" w:rsidRDefault="005B0461" w:rsidP="005B0461">
      <w:r>
        <w:t>207.5732</w:t>
      </w:r>
      <w:r>
        <w:tab/>
        <w:t>1.013e0</w:t>
      </w:r>
    </w:p>
    <w:p w:rsidR="005B0461" w:rsidRDefault="005B0461" w:rsidP="005B0461">
      <w:r>
        <w:t>207.5892</w:t>
      </w:r>
      <w:r>
        <w:tab/>
        <w:t>4.051e0</w:t>
      </w:r>
    </w:p>
    <w:p w:rsidR="005B0461" w:rsidRDefault="005B0461" w:rsidP="005B0461">
      <w:r>
        <w:t>207.5996</w:t>
      </w:r>
      <w:r>
        <w:tab/>
        <w:t>2.025e0</w:t>
      </w:r>
    </w:p>
    <w:p w:rsidR="005B0461" w:rsidRDefault="005B0461" w:rsidP="005B0461">
      <w:r>
        <w:t>207.6137</w:t>
      </w:r>
      <w:r>
        <w:tab/>
        <w:t>3.038e0</w:t>
      </w:r>
    </w:p>
    <w:p w:rsidR="005B0461" w:rsidRDefault="005B0461" w:rsidP="005B0461">
      <w:r>
        <w:lastRenderedPageBreak/>
        <w:t>207.6320</w:t>
      </w:r>
      <w:r>
        <w:tab/>
        <w:t>2.025e0</w:t>
      </w:r>
    </w:p>
    <w:p w:rsidR="005B0461" w:rsidRDefault="005B0461" w:rsidP="005B0461">
      <w:r>
        <w:t>207.6768</w:t>
      </w:r>
      <w:r>
        <w:tab/>
        <w:t>1.013e0</w:t>
      </w:r>
    </w:p>
    <w:p w:rsidR="005B0461" w:rsidRDefault="005B0461" w:rsidP="005B0461">
      <w:r>
        <w:t>207.6872</w:t>
      </w:r>
      <w:r>
        <w:tab/>
        <w:t>3.038e0</w:t>
      </w:r>
    </w:p>
    <w:p w:rsidR="005B0461" w:rsidRDefault="005B0461" w:rsidP="005B0461">
      <w:r>
        <w:t>207.7220</w:t>
      </w:r>
      <w:r>
        <w:tab/>
        <w:t>2.025e0</w:t>
      </w:r>
    </w:p>
    <w:p w:rsidR="005B0461" w:rsidRDefault="005B0461" w:rsidP="005B0461">
      <w:r>
        <w:t>207.7257</w:t>
      </w:r>
      <w:r>
        <w:tab/>
        <w:t>1.013e0</w:t>
      </w:r>
    </w:p>
    <w:p w:rsidR="005B0461" w:rsidRDefault="005B0461" w:rsidP="005B0461">
      <w:r>
        <w:t>207.7346</w:t>
      </w:r>
      <w:r>
        <w:tab/>
        <w:t>4.051e0</w:t>
      </w:r>
    </w:p>
    <w:p w:rsidR="005B0461" w:rsidRDefault="005B0461" w:rsidP="005B0461">
      <w:r>
        <w:t>207.7410</w:t>
      </w:r>
      <w:r>
        <w:tab/>
        <w:t>2.025e0</w:t>
      </w:r>
    </w:p>
    <w:p w:rsidR="005B0461" w:rsidRDefault="005B0461" w:rsidP="005B0461">
      <w:r>
        <w:t>207.7527</w:t>
      </w:r>
      <w:r>
        <w:tab/>
        <w:t>2.025e0</w:t>
      </w:r>
    </w:p>
    <w:p w:rsidR="005B0461" w:rsidRDefault="005B0461" w:rsidP="005B0461">
      <w:r>
        <w:t>207.7822</w:t>
      </w:r>
      <w:r>
        <w:tab/>
        <w:t>2.025e0</w:t>
      </w:r>
    </w:p>
    <w:p w:rsidR="005B0461" w:rsidRDefault="005B0461" w:rsidP="005B0461">
      <w:r>
        <w:t>207.7879</w:t>
      </w:r>
      <w:r>
        <w:tab/>
        <w:t>1.013e0</w:t>
      </w:r>
    </w:p>
    <w:p w:rsidR="005B0461" w:rsidRDefault="005B0461" w:rsidP="005B0461">
      <w:r>
        <w:t>207.7954</w:t>
      </w:r>
      <w:r>
        <w:tab/>
        <w:t>1.013e0</w:t>
      </w:r>
    </w:p>
    <w:p w:rsidR="005B0461" w:rsidRDefault="005B0461" w:rsidP="005B0461">
      <w:r>
        <w:t>207.8180</w:t>
      </w:r>
      <w:r>
        <w:tab/>
        <w:t>1.013e0</w:t>
      </w:r>
    </w:p>
    <w:p w:rsidR="005B0461" w:rsidRDefault="005B0461" w:rsidP="005B0461">
      <w:r>
        <w:t>207.8312</w:t>
      </w:r>
      <w:r>
        <w:tab/>
        <w:t>2.025e0</w:t>
      </w:r>
    </w:p>
    <w:p w:rsidR="005B0461" w:rsidRDefault="005B0461" w:rsidP="005B0461">
      <w:r>
        <w:t>207.8656</w:t>
      </w:r>
      <w:r>
        <w:tab/>
        <w:t>3.038e0</w:t>
      </w:r>
    </w:p>
    <w:p w:rsidR="005B0461" w:rsidRDefault="005B0461" w:rsidP="005B0461">
      <w:r>
        <w:t>207.8758</w:t>
      </w:r>
      <w:r>
        <w:tab/>
        <w:t>2.025e0</w:t>
      </w:r>
    </w:p>
    <w:p w:rsidR="005B0461" w:rsidRDefault="005B0461" w:rsidP="005B0461">
      <w:r>
        <w:t>207.8868</w:t>
      </w:r>
      <w:r>
        <w:tab/>
        <w:t>5.063e0</w:t>
      </w:r>
    </w:p>
    <w:p w:rsidR="005B0461" w:rsidRDefault="005B0461" w:rsidP="005B0461">
      <w:r>
        <w:t>207.9404</w:t>
      </w:r>
      <w:r>
        <w:tab/>
        <w:t>1.013e0</w:t>
      </w:r>
    </w:p>
    <w:p w:rsidR="005B0461" w:rsidRDefault="005B0461" w:rsidP="005B0461">
      <w:r>
        <w:t>207.9656</w:t>
      </w:r>
      <w:r>
        <w:tab/>
        <w:t>2.025e0</w:t>
      </w:r>
    </w:p>
    <w:p w:rsidR="005B0461" w:rsidRDefault="005B0461" w:rsidP="005B0461">
      <w:r>
        <w:t>207.9732</w:t>
      </w:r>
      <w:r>
        <w:tab/>
        <w:t>2.025e0</w:t>
      </w:r>
    </w:p>
    <w:p w:rsidR="005B0461" w:rsidRDefault="005B0461" w:rsidP="005B0461">
      <w:r>
        <w:lastRenderedPageBreak/>
        <w:t>207.9761</w:t>
      </w:r>
      <w:r>
        <w:tab/>
        <w:t>3.038e0</w:t>
      </w:r>
    </w:p>
    <w:p w:rsidR="005B0461" w:rsidRDefault="005B0461" w:rsidP="005B0461">
      <w:r>
        <w:t>207.9949</w:t>
      </w:r>
      <w:r>
        <w:tab/>
        <w:t>1.013e0</w:t>
      </w:r>
    </w:p>
    <w:p w:rsidR="005B0461" w:rsidRDefault="005B0461" w:rsidP="005B0461">
      <w:r>
        <w:t>208.0004</w:t>
      </w:r>
      <w:r>
        <w:tab/>
        <w:t>2.025e0</w:t>
      </w:r>
    </w:p>
    <w:p w:rsidR="005B0461" w:rsidRDefault="005B0461" w:rsidP="005B0461">
      <w:r>
        <w:t>208.0408</w:t>
      </w:r>
      <w:r>
        <w:tab/>
        <w:t>7.107e2</w:t>
      </w:r>
    </w:p>
    <w:p w:rsidR="005B0461" w:rsidRDefault="005B0461" w:rsidP="005B0461">
      <w:r>
        <w:t>208.1031</w:t>
      </w:r>
      <w:r>
        <w:tab/>
        <w:t>3.102e0</w:t>
      </w:r>
    </w:p>
    <w:p w:rsidR="005B0461" w:rsidRDefault="005B0461" w:rsidP="005B0461">
      <w:r>
        <w:t>208.1059</w:t>
      </w:r>
      <w:r>
        <w:tab/>
        <w:t>2.110e0</w:t>
      </w:r>
    </w:p>
    <w:p w:rsidR="005B0461" w:rsidRDefault="005B0461" w:rsidP="005B0461">
      <w:r>
        <w:t>208.1120</w:t>
      </w:r>
      <w:r>
        <w:tab/>
        <w:t>5.051e0</w:t>
      </w:r>
    </w:p>
    <w:p w:rsidR="005B0461" w:rsidRDefault="005B0461" w:rsidP="005B0461">
      <w:r>
        <w:t>208.1251</w:t>
      </w:r>
      <w:r>
        <w:tab/>
        <w:t>3.226e0</w:t>
      </w:r>
    </w:p>
    <w:p w:rsidR="005B0461" w:rsidRDefault="005B0461" w:rsidP="005B0461">
      <w:r>
        <w:t>208.1525</w:t>
      </w:r>
      <w:r>
        <w:tab/>
        <w:t>3.565e0</w:t>
      </w:r>
    </w:p>
    <w:p w:rsidR="005B0461" w:rsidRDefault="005B0461" w:rsidP="005B0461">
      <w:r>
        <w:t>208.1572</w:t>
      </w:r>
      <w:r>
        <w:tab/>
        <w:t>3.557e0</w:t>
      </w:r>
    </w:p>
    <w:p w:rsidR="005B0461" w:rsidRDefault="005B0461" w:rsidP="005B0461">
      <w:r>
        <w:t>208.1612</w:t>
      </w:r>
      <w:r>
        <w:tab/>
        <w:t>2.668e0</w:t>
      </w:r>
    </w:p>
    <w:p w:rsidR="005B0461" w:rsidRDefault="005B0461" w:rsidP="005B0461">
      <w:r>
        <w:t>208.1856</w:t>
      </w:r>
      <w:r>
        <w:tab/>
        <w:t>1.013e0</w:t>
      </w:r>
    </w:p>
    <w:p w:rsidR="005B0461" w:rsidRDefault="005B0461" w:rsidP="005B0461">
      <w:r>
        <w:t>208.1877</w:t>
      </w:r>
      <w:r>
        <w:tab/>
        <w:t>8.386e0</w:t>
      </w:r>
    </w:p>
    <w:p w:rsidR="005B0461" w:rsidRDefault="005B0461" w:rsidP="005B0461">
      <w:r>
        <w:t>208.1908</w:t>
      </w:r>
      <w:r>
        <w:tab/>
        <w:t>1.215e1</w:t>
      </w:r>
    </w:p>
    <w:p w:rsidR="005B0461" w:rsidRDefault="005B0461" w:rsidP="005B0461">
      <w:r>
        <w:t>208.2196</w:t>
      </w:r>
      <w:r>
        <w:tab/>
        <w:t>4.051e0</w:t>
      </w:r>
    </w:p>
    <w:p w:rsidR="005B0461" w:rsidRDefault="005B0461" w:rsidP="005B0461">
      <w:r>
        <w:t>208.2212</w:t>
      </w:r>
      <w:r>
        <w:tab/>
        <w:t>1.013e0</w:t>
      </w:r>
    </w:p>
    <w:p w:rsidR="005B0461" w:rsidRDefault="005B0461" w:rsidP="005B0461">
      <w:r>
        <w:t>208.2249</w:t>
      </w:r>
      <w:r>
        <w:tab/>
        <w:t>2.025e0</w:t>
      </w:r>
    </w:p>
    <w:p w:rsidR="005B0461" w:rsidRDefault="005B0461" w:rsidP="005B0461">
      <w:r>
        <w:t>208.2324</w:t>
      </w:r>
      <w:r>
        <w:tab/>
        <w:t>2.025e0</w:t>
      </w:r>
    </w:p>
    <w:p w:rsidR="005B0461" w:rsidRDefault="005B0461" w:rsidP="005B0461">
      <w:r>
        <w:t>208.2437</w:t>
      </w:r>
      <w:r>
        <w:tab/>
        <w:t>2.025e0</w:t>
      </w:r>
    </w:p>
    <w:p w:rsidR="005B0461" w:rsidRDefault="005B0461" w:rsidP="005B0461">
      <w:r>
        <w:lastRenderedPageBreak/>
        <w:t>208.2456</w:t>
      </w:r>
      <w:r>
        <w:tab/>
        <w:t>2.025e0</w:t>
      </w:r>
    </w:p>
    <w:p w:rsidR="005B0461" w:rsidRDefault="005B0461" w:rsidP="005B0461">
      <w:r>
        <w:t>208.2682</w:t>
      </w:r>
      <w:r>
        <w:tab/>
        <w:t>2.025e0</w:t>
      </w:r>
    </w:p>
    <w:p w:rsidR="005B0461" w:rsidRDefault="005B0461" w:rsidP="005B0461">
      <w:r>
        <w:t>208.2889</w:t>
      </w:r>
      <w:r>
        <w:tab/>
        <w:t>1.013e0</w:t>
      </w:r>
    </w:p>
    <w:p w:rsidR="005B0461" w:rsidRDefault="005B0461" w:rsidP="005B0461">
      <w:r>
        <w:t>208.3206</w:t>
      </w:r>
      <w:r>
        <w:tab/>
        <w:t>2.025e0</w:t>
      </w:r>
    </w:p>
    <w:p w:rsidR="005B0461" w:rsidRDefault="005B0461" w:rsidP="005B0461">
      <w:r>
        <w:t>208.3257</w:t>
      </w:r>
      <w:r>
        <w:tab/>
        <w:t>3.038e0</w:t>
      </w:r>
    </w:p>
    <w:p w:rsidR="005B0461" w:rsidRDefault="005B0461" w:rsidP="005B0461">
      <w:r>
        <w:t>208.3398</w:t>
      </w:r>
      <w:r>
        <w:tab/>
        <w:t>1.013e0</w:t>
      </w:r>
    </w:p>
    <w:p w:rsidR="005B0461" w:rsidRDefault="005B0461" w:rsidP="005B0461">
      <w:r>
        <w:t>208.3436</w:t>
      </w:r>
      <w:r>
        <w:tab/>
        <w:t>1.013e0</w:t>
      </w:r>
    </w:p>
    <w:p w:rsidR="005B0461" w:rsidRDefault="005B0461" w:rsidP="005B0461">
      <w:r>
        <w:t>208.3463</w:t>
      </w:r>
      <w:r>
        <w:tab/>
        <w:t>3.038e0</w:t>
      </w:r>
    </w:p>
    <w:p w:rsidR="005B0461" w:rsidRDefault="005B0461" w:rsidP="005B0461">
      <w:r>
        <w:t>208.3587</w:t>
      </w:r>
      <w:r>
        <w:tab/>
        <w:t>2.025e0</w:t>
      </w:r>
    </w:p>
    <w:p w:rsidR="005B0461" w:rsidRDefault="005B0461" w:rsidP="005B0461">
      <w:r>
        <w:t>208.3662</w:t>
      </w:r>
      <w:r>
        <w:tab/>
        <w:t>1.013e0</w:t>
      </w:r>
    </w:p>
    <w:p w:rsidR="005B0461" w:rsidRDefault="005B0461" w:rsidP="005B0461">
      <w:r>
        <w:t>208.3700</w:t>
      </w:r>
      <w:r>
        <w:tab/>
        <w:t>3.038e0</w:t>
      </w:r>
    </w:p>
    <w:p w:rsidR="005B0461" w:rsidRDefault="005B0461" w:rsidP="005B0461">
      <w:r>
        <w:t>208.3738</w:t>
      </w:r>
      <w:r>
        <w:tab/>
        <w:t>1.013e0</w:t>
      </w:r>
    </w:p>
    <w:p w:rsidR="005B0461" w:rsidRDefault="005B0461" w:rsidP="005B0461">
      <w:r>
        <w:t>208.3888</w:t>
      </w:r>
      <w:r>
        <w:tab/>
        <w:t>2.025e0</w:t>
      </w:r>
    </w:p>
    <w:p w:rsidR="005B0461" w:rsidRDefault="005B0461" w:rsidP="005B0461">
      <w:r>
        <w:t>208.4003</w:t>
      </w:r>
      <w:r>
        <w:tab/>
        <w:t>1.013e0</w:t>
      </w:r>
    </w:p>
    <w:p w:rsidR="005B0461" w:rsidRDefault="005B0461" w:rsidP="005B0461">
      <w:r>
        <w:t>208.4083</w:t>
      </w:r>
      <w:r>
        <w:tab/>
        <w:t>2.025e0</w:t>
      </w:r>
    </w:p>
    <w:p w:rsidR="005B0461" w:rsidRDefault="005B0461" w:rsidP="005B0461">
      <w:r>
        <w:t>208.4279</w:t>
      </w:r>
      <w:r>
        <w:tab/>
        <w:t>2.025e0</w:t>
      </w:r>
    </w:p>
    <w:p w:rsidR="005B0461" w:rsidRDefault="005B0461" w:rsidP="005B0461">
      <w:r>
        <w:t>208.4330</w:t>
      </w:r>
      <w:r>
        <w:tab/>
        <w:t>3.038e0</w:t>
      </w:r>
    </w:p>
    <w:p w:rsidR="005B0461" w:rsidRDefault="005B0461" w:rsidP="005B0461">
      <w:r>
        <w:t>208.4355</w:t>
      </w:r>
      <w:r>
        <w:tab/>
        <w:t>2.025e0</w:t>
      </w:r>
    </w:p>
    <w:p w:rsidR="005B0461" w:rsidRDefault="005B0461" w:rsidP="005B0461">
      <w:r>
        <w:t>208.4585</w:t>
      </w:r>
      <w:r>
        <w:tab/>
        <w:t>2.025e0</w:t>
      </w:r>
    </w:p>
    <w:p w:rsidR="005B0461" w:rsidRDefault="005B0461" w:rsidP="005B0461">
      <w:r>
        <w:lastRenderedPageBreak/>
        <w:t>208.4603</w:t>
      </w:r>
      <w:r>
        <w:tab/>
        <w:t>4.051e0</w:t>
      </w:r>
    </w:p>
    <w:p w:rsidR="005B0461" w:rsidRDefault="005B0461" w:rsidP="005B0461">
      <w:r>
        <w:t>208.4850</w:t>
      </w:r>
      <w:r>
        <w:tab/>
        <w:t>1.013e0</w:t>
      </w:r>
    </w:p>
    <w:p w:rsidR="005B0461" w:rsidRDefault="005B0461" w:rsidP="005B0461">
      <w:r>
        <w:t>208.4964</w:t>
      </w:r>
      <w:r>
        <w:tab/>
        <w:t>3.038e0</w:t>
      </w:r>
    </w:p>
    <w:p w:rsidR="005B0461" w:rsidRDefault="005B0461" w:rsidP="005B0461">
      <w:r>
        <w:t>208.5170</w:t>
      </w:r>
      <w:r>
        <w:tab/>
        <w:t>3.038e0</w:t>
      </w:r>
    </w:p>
    <w:p w:rsidR="005B0461" w:rsidRDefault="005B0461" w:rsidP="005B0461">
      <w:r>
        <w:t>208.5236</w:t>
      </w:r>
      <w:r>
        <w:tab/>
        <w:t>3.038e0</w:t>
      </w:r>
    </w:p>
    <w:p w:rsidR="005B0461" w:rsidRDefault="005B0461" w:rsidP="005B0461">
      <w:r>
        <w:t>208.5259</w:t>
      </w:r>
      <w:r>
        <w:tab/>
        <w:t>3.123e0</w:t>
      </w:r>
    </w:p>
    <w:p w:rsidR="005B0461" w:rsidRDefault="005B0461" w:rsidP="005B0461">
      <w:r>
        <w:t>208.5482</w:t>
      </w:r>
      <w:r>
        <w:tab/>
        <w:t>3.038e0</w:t>
      </w:r>
    </w:p>
    <w:p w:rsidR="005B0461" w:rsidRDefault="005B0461" w:rsidP="005B0461">
      <w:r>
        <w:t>208.5612</w:t>
      </w:r>
      <w:r>
        <w:tab/>
        <w:t>3.038e0</w:t>
      </w:r>
    </w:p>
    <w:p w:rsidR="005B0461" w:rsidRDefault="005B0461" w:rsidP="005B0461">
      <w:r>
        <w:t>208.5698</w:t>
      </w:r>
      <w:r>
        <w:tab/>
        <w:t>2.025e0</w:t>
      </w:r>
    </w:p>
    <w:p w:rsidR="005B0461" w:rsidRDefault="005B0461" w:rsidP="005B0461">
      <w:r>
        <w:t>208.5735</w:t>
      </w:r>
      <w:r>
        <w:tab/>
        <w:t>1.013e0</w:t>
      </w:r>
    </w:p>
    <w:p w:rsidR="005B0461" w:rsidRDefault="005B0461" w:rsidP="005B0461">
      <w:r>
        <w:t>208.5821</w:t>
      </w:r>
      <w:r>
        <w:tab/>
        <w:t>3.038e0</w:t>
      </w:r>
    </w:p>
    <w:p w:rsidR="005B0461" w:rsidRDefault="005B0461" w:rsidP="005B0461">
      <w:r>
        <w:t>208.5859</w:t>
      </w:r>
      <w:r>
        <w:tab/>
        <w:t>3.038e0</w:t>
      </w:r>
    </w:p>
    <w:p w:rsidR="005B0461" w:rsidRDefault="005B0461" w:rsidP="005B0461">
      <w:r>
        <w:t>208.5962</w:t>
      </w:r>
      <w:r>
        <w:tab/>
        <w:t>2.025e0</w:t>
      </w:r>
    </w:p>
    <w:p w:rsidR="005B0461" w:rsidRDefault="005B0461" w:rsidP="005B0461">
      <w:r>
        <w:t>208.6077</w:t>
      </w:r>
      <w:r>
        <w:tab/>
        <w:t>3.038e0</w:t>
      </w:r>
    </w:p>
    <w:p w:rsidR="005B0461" w:rsidRDefault="005B0461" w:rsidP="005B0461">
      <w:r>
        <w:t>208.6096</w:t>
      </w:r>
      <w:r>
        <w:tab/>
        <w:t>2.025e0</w:t>
      </w:r>
    </w:p>
    <w:p w:rsidR="005B0461" w:rsidRDefault="005B0461" w:rsidP="005B0461">
      <w:r>
        <w:t>208.6174</w:t>
      </w:r>
      <w:r>
        <w:tab/>
        <w:t>2.025e0</w:t>
      </w:r>
    </w:p>
    <w:p w:rsidR="005B0461" w:rsidRDefault="005B0461" w:rsidP="005B0461">
      <w:r>
        <w:t>208.6311</w:t>
      </w:r>
      <w:r>
        <w:tab/>
        <w:t>2.025e0</w:t>
      </w:r>
    </w:p>
    <w:p w:rsidR="005B0461" w:rsidRDefault="005B0461" w:rsidP="005B0461">
      <w:r>
        <w:t>208.6329</w:t>
      </w:r>
      <w:r>
        <w:tab/>
        <w:t>2.025e0</w:t>
      </w:r>
    </w:p>
    <w:p w:rsidR="005B0461" w:rsidRDefault="005B0461" w:rsidP="005B0461">
      <w:r>
        <w:t>208.6446</w:t>
      </w:r>
      <w:r>
        <w:tab/>
        <w:t>2.025e0</w:t>
      </w:r>
    </w:p>
    <w:p w:rsidR="005B0461" w:rsidRDefault="005B0461" w:rsidP="005B0461">
      <w:r>
        <w:lastRenderedPageBreak/>
        <w:t>208.6490</w:t>
      </w:r>
      <w:r>
        <w:tab/>
        <w:t>3.038e0</w:t>
      </w:r>
    </w:p>
    <w:p w:rsidR="005B0461" w:rsidRDefault="005B0461" w:rsidP="005B0461">
      <w:r>
        <w:t>208.6659</w:t>
      </w:r>
      <w:r>
        <w:tab/>
        <w:t>2.025e0</w:t>
      </w:r>
    </w:p>
    <w:p w:rsidR="005B0461" w:rsidRDefault="005B0461" w:rsidP="005B0461">
      <w:r>
        <w:t>208.6697</w:t>
      </w:r>
      <w:r>
        <w:tab/>
        <w:t>1.013e0</w:t>
      </w:r>
    </w:p>
    <w:p w:rsidR="005B0461" w:rsidRDefault="005B0461" w:rsidP="005B0461">
      <w:r>
        <w:t>208.6736</w:t>
      </w:r>
      <w:r>
        <w:tab/>
        <w:t>5.063e0</w:t>
      </w:r>
    </w:p>
    <w:p w:rsidR="005B0461" w:rsidRDefault="005B0461" w:rsidP="005B0461">
      <w:r>
        <w:t>208.6772</w:t>
      </w:r>
      <w:r>
        <w:tab/>
        <w:t>1.013e0</w:t>
      </w:r>
    </w:p>
    <w:p w:rsidR="005B0461" w:rsidRDefault="005B0461" w:rsidP="005B0461">
      <w:r>
        <w:t>208.6962</w:t>
      </w:r>
      <w:r>
        <w:tab/>
        <w:t>3.038e0</w:t>
      </w:r>
    </w:p>
    <w:p w:rsidR="005B0461" w:rsidRDefault="005B0461" w:rsidP="005B0461">
      <w:r>
        <w:t>208.7132</w:t>
      </w:r>
      <w:r>
        <w:tab/>
        <w:t>2.025e0</w:t>
      </w:r>
    </w:p>
    <w:p w:rsidR="005B0461" w:rsidRDefault="005B0461" w:rsidP="005B0461">
      <w:r>
        <w:t>208.7347</w:t>
      </w:r>
      <w:r>
        <w:tab/>
        <w:t>1.013e0</w:t>
      </w:r>
    </w:p>
    <w:p w:rsidR="005B0461" w:rsidRDefault="005B0461" w:rsidP="005B0461">
      <w:r>
        <w:t>208.7464</w:t>
      </w:r>
      <w:r>
        <w:tab/>
        <w:t>2.025e0</w:t>
      </w:r>
    </w:p>
    <w:p w:rsidR="005B0461" w:rsidRDefault="005B0461" w:rsidP="005B0461">
      <w:r>
        <w:t>208.7734</w:t>
      </w:r>
      <w:r>
        <w:tab/>
        <w:t>5.063e0</w:t>
      </w:r>
    </w:p>
    <w:p w:rsidR="005B0461" w:rsidRDefault="005B0461" w:rsidP="005B0461">
      <w:r>
        <w:t>208.7847</w:t>
      </w:r>
      <w:r>
        <w:tab/>
        <w:t>1.013e0</w:t>
      </w:r>
    </w:p>
    <w:p w:rsidR="005B0461" w:rsidRDefault="005B0461" w:rsidP="005B0461">
      <w:r>
        <w:t>208.8224</w:t>
      </w:r>
      <w:r>
        <w:tab/>
        <w:t>1.013e0</w:t>
      </w:r>
    </w:p>
    <w:p w:rsidR="005B0461" w:rsidRDefault="005B0461" w:rsidP="005B0461">
      <w:r>
        <w:t>208.8307</w:t>
      </w:r>
      <w:r>
        <w:tab/>
        <w:t>4.051e0</w:t>
      </w:r>
    </w:p>
    <w:p w:rsidR="005B0461" w:rsidRDefault="005B0461" w:rsidP="005B0461">
      <w:r>
        <w:t>208.8350</w:t>
      </w:r>
      <w:r>
        <w:tab/>
        <w:t>2.025e0</w:t>
      </w:r>
    </w:p>
    <w:p w:rsidR="005B0461" w:rsidRDefault="005B0461" w:rsidP="005B0461">
      <w:r>
        <w:t>208.8502</w:t>
      </w:r>
      <w:r>
        <w:tab/>
        <w:t>1.013e0</w:t>
      </w:r>
    </w:p>
    <w:p w:rsidR="005B0461" w:rsidRDefault="005B0461" w:rsidP="005B0461">
      <w:r>
        <w:t>208.8542</w:t>
      </w:r>
      <w:r>
        <w:tab/>
        <w:t>1.013e0</w:t>
      </w:r>
    </w:p>
    <w:p w:rsidR="005B0461" w:rsidRDefault="005B0461" w:rsidP="005B0461">
      <w:r>
        <w:t>208.8622</w:t>
      </w:r>
      <w:r>
        <w:tab/>
        <w:t>2.025e0</w:t>
      </w:r>
    </w:p>
    <w:p w:rsidR="005B0461" w:rsidRDefault="005B0461" w:rsidP="005B0461">
      <w:r>
        <w:t>208.8959</w:t>
      </w:r>
      <w:r>
        <w:tab/>
        <w:t>3.038e0</w:t>
      </w:r>
    </w:p>
    <w:p w:rsidR="005B0461" w:rsidRDefault="005B0461" w:rsidP="005B0461">
      <w:r>
        <w:t>208.9187</w:t>
      </w:r>
      <w:r>
        <w:tab/>
        <w:t>1.013e0</w:t>
      </w:r>
    </w:p>
    <w:p w:rsidR="005B0461" w:rsidRDefault="005B0461" w:rsidP="005B0461">
      <w:r>
        <w:lastRenderedPageBreak/>
        <w:t>208.9283</w:t>
      </w:r>
      <w:r>
        <w:tab/>
        <w:t>2.025e0</w:t>
      </w:r>
    </w:p>
    <w:p w:rsidR="005B0461" w:rsidRDefault="005B0461" w:rsidP="005B0461">
      <w:r>
        <w:t>208.9339</w:t>
      </w:r>
      <w:r>
        <w:tab/>
        <w:t>1.013e0</w:t>
      </w:r>
    </w:p>
    <w:p w:rsidR="005B0461" w:rsidRDefault="005B0461" w:rsidP="005B0461">
      <w:r>
        <w:t>208.9548</w:t>
      </w:r>
      <w:r>
        <w:tab/>
        <w:t>3.038e0</w:t>
      </w:r>
    </w:p>
    <w:p w:rsidR="005B0461" w:rsidRDefault="005B0461" w:rsidP="005B0461">
      <w:r>
        <w:t>208.9675</w:t>
      </w:r>
      <w:r>
        <w:tab/>
        <w:t>2.025e0</w:t>
      </w:r>
    </w:p>
    <w:p w:rsidR="005B0461" w:rsidRDefault="005B0461" w:rsidP="005B0461">
      <w:r>
        <w:t>208.9697</w:t>
      </w:r>
      <w:r>
        <w:tab/>
        <w:t>1.013e0</w:t>
      </w:r>
    </w:p>
    <w:p w:rsidR="005B0461" w:rsidRDefault="005B0461" w:rsidP="005B0461">
      <w:r>
        <w:t>208.9960</w:t>
      </w:r>
      <w:r>
        <w:tab/>
        <w:t>1.013e0</w:t>
      </w:r>
    </w:p>
    <w:p w:rsidR="005B0461" w:rsidRDefault="005B0461" w:rsidP="005B0461">
      <w:r>
        <w:t>209.0036</w:t>
      </w:r>
      <w:r>
        <w:tab/>
        <w:t>1.999e0</w:t>
      </w:r>
    </w:p>
    <w:p w:rsidR="005B0461" w:rsidRDefault="005B0461" w:rsidP="005B0461">
      <w:r>
        <w:t>209.0371</w:t>
      </w:r>
      <w:r>
        <w:tab/>
        <w:t>1.441e1</w:t>
      </w:r>
    </w:p>
    <w:p w:rsidR="005B0461" w:rsidRDefault="005B0461" w:rsidP="005B0461">
      <w:r>
        <w:t>209.0401</w:t>
      </w:r>
      <w:r>
        <w:tab/>
        <w:t>1.298e1</w:t>
      </w:r>
    </w:p>
    <w:p w:rsidR="005B0461" w:rsidRDefault="005B0461" w:rsidP="005B0461">
      <w:r>
        <w:t>209.0466</w:t>
      </w:r>
      <w:r>
        <w:tab/>
        <w:t>1.897e1</w:t>
      </w:r>
    </w:p>
    <w:p w:rsidR="005B0461" w:rsidRDefault="005B0461" w:rsidP="005B0461">
      <w:r>
        <w:t>209.0482</w:t>
      </w:r>
      <w:r>
        <w:tab/>
        <w:t>1.963e1</w:t>
      </w:r>
    </w:p>
    <w:p w:rsidR="005B0461" w:rsidRDefault="005B0461" w:rsidP="005B0461">
      <w:r>
        <w:t>209.0725</w:t>
      </w:r>
      <w:r>
        <w:tab/>
        <w:t>3.955e0</w:t>
      </w:r>
    </w:p>
    <w:p w:rsidR="005B0461" w:rsidRDefault="005B0461" w:rsidP="005B0461">
      <w:r>
        <w:t>209.0934</w:t>
      </w:r>
      <w:r>
        <w:tab/>
        <w:t>3.763e0</w:t>
      </w:r>
    </w:p>
    <w:p w:rsidR="005B0461" w:rsidRDefault="005B0461" w:rsidP="005B0461">
      <w:r>
        <w:t>209.0951</w:t>
      </w:r>
      <w:r>
        <w:tab/>
        <w:t>2.956e0</w:t>
      </w:r>
    </w:p>
    <w:p w:rsidR="005B0461" w:rsidRDefault="005B0461" w:rsidP="005B0461">
      <w:r>
        <w:t>209.1094</w:t>
      </w:r>
      <w:r>
        <w:tab/>
        <w:t>7.361e0</w:t>
      </w:r>
    </w:p>
    <w:p w:rsidR="005B0461" w:rsidRDefault="005B0461" w:rsidP="005B0461">
      <w:r>
        <w:t>209.1105</w:t>
      </w:r>
      <w:r>
        <w:tab/>
        <w:t>1.043e1</w:t>
      </w:r>
    </w:p>
    <w:p w:rsidR="005B0461" w:rsidRDefault="005B0461" w:rsidP="005B0461">
      <w:r>
        <w:t>209.1208</w:t>
      </w:r>
      <w:r>
        <w:tab/>
        <w:t>6.309e0</w:t>
      </w:r>
    </w:p>
    <w:p w:rsidR="005B0461" w:rsidRDefault="005B0461" w:rsidP="005B0461">
      <w:r>
        <w:t>209.1224</w:t>
      </w:r>
      <w:r>
        <w:tab/>
        <w:t>3.723e0</w:t>
      </w:r>
    </w:p>
    <w:p w:rsidR="005B0461" w:rsidRDefault="005B0461" w:rsidP="005B0461">
      <w:r>
        <w:t>209.1487</w:t>
      </w:r>
      <w:r>
        <w:tab/>
        <w:t>5.513e0</w:t>
      </w:r>
    </w:p>
    <w:p w:rsidR="005B0461" w:rsidRDefault="005B0461" w:rsidP="005B0461">
      <w:r>
        <w:lastRenderedPageBreak/>
        <w:t>209.1671</w:t>
      </w:r>
      <w:r>
        <w:tab/>
        <w:t>4.693e0</w:t>
      </w:r>
    </w:p>
    <w:p w:rsidR="005B0461" w:rsidRDefault="005B0461" w:rsidP="005B0461">
      <w:r>
        <w:t>209.1806</w:t>
      </w:r>
      <w:r>
        <w:tab/>
        <w:t>3.038e0</w:t>
      </w:r>
    </w:p>
    <w:p w:rsidR="005B0461" w:rsidRDefault="005B0461" w:rsidP="005B0461">
      <w:r>
        <w:t>209.1885</w:t>
      </w:r>
      <w:r>
        <w:tab/>
        <w:t>2.025e0</w:t>
      </w:r>
    </w:p>
    <w:p w:rsidR="005B0461" w:rsidRDefault="005B0461" w:rsidP="005B0461">
      <w:r>
        <w:t>209.2055</w:t>
      </w:r>
      <w:r>
        <w:tab/>
        <w:t>2.025e0</w:t>
      </w:r>
    </w:p>
    <w:p w:rsidR="005B0461" w:rsidRDefault="005B0461" w:rsidP="005B0461">
      <w:r>
        <w:t>209.2158</w:t>
      </w:r>
      <w:r>
        <w:tab/>
        <w:t>3.038e0</w:t>
      </w:r>
    </w:p>
    <w:p w:rsidR="005B0461" w:rsidRDefault="005B0461" w:rsidP="005B0461">
      <w:r>
        <w:t>209.2375</w:t>
      </w:r>
      <w:r>
        <w:tab/>
        <w:t>1.013e0</w:t>
      </w:r>
    </w:p>
    <w:p w:rsidR="005B0461" w:rsidRDefault="005B0461" w:rsidP="005B0461">
      <w:r>
        <w:t>209.2481</w:t>
      </w:r>
      <w:r>
        <w:tab/>
        <w:t>3.038e0</w:t>
      </w:r>
    </w:p>
    <w:p w:rsidR="005B0461" w:rsidRDefault="005B0461" w:rsidP="005B0461">
      <w:r>
        <w:t>209.2567</w:t>
      </w:r>
      <w:r>
        <w:tab/>
        <w:t>3.038e0</w:t>
      </w:r>
    </w:p>
    <w:p w:rsidR="005B0461" w:rsidRDefault="005B0461" w:rsidP="005B0461">
      <w:r>
        <w:t>209.2810</w:t>
      </w:r>
      <w:r>
        <w:tab/>
        <w:t>1.013e0</w:t>
      </w:r>
    </w:p>
    <w:p w:rsidR="005B0461" w:rsidRDefault="005B0461" w:rsidP="005B0461">
      <w:r>
        <w:t>209.3036</w:t>
      </w:r>
      <w:r>
        <w:tab/>
        <w:t>1.013e0</w:t>
      </w:r>
    </w:p>
    <w:p w:rsidR="005B0461" w:rsidRDefault="005B0461" w:rsidP="005B0461">
      <w:r>
        <w:t>209.3055</w:t>
      </w:r>
      <w:r>
        <w:tab/>
        <w:t>2.025e0</w:t>
      </w:r>
    </w:p>
    <w:p w:rsidR="005B0461" w:rsidRDefault="005B0461" w:rsidP="005B0461">
      <w:r>
        <w:t>209.3074</w:t>
      </w:r>
      <w:r>
        <w:tab/>
        <w:t>1.013e0</w:t>
      </w:r>
    </w:p>
    <w:p w:rsidR="005B0461" w:rsidRDefault="005B0461" w:rsidP="005B0461">
      <w:r>
        <w:t>209.3452</w:t>
      </w:r>
      <w:r>
        <w:tab/>
        <w:t>2.025e0</w:t>
      </w:r>
    </w:p>
    <w:p w:rsidR="005B0461" w:rsidRDefault="005B0461" w:rsidP="005B0461">
      <w:r>
        <w:t>209.3530</w:t>
      </w:r>
      <w:r>
        <w:tab/>
        <w:t>3.038e0</w:t>
      </w:r>
    </w:p>
    <w:p w:rsidR="005B0461" w:rsidRDefault="005B0461" w:rsidP="005B0461">
      <w:r>
        <w:t>209.3630</w:t>
      </w:r>
      <w:r>
        <w:tab/>
        <w:t>2.025e0</w:t>
      </w:r>
    </w:p>
    <w:p w:rsidR="005B0461" w:rsidRDefault="005B0461" w:rsidP="005B0461">
      <w:r>
        <w:t>209.3769</w:t>
      </w:r>
      <w:r>
        <w:tab/>
        <w:t>1.013e0</w:t>
      </w:r>
    </w:p>
    <w:p w:rsidR="005B0461" w:rsidRDefault="005B0461" w:rsidP="005B0461">
      <w:r>
        <w:t>209.4112</w:t>
      </w:r>
      <w:r>
        <w:tab/>
        <w:t>1.013e0</w:t>
      </w:r>
    </w:p>
    <w:p w:rsidR="005B0461" w:rsidRDefault="005B0461" w:rsidP="005B0461">
      <w:r>
        <w:t>209.4390</w:t>
      </w:r>
      <w:r>
        <w:tab/>
        <w:t>1.797e0</w:t>
      </w:r>
    </w:p>
    <w:p w:rsidR="005B0461" w:rsidRDefault="005B0461" w:rsidP="005B0461">
      <w:r>
        <w:t>209.4530</w:t>
      </w:r>
      <w:r>
        <w:tab/>
        <w:t>2.025e0</w:t>
      </w:r>
    </w:p>
    <w:p w:rsidR="005B0461" w:rsidRDefault="005B0461" w:rsidP="005B0461">
      <w:r>
        <w:lastRenderedPageBreak/>
        <w:t>209.4629</w:t>
      </w:r>
      <w:r>
        <w:tab/>
        <w:t>2.025e0</w:t>
      </w:r>
    </w:p>
    <w:p w:rsidR="005B0461" w:rsidRDefault="005B0461" w:rsidP="005B0461">
      <w:r>
        <w:t>209.4668</w:t>
      </w:r>
      <w:r>
        <w:tab/>
        <w:t>2.025e0</w:t>
      </w:r>
    </w:p>
    <w:p w:rsidR="005B0461" w:rsidRDefault="005B0461" w:rsidP="005B0461">
      <w:r>
        <w:t>209.5000</w:t>
      </w:r>
      <w:r>
        <w:tab/>
        <w:t>1.013e0</w:t>
      </w:r>
    </w:p>
    <w:p w:rsidR="005B0461" w:rsidRDefault="005B0461" w:rsidP="005B0461">
      <w:r>
        <w:t>209.5075</w:t>
      </w:r>
      <w:r>
        <w:tab/>
        <w:t>1.013e0</w:t>
      </w:r>
    </w:p>
    <w:p w:rsidR="005B0461" w:rsidRDefault="005B0461" w:rsidP="005B0461">
      <w:r>
        <w:t>209.5434</w:t>
      </w:r>
      <w:r>
        <w:tab/>
        <w:t>2.025e0</w:t>
      </w:r>
    </w:p>
    <w:p w:rsidR="005B0461" w:rsidRDefault="005B0461" w:rsidP="005B0461">
      <w:r>
        <w:t>209.5686</w:t>
      </w:r>
      <w:r>
        <w:tab/>
        <w:t>1.013e0</w:t>
      </w:r>
    </w:p>
    <w:p w:rsidR="005B0461" w:rsidRDefault="005B0461" w:rsidP="005B0461">
      <w:r>
        <w:t>209.5806</w:t>
      </w:r>
      <w:r>
        <w:tab/>
        <w:t>1.013e0</w:t>
      </w:r>
    </w:p>
    <w:p w:rsidR="005B0461" w:rsidRDefault="005B0461" w:rsidP="005B0461">
      <w:r>
        <w:t>209.5846</w:t>
      </w:r>
      <w:r>
        <w:tab/>
        <w:t>1.013e0</w:t>
      </w:r>
    </w:p>
    <w:p w:rsidR="005B0461" w:rsidRDefault="005B0461" w:rsidP="005B0461">
      <w:r>
        <w:t>209.5963</w:t>
      </w:r>
      <w:r>
        <w:tab/>
        <w:t>1.013e0</w:t>
      </w:r>
    </w:p>
    <w:p w:rsidR="005B0461" w:rsidRDefault="005B0461" w:rsidP="005B0461">
      <w:r>
        <w:t>209.6076</w:t>
      </w:r>
      <w:r>
        <w:tab/>
        <w:t>1.013e0</w:t>
      </w:r>
    </w:p>
    <w:p w:rsidR="005B0461" w:rsidRDefault="005B0461" w:rsidP="005B0461">
      <w:r>
        <w:t>209.6227</w:t>
      </w:r>
      <w:r>
        <w:tab/>
        <w:t>2.025e0</w:t>
      </w:r>
    </w:p>
    <w:p w:rsidR="005B0461" w:rsidRDefault="005B0461" w:rsidP="005B0461">
      <w:r>
        <w:t>209.6265</w:t>
      </w:r>
      <w:r>
        <w:tab/>
        <w:t>1.013e0</w:t>
      </w:r>
    </w:p>
    <w:p w:rsidR="005B0461" w:rsidRDefault="005B0461" w:rsidP="005B0461">
      <w:r>
        <w:t>209.6416</w:t>
      </w:r>
      <w:r>
        <w:tab/>
        <w:t>2.025e0</w:t>
      </w:r>
    </w:p>
    <w:p w:rsidR="005B0461" w:rsidRDefault="005B0461" w:rsidP="005B0461">
      <w:r>
        <w:t>209.6435</w:t>
      </w:r>
      <w:r>
        <w:tab/>
        <w:t>2.025e0</w:t>
      </w:r>
    </w:p>
    <w:p w:rsidR="005B0461" w:rsidRDefault="005B0461" w:rsidP="005B0461">
      <w:r>
        <w:t>209.6529</w:t>
      </w:r>
      <w:r>
        <w:tab/>
        <w:t>1.013e0</w:t>
      </w:r>
    </w:p>
    <w:p w:rsidR="005B0461" w:rsidRDefault="005B0461" w:rsidP="005B0461">
      <w:r>
        <w:t>209.6726</w:t>
      </w:r>
      <w:r>
        <w:tab/>
        <w:t>1.013e0</w:t>
      </w:r>
    </w:p>
    <w:p w:rsidR="005B0461" w:rsidRDefault="005B0461" w:rsidP="005B0461">
      <w:r>
        <w:t>209.6766</w:t>
      </w:r>
      <w:r>
        <w:tab/>
        <w:t>1.013e0</w:t>
      </w:r>
    </w:p>
    <w:p w:rsidR="005B0461" w:rsidRDefault="005B0461" w:rsidP="005B0461">
      <w:r>
        <w:t>209.7077</w:t>
      </w:r>
      <w:r>
        <w:tab/>
        <w:t>1.013e0</w:t>
      </w:r>
    </w:p>
    <w:p w:rsidR="005B0461" w:rsidRDefault="005B0461" w:rsidP="005B0461">
      <w:r>
        <w:t>209.7152</w:t>
      </w:r>
      <w:r>
        <w:tab/>
        <w:t>1.013e0</w:t>
      </w:r>
    </w:p>
    <w:p w:rsidR="005B0461" w:rsidRDefault="005B0461" w:rsidP="005B0461">
      <w:r>
        <w:lastRenderedPageBreak/>
        <w:t>209.7209</w:t>
      </w:r>
      <w:r>
        <w:tab/>
        <w:t>2.025e0</w:t>
      </w:r>
    </w:p>
    <w:p w:rsidR="005B0461" w:rsidRDefault="005B0461" w:rsidP="005B0461">
      <w:r>
        <w:t>209.7266</w:t>
      </w:r>
      <w:r>
        <w:tab/>
        <w:t>1.013e0</w:t>
      </w:r>
    </w:p>
    <w:p w:rsidR="005B0461" w:rsidRDefault="005B0461" w:rsidP="005B0461">
      <w:r>
        <w:t>209.7567</w:t>
      </w:r>
      <w:r>
        <w:tab/>
        <w:t>1.013e0</w:t>
      </w:r>
    </w:p>
    <w:p w:rsidR="005B0461" w:rsidRDefault="005B0461" w:rsidP="005B0461">
      <w:r>
        <w:t>209.7766</w:t>
      </w:r>
      <w:r>
        <w:tab/>
        <w:t>1.013e0</w:t>
      </w:r>
    </w:p>
    <w:p w:rsidR="005B0461" w:rsidRDefault="005B0461" w:rsidP="005B0461">
      <w:r>
        <w:t>209.7846</w:t>
      </w:r>
      <w:r>
        <w:tab/>
        <w:t>1.013e0</w:t>
      </w:r>
    </w:p>
    <w:p w:rsidR="005B0461" w:rsidRDefault="005B0461" w:rsidP="005B0461">
      <w:r>
        <w:t>209.8229</w:t>
      </w:r>
      <w:r>
        <w:tab/>
        <w:t>1.013e0</w:t>
      </w:r>
    </w:p>
    <w:p w:rsidR="005B0461" w:rsidRDefault="005B0461" w:rsidP="005B0461">
      <w:r>
        <w:t>209.8343</w:t>
      </w:r>
      <w:r>
        <w:tab/>
        <w:t>2.025e0</w:t>
      </w:r>
    </w:p>
    <w:p w:rsidR="005B0461" w:rsidRDefault="005B0461" w:rsidP="005B0461">
      <w:r>
        <w:t>209.8531</w:t>
      </w:r>
      <w:r>
        <w:tab/>
        <w:t>1.013e0</w:t>
      </w:r>
    </w:p>
    <w:p w:rsidR="005B0461" w:rsidRDefault="005B0461" w:rsidP="005B0461">
      <w:r>
        <w:t>209.8569</w:t>
      </w:r>
      <w:r>
        <w:tab/>
        <w:t>1.013e0</w:t>
      </w:r>
    </w:p>
    <w:p w:rsidR="005B0461" w:rsidRDefault="005B0461" w:rsidP="005B0461">
      <w:r>
        <w:t>209.8608</w:t>
      </w:r>
      <w:r>
        <w:tab/>
        <w:t>2.025e0</w:t>
      </w:r>
    </w:p>
    <w:p w:rsidR="005B0461" w:rsidRDefault="005B0461" w:rsidP="005B0461">
      <w:r>
        <w:t>209.8926</w:t>
      </w:r>
      <w:r>
        <w:tab/>
        <w:t>1.013e0</w:t>
      </w:r>
    </w:p>
    <w:p w:rsidR="005B0461" w:rsidRDefault="005B0461" w:rsidP="005B0461">
      <w:r>
        <w:t>209.9099</w:t>
      </w:r>
      <w:r>
        <w:tab/>
        <w:t>2.025e0</w:t>
      </w:r>
    </w:p>
    <w:p w:rsidR="005B0461" w:rsidRDefault="005B0461" w:rsidP="005B0461">
      <w:r>
        <w:t>209.9211</w:t>
      </w:r>
      <w:r>
        <w:tab/>
        <w:t>2.025e0</w:t>
      </w:r>
    </w:p>
    <w:p w:rsidR="005B0461" w:rsidRDefault="005B0461" w:rsidP="005B0461">
      <w:r>
        <w:t>209.9306</w:t>
      </w:r>
      <w:r>
        <w:tab/>
        <w:t>1.013e0</w:t>
      </w:r>
    </w:p>
    <w:p w:rsidR="005B0461" w:rsidRDefault="005B0461" w:rsidP="005B0461">
      <w:r>
        <w:t>209.9325</w:t>
      </w:r>
      <w:r>
        <w:tab/>
        <w:t>2.025e0</w:t>
      </w:r>
    </w:p>
    <w:p w:rsidR="005B0461" w:rsidRDefault="005B0461" w:rsidP="005B0461">
      <w:r>
        <w:t>209.9514</w:t>
      </w:r>
      <w:r>
        <w:tab/>
        <w:t>2.025e0</w:t>
      </w:r>
    </w:p>
    <w:p w:rsidR="005B0461" w:rsidRDefault="005B0461" w:rsidP="005B0461">
      <w:r>
        <w:t>209.9609</w:t>
      </w:r>
      <w:r>
        <w:tab/>
        <w:t>2.025e0</w:t>
      </w:r>
    </w:p>
    <w:p w:rsidR="005B0461" w:rsidRDefault="005B0461" w:rsidP="005B0461">
      <w:r>
        <w:t>209.9689</w:t>
      </w:r>
      <w:r>
        <w:tab/>
        <w:t>2.025e0</w:t>
      </w:r>
    </w:p>
    <w:p w:rsidR="005B0461" w:rsidRDefault="005B0461" w:rsidP="005B0461">
      <w:r>
        <w:t>209.9943</w:t>
      </w:r>
      <w:r>
        <w:tab/>
        <w:t>3.038e0</w:t>
      </w:r>
    </w:p>
    <w:p w:rsidR="005B0461" w:rsidRDefault="005B0461" w:rsidP="005B0461">
      <w:r>
        <w:lastRenderedPageBreak/>
        <w:t>209.9965</w:t>
      </w:r>
      <w:r>
        <w:tab/>
        <w:t>2.025e0</w:t>
      </w:r>
    </w:p>
    <w:p w:rsidR="005B0461" w:rsidRDefault="005B0461" w:rsidP="005B0461">
      <w:r>
        <w:t>210.0006</w:t>
      </w:r>
      <w:r>
        <w:tab/>
        <w:t>1.013e0</w:t>
      </w:r>
    </w:p>
    <w:p w:rsidR="005B0461" w:rsidRDefault="005B0461" w:rsidP="005B0461">
      <w:r>
        <w:t>210.0044</w:t>
      </w:r>
      <w:r>
        <w:tab/>
        <w:t>3.644e0</w:t>
      </w:r>
    </w:p>
    <w:p w:rsidR="005B0461" w:rsidRDefault="005B0461" w:rsidP="005B0461">
      <w:r>
        <w:t>210.0135</w:t>
      </w:r>
      <w:r>
        <w:tab/>
        <w:t>1.681e0</w:t>
      </w:r>
    </w:p>
    <w:p w:rsidR="005B0461" w:rsidRDefault="005B0461" w:rsidP="005B0461">
      <w:r>
        <w:t>210.0296</w:t>
      </w:r>
      <w:r>
        <w:tab/>
        <w:t>2.348e0</w:t>
      </w:r>
    </w:p>
    <w:p w:rsidR="005B0461" w:rsidRDefault="005B0461" w:rsidP="005B0461">
      <w:r>
        <w:t>210.0420</w:t>
      </w:r>
      <w:r>
        <w:tab/>
        <w:t>4.876e0</w:t>
      </w:r>
    </w:p>
    <w:p w:rsidR="005B0461" w:rsidRDefault="005B0461" w:rsidP="005B0461">
      <w:r>
        <w:t>210.0449</w:t>
      </w:r>
      <w:r>
        <w:tab/>
        <w:t>2.464e0</w:t>
      </w:r>
    </w:p>
    <w:p w:rsidR="005B0461" w:rsidRDefault="005B0461" w:rsidP="005B0461">
      <w:r>
        <w:t>210.0475</w:t>
      </w:r>
      <w:r>
        <w:tab/>
        <w:t>6.476e0</w:t>
      </w:r>
    </w:p>
    <w:p w:rsidR="005B0461" w:rsidRDefault="005B0461" w:rsidP="005B0461">
      <w:r>
        <w:t>210.0739</w:t>
      </w:r>
      <w:r>
        <w:tab/>
        <w:t>4.051e0</w:t>
      </w:r>
    </w:p>
    <w:p w:rsidR="005B0461" w:rsidRDefault="005B0461" w:rsidP="005B0461">
      <w:r>
        <w:t>210.0787</w:t>
      </w:r>
      <w:r>
        <w:tab/>
        <w:t>8.716e0</w:t>
      </w:r>
    </w:p>
    <w:p w:rsidR="005B0461" w:rsidRDefault="005B0461" w:rsidP="005B0461">
      <w:r>
        <w:t>210.0867</w:t>
      </w:r>
      <w:r>
        <w:tab/>
        <w:t>4.119e0</w:t>
      </w:r>
    </w:p>
    <w:p w:rsidR="005B0461" w:rsidRDefault="005B0461" w:rsidP="005B0461">
      <w:r>
        <w:t>210.0931</w:t>
      </w:r>
      <w:r>
        <w:tab/>
        <w:t>3.113e0</w:t>
      </w:r>
    </w:p>
    <w:p w:rsidR="005B0461" w:rsidRDefault="005B0461" w:rsidP="005B0461">
      <w:r>
        <w:t>210.1148</w:t>
      </w:r>
      <w:r>
        <w:tab/>
        <w:t>5.957e0</w:t>
      </w:r>
    </w:p>
    <w:p w:rsidR="005B0461" w:rsidRDefault="005B0461" w:rsidP="005B0461">
      <w:r>
        <w:t>210.1259</w:t>
      </w:r>
      <w:r>
        <w:tab/>
        <w:t>4.584e0</w:t>
      </w:r>
    </w:p>
    <w:p w:rsidR="005B0461" w:rsidRDefault="005B0461" w:rsidP="005B0461">
      <w:r>
        <w:t>210.1293</w:t>
      </w:r>
      <w:r>
        <w:tab/>
        <w:t>2.385e0</w:t>
      </w:r>
    </w:p>
    <w:p w:rsidR="005B0461" w:rsidRDefault="005B0461" w:rsidP="005B0461">
      <w:r>
        <w:t>210.1429</w:t>
      </w:r>
      <w:r>
        <w:tab/>
        <w:t>3.807e0</w:t>
      </w:r>
    </w:p>
    <w:p w:rsidR="005B0461" w:rsidRDefault="005B0461" w:rsidP="005B0461">
      <w:r>
        <w:t>210.1460</w:t>
      </w:r>
      <w:r>
        <w:tab/>
        <w:t>1.847e0</w:t>
      </w:r>
    </w:p>
    <w:p w:rsidR="005B0461" w:rsidRDefault="005B0461" w:rsidP="005B0461">
      <w:r>
        <w:t>210.1714</w:t>
      </w:r>
      <w:r>
        <w:tab/>
        <w:t>1.957e0</w:t>
      </w:r>
    </w:p>
    <w:p w:rsidR="005B0461" w:rsidRDefault="005B0461" w:rsidP="005B0461">
      <w:r>
        <w:t>210.1729</w:t>
      </w:r>
      <w:r>
        <w:tab/>
        <w:t>1.013e0</w:t>
      </w:r>
    </w:p>
    <w:p w:rsidR="005B0461" w:rsidRDefault="005B0461" w:rsidP="005B0461">
      <w:r>
        <w:lastRenderedPageBreak/>
        <w:t>210.1790</w:t>
      </w:r>
      <w:r>
        <w:tab/>
        <w:t>3.038e0</w:t>
      </w:r>
    </w:p>
    <w:p w:rsidR="005B0461" w:rsidRDefault="005B0461" w:rsidP="005B0461">
      <w:r>
        <w:t>210.2057</w:t>
      </w:r>
      <w:r>
        <w:tab/>
        <w:t>4.051e0</w:t>
      </w:r>
    </w:p>
    <w:p w:rsidR="005B0461" w:rsidRDefault="005B0461" w:rsidP="005B0461">
      <w:r>
        <w:t>210.2085</w:t>
      </w:r>
      <w:r>
        <w:tab/>
        <w:t>1.013e0</w:t>
      </w:r>
    </w:p>
    <w:p w:rsidR="005B0461" w:rsidRDefault="005B0461" w:rsidP="005B0461">
      <w:r>
        <w:t>210.2235</w:t>
      </w:r>
      <w:r>
        <w:tab/>
        <w:t>1.013e0</w:t>
      </w:r>
    </w:p>
    <w:p w:rsidR="005B0461" w:rsidRDefault="005B0461" w:rsidP="005B0461">
      <w:r>
        <w:t>210.2425</w:t>
      </w:r>
      <w:r>
        <w:tab/>
        <w:t>1.013e0</w:t>
      </w:r>
    </w:p>
    <w:p w:rsidR="005B0461" w:rsidRDefault="005B0461" w:rsidP="005B0461">
      <w:r>
        <w:t>210.2463</w:t>
      </w:r>
      <w:r>
        <w:tab/>
        <w:t>1.013e0</w:t>
      </w:r>
    </w:p>
    <w:p w:rsidR="005B0461" w:rsidRDefault="005B0461" w:rsidP="005B0461">
      <w:r>
        <w:t>210.2575</w:t>
      </w:r>
      <w:r>
        <w:tab/>
        <w:t>2.025e0</w:t>
      </w:r>
    </w:p>
    <w:p w:rsidR="005B0461" w:rsidRDefault="005B0461" w:rsidP="005B0461">
      <w:r>
        <w:t>210.2613</w:t>
      </w:r>
      <w:r>
        <w:tab/>
        <w:t>1.013e0</w:t>
      </w:r>
    </w:p>
    <w:p w:rsidR="005B0461" w:rsidRDefault="005B0461" w:rsidP="005B0461">
      <w:r>
        <w:t>210.2651</w:t>
      </w:r>
      <w:r>
        <w:tab/>
        <w:t>1.013e0</w:t>
      </w:r>
    </w:p>
    <w:p w:rsidR="005B0461" w:rsidRDefault="005B0461" w:rsidP="005B0461">
      <w:r>
        <w:t>210.2932</w:t>
      </w:r>
      <w:r>
        <w:tab/>
        <w:t>1.013e0</w:t>
      </w:r>
    </w:p>
    <w:p w:rsidR="005B0461" w:rsidRDefault="005B0461" w:rsidP="005B0461">
      <w:r>
        <w:t>210.3124</w:t>
      </w:r>
      <w:r>
        <w:tab/>
        <w:t>1.013e0</w:t>
      </w:r>
    </w:p>
    <w:p w:rsidR="005B0461" w:rsidRDefault="005B0461" w:rsidP="005B0461">
      <w:r>
        <w:t>210.3540</w:t>
      </w:r>
      <w:r>
        <w:tab/>
        <w:t>1.013e0</w:t>
      </w:r>
    </w:p>
    <w:p w:rsidR="005B0461" w:rsidRDefault="005B0461" w:rsidP="005B0461">
      <w:r>
        <w:t>210.3694</w:t>
      </w:r>
      <w:r>
        <w:tab/>
        <w:t>1.013e0</w:t>
      </w:r>
    </w:p>
    <w:p w:rsidR="005B0461" w:rsidRDefault="005B0461" w:rsidP="005B0461">
      <w:r>
        <w:t>210.3774</w:t>
      </w:r>
      <w:r>
        <w:tab/>
        <w:t>1.013e0</w:t>
      </w:r>
    </w:p>
    <w:p w:rsidR="005B0461" w:rsidRDefault="005B0461" w:rsidP="005B0461">
      <w:r>
        <w:t>210.3894</w:t>
      </w:r>
      <w:r>
        <w:tab/>
        <w:t>1.013e0</w:t>
      </w:r>
    </w:p>
    <w:p w:rsidR="005B0461" w:rsidRDefault="005B0461" w:rsidP="005B0461">
      <w:r>
        <w:t>210.4126</w:t>
      </w:r>
      <w:r>
        <w:tab/>
        <w:t>1.013e0</w:t>
      </w:r>
    </w:p>
    <w:p w:rsidR="005B0461" w:rsidRDefault="005B0461" w:rsidP="005B0461">
      <w:r>
        <w:t>210.4202</w:t>
      </w:r>
      <w:r>
        <w:tab/>
        <w:t>2.025e0</w:t>
      </w:r>
    </w:p>
    <w:p w:rsidR="005B0461" w:rsidRDefault="005B0461" w:rsidP="005B0461">
      <w:r>
        <w:t>210.4259</w:t>
      </w:r>
      <w:r>
        <w:tab/>
        <w:t>2.025e0</w:t>
      </w:r>
    </w:p>
    <w:p w:rsidR="005B0461" w:rsidRDefault="005B0461" w:rsidP="005B0461">
      <w:r>
        <w:t>210.4623</w:t>
      </w:r>
      <w:r>
        <w:tab/>
        <w:t>2.025e0</w:t>
      </w:r>
    </w:p>
    <w:p w:rsidR="005B0461" w:rsidRDefault="005B0461" w:rsidP="005B0461">
      <w:r>
        <w:lastRenderedPageBreak/>
        <w:t>210.4679</w:t>
      </w:r>
      <w:r>
        <w:tab/>
        <w:t>2.025e0</w:t>
      </w:r>
    </w:p>
    <w:p w:rsidR="005B0461" w:rsidRDefault="005B0461" w:rsidP="005B0461">
      <w:r>
        <w:t>210.4766</w:t>
      </w:r>
      <w:r>
        <w:tab/>
        <w:t>3.145e0</w:t>
      </w:r>
    </w:p>
    <w:p w:rsidR="005B0461" w:rsidRDefault="005B0461" w:rsidP="005B0461">
      <w:r>
        <w:t>210.5054</w:t>
      </w:r>
      <w:r>
        <w:tab/>
        <w:t>2.025e0</w:t>
      </w:r>
    </w:p>
    <w:p w:rsidR="005B0461" w:rsidRDefault="005B0461" w:rsidP="005B0461">
      <w:r>
        <w:t>210.5090</w:t>
      </w:r>
      <w:r>
        <w:tab/>
        <w:t>1.013e0</w:t>
      </w:r>
    </w:p>
    <w:p w:rsidR="005B0461" w:rsidRDefault="005B0461" w:rsidP="005B0461">
      <w:r>
        <w:t>210.5166</w:t>
      </w:r>
      <w:r>
        <w:tab/>
        <w:t>1.013e0</w:t>
      </w:r>
    </w:p>
    <w:p w:rsidR="005B0461" w:rsidRDefault="005B0461" w:rsidP="005B0461">
      <w:r>
        <w:t>210.5280</w:t>
      </w:r>
      <w:r>
        <w:tab/>
        <w:t>4.051e0</w:t>
      </w:r>
    </w:p>
    <w:p w:rsidR="005B0461" w:rsidRDefault="005B0461" w:rsidP="005B0461">
      <w:r>
        <w:t>210.5544</w:t>
      </w:r>
      <w:r>
        <w:tab/>
        <w:t>2.025e0</w:t>
      </w:r>
    </w:p>
    <w:p w:rsidR="005B0461" w:rsidRDefault="005B0461" w:rsidP="005B0461">
      <w:r>
        <w:t>210.5978</w:t>
      </w:r>
      <w:r>
        <w:tab/>
        <w:t>2.025e0</w:t>
      </w:r>
    </w:p>
    <w:p w:rsidR="005B0461" w:rsidRDefault="005B0461" w:rsidP="005B0461">
      <w:r>
        <w:t>210.6018</w:t>
      </w:r>
      <w:r>
        <w:tab/>
        <w:t>1.013e0</w:t>
      </w:r>
    </w:p>
    <w:p w:rsidR="005B0461" w:rsidRDefault="005B0461" w:rsidP="005B0461">
      <w:r>
        <w:t>210.6131</w:t>
      </w:r>
      <w:r>
        <w:tab/>
        <w:t>2.025e0</w:t>
      </w:r>
    </w:p>
    <w:p w:rsidR="005B0461" w:rsidRDefault="005B0461" w:rsidP="005B0461">
      <w:r>
        <w:t>210.6320</w:t>
      </w:r>
      <w:r>
        <w:tab/>
        <w:t>2.025e0</w:t>
      </w:r>
    </w:p>
    <w:p w:rsidR="005B0461" w:rsidRDefault="005B0461" w:rsidP="005B0461">
      <w:r>
        <w:t>210.6358</w:t>
      </w:r>
      <w:r>
        <w:tab/>
        <w:t>1.013e0</w:t>
      </w:r>
    </w:p>
    <w:p w:rsidR="005B0461" w:rsidRDefault="005B0461" w:rsidP="005B0461">
      <w:r>
        <w:t>210.6434</w:t>
      </w:r>
      <w:r>
        <w:tab/>
        <w:t>1.013e0</w:t>
      </w:r>
    </w:p>
    <w:p w:rsidR="005B0461" w:rsidRDefault="005B0461" w:rsidP="005B0461">
      <w:r>
        <w:t>210.6663</w:t>
      </w:r>
      <w:r>
        <w:tab/>
        <w:t>1.013e0</w:t>
      </w:r>
    </w:p>
    <w:p w:rsidR="005B0461" w:rsidRDefault="005B0461" w:rsidP="005B0461">
      <w:r>
        <w:t>210.6944</w:t>
      </w:r>
      <w:r>
        <w:tab/>
        <w:t>1.013e0</w:t>
      </w:r>
    </w:p>
    <w:p w:rsidR="005B0461" w:rsidRDefault="005B0461" w:rsidP="005B0461">
      <w:r>
        <w:t>210.7133</w:t>
      </w:r>
      <w:r>
        <w:tab/>
        <w:t>2.025e0</w:t>
      </w:r>
    </w:p>
    <w:p w:rsidR="005B0461" w:rsidRDefault="005B0461" w:rsidP="005B0461">
      <w:r>
        <w:t>210.7389</w:t>
      </w:r>
      <w:r>
        <w:tab/>
        <w:t>3.038e0</w:t>
      </w:r>
    </w:p>
    <w:p w:rsidR="005B0461" w:rsidRDefault="005B0461" w:rsidP="005B0461">
      <w:r>
        <w:t>210.7474</w:t>
      </w:r>
      <w:r>
        <w:tab/>
        <w:t>2.025e0</w:t>
      </w:r>
    </w:p>
    <w:p w:rsidR="005B0461" w:rsidRDefault="005B0461" w:rsidP="005B0461">
      <w:r>
        <w:t>210.7511</w:t>
      </w:r>
      <w:r>
        <w:tab/>
        <w:t>2.025e0</w:t>
      </w:r>
    </w:p>
    <w:p w:rsidR="005B0461" w:rsidRDefault="005B0461" w:rsidP="005B0461">
      <w:r>
        <w:lastRenderedPageBreak/>
        <w:t>210.7667</w:t>
      </w:r>
      <w:r>
        <w:tab/>
        <w:t>1.013e0</w:t>
      </w:r>
    </w:p>
    <w:p w:rsidR="005B0461" w:rsidRDefault="005B0461" w:rsidP="005B0461">
      <w:r>
        <w:t>210.7867</w:t>
      </w:r>
      <w:r>
        <w:tab/>
        <w:t>1.013e0</w:t>
      </w:r>
    </w:p>
    <w:p w:rsidR="005B0461" w:rsidRDefault="005B0461" w:rsidP="005B0461">
      <w:r>
        <w:t>210.8098</w:t>
      </w:r>
      <w:r>
        <w:tab/>
        <w:t>1.013e0</w:t>
      </w:r>
    </w:p>
    <w:p w:rsidR="005B0461" w:rsidRDefault="005B0461" w:rsidP="005B0461">
      <w:r>
        <w:t>210.8212</w:t>
      </w:r>
      <w:r>
        <w:tab/>
        <w:t>1.013e0</w:t>
      </w:r>
    </w:p>
    <w:p w:rsidR="005B0461" w:rsidRDefault="005B0461" w:rsidP="005B0461">
      <w:r>
        <w:t>210.8514</w:t>
      </w:r>
      <w:r>
        <w:tab/>
        <w:t>1.013e0</w:t>
      </w:r>
    </w:p>
    <w:p w:rsidR="005B0461" w:rsidRDefault="005B0461" w:rsidP="005B0461">
      <w:r>
        <w:t>210.8711</w:t>
      </w:r>
      <w:r>
        <w:tab/>
        <w:t>1.013e0</w:t>
      </w:r>
    </w:p>
    <w:p w:rsidR="005B0461" w:rsidRDefault="005B0461" w:rsidP="005B0461">
      <w:r>
        <w:t>210.8832</w:t>
      </w:r>
      <w:r>
        <w:tab/>
        <w:t>1.013e0</w:t>
      </w:r>
    </w:p>
    <w:p w:rsidR="005B0461" w:rsidRDefault="005B0461" w:rsidP="005B0461">
      <w:r>
        <w:t>210.8988</w:t>
      </w:r>
      <w:r>
        <w:tab/>
        <w:t>2.025e0</w:t>
      </w:r>
    </w:p>
    <w:p w:rsidR="005B0461" w:rsidRDefault="005B0461" w:rsidP="005B0461">
      <w:r>
        <w:t>210.9101</w:t>
      </w:r>
      <w:r>
        <w:tab/>
        <w:t>1.013e0</w:t>
      </w:r>
    </w:p>
    <w:p w:rsidR="005B0461" w:rsidRDefault="005B0461" w:rsidP="005B0461">
      <w:r>
        <w:t>210.9139</w:t>
      </w:r>
      <w:r>
        <w:tab/>
        <w:t>1.013e0</w:t>
      </w:r>
    </w:p>
    <w:p w:rsidR="005B0461" w:rsidRDefault="005B0461" w:rsidP="005B0461">
      <w:r>
        <w:t>210.9796</w:t>
      </w:r>
      <w:r>
        <w:tab/>
        <w:t>1.013e0</w:t>
      </w:r>
    </w:p>
    <w:p w:rsidR="005B0461" w:rsidRDefault="005B0461" w:rsidP="005B0461">
      <w:r>
        <w:t>210.9914</w:t>
      </w:r>
      <w:r>
        <w:tab/>
        <w:t>2.025e0</w:t>
      </w:r>
    </w:p>
    <w:p w:rsidR="005B0461" w:rsidRDefault="005B0461" w:rsidP="005B0461">
      <w:r>
        <w:t>211.0028</w:t>
      </w:r>
      <w:r>
        <w:tab/>
        <w:t>2.025e0</w:t>
      </w:r>
    </w:p>
    <w:p w:rsidR="005B0461" w:rsidRDefault="005B0461" w:rsidP="005B0461">
      <w:r>
        <w:t>211.0503</w:t>
      </w:r>
      <w:r>
        <w:tab/>
        <w:t>2.431e0</w:t>
      </w:r>
    </w:p>
    <w:p w:rsidR="005B0461" w:rsidRDefault="005B0461" w:rsidP="005B0461">
      <w:r>
        <w:t>211.0643</w:t>
      </w:r>
      <w:r>
        <w:tab/>
        <w:t>4.054e0</w:t>
      </w:r>
    </w:p>
    <w:p w:rsidR="005B0461" w:rsidRDefault="005B0461" w:rsidP="005B0461">
      <w:r>
        <w:t>211.0823</w:t>
      </w:r>
      <w:r>
        <w:tab/>
        <w:t>6.151e0</w:t>
      </w:r>
    </w:p>
    <w:p w:rsidR="005B0461" w:rsidRDefault="005B0461" w:rsidP="005B0461">
      <w:r>
        <w:t>211.0836</w:t>
      </w:r>
      <w:r>
        <w:tab/>
        <w:t>5.063e0</w:t>
      </w:r>
    </w:p>
    <w:p w:rsidR="005B0461" w:rsidRDefault="005B0461" w:rsidP="005B0461">
      <w:r>
        <w:t>211.0859</w:t>
      </w:r>
      <w:r>
        <w:tab/>
        <w:t>7.037e0</w:t>
      </w:r>
    </w:p>
    <w:p w:rsidR="005B0461" w:rsidRDefault="005B0461" w:rsidP="005B0461">
      <w:r>
        <w:t>211.0915</w:t>
      </w:r>
      <w:r>
        <w:tab/>
        <w:t>3.520e0</w:t>
      </w:r>
    </w:p>
    <w:p w:rsidR="005B0461" w:rsidRDefault="005B0461" w:rsidP="005B0461">
      <w:r>
        <w:lastRenderedPageBreak/>
        <w:t>211.1107</w:t>
      </w:r>
      <w:r>
        <w:tab/>
        <w:t>3.028e0</w:t>
      </w:r>
    </w:p>
    <w:p w:rsidR="005B0461" w:rsidRDefault="005B0461" w:rsidP="005B0461">
      <w:r>
        <w:t>211.1221</w:t>
      </w:r>
      <w:r>
        <w:tab/>
        <w:t>3.640e0</w:t>
      </w:r>
    </w:p>
    <w:p w:rsidR="005B0461" w:rsidRDefault="005B0461" w:rsidP="005B0461">
      <w:r>
        <w:t>211.1314</w:t>
      </w:r>
      <w:r>
        <w:tab/>
        <w:t>2.530e0</w:t>
      </w:r>
    </w:p>
    <w:p w:rsidR="005B0461" w:rsidRDefault="005B0461" w:rsidP="005B0461">
      <w:r>
        <w:t>211.1673</w:t>
      </w:r>
      <w:r>
        <w:tab/>
        <w:t>6.063e0</w:t>
      </w:r>
    </w:p>
    <w:p w:rsidR="005B0461" w:rsidRDefault="005B0461" w:rsidP="005B0461">
      <w:r>
        <w:t>211.1698</w:t>
      </w:r>
      <w:r>
        <w:tab/>
        <w:t>3.982e0</w:t>
      </w:r>
    </w:p>
    <w:p w:rsidR="005B0461" w:rsidRDefault="005B0461" w:rsidP="005B0461">
      <w:r>
        <w:t>211.1738</w:t>
      </w:r>
      <w:r>
        <w:tab/>
        <w:t>1.006e1</w:t>
      </w:r>
    </w:p>
    <w:p w:rsidR="005B0461" w:rsidRDefault="005B0461" w:rsidP="005B0461">
      <w:r>
        <w:t>211.1884</w:t>
      </w:r>
      <w:r>
        <w:tab/>
        <w:t>2.025e0</w:t>
      </w:r>
    </w:p>
    <w:p w:rsidR="005B0461" w:rsidRDefault="005B0461" w:rsidP="005B0461">
      <w:r>
        <w:t>211.2073</w:t>
      </w:r>
      <w:r>
        <w:tab/>
        <w:t>1.013e0</w:t>
      </w:r>
    </w:p>
    <w:p w:rsidR="005B0461" w:rsidRDefault="005B0461" w:rsidP="005B0461">
      <w:r>
        <w:t>211.2300</w:t>
      </w:r>
      <w:r>
        <w:tab/>
        <w:t>1.013e0</w:t>
      </w:r>
    </w:p>
    <w:p w:rsidR="005B0461" w:rsidRDefault="005B0461" w:rsidP="005B0461">
      <w:r>
        <w:t>211.2338</w:t>
      </w:r>
      <w:r>
        <w:tab/>
        <w:t>1.013e0</w:t>
      </w:r>
    </w:p>
    <w:p w:rsidR="005B0461" w:rsidRDefault="005B0461" w:rsidP="005B0461">
      <w:r>
        <w:t>211.2531</w:t>
      </w:r>
      <w:r>
        <w:tab/>
        <w:t>1.013e0</w:t>
      </w:r>
    </w:p>
    <w:p w:rsidR="005B0461" w:rsidRDefault="005B0461" w:rsidP="005B0461">
      <w:r>
        <w:t>211.2790</w:t>
      </w:r>
      <w:r>
        <w:tab/>
        <w:t>2.025e0</w:t>
      </w:r>
    </w:p>
    <w:p w:rsidR="005B0461" w:rsidRDefault="005B0461" w:rsidP="005B0461">
      <w:r>
        <w:t>211.2812</w:t>
      </w:r>
      <w:r>
        <w:tab/>
        <w:t>1.013e0</w:t>
      </w:r>
    </w:p>
    <w:p w:rsidR="005B0461" w:rsidRDefault="005B0461" w:rsidP="005B0461">
      <w:r>
        <w:t>211.3000</w:t>
      </w:r>
      <w:r>
        <w:tab/>
        <w:t>2.025e0</w:t>
      </w:r>
    </w:p>
    <w:p w:rsidR="005B0461" w:rsidRDefault="005B0461" w:rsidP="005B0461">
      <w:r>
        <w:t>211.3102</w:t>
      </w:r>
      <w:r>
        <w:tab/>
        <w:t>3.038e0</w:t>
      </w:r>
    </w:p>
    <w:p w:rsidR="005B0461" w:rsidRDefault="005B0461" w:rsidP="005B0461">
      <w:r>
        <w:t>211.3304</w:t>
      </w:r>
      <w:r>
        <w:tab/>
        <w:t>1.013e0</w:t>
      </w:r>
    </w:p>
    <w:p w:rsidR="005B0461" w:rsidRDefault="005B0461" w:rsidP="005B0461">
      <w:r>
        <w:t>211.3598</w:t>
      </w:r>
      <w:r>
        <w:tab/>
        <w:t>2.025e0</w:t>
      </w:r>
    </w:p>
    <w:p w:rsidR="005B0461" w:rsidRDefault="005B0461" w:rsidP="005B0461">
      <w:r>
        <w:t>211.3739</w:t>
      </w:r>
      <w:r>
        <w:tab/>
        <w:t>1.013e0</w:t>
      </w:r>
    </w:p>
    <w:p w:rsidR="005B0461" w:rsidRDefault="005B0461" w:rsidP="005B0461">
      <w:r>
        <w:t>211.3816</w:t>
      </w:r>
      <w:r>
        <w:tab/>
        <w:t>2.025e0</w:t>
      </w:r>
    </w:p>
    <w:p w:rsidR="005B0461" w:rsidRDefault="005B0461" w:rsidP="005B0461">
      <w:r>
        <w:lastRenderedPageBreak/>
        <w:t>211.4080</w:t>
      </w:r>
      <w:r>
        <w:tab/>
        <w:t>2.025e0</w:t>
      </w:r>
    </w:p>
    <w:p w:rsidR="005B0461" w:rsidRDefault="005B0461" w:rsidP="005B0461">
      <w:r>
        <w:t>211.4194</w:t>
      </w:r>
      <w:r>
        <w:tab/>
        <w:t>2.025e0</w:t>
      </w:r>
    </w:p>
    <w:p w:rsidR="005B0461" w:rsidRDefault="005B0461" w:rsidP="005B0461">
      <w:r>
        <w:t>211.4585</w:t>
      </w:r>
      <w:r>
        <w:tab/>
        <w:t>1.013e0</w:t>
      </w:r>
    </w:p>
    <w:p w:rsidR="005B0461" w:rsidRDefault="005B0461" w:rsidP="005B0461">
      <w:r>
        <w:t>211.4625</w:t>
      </w:r>
      <w:r>
        <w:tab/>
        <w:t>1.013e0</w:t>
      </w:r>
    </w:p>
    <w:p w:rsidR="005B0461" w:rsidRDefault="005B0461" w:rsidP="005B0461">
      <w:r>
        <w:t>211.4819</w:t>
      </w:r>
      <w:r>
        <w:tab/>
        <w:t>1.013e0</w:t>
      </w:r>
    </w:p>
    <w:p w:rsidR="005B0461" w:rsidRDefault="005B0461" w:rsidP="005B0461">
      <w:r>
        <w:t>211.4876</w:t>
      </w:r>
      <w:r>
        <w:tab/>
        <w:t>2.025e0</w:t>
      </w:r>
    </w:p>
    <w:p w:rsidR="005B0461" w:rsidRDefault="005B0461" w:rsidP="005B0461">
      <w:r>
        <w:t>211.5084</w:t>
      </w:r>
      <w:r>
        <w:tab/>
        <w:t>2.025e0</w:t>
      </w:r>
    </w:p>
    <w:p w:rsidR="005B0461" w:rsidRDefault="005B0461" w:rsidP="005B0461">
      <w:r>
        <w:t>211.5141</w:t>
      </w:r>
      <w:r>
        <w:tab/>
        <w:t>2.025e0</w:t>
      </w:r>
    </w:p>
    <w:p w:rsidR="005B0461" w:rsidRDefault="005B0461" w:rsidP="005B0461">
      <w:r>
        <w:t>211.5592</w:t>
      </w:r>
      <w:r>
        <w:tab/>
        <w:t>1.013e0</w:t>
      </w:r>
    </w:p>
    <w:p w:rsidR="005B0461" w:rsidRDefault="005B0461" w:rsidP="005B0461">
      <w:r>
        <w:t>211.5632</w:t>
      </w:r>
      <w:r>
        <w:tab/>
        <w:t>1.013e0</w:t>
      </w:r>
    </w:p>
    <w:p w:rsidR="005B0461" w:rsidRDefault="005B0461" w:rsidP="005B0461">
      <w:r>
        <w:t>211.5785</w:t>
      </w:r>
      <w:r>
        <w:tab/>
        <w:t>1.013e0</w:t>
      </w:r>
    </w:p>
    <w:p w:rsidR="005B0461" w:rsidRDefault="005B0461" w:rsidP="005B0461">
      <w:r>
        <w:t>211.5822</w:t>
      </w:r>
      <w:r>
        <w:tab/>
        <w:t>1.013e0</w:t>
      </w:r>
    </w:p>
    <w:p w:rsidR="005B0461" w:rsidRDefault="005B0461" w:rsidP="005B0461">
      <w:r>
        <w:t>211.5875</w:t>
      </w:r>
      <w:r>
        <w:tab/>
        <w:t>4.051e0</w:t>
      </w:r>
    </w:p>
    <w:p w:rsidR="005B0461" w:rsidRDefault="005B0461" w:rsidP="005B0461">
      <w:r>
        <w:t>211.5936</w:t>
      </w:r>
      <w:r>
        <w:tab/>
        <w:t>1.013e0</w:t>
      </w:r>
    </w:p>
    <w:p w:rsidR="005B0461" w:rsidRDefault="005B0461" w:rsidP="005B0461">
      <w:r>
        <w:t>211.6169</w:t>
      </w:r>
      <w:r>
        <w:tab/>
        <w:t>2.439e0</w:t>
      </w:r>
    </w:p>
    <w:p w:rsidR="005B0461" w:rsidRDefault="005B0461" w:rsidP="005B0461">
      <w:r>
        <w:t>211.6317</w:t>
      </w:r>
      <w:r>
        <w:tab/>
        <w:t>1.013e0</w:t>
      </w:r>
    </w:p>
    <w:p w:rsidR="005B0461" w:rsidRDefault="005B0461" w:rsidP="005B0461">
      <w:r>
        <w:t>211.6587</w:t>
      </w:r>
      <w:r>
        <w:tab/>
        <w:t>3.038e0</w:t>
      </w:r>
    </w:p>
    <w:p w:rsidR="005B0461" w:rsidRDefault="005B0461" w:rsidP="005B0461">
      <w:r>
        <w:t>211.6599</w:t>
      </w:r>
      <w:r>
        <w:tab/>
        <w:t>1.013e0</w:t>
      </w:r>
    </w:p>
    <w:p w:rsidR="005B0461" w:rsidRDefault="005B0461" w:rsidP="005B0461">
      <w:r>
        <w:t>211.6864</w:t>
      </w:r>
      <w:r>
        <w:tab/>
        <w:t>1.013e0</w:t>
      </w:r>
    </w:p>
    <w:p w:rsidR="005B0461" w:rsidRDefault="005B0461" w:rsidP="005B0461">
      <w:r>
        <w:lastRenderedPageBreak/>
        <w:t>211.7017</w:t>
      </w:r>
      <w:r>
        <w:tab/>
        <w:t>2.025e0</w:t>
      </w:r>
    </w:p>
    <w:p w:rsidR="005B0461" w:rsidRDefault="005B0461" w:rsidP="005B0461">
      <w:r>
        <w:t>211.7205</w:t>
      </w:r>
      <w:r>
        <w:tab/>
        <w:t>1.013e0</w:t>
      </w:r>
    </w:p>
    <w:p w:rsidR="005B0461" w:rsidRDefault="005B0461" w:rsidP="005B0461">
      <w:r>
        <w:t>211.7279</w:t>
      </w:r>
      <w:r>
        <w:tab/>
        <w:t>4.051e0</w:t>
      </w:r>
    </w:p>
    <w:p w:rsidR="005B0461" w:rsidRDefault="005B0461" w:rsidP="005B0461">
      <w:r>
        <w:t>211.7544</w:t>
      </w:r>
      <w:r>
        <w:tab/>
        <w:t>2.025e0</w:t>
      </w:r>
    </w:p>
    <w:p w:rsidR="005B0461" w:rsidRDefault="005B0461" w:rsidP="005B0461">
      <w:r>
        <w:t>211.7679</w:t>
      </w:r>
      <w:r>
        <w:tab/>
        <w:t>1.013e0</w:t>
      </w:r>
    </w:p>
    <w:p w:rsidR="005B0461" w:rsidRDefault="005B0461" w:rsidP="005B0461">
      <w:r>
        <w:t>211.8058</w:t>
      </w:r>
      <w:r>
        <w:tab/>
        <w:t>1.013e0</w:t>
      </w:r>
    </w:p>
    <w:p w:rsidR="005B0461" w:rsidRDefault="005B0461" w:rsidP="005B0461">
      <w:r>
        <w:t>211.8172</w:t>
      </w:r>
      <w:r>
        <w:tab/>
        <w:t>1.013e0</w:t>
      </w:r>
    </w:p>
    <w:p w:rsidR="005B0461" w:rsidRDefault="005B0461" w:rsidP="005B0461">
      <w:r>
        <w:t>211.8212</w:t>
      </w:r>
      <w:r>
        <w:tab/>
        <w:t>1.013e0</w:t>
      </w:r>
    </w:p>
    <w:p w:rsidR="005B0461" w:rsidRDefault="005B0461" w:rsidP="005B0461">
      <w:r>
        <w:t>211.8495</w:t>
      </w:r>
      <w:r>
        <w:tab/>
        <w:t>1.013e0</w:t>
      </w:r>
    </w:p>
    <w:p w:rsidR="005B0461" w:rsidRDefault="005B0461" w:rsidP="005B0461">
      <w:r>
        <w:t>211.8590</w:t>
      </w:r>
      <w:r>
        <w:tab/>
        <w:t>2.025e0</w:t>
      </w:r>
    </w:p>
    <w:p w:rsidR="005B0461" w:rsidRDefault="005B0461" w:rsidP="005B0461">
      <w:r>
        <w:t>211.8683</w:t>
      </w:r>
      <w:r>
        <w:tab/>
        <w:t>1.013e0</w:t>
      </w:r>
    </w:p>
    <w:p w:rsidR="005B0461" w:rsidRDefault="005B0461" w:rsidP="005B0461">
      <w:r>
        <w:t>211.8855</w:t>
      </w:r>
      <w:r>
        <w:tab/>
        <w:t>2.025e0</w:t>
      </w:r>
    </w:p>
    <w:p w:rsidR="005B0461" w:rsidRDefault="005B0461" w:rsidP="005B0461">
      <w:r>
        <w:t>211.9025</w:t>
      </w:r>
      <w:r>
        <w:tab/>
        <w:t>1.013e0</w:t>
      </w:r>
    </w:p>
    <w:p w:rsidR="005B0461" w:rsidRDefault="005B0461" w:rsidP="005B0461">
      <w:r>
        <w:t>211.9221</w:t>
      </w:r>
      <w:r>
        <w:tab/>
        <w:t>1.013e0</w:t>
      </w:r>
    </w:p>
    <w:p w:rsidR="005B0461" w:rsidRDefault="005B0461" w:rsidP="005B0461">
      <w:r>
        <w:t>211.9261</w:t>
      </w:r>
      <w:r>
        <w:tab/>
        <w:t>1.013e0</w:t>
      </w:r>
    </w:p>
    <w:p w:rsidR="005B0461" w:rsidRDefault="005B0461" w:rsidP="005B0461">
      <w:r>
        <w:t>211.9462</w:t>
      </w:r>
      <w:r>
        <w:tab/>
        <w:t>1.013e0</w:t>
      </w:r>
    </w:p>
    <w:p w:rsidR="005B0461" w:rsidRDefault="005B0461" w:rsidP="005B0461">
      <w:r>
        <w:t>211.9499</w:t>
      </w:r>
      <w:r>
        <w:tab/>
        <w:t>1.013e0</w:t>
      </w:r>
    </w:p>
    <w:p w:rsidR="005B0461" w:rsidRDefault="005B0461" w:rsidP="005B0461">
      <w:r>
        <w:t>211.9538</w:t>
      </w:r>
      <w:r>
        <w:tab/>
        <w:t>2.025e0</w:t>
      </w:r>
    </w:p>
    <w:p w:rsidR="005B0461" w:rsidRDefault="005B0461" w:rsidP="005B0461">
      <w:r>
        <w:t>211.9612</w:t>
      </w:r>
      <w:r>
        <w:tab/>
        <w:t>1.013e0</w:t>
      </w:r>
    </w:p>
    <w:p w:rsidR="005B0461" w:rsidRDefault="005B0461" w:rsidP="005B0461">
      <w:r>
        <w:lastRenderedPageBreak/>
        <w:t>211.9891</w:t>
      </w:r>
      <w:r>
        <w:tab/>
        <w:t>4.051e0</w:t>
      </w:r>
    </w:p>
    <w:p w:rsidR="005B0461" w:rsidRDefault="005B0461" w:rsidP="005B0461">
      <w:r>
        <w:t>211.9946</w:t>
      </w:r>
      <w:r>
        <w:tab/>
        <w:t>5.501e0</w:t>
      </w:r>
    </w:p>
    <w:p w:rsidR="005B0461" w:rsidRDefault="005B0461" w:rsidP="005B0461">
      <w:r>
        <w:t>212.0090</w:t>
      </w:r>
      <w:r>
        <w:tab/>
        <w:t>3.057e1</w:t>
      </w:r>
    </w:p>
    <w:p w:rsidR="005B0461" w:rsidRDefault="005B0461" w:rsidP="005B0461">
      <w:r>
        <w:t>212.0166</w:t>
      </w:r>
      <w:r>
        <w:tab/>
        <w:t>9.392e0</w:t>
      </w:r>
    </w:p>
    <w:p w:rsidR="005B0461" w:rsidRDefault="005B0461" w:rsidP="005B0461">
      <w:r>
        <w:t>212.0358</w:t>
      </w:r>
      <w:r>
        <w:tab/>
        <w:t>4.259e0</w:t>
      </w:r>
    </w:p>
    <w:p w:rsidR="005B0461" w:rsidRDefault="005B0461" w:rsidP="005B0461">
      <w:r>
        <w:t>212.0793</w:t>
      </w:r>
      <w:r>
        <w:tab/>
        <w:t>5.063e0</w:t>
      </w:r>
    </w:p>
    <w:p w:rsidR="005B0461" w:rsidRDefault="005B0461" w:rsidP="005B0461">
      <w:r>
        <w:t>212.0854</w:t>
      </w:r>
      <w:r>
        <w:tab/>
        <w:t>3.956e0</w:t>
      </w:r>
    </w:p>
    <w:p w:rsidR="005B0461" w:rsidRDefault="005B0461" w:rsidP="005B0461">
      <w:r>
        <w:t>212.0868</w:t>
      </w:r>
      <w:r>
        <w:tab/>
        <w:t>3.677e0</w:t>
      </w:r>
    </w:p>
    <w:p w:rsidR="005B0461" w:rsidRDefault="005B0461" w:rsidP="005B0461">
      <w:r>
        <w:t>212.0941</w:t>
      </w:r>
      <w:r>
        <w:tab/>
        <w:t>2.025e0</w:t>
      </w:r>
    </w:p>
    <w:p w:rsidR="005B0461" w:rsidRDefault="005B0461" w:rsidP="005B0461">
      <w:r>
        <w:t>212.1080</w:t>
      </w:r>
      <w:r>
        <w:tab/>
        <w:t>1.970e0</w:t>
      </w:r>
    </w:p>
    <w:p w:rsidR="005B0461" w:rsidRDefault="005B0461" w:rsidP="005B0461">
      <w:r>
        <w:t>212.1362</w:t>
      </w:r>
      <w:r>
        <w:tab/>
        <w:t>3.872e0</w:t>
      </w:r>
    </w:p>
    <w:p w:rsidR="005B0461" w:rsidRDefault="005B0461" w:rsidP="005B0461">
      <w:r>
        <w:t>212.1396</w:t>
      </w:r>
      <w:r>
        <w:tab/>
        <w:t>1.733e0</w:t>
      </w:r>
    </w:p>
    <w:p w:rsidR="005B0461" w:rsidRDefault="005B0461" w:rsidP="005B0461">
      <w:r>
        <w:t>212.1433</w:t>
      </w:r>
      <w:r>
        <w:tab/>
        <w:t>5.174e0</w:t>
      </w:r>
    </w:p>
    <w:p w:rsidR="005B0461" w:rsidRDefault="005B0461" w:rsidP="005B0461">
      <w:r>
        <w:t>212.1456</w:t>
      </w:r>
      <w:r>
        <w:tab/>
        <w:t>3.640e0</w:t>
      </w:r>
    </w:p>
    <w:p w:rsidR="005B0461" w:rsidRDefault="005B0461" w:rsidP="005B0461">
      <w:r>
        <w:t>212.1623</w:t>
      </w:r>
      <w:r>
        <w:tab/>
        <w:t>3.991e0</w:t>
      </w:r>
    </w:p>
    <w:p w:rsidR="005B0461" w:rsidRDefault="005B0461" w:rsidP="005B0461">
      <w:r>
        <w:t>212.1704</w:t>
      </w:r>
      <w:r>
        <w:tab/>
        <w:t>2.518e0</w:t>
      </w:r>
    </w:p>
    <w:p w:rsidR="005B0461" w:rsidRDefault="005B0461" w:rsidP="005B0461">
      <w:r>
        <w:t>212.1812</w:t>
      </w:r>
      <w:r>
        <w:tab/>
        <w:t>1.013e0</w:t>
      </w:r>
    </w:p>
    <w:p w:rsidR="005B0461" w:rsidRDefault="005B0461" w:rsidP="005B0461">
      <w:r>
        <w:t>212.1892</w:t>
      </w:r>
      <w:r>
        <w:tab/>
        <w:t>4.051e0</w:t>
      </w:r>
    </w:p>
    <w:p w:rsidR="005B0461" w:rsidRDefault="005B0461" w:rsidP="005B0461">
      <w:r>
        <w:t>212.2047</w:t>
      </w:r>
      <w:r>
        <w:tab/>
        <w:t>2.025e0</w:t>
      </w:r>
    </w:p>
    <w:p w:rsidR="005B0461" w:rsidRDefault="005B0461" w:rsidP="005B0461">
      <w:r>
        <w:lastRenderedPageBreak/>
        <w:t>212.2088</w:t>
      </w:r>
      <w:r>
        <w:tab/>
        <w:t>1.013e0</w:t>
      </w:r>
    </w:p>
    <w:p w:rsidR="005B0461" w:rsidRDefault="005B0461" w:rsidP="005B0461">
      <w:r>
        <w:t>212.2168</w:t>
      </w:r>
      <w:r>
        <w:tab/>
        <w:t>1.013e0</w:t>
      </w:r>
    </w:p>
    <w:p w:rsidR="005B0461" w:rsidRDefault="005B0461" w:rsidP="005B0461">
      <w:r>
        <w:t>212.2202</w:t>
      </w:r>
      <w:r>
        <w:tab/>
        <w:t>3.002e0</w:t>
      </w:r>
    </w:p>
    <w:p w:rsidR="005B0461" w:rsidRDefault="005B0461" w:rsidP="005B0461">
      <w:r>
        <w:t>212.2400</w:t>
      </w:r>
      <w:r>
        <w:tab/>
        <w:t>2.025e0</w:t>
      </w:r>
    </w:p>
    <w:p w:rsidR="005B0461" w:rsidRDefault="005B0461" w:rsidP="005B0461">
      <w:r>
        <w:t>212.2838</w:t>
      </w:r>
      <w:r>
        <w:tab/>
        <w:t>2.025e0</w:t>
      </w:r>
    </w:p>
    <w:p w:rsidR="005B0461" w:rsidRDefault="005B0461" w:rsidP="005B0461">
      <w:r>
        <w:t>212.3017</w:t>
      </w:r>
      <w:r>
        <w:tab/>
        <w:t>1.013e0</w:t>
      </w:r>
    </w:p>
    <w:p w:rsidR="005B0461" w:rsidRDefault="005B0461" w:rsidP="005B0461">
      <w:r>
        <w:t>212.3098</w:t>
      </w:r>
      <w:r>
        <w:tab/>
        <w:t>1.013e0</w:t>
      </w:r>
    </w:p>
    <w:p w:rsidR="005B0461" w:rsidRDefault="005B0461" w:rsidP="005B0461">
      <w:r>
        <w:t>212.3179</w:t>
      </w:r>
      <w:r>
        <w:tab/>
        <w:t>1.013e0</w:t>
      </w:r>
    </w:p>
    <w:p w:rsidR="005B0461" w:rsidRDefault="005B0461" w:rsidP="005B0461">
      <w:r>
        <w:t>212.3253</w:t>
      </w:r>
      <w:r>
        <w:tab/>
        <w:t>1.013e0</w:t>
      </w:r>
    </w:p>
    <w:p w:rsidR="005B0461" w:rsidRDefault="005B0461" w:rsidP="005B0461">
      <w:r>
        <w:t>212.3367</w:t>
      </w:r>
      <w:r>
        <w:tab/>
        <w:t>1.013e0</w:t>
      </w:r>
    </w:p>
    <w:p w:rsidR="005B0461" w:rsidRDefault="005B0461" w:rsidP="005B0461">
      <w:r>
        <w:t>212.3443</w:t>
      </w:r>
      <w:r>
        <w:tab/>
        <w:t>1.013e0</w:t>
      </w:r>
    </w:p>
    <w:p w:rsidR="005B0461" w:rsidRDefault="005B0461" w:rsidP="005B0461">
      <w:r>
        <w:t>212.3708</w:t>
      </w:r>
      <w:r>
        <w:tab/>
        <w:t>1.013e0</w:t>
      </w:r>
    </w:p>
    <w:p w:rsidR="005B0461" w:rsidRDefault="005B0461" w:rsidP="005B0461">
      <w:r>
        <w:t>212.3785</w:t>
      </w:r>
      <w:r>
        <w:tab/>
        <w:t>1.013e0</w:t>
      </w:r>
    </w:p>
    <w:p w:rsidR="005B0461" w:rsidRDefault="005B0461" w:rsidP="005B0461">
      <w:r>
        <w:t>212.4108</w:t>
      </w:r>
      <w:r>
        <w:tab/>
        <w:t>2.025e0</w:t>
      </w:r>
    </w:p>
    <w:p w:rsidR="005B0461" w:rsidRDefault="005B0461" w:rsidP="005B0461">
      <w:r>
        <w:t>212.4145</w:t>
      </w:r>
      <w:r>
        <w:tab/>
        <w:t>1.013e0</w:t>
      </w:r>
    </w:p>
    <w:p w:rsidR="005B0461" w:rsidRDefault="005B0461" w:rsidP="005B0461">
      <w:r>
        <w:t>212.4524</w:t>
      </w:r>
      <w:r>
        <w:tab/>
        <w:t>2.025e0</w:t>
      </w:r>
    </w:p>
    <w:p w:rsidR="005B0461" w:rsidRDefault="005B0461" w:rsidP="005B0461">
      <w:r>
        <w:t>212.4715</w:t>
      </w:r>
      <w:r>
        <w:tab/>
        <w:t>1.013e0</w:t>
      </w:r>
    </w:p>
    <w:p w:rsidR="005B0461" w:rsidRDefault="005B0461" w:rsidP="005B0461">
      <w:r>
        <w:t>212.4856</w:t>
      </w:r>
      <w:r>
        <w:tab/>
        <w:t>2.025e0</w:t>
      </w:r>
    </w:p>
    <w:p w:rsidR="005B0461" w:rsidRDefault="005B0461" w:rsidP="005B0461">
      <w:r>
        <w:t>212.5378</w:t>
      </w:r>
      <w:r>
        <w:tab/>
        <w:t>2.025e0</w:t>
      </w:r>
    </w:p>
    <w:p w:rsidR="005B0461" w:rsidRDefault="005B0461" w:rsidP="005B0461">
      <w:r>
        <w:lastRenderedPageBreak/>
        <w:t>212.5671</w:t>
      </w:r>
      <w:r>
        <w:tab/>
        <w:t>2.092e0</w:t>
      </w:r>
    </w:p>
    <w:p w:rsidR="005B0461" w:rsidRDefault="005B0461" w:rsidP="005B0461">
      <w:r>
        <w:t>212.5756</w:t>
      </w:r>
      <w:r>
        <w:tab/>
        <w:t>3.038e0</w:t>
      </w:r>
    </w:p>
    <w:p w:rsidR="005B0461" w:rsidRDefault="005B0461" w:rsidP="005B0461">
      <w:r>
        <w:t>212.5804</w:t>
      </w:r>
      <w:r>
        <w:tab/>
        <w:t>3.038e0</w:t>
      </w:r>
    </w:p>
    <w:p w:rsidR="005B0461" w:rsidRDefault="005B0461" w:rsidP="005B0461">
      <w:r>
        <w:t>212.5819</w:t>
      </w:r>
      <w:r>
        <w:tab/>
        <w:t>3.038e0</w:t>
      </w:r>
    </w:p>
    <w:p w:rsidR="005B0461" w:rsidRDefault="005B0461" w:rsidP="005B0461">
      <w:r>
        <w:t>212.6004</w:t>
      </w:r>
      <w:r>
        <w:tab/>
        <w:t>1.013e0</w:t>
      </w:r>
    </w:p>
    <w:p w:rsidR="005B0461" w:rsidRDefault="005B0461" w:rsidP="005B0461">
      <w:r>
        <w:t>212.6193</w:t>
      </w:r>
      <w:r>
        <w:tab/>
        <w:t>1.013e0</w:t>
      </w:r>
    </w:p>
    <w:p w:rsidR="005B0461" w:rsidRDefault="005B0461" w:rsidP="005B0461">
      <w:r>
        <w:t>212.6270</w:t>
      </w:r>
      <w:r>
        <w:tab/>
        <w:t>1.013e0</w:t>
      </w:r>
    </w:p>
    <w:p w:rsidR="005B0461" w:rsidRDefault="005B0461" w:rsidP="005B0461">
      <w:r>
        <w:t>212.6578</w:t>
      </w:r>
      <w:r>
        <w:tab/>
        <w:t>3.038e0</w:t>
      </w:r>
    </w:p>
    <w:p w:rsidR="005B0461" w:rsidRDefault="005B0461" w:rsidP="005B0461">
      <w:r>
        <w:t>212.6717</w:t>
      </w:r>
      <w:r>
        <w:tab/>
        <w:t>5.063e0</w:t>
      </w:r>
    </w:p>
    <w:p w:rsidR="005B0461" w:rsidRDefault="005B0461" w:rsidP="005B0461">
      <w:r>
        <w:t>212.6907</w:t>
      </w:r>
      <w:r>
        <w:tab/>
        <w:t>3.038e0</w:t>
      </w:r>
    </w:p>
    <w:p w:rsidR="005B0461" w:rsidRDefault="005B0461" w:rsidP="005B0461">
      <w:r>
        <w:t>212.7180</w:t>
      </w:r>
      <w:r>
        <w:tab/>
        <w:t>2.025e0</w:t>
      </w:r>
    </w:p>
    <w:p w:rsidR="005B0461" w:rsidRDefault="005B0461" w:rsidP="005B0461">
      <w:r>
        <w:t>212.7200</w:t>
      </w:r>
      <w:r>
        <w:tab/>
        <w:t>1.013e0</w:t>
      </w:r>
    </w:p>
    <w:p w:rsidR="005B0461" w:rsidRDefault="005B0461" w:rsidP="005B0461">
      <w:r>
        <w:t>212.7238</w:t>
      </w:r>
      <w:r>
        <w:tab/>
        <w:t>1.013e0</w:t>
      </w:r>
    </w:p>
    <w:p w:rsidR="005B0461" w:rsidRDefault="005B0461" w:rsidP="005B0461">
      <w:r>
        <w:t>212.7507</w:t>
      </w:r>
      <w:r>
        <w:tab/>
        <w:t>1.013e0</w:t>
      </w:r>
    </w:p>
    <w:p w:rsidR="005B0461" w:rsidRDefault="005B0461" w:rsidP="005B0461">
      <w:r>
        <w:t>212.7547</w:t>
      </w:r>
      <w:r>
        <w:tab/>
        <w:t>1.013e0</w:t>
      </w:r>
    </w:p>
    <w:p w:rsidR="005B0461" w:rsidRDefault="005B0461" w:rsidP="005B0461">
      <w:r>
        <w:t>212.7901</w:t>
      </w:r>
      <w:r>
        <w:tab/>
        <w:t>1.013e0</w:t>
      </w:r>
    </w:p>
    <w:p w:rsidR="005B0461" w:rsidRDefault="005B0461" w:rsidP="005B0461">
      <w:r>
        <w:t>212.8015</w:t>
      </w:r>
      <w:r>
        <w:tab/>
        <w:t>1.013e0</w:t>
      </w:r>
    </w:p>
    <w:p w:rsidR="005B0461" w:rsidRDefault="005B0461" w:rsidP="005B0461">
      <w:r>
        <w:t>212.8206</w:t>
      </w:r>
      <w:r>
        <w:tab/>
        <w:t>1.013e0</w:t>
      </w:r>
    </w:p>
    <w:p w:rsidR="005B0461" w:rsidRDefault="005B0461" w:rsidP="005B0461">
      <w:r>
        <w:t>212.8301</w:t>
      </w:r>
      <w:r>
        <w:tab/>
        <w:t>2.025e0</w:t>
      </w:r>
    </w:p>
    <w:p w:rsidR="005B0461" w:rsidRDefault="005B0461" w:rsidP="005B0461">
      <w:r>
        <w:lastRenderedPageBreak/>
        <w:t>212.8558</w:t>
      </w:r>
      <w:r>
        <w:tab/>
        <w:t>3.038e0</w:t>
      </w:r>
    </w:p>
    <w:p w:rsidR="005B0461" w:rsidRDefault="005B0461" w:rsidP="005B0461">
      <w:r>
        <w:t>212.8591</w:t>
      </w:r>
      <w:r>
        <w:tab/>
        <w:t>2.025e0</w:t>
      </w:r>
    </w:p>
    <w:p w:rsidR="005B0461" w:rsidRDefault="005B0461" w:rsidP="005B0461">
      <w:r>
        <w:t>212.8641</w:t>
      </w:r>
      <w:r>
        <w:tab/>
        <w:t>1.013e0</w:t>
      </w:r>
    </w:p>
    <w:p w:rsidR="005B0461" w:rsidRDefault="005B0461" w:rsidP="005B0461">
      <w:r>
        <w:t>212.8926</w:t>
      </w:r>
      <w:r>
        <w:tab/>
        <w:t>2.025e0</w:t>
      </w:r>
    </w:p>
    <w:p w:rsidR="005B0461" w:rsidRDefault="005B0461" w:rsidP="005B0461">
      <w:r>
        <w:t>212.8945</w:t>
      </w:r>
      <w:r>
        <w:tab/>
        <w:t>1.013e0</w:t>
      </w:r>
    </w:p>
    <w:p w:rsidR="005B0461" w:rsidRDefault="005B0461" w:rsidP="005B0461">
      <w:r>
        <w:t>212.9154</w:t>
      </w:r>
      <w:r>
        <w:tab/>
        <w:t>2.025e0</w:t>
      </w:r>
    </w:p>
    <w:p w:rsidR="005B0461" w:rsidRDefault="005B0461" w:rsidP="005B0461">
      <w:r>
        <w:t>212.9192</w:t>
      </w:r>
      <w:r>
        <w:tab/>
        <w:t>3.038e0</w:t>
      </w:r>
    </w:p>
    <w:p w:rsidR="005B0461" w:rsidRDefault="005B0461" w:rsidP="005B0461">
      <w:r>
        <w:t>212.9330</w:t>
      </w:r>
      <w:r>
        <w:tab/>
        <w:t>1.013e0</w:t>
      </w:r>
    </w:p>
    <w:p w:rsidR="005B0461" w:rsidRDefault="005B0461" w:rsidP="005B0461">
      <w:r>
        <w:t>212.9611</w:t>
      </w:r>
      <w:r>
        <w:tab/>
        <w:t>1.013e0</w:t>
      </w:r>
    </w:p>
    <w:p w:rsidR="005B0461" w:rsidRDefault="005B0461" w:rsidP="005B0461">
      <w:r>
        <w:t>212.9753</w:t>
      </w:r>
      <w:r>
        <w:tab/>
        <w:t>1.487e0</w:t>
      </w:r>
    </w:p>
    <w:p w:rsidR="005B0461" w:rsidRDefault="005B0461" w:rsidP="005B0461">
      <w:r>
        <w:t>213.0141</w:t>
      </w:r>
      <w:r>
        <w:tab/>
        <w:t>2.130e1</w:t>
      </w:r>
    </w:p>
    <w:p w:rsidR="005B0461" w:rsidRDefault="005B0461" w:rsidP="005B0461">
      <w:r>
        <w:t>213.0211</w:t>
      </w:r>
      <w:r>
        <w:tab/>
        <w:t>3.428e1</w:t>
      </w:r>
    </w:p>
    <w:p w:rsidR="005B0461" w:rsidRDefault="005B0461" w:rsidP="005B0461">
      <w:r>
        <w:t>213.0242</w:t>
      </w:r>
      <w:r>
        <w:tab/>
        <w:t>2.249e1</w:t>
      </w:r>
    </w:p>
    <w:p w:rsidR="005B0461" w:rsidRDefault="005B0461" w:rsidP="005B0461">
      <w:r>
        <w:t>213.0709</w:t>
      </w:r>
      <w:r>
        <w:tab/>
        <w:t>1.660e0</w:t>
      </w:r>
    </w:p>
    <w:p w:rsidR="005B0461" w:rsidRDefault="005B0461" w:rsidP="005B0461">
      <w:r>
        <w:t>213.0824</w:t>
      </w:r>
      <w:r>
        <w:tab/>
        <w:t>6.212e0</w:t>
      </w:r>
    </w:p>
    <w:p w:rsidR="005B0461" w:rsidRDefault="005B0461" w:rsidP="005B0461">
      <w:r>
        <w:t>213.1062</w:t>
      </w:r>
      <w:r>
        <w:tab/>
        <w:t>3.855e0</w:t>
      </w:r>
    </w:p>
    <w:p w:rsidR="005B0461" w:rsidRDefault="005B0461" w:rsidP="005B0461">
      <w:r>
        <w:t>213.1125</w:t>
      </w:r>
      <w:r>
        <w:tab/>
        <w:t>7.806e0</w:t>
      </w:r>
    </w:p>
    <w:p w:rsidR="005B0461" w:rsidRDefault="005B0461" w:rsidP="005B0461">
      <w:r>
        <w:t>213.1143</w:t>
      </w:r>
      <w:r>
        <w:tab/>
        <w:t>4.457e0</w:t>
      </w:r>
    </w:p>
    <w:p w:rsidR="005B0461" w:rsidRDefault="005B0461" w:rsidP="005B0461">
      <w:r>
        <w:t>213.1494</w:t>
      </w:r>
      <w:r>
        <w:tab/>
        <w:t>3.758e0</w:t>
      </w:r>
    </w:p>
    <w:p w:rsidR="005B0461" w:rsidRDefault="005B0461" w:rsidP="005B0461">
      <w:r>
        <w:lastRenderedPageBreak/>
        <w:t>213.1512</w:t>
      </w:r>
      <w:r>
        <w:tab/>
        <w:t>2.944e0</w:t>
      </w:r>
    </w:p>
    <w:p w:rsidR="005B0461" w:rsidRDefault="005B0461" w:rsidP="005B0461">
      <w:r>
        <w:t>213.1572</w:t>
      </w:r>
      <w:r>
        <w:tab/>
        <w:t>2.493e0</w:t>
      </w:r>
    </w:p>
    <w:p w:rsidR="005B0461" w:rsidRDefault="005B0461" w:rsidP="005B0461">
      <w:r>
        <w:t>213.1606</w:t>
      </w:r>
      <w:r>
        <w:tab/>
        <w:t>3.603e0</w:t>
      </w:r>
    </w:p>
    <w:p w:rsidR="005B0461" w:rsidRDefault="005B0461" w:rsidP="005B0461">
      <w:r>
        <w:t>213.1813</w:t>
      </w:r>
      <w:r>
        <w:tab/>
        <w:t>2.025e0</w:t>
      </w:r>
    </w:p>
    <w:p w:rsidR="005B0461" w:rsidRDefault="005B0461" w:rsidP="005B0461">
      <w:r>
        <w:t>213.1851</w:t>
      </w:r>
      <w:r>
        <w:tab/>
        <w:t>1.013e0</w:t>
      </w:r>
    </w:p>
    <w:p w:rsidR="005B0461" w:rsidRDefault="005B0461" w:rsidP="005B0461">
      <w:r>
        <w:t>213.1886</w:t>
      </w:r>
      <w:r>
        <w:tab/>
        <w:t>5.974e0</w:t>
      </w:r>
    </w:p>
    <w:p w:rsidR="005B0461" w:rsidRDefault="005B0461" w:rsidP="005B0461">
      <w:r>
        <w:t>213.1924</w:t>
      </w:r>
      <w:r>
        <w:tab/>
        <w:t>4.051e0</w:t>
      </w:r>
    </w:p>
    <w:p w:rsidR="005B0461" w:rsidRDefault="005B0461" w:rsidP="005B0461">
      <w:r>
        <w:t>213.2182</w:t>
      </w:r>
      <w:r>
        <w:tab/>
        <w:t>2.025e0</w:t>
      </w:r>
    </w:p>
    <w:p w:rsidR="005B0461" w:rsidRDefault="005B0461" w:rsidP="005B0461">
      <w:r>
        <w:t>213.2364</w:t>
      </w:r>
      <w:r>
        <w:tab/>
        <w:t>1.013e0</w:t>
      </w:r>
    </w:p>
    <w:p w:rsidR="005B0461" w:rsidRDefault="005B0461" w:rsidP="005B0461">
      <w:r>
        <w:t>213.2600</w:t>
      </w:r>
      <w:r>
        <w:tab/>
        <w:t>3.038e0</w:t>
      </w:r>
    </w:p>
    <w:p w:rsidR="005B0461" w:rsidRDefault="005B0461" w:rsidP="005B0461">
      <w:r>
        <w:t>213.2616</w:t>
      </w:r>
      <w:r>
        <w:tab/>
        <w:t>4.051e0</w:t>
      </w:r>
    </w:p>
    <w:p w:rsidR="005B0461" w:rsidRDefault="005B0461" w:rsidP="005B0461">
      <w:r>
        <w:t>213.2706</w:t>
      </w:r>
      <w:r>
        <w:tab/>
        <w:t>1.013e0</w:t>
      </w:r>
    </w:p>
    <w:p w:rsidR="005B0461" w:rsidRDefault="005B0461" w:rsidP="005B0461">
      <w:r>
        <w:t>213.2898</w:t>
      </w:r>
      <w:r>
        <w:tab/>
        <w:t>2.025e0</w:t>
      </w:r>
    </w:p>
    <w:p w:rsidR="005B0461" w:rsidRDefault="005B0461" w:rsidP="005B0461">
      <w:r>
        <w:t>213.3141</w:t>
      </w:r>
      <w:r>
        <w:tab/>
        <w:t>1.013e0</w:t>
      </w:r>
    </w:p>
    <w:p w:rsidR="005B0461" w:rsidRDefault="005B0461" w:rsidP="005B0461">
      <w:r>
        <w:t>213.3181</w:t>
      </w:r>
      <w:r>
        <w:tab/>
        <w:t>1.013e0</w:t>
      </w:r>
    </w:p>
    <w:p w:rsidR="005B0461" w:rsidRDefault="005B0461" w:rsidP="005B0461">
      <w:r>
        <w:t>213.3636</w:t>
      </w:r>
      <w:r>
        <w:tab/>
        <w:t>2.025e0</w:t>
      </w:r>
    </w:p>
    <w:p w:rsidR="005B0461" w:rsidRDefault="005B0461" w:rsidP="005B0461">
      <w:r>
        <w:t>213.3872</w:t>
      </w:r>
      <w:r>
        <w:tab/>
        <w:t>1.013e0</w:t>
      </w:r>
    </w:p>
    <w:p w:rsidR="005B0461" w:rsidRDefault="005B0461" w:rsidP="005B0461">
      <w:r>
        <w:t>213.3953</w:t>
      </w:r>
      <w:r>
        <w:tab/>
        <w:t>1.013e0</w:t>
      </w:r>
    </w:p>
    <w:p w:rsidR="005B0461" w:rsidRDefault="005B0461" w:rsidP="005B0461">
      <w:r>
        <w:t>213.4187</w:t>
      </w:r>
      <w:r>
        <w:tab/>
        <w:t>1.013e0</w:t>
      </w:r>
    </w:p>
    <w:p w:rsidR="005B0461" w:rsidRDefault="005B0461" w:rsidP="005B0461">
      <w:r>
        <w:lastRenderedPageBreak/>
        <w:t>213.4282</w:t>
      </w:r>
      <w:r>
        <w:tab/>
        <w:t>2.025e0</w:t>
      </w:r>
    </w:p>
    <w:p w:rsidR="005B0461" w:rsidRDefault="005B0461" w:rsidP="005B0461">
      <w:r>
        <w:t>213.4301</w:t>
      </w:r>
      <w:r>
        <w:tab/>
        <w:t>1.013e0</w:t>
      </w:r>
    </w:p>
    <w:p w:rsidR="005B0461" w:rsidRDefault="005B0461" w:rsidP="005B0461">
      <w:r>
        <w:t>213.4491</w:t>
      </w:r>
      <w:r>
        <w:tab/>
        <w:t>1.013e0</w:t>
      </w:r>
    </w:p>
    <w:p w:rsidR="005B0461" w:rsidRDefault="005B0461" w:rsidP="005B0461">
      <w:r>
        <w:t>213.4746</w:t>
      </w:r>
      <w:r>
        <w:tab/>
        <w:t>2.025e0</w:t>
      </w:r>
    </w:p>
    <w:p w:rsidR="005B0461" w:rsidRDefault="005B0461" w:rsidP="005B0461">
      <w:r>
        <w:t>213.4846</w:t>
      </w:r>
      <w:r>
        <w:tab/>
        <w:t>1.013e0</w:t>
      </w:r>
    </w:p>
    <w:p w:rsidR="005B0461" w:rsidRDefault="005B0461" w:rsidP="005B0461">
      <w:r>
        <w:t>213.5024</w:t>
      </w:r>
      <w:r>
        <w:tab/>
        <w:t>2.025e0</w:t>
      </w:r>
    </w:p>
    <w:p w:rsidR="005B0461" w:rsidRDefault="005B0461" w:rsidP="005B0461">
      <w:r>
        <w:t>213.5270</w:t>
      </w:r>
      <w:r>
        <w:tab/>
        <w:t>2.025e0</w:t>
      </w:r>
    </w:p>
    <w:p w:rsidR="005B0461" w:rsidRDefault="005B0461" w:rsidP="005B0461">
      <w:r>
        <w:t>213.5422</w:t>
      </w:r>
      <w:r>
        <w:tab/>
        <w:t>1.013e0</w:t>
      </w:r>
    </w:p>
    <w:p w:rsidR="005B0461" w:rsidRDefault="005B0461" w:rsidP="005B0461">
      <w:r>
        <w:t>213.5519</w:t>
      </w:r>
      <w:r>
        <w:tab/>
        <w:t>2.025e0</w:t>
      </w:r>
    </w:p>
    <w:p w:rsidR="005B0461" w:rsidRDefault="005B0461" w:rsidP="005B0461">
      <w:r>
        <w:t>213.5599</w:t>
      </w:r>
      <w:r>
        <w:tab/>
        <w:t>2.025e0</w:t>
      </w:r>
    </w:p>
    <w:p w:rsidR="005B0461" w:rsidRDefault="005B0461" w:rsidP="005B0461">
      <w:r>
        <w:t>213.5732</w:t>
      </w:r>
      <w:r>
        <w:tab/>
        <w:t>2.025e0</w:t>
      </w:r>
    </w:p>
    <w:p w:rsidR="005B0461" w:rsidRDefault="005B0461" w:rsidP="005B0461">
      <w:r>
        <w:t>213.6068</w:t>
      </w:r>
      <w:r>
        <w:tab/>
        <w:t>3.038e0</w:t>
      </w:r>
    </w:p>
    <w:p w:rsidR="005B0461" w:rsidRDefault="005B0461" w:rsidP="005B0461">
      <w:r>
        <w:t>213.6201</w:t>
      </w:r>
      <w:r>
        <w:tab/>
        <w:t>2.025e0</w:t>
      </w:r>
    </w:p>
    <w:p w:rsidR="005B0461" w:rsidRDefault="005B0461" w:rsidP="005B0461">
      <w:r>
        <w:t>213.6259</w:t>
      </w:r>
      <w:r>
        <w:tab/>
        <w:t>3.038e0</w:t>
      </w:r>
    </w:p>
    <w:p w:rsidR="005B0461" w:rsidRDefault="005B0461" w:rsidP="005B0461">
      <w:r>
        <w:t>213.6552</w:t>
      </w:r>
      <w:r>
        <w:tab/>
        <w:t>1.013e0</w:t>
      </w:r>
    </w:p>
    <w:p w:rsidR="005B0461" w:rsidRDefault="005B0461" w:rsidP="005B0461">
      <w:r>
        <w:t>213.6681</w:t>
      </w:r>
      <w:r>
        <w:tab/>
        <w:t>3.038e0</w:t>
      </w:r>
    </w:p>
    <w:p w:rsidR="005B0461" w:rsidRDefault="005B0461" w:rsidP="005B0461">
      <w:r>
        <w:t>213.6789</w:t>
      </w:r>
      <w:r>
        <w:tab/>
        <w:t>2.025e0</w:t>
      </w:r>
    </w:p>
    <w:p w:rsidR="005B0461" w:rsidRDefault="005B0461" w:rsidP="005B0461">
      <w:r>
        <w:t>213.6866</w:t>
      </w:r>
      <w:r>
        <w:tab/>
        <w:t>1.013e0</w:t>
      </w:r>
    </w:p>
    <w:p w:rsidR="005B0461" w:rsidRDefault="005B0461" w:rsidP="005B0461">
      <w:r>
        <w:t>213.7038</w:t>
      </w:r>
      <w:r>
        <w:tab/>
        <w:t>2.025e0</w:t>
      </w:r>
    </w:p>
    <w:p w:rsidR="005B0461" w:rsidRDefault="005B0461" w:rsidP="005B0461">
      <w:r>
        <w:lastRenderedPageBreak/>
        <w:t>213.7171</w:t>
      </w:r>
      <w:r>
        <w:tab/>
        <w:t>1.013e0</w:t>
      </w:r>
    </w:p>
    <w:p w:rsidR="005B0461" w:rsidRDefault="005B0461" w:rsidP="005B0461">
      <w:r>
        <w:t>213.7208</w:t>
      </w:r>
      <w:r>
        <w:tab/>
        <w:t>1.013e0</w:t>
      </w:r>
    </w:p>
    <w:p w:rsidR="005B0461" w:rsidRDefault="005B0461" w:rsidP="005B0461">
      <w:r>
        <w:t>213.7367</w:t>
      </w:r>
      <w:r>
        <w:tab/>
        <w:t>2.025e0</w:t>
      </w:r>
    </w:p>
    <w:p w:rsidR="005B0461" w:rsidRDefault="005B0461" w:rsidP="005B0461">
      <w:r>
        <w:t>213.7647</w:t>
      </w:r>
      <w:r>
        <w:tab/>
        <w:t>1.013e0</w:t>
      </w:r>
    </w:p>
    <w:p w:rsidR="005B0461" w:rsidRDefault="005B0461" w:rsidP="005B0461">
      <w:r>
        <w:t>213.7864</w:t>
      </w:r>
      <w:r>
        <w:tab/>
        <w:t>3.038e0</w:t>
      </w:r>
    </w:p>
    <w:p w:rsidR="005B0461" w:rsidRDefault="005B0461" w:rsidP="005B0461">
      <w:r>
        <w:t>213.7950</w:t>
      </w:r>
      <w:r>
        <w:tab/>
        <w:t>1.013e0</w:t>
      </w:r>
    </w:p>
    <w:p w:rsidR="005B0461" w:rsidRDefault="005B0461" w:rsidP="005B0461">
      <w:r>
        <w:t>213.8083</w:t>
      </w:r>
      <w:r>
        <w:tab/>
        <w:t>2.025e0</w:t>
      </w:r>
    </w:p>
    <w:p w:rsidR="005B0461" w:rsidRDefault="005B0461" w:rsidP="005B0461">
      <w:r>
        <w:t>213.8178</w:t>
      </w:r>
      <w:r>
        <w:tab/>
        <w:t>1.013e0</w:t>
      </w:r>
    </w:p>
    <w:p w:rsidR="005B0461" w:rsidRDefault="005B0461" w:rsidP="005B0461">
      <w:r>
        <w:t>213.8204</w:t>
      </w:r>
      <w:r>
        <w:tab/>
        <w:t>2.025e0</w:t>
      </w:r>
    </w:p>
    <w:p w:rsidR="005B0461" w:rsidRDefault="005B0461" w:rsidP="005B0461">
      <w:r>
        <w:t>213.8340</w:t>
      </w:r>
      <w:r>
        <w:tab/>
        <w:t>4.051e0</w:t>
      </w:r>
    </w:p>
    <w:p w:rsidR="005B0461" w:rsidRDefault="005B0461" w:rsidP="005B0461">
      <w:r>
        <w:t>213.8463</w:t>
      </w:r>
      <w:r>
        <w:tab/>
        <w:t>1.013e0</w:t>
      </w:r>
    </w:p>
    <w:p w:rsidR="005B0461" w:rsidRDefault="005B0461" w:rsidP="005B0461">
      <w:r>
        <w:t>213.8691</w:t>
      </w:r>
      <w:r>
        <w:tab/>
        <w:t>2.025e0</w:t>
      </w:r>
    </w:p>
    <w:p w:rsidR="005B0461" w:rsidRDefault="005B0461" w:rsidP="005B0461">
      <w:r>
        <w:t>213.8729</w:t>
      </w:r>
      <w:r>
        <w:tab/>
        <w:t>1.013e0</w:t>
      </w:r>
    </w:p>
    <w:p w:rsidR="005B0461" w:rsidRDefault="005B0461" w:rsidP="005B0461">
      <w:r>
        <w:t>213.8767</w:t>
      </w:r>
      <w:r>
        <w:tab/>
        <w:t>1.013e0</w:t>
      </w:r>
    </w:p>
    <w:p w:rsidR="005B0461" w:rsidRDefault="005B0461" w:rsidP="005B0461">
      <w:r>
        <w:t>213.8976</w:t>
      </w:r>
      <w:r>
        <w:tab/>
        <w:t>2.025e0</w:t>
      </w:r>
    </w:p>
    <w:p w:rsidR="005B0461" w:rsidRDefault="005B0461" w:rsidP="005B0461">
      <w:r>
        <w:t>213.9145</w:t>
      </w:r>
      <w:r>
        <w:tab/>
        <w:t>3.038e0</w:t>
      </w:r>
    </w:p>
    <w:p w:rsidR="005B0461" w:rsidRDefault="005B0461" w:rsidP="005B0461">
      <w:r>
        <w:t>213.9195</w:t>
      </w:r>
      <w:r>
        <w:tab/>
        <w:t>1.013e0</w:t>
      </w:r>
    </w:p>
    <w:p w:rsidR="005B0461" w:rsidRDefault="005B0461" w:rsidP="005B0461">
      <w:r>
        <w:t>213.9235</w:t>
      </w:r>
      <w:r>
        <w:tab/>
        <w:t>1.013e0</w:t>
      </w:r>
    </w:p>
    <w:p w:rsidR="005B0461" w:rsidRDefault="005B0461" w:rsidP="005B0461">
      <w:r>
        <w:t>213.9267</w:t>
      </w:r>
      <w:r>
        <w:tab/>
        <w:t>2.025e0</w:t>
      </w:r>
    </w:p>
    <w:p w:rsidR="005B0461" w:rsidRDefault="005B0461" w:rsidP="005B0461">
      <w:r>
        <w:lastRenderedPageBreak/>
        <w:t>214.0054</w:t>
      </w:r>
      <w:r>
        <w:tab/>
        <w:t>1.511e2</w:t>
      </w:r>
    </w:p>
    <w:p w:rsidR="005B0461" w:rsidRDefault="005B0461" w:rsidP="005B0461">
      <w:r>
        <w:t>214.0104</w:t>
      </w:r>
      <w:r>
        <w:tab/>
        <w:t>2.388e2</w:t>
      </w:r>
    </w:p>
    <w:p w:rsidR="005B0461" w:rsidRDefault="005B0461" w:rsidP="005B0461">
      <w:r>
        <w:t>214.0237</w:t>
      </w:r>
      <w:r>
        <w:tab/>
        <w:t>3.630e1</w:t>
      </w:r>
    </w:p>
    <w:p w:rsidR="005B0461" w:rsidRDefault="005B0461" w:rsidP="005B0461">
      <w:r>
        <w:t>214.0286</w:t>
      </w:r>
      <w:r>
        <w:tab/>
        <w:t>3.295e1</w:t>
      </w:r>
    </w:p>
    <w:p w:rsidR="005B0461" w:rsidRDefault="005B0461" w:rsidP="005B0461">
      <w:r>
        <w:t>214.0624</w:t>
      </w:r>
      <w:r>
        <w:tab/>
        <w:t>3.380e0</w:t>
      </w:r>
    </w:p>
    <w:p w:rsidR="005B0461" w:rsidRDefault="005B0461" w:rsidP="005B0461">
      <w:r>
        <w:t>214.0712</w:t>
      </w:r>
      <w:r>
        <w:tab/>
        <w:t>3.351e0</w:t>
      </w:r>
    </w:p>
    <w:p w:rsidR="005B0461" w:rsidRDefault="005B0461" w:rsidP="005B0461">
      <w:r>
        <w:t>214.0786</w:t>
      </w:r>
      <w:r>
        <w:tab/>
        <w:t>3.038e0</w:t>
      </w:r>
    </w:p>
    <w:p w:rsidR="005B0461" w:rsidRDefault="005B0461" w:rsidP="005B0461">
      <w:r>
        <w:t>214.1094</w:t>
      </w:r>
      <w:r>
        <w:tab/>
        <w:t>3.914e0</w:t>
      </w:r>
    </w:p>
    <w:p w:rsidR="005B0461" w:rsidRDefault="005B0461" w:rsidP="005B0461">
      <w:r>
        <w:t>214.1117</w:t>
      </w:r>
      <w:r>
        <w:tab/>
        <w:t>2.017e1</w:t>
      </w:r>
    </w:p>
    <w:p w:rsidR="005B0461" w:rsidRDefault="005B0461" w:rsidP="005B0461">
      <w:r>
        <w:t>214.1432</w:t>
      </w:r>
      <w:r>
        <w:tab/>
        <w:t>6.541e0</w:t>
      </w:r>
    </w:p>
    <w:p w:rsidR="005B0461" w:rsidRDefault="005B0461" w:rsidP="005B0461">
      <w:r>
        <w:t>214.1489</w:t>
      </w:r>
      <w:r>
        <w:tab/>
        <w:t>1.350e1</w:t>
      </w:r>
    </w:p>
    <w:p w:rsidR="005B0461" w:rsidRDefault="005B0461" w:rsidP="005B0461">
      <w:r>
        <w:t>214.1594</w:t>
      </w:r>
      <w:r>
        <w:tab/>
        <w:t>4.349e0</w:t>
      </w:r>
    </w:p>
    <w:p w:rsidR="005B0461" w:rsidRDefault="005B0461" w:rsidP="005B0461">
      <w:r>
        <w:t>214.1774</w:t>
      </w:r>
      <w:r>
        <w:tab/>
        <w:t>3.229e0</w:t>
      </w:r>
    </w:p>
    <w:p w:rsidR="005B0461" w:rsidRDefault="005B0461" w:rsidP="005B0461">
      <w:r>
        <w:t>214.1855</w:t>
      </w:r>
      <w:r>
        <w:tab/>
        <w:t>7.280e0</w:t>
      </w:r>
    </w:p>
    <w:p w:rsidR="005B0461" w:rsidRDefault="005B0461" w:rsidP="005B0461">
      <w:r>
        <w:t>214.1894</w:t>
      </w:r>
      <w:r>
        <w:tab/>
        <w:t>5.063e0</w:t>
      </w:r>
    </w:p>
    <w:p w:rsidR="005B0461" w:rsidRDefault="005B0461" w:rsidP="005B0461">
      <w:r>
        <w:t>214.2152</w:t>
      </w:r>
      <w:r>
        <w:tab/>
        <w:t>1.013e0</w:t>
      </w:r>
    </w:p>
    <w:p w:rsidR="005B0461" w:rsidRDefault="005B0461" w:rsidP="005B0461">
      <w:r>
        <w:t>214.2190</w:t>
      </w:r>
      <w:r>
        <w:tab/>
        <w:t>1.013e0</w:t>
      </w:r>
    </w:p>
    <w:p w:rsidR="005B0461" w:rsidRDefault="005B0461" w:rsidP="005B0461">
      <w:r>
        <w:t>214.2418</w:t>
      </w:r>
      <w:r>
        <w:tab/>
        <w:t>2.025e0</w:t>
      </w:r>
    </w:p>
    <w:p w:rsidR="005B0461" w:rsidRDefault="005B0461" w:rsidP="005B0461">
      <w:r>
        <w:t>214.2437</w:t>
      </w:r>
      <w:r>
        <w:tab/>
        <w:t>2.025e0</w:t>
      </w:r>
    </w:p>
    <w:p w:rsidR="005B0461" w:rsidRDefault="005B0461" w:rsidP="005B0461">
      <w:r>
        <w:lastRenderedPageBreak/>
        <w:t>214.2457</w:t>
      </w:r>
      <w:r>
        <w:tab/>
        <w:t>1.013e0</w:t>
      </w:r>
    </w:p>
    <w:p w:rsidR="005B0461" w:rsidRDefault="005B0461" w:rsidP="005B0461">
      <w:r>
        <w:t>214.2695</w:t>
      </w:r>
      <w:r>
        <w:tab/>
        <w:t>1.013e0</w:t>
      </w:r>
    </w:p>
    <w:p w:rsidR="005B0461" w:rsidRDefault="005B0461" w:rsidP="005B0461">
      <w:r>
        <w:t>214.2734</w:t>
      </w:r>
      <w:r>
        <w:tab/>
        <w:t>2.025e0</w:t>
      </w:r>
    </w:p>
    <w:p w:rsidR="005B0461" w:rsidRDefault="005B0461" w:rsidP="005B0461">
      <w:r>
        <w:t>214.2914</w:t>
      </w:r>
      <w:r>
        <w:tab/>
        <w:t>2.025e0</w:t>
      </w:r>
    </w:p>
    <w:p w:rsidR="005B0461" w:rsidRDefault="005B0461" w:rsidP="005B0461">
      <w:r>
        <w:t>214.3237</w:t>
      </w:r>
      <w:r>
        <w:tab/>
        <w:t>2.025e0</w:t>
      </w:r>
    </w:p>
    <w:p w:rsidR="005B0461" w:rsidRDefault="005B0461" w:rsidP="005B0461">
      <w:r>
        <w:t>214.3350</w:t>
      </w:r>
      <w:r>
        <w:tab/>
        <w:t>2.025e0</w:t>
      </w:r>
    </w:p>
    <w:p w:rsidR="005B0461" w:rsidRDefault="005B0461" w:rsidP="005B0461">
      <w:r>
        <w:t>214.3551</w:t>
      </w:r>
      <w:r>
        <w:tab/>
        <w:t>2.025e0</w:t>
      </w:r>
    </w:p>
    <w:p w:rsidR="005B0461" w:rsidRDefault="005B0461" w:rsidP="005B0461">
      <w:r>
        <w:t>214.3670</w:t>
      </w:r>
      <w:r>
        <w:tab/>
        <w:t>2.025e0</w:t>
      </w:r>
    </w:p>
    <w:p w:rsidR="005B0461" w:rsidRDefault="005B0461" w:rsidP="005B0461">
      <w:r>
        <w:t>214.3865</w:t>
      </w:r>
      <w:r>
        <w:tab/>
        <w:t>1.013e0</w:t>
      </w:r>
    </w:p>
    <w:p w:rsidR="005B0461" w:rsidRDefault="005B0461" w:rsidP="005B0461">
      <w:r>
        <w:t>214.3941</w:t>
      </w:r>
      <w:r>
        <w:tab/>
        <w:t>2.025e0</w:t>
      </w:r>
    </w:p>
    <w:p w:rsidR="005B0461" w:rsidRDefault="005B0461" w:rsidP="005B0461">
      <w:r>
        <w:t>214.4093</w:t>
      </w:r>
      <w:r>
        <w:tab/>
        <w:t>1.013e0</w:t>
      </w:r>
    </w:p>
    <w:p w:rsidR="005B0461" w:rsidRDefault="005B0461" w:rsidP="005B0461">
      <w:r>
        <w:t>214.4288</w:t>
      </w:r>
      <w:r>
        <w:tab/>
        <w:t>3.038e0</w:t>
      </w:r>
    </w:p>
    <w:p w:rsidR="005B0461" w:rsidRDefault="005B0461" w:rsidP="005B0461">
      <w:r>
        <w:t>214.4407</w:t>
      </w:r>
      <w:r>
        <w:tab/>
        <w:t>1.013e0</w:t>
      </w:r>
    </w:p>
    <w:p w:rsidR="005B0461" w:rsidRDefault="005B0461" w:rsidP="005B0461">
      <w:r>
        <w:t>214.4447</w:t>
      </w:r>
      <w:r>
        <w:tab/>
        <w:t>1.013e0</w:t>
      </w:r>
    </w:p>
    <w:p w:rsidR="005B0461" w:rsidRDefault="005B0461" w:rsidP="005B0461">
      <w:r>
        <w:t>214.4565</w:t>
      </w:r>
      <w:r>
        <w:tab/>
        <w:t>3.038e0</w:t>
      </w:r>
    </w:p>
    <w:p w:rsidR="005B0461" w:rsidRDefault="005B0461" w:rsidP="005B0461">
      <w:r>
        <w:t>214.4789</w:t>
      </w:r>
      <w:r>
        <w:tab/>
        <w:t>3.038e0</w:t>
      </w:r>
    </w:p>
    <w:p w:rsidR="005B0461" w:rsidRDefault="005B0461" w:rsidP="005B0461">
      <w:r>
        <w:t>214.4950</w:t>
      </w:r>
      <w:r>
        <w:tab/>
        <w:t>2.025e0</w:t>
      </w:r>
    </w:p>
    <w:p w:rsidR="005B0461" w:rsidRDefault="005B0461" w:rsidP="005B0461">
      <w:r>
        <w:t>214.5141</w:t>
      </w:r>
      <w:r>
        <w:tab/>
        <w:t>2.025e0</w:t>
      </w:r>
    </w:p>
    <w:p w:rsidR="005B0461" w:rsidRDefault="005B0461" w:rsidP="005B0461">
      <w:r>
        <w:t>214.5184</w:t>
      </w:r>
      <w:r>
        <w:tab/>
        <w:t>2.025e0</w:t>
      </w:r>
    </w:p>
    <w:p w:rsidR="005B0461" w:rsidRDefault="005B0461" w:rsidP="005B0461">
      <w:r>
        <w:lastRenderedPageBreak/>
        <w:t>214.5464</w:t>
      </w:r>
      <w:r>
        <w:tab/>
        <w:t>1.013e0</w:t>
      </w:r>
    </w:p>
    <w:p w:rsidR="005B0461" w:rsidRDefault="005B0461" w:rsidP="005B0461">
      <w:r>
        <w:t>214.5502</w:t>
      </w:r>
      <w:r>
        <w:tab/>
        <w:t>2.025e0</w:t>
      </w:r>
    </w:p>
    <w:p w:rsidR="005B0461" w:rsidRDefault="005B0461" w:rsidP="005B0461">
      <w:r>
        <w:t>214.5539</w:t>
      </w:r>
      <w:r>
        <w:tab/>
        <w:t>1.013e0</w:t>
      </w:r>
    </w:p>
    <w:p w:rsidR="005B0461" w:rsidRDefault="005B0461" w:rsidP="005B0461">
      <w:r>
        <w:t>214.5596</w:t>
      </w:r>
      <w:r>
        <w:tab/>
        <w:t>3.038e0</w:t>
      </w:r>
    </w:p>
    <w:p w:rsidR="005B0461" w:rsidRDefault="005B0461" w:rsidP="005B0461">
      <w:r>
        <w:t>214.5806</w:t>
      </w:r>
      <w:r>
        <w:tab/>
        <w:t>3.038e0</w:t>
      </w:r>
    </w:p>
    <w:p w:rsidR="005B0461" w:rsidRDefault="005B0461" w:rsidP="005B0461">
      <w:r>
        <w:t>214.5844</w:t>
      </w:r>
      <w:r>
        <w:tab/>
        <w:t>1.013e0</w:t>
      </w:r>
    </w:p>
    <w:p w:rsidR="005B0461" w:rsidRDefault="005B0461" w:rsidP="005B0461">
      <w:r>
        <w:t>214.5882</w:t>
      </w:r>
      <w:r>
        <w:tab/>
        <w:t>1.013e0</w:t>
      </w:r>
    </w:p>
    <w:p w:rsidR="005B0461" w:rsidRDefault="005B0461" w:rsidP="005B0461">
      <w:r>
        <w:t>214.5997</w:t>
      </w:r>
      <w:r>
        <w:tab/>
        <w:t>1.013e0</w:t>
      </w:r>
    </w:p>
    <w:p w:rsidR="005B0461" w:rsidRDefault="005B0461" w:rsidP="005B0461">
      <w:r>
        <w:t>214.6192</w:t>
      </w:r>
      <w:r>
        <w:tab/>
        <w:t>2.025e0</w:t>
      </w:r>
    </w:p>
    <w:p w:rsidR="005B0461" w:rsidRDefault="005B0461" w:rsidP="005B0461">
      <w:r>
        <w:t>214.6242</w:t>
      </w:r>
      <w:r>
        <w:tab/>
        <w:t>1.013e0</w:t>
      </w:r>
    </w:p>
    <w:p w:rsidR="005B0461" w:rsidRDefault="005B0461" w:rsidP="005B0461">
      <w:r>
        <w:t>214.6453</w:t>
      </w:r>
      <w:r>
        <w:tab/>
        <w:t>2.025e0</w:t>
      </w:r>
    </w:p>
    <w:p w:rsidR="005B0461" w:rsidRDefault="005B0461" w:rsidP="005B0461">
      <w:r>
        <w:t>214.6510</w:t>
      </w:r>
      <w:r>
        <w:tab/>
        <w:t>1.013e0</w:t>
      </w:r>
    </w:p>
    <w:p w:rsidR="005B0461" w:rsidRDefault="005B0461" w:rsidP="005B0461">
      <w:r>
        <w:t>214.6663</w:t>
      </w:r>
      <w:r>
        <w:tab/>
        <w:t>1.013e0</w:t>
      </w:r>
    </w:p>
    <w:p w:rsidR="005B0461" w:rsidRDefault="005B0461" w:rsidP="005B0461">
      <w:r>
        <w:t>214.6894</w:t>
      </w:r>
      <w:r>
        <w:tab/>
        <w:t>1.013e0</w:t>
      </w:r>
    </w:p>
    <w:p w:rsidR="005B0461" w:rsidRDefault="005B0461" w:rsidP="005B0461">
      <w:r>
        <w:t>214.7057</w:t>
      </w:r>
      <w:r>
        <w:tab/>
        <w:t>1.013e0</w:t>
      </w:r>
    </w:p>
    <w:p w:rsidR="005B0461" w:rsidRDefault="005B0461" w:rsidP="005B0461">
      <w:r>
        <w:t>214.7290</w:t>
      </w:r>
      <w:r>
        <w:tab/>
        <w:t>1.013e0</w:t>
      </w:r>
    </w:p>
    <w:p w:rsidR="005B0461" w:rsidRDefault="005B0461" w:rsidP="005B0461">
      <w:r>
        <w:t>214.7424</w:t>
      </w:r>
      <w:r>
        <w:tab/>
        <w:t>2.025e0</w:t>
      </w:r>
    </w:p>
    <w:p w:rsidR="005B0461" w:rsidRDefault="005B0461" w:rsidP="005B0461">
      <w:r>
        <w:t>214.7443</w:t>
      </w:r>
      <w:r>
        <w:tab/>
        <w:t>1.013e0</w:t>
      </w:r>
    </w:p>
    <w:p w:rsidR="005B0461" w:rsidRDefault="005B0461" w:rsidP="005B0461">
      <w:r>
        <w:t>214.7557</w:t>
      </w:r>
      <w:r>
        <w:tab/>
        <w:t>1.013e0</w:t>
      </w:r>
    </w:p>
    <w:p w:rsidR="005B0461" w:rsidRDefault="005B0461" w:rsidP="005B0461">
      <w:r>
        <w:lastRenderedPageBreak/>
        <w:t>214.7751</w:t>
      </w:r>
      <w:r>
        <w:tab/>
        <w:t>1.013e0</w:t>
      </w:r>
    </w:p>
    <w:p w:rsidR="005B0461" w:rsidRDefault="005B0461" w:rsidP="005B0461">
      <w:r>
        <w:t>214.7808</w:t>
      </w:r>
      <w:r>
        <w:tab/>
        <w:t>3.038e0</w:t>
      </w:r>
    </w:p>
    <w:p w:rsidR="005B0461" w:rsidRDefault="005B0461" w:rsidP="005B0461">
      <w:r>
        <w:t>214.8005</w:t>
      </w:r>
      <w:r>
        <w:tab/>
        <w:t>3.038e0</w:t>
      </w:r>
    </w:p>
    <w:p w:rsidR="005B0461" w:rsidRDefault="005B0461" w:rsidP="005B0461">
      <w:r>
        <w:t>214.8034</w:t>
      </w:r>
      <w:r>
        <w:tab/>
        <w:t>1.013e0</w:t>
      </w:r>
    </w:p>
    <w:p w:rsidR="005B0461" w:rsidRDefault="005B0461" w:rsidP="005B0461">
      <w:r>
        <w:t>214.8262</w:t>
      </w:r>
      <w:r>
        <w:tab/>
        <w:t>1.013e0</w:t>
      </w:r>
    </w:p>
    <w:p w:rsidR="005B0461" w:rsidRDefault="005B0461" w:rsidP="005B0461">
      <w:r>
        <w:t>214.8357</w:t>
      </w:r>
      <w:r>
        <w:tab/>
        <w:t>2.025e0</w:t>
      </w:r>
    </w:p>
    <w:p w:rsidR="005B0461" w:rsidRDefault="005B0461" w:rsidP="005B0461">
      <w:r>
        <w:t>214.8609</w:t>
      </w:r>
      <w:r>
        <w:tab/>
        <w:t>1.013e0</w:t>
      </w:r>
    </w:p>
    <w:p w:rsidR="005B0461" w:rsidRDefault="005B0461" w:rsidP="005B0461">
      <w:r>
        <w:t>214.8810</w:t>
      </w:r>
      <w:r>
        <w:tab/>
        <w:t>2.025e0</w:t>
      </w:r>
    </w:p>
    <w:p w:rsidR="005B0461" w:rsidRDefault="005B0461" w:rsidP="005B0461">
      <w:r>
        <w:t>214.8966</w:t>
      </w:r>
      <w:r>
        <w:tab/>
        <w:t>1.013e0</w:t>
      </w:r>
    </w:p>
    <w:p w:rsidR="005B0461" w:rsidRDefault="005B0461" w:rsidP="005B0461">
      <w:r>
        <w:t>214.9157</w:t>
      </w:r>
      <w:r>
        <w:tab/>
        <w:t>1.013e0</w:t>
      </w:r>
    </w:p>
    <w:p w:rsidR="005B0461" w:rsidRDefault="005B0461" w:rsidP="005B0461">
      <w:r>
        <w:t>214.9176</w:t>
      </w:r>
      <w:r>
        <w:tab/>
        <w:t>3.038e0</w:t>
      </w:r>
    </w:p>
    <w:p w:rsidR="005B0461" w:rsidRDefault="005B0461" w:rsidP="005B0461">
      <w:r>
        <w:t>214.9233</w:t>
      </w:r>
      <w:r>
        <w:tab/>
        <w:t>1.013e0</w:t>
      </w:r>
    </w:p>
    <w:p w:rsidR="005B0461" w:rsidRDefault="005B0461" w:rsidP="005B0461">
      <w:r>
        <w:t>214.9387</w:t>
      </w:r>
      <w:r>
        <w:tab/>
        <w:t>2.025e0</w:t>
      </w:r>
    </w:p>
    <w:p w:rsidR="005B0461" w:rsidRDefault="005B0461" w:rsidP="005B0461">
      <w:r>
        <w:t>214.9566</w:t>
      </w:r>
      <w:r>
        <w:tab/>
        <w:t>4.051e0</w:t>
      </w:r>
    </w:p>
    <w:p w:rsidR="005B0461" w:rsidRDefault="005B0461" w:rsidP="005B0461">
      <w:r>
        <w:t>214.9785</w:t>
      </w:r>
      <w:r>
        <w:tab/>
        <w:t>3.038e0</w:t>
      </w:r>
    </w:p>
    <w:p w:rsidR="005B0461" w:rsidRDefault="005B0461" w:rsidP="005B0461">
      <w:r>
        <w:t>214.9902</w:t>
      </w:r>
      <w:r>
        <w:tab/>
        <w:t>7.867e0</w:t>
      </w:r>
    </w:p>
    <w:p w:rsidR="005B0461" w:rsidRDefault="005B0461" w:rsidP="005B0461">
      <w:r>
        <w:t>214.9930</w:t>
      </w:r>
      <w:r>
        <w:tab/>
        <w:t>5.689e0</w:t>
      </w:r>
    </w:p>
    <w:p w:rsidR="005B0461" w:rsidRDefault="005B0461" w:rsidP="005B0461">
      <w:r>
        <w:t>215.0084</w:t>
      </w:r>
      <w:r>
        <w:tab/>
        <w:t>1.219e1</w:t>
      </w:r>
    </w:p>
    <w:p w:rsidR="005B0461" w:rsidRDefault="005B0461" w:rsidP="005B0461">
      <w:r>
        <w:t>215.0163</w:t>
      </w:r>
      <w:r>
        <w:tab/>
        <w:t>9.552e0</w:t>
      </w:r>
    </w:p>
    <w:p w:rsidR="005B0461" w:rsidRDefault="005B0461" w:rsidP="005B0461">
      <w:r>
        <w:lastRenderedPageBreak/>
        <w:t>215.0244</w:t>
      </w:r>
      <w:r>
        <w:tab/>
        <w:t>8.355e0</w:t>
      </w:r>
    </w:p>
    <w:p w:rsidR="005B0461" w:rsidRDefault="005B0461" w:rsidP="005B0461">
      <w:r>
        <w:t>215.0296</w:t>
      </w:r>
      <w:r>
        <w:tab/>
        <w:t>3.831e0</w:t>
      </w:r>
    </w:p>
    <w:p w:rsidR="005B0461" w:rsidRDefault="005B0461" w:rsidP="005B0461">
      <w:r>
        <w:t>215.0614</w:t>
      </w:r>
      <w:r>
        <w:tab/>
        <w:t>1.347e0</w:t>
      </w:r>
    </w:p>
    <w:p w:rsidR="005B0461" w:rsidRDefault="005B0461" w:rsidP="005B0461">
      <w:r>
        <w:t>215.0702</w:t>
      </w:r>
      <w:r>
        <w:tab/>
        <w:t>2.238e0</w:t>
      </w:r>
    </w:p>
    <w:p w:rsidR="005B0461" w:rsidRDefault="005B0461" w:rsidP="005B0461">
      <w:r>
        <w:t>215.0739</w:t>
      </w:r>
      <w:r>
        <w:tab/>
        <w:t>1.045e0</w:t>
      </w:r>
    </w:p>
    <w:p w:rsidR="005B0461" w:rsidRDefault="005B0461" w:rsidP="005B0461">
      <w:r>
        <w:t>215.1065</w:t>
      </w:r>
      <w:r>
        <w:tab/>
        <w:t>1.485e0</w:t>
      </w:r>
    </w:p>
    <w:p w:rsidR="005B0461" w:rsidRDefault="005B0461" w:rsidP="005B0461">
      <w:r>
        <w:t>215.1323</w:t>
      </w:r>
      <w:r>
        <w:tab/>
        <w:t>3.149e0</w:t>
      </w:r>
    </w:p>
    <w:p w:rsidR="005B0461" w:rsidRDefault="005B0461" w:rsidP="005B0461">
      <w:r>
        <w:t>215.1383</w:t>
      </w:r>
      <w:r>
        <w:tab/>
        <w:t>1.701e0</w:t>
      </w:r>
    </w:p>
    <w:p w:rsidR="005B0461" w:rsidRDefault="005B0461" w:rsidP="005B0461">
      <w:r>
        <w:t>215.1692</w:t>
      </w:r>
      <w:r>
        <w:tab/>
        <w:t>2.908e0</w:t>
      </w:r>
    </w:p>
    <w:p w:rsidR="005B0461" w:rsidRDefault="005B0461" w:rsidP="005B0461">
      <w:r>
        <w:t>215.1709</w:t>
      </w:r>
      <w:r>
        <w:tab/>
        <w:t>1.993e0</w:t>
      </w:r>
    </w:p>
    <w:p w:rsidR="005B0461" w:rsidRDefault="005B0461" w:rsidP="005B0461">
      <w:r>
        <w:t>215.1766</w:t>
      </w:r>
      <w:r>
        <w:tab/>
        <w:t>3.038e0</w:t>
      </w:r>
    </w:p>
    <w:p w:rsidR="005B0461" w:rsidRDefault="005B0461" w:rsidP="005B0461">
      <w:r>
        <w:t>215.2062</w:t>
      </w:r>
      <w:r>
        <w:tab/>
        <w:t>2.025e0</w:t>
      </w:r>
    </w:p>
    <w:p w:rsidR="005B0461" w:rsidRDefault="005B0461" w:rsidP="005B0461">
      <w:r>
        <w:t>215.2243</w:t>
      </w:r>
      <w:r>
        <w:tab/>
        <w:t>1.013e0</w:t>
      </w:r>
    </w:p>
    <w:p w:rsidR="005B0461" w:rsidRDefault="005B0461" w:rsidP="005B0461">
      <w:r>
        <w:t>215.2338</w:t>
      </w:r>
      <w:r>
        <w:tab/>
        <w:t>2.025e0</w:t>
      </w:r>
    </w:p>
    <w:p w:rsidR="005B0461" w:rsidRDefault="005B0461" w:rsidP="005B0461">
      <w:r>
        <w:t>215.2414</w:t>
      </w:r>
      <w:r>
        <w:tab/>
        <w:t>2.025e0</w:t>
      </w:r>
    </w:p>
    <w:p w:rsidR="005B0461" w:rsidRDefault="005B0461" w:rsidP="005B0461">
      <w:r>
        <w:t>215.2433</w:t>
      </w:r>
      <w:r>
        <w:tab/>
        <w:t>1.013e0</w:t>
      </w:r>
    </w:p>
    <w:p w:rsidR="005B0461" w:rsidRDefault="005B0461" w:rsidP="005B0461">
      <w:r>
        <w:t>215.2581</w:t>
      </w:r>
      <w:r>
        <w:tab/>
        <w:t>4.051e0</w:t>
      </w:r>
    </w:p>
    <w:p w:rsidR="005B0461" w:rsidRDefault="005B0461" w:rsidP="005B0461">
      <w:r>
        <w:t>215.2624</w:t>
      </w:r>
      <w:r>
        <w:tab/>
        <w:t>2.025e0</w:t>
      </w:r>
    </w:p>
    <w:p w:rsidR="005B0461" w:rsidRDefault="005B0461" w:rsidP="005B0461">
      <w:r>
        <w:t>215.2699</w:t>
      </w:r>
      <w:r>
        <w:tab/>
        <w:t>1.013e0</w:t>
      </w:r>
    </w:p>
    <w:p w:rsidR="005B0461" w:rsidRDefault="005B0461" w:rsidP="005B0461">
      <w:r>
        <w:lastRenderedPageBreak/>
        <w:t>215.2800</w:t>
      </w:r>
      <w:r>
        <w:tab/>
        <w:t>2.025e0</w:t>
      </w:r>
    </w:p>
    <w:p w:rsidR="005B0461" w:rsidRDefault="005B0461" w:rsidP="005B0461">
      <w:r>
        <w:t>215.2818</w:t>
      </w:r>
      <w:r>
        <w:tab/>
        <w:t>1.013e0</w:t>
      </w:r>
    </w:p>
    <w:p w:rsidR="005B0461" w:rsidRDefault="005B0461" w:rsidP="005B0461">
      <w:r>
        <w:t>215.2940</w:t>
      </w:r>
      <w:r>
        <w:tab/>
        <w:t>1.013e0</w:t>
      </w:r>
    </w:p>
    <w:p w:rsidR="005B0461" w:rsidRDefault="005B0461" w:rsidP="005B0461">
      <w:r>
        <w:t>215.3290</w:t>
      </w:r>
      <w:r>
        <w:tab/>
        <w:t>1.013e0</w:t>
      </w:r>
    </w:p>
    <w:p w:rsidR="005B0461" w:rsidRDefault="005B0461" w:rsidP="005B0461">
      <w:r>
        <w:t>215.3367</w:t>
      </w:r>
      <w:r>
        <w:tab/>
        <w:t>2.025e0</w:t>
      </w:r>
    </w:p>
    <w:p w:rsidR="005B0461" w:rsidRDefault="005B0461" w:rsidP="005B0461">
      <w:r>
        <w:t>215.3433</w:t>
      </w:r>
      <w:r>
        <w:tab/>
        <w:t>6.076e0</w:t>
      </w:r>
    </w:p>
    <w:p w:rsidR="005B0461" w:rsidRDefault="005B0461" w:rsidP="005B0461">
      <w:r>
        <w:t>215.3758</w:t>
      </w:r>
      <w:r>
        <w:tab/>
        <w:t>2.025e0</w:t>
      </w:r>
    </w:p>
    <w:p w:rsidR="005B0461" w:rsidRDefault="005B0461" w:rsidP="005B0461">
      <w:r>
        <w:t>215.3881</w:t>
      </w:r>
      <w:r>
        <w:tab/>
        <w:t>1.013e0</w:t>
      </w:r>
    </w:p>
    <w:p w:rsidR="005B0461" w:rsidRDefault="005B0461" w:rsidP="005B0461">
      <w:r>
        <w:t>215.4148</w:t>
      </w:r>
      <w:r>
        <w:tab/>
        <w:t>1.013e0</w:t>
      </w:r>
    </w:p>
    <w:p w:rsidR="005B0461" w:rsidRDefault="005B0461" w:rsidP="005B0461">
      <w:r>
        <w:t>215.4301</w:t>
      </w:r>
      <w:r>
        <w:tab/>
        <w:t>1.013e0</w:t>
      </w:r>
    </w:p>
    <w:p w:rsidR="005B0461" w:rsidRDefault="005B0461" w:rsidP="005B0461">
      <w:r>
        <w:t>215.4477</w:t>
      </w:r>
      <w:r>
        <w:tab/>
        <w:t>2.025e0</w:t>
      </w:r>
    </w:p>
    <w:p w:rsidR="005B0461" w:rsidRDefault="005B0461" w:rsidP="005B0461">
      <w:r>
        <w:t>215.4618</w:t>
      </w:r>
      <w:r>
        <w:tab/>
        <w:t>1.013e0</w:t>
      </w:r>
    </w:p>
    <w:p w:rsidR="005B0461" w:rsidRDefault="005B0461" w:rsidP="005B0461">
      <w:r>
        <w:t>215.4740</w:t>
      </w:r>
      <w:r>
        <w:tab/>
        <w:t>1.013e0</w:t>
      </w:r>
    </w:p>
    <w:p w:rsidR="005B0461" w:rsidRDefault="005B0461" w:rsidP="005B0461">
      <w:r>
        <w:t>215.4929</w:t>
      </w:r>
      <w:r>
        <w:tab/>
        <w:t>2.025e0</w:t>
      </w:r>
    </w:p>
    <w:p w:rsidR="005B0461" w:rsidRDefault="005B0461" w:rsidP="005B0461">
      <w:r>
        <w:t>215.5196</w:t>
      </w:r>
      <w:r>
        <w:tab/>
        <w:t>1.013e0</w:t>
      </w:r>
    </w:p>
    <w:p w:rsidR="005B0461" w:rsidRDefault="005B0461" w:rsidP="005B0461">
      <w:r>
        <w:t>215.5275</w:t>
      </w:r>
      <w:r>
        <w:tab/>
        <w:t>3.038e0</w:t>
      </w:r>
    </w:p>
    <w:p w:rsidR="005B0461" w:rsidRDefault="005B0461" w:rsidP="005B0461">
      <w:r>
        <w:t>215.5597</w:t>
      </w:r>
      <w:r>
        <w:tab/>
        <w:t>1.013e0</w:t>
      </w:r>
    </w:p>
    <w:p w:rsidR="005B0461" w:rsidRDefault="005B0461" w:rsidP="005B0461">
      <w:r>
        <w:t>215.5616</w:t>
      </w:r>
      <w:r>
        <w:tab/>
        <w:t>2.025e0</w:t>
      </w:r>
    </w:p>
    <w:p w:rsidR="005B0461" w:rsidRDefault="005B0461" w:rsidP="005B0461">
      <w:r>
        <w:t>215.5864</w:t>
      </w:r>
      <w:r>
        <w:tab/>
        <w:t>1.013e0</w:t>
      </w:r>
    </w:p>
    <w:p w:rsidR="005B0461" w:rsidRDefault="005B0461" w:rsidP="005B0461">
      <w:r>
        <w:lastRenderedPageBreak/>
        <w:t>215.6092</w:t>
      </w:r>
      <w:r>
        <w:tab/>
        <w:t>1.013e0</w:t>
      </w:r>
    </w:p>
    <w:p w:rsidR="005B0461" w:rsidRDefault="005B0461" w:rsidP="005B0461">
      <w:r>
        <w:t>215.6174</w:t>
      </w:r>
      <w:r>
        <w:tab/>
        <w:t>2.025e0</w:t>
      </w:r>
    </w:p>
    <w:p w:rsidR="005B0461" w:rsidRDefault="005B0461" w:rsidP="005B0461">
      <w:r>
        <w:t>215.6195</w:t>
      </w:r>
      <w:r>
        <w:tab/>
        <w:t>2.025e0</w:t>
      </w:r>
    </w:p>
    <w:p w:rsidR="005B0461" w:rsidRDefault="005B0461" w:rsidP="005B0461">
      <w:r>
        <w:t>215.6417</w:t>
      </w:r>
      <w:r>
        <w:tab/>
        <w:t>1.013e0</w:t>
      </w:r>
    </w:p>
    <w:p w:rsidR="005B0461" w:rsidRDefault="005B0461" w:rsidP="005B0461">
      <w:r>
        <w:t>215.6455</w:t>
      </w:r>
      <w:r>
        <w:tab/>
        <w:t>1.013e0</w:t>
      </w:r>
    </w:p>
    <w:p w:rsidR="005B0461" w:rsidRDefault="005B0461" w:rsidP="005B0461">
      <w:r>
        <w:t>215.6721</w:t>
      </w:r>
      <w:r>
        <w:tab/>
        <w:t>3.038e0</w:t>
      </w:r>
    </w:p>
    <w:p w:rsidR="005B0461" w:rsidRDefault="005B0461" w:rsidP="005B0461">
      <w:r>
        <w:t>215.7075</w:t>
      </w:r>
      <w:r>
        <w:tab/>
        <w:t>1.013e0</w:t>
      </w:r>
    </w:p>
    <w:p w:rsidR="005B0461" w:rsidRDefault="005B0461" w:rsidP="005B0461">
      <w:r>
        <w:t>215.7237</w:t>
      </w:r>
      <w:r>
        <w:tab/>
        <w:t>1.013e0</w:t>
      </w:r>
    </w:p>
    <w:p w:rsidR="005B0461" w:rsidRDefault="005B0461" w:rsidP="005B0461">
      <w:r>
        <w:t>215.7255</w:t>
      </w:r>
      <w:r>
        <w:tab/>
        <w:t>2.025e0</w:t>
      </w:r>
    </w:p>
    <w:p w:rsidR="005B0461" w:rsidRDefault="005B0461" w:rsidP="005B0461">
      <w:r>
        <w:t>215.7580</w:t>
      </w:r>
      <w:r>
        <w:tab/>
        <w:t>1.013e0</w:t>
      </w:r>
    </w:p>
    <w:p w:rsidR="005B0461" w:rsidRDefault="005B0461" w:rsidP="005B0461">
      <w:r>
        <w:t>215.7894</w:t>
      </w:r>
      <w:r>
        <w:tab/>
        <w:t>1.013e0</w:t>
      </w:r>
    </w:p>
    <w:p w:rsidR="005B0461" w:rsidRDefault="005B0461" w:rsidP="005B0461">
      <w:r>
        <w:t>215.7906</w:t>
      </w:r>
      <w:r>
        <w:tab/>
        <w:t>3.038e0</w:t>
      </w:r>
    </w:p>
    <w:p w:rsidR="005B0461" w:rsidRDefault="005B0461" w:rsidP="005B0461">
      <w:r>
        <w:t>215.8285</w:t>
      </w:r>
      <w:r>
        <w:tab/>
        <w:t>1.013e0</w:t>
      </w:r>
    </w:p>
    <w:p w:rsidR="005B0461" w:rsidRDefault="005B0461" w:rsidP="005B0461">
      <w:r>
        <w:t>215.8438</w:t>
      </w:r>
      <w:r>
        <w:tab/>
        <w:t>1.013e0</w:t>
      </w:r>
    </w:p>
    <w:p w:rsidR="005B0461" w:rsidRDefault="005B0461" w:rsidP="005B0461">
      <w:r>
        <w:t>215.8591</w:t>
      </w:r>
      <w:r>
        <w:tab/>
        <w:t>1.013e0</w:t>
      </w:r>
    </w:p>
    <w:p w:rsidR="005B0461" w:rsidRDefault="005B0461" w:rsidP="005B0461">
      <w:r>
        <w:t>215.8796</w:t>
      </w:r>
      <w:r>
        <w:tab/>
        <w:t>1.013e0</w:t>
      </w:r>
    </w:p>
    <w:p w:rsidR="005B0461" w:rsidRDefault="005B0461" w:rsidP="005B0461">
      <w:r>
        <w:t>215.9028</w:t>
      </w:r>
      <w:r>
        <w:tab/>
        <w:t>1.013e0</w:t>
      </w:r>
    </w:p>
    <w:p w:rsidR="005B0461" w:rsidRDefault="005B0461" w:rsidP="005B0461">
      <w:r>
        <w:t>215.9276</w:t>
      </w:r>
      <w:r>
        <w:tab/>
        <w:t>2.025e0</w:t>
      </w:r>
    </w:p>
    <w:p w:rsidR="005B0461" w:rsidRDefault="005B0461" w:rsidP="005B0461">
      <w:r>
        <w:t>215.9411</w:t>
      </w:r>
      <w:r>
        <w:tab/>
        <w:t>1.013e0</w:t>
      </w:r>
    </w:p>
    <w:p w:rsidR="005B0461" w:rsidRDefault="005B0461" w:rsidP="005B0461">
      <w:r>
        <w:lastRenderedPageBreak/>
        <w:t>215.9534</w:t>
      </w:r>
      <w:r>
        <w:tab/>
        <w:t>1.013e0</w:t>
      </w:r>
    </w:p>
    <w:p w:rsidR="005B0461" w:rsidRDefault="005B0461" w:rsidP="005B0461">
      <w:r>
        <w:t>215.9713</w:t>
      </w:r>
      <w:r>
        <w:tab/>
        <w:t>2.025e0</w:t>
      </w:r>
    </w:p>
    <w:p w:rsidR="005B0461" w:rsidRDefault="005B0461" w:rsidP="005B0461">
      <w:r>
        <w:t>215.9723</w:t>
      </w:r>
      <w:r>
        <w:tab/>
        <w:t>3.038e0</w:t>
      </w:r>
    </w:p>
    <w:p w:rsidR="005B0461" w:rsidRDefault="005B0461" w:rsidP="005B0461">
      <w:r>
        <w:t>215.9861</w:t>
      </w:r>
      <w:r>
        <w:tab/>
        <w:t>8.101e0</w:t>
      </w:r>
    </w:p>
    <w:p w:rsidR="005B0461" w:rsidRDefault="005B0461" w:rsidP="005B0461">
      <w:r>
        <w:t>215.9871</w:t>
      </w:r>
      <w:r>
        <w:tab/>
        <w:t>7.089e0</w:t>
      </w:r>
    </w:p>
    <w:p w:rsidR="005B0461" w:rsidRDefault="005B0461" w:rsidP="005B0461">
      <w:r>
        <w:t>216.0186</w:t>
      </w:r>
      <w:r>
        <w:tab/>
        <w:t>2.246e1</w:t>
      </w:r>
    </w:p>
    <w:p w:rsidR="005B0461" w:rsidRDefault="005B0461" w:rsidP="005B0461">
      <w:r>
        <w:t>216.0216</w:t>
      </w:r>
      <w:r>
        <w:tab/>
        <w:t>4.941e1</w:t>
      </w:r>
    </w:p>
    <w:p w:rsidR="005B0461" w:rsidRDefault="005B0461" w:rsidP="005B0461">
      <w:r>
        <w:t>216.0235</w:t>
      </w:r>
      <w:r>
        <w:tab/>
        <w:t>2.284e1</w:t>
      </w:r>
    </w:p>
    <w:p w:rsidR="005B0461" w:rsidRDefault="005B0461" w:rsidP="005B0461">
      <w:r>
        <w:t>216.0247</w:t>
      </w:r>
      <w:r>
        <w:tab/>
        <w:t>2.931e1</w:t>
      </w:r>
    </w:p>
    <w:p w:rsidR="005B0461" w:rsidRDefault="005B0461" w:rsidP="005B0461">
      <w:r>
        <w:t>216.0596</w:t>
      </w:r>
      <w:r>
        <w:tab/>
        <w:t>6.130e0</w:t>
      </w:r>
    </w:p>
    <w:p w:rsidR="005B0461" w:rsidRDefault="005B0461" w:rsidP="005B0461">
      <w:r>
        <w:t>216.0908</w:t>
      </w:r>
      <w:r>
        <w:tab/>
        <w:t>2.659e0</w:t>
      </w:r>
    </w:p>
    <w:p w:rsidR="005B0461" w:rsidRDefault="005B0461" w:rsidP="005B0461">
      <w:r>
        <w:t>216.0955</w:t>
      </w:r>
      <w:r>
        <w:tab/>
        <w:t>3.394e0</w:t>
      </w:r>
    </w:p>
    <w:p w:rsidR="005B0461" w:rsidRDefault="005B0461" w:rsidP="005B0461">
      <w:r>
        <w:t>216.1062</w:t>
      </w:r>
      <w:r>
        <w:tab/>
        <w:t>2.967e0</w:t>
      </w:r>
    </w:p>
    <w:p w:rsidR="005B0461" w:rsidRDefault="005B0461" w:rsidP="005B0461">
      <w:r>
        <w:t>216.1115</w:t>
      </w:r>
      <w:r>
        <w:tab/>
        <w:t>1.557e0</w:t>
      </w:r>
    </w:p>
    <w:p w:rsidR="005B0461" w:rsidRDefault="005B0461" w:rsidP="005B0461">
      <w:r>
        <w:t>216.1266</w:t>
      </w:r>
      <w:r>
        <w:tab/>
        <w:t>4.491e0</w:t>
      </w:r>
    </w:p>
    <w:p w:rsidR="005B0461" w:rsidRDefault="005B0461" w:rsidP="005B0461">
      <w:r>
        <w:t>216.1395</w:t>
      </w:r>
      <w:r>
        <w:tab/>
        <w:t>1.831e0</w:t>
      </w:r>
    </w:p>
    <w:p w:rsidR="005B0461" w:rsidRDefault="005B0461" w:rsidP="005B0461">
      <w:r>
        <w:t>216.1539</w:t>
      </w:r>
      <w:r>
        <w:tab/>
        <w:t>6.076e0</w:t>
      </w:r>
    </w:p>
    <w:p w:rsidR="005B0461" w:rsidRDefault="005B0461" w:rsidP="005B0461">
      <w:r>
        <w:t>216.1554</w:t>
      </w:r>
      <w:r>
        <w:tab/>
        <w:t>4.835e0</w:t>
      </w:r>
    </w:p>
    <w:p w:rsidR="005B0461" w:rsidRDefault="005B0461" w:rsidP="005B0461">
      <w:r>
        <w:t>216.1608</w:t>
      </w:r>
      <w:r>
        <w:tab/>
        <w:t>1.739e0</w:t>
      </w:r>
    </w:p>
    <w:p w:rsidR="005B0461" w:rsidRDefault="005B0461" w:rsidP="005B0461">
      <w:r>
        <w:lastRenderedPageBreak/>
        <w:t>216.1719</w:t>
      </w:r>
      <w:r>
        <w:tab/>
        <w:t>1.993e0</w:t>
      </w:r>
    </w:p>
    <w:p w:rsidR="005B0461" w:rsidRDefault="005B0461" w:rsidP="005B0461">
      <w:r>
        <w:t>216.1863</w:t>
      </w:r>
      <w:r>
        <w:tab/>
        <w:t>1.287e0</w:t>
      </w:r>
    </w:p>
    <w:p w:rsidR="005B0461" w:rsidRDefault="005B0461" w:rsidP="005B0461">
      <w:r>
        <w:t>216.2014</w:t>
      </w:r>
      <w:r>
        <w:tab/>
        <w:t>2.025e0</w:t>
      </w:r>
    </w:p>
    <w:p w:rsidR="005B0461" w:rsidRDefault="005B0461" w:rsidP="005B0461">
      <w:r>
        <w:t>216.2037</w:t>
      </w:r>
      <w:r>
        <w:tab/>
        <w:t>1.013e0</w:t>
      </w:r>
    </w:p>
    <w:p w:rsidR="005B0461" w:rsidRDefault="005B0461" w:rsidP="005B0461">
      <w:r>
        <w:t>216.2329</w:t>
      </w:r>
      <w:r>
        <w:tab/>
        <w:t>2.025e0</w:t>
      </w:r>
    </w:p>
    <w:p w:rsidR="005B0461" w:rsidRDefault="005B0461" w:rsidP="005B0461">
      <w:r>
        <w:t>216.2463</w:t>
      </w:r>
      <w:r>
        <w:tab/>
        <w:t>1.013e0</w:t>
      </w:r>
    </w:p>
    <w:p w:rsidR="005B0461" w:rsidRDefault="005B0461" w:rsidP="005B0461">
      <w:r>
        <w:t>216.2501</w:t>
      </w:r>
      <w:r>
        <w:tab/>
        <w:t>1.013e0</w:t>
      </w:r>
    </w:p>
    <w:p w:rsidR="005B0461" w:rsidRDefault="005B0461" w:rsidP="005B0461">
      <w:r>
        <w:t>216.2693</w:t>
      </w:r>
      <w:r>
        <w:tab/>
        <w:t>1.013e0</w:t>
      </w:r>
    </w:p>
    <w:p w:rsidR="005B0461" w:rsidRDefault="005B0461" w:rsidP="005B0461">
      <w:r>
        <w:t>216.2776</w:t>
      </w:r>
      <w:r>
        <w:tab/>
        <w:t>1.013e0</w:t>
      </w:r>
    </w:p>
    <w:p w:rsidR="005B0461" w:rsidRDefault="005B0461" w:rsidP="005B0461">
      <w:r>
        <w:t>216.3130</w:t>
      </w:r>
      <w:r>
        <w:tab/>
        <w:t>1.013e0</w:t>
      </w:r>
    </w:p>
    <w:p w:rsidR="005B0461" w:rsidRDefault="005B0461" w:rsidP="005B0461">
      <w:r>
        <w:t>216.3284</w:t>
      </w:r>
      <w:r>
        <w:tab/>
        <w:t>1.013e0</w:t>
      </w:r>
    </w:p>
    <w:p w:rsidR="005B0461" w:rsidRDefault="005B0461" w:rsidP="005B0461">
      <w:r>
        <w:t>216.3761</w:t>
      </w:r>
      <w:r>
        <w:tab/>
        <w:t>1.013e0</w:t>
      </w:r>
    </w:p>
    <w:p w:rsidR="005B0461" w:rsidRDefault="005B0461" w:rsidP="005B0461">
      <w:r>
        <w:t>216.3857</w:t>
      </w:r>
      <w:r>
        <w:tab/>
        <w:t>2.025e0</w:t>
      </w:r>
    </w:p>
    <w:p w:rsidR="005B0461" w:rsidRDefault="005B0461" w:rsidP="005B0461">
      <w:r>
        <w:t>216.3942</w:t>
      </w:r>
      <w:r>
        <w:tab/>
        <w:t>4.051e0</w:t>
      </w:r>
    </w:p>
    <w:p w:rsidR="005B0461" w:rsidRDefault="005B0461" w:rsidP="005B0461">
      <w:r>
        <w:t>216.3970</w:t>
      </w:r>
      <w:r>
        <w:tab/>
        <w:t>2.025e0</w:t>
      </w:r>
    </w:p>
    <w:p w:rsidR="005B0461" w:rsidRDefault="005B0461" w:rsidP="005B0461">
      <w:r>
        <w:t>216.4104</w:t>
      </w:r>
      <w:r>
        <w:tab/>
        <w:t>3.038e0</w:t>
      </w:r>
    </w:p>
    <w:p w:rsidR="005B0461" w:rsidRDefault="005B0461" w:rsidP="005B0461">
      <w:r>
        <w:t>216.4256</w:t>
      </w:r>
      <w:r>
        <w:tab/>
        <w:t>1.013e0</w:t>
      </w:r>
    </w:p>
    <w:p w:rsidR="005B0461" w:rsidRDefault="005B0461" w:rsidP="005B0461">
      <w:r>
        <w:t>216.4502</w:t>
      </w:r>
      <w:r>
        <w:tab/>
        <w:t>5.063e0</w:t>
      </w:r>
    </w:p>
    <w:p w:rsidR="005B0461" w:rsidRDefault="005B0461" w:rsidP="005B0461">
      <w:r>
        <w:t>216.4583</w:t>
      </w:r>
      <w:r>
        <w:tab/>
        <w:t>1.013e0</w:t>
      </w:r>
    </w:p>
    <w:p w:rsidR="005B0461" w:rsidRDefault="005B0461" w:rsidP="005B0461">
      <w:r>
        <w:lastRenderedPageBreak/>
        <w:t>216.5240</w:t>
      </w:r>
      <w:r>
        <w:tab/>
        <w:t>1.013e0</w:t>
      </w:r>
    </w:p>
    <w:p w:rsidR="005B0461" w:rsidRDefault="005B0461" w:rsidP="005B0461">
      <w:r>
        <w:t>216.5281</w:t>
      </w:r>
      <w:r>
        <w:tab/>
        <w:t>1.013e0</w:t>
      </w:r>
    </w:p>
    <w:p w:rsidR="005B0461" w:rsidRDefault="005B0461" w:rsidP="005B0461">
      <w:r>
        <w:t>216.5441</w:t>
      </w:r>
      <w:r>
        <w:tab/>
        <w:t>1.013e0</w:t>
      </w:r>
    </w:p>
    <w:p w:rsidR="005B0461" w:rsidRDefault="005B0461" w:rsidP="005B0461">
      <w:r>
        <w:t>216.5511</w:t>
      </w:r>
      <w:r>
        <w:tab/>
        <w:t>4.051e0</w:t>
      </w:r>
    </w:p>
    <w:p w:rsidR="005B0461" w:rsidRDefault="005B0461" w:rsidP="005B0461">
      <w:r>
        <w:t>216.5708</w:t>
      </w:r>
      <w:r>
        <w:tab/>
        <w:t>2.025e0</w:t>
      </w:r>
    </w:p>
    <w:p w:rsidR="005B0461" w:rsidRDefault="005B0461" w:rsidP="005B0461">
      <w:r>
        <w:t>216.5822</w:t>
      </w:r>
      <w:r>
        <w:tab/>
        <w:t>2.025e0</w:t>
      </w:r>
    </w:p>
    <w:p w:rsidR="005B0461" w:rsidRDefault="005B0461" w:rsidP="005B0461">
      <w:r>
        <w:t>216.6002</w:t>
      </w:r>
      <w:r>
        <w:tab/>
        <w:t>2.025e0</w:t>
      </w:r>
    </w:p>
    <w:p w:rsidR="005B0461" w:rsidRDefault="005B0461" w:rsidP="005B0461">
      <w:r>
        <w:t>216.6042</w:t>
      </w:r>
      <w:r>
        <w:tab/>
        <w:t>2.025e0</w:t>
      </w:r>
    </w:p>
    <w:p w:rsidR="005B0461" w:rsidRDefault="005B0461" w:rsidP="005B0461">
      <w:r>
        <w:t>216.6186</w:t>
      </w:r>
      <w:r>
        <w:tab/>
        <w:t>1.013e0</w:t>
      </w:r>
    </w:p>
    <w:p w:rsidR="005B0461" w:rsidRDefault="005B0461" w:rsidP="005B0461">
      <w:r>
        <w:t>216.6262</w:t>
      </w:r>
      <w:r>
        <w:tab/>
        <w:t>4.051e0</w:t>
      </w:r>
    </w:p>
    <w:p w:rsidR="005B0461" w:rsidRDefault="005B0461" w:rsidP="005B0461">
      <w:r>
        <w:t>216.6554</w:t>
      </w:r>
      <w:r>
        <w:tab/>
        <w:t>3.038e0</w:t>
      </w:r>
    </w:p>
    <w:p w:rsidR="005B0461" w:rsidRDefault="005B0461" w:rsidP="005B0461">
      <w:r>
        <w:t>216.6844</w:t>
      </w:r>
      <w:r>
        <w:tab/>
        <w:t>1.013e0</w:t>
      </w:r>
    </w:p>
    <w:p w:rsidR="005B0461" w:rsidRDefault="005B0461" w:rsidP="005B0461">
      <w:r>
        <w:t>216.7007</w:t>
      </w:r>
      <w:r>
        <w:tab/>
        <w:t>1.013e0</w:t>
      </w:r>
    </w:p>
    <w:p w:rsidR="005B0461" w:rsidRDefault="005B0461" w:rsidP="005B0461">
      <w:r>
        <w:t>216.7045</w:t>
      </w:r>
      <w:r>
        <w:tab/>
        <w:t>1.013e0</w:t>
      </w:r>
    </w:p>
    <w:p w:rsidR="005B0461" w:rsidRDefault="005B0461" w:rsidP="005B0461">
      <w:r>
        <w:t>216.7235</w:t>
      </w:r>
      <w:r>
        <w:tab/>
        <w:t>2.025e0</w:t>
      </w:r>
    </w:p>
    <w:p w:rsidR="005B0461" w:rsidRDefault="005B0461" w:rsidP="005B0461">
      <w:r>
        <w:t>216.7463</w:t>
      </w:r>
      <w:r>
        <w:tab/>
        <w:t>1.013e0</w:t>
      </w:r>
    </w:p>
    <w:p w:rsidR="005B0461" w:rsidRDefault="005B0461" w:rsidP="005B0461">
      <w:r>
        <w:t>216.7734</w:t>
      </w:r>
      <w:r>
        <w:tab/>
        <w:t>3.038e0</w:t>
      </w:r>
    </w:p>
    <w:p w:rsidR="005B0461" w:rsidRDefault="005B0461" w:rsidP="005B0461">
      <w:r>
        <w:t>216.7790</w:t>
      </w:r>
      <w:r>
        <w:tab/>
        <w:t>1.013e0</w:t>
      </w:r>
    </w:p>
    <w:p w:rsidR="005B0461" w:rsidRDefault="005B0461" w:rsidP="005B0461">
      <w:r>
        <w:t>216.8018</w:t>
      </w:r>
      <w:r>
        <w:tab/>
        <w:t>2.025e0</w:t>
      </w:r>
    </w:p>
    <w:p w:rsidR="005B0461" w:rsidRDefault="005B0461" w:rsidP="005B0461">
      <w:r>
        <w:lastRenderedPageBreak/>
        <w:t>216.8104</w:t>
      </w:r>
      <w:r>
        <w:tab/>
        <w:t>4.051e0</w:t>
      </w:r>
    </w:p>
    <w:p w:rsidR="005B0461" w:rsidRDefault="005B0461" w:rsidP="005B0461">
      <w:r>
        <w:t>216.8133</w:t>
      </w:r>
      <w:r>
        <w:tab/>
        <w:t>1.013e0</w:t>
      </w:r>
    </w:p>
    <w:p w:rsidR="005B0461" w:rsidRDefault="005B0461" w:rsidP="005B0461">
      <w:r>
        <w:t>216.8171</w:t>
      </w:r>
      <w:r>
        <w:tab/>
        <w:t>1.013e0</w:t>
      </w:r>
    </w:p>
    <w:p w:rsidR="005B0461" w:rsidRDefault="005B0461" w:rsidP="005B0461">
      <w:r>
        <w:t>216.8366</w:t>
      </w:r>
      <w:r>
        <w:tab/>
        <w:t>1.013e0</w:t>
      </w:r>
    </w:p>
    <w:p w:rsidR="005B0461" w:rsidRDefault="005B0461" w:rsidP="005B0461">
      <w:r>
        <w:t>216.8476</w:t>
      </w:r>
      <w:r>
        <w:tab/>
        <w:t>3.038e0</w:t>
      </w:r>
    </w:p>
    <w:p w:rsidR="005B0461" w:rsidRDefault="005B0461" w:rsidP="005B0461">
      <w:r>
        <w:t>216.8611</w:t>
      </w:r>
      <w:r>
        <w:tab/>
        <w:t>1.013e0</w:t>
      </w:r>
    </w:p>
    <w:p w:rsidR="005B0461" w:rsidRDefault="005B0461" w:rsidP="005B0461">
      <w:r>
        <w:t>216.8649</w:t>
      </w:r>
      <w:r>
        <w:tab/>
        <w:t>1.013e0</w:t>
      </w:r>
    </w:p>
    <w:p w:rsidR="005B0461" w:rsidRDefault="005B0461" w:rsidP="005B0461">
      <w:r>
        <w:t>216.8916</w:t>
      </w:r>
      <w:r>
        <w:tab/>
        <w:t>1.013e0</w:t>
      </w:r>
    </w:p>
    <w:p w:rsidR="005B0461" w:rsidRDefault="005B0461" w:rsidP="005B0461">
      <w:r>
        <w:t>216.9030</w:t>
      </w:r>
      <w:r>
        <w:tab/>
        <w:t>1.013e0</w:t>
      </w:r>
    </w:p>
    <w:p w:rsidR="005B0461" w:rsidRDefault="005B0461" w:rsidP="005B0461">
      <w:r>
        <w:t>216.9189</w:t>
      </w:r>
      <w:r>
        <w:tab/>
        <w:t>3.038e0</w:t>
      </w:r>
    </w:p>
    <w:p w:rsidR="005B0461" w:rsidRDefault="005B0461" w:rsidP="005B0461">
      <w:r>
        <w:t>216.9395</w:t>
      </w:r>
      <w:r>
        <w:tab/>
        <w:t>1.013e0</w:t>
      </w:r>
    </w:p>
    <w:p w:rsidR="005B0461" w:rsidRDefault="005B0461" w:rsidP="005B0461">
      <w:r>
        <w:t>216.9508</w:t>
      </w:r>
      <w:r>
        <w:tab/>
        <w:t>1.013e0</w:t>
      </w:r>
    </w:p>
    <w:p w:rsidR="005B0461" w:rsidRDefault="005B0461" w:rsidP="005B0461">
      <w:r>
        <w:t>216.9585</w:t>
      </w:r>
      <w:r>
        <w:tab/>
        <w:t>3.038e0</w:t>
      </w:r>
    </w:p>
    <w:p w:rsidR="005B0461" w:rsidRDefault="005B0461" w:rsidP="005B0461">
      <w:r>
        <w:t>216.9738</w:t>
      </w:r>
      <w:r>
        <w:tab/>
        <w:t>1.013e0</w:t>
      </w:r>
    </w:p>
    <w:p w:rsidR="005B0461" w:rsidRDefault="005B0461" w:rsidP="005B0461">
      <w:r>
        <w:t>216.9930</w:t>
      </w:r>
      <w:r>
        <w:tab/>
        <w:t>1.013e0</w:t>
      </w:r>
    </w:p>
    <w:p w:rsidR="005B0461" w:rsidRDefault="005B0461" w:rsidP="005B0461">
      <w:r>
        <w:t>217.0151</w:t>
      </w:r>
      <w:r>
        <w:tab/>
        <w:t>4.550e0</w:t>
      </w:r>
    </w:p>
    <w:p w:rsidR="005B0461" w:rsidRDefault="005B0461" w:rsidP="005B0461">
      <w:r>
        <w:t>217.0227</w:t>
      </w:r>
      <w:r>
        <w:tab/>
        <w:t>6.842e0</w:t>
      </w:r>
    </w:p>
    <w:p w:rsidR="005B0461" w:rsidRDefault="005B0461" w:rsidP="005B0461">
      <w:r>
        <w:t>217.0373</w:t>
      </w:r>
      <w:r>
        <w:tab/>
        <w:t>1.719e1</w:t>
      </w:r>
    </w:p>
    <w:p w:rsidR="005B0461" w:rsidRDefault="005B0461" w:rsidP="005B0461">
      <w:r>
        <w:t>217.0406</w:t>
      </w:r>
      <w:r>
        <w:tab/>
        <w:t>2.138e1</w:t>
      </w:r>
    </w:p>
    <w:p w:rsidR="005B0461" w:rsidRDefault="005B0461" w:rsidP="005B0461">
      <w:r>
        <w:lastRenderedPageBreak/>
        <w:t>217.0432</w:t>
      </w:r>
      <w:r>
        <w:tab/>
        <w:t>9.774e0</w:t>
      </w:r>
    </w:p>
    <w:p w:rsidR="005B0461" w:rsidRDefault="005B0461" w:rsidP="005B0461">
      <w:r>
        <w:t>217.0444</w:t>
      </w:r>
      <w:r>
        <w:tab/>
        <w:t>1.312e1</w:t>
      </w:r>
    </w:p>
    <w:p w:rsidR="005B0461" w:rsidRDefault="005B0461" w:rsidP="005B0461">
      <w:r>
        <w:t>217.0836</w:t>
      </w:r>
      <w:r>
        <w:tab/>
        <w:t>1.694e0</w:t>
      </w:r>
    </w:p>
    <w:p w:rsidR="005B0461" w:rsidRDefault="005B0461" w:rsidP="005B0461">
      <w:r>
        <w:t>217.1042</w:t>
      </w:r>
      <w:r>
        <w:tab/>
        <w:t>1.051e1</w:t>
      </w:r>
    </w:p>
    <w:p w:rsidR="005B0461" w:rsidRDefault="005B0461" w:rsidP="005B0461">
      <w:r>
        <w:t>217.1079</w:t>
      </w:r>
      <w:r>
        <w:tab/>
        <w:t>9.294e0</w:t>
      </w:r>
    </w:p>
    <w:p w:rsidR="005B0461" w:rsidRDefault="005B0461" w:rsidP="005B0461">
      <w:r>
        <w:t>217.1279</w:t>
      </w:r>
      <w:r>
        <w:tab/>
        <w:t>3.984e0</w:t>
      </w:r>
    </w:p>
    <w:p w:rsidR="005B0461" w:rsidRDefault="005B0461" w:rsidP="005B0461">
      <w:r>
        <w:t>217.1455</w:t>
      </w:r>
      <w:r>
        <w:tab/>
        <w:t>1.831e0</w:t>
      </w:r>
    </w:p>
    <w:p w:rsidR="005B0461" w:rsidRDefault="005B0461" w:rsidP="005B0461">
      <w:r>
        <w:t>217.1500</w:t>
      </w:r>
      <w:r>
        <w:tab/>
        <w:t>3.111e0</w:t>
      </w:r>
    </w:p>
    <w:p w:rsidR="005B0461" w:rsidRDefault="005B0461" w:rsidP="005B0461">
      <w:r>
        <w:t>217.1579</w:t>
      </w:r>
      <w:r>
        <w:tab/>
        <w:t>2.081e0</w:t>
      </w:r>
    </w:p>
    <w:p w:rsidR="005B0461" w:rsidRDefault="005B0461" w:rsidP="005B0461">
      <w:r>
        <w:t>217.2085</w:t>
      </w:r>
      <w:r>
        <w:tab/>
        <w:t>5.873e1</w:t>
      </w:r>
    </w:p>
    <w:p w:rsidR="005B0461" w:rsidRDefault="005B0461" w:rsidP="005B0461">
      <w:r>
        <w:t>217.2103</w:t>
      </w:r>
      <w:r>
        <w:tab/>
        <w:t>2.504e1</w:t>
      </w:r>
    </w:p>
    <w:p w:rsidR="005B0461" w:rsidRDefault="005B0461" w:rsidP="005B0461">
      <w:r>
        <w:t>217.2151</w:t>
      </w:r>
      <w:r>
        <w:tab/>
        <w:t>2.025e1</w:t>
      </w:r>
    </w:p>
    <w:p w:rsidR="005B0461" w:rsidRDefault="005B0461" w:rsidP="005B0461">
      <w:r>
        <w:t>217.2504</w:t>
      </w:r>
      <w:r>
        <w:tab/>
        <w:t>4.051e0</w:t>
      </w:r>
    </w:p>
    <w:p w:rsidR="005B0461" w:rsidRDefault="005B0461" w:rsidP="005B0461">
      <w:r>
        <w:t>217.2642</w:t>
      </w:r>
      <w:r>
        <w:tab/>
        <w:t>1.013e0</w:t>
      </w:r>
    </w:p>
    <w:p w:rsidR="005B0461" w:rsidRDefault="005B0461" w:rsidP="005B0461">
      <w:r>
        <w:t>217.2833</w:t>
      </w:r>
      <w:r>
        <w:tab/>
        <w:t>1.013e0</w:t>
      </w:r>
    </w:p>
    <w:p w:rsidR="005B0461" w:rsidRDefault="005B0461" w:rsidP="005B0461">
      <w:r>
        <w:t>217.2871</w:t>
      </w:r>
      <w:r>
        <w:tab/>
        <w:t>1.013e0</w:t>
      </w:r>
    </w:p>
    <w:p w:rsidR="005B0461" w:rsidRDefault="005B0461" w:rsidP="005B0461">
      <w:r>
        <w:t>217.2948</w:t>
      </w:r>
      <w:r>
        <w:tab/>
        <w:t>1.013e0</w:t>
      </w:r>
    </w:p>
    <w:p w:rsidR="005B0461" w:rsidRDefault="005B0461" w:rsidP="005B0461">
      <w:r>
        <w:t>217.3144</w:t>
      </w:r>
      <w:r>
        <w:tab/>
        <w:t>2.025e0</w:t>
      </w:r>
    </w:p>
    <w:p w:rsidR="005B0461" w:rsidRDefault="005B0461" w:rsidP="005B0461">
      <w:r>
        <w:t>217.3268</w:t>
      </w:r>
      <w:r>
        <w:tab/>
        <w:t>1.013e0</w:t>
      </w:r>
    </w:p>
    <w:p w:rsidR="005B0461" w:rsidRDefault="005B0461" w:rsidP="005B0461">
      <w:r>
        <w:lastRenderedPageBreak/>
        <w:t>217.3350</w:t>
      </w:r>
      <w:r>
        <w:tab/>
        <w:t>1.013e0</w:t>
      </w:r>
    </w:p>
    <w:p w:rsidR="005B0461" w:rsidRDefault="005B0461" w:rsidP="005B0461">
      <w:r>
        <w:t>217.3388</w:t>
      </w:r>
      <w:r>
        <w:tab/>
        <w:t>1.013e0</w:t>
      </w:r>
    </w:p>
    <w:p w:rsidR="005B0461" w:rsidRDefault="005B0461" w:rsidP="005B0461">
      <w:r>
        <w:t>217.3400</w:t>
      </w:r>
      <w:r>
        <w:tab/>
        <w:t>3.038e0</w:t>
      </w:r>
    </w:p>
    <w:p w:rsidR="005B0461" w:rsidRDefault="005B0461" w:rsidP="005B0461">
      <w:r>
        <w:t>217.3598</w:t>
      </w:r>
      <w:r>
        <w:tab/>
        <w:t>2.025e0</w:t>
      </w:r>
    </w:p>
    <w:p w:rsidR="005B0461" w:rsidRDefault="005B0461" w:rsidP="005B0461">
      <w:r>
        <w:t>217.3712</w:t>
      </w:r>
      <w:r>
        <w:tab/>
        <w:t>2.025e0</w:t>
      </w:r>
    </w:p>
    <w:p w:rsidR="005B0461" w:rsidRDefault="005B0461" w:rsidP="005B0461">
      <w:r>
        <w:t>217.3788</w:t>
      </w:r>
      <w:r>
        <w:tab/>
        <w:t>2.025e0</w:t>
      </w:r>
    </w:p>
    <w:p w:rsidR="005B0461" w:rsidRDefault="005B0461" w:rsidP="005B0461">
      <w:r>
        <w:t>217.4150</w:t>
      </w:r>
      <w:r>
        <w:tab/>
        <w:t>3.038e0</w:t>
      </w:r>
    </w:p>
    <w:p w:rsidR="005B0461" w:rsidRDefault="005B0461" w:rsidP="005B0461">
      <w:r>
        <w:t>217.4285</w:t>
      </w:r>
      <w:r>
        <w:tab/>
        <w:t>1.013e0</w:t>
      </w:r>
    </w:p>
    <w:p w:rsidR="005B0461" w:rsidRDefault="005B0461" w:rsidP="005B0461">
      <w:r>
        <w:t>217.4324</w:t>
      </w:r>
      <w:r>
        <w:tab/>
        <w:t>1.013e0</w:t>
      </w:r>
    </w:p>
    <w:p w:rsidR="005B0461" w:rsidRDefault="005B0461" w:rsidP="005B0461">
      <w:r>
        <w:t>217.4477</w:t>
      </w:r>
      <w:r>
        <w:tab/>
        <w:t>1.013e0</w:t>
      </w:r>
    </w:p>
    <w:p w:rsidR="005B0461" w:rsidRDefault="005B0461" w:rsidP="005B0461">
      <w:r>
        <w:t>217.4534</w:t>
      </w:r>
      <w:r>
        <w:tab/>
        <w:t>2.025e0</w:t>
      </w:r>
    </w:p>
    <w:p w:rsidR="005B0461" w:rsidRDefault="005B0461" w:rsidP="005B0461">
      <w:r>
        <w:t>217.4600</w:t>
      </w:r>
      <w:r>
        <w:tab/>
        <w:t>3.038e0</w:t>
      </w:r>
    </w:p>
    <w:p w:rsidR="005B0461" w:rsidRDefault="005B0461" w:rsidP="005B0461">
      <w:r>
        <w:t>217.4876</w:t>
      </w:r>
      <w:r>
        <w:tab/>
        <w:t>1.013e0</w:t>
      </w:r>
    </w:p>
    <w:p w:rsidR="005B0461" w:rsidRDefault="005B0461" w:rsidP="005B0461">
      <w:r>
        <w:t>217.4956</w:t>
      </w:r>
      <w:r>
        <w:tab/>
        <w:t>1.013e0</w:t>
      </w:r>
    </w:p>
    <w:p w:rsidR="005B0461" w:rsidRDefault="005B0461" w:rsidP="005B0461">
      <w:r>
        <w:t>217.5146</w:t>
      </w:r>
      <w:r>
        <w:tab/>
        <w:t>1.013e0</w:t>
      </w:r>
    </w:p>
    <w:p w:rsidR="005B0461" w:rsidRDefault="005B0461" w:rsidP="005B0461">
      <w:r>
        <w:t>217.5299</w:t>
      </w:r>
      <w:r>
        <w:tab/>
        <w:t>2.025e0</w:t>
      </w:r>
    </w:p>
    <w:p w:rsidR="005B0461" w:rsidRDefault="005B0461" w:rsidP="005B0461">
      <w:r>
        <w:t>217.5336</w:t>
      </w:r>
      <w:r>
        <w:tab/>
        <w:t>2.025e0</w:t>
      </w:r>
    </w:p>
    <w:p w:rsidR="005B0461" w:rsidRDefault="005B0461" w:rsidP="005B0461">
      <w:r>
        <w:t>217.5375</w:t>
      </w:r>
      <w:r>
        <w:tab/>
        <w:t>1.013e0</w:t>
      </w:r>
    </w:p>
    <w:p w:rsidR="005B0461" w:rsidRDefault="005B0461" w:rsidP="005B0461">
      <w:r>
        <w:t>217.5398</w:t>
      </w:r>
      <w:r>
        <w:tab/>
        <w:t>2.025e0</w:t>
      </w:r>
    </w:p>
    <w:p w:rsidR="005B0461" w:rsidRDefault="005B0461" w:rsidP="005B0461">
      <w:r>
        <w:lastRenderedPageBreak/>
        <w:t>217.5657</w:t>
      </w:r>
      <w:r>
        <w:tab/>
        <w:t>2.025e0</w:t>
      </w:r>
    </w:p>
    <w:p w:rsidR="005B0461" w:rsidRDefault="005B0461" w:rsidP="005B0461">
      <w:r>
        <w:t>217.5701</w:t>
      </w:r>
      <w:r>
        <w:tab/>
        <w:t>1.013e0</w:t>
      </w:r>
    </w:p>
    <w:p w:rsidR="005B0461" w:rsidRDefault="005B0461" w:rsidP="005B0461">
      <w:r>
        <w:t>217.5739</w:t>
      </w:r>
      <w:r>
        <w:tab/>
        <w:t>2.025e0</w:t>
      </w:r>
    </w:p>
    <w:p w:rsidR="005B0461" w:rsidRDefault="005B0461" w:rsidP="005B0461">
      <w:r>
        <w:t>217.5933</w:t>
      </w:r>
      <w:r>
        <w:tab/>
        <w:t>3.736e0</w:t>
      </w:r>
    </w:p>
    <w:p w:rsidR="005B0461" w:rsidRDefault="005B0461" w:rsidP="005B0461">
      <w:r>
        <w:t>217.6083</w:t>
      </w:r>
      <w:r>
        <w:tab/>
        <w:t>1.013e0</w:t>
      </w:r>
    </w:p>
    <w:p w:rsidR="005B0461" w:rsidRDefault="005B0461" w:rsidP="005B0461">
      <w:r>
        <w:t>217.6279</w:t>
      </w:r>
      <w:r>
        <w:tab/>
        <w:t>1.013e0</w:t>
      </w:r>
    </w:p>
    <w:p w:rsidR="005B0461" w:rsidRDefault="005B0461" w:rsidP="005B0461">
      <w:r>
        <w:t>217.6362</w:t>
      </w:r>
      <w:r>
        <w:tab/>
        <w:t>1.013e0</w:t>
      </w:r>
    </w:p>
    <w:p w:rsidR="005B0461" w:rsidRDefault="005B0461" w:rsidP="005B0461">
      <w:r>
        <w:t>217.6485</w:t>
      </w:r>
      <w:r>
        <w:tab/>
        <w:t>1.013e0</w:t>
      </w:r>
    </w:p>
    <w:p w:rsidR="005B0461" w:rsidRDefault="005B0461" w:rsidP="005B0461">
      <w:r>
        <w:t>217.6561</w:t>
      </w:r>
      <w:r>
        <w:tab/>
        <w:t>1.013e0</w:t>
      </w:r>
    </w:p>
    <w:p w:rsidR="005B0461" w:rsidRDefault="005B0461" w:rsidP="005B0461">
      <w:r>
        <w:t>217.6637</w:t>
      </w:r>
      <w:r>
        <w:tab/>
        <w:t>1.013e0</w:t>
      </w:r>
    </w:p>
    <w:p w:rsidR="005B0461" w:rsidRDefault="005B0461" w:rsidP="005B0461">
      <w:r>
        <w:t>217.6905</w:t>
      </w:r>
      <w:r>
        <w:tab/>
        <w:t>2.025e0</w:t>
      </w:r>
    </w:p>
    <w:p w:rsidR="005B0461" w:rsidRDefault="005B0461" w:rsidP="005B0461">
      <w:r>
        <w:t>217.6943</w:t>
      </w:r>
      <w:r>
        <w:tab/>
        <w:t>1.013e0</w:t>
      </w:r>
    </w:p>
    <w:p w:rsidR="005B0461" w:rsidRDefault="005B0461" w:rsidP="005B0461">
      <w:r>
        <w:t>217.7014</w:t>
      </w:r>
      <w:r>
        <w:tab/>
        <w:t>3.038e0</w:t>
      </w:r>
    </w:p>
    <w:p w:rsidR="005B0461" w:rsidRDefault="005B0461" w:rsidP="005B0461">
      <w:r>
        <w:t>217.7727</w:t>
      </w:r>
      <w:r>
        <w:tab/>
        <w:t>1.013e0</w:t>
      </w:r>
    </w:p>
    <w:p w:rsidR="005B0461" w:rsidRDefault="005B0461" w:rsidP="005B0461">
      <w:r>
        <w:t>217.7848</w:t>
      </w:r>
      <w:r>
        <w:tab/>
        <w:t>1.013e0</w:t>
      </w:r>
    </w:p>
    <w:p w:rsidR="005B0461" w:rsidRDefault="005B0461" w:rsidP="005B0461">
      <w:r>
        <w:t>217.7901</w:t>
      </w:r>
      <w:r>
        <w:tab/>
        <w:t>3.038e0</w:t>
      </w:r>
    </w:p>
    <w:p w:rsidR="005B0461" w:rsidRDefault="005B0461" w:rsidP="005B0461">
      <w:r>
        <w:t>217.8168</w:t>
      </w:r>
      <w:r>
        <w:tab/>
        <w:t>1.013e0</w:t>
      </w:r>
    </w:p>
    <w:p w:rsidR="005B0461" w:rsidRDefault="005B0461" w:rsidP="005B0461">
      <w:r>
        <w:t>217.8206</w:t>
      </w:r>
      <w:r>
        <w:tab/>
        <w:t>1.013e0</w:t>
      </w:r>
    </w:p>
    <w:p w:rsidR="005B0461" w:rsidRDefault="005B0461" w:rsidP="005B0461">
      <w:r>
        <w:t>217.8359</w:t>
      </w:r>
      <w:r>
        <w:tab/>
        <w:t>2.025e0</w:t>
      </w:r>
    </w:p>
    <w:p w:rsidR="005B0461" w:rsidRDefault="005B0461" w:rsidP="005B0461">
      <w:r>
        <w:lastRenderedPageBreak/>
        <w:t>217.8568</w:t>
      </w:r>
      <w:r>
        <w:tab/>
        <w:t>3.038e0</w:t>
      </w:r>
    </w:p>
    <w:p w:rsidR="005B0461" w:rsidRDefault="005B0461" w:rsidP="005B0461">
      <w:r>
        <w:t>217.8633</w:t>
      </w:r>
      <w:r>
        <w:tab/>
        <w:t>1.013e0</w:t>
      </w:r>
    </w:p>
    <w:p w:rsidR="005B0461" w:rsidRDefault="005B0461" w:rsidP="005B0461">
      <w:r>
        <w:t>217.8757</w:t>
      </w:r>
      <w:r>
        <w:tab/>
        <w:t>2.025e0</w:t>
      </w:r>
    </w:p>
    <w:p w:rsidR="005B0461" w:rsidRDefault="005B0461" w:rsidP="005B0461">
      <w:r>
        <w:t>217.8952</w:t>
      </w:r>
      <w:r>
        <w:tab/>
        <w:t>1.013e0</w:t>
      </w:r>
    </w:p>
    <w:p w:rsidR="005B0461" w:rsidRDefault="005B0461" w:rsidP="005B0461">
      <w:r>
        <w:t>217.9105</w:t>
      </w:r>
      <w:r>
        <w:tab/>
        <w:t>2.025e0</w:t>
      </w:r>
    </w:p>
    <w:p w:rsidR="005B0461" w:rsidRDefault="005B0461" w:rsidP="005B0461">
      <w:r>
        <w:t>217.9220</w:t>
      </w:r>
      <w:r>
        <w:tab/>
        <w:t>1.013e0</w:t>
      </w:r>
    </w:p>
    <w:p w:rsidR="005B0461" w:rsidRDefault="005B0461" w:rsidP="005B0461">
      <w:r>
        <w:t>217.9304</w:t>
      </w:r>
      <w:r>
        <w:tab/>
        <w:t>2.025e0</w:t>
      </w:r>
    </w:p>
    <w:p w:rsidR="005B0461" w:rsidRDefault="005B0461" w:rsidP="005B0461">
      <w:r>
        <w:t>217.9339</w:t>
      </w:r>
      <w:r>
        <w:tab/>
        <w:t>2.025e0</w:t>
      </w:r>
    </w:p>
    <w:p w:rsidR="005B0461" w:rsidRDefault="005B0461" w:rsidP="005B0461">
      <w:r>
        <w:t>217.9698</w:t>
      </w:r>
      <w:r>
        <w:tab/>
        <w:t>1.013e0</w:t>
      </w:r>
    </w:p>
    <w:p w:rsidR="005B0461" w:rsidRDefault="005B0461" w:rsidP="005B0461">
      <w:r>
        <w:t>217.9736</w:t>
      </w:r>
      <w:r>
        <w:tab/>
        <w:t>2.025e0</w:t>
      </w:r>
    </w:p>
    <w:p w:rsidR="005B0461" w:rsidRDefault="005B0461" w:rsidP="005B0461">
      <w:r>
        <w:t>217.9860</w:t>
      </w:r>
      <w:r>
        <w:tab/>
        <w:t>3.038e0</w:t>
      </w:r>
    </w:p>
    <w:p w:rsidR="005B0461" w:rsidRDefault="005B0461" w:rsidP="005B0461">
      <w:r>
        <w:t>217.9899</w:t>
      </w:r>
      <w:r>
        <w:tab/>
        <w:t>7.089e0</w:t>
      </w:r>
    </w:p>
    <w:p w:rsidR="005B0461" w:rsidRDefault="005B0461" w:rsidP="005B0461">
      <w:r>
        <w:t>217.9977</w:t>
      </w:r>
      <w:r>
        <w:tab/>
        <w:t>3.038e0</w:t>
      </w:r>
    </w:p>
    <w:p w:rsidR="005B0461" w:rsidRDefault="005B0461" w:rsidP="005B0461">
      <w:r>
        <w:t>218.0004</w:t>
      </w:r>
      <w:r>
        <w:tab/>
        <w:t>2.025e0</w:t>
      </w:r>
    </w:p>
    <w:p w:rsidR="005B0461" w:rsidRDefault="005B0461" w:rsidP="005B0461">
      <w:r>
        <w:t>218.0335</w:t>
      </w:r>
      <w:r>
        <w:tab/>
        <w:t>4.480e0</w:t>
      </w:r>
    </w:p>
    <w:p w:rsidR="005B0461" w:rsidRDefault="005B0461" w:rsidP="005B0461">
      <w:r>
        <w:t>218.0408</w:t>
      </w:r>
      <w:r>
        <w:tab/>
        <w:t>1.774e0</w:t>
      </w:r>
    </w:p>
    <w:p w:rsidR="005B0461" w:rsidRDefault="005B0461" w:rsidP="005B0461">
      <w:r>
        <w:t>218.0442</w:t>
      </w:r>
      <w:r>
        <w:tab/>
        <w:t>2.758e0</w:t>
      </w:r>
    </w:p>
    <w:p w:rsidR="005B0461" w:rsidRDefault="005B0461" w:rsidP="005B0461">
      <w:r>
        <w:t>218.0517</w:t>
      </w:r>
      <w:r>
        <w:tab/>
        <w:t>1.186e0</w:t>
      </w:r>
    </w:p>
    <w:p w:rsidR="005B0461" w:rsidRDefault="005B0461" w:rsidP="005B0461">
      <w:r>
        <w:t>218.0558</w:t>
      </w:r>
      <w:r>
        <w:tab/>
        <w:t>3.295e0</w:t>
      </w:r>
    </w:p>
    <w:p w:rsidR="005B0461" w:rsidRDefault="005B0461" w:rsidP="005B0461">
      <w:r>
        <w:lastRenderedPageBreak/>
        <w:t>218.0674</w:t>
      </w:r>
      <w:r>
        <w:tab/>
        <w:t>1.925e0</w:t>
      </w:r>
    </w:p>
    <w:p w:rsidR="005B0461" w:rsidRDefault="005B0461" w:rsidP="005B0461">
      <w:r>
        <w:t>218.0769</w:t>
      </w:r>
      <w:r>
        <w:tab/>
        <w:t>1.369e0</w:t>
      </w:r>
    </w:p>
    <w:p w:rsidR="005B0461" w:rsidRDefault="005B0461" w:rsidP="005B0461">
      <w:r>
        <w:t>218.0827</w:t>
      </w:r>
      <w:r>
        <w:tab/>
        <w:t>2.025e0</w:t>
      </w:r>
    </w:p>
    <w:p w:rsidR="005B0461" w:rsidRDefault="005B0461" w:rsidP="005B0461">
      <w:r>
        <w:t>218.0910</w:t>
      </w:r>
      <w:r>
        <w:tab/>
        <w:t>2.025e0</w:t>
      </w:r>
    </w:p>
    <w:p w:rsidR="005B0461" w:rsidRDefault="005B0461" w:rsidP="005B0461">
      <w:r>
        <w:t>218.1095</w:t>
      </w:r>
      <w:r>
        <w:tab/>
        <w:t>4.051e0</w:t>
      </w:r>
    </w:p>
    <w:p w:rsidR="005B0461" w:rsidRDefault="005B0461" w:rsidP="005B0461">
      <w:r>
        <w:t>218.1183</w:t>
      </w:r>
      <w:r>
        <w:tab/>
        <w:t>7.346e0</w:t>
      </w:r>
    </w:p>
    <w:p w:rsidR="005B0461" w:rsidRDefault="005B0461" w:rsidP="005B0461">
      <w:r>
        <w:t>218.1344</w:t>
      </w:r>
      <w:r>
        <w:tab/>
        <w:t>4.986e0</w:t>
      </w:r>
    </w:p>
    <w:p w:rsidR="005B0461" w:rsidRDefault="005B0461" w:rsidP="005B0461">
      <w:r>
        <w:t>218.1611</w:t>
      </w:r>
      <w:r>
        <w:tab/>
        <w:t>1.013e0</w:t>
      </w:r>
    </w:p>
    <w:p w:rsidR="005B0461" w:rsidRDefault="005B0461" w:rsidP="005B0461">
      <w:r>
        <w:t>218.1622</w:t>
      </w:r>
      <w:r>
        <w:tab/>
        <w:t>1.750e0</w:t>
      </w:r>
    </w:p>
    <w:p w:rsidR="005B0461" w:rsidRDefault="005B0461" w:rsidP="005B0461">
      <w:r>
        <w:t>218.1775</w:t>
      </w:r>
      <w:r>
        <w:tab/>
        <w:t>2.115e0</w:t>
      </w:r>
    </w:p>
    <w:p w:rsidR="005B0461" w:rsidRDefault="005B0461" w:rsidP="005B0461">
      <w:r>
        <w:t>218.1968</w:t>
      </w:r>
      <w:r>
        <w:tab/>
        <w:t>5.063e0</w:t>
      </w:r>
    </w:p>
    <w:p w:rsidR="005B0461" w:rsidRDefault="005B0461" w:rsidP="005B0461">
      <w:r>
        <w:t>218.2081</w:t>
      </w:r>
      <w:r>
        <w:tab/>
        <w:t>3.038e0</w:t>
      </w:r>
    </w:p>
    <w:p w:rsidR="005B0461" w:rsidRDefault="005B0461" w:rsidP="005B0461">
      <w:r>
        <w:t>218.2115</w:t>
      </w:r>
      <w:r>
        <w:tab/>
        <w:t>3.957e0</w:t>
      </w:r>
    </w:p>
    <w:p w:rsidR="005B0461" w:rsidRDefault="005B0461" w:rsidP="005B0461">
      <w:r>
        <w:t>218.2196</w:t>
      </w:r>
      <w:r>
        <w:tab/>
        <w:t>3.038e0</w:t>
      </w:r>
    </w:p>
    <w:p w:rsidR="005B0461" w:rsidRDefault="005B0461" w:rsidP="005B0461">
      <w:r>
        <w:t>218.2437</w:t>
      </w:r>
      <w:r>
        <w:tab/>
        <w:t>1.013e0</w:t>
      </w:r>
    </w:p>
    <w:p w:rsidR="005B0461" w:rsidRDefault="005B0461" w:rsidP="005B0461">
      <w:r>
        <w:t>218.2520</w:t>
      </w:r>
      <w:r>
        <w:tab/>
        <w:t>1.013e0</w:t>
      </w:r>
    </w:p>
    <w:p w:rsidR="005B0461" w:rsidRDefault="005B0461" w:rsidP="005B0461">
      <w:r>
        <w:t>218.2644</w:t>
      </w:r>
      <w:r>
        <w:tab/>
        <w:t>1.013e0</w:t>
      </w:r>
    </w:p>
    <w:p w:rsidR="005B0461" w:rsidRDefault="005B0461" w:rsidP="005B0461">
      <w:r>
        <w:t>218.2702</w:t>
      </w:r>
      <w:r>
        <w:tab/>
        <w:t>2.025e0</w:t>
      </w:r>
    </w:p>
    <w:p w:rsidR="005B0461" w:rsidRDefault="005B0461" w:rsidP="005B0461">
      <w:r>
        <w:t>218.2913</w:t>
      </w:r>
      <w:r>
        <w:tab/>
        <w:t>3.038e0</w:t>
      </w:r>
    </w:p>
    <w:p w:rsidR="005B0461" w:rsidRDefault="005B0461" w:rsidP="005B0461">
      <w:r>
        <w:lastRenderedPageBreak/>
        <w:t>218.2952</w:t>
      </w:r>
      <w:r>
        <w:tab/>
        <w:t>1.013e0</w:t>
      </w:r>
    </w:p>
    <w:p w:rsidR="005B0461" w:rsidRDefault="005B0461" w:rsidP="005B0461">
      <w:r>
        <w:t>218.3104</w:t>
      </w:r>
      <w:r>
        <w:tab/>
        <w:t>1.013e0</w:t>
      </w:r>
    </w:p>
    <w:p w:rsidR="005B0461" w:rsidRDefault="005B0461" w:rsidP="005B0461">
      <w:r>
        <w:t>218.3287</w:t>
      </w:r>
      <w:r>
        <w:tab/>
        <w:t>2.025e0</w:t>
      </w:r>
    </w:p>
    <w:p w:rsidR="005B0461" w:rsidRDefault="005B0461" w:rsidP="005B0461">
      <w:r>
        <w:t>218.3348</w:t>
      </w:r>
      <w:r>
        <w:tab/>
        <w:t>1.013e0</w:t>
      </w:r>
    </w:p>
    <w:p w:rsidR="005B0461" w:rsidRDefault="005B0461" w:rsidP="005B0461">
      <w:r>
        <w:t>218.3507</w:t>
      </w:r>
      <w:r>
        <w:tab/>
        <w:t>1.013e0</w:t>
      </w:r>
    </w:p>
    <w:p w:rsidR="005B0461" w:rsidRDefault="005B0461" w:rsidP="005B0461">
      <w:r>
        <w:t>218.3660</w:t>
      </w:r>
      <w:r>
        <w:tab/>
        <w:t>1.013e0</w:t>
      </w:r>
    </w:p>
    <w:p w:rsidR="005B0461" w:rsidRDefault="005B0461" w:rsidP="005B0461">
      <w:r>
        <w:t>218.3698</w:t>
      </w:r>
      <w:r>
        <w:tab/>
        <w:t>1.013e0</w:t>
      </w:r>
    </w:p>
    <w:p w:rsidR="005B0461" w:rsidRDefault="005B0461" w:rsidP="005B0461">
      <w:r>
        <w:t>218.3766</w:t>
      </w:r>
      <w:r>
        <w:tab/>
        <w:t>3.038e0</w:t>
      </w:r>
    </w:p>
    <w:p w:rsidR="005B0461" w:rsidRDefault="005B0461" w:rsidP="005B0461">
      <w:r>
        <w:t>218.4010</w:t>
      </w:r>
      <w:r>
        <w:tab/>
        <w:t>1.013e0</w:t>
      </w:r>
    </w:p>
    <w:p w:rsidR="005B0461" w:rsidRDefault="005B0461" w:rsidP="005B0461">
      <w:r>
        <w:t>218.4091</w:t>
      </w:r>
      <w:r>
        <w:tab/>
        <w:t>2.025e0</w:t>
      </w:r>
    </w:p>
    <w:p w:rsidR="005B0461" w:rsidRDefault="005B0461" w:rsidP="005B0461">
      <w:r>
        <w:t>218.4368</w:t>
      </w:r>
      <w:r>
        <w:tab/>
        <w:t>1.013e0</w:t>
      </w:r>
    </w:p>
    <w:p w:rsidR="005B0461" w:rsidRDefault="005B0461" w:rsidP="005B0461">
      <w:r>
        <w:t>218.4522</w:t>
      </w:r>
      <w:r>
        <w:tab/>
        <w:t>1.013e0</w:t>
      </w:r>
    </w:p>
    <w:p w:rsidR="005B0461" w:rsidRDefault="005B0461" w:rsidP="005B0461">
      <w:r>
        <w:t>218.4673</w:t>
      </w:r>
      <w:r>
        <w:tab/>
        <w:t>1.013e0</w:t>
      </w:r>
    </w:p>
    <w:p w:rsidR="005B0461" w:rsidRDefault="005B0461" w:rsidP="005B0461">
      <w:r>
        <w:t>218.4714</w:t>
      </w:r>
      <w:r>
        <w:tab/>
        <w:t>1.013e0</w:t>
      </w:r>
    </w:p>
    <w:p w:rsidR="005B0461" w:rsidRDefault="005B0461" w:rsidP="005B0461">
      <w:r>
        <w:t>218.4877</w:t>
      </w:r>
      <w:r>
        <w:tab/>
        <w:t>2.151e0</w:t>
      </w:r>
    </w:p>
    <w:p w:rsidR="005B0461" w:rsidRDefault="005B0461" w:rsidP="005B0461">
      <w:r>
        <w:t>218.4962</w:t>
      </w:r>
      <w:r>
        <w:tab/>
        <w:t>1.013e0</w:t>
      </w:r>
    </w:p>
    <w:p w:rsidR="005B0461" w:rsidRDefault="005B0461" w:rsidP="005B0461">
      <w:r>
        <w:t>218.5230</w:t>
      </w:r>
      <w:r>
        <w:tab/>
        <w:t>2.025e0</w:t>
      </w:r>
    </w:p>
    <w:p w:rsidR="005B0461" w:rsidRDefault="005B0461" w:rsidP="005B0461">
      <w:r>
        <w:t>218.5307</w:t>
      </w:r>
      <w:r>
        <w:tab/>
        <w:t>1.013e0</w:t>
      </w:r>
    </w:p>
    <w:p w:rsidR="005B0461" w:rsidRDefault="005B0461" w:rsidP="005B0461">
      <w:r>
        <w:t>218.5542</w:t>
      </w:r>
      <w:r>
        <w:tab/>
        <w:t>1.013e0</w:t>
      </w:r>
    </w:p>
    <w:p w:rsidR="005B0461" w:rsidRDefault="005B0461" w:rsidP="005B0461">
      <w:r>
        <w:lastRenderedPageBreak/>
        <w:t>218.5584</w:t>
      </w:r>
      <w:r>
        <w:tab/>
        <w:t>1.013e0</w:t>
      </w:r>
    </w:p>
    <w:p w:rsidR="005B0461" w:rsidRDefault="005B0461" w:rsidP="005B0461">
      <w:r>
        <w:t>218.5862</w:t>
      </w:r>
      <w:r>
        <w:tab/>
        <w:t>1.013e0</w:t>
      </w:r>
    </w:p>
    <w:p w:rsidR="005B0461" w:rsidRDefault="005B0461" w:rsidP="005B0461">
      <w:r>
        <w:t>218.6092</w:t>
      </w:r>
      <w:r>
        <w:tab/>
        <w:t>2.025e0</w:t>
      </w:r>
    </w:p>
    <w:p w:rsidR="005B0461" w:rsidRDefault="005B0461" w:rsidP="005B0461">
      <w:r>
        <w:t>218.6205</w:t>
      </w:r>
      <w:r>
        <w:tab/>
        <w:t>3.038e0</w:t>
      </w:r>
    </w:p>
    <w:p w:rsidR="005B0461" w:rsidRDefault="005B0461" w:rsidP="005B0461">
      <w:r>
        <w:t>218.6470</w:t>
      </w:r>
      <w:r>
        <w:tab/>
        <w:t>3.038e0</w:t>
      </w:r>
    </w:p>
    <w:p w:rsidR="005B0461" w:rsidRDefault="005B0461" w:rsidP="005B0461">
      <w:r>
        <w:t>218.6552</w:t>
      </w:r>
      <w:r>
        <w:tab/>
        <w:t>2.025e0</w:t>
      </w:r>
    </w:p>
    <w:p w:rsidR="005B0461" w:rsidRDefault="005B0461" w:rsidP="005B0461">
      <w:r>
        <w:t>218.6724</w:t>
      </w:r>
      <w:r>
        <w:tab/>
        <w:t>1.013e0</w:t>
      </w:r>
    </w:p>
    <w:p w:rsidR="005B0461" w:rsidRDefault="005B0461" w:rsidP="005B0461">
      <w:r>
        <w:t>218.7177</w:t>
      </w:r>
      <w:r>
        <w:tab/>
        <w:t>2.025e0</w:t>
      </w:r>
    </w:p>
    <w:p w:rsidR="005B0461" w:rsidRDefault="005B0461" w:rsidP="005B0461">
      <w:r>
        <w:t>218.7200</w:t>
      </w:r>
      <w:r>
        <w:tab/>
        <w:t>1.013e0</w:t>
      </w:r>
    </w:p>
    <w:p w:rsidR="005B0461" w:rsidRDefault="005B0461" w:rsidP="005B0461">
      <w:r>
        <w:t>218.7356</w:t>
      </w:r>
      <w:r>
        <w:tab/>
        <w:t>1.013e0</w:t>
      </w:r>
    </w:p>
    <w:p w:rsidR="005B0461" w:rsidRDefault="005B0461" w:rsidP="005B0461">
      <w:r>
        <w:t>218.7612</w:t>
      </w:r>
      <w:r>
        <w:tab/>
        <w:t>4.051e0</w:t>
      </w:r>
    </w:p>
    <w:p w:rsidR="005B0461" w:rsidRDefault="005B0461" w:rsidP="005B0461">
      <w:r>
        <w:t>218.7822</w:t>
      </w:r>
      <w:r>
        <w:tab/>
        <w:t>1.013e0</w:t>
      </w:r>
    </w:p>
    <w:p w:rsidR="005B0461" w:rsidRDefault="005B0461" w:rsidP="005B0461">
      <w:r>
        <w:t>218.8028</w:t>
      </w:r>
      <w:r>
        <w:tab/>
        <w:t>1.013e0</w:t>
      </w:r>
    </w:p>
    <w:p w:rsidR="005B0461" w:rsidRDefault="005B0461" w:rsidP="005B0461">
      <w:r>
        <w:t>218.8180</w:t>
      </w:r>
      <w:r>
        <w:tab/>
        <w:t>1.013e0</w:t>
      </w:r>
    </w:p>
    <w:p w:rsidR="005B0461" w:rsidRDefault="005B0461" w:rsidP="005B0461">
      <w:r>
        <w:t>218.8409</w:t>
      </w:r>
      <w:r>
        <w:tab/>
        <w:t>1.013e0</w:t>
      </w:r>
    </w:p>
    <w:p w:rsidR="005B0461" w:rsidRDefault="005B0461" w:rsidP="005B0461">
      <w:r>
        <w:t>218.8569</w:t>
      </w:r>
      <w:r>
        <w:tab/>
        <w:t>1.013e0</w:t>
      </w:r>
    </w:p>
    <w:p w:rsidR="005B0461" w:rsidRDefault="005B0461" w:rsidP="005B0461">
      <w:r>
        <w:t>218.8851</w:t>
      </w:r>
      <w:r>
        <w:tab/>
        <w:t>1.013e0</w:t>
      </w:r>
    </w:p>
    <w:p w:rsidR="005B0461" w:rsidRDefault="005B0461" w:rsidP="005B0461">
      <w:r>
        <w:t>218.8927</w:t>
      </w:r>
      <w:r>
        <w:tab/>
        <w:t>2.025e0</w:t>
      </w:r>
    </w:p>
    <w:p w:rsidR="005B0461" w:rsidRDefault="005B0461" w:rsidP="005B0461">
      <w:r>
        <w:t>218.9061</w:t>
      </w:r>
      <w:r>
        <w:tab/>
        <w:t>2.025e0</w:t>
      </w:r>
    </w:p>
    <w:p w:rsidR="005B0461" w:rsidRDefault="005B0461" w:rsidP="005B0461">
      <w:r>
        <w:lastRenderedPageBreak/>
        <w:t>218.9297</w:t>
      </w:r>
      <w:r>
        <w:tab/>
        <w:t>2.025e0</w:t>
      </w:r>
    </w:p>
    <w:p w:rsidR="005B0461" w:rsidRDefault="005B0461" w:rsidP="005B0461">
      <w:r>
        <w:t>218.9315</w:t>
      </w:r>
      <w:r>
        <w:tab/>
        <w:t>1.013e0</w:t>
      </w:r>
    </w:p>
    <w:p w:rsidR="005B0461" w:rsidRDefault="005B0461" w:rsidP="005B0461">
      <w:r>
        <w:t>218.9499</w:t>
      </w:r>
      <w:r>
        <w:tab/>
        <w:t>2.025e0</w:t>
      </w:r>
    </w:p>
    <w:p w:rsidR="005B0461" w:rsidRDefault="005B0461" w:rsidP="005B0461">
      <w:r>
        <w:t>218.9751</w:t>
      </w:r>
      <w:r>
        <w:tab/>
        <w:t>1.013e0</w:t>
      </w:r>
    </w:p>
    <w:p w:rsidR="005B0461" w:rsidRDefault="005B0461" w:rsidP="005B0461">
      <w:r>
        <w:t>218.9828</w:t>
      </w:r>
      <w:r>
        <w:tab/>
        <w:t>4.051e0</w:t>
      </w:r>
    </w:p>
    <w:p w:rsidR="005B0461" w:rsidRDefault="005B0461" w:rsidP="005B0461">
      <w:r>
        <w:t>218.9904</w:t>
      </w:r>
      <w:r>
        <w:tab/>
        <w:t>2.025e0</w:t>
      </w:r>
    </w:p>
    <w:p w:rsidR="005B0461" w:rsidRDefault="005B0461" w:rsidP="005B0461">
      <w:r>
        <w:t>219.0407</w:t>
      </w:r>
      <w:r>
        <w:tab/>
        <w:t>1.337e0</w:t>
      </w:r>
    </w:p>
    <w:p w:rsidR="005B0461" w:rsidRDefault="005B0461" w:rsidP="005B0461">
      <w:r>
        <w:t>219.0436</w:t>
      </w:r>
      <w:r>
        <w:tab/>
        <w:t>4.464e0</w:t>
      </w:r>
    </w:p>
    <w:p w:rsidR="005B0461" w:rsidRDefault="005B0461" w:rsidP="005B0461">
      <w:r>
        <w:t>219.0712</w:t>
      </w:r>
      <w:r>
        <w:tab/>
        <w:t>4.667e0</w:t>
      </w:r>
    </w:p>
    <w:p w:rsidR="005B0461" w:rsidRDefault="005B0461" w:rsidP="005B0461">
      <w:r>
        <w:t>219.1020</w:t>
      </w:r>
      <w:r>
        <w:tab/>
        <w:t>3.733e1</w:t>
      </w:r>
    </w:p>
    <w:p w:rsidR="005B0461" w:rsidRDefault="005B0461" w:rsidP="005B0461">
      <w:r>
        <w:t>219.1033</w:t>
      </w:r>
      <w:r>
        <w:tab/>
        <w:t>3.012e1</w:t>
      </w:r>
    </w:p>
    <w:p w:rsidR="005B0461" w:rsidRDefault="005B0461" w:rsidP="005B0461">
      <w:r>
        <w:t>219.1048</w:t>
      </w:r>
      <w:r>
        <w:tab/>
        <w:t>5.185e1</w:t>
      </w:r>
    </w:p>
    <w:p w:rsidR="005B0461" w:rsidRDefault="005B0461" w:rsidP="005B0461">
      <w:r>
        <w:t>219.1439</w:t>
      </w:r>
      <w:r>
        <w:tab/>
        <w:t>3.038e0</w:t>
      </w:r>
    </w:p>
    <w:p w:rsidR="005B0461" w:rsidRDefault="005B0461" w:rsidP="005B0461">
      <w:r>
        <w:t>219.1696</w:t>
      </w:r>
      <w:r>
        <w:tab/>
        <w:t>2.025e0</w:t>
      </w:r>
    </w:p>
    <w:p w:rsidR="005B0461" w:rsidRDefault="005B0461" w:rsidP="005B0461">
      <w:r>
        <w:t>219.1801</w:t>
      </w:r>
      <w:r>
        <w:tab/>
        <w:t>4.923e0</w:t>
      </w:r>
    </w:p>
    <w:p w:rsidR="005B0461" w:rsidRDefault="005B0461" w:rsidP="005B0461">
      <w:r>
        <w:t>219.1866</w:t>
      </w:r>
      <w:r>
        <w:tab/>
        <w:t>6.076e0</w:t>
      </w:r>
    </w:p>
    <w:p w:rsidR="005B0461" w:rsidRDefault="005B0461" w:rsidP="005B0461">
      <w:r>
        <w:t>219.2070</w:t>
      </w:r>
      <w:r>
        <w:tab/>
        <w:t>2.025e0</w:t>
      </w:r>
    </w:p>
    <w:p w:rsidR="005B0461" w:rsidRDefault="005B0461" w:rsidP="005B0461">
      <w:r>
        <w:t>219.2109</w:t>
      </w:r>
      <w:r>
        <w:tab/>
        <w:t>1.932e0</w:t>
      </w:r>
    </w:p>
    <w:p w:rsidR="005B0461" w:rsidRDefault="005B0461" w:rsidP="005B0461">
      <w:r>
        <w:t>219.2304</w:t>
      </w:r>
      <w:r>
        <w:tab/>
        <w:t>1.013e0</w:t>
      </w:r>
    </w:p>
    <w:p w:rsidR="005B0461" w:rsidRDefault="005B0461" w:rsidP="005B0461">
      <w:r>
        <w:lastRenderedPageBreak/>
        <w:t>219.2512</w:t>
      </w:r>
      <w:r>
        <w:tab/>
        <w:t>1.013e0</w:t>
      </w:r>
    </w:p>
    <w:p w:rsidR="005B0461" w:rsidRDefault="005B0461" w:rsidP="005B0461">
      <w:r>
        <w:t>219.2550</w:t>
      </w:r>
      <w:r>
        <w:tab/>
        <w:t>1.013e0</w:t>
      </w:r>
    </w:p>
    <w:p w:rsidR="005B0461" w:rsidRDefault="005B0461" w:rsidP="005B0461">
      <w:r>
        <w:t>219.2818</w:t>
      </w:r>
      <w:r>
        <w:tab/>
        <w:t>1.013e0</w:t>
      </w:r>
    </w:p>
    <w:p w:rsidR="005B0461" w:rsidRDefault="005B0461" w:rsidP="005B0461">
      <w:r>
        <w:t>219.2970</w:t>
      </w:r>
      <w:r>
        <w:tab/>
        <w:t>1.013e0</w:t>
      </w:r>
    </w:p>
    <w:p w:rsidR="005B0461" w:rsidRDefault="005B0461" w:rsidP="005B0461">
      <w:r>
        <w:t>219.3052</w:t>
      </w:r>
      <w:r>
        <w:tab/>
        <w:t>1.013e0</w:t>
      </w:r>
    </w:p>
    <w:p w:rsidR="005B0461" w:rsidRDefault="005B0461" w:rsidP="005B0461">
      <w:r>
        <w:t>219.3266</w:t>
      </w:r>
      <w:r>
        <w:tab/>
        <w:t>4.051e0</w:t>
      </w:r>
    </w:p>
    <w:p w:rsidR="005B0461" w:rsidRDefault="005B0461" w:rsidP="005B0461">
      <w:r>
        <w:t>219.3450</w:t>
      </w:r>
      <w:r>
        <w:tab/>
        <w:t>1.013e0</w:t>
      </w:r>
    </w:p>
    <w:p w:rsidR="005B0461" w:rsidRDefault="005B0461" w:rsidP="005B0461">
      <w:r>
        <w:t>219.3566</w:t>
      </w:r>
      <w:r>
        <w:tab/>
        <w:t>2.025e0</w:t>
      </w:r>
    </w:p>
    <w:p w:rsidR="005B0461" w:rsidRDefault="005B0461" w:rsidP="005B0461">
      <w:r>
        <w:t>219.3800</w:t>
      </w:r>
      <w:r>
        <w:tab/>
        <w:t>1.013e0</w:t>
      </w:r>
    </w:p>
    <w:p w:rsidR="005B0461" w:rsidRDefault="005B0461" w:rsidP="005B0461">
      <w:r>
        <w:t>219.3883</w:t>
      </w:r>
      <w:r>
        <w:tab/>
        <w:t>2.025e0</w:t>
      </w:r>
    </w:p>
    <w:p w:rsidR="005B0461" w:rsidRDefault="005B0461" w:rsidP="005B0461">
      <w:r>
        <w:t>219.4055</w:t>
      </w:r>
      <w:r>
        <w:tab/>
        <w:t>3.038e0</w:t>
      </w:r>
    </w:p>
    <w:p w:rsidR="005B0461" w:rsidRDefault="005B0461" w:rsidP="005B0461">
      <w:r>
        <w:t>219.4237</w:t>
      </w:r>
      <w:r>
        <w:tab/>
        <w:t>1.013e0</w:t>
      </w:r>
    </w:p>
    <w:p w:rsidR="005B0461" w:rsidRDefault="005B0461" w:rsidP="005B0461">
      <w:r>
        <w:t>219.4428</w:t>
      </w:r>
      <w:r>
        <w:tab/>
        <w:t>2.025e0</w:t>
      </w:r>
    </w:p>
    <w:p w:rsidR="005B0461" w:rsidRDefault="005B0461" w:rsidP="005B0461">
      <w:r>
        <w:t>219.4507</w:t>
      </w:r>
      <w:r>
        <w:tab/>
        <w:t>2.025e0</w:t>
      </w:r>
    </w:p>
    <w:p w:rsidR="005B0461" w:rsidRDefault="005B0461" w:rsidP="005B0461">
      <w:r>
        <w:t>219.4889</w:t>
      </w:r>
      <w:r>
        <w:tab/>
        <w:t>2.025e0</w:t>
      </w:r>
    </w:p>
    <w:p w:rsidR="005B0461" w:rsidRDefault="005B0461" w:rsidP="005B0461">
      <w:r>
        <w:t>219.5026</w:t>
      </w:r>
      <w:r>
        <w:tab/>
        <w:t>4.051e0</w:t>
      </w:r>
    </w:p>
    <w:p w:rsidR="005B0461" w:rsidRDefault="005B0461" w:rsidP="005B0461">
      <w:r>
        <w:t>219.5061</w:t>
      </w:r>
      <w:r>
        <w:tab/>
        <w:t>4.051e0</w:t>
      </w:r>
    </w:p>
    <w:p w:rsidR="005B0461" w:rsidRDefault="005B0461" w:rsidP="005B0461">
      <w:r>
        <w:t>219.5214</w:t>
      </w:r>
      <w:r>
        <w:tab/>
        <w:t>1.013e0</w:t>
      </w:r>
    </w:p>
    <w:p w:rsidR="005B0461" w:rsidRDefault="005B0461" w:rsidP="005B0461">
      <w:r>
        <w:t>219.5546</w:t>
      </w:r>
      <w:r>
        <w:tab/>
        <w:t>3.038e0</w:t>
      </w:r>
    </w:p>
    <w:p w:rsidR="005B0461" w:rsidRDefault="005B0461" w:rsidP="005B0461">
      <w:r>
        <w:lastRenderedPageBreak/>
        <w:t>219.5579</w:t>
      </w:r>
      <w:r>
        <w:tab/>
        <w:t>2.025e0</w:t>
      </w:r>
    </w:p>
    <w:p w:rsidR="005B0461" w:rsidRDefault="005B0461" w:rsidP="005B0461">
      <w:r>
        <w:t>219.5694</w:t>
      </w:r>
      <w:r>
        <w:tab/>
        <w:t>1.013e0</w:t>
      </w:r>
    </w:p>
    <w:p w:rsidR="005B0461" w:rsidRDefault="005B0461" w:rsidP="005B0461">
      <w:r>
        <w:t>219.5771</w:t>
      </w:r>
      <w:r>
        <w:tab/>
        <w:t>1.013e0</w:t>
      </w:r>
    </w:p>
    <w:p w:rsidR="005B0461" w:rsidRDefault="005B0461" w:rsidP="005B0461">
      <w:r>
        <w:t>219.5963</w:t>
      </w:r>
      <w:r>
        <w:tab/>
        <w:t>1.013e0</w:t>
      </w:r>
    </w:p>
    <w:p w:rsidR="005B0461" w:rsidRDefault="005B0461" w:rsidP="005B0461">
      <w:r>
        <w:t>219.6046</w:t>
      </w:r>
      <w:r>
        <w:tab/>
        <w:t>1.013e0</w:t>
      </w:r>
    </w:p>
    <w:p w:rsidR="005B0461" w:rsidRDefault="005B0461" w:rsidP="005B0461">
      <w:r>
        <w:t>219.6212</w:t>
      </w:r>
      <w:r>
        <w:tab/>
        <w:t>4.051e0</w:t>
      </w:r>
    </w:p>
    <w:p w:rsidR="005B0461" w:rsidRDefault="005B0461" w:rsidP="005B0461">
      <w:r>
        <w:t>219.6423</w:t>
      </w:r>
      <w:r>
        <w:tab/>
        <w:t>2.025e0</w:t>
      </w:r>
    </w:p>
    <w:p w:rsidR="005B0461" w:rsidRDefault="005B0461" w:rsidP="005B0461">
      <w:r>
        <w:t>219.6481</w:t>
      </w:r>
      <w:r>
        <w:tab/>
        <w:t>1.013e0</w:t>
      </w:r>
    </w:p>
    <w:p w:rsidR="005B0461" w:rsidRDefault="005B0461" w:rsidP="005B0461">
      <w:r>
        <w:t>219.6753</w:t>
      </w:r>
      <w:r>
        <w:tab/>
        <w:t>1.013e0</w:t>
      </w:r>
    </w:p>
    <w:p w:rsidR="005B0461" w:rsidRDefault="005B0461" w:rsidP="005B0461">
      <w:r>
        <w:t>219.7114</w:t>
      </w:r>
      <w:r>
        <w:tab/>
        <w:t>1.013e0</w:t>
      </w:r>
    </w:p>
    <w:p w:rsidR="005B0461" w:rsidRDefault="005B0461" w:rsidP="005B0461">
      <w:r>
        <w:t>219.7229</w:t>
      </w:r>
      <w:r>
        <w:tab/>
        <w:t>2.025e0</w:t>
      </w:r>
    </w:p>
    <w:p w:rsidR="005B0461" w:rsidRDefault="005B0461" w:rsidP="005B0461">
      <w:r>
        <w:t>219.7627</w:t>
      </w:r>
      <w:r>
        <w:tab/>
        <w:t>1.013e0</w:t>
      </w:r>
    </w:p>
    <w:p w:rsidR="005B0461" w:rsidRDefault="005B0461" w:rsidP="005B0461">
      <w:r>
        <w:t>219.7669</w:t>
      </w:r>
      <w:r>
        <w:tab/>
        <w:t>1.013e0</w:t>
      </w:r>
    </w:p>
    <w:p w:rsidR="005B0461" w:rsidRDefault="005B0461" w:rsidP="005B0461">
      <w:r>
        <w:t>219.7785</w:t>
      </w:r>
      <w:r>
        <w:tab/>
        <w:t>1.013e0</w:t>
      </w:r>
    </w:p>
    <w:p w:rsidR="005B0461" w:rsidRDefault="005B0461" w:rsidP="005B0461">
      <w:r>
        <w:t>219.8073</w:t>
      </w:r>
      <w:r>
        <w:tab/>
        <w:t>2.025e0</w:t>
      </w:r>
    </w:p>
    <w:p w:rsidR="005B0461" w:rsidRDefault="005B0461" w:rsidP="005B0461">
      <w:r>
        <w:t>219.8130</w:t>
      </w:r>
      <w:r>
        <w:tab/>
        <w:t>1.013e0</w:t>
      </w:r>
    </w:p>
    <w:p w:rsidR="005B0461" w:rsidRDefault="005B0461" w:rsidP="005B0461">
      <w:r>
        <w:t>219.8168</w:t>
      </w:r>
      <w:r>
        <w:tab/>
        <w:t>1.013e0</w:t>
      </w:r>
    </w:p>
    <w:p w:rsidR="005B0461" w:rsidRDefault="005B0461" w:rsidP="005B0461">
      <w:r>
        <w:t>219.8418</w:t>
      </w:r>
      <w:r>
        <w:tab/>
        <w:t>1.013e0</w:t>
      </w:r>
    </w:p>
    <w:p w:rsidR="005B0461" w:rsidRDefault="005B0461" w:rsidP="005B0461">
      <w:r>
        <w:t>219.8473</w:t>
      </w:r>
      <w:r>
        <w:tab/>
        <w:t>3.038e0</w:t>
      </w:r>
    </w:p>
    <w:p w:rsidR="005B0461" w:rsidRDefault="005B0461" w:rsidP="005B0461">
      <w:r>
        <w:lastRenderedPageBreak/>
        <w:t>219.8496</w:t>
      </w:r>
      <w:r>
        <w:tab/>
        <w:t>2.025e0</w:t>
      </w:r>
    </w:p>
    <w:p w:rsidR="005B0461" w:rsidRDefault="005B0461" w:rsidP="005B0461">
      <w:r>
        <w:t>219.8534</w:t>
      </w:r>
      <w:r>
        <w:tab/>
        <w:t>1.013e0</w:t>
      </w:r>
    </w:p>
    <w:p w:rsidR="005B0461" w:rsidRDefault="005B0461" w:rsidP="005B0461">
      <w:r>
        <w:t>219.8904</w:t>
      </w:r>
      <w:r>
        <w:tab/>
        <w:t>2.025e0</w:t>
      </w:r>
    </w:p>
    <w:p w:rsidR="005B0461" w:rsidRDefault="005B0461" w:rsidP="005B0461">
      <w:r>
        <w:t>219.8918</w:t>
      </w:r>
      <w:r>
        <w:tab/>
        <w:t>1.013e0</w:t>
      </w:r>
    </w:p>
    <w:p w:rsidR="005B0461" w:rsidRDefault="005B0461" w:rsidP="005B0461">
      <w:r>
        <w:t>219.9168</w:t>
      </w:r>
      <w:r>
        <w:tab/>
        <w:t>2.025e0</w:t>
      </w:r>
    </w:p>
    <w:p w:rsidR="005B0461" w:rsidRDefault="005B0461" w:rsidP="005B0461">
      <w:r>
        <w:t>219.9512</w:t>
      </w:r>
      <w:r>
        <w:tab/>
        <w:t>1.013e0</w:t>
      </w:r>
    </w:p>
    <w:p w:rsidR="005B0461" w:rsidRDefault="005B0461" w:rsidP="005B0461">
      <w:r>
        <w:t>219.9601</w:t>
      </w:r>
      <w:r>
        <w:tab/>
        <w:t>4.051e0</w:t>
      </w:r>
    </w:p>
    <w:p w:rsidR="005B0461" w:rsidRDefault="005B0461" w:rsidP="005B0461">
      <w:r>
        <w:t>219.9992</w:t>
      </w:r>
      <w:r>
        <w:tab/>
        <w:t>1.013e0</w:t>
      </w:r>
    </w:p>
    <w:p w:rsidR="005B0461" w:rsidRDefault="005B0461" w:rsidP="005B0461">
      <w:r>
        <w:t>220.0429</w:t>
      </w:r>
      <w:r>
        <w:tab/>
        <w:t>4.919e1</w:t>
      </w:r>
    </w:p>
    <w:p w:rsidR="005B0461" w:rsidRDefault="005B0461" w:rsidP="005B0461">
      <w:r>
        <w:t>220.0464</w:t>
      </w:r>
      <w:r>
        <w:tab/>
        <w:t>1.598e1</w:t>
      </w:r>
    </w:p>
    <w:p w:rsidR="005B0461" w:rsidRDefault="005B0461" w:rsidP="005B0461">
      <w:r>
        <w:t>220.0779</w:t>
      </w:r>
      <w:r>
        <w:tab/>
        <w:t>1.013e0</w:t>
      </w:r>
    </w:p>
    <w:p w:rsidR="005B0461" w:rsidRDefault="005B0461" w:rsidP="005B0461">
      <w:r>
        <w:t>220.0979</w:t>
      </w:r>
      <w:r>
        <w:tab/>
        <w:t>4.325e0</w:t>
      </w:r>
    </w:p>
    <w:p w:rsidR="005B0461" w:rsidRDefault="005B0461" w:rsidP="005B0461">
      <w:r>
        <w:t>220.1085</w:t>
      </w:r>
      <w:r>
        <w:tab/>
        <w:t>1.949e0</w:t>
      </w:r>
    </w:p>
    <w:p w:rsidR="005B0461" w:rsidRDefault="005B0461" w:rsidP="005B0461">
      <w:r>
        <w:t>220.1174</w:t>
      </w:r>
      <w:r>
        <w:tab/>
        <w:t>1.107e1</w:t>
      </w:r>
    </w:p>
    <w:p w:rsidR="005B0461" w:rsidRDefault="005B0461" w:rsidP="005B0461">
      <w:r>
        <w:t>220.1197</w:t>
      </w:r>
      <w:r>
        <w:tab/>
        <w:t>4.456e0</w:t>
      </w:r>
    </w:p>
    <w:p w:rsidR="005B0461" w:rsidRDefault="005B0461" w:rsidP="005B0461">
      <w:r>
        <w:t>220.1315</w:t>
      </w:r>
      <w:r>
        <w:tab/>
        <w:t>3.527e0</w:t>
      </w:r>
    </w:p>
    <w:p w:rsidR="005B0461" w:rsidRDefault="005B0461" w:rsidP="005B0461">
      <w:r>
        <w:t>220.1422</w:t>
      </w:r>
      <w:r>
        <w:tab/>
        <w:t>2.867e0</w:t>
      </w:r>
    </w:p>
    <w:p w:rsidR="005B0461" w:rsidRDefault="005B0461" w:rsidP="005B0461">
      <w:r>
        <w:t>220.1624</w:t>
      </w:r>
      <w:r>
        <w:tab/>
        <w:t>2.025e0</w:t>
      </w:r>
    </w:p>
    <w:p w:rsidR="005B0461" w:rsidRDefault="005B0461" w:rsidP="005B0461">
      <w:r>
        <w:t>220.1673</w:t>
      </w:r>
      <w:r>
        <w:tab/>
        <w:t>2.999e0</w:t>
      </w:r>
    </w:p>
    <w:p w:rsidR="005B0461" w:rsidRDefault="005B0461" w:rsidP="005B0461">
      <w:r>
        <w:lastRenderedPageBreak/>
        <w:t>220.1758</w:t>
      </w:r>
      <w:r>
        <w:tab/>
        <w:t>1.013e0</w:t>
      </w:r>
    </w:p>
    <w:p w:rsidR="005B0461" w:rsidRDefault="005B0461" w:rsidP="005B0461">
      <w:r>
        <w:t>220.2085</w:t>
      </w:r>
      <w:r>
        <w:tab/>
        <w:t>1.013e0</w:t>
      </w:r>
    </w:p>
    <w:p w:rsidR="005B0461" w:rsidRDefault="005B0461" w:rsidP="005B0461">
      <w:r>
        <w:t>220.2124</w:t>
      </w:r>
      <w:r>
        <w:tab/>
        <w:t>2.025e0</w:t>
      </w:r>
    </w:p>
    <w:p w:rsidR="005B0461" w:rsidRDefault="005B0461" w:rsidP="005B0461">
      <w:r>
        <w:t>220.2506</w:t>
      </w:r>
      <w:r>
        <w:tab/>
        <w:t>1.013e0</w:t>
      </w:r>
    </w:p>
    <w:p w:rsidR="005B0461" w:rsidRDefault="005B0461" w:rsidP="005B0461">
      <w:r>
        <w:t>220.2630</w:t>
      </w:r>
      <w:r>
        <w:tab/>
        <w:t>3.038e0</w:t>
      </w:r>
    </w:p>
    <w:p w:rsidR="005B0461" w:rsidRDefault="005B0461" w:rsidP="005B0461">
      <w:r>
        <w:t>220.2710</w:t>
      </w:r>
      <w:r>
        <w:tab/>
        <w:t>1.013e0</w:t>
      </w:r>
    </w:p>
    <w:p w:rsidR="005B0461" w:rsidRDefault="005B0461" w:rsidP="005B0461">
      <w:r>
        <w:t>220.2794</w:t>
      </w:r>
      <w:r>
        <w:tab/>
        <w:t>1.013e0</w:t>
      </w:r>
    </w:p>
    <w:p w:rsidR="005B0461" w:rsidRDefault="005B0461" w:rsidP="005B0461">
      <w:r>
        <w:t>220.3064</w:t>
      </w:r>
      <w:r>
        <w:tab/>
        <w:t>2.025e0</w:t>
      </w:r>
    </w:p>
    <w:p w:rsidR="005B0461" w:rsidRDefault="005B0461" w:rsidP="005B0461">
      <w:r>
        <w:t>220.3141</w:t>
      </w:r>
      <w:r>
        <w:tab/>
        <w:t>1.013e0</w:t>
      </w:r>
    </w:p>
    <w:p w:rsidR="005B0461" w:rsidRDefault="005B0461" w:rsidP="005B0461">
      <w:r>
        <w:t>220.3216</w:t>
      </w:r>
      <w:r>
        <w:tab/>
        <w:t>2.025e0</w:t>
      </w:r>
    </w:p>
    <w:p w:rsidR="005B0461" w:rsidRDefault="005B0461" w:rsidP="005B0461">
      <w:r>
        <w:t>220.3359</w:t>
      </w:r>
      <w:r>
        <w:tab/>
        <w:t>2.025e0</w:t>
      </w:r>
    </w:p>
    <w:p w:rsidR="005B0461" w:rsidRDefault="005B0461" w:rsidP="005B0461">
      <w:r>
        <w:t>220.3503</w:t>
      </w:r>
      <w:r>
        <w:tab/>
        <w:t>1.013e0</w:t>
      </w:r>
    </w:p>
    <w:p w:rsidR="005B0461" w:rsidRDefault="005B0461" w:rsidP="005B0461">
      <w:r>
        <w:t>220.3621</w:t>
      </w:r>
      <w:r>
        <w:tab/>
        <w:t>1.013e0</w:t>
      </w:r>
    </w:p>
    <w:p w:rsidR="005B0461" w:rsidRDefault="005B0461" w:rsidP="005B0461">
      <w:r>
        <w:t>220.3659</w:t>
      </w:r>
      <w:r>
        <w:tab/>
        <w:t>1.013e0</w:t>
      </w:r>
    </w:p>
    <w:p w:rsidR="005B0461" w:rsidRDefault="005B0461" w:rsidP="005B0461">
      <w:r>
        <w:t>220.3928</w:t>
      </w:r>
      <w:r>
        <w:tab/>
        <w:t>1.013e0</w:t>
      </w:r>
    </w:p>
    <w:p w:rsidR="005B0461" w:rsidRDefault="005B0461" w:rsidP="005B0461">
      <w:r>
        <w:t>220.4004</w:t>
      </w:r>
      <w:r>
        <w:tab/>
        <w:t>1.013e0</w:t>
      </w:r>
    </w:p>
    <w:p w:rsidR="005B0461" w:rsidRDefault="005B0461" w:rsidP="005B0461">
      <w:r>
        <w:t>220.4087</w:t>
      </w:r>
      <w:r>
        <w:tab/>
        <w:t>1.013e0</w:t>
      </w:r>
    </w:p>
    <w:p w:rsidR="005B0461" w:rsidRDefault="005B0461" w:rsidP="005B0461">
      <w:r>
        <w:t>220.4504</w:t>
      </w:r>
      <w:r>
        <w:tab/>
        <w:t>2.025e0</w:t>
      </w:r>
    </w:p>
    <w:p w:rsidR="005B0461" w:rsidRDefault="005B0461" w:rsidP="005B0461">
      <w:r>
        <w:t>220.4797</w:t>
      </w:r>
      <w:r>
        <w:tab/>
        <w:t>1.013e0</w:t>
      </w:r>
    </w:p>
    <w:p w:rsidR="005B0461" w:rsidRDefault="005B0461" w:rsidP="005B0461">
      <w:r>
        <w:lastRenderedPageBreak/>
        <w:t>220.4825</w:t>
      </w:r>
      <w:r>
        <w:tab/>
        <w:t>3.038e0</w:t>
      </w:r>
    </w:p>
    <w:p w:rsidR="005B0461" w:rsidRDefault="005B0461" w:rsidP="005B0461">
      <w:r>
        <w:t>220.5005</w:t>
      </w:r>
      <w:r>
        <w:tab/>
        <w:t>1.013e0</w:t>
      </w:r>
    </w:p>
    <w:p w:rsidR="005B0461" w:rsidRDefault="005B0461" w:rsidP="005B0461">
      <w:r>
        <w:t>220.5195</w:t>
      </w:r>
      <w:r>
        <w:tab/>
        <w:t>1.013e0</w:t>
      </w:r>
    </w:p>
    <w:p w:rsidR="005B0461" w:rsidRDefault="005B0461" w:rsidP="005B0461">
      <w:r>
        <w:t>220.5311</w:t>
      </w:r>
      <w:r>
        <w:tab/>
        <w:t>2.025e0</w:t>
      </w:r>
    </w:p>
    <w:p w:rsidR="005B0461" w:rsidRDefault="005B0461" w:rsidP="005B0461">
      <w:r>
        <w:t>220.5389</w:t>
      </w:r>
      <w:r>
        <w:tab/>
        <w:t>2.025e0</w:t>
      </w:r>
    </w:p>
    <w:p w:rsidR="005B0461" w:rsidRDefault="005B0461" w:rsidP="005B0461">
      <w:r>
        <w:t>220.5550</w:t>
      </w:r>
      <w:r>
        <w:tab/>
        <w:t>2.025e0</w:t>
      </w:r>
    </w:p>
    <w:p w:rsidR="005B0461" w:rsidRDefault="005B0461" w:rsidP="005B0461">
      <w:r>
        <w:t>220.5753</w:t>
      </w:r>
      <w:r>
        <w:tab/>
        <w:t>2.025e0</w:t>
      </w:r>
    </w:p>
    <w:p w:rsidR="005B0461" w:rsidRDefault="005B0461" w:rsidP="005B0461">
      <w:r>
        <w:t>220.5792</w:t>
      </w:r>
      <w:r>
        <w:tab/>
        <w:t>2.025e0</w:t>
      </w:r>
    </w:p>
    <w:p w:rsidR="005B0461" w:rsidRDefault="005B0461" w:rsidP="005B0461">
      <w:r>
        <w:t>220.5868</w:t>
      </w:r>
      <w:r>
        <w:tab/>
        <w:t>1.013e0</w:t>
      </w:r>
    </w:p>
    <w:p w:rsidR="005B0461" w:rsidRDefault="005B0461" w:rsidP="005B0461">
      <w:r>
        <w:t>220.5964</w:t>
      </w:r>
      <w:r>
        <w:tab/>
        <w:t>2.025e0</w:t>
      </w:r>
    </w:p>
    <w:p w:rsidR="005B0461" w:rsidRDefault="005B0461" w:rsidP="005B0461">
      <w:r>
        <w:t>220.6060</w:t>
      </w:r>
      <w:r>
        <w:tab/>
        <w:t>1.013e0</w:t>
      </w:r>
    </w:p>
    <w:p w:rsidR="005B0461" w:rsidRDefault="005B0461" w:rsidP="005B0461">
      <w:r>
        <w:t>220.6136</w:t>
      </w:r>
      <w:r>
        <w:tab/>
        <w:t>1.013e0</w:t>
      </w:r>
    </w:p>
    <w:p w:rsidR="005B0461" w:rsidRDefault="005B0461" w:rsidP="005B0461">
      <w:r>
        <w:t>220.6258</w:t>
      </w:r>
      <w:r>
        <w:tab/>
        <w:t>1.013e0</w:t>
      </w:r>
    </w:p>
    <w:p w:rsidR="005B0461" w:rsidRDefault="005B0461" w:rsidP="005B0461">
      <w:r>
        <w:t>220.6502</w:t>
      </w:r>
      <w:r>
        <w:tab/>
        <w:t>5.063e0</w:t>
      </w:r>
    </w:p>
    <w:p w:rsidR="005B0461" w:rsidRDefault="005B0461" w:rsidP="005B0461">
      <w:r>
        <w:t>220.6809</w:t>
      </w:r>
      <w:r>
        <w:tab/>
        <w:t>1.013e0</w:t>
      </w:r>
    </w:p>
    <w:p w:rsidR="005B0461" w:rsidRDefault="005B0461" w:rsidP="005B0461">
      <w:r>
        <w:t>220.6926</w:t>
      </w:r>
      <w:r>
        <w:tab/>
        <w:t>2.025e0</w:t>
      </w:r>
    </w:p>
    <w:p w:rsidR="005B0461" w:rsidRDefault="005B0461" w:rsidP="005B0461">
      <w:r>
        <w:t>220.6949</w:t>
      </w:r>
      <w:r>
        <w:tab/>
        <w:t>2.025e0</w:t>
      </w:r>
    </w:p>
    <w:p w:rsidR="005B0461" w:rsidRDefault="005B0461" w:rsidP="005B0461">
      <w:r>
        <w:t>220.7010</w:t>
      </w:r>
      <w:r>
        <w:tab/>
        <w:t>1.013e0</w:t>
      </w:r>
    </w:p>
    <w:p w:rsidR="005B0461" w:rsidRDefault="005B0461" w:rsidP="005B0461">
      <w:r>
        <w:t>220.7251</w:t>
      </w:r>
      <w:r>
        <w:tab/>
        <w:t>1.013e0</w:t>
      </w:r>
    </w:p>
    <w:p w:rsidR="005B0461" w:rsidRDefault="005B0461" w:rsidP="005B0461">
      <w:r>
        <w:lastRenderedPageBreak/>
        <w:t>220.7520</w:t>
      </w:r>
      <w:r>
        <w:tab/>
        <w:t>2.025e0</w:t>
      </w:r>
    </w:p>
    <w:p w:rsidR="005B0461" w:rsidRDefault="005B0461" w:rsidP="005B0461">
      <w:r>
        <w:t>220.7801</w:t>
      </w:r>
      <w:r>
        <w:tab/>
        <w:t>2.025e0</w:t>
      </w:r>
    </w:p>
    <w:p w:rsidR="005B0461" w:rsidRDefault="005B0461" w:rsidP="005B0461">
      <w:r>
        <w:t>220.7876</w:t>
      </w:r>
      <w:r>
        <w:tab/>
        <w:t>2.025e0</w:t>
      </w:r>
    </w:p>
    <w:p w:rsidR="005B0461" w:rsidRDefault="005B0461" w:rsidP="005B0461">
      <w:r>
        <w:t>220.8231</w:t>
      </w:r>
      <w:r>
        <w:tab/>
        <w:t>1.013e0</w:t>
      </w:r>
    </w:p>
    <w:p w:rsidR="005B0461" w:rsidRDefault="005B0461" w:rsidP="005B0461">
      <w:r>
        <w:t>220.8307</w:t>
      </w:r>
      <w:r>
        <w:tab/>
        <w:t>1.013e0</w:t>
      </w:r>
    </w:p>
    <w:p w:rsidR="005B0461" w:rsidRDefault="005B0461" w:rsidP="005B0461">
      <w:r>
        <w:t>220.8347</w:t>
      </w:r>
      <w:r>
        <w:tab/>
        <w:t>1.013e0</w:t>
      </w:r>
    </w:p>
    <w:p w:rsidR="005B0461" w:rsidRDefault="005B0461" w:rsidP="005B0461">
      <w:r>
        <w:t>220.8636</w:t>
      </w:r>
      <w:r>
        <w:tab/>
        <w:t>2.025e0</w:t>
      </w:r>
    </w:p>
    <w:p w:rsidR="005B0461" w:rsidRDefault="005B0461" w:rsidP="005B0461">
      <w:r>
        <w:t>220.8712</w:t>
      </w:r>
      <w:r>
        <w:tab/>
        <w:t>1.013e0</w:t>
      </w:r>
    </w:p>
    <w:p w:rsidR="005B0461" w:rsidRDefault="005B0461" w:rsidP="005B0461">
      <w:r>
        <w:t>220.8827</w:t>
      </w:r>
      <w:r>
        <w:tab/>
        <w:t>1.013e0</w:t>
      </w:r>
    </w:p>
    <w:p w:rsidR="005B0461" w:rsidRDefault="005B0461" w:rsidP="005B0461">
      <w:r>
        <w:t>220.9026</w:t>
      </w:r>
      <w:r>
        <w:tab/>
        <w:t>2.025e0</w:t>
      </w:r>
    </w:p>
    <w:p w:rsidR="005B0461" w:rsidRDefault="005B0461" w:rsidP="005B0461">
      <w:r>
        <w:t>220.9058</w:t>
      </w:r>
      <w:r>
        <w:tab/>
        <w:t>1.013e0</w:t>
      </w:r>
    </w:p>
    <w:p w:rsidR="005B0461" w:rsidRDefault="005B0461" w:rsidP="005B0461">
      <w:r>
        <w:t>220.9385</w:t>
      </w:r>
      <w:r>
        <w:tab/>
        <w:t>1.013e0</w:t>
      </w:r>
    </w:p>
    <w:p w:rsidR="005B0461" w:rsidRDefault="005B0461" w:rsidP="005B0461">
      <w:r>
        <w:t>220.9729</w:t>
      </w:r>
      <w:r>
        <w:tab/>
        <w:t>1.013e0</w:t>
      </w:r>
    </w:p>
    <w:p w:rsidR="005B0461" w:rsidRDefault="005B0461" w:rsidP="005B0461">
      <w:r>
        <w:t>220.9912</w:t>
      </w:r>
      <w:r>
        <w:tab/>
        <w:t>2.025e0</w:t>
      </w:r>
    </w:p>
    <w:p w:rsidR="005B0461" w:rsidRDefault="005B0461" w:rsidP="005B0461">
      <w:r>
        <w:t>221.0105</w:t>
      </w:r>
      <w:r>
        <w:tab/>
        <w:t>1.238e0</w:t>
      </w:r>
    </w:p>
    <w:p w:rsidR="005B0461" w:rsidRDefault="005B0461" w:rsidP="005B0461">
      <w:r>
        <w:t>221.0187</w:t>
      </w:r>
      <w:r>
        <w:tab/>
        <w:t>1.572e0</w:t>
      </w:r>
    </w:p>
    <w:p w:rsidR="005B0461" w:rsidRDefault="005B0461" w:rsidP="005B0461">
      <w:r>
        <w:t>221.0460</w:t>
      </w:r>
      <w:r>
        <w:tab/>
        <w:t>4.479e0</w:t>
      </w:r>
    </w:p>
    <w:p w:rsidR="005B0461" w:rsidRDefault="005B0461" w:rsidP="005B0461">
      <w:r>
        <w:t>221.0534</w:t>
      </w:r>
      <w:r>
        <w:tab/>
        <w:t>5.032e0</w:t>
      </w:r>
    </w:p>
    <w:p w:rsidR="005B0461" w:rsidRDefault="005B0461" w:rsidP="005B0461">
      <w:r>
        <w:t>221.0715</w:t>
      </w:r>
      <w:r>
        <w:tab/>
        <w:t>2.042e0</w:t>
      </w:r>
    </w:p>
    <w:p w:rsidR="005B0461" w:rsidRDefault="005B0461" w:rsidP="005B0461">
      <w:r>
        <w:lastRenderedPageBreak/>
        <w:t>221.0729</w:t>
      </w:r>
      <w:r>
        <w:tab/>
        <w:t>1.723e0</w:t>
      </w:r>
    </w:p>
    <w:p w:rsidR="005B0461" w:rsidRDefault="005B0461" w:rsidP="005B0461">
      <w:r>
        <w:t>221.0883</w:t>
      </w:r>
      <w:r>
        <w:tab/>
        <w:t>1.013e0</w:t>
      </w:r>
    </w:p>
    <w:p w:rsidR="005B0461" w:rsidRDefault="005B0461" w:rsidP="005B0461">
      <w:r>
        <w:t>221.1134</w:t>
      </w:r>
      <w:r>
        <w:tab/>
        <w:t>3.038e0</w:t>
      </w:r>
    </w:p>
    <w:p w:rsidR="005B0461" w:rsidRDefault="005B0461" w:rsidP="005B0461">
      <w:r>
        <w:t>221.1171</w:t>
      </w:r>
      <w:r>
        <w:tab/>
        <w:t>5.886e0</w:t>
      </w:r>
    </w:p>
    <w:p w:rsidR="005B0461" w:rsidRDefault="005B0461" w:rsidP="005B0461">
      <w:r>
        <w:t>221.1210</w:t>
      </w:r>
      <w:r>
        <w:tab/>
        <w:t>3.418e0</w:t>
      </w:r>
    </w:p>
    <w:p w:rsidR="005B0461" w:rsidRDefault="005B0461" w:rsidP="005B0461">
      <w:r>
        <w:t>221.1498</w:t>
      </w:r>
      <w:r>
        <w:tab/>
        <w:t>1.681e0</w:t>
      </w:r>
    </w:p>
    <w:p w:rsidR="005B0461" w:rsidRDefault="005B0461" w:rsidP="005B0461">
      <w:r>
        <w:t>221.1609</w:t>
      </w:r>
      <w:r>
        <w:tab/>
        <w:t>7.578e0</w:t>
      </w:r>
    </w:p>
    <w:p w:rsidR="005B0461" w:rsidRDefault="005B0461" w:rsidP="005B0461">
      <w:r>
        <w:t>221.1711</w:t>
      </w:r>
      <w:r>
        <w:tab/>
        <w:t>2.019e0</w:t>
      </w:r>
    </w:p>
    <w:p w:rsidR="005B0461" w:rsidRDefault="005B0461" w:rsidP="005B0461">
      <w:r>
        <w:t>221.1864</w:t>
      </w:r>
      <w:r>
        <w:tab/>
        <w:t>2.025e0</w:t>
      </w:r>
    </w:p>
    <w:p w:rsidR="005B0461" w:rsidRDefault="005B0461" w:rsidP="005B0461">
      <w:r>
        <w:t>221.1938</w:t>
      </w:r>
      <w:r>
        <w:tab/>
        <w:t>3.038e0</w:t>
      </w:r>
    </w:p>
    <w:p w:rsidR="005B0461" w:rsidRDefault="005B0461" w:rsidP="005B0461">
      <w:r>
        <w:t>221.1986</w:t>
      </w:r>
      <w:r>
        <w:tab/>
        <w:t>1.013e0</w:t>
      </w:r>
    </w:p>
    <w:p w:rsidR="005B0461" w:rsidRDefault="005B0461" w:rsidP="005B0461">
      <w:r>
        <w:t>221.2112</w:t>
      </w:r>
      <w:r>
        <w:tab/>
        <w:t>1.013e0</w:t>
      </w:r>
    </w:p>
    <w:p w:rsidR="005B0461" w:rsidRDefault="005B0461" w:rsidP="005B0461">
      <w:r>
        <w:t>221.2306</w:t>
      </w:r>
      <w:r>
        <w:tab/>
        <w:t>1.013e0</w:t>
      </w:r>
    </w:p>
    <w:p w:rsidR="005B0461" w:rsidRDefault="005B0461" w:rsidP="005B0461">
      <w:r>
        <w:t>221.2499</w:t>
      </w:r>
      <w:r>
        <w:tab/>
        <w:t>1.013e0</w:t>
      </w:r>
    </w:p>
    <w:p w:rsidR="005B0461" w:rsidRDefault="005B0461" w:rsidP="005B0461">
      <w:r>
        <w:t>221.2614</w:t>
      </w:r>
      <w:r>
        <w:tab/>
        <w:t>2.025e0</w:t>
      </w:r>
    </w:p>
    <w:p w:rsidR="005B0461" w:rsidRDefault="005B0461" w:rsidP="005B0461">
      <w:r>
        <w:t>221.2656</w:t>
      </w:r>
      <w:r>
        <w:tab/>
        <w:t>1.013e0</w:t>
      </w:r>
    </w:p>
    <w:p w:rsidR="005B0461" w:rsidRDefault="005B0461" w:rsidP="005B0461">
      <w:r>
        <w:t>221.2782</w:t>
      </w:r>
      <w:r>
        <w:tab/>
        <w:t>1.013e0</w:t>
      </w:r>
    </w:p>
    <w:p w:rsidR="005B0461" w:rsidRDefault="005B0461" w:rsidP="005B0461">
      <w:r>
        <w:t>221.3044</w:t>
      </w:r>
      <w:r>
        <w:tab/>
        <w:t>3.038e0</w:t>
      </w:r>
    </w:p>
    <w:p w:rsidR="005B0461" w:rsidRDefault="005B0461" w:rsidP="005B0461">
      <w:r>
        <w:t>221.3172</w:t>
      </w:r>
      <w:r>
        <w:tab/>
        <w:t>1.013e0</w:t>
      </w:r>
    </w:p>
    <w:p w:rsidR="005B0461" w:rsidRDefault="005B0461" w:rsidP="005B0461">
      <w:r>
        <w:lastRenderedPageBreak/>
        <w:t>221.3494</w:t>
      </w:r>
      <w:r>
        <w:tab/>
        <w:t>1.013e0</w:t>
      </w:r>
    </w:p>
    <w:p w:rsidR="005B0461" w:rsidRDefault="005B0461" w:rsidP="005B0461">
      <w:r>
        <w:t>221.3807</w:t>
      </w:r>
      <w:r>
        <w:tab/>
        <w:t>1.013e0</w:t>
      </w:r>
    </w:p>
    <w:p w:rsidR="005B0461" w:rsidRDefault="005B0461" w:rsidP="005B0461">
      <w:r>
        <w:t>221.4038</w:t>
      </w:r>
      <w:r>
        <w:tab/>
        <w:t>1.013e0</w:t>
      </w:r>
    </w:p>
    <w:p w:rsidR="005B0461" w:rsidRDefault="005B0461" w:rsidP="005B0461">
      <w:r>
        <w:t>221.4248</w:t>
      </w:r>
      <w:r>
        <w:tab/>
        <w:t>1.013e0</w:t>
      </w:r>
    </w:p>
    <w:p w:rsidR="005B0461" w:rsidRDefault="005B0461" w:rsidP="005B0461">
      <w:r>
        <w:t>221.4346</w:t>
      </w:r>
      <w:r>
        <w:tab/>
        <w:t>2.025e0</w:t>
      </w:r>
    </w:p>
    <w:p w:rsidR="005B0461" w:rsidRDefault="005B0461" w:rsidP="005B0461">
      <w:r>
        <w:t>221.4441</w:t>
      </w:r>
      <w:r>
        <w:tab/>
        <w:t>1.013e0</w:t>
      </w:r>
    </w:p>
    <w:p w:rsidR="005B0461" w:rsidRDefault="005B0461" w:rsidP="005B0461">
      <w:r>
        <w:t>221.4537</w:t>
      </w:r>
      <w:r>
        <w:tab/>
        <w:t>2.025e0</w:t>
      </w:r>
    </w:p>
    <w:p w:rsidR="005B0461" w:rsidRDefault="005B0461" w:rsidP="005B0461">
      <w:r>
        <w:t>221.4652</w:t>
      </w:r>
      <w:r>
        <w:tab/>
        <w:t>2.025e0</w:t>
      </w:r>
    </w:p>
    <w:p w:rsidR="005B0461" w:rsidRDefault="005B0461" w:rsidP="005B0461">
      <w:r>
        <w:t>221.4918</w:t>
      </w:r>
      <w:r>
        <w:tab/>
        <w:t>1.013e0</w:t>
      </w:r>
    </w:p>
    <w:p w:rsidR="005B0461" w:rsidRDefault="005B0461" w:rsidP="005B0461">
      <w:r>
        <w:t>221.5001</w:t>
      </w:r>
      <w:r>
        <w:tab/>
        <w:t>1.013e0</w:t>
      </w:r>
    </w:p>
    <w:p w:rsidR="005B0461" w:rsidRDefault="005B0461" w:rsidP="005B0461">
      <w:r>
        <w:t>221.5017</w:t>
      </w:r>
      <w:r>
        <w:tab/>
        <w:t>3.038e0</w:t>
      </w:r>
    </w:p>
    <w:p w:rsidR="005B0461" w:rsidRDefault="005B0461" w:rsidP="005B0461">
      <w:r>
        <w:t>221.5326</w:t>
      </w:r>
      <w:r>
        <w:tab/>
        <w:t>2.025e0</w:t>
      </w:r>
    </w:p>
    <w:p w:rsidR="005B0461" w:rsidRDefault="005B0461" w:rsidP="005B0461">
      <w:r>
        <w:t>221.5383</w:t>
      </w:r>
      <w:r>
        <w:tab/>
        <w:t>1.013e0</w:t>
      </w:r>
    </w:p>
    <w:p w:rsidR="005B0461" w:rsidRDefault="005B0461" w:rsidP="005B0461">
      <w:r>
        <w:t>221.5407</w:t>
      </w:r>
      <w:r>
        <w:tab/>
        <w:t>2.025e0</w:t>
      </w:r>
    </w:p>
    <w:p w:rsidR="005B0461" w:rsidRDefault="005B0461" w:rsidP="005B0461">
      <w:r>
        <w:t>221.5505</w:t>
      </w:r>
      <w:r>
        <w:tab/>
        <w:t>1.013e0</w:t>
      </w:r>
    </w:p>
    <w:p w:rsidR="005B0461" w:rsidRDefault="005B0461" w:rsidP="005B0461">
      <w:r>
        <w:t>221.5903</w:t>
      </w:r>
      <w:r>
        <w:tab/>
        <w:t>1.013e0</w:t>
      </w:r>
    </w:p>
    <w:p w:rsidR="005B0461" w:rsidRDefault="005B0461" w:rsidP="005B0461">
      <w:r>
        <w:t>221.6000</w:t>
      </w:r>
      <w:r>
        <w:tab/>
        <w:t>3.038e0</w:t>
      </w:r>
    </w:p>
    <w:p w:rsidR="005B0461" w:rsidRDefault="005B0461" w:rsidP="005B0461">
      <w:r>
        <w:t>221.6176</w:t>
      </w:r>
      <w:r>
        <w:tab/>
        <w:t>1.013e0</w:t>
      </w:r>
    </w:p>
    <w:p w:rsidR="005B0461" w:rsidRDefault="005B0461" w:rsidP="005B0461">
      <w:r>
        <w:t>221.6301</w:t>
      </w:r>
      <w:r>
        <w:tab/>
        <w:t>2.025e0</w:t>
      </w:r>
    </w:p>
    <w:p w:rsidR="005B0461" w:rsidRDefault="005B0461" w:rsidP="005B0461">
      <w:r>
        <w:lastRenderedPageBreak/>
        <w:t>221.6462</w:t>
      </w:r>
      <w:r>
        <w:tab/>
        <w:t>1.013e0</w:t>
      </w:r>
    </w:p>
    <w:p w:rsidR="005B0461" w:rsidRDefault="005B0461" w:rsidP="005B0461">
      <w:r>
        <w:t>221.6500</w:t>
      </w:r>
      <w:r>
        <w:tab/>
        <w:t>1.013e0</w:t>
      </w:r>
    </w:p>
    <w:p w:rsidR="005B0461" w:rsidRDefault="005B0461" w:rsidP="005B0461">
      <w:r>
        <w:t>221.6769</w:t>
      </w:r>
      <w:r>
        <w:tab/>
        <w:t>1.013e0</w:t>
      </w:r>
    </w:p>
    <w:p w:rsidR="005B0461" w:rsidRDefault="005B0461" w:rsidP="005B0461">
      <w:r>
        <w:t>221.7074</w:t>
      </w:r>
      <w:r>
        <w:tab/>
        <w:t>2.025e0</w:t>
      </w:r>
    </w:p>
    <w:p w:rsidR="005B0461" w:rsidRDefault="005B0461" w:rsidP="005B0461">
      <w:r>
        <w:t>221.7250</w:t>
      </w:r>
      <w:r>
        <w:tab/>
        <w:t>2.025e0</w:t>
      </w:r>
    </w:p>
    <w:p w:rsidR="005B0461" w:rsidRDefault="005B0461" w:rsidP="005B0461">
      <w:r>
        <w:t>221.7366</w:t>
      </w:r>
      <w:r>
        <w:tab/>
        <w:t>1.013e0</w:t>
      </w:r>
    </w:p>
    <w:p w:rsidR="005B0461" w:rsidRDefault="005B0461" w:rsidP="005B0461">
      <w:r>
        <w:t>221.7746</w:t>
      </w:r>
      <w:r>
        <w:tab/>
        <w:t>2.025e0</w:t>
      </w:r>
    </w:p>
    <w:p w:rsidR="005B0461" w:rsidRDefault="005B0461" w:rsidP="005B0461">
      <w:r>
        <w:t>221.8039</w:t>
      </w:r>
      <w:r>
        <w:tab/>
        <w:t>1.013e0</w:t>
      </w:r>
    </w:p>
    <w:p w:rsidR="005B0461" w:rsidRDefault="005B0461" w:rsidP="005B0461">
      <w:r>
        <w:t>221.8260</w:t>
      </w:r>
      <w:r>
        <w:tab/>
        <w:t>2.025e0</w:t>
      </w:r>
    </w:p>
    <w:p w:rsidR="005B0461" w:rsidRDefault="005B0461" w:rsidP="005B0461">
      <w:r>
        <w:t>221.8273</w:t>
      </w:r>
      <w:r>
        <w:tab/>
        <w:t>1.013e0</w:t>
      </w:r>
    </w:p>
    <w:p w:rsidR="005B0461" w:rsidRDefault="005B0461" w:rsidP="005B0461">
      <w:r>
        <w:t>221.8399</w:t>
      </w:r>
      <w:r>
        <w:tab/>
        <w:t>1.013e0</w:t>
      </w:r>
    </w:p>
    <w:p w:rsidR="005B0461" w:rsidRDefault="005B0461" w:rsidP="005B0461">
      <w:r>
        <w:t>221.8597</w:t>
      </w:r>
      <w:r>
        <w:tab/>
        <w:t>1.013e0</w:t>
      </w:r>
    </w:p>
    <w:p w:rsidR="005B0461" w:rsidRDefault="005B0461" w:rsidP="005B0461">
      <w:r>
        <w:t>221.8828</w:t>
      </w:r>
      <w:r>
        <w:tab/>
        <w:t>1.013e0</w:t>
      </w:r>
    </w:p>
    <w:p w:rsidR="005B0461" w:rsidRDefault="005B0461" w:rsidP="005B0461">
      <w:r>
        <w:t>221.8944</w:t>
      </w:r>
      <w:r>
        <w:tab/>
        <w:t>2.074e0</w:t>
      </w:r>
    </w:p>
    <w:p w:rsidR="005B0461" w:rsidRDefault="005B0461" w:rsidP="005B0461">
      <w:r>
        <w:t>221.9009</w:t>
      </w:r>
      <w:r>
        <w:tab/>
        <w:t>2.025e0</w:t>
      </w:r>
    </w:p>
    <w:p w:rsidR="005B0461" w:rsidRDefault="005B0461" w:rsidP="005B0461">
      <w:r>
        <w:t>221.9184</w:t>
      </w:r>
      <w:r>
        <w:tab/>
        <w:t>2.025e0</w:t>
      </w:r>
    </w:p>
    <w:p w:rsidR="005B0461" w:rsidRDefault="005B0461" w:rsidP="005B0461">
      <w:r>
        <w:t>221.9425</w:t>
      </w:r>
      <w:r>
        <w:tab/>
        <w:t>2.025e0</w:t>
      </w:r>
    </w:p>
    <w:p w:rsidR="005B0461" w:rsidRDefault="005B0461" w:rsidP="005B0461">
      <w:r>
        <w:t>221.9464</w:t>
      </w:r>
      <w:r>
        <w:tab/>
        <w:t>1.013e0</w:t>
      </w:r>
    </w:p>
    <w:p w:rsidR="005B0461" w:rsidRDefault="005B0461" w:rsidP="005B0461">
      <w:r>
        <w:t>221.9502</w:t>
      </w:r>
      <w:r>
        <w:tab/>
        <w:t>1.013e0</w:t>
      </w:r>
    </w:p>
    <w:p w:rsidR="005B0461" w:rsidRDefault="005B0461" w:rsidP="005B0461">
      <w:r>
        <w:lastRenderedPageBreak/>
        <w:t>222.0163</w:t>
      </w:r>
      <w:r>
        <w:tab/>
        <w:t>3.211e1</w:t>
      </w:r>
    </w:p>
    <w:p w:rsidR="005B0461" w:rsidRDefault="005B0461" w:rsidP="005B0461">
      <w:r>
        <w:t>222.0195</w:t>
      </w:r>
      <w:r>
        <w:tab/>
        <w:t>9.296e0</w:t>
      </w:r>
    </w:p>
    <w:p w:rsidR="005B0461" w:rsidRDefault="005B0461" w:rsidP="005B0461">
      <w:r>
        <w:t>222.0567</w:t>
      </w:r>
      <w:r>
        <w:tab/>
        <w:t>1.751e0</w:t>
      </w:r>
    </w:p>
    <w:p w:rsidR="005B0461" w:rsidRDefault="005B0461" w:rsidP="005B0461">
      <w:r>
        <w:t>222.0615</w:t>
      </w:r>
      <w:r>
        <w:tab/>
        <w:t>1.774e0</w:t>
      </w:r>
    </w:p>
    <w:p w:rsidR="005B0461" w:rsidRDefault="005B0461" w:rsidP="005B0461">
      <w:r>
        <w:t>222.0741</w:t>
      </w:r>
      <w:r>
        <w:tab/>
        <w:t>4.607e0</w:t>
      </w:r>
    </w:p>
    <w:p w:rsidR="005B0461" w:rsidRDefault="005B0461" w:rsidP="005B0461">
      <w:r>
        <w:t>222.0946</w:t>
      </w:r>
      <w:r>
        <w:tab/>
        <w:t>6.520e0</w:t>
      </w:r>
    </w:p>
    <w:p w:rsidR="005B0461" w:rsidRDefault="005B0461" w:rsidP="005B0461">
      <w:r>
        <w:t>222.1059</w:t>
      </w:r>
      <w:r>
        <w:tab/>
        <w:t>1.234e1</w:t>
      </w:r>
    </w:p>
    <w:p w:rsidR="005B0461" w:rsidRDefault="005B0461" w:rsidP="005B0461">
      <w:r>
        <w:t>222.1192</w:t>
      </w:r>
      <w:r>
        <w:tab/>
        <w:t>5.924e0</w:t>
      </w:r>
    </w:p>
    <w:p w:rsidR="005B0461" w:rsidRDefault="005B0461" w:rsidP="005B0461">
      <w:r>
        <w:t>222.1285</w:t>
      </w:r>
      <w:r>
        <w:tab/>
        <w:t>2.420e0</w:t>
      </w:r>
    </w:p>
    <w:p w:rsidR="005B0461" w:rsidRDefault="005B0461" w:rsidP="005B0461">
      <w:r>
        <w:t>222.1447</w:t>
      </w:r>
      <w:r>
        <w:tab/>
        <w:t>3.022e0</w:t>
      </w:r>
    </w:p>
    <w:p w:rsidR="005B0461" w:rsidRDefault="005B0461" w:rsidP="005B0461">
      <w:r>
        <w:t>222.1677</w:t>
      </w:r>
      <w:r>
        <w:tab/>
        <w:t>1.013e0</w:t>
      </w:r>
    </w:p>
    <w:p w:rsidR="005B0461" w:rsidRDefault="005B0461" w:rsidP="005B0461">
      <w:r>
        <w:t>222.1715</w:t>
      </w:r>
      <w:r>
        <w:tab/>
        <w:t>5.057e0</w:t>
      </w:r>
    </w:p>
    <w:p w:rsidR="005B0461" w:rsidRDefault="005B0461" w:rsidP="005B0461">
      <w:r>
        <w:t>222.1755</w:t>
      </w:r>
      <w:r>
        <w:tab/>
        <w:t>5.886e0</w:t>
      </w:r>
    </w:p>
    <w:p w:rsidR="005B0461" w:rsidRDefault="005B0461" w:rsidP="005B0461">
      <w:r>
        <w:t>222.1865</w:t>
      </w:r>
      <w:r>
        <w:tab/>
        <w:t>5.063e0</w:t>
      </w:r>
    </w:p>
    <w:p w:rsidR="005B0461" w:rsidRDefault="005B0461" w:rsidP="005B0461">
      <w:r>
        <w:t>222.2049</w:t>
      </w:r>
      <w:r>
        <w:tab/>
        <w:t>5.063e0</w:t>
      </w:r>
    </w:p>
    <w:p w:rsidR="005B0461" w:rsidRDefault="005B0461" w:rsidP="005B0461">
      <w:r>
        <w:t>222.2351</w:t>
      </w:r>
      <w:r>
        <w:tab/>
        <w:t>1.013e0</w:t>
      </w:r>
    </w:p>
    <w:p w:rsidR="005B0461" w:rsidRDefault="005B0461" w:rsidP="005B0461">
      <w:r>
        <w:t>222.2520</w:t>
      </w:r>
      <w:r>
        <w:tab/>
        <w:t>3.038e0</w:t>
      </w:r>
    </w:p>
    <w:p w:rsidR="005B0461" w:rsidRDefault="005B0461" w:rsidP="005B0461">
      <w:r>
        <w:t>222.2556</w:t>
      </w:r>
      <w:r>
        <w:tab/>
        <w:t>1.013e0</w:t>
      </w:r>
    </w:p>
    <w:p w:rsidR="005B0461" w:rsidRDefault="005B0461" w:rsidP="005B0461">
      <w:r>
        <w:t>222.2584</w:t>
      </w:r>
      <w:r>
        <w:tab/>
        <w:t>3.038e0</w:t>
      </w:r>
    </w:p>
    <w:p w:rsidR="005B0461" w:rsidRDefault="005B0461" w:rsidP="005B0461">
      <w:r>
        <w:lastRenderedPageBreak/>
        <w:t>222.2872</w:t>
      </w:r>
      <w:r>
        <w:tab/>
        <w:t>1.013e0</w:t>
      </w:r>
    </w:p>
    <w:p w:rsidR="005B0461" w:rsidRDefault="005B0461" w:rsidP="005B0461">
      <w:r>
        <w:t>222.2987</w:t>
      </w:r>
      <w:r>
        <w:tab/>
        <w:t>1.013e0</w:t>
      </w:r>
    </w:p>
    <w:p w:rsidR="005B0461" w:rsidRDefault="005B0461" w:rsidP="005B0461">
      <w:r>
        <w:t>222.3046</w:t>
      </w:r>
      <w:r>
        <w:tab/>
        <w:t>2.025e0</w:t>
      </w:r>
    </w:p>
    <w:p w:rsidR="005B0461" w:rsidRDefault="005B0461" w:rsidP="005B0461">
      <w:r>
        <w:t>222.3300</w:t>
      </w:r>
      <w:r>
        <w:tab/>
        <w:t>2.025e0</w:t>
      </w:r>
    </w:p>
    <w:p w:rsidR="005B0461" w:rsidRDefault="005B0461" w:rsidP="005B0461">
      <w:r>
        <w:t>222.3507</w:t>
      </w:r>
      <w:r>
        <w:tab/>
        <w:t>1.013e0</w:t>
      </w:r>
    </w:p>
    <w:p w:rsidR="005B0461" w:rsidRDefault="005B0461" w:rsidP="005B0461">
      <w:r>
        <w:t>222.3585</w:t>
      </w:r>
      <w:r>
        <w:tab/>
        <w:t>1.013e0</w:t>
      </w:r>
    </w:p>
    <w:p w:rsidR="005B0461" w:rsidRDefault="005B0461" w:rsidP="005B0461">
      <w:r>
        <w:t>222.3623</w:t>
      </w:r>
      <w:r>
        <w:tab/>
        <w:t>1.013e0</w:t>
      </w:r>
    </w:p>
    <w:p w:rsidR="005B0461" w:rsidRDefault="005B0461" w:rsidP="005B0461">
      <w:r>
        <w:t>222.3718</w:t>
      </w:r>
      <w:r>
        <w:tab/>
        <w:t>2.025e0</w:t>
      </w:r>
    </w:p>
    <w:p w:rsidR="005B0461" w:rsidRDefault="005B0461" w:rsidP="005B0461">
      <w:r>
        <w:t>222.3902</w:t>
      </w:r>
      <w:r>
        <w:tab/>
        <w:t>2.025e0</w:t>
      </w:r>
    </w:p>
    <w:p w:rsidR="005B0461" w:rsidRDefault="005B0461" w:rsidP="005B0461">
      <w:r>
        <w:t>222.3944</w:t>
      </w:r>
      <w:r>
        <w:tab/>
        <w:t>1.013e0</w:t>
      </w:r>
    </w:p>
    <w:p w:rsidR="005B0461" w:rsidRDefault="005B0461" w:rsidP="005B0461">
      <w:r>
        <w:t>222.4015</w:t>
      </w:r>
      <w:r>
        <w:tab/>
        <w:t>2.025e0</w:t>
      </w:r>
    </w:p>
    <w:p w:rsidR="005B0461" w:rsidRDefault="005B0461" w:rsidP="005B0461">
      <w:r>
        <w:t>222.4105</w:t>
      </w:r>
      <w:r>
        <w:tab/>
        <w:t>2.025e0</w:t>
      </w:r>
    </w:p>
    <w:p w:rsidR="005B0461" w:rsidRDefault="005B0461" w:rsidP="005B0461">
      <w:r>
        <w:t>222.4220</w:t>
      </w:r>
      <w:r>
        <w:tab/>
        <w:t>1.013e0</w:t>
      </w:r>
    </w:p>
    <w:p w:rsidR="005B0461" w:rsidRDefault="005B0461" w:rsidP="005B0461">
      <w:r>
        <w:t>222.4355</w:t>
      </w:r>
      <w:r>
        <w:tab/>
        <w:t>2.025e0</w:t>
      </w:r>
    </w:p>
    <w:p w:rsidR="005B0461" w:rsidRDefault="005B0461" w:rsidP="005B0461">
      <w:r>
        <w:t>222.4450</w:t>
      </w:r>
      <w:r>
        <w:tab/>
        <w:t>1.013e0</w:t>
      </w:r>
    </w:p>
    <w:p w:rsidR="005B0461" w:rsidRDefault="005B0461" w:rsidP="005B0461">
      <w:r>
        <w:t>222.4574</w:t>
      </w:r>
      <w:r>
        <w:tab/>
        <w:t>1.013e0</w:t>
      </w:r>
    </w:p>
    <w:p w:rsidR="005B0461" w:rsidRDefault="005B0461" w:rsidP="005B0461">
      <w:r>
        <w:t>222.4662</w:t>
      </w:r>
      <w:r>
        <w:tab/>
        <w:t>3.038e0</w:t>
      </w:r>
    </w:p>
    <w:p w:rsidR="005B0461" w:rsidRDefault="005B0461" w:rsidP="005B0461">
      <w:r>
        <w:t>222.4933</w:t>
      </w:r>
      <w:r>
        <w:tab/>
        <w:t>1.013e0</w:t>
      </w:r>
    </w:p>
    <w:p w:rsidR="005B0461" w:rsidRDefault="005B0461" w:rsidP="005B0461">
      <w:r>
        <w:t>222.5010</w:t>
      </w:r>
      <w:r>
        <w:tab/>
        <w:t>1.013e0</w:t>
      </w:r>
    </w:p>
    <w:p w:rsidR="005B0461" w:rsidRDefault="005B0461" w:rsidP="005B0461">
      <w:r>
        <w:lastRenderedPageBreak/>
        <w:t>222.5124</w:t>
      </w:r>
      <w:r>
        <w:tab/>
        <w:t>1.013e0</w:t>
      </w:r>
    </w:p>
    <w:p w:rsidR="005B0461" w:rsidRDefault="005B0461" w:rsidP="005B0461">
      <w:r>
        <w:t>222.5371</w:t>
      </w:r>
      <w:r>
        <w:tab/>
        <w:t>3.038e0</w:t>
      </w:r>
    </w:p>
    <w:p w:rsidR="005B0461" w:rsidRDefault="005B0461" w:rsidP="005B0461">
      <w:r>
        <w:t>222.5492</w:t>
      </w:r>
      <w:r>
        <w:tab/>
        <w:t>1.013e0</w:t>
      </w:r>
    </w:p>
    <w:p w:rsidR="005B0461" w:rsidRDefault="005B0461" w:rsidP="005B0461">
      <w:r>
        <w:t>222.5764</w:t>
      </w:r>
      <w:r>
        <w:tab/>
        <w:t>5.969e0</w:t>
      </w:r>
    </w:p>
    <w:p w:rsidR="005B0461" w:rsidRDefault="005B0461" w:rsidP="005B0461">
      <w:r>
        <w:t>222.5842</w:t>
      </w:r>
      <w:r>
        <w:tab/>
        <w:t>5.063e0</w:t>
      </w:r>
    </w:p>
    <w:p w:rsidR="005B0461" w:rsidRDefault="005B0461" w:rsidP="005B0461">
      <w:r>
        <w:t>222.6166</w:t>
      </w:r>
      <w:r>
        <w:tab/>
        <w:t>2.025e0</w:t>
      </w:r>
    </w:p>
    <w:p w:rsidR="005B0461" w:rsidRDefault="005B0461" w:rsidP="005B0461">
      <w:r>
        <w:t>222.6196</w:t>
      </w:r>
      <w:r>
        <w:tab/>
        <w:t>3.038e0</w:t>
      </w:r>
    </w:p>
    <w:p w:rsidR="005B0461" w:rsidRDefault="005B0461" w:rsidP="005B0461">
      <w:r>
        <w:t>222.6243</w:t>
      </w:r>
      <w:r>
        <w:tab/>
        <w:t>2.025e0</w:t>
      </w:r>
    </w:p>
    <w:p w:rsidR="005B0461" w:rsidRDefault="005B0461" w:rsidP="005B0461">
      <w:r>
        <w:t>222.6759</w:t>
      </w:r>
      <w:r>
        <w:tab/>
        <w:t>2.025e0</w:t>
      </w:r>
    </w:p>
    <w:p w:rsidR="005B0461" w:rsidRDefault="005B0461" w:rsidP="005B0461">
      <w:r>
        <w:t>222.6899</w:t>
      </w:r>
      <w:r>
        <w:tab/>
        <w:t>2.025e0</w:t>
      </w:r>
    </w:p>
    <w:p w:rsidR="005B0461" w:rsidRDefault="005B0461" w:rsidP="005B0461">
      <w:r>
        <w:t>222.7310</w:t>
      </w:r>
      <w:r>
        <w:tab/>
        <w:t>1.013e0</w:t>
      </w:r>
    </w:p>
    <w:p w:rsidR="005B0461" w:rsidRDefault="005B0461" w:rsidP="005B0461">
      <w:r>
        <w:t>222.7394</w:t>
      </w:r>
      <w:r>
        <w:tab/>
        <w:t>1.013e0</w:t>
      </w:r>
    </w:p>
    <w:p w:rsidR="005B0461" w:rsidRDefault="005B0461" w:rsidP="005B0461">
      <w:r>
        <w:t>222.7425</w:t>
      </w:r>
      <w:r>
        <w:tab/>
        <w:t>4.051e0</w:t>
      </w:r>
    </w:p>
    <w:p w:rsidR="005B0461" w:rsidRDefault="005B0461" w:rsidP="005B0461">
      <w:r>
        <w:t>222.7630</w:t>
      </w:r>
      <w:r>
        <w:tab/>
        <w:t>1.013e0</w:t>
      </w:r>
    </w:p>
    <w:p w:rsidR="005B0461" w:rsidRDefault="005B0461" w:rsidP="005B0461">
      <w:r>
        <w:t>222.7942</w:t>
      </w:r>
      <w:r>
        <w:tab/>
        <w:t>2.025e0</w:t>
      </w:r>
    </w:p>
    <w:p w:rsidR="005B0461" w:rsidRDefault="005B0461" w:rsidP="005B0461">
      <w:r>
        <w:t>222.8068</w:t>
      </w:r>
      <w:r>
        <w:tab/>
        <w:t>1.013e0</w:t>
      </w:r>
    </w:p>
    <w:p w:rsidR="005B0461" w:rsidRDefault="005B0461" w:rsidP="005B0461">
      <w:r>
        <w:t>222.8421</w:t>
      </w:r>
      <w:r>
        <w:tab/>
        <w:t>2.025e0</w:t>
      </w:r>
    </w:p>
    <w:p w:rsidR="005B0461" w:rsidRDefault="005B0461" w:rsidP="005B0461">
      <w:r>
        <w:t>222.8498</w:t>
      </w:r>
      <w:r>
        <w:tab/>
        <w:t>2.025e0</w:t>
      </w:r>
    </w:p>
    <w:p w:rsidR="005B0461" w:rsidRDefault="005B0461" w:rsidP="005B0461">
      <w:r>
        <w:t>222.8720</w:t>
      </w:r>
      <w:r>
        <w:tab/>
        <w:t>2.025e0</w:t>
      </w:r>
    </w:p>
    <w:p w:rsidR="005B0461" w:rsidRDefault="005B0461" w:rsidP="005B0461">
      <w:r>
        <w:lastRenderedPageBreak/>
        <w:t>222.8784</w:t>
      </w:r>
      <w:r>
        <w:tab/>
        <w:t>2.025e0</w:t>
      </w:r>
    </w:p>
    <w:p w:rsidR="005B0461" w:rsidRDefault="005B0461" w:rsidP="005B0461">
      <w:r>
        <w:t>222.8980</w:t>
      </w:r>
      <w:r>
        <w:tab/>
        <w:t>4.051e0</w:t>
      </w:r>
    </w:p>
    <w:p w:rsidR="005B0461" w:rsidRDefault="005B0461" w:rsidP="005B0461">
      <w:r>
        <w:t>222.9134</w:t>
      </w:r>
      <w:r>
        <w:tab/>
        <w:t>1.013e0</w:t>
      </w:r>
    </w:p>
    <w:p w:rsidR="005B0461" w:rsidRDefault="005B0461" w:rsidP="005B0461">
      <w:r>
        <w:t>222.9231</w:t>
      </w:r>
      <w:r>
        <w:tab/>
        <w:t>2.025e0</w:t>
      </w:r>
    </w:p>
    <w:p w:rsidR="005B0461" w:rsidRDefault="005B0461" w:rsidP="005B0461">
      <w:r>
        <w:t>222.9458</w:t>
      </w:r>
      <w:r>
        <w:tab/>
        <w:t>1.013e0</w:t>
      </w:r>
    </w:p>
    <w:p w:rsidR="005B0461" w:rsidRDefault="005B0461" w:rsidP="005B0461">
      <w:r>
        <w:t>222.9847</w:t>
      </w:r>
      <w:r>
        <w:tab/>
        <w:t>1.013e0</w:t>
      </w:r>
    </w:p>
    <w:p w:rsidR="005B0461" w:rsidRDefault="005B0461" w:rsidP="005B0461">
      <w:r>
        <w:t>223.0100</w:t>
      </w:r>
      <w:r>
        <w:tab/>
        <w:t>6.063e0</w:t>
      </w:r>
    </w:p>
    <w:p w:rsidR="005B0461" w:rsidRDefault="005B0461" w:rsidP="005B0461">
      <w:r>
        <w:t>223.0129</w:t>
      </w:r>
      <w:r>
        <w:tab/>
        <w:t>2.887e0</w:t>
      </w:r>
    </w:p>
    <w:p w:rsidR="005B0461" w:rsidRDefault="005B0461" w:rsidP="005B0461">
      <w:r>
        <w:t>223.0192</w:t>
      </w:r>
      <w:r>
        <w:tab/>
        <w:t>1.345e1</w:t>
      </w:r>
    </w:p>
    <w:p w:rsidR="005B0461" w:rsidRDefault="005B0461" w:rsidP="005B0461">
      <w:r>
        <w:t>223.0597</w:t>
      </w:r>
      <w:r>
        <w:tab/>
        <w:t>1.919e0</w:t>
      </w:r>
    </w:p>
    <w:p w:rsidR="005B0461" w:rsidRDefault="005B0461" w:rsidP="005B0461">
      <w:r>
        <w:t>223.0714</w:t>
      </w:r>
      <w:r>
        <w:tab/>
        <w:t>1.602e0</w:t>
      </w:r>
    </w:p>
    <w:p w:rsidR="005B0461" w:rsidRDefault="005B0461" w:rsidP="005B0461">
      <w:r>
        <w:t>223.0933</w:t>
      </w:r>
      <w:r>
        <w:tab/>
        <w:t>1.108e1</w:t>
      </w:r>
    </w:p>
    <w:p w:rsidR="005B0461" w:rsidRDefault="005B0461" w:rsidP="005B0461">
      <w:r>
        <w:t>223.0983</w:t>
      </w:r>
      <w:r>
        <w:tab/>
        <w:t>1.722e1</w:t>
      </w:r>
    </w:p>
    <w:p w:rsidR="005B0461" w:rsidRDefault="005B0461" w:rsidP="005B0461">
      <w:r>
        <w:t>223.1135</w:t>
      </w:r>
      <w:r>
        <w:tab/>
        <w:t>2.870e1</w:t>
      </w:r>
    </w:p>
    <w:p w:rsidR="005B0461" w:rsidRDefault="005B0461" w:rsidP="005B0461">
      <w:r>
        <w:t>223.1370</w:t>
      </w:r>
      <w:r>
        <w:tab/>
        <w:t>3.038e0</w:t>
      </w:r>
    </w:p>
    <w:p w:rsidR="005B0461" w:rsidRDefault="005B0461" w:rsidP="005B0461">
      <w:r>
        <w:t>223.1450</w:t>
      </w:r>
      <w:r>
        <w:tab/>
        <w:t>3.641e0</w:t>
      </w:r>
    </w:p>
    <w:p w:rsidR="005B0461" w:rsidRDefault="005B0461" w:rsidP="005B0461">
      <w:r>
        <w:t>223.1543</w:t>
      </w:r>
      <w:r>
        <w:tab/>
        <w:t>3.038e0</w:t>
      </w:r>
    </w:p>
    <w:p w:rsidR="005B0461" w:rsidRDefault="005B0461" w:rsidP="005B0461">
      <w:r>
        <w:t>223.1776</w:t>
      </w:r>
      <w:r>
        <w:tab/>
        <w:t>2.025e0</w:t>
      </w:r>
    </w:p>
    <w:p w:rsidR="005B0461" w:rsidRDefault="005B0461" w:rsidP="005B0461">
      <w:r>
        <w:t>223.1813</w:t>
      </w:r>
      <w:r>
        <w:tab/>
        <w:t>4.803e0</w:t>
      </w:r>
    </w:p>
    <w:p w:rsidR="005B0461" w:rsidRDefault="005B0461" w:rsidP="005B0461">
      <w:r>
        <w:lastRenderedPageBreak/>
        <w:t>223.1853</w:t>
      </w:r>
      <w:r>
        <w:tab/>
        <w:t>2.538e0</w:t>
      </w:r>
    </w:p>
    <w:p w:rsidR="005B0461" w:rsidRDefault="005B0461" w:rsidP="005B0461">
      <w:r>
        <w:t>223.2278</w:t>
      </w:r>
      <w:r>
        <w:tab/>
        <w:t>1.013e0</w:t>
      </w:r>
    </w:p>
    <w:p w:rsidR="005B0461" w:rsidRDefault="005B0461" w:rsidP="005B0461">
      <w:r>
        <w:t>223.2336</w:t>
      </w:r>
      <w:r>
        <w:tab/>
        <w:t>2.025e0</w:t>
      </w:r>
    </w:p>
    <w:p w:rsidR="005B0461" w:rsidRDefault="005B0461" w:rsidP="005B0461">
      <w:r>
        <w:t>223.2354</w:t>
      </w:r>
      <w:r>
        <w:tab/>
        <w:t>2.025e0</w:t>
      </w:r>
    </w:p>
    <w:p w:rsidR="005B0461" w:rsidRDefault="005B0461" w:rsidP="005B0461">
      <w:r>
        <w:t>223.2585</w:t>
      </w:r>
      <w:r>
        <w:tab/>
        <w:t>1.013e0</w:t>
      </w:r>
    </w:p>
    <w:p w:rsidR="005B0461" w:rsidRDefault="005B0461" w:rsidP="005B0461">
      <w:r>
        <w:t>223.2705</w:t>
      </w:r>
      <w:r>
        <w:tab/>
        <w:t>2.025e0</w:t>
      </w:r>
    </w:p>
    <w:p w:rsidR="005B0461" w:rsidRDefault="005B0461" w:rsidP="005B0461">
      <w:r>
        <w:t>223.2829</w:t>
      </w:r>
      <w:r>
        <w:tab/>
        <w:t>2.025e0</w:t>
      </w:r>
    </w:p>
    <w:p w:rsidR="005B0461" w:rsidRDefault="005B0461" w:rsidP="005B0461">
      <w:r>
        <w:t>223.2991</w:t>
      </w:r>
      <w:r>
        <w:tab/>
        <w:t>1.013e0</w:t>
      </w:r>
    </w:p>
    <w:p w:rsidR="005B0461" w:rsidRDefault="005B0461" w:rsidP="005B0461">
      <w:r>
        <w:t>223.3263</w:t>
      </w:r>
      <w:r>
        <w:tab/>
        <w:t>2.025e0</w:t>
      </w:r>
    </w:p>
    <w:p w:rsidR="005B0461" w:rsidRDefault="005B0461" w:rsidP="005B0461">
      <w:r>
        <w:t>223.3423</w:t>
      </w:r>
      <w:r>
        <w:tab/>
        <w:t>1.013e0</w:t>
      </w:r>
    </w:p>
    <w:p w:rsidR="005B0461" w:rsidRDefault="005B0461" w:rsidP="005B0461">
      <w:r>
        <w:t>223.3507</w:t>
      </w:r>
      <w:r>
        <w:tab/>
        <w:t>1.013e0</w:t>
      </w:r>
    </w:p>
    <w:p w:rsidR="005B0461" w:rsidRDefault="005B0461" w:rsidP="005B0461">
      <w:r>
        <w:t>223.3590</w:t>
      </w:r>
      <w:r>
        <w:tab/>
        <w:t>1.013e0</w:t>
      </w:r>
    </w:p>
    <w:p w:rsidR="005B0461" w:rsidRDefault="005B0461" w:rsidP="005B0461">
      <w:r>
        <w:t>223.3898</w:t>
      </w:r>
      <w:r>
        <w:tab/>
        <w:t>1.013e0</w:t>
      </w:r>
    </w:p>
    <w:p w:rsidR="005B0461" w:rsidRDefault="005B0461" w:rsidP="005B0461">
      <w:r>
        <w:t>223.3973</w:t>
      </w:r>
      <w:r>
        <w:tab/>
        <w:t>2.025e0</w:t>
      </w:r>
    </w:p>
    <w:p w:rsidR="005B0461" w:rsidRDefault="005B0461" w:rsidP="005B0461">
      <w:r>
        <w:t>223.4140</w:t>
      </w:r>
      <w:r>
        <w:tab/>
        <w:t>1.013e0</w:t>
      </w:r>
    </w:p>
    <w:p w:rsidR="005B0461" w:rsidRDefault="005B0461" w:rsidP="005B0461">
      <w:r>
        <w:t>223.4648</w:t>
      </w:r>
      <w:r>
        <w:tab/>
        <w:t>1.013e0</w:t>
      </w:r>
    </w:p>
    <w:p w:rsidR="005B0461" w:rsidRDefault="005B0461" w:rsidP="005B0461">
      <w:r>
        <w:t>223.4858</w:t>
      </w:r>
      <w:r>
        <w:tab/>
        <w:t>1.013e0</w:t>
      </w:r>
    </w:p>
    <w:p w:rsidR="005B0461" w:rsidRDefault="005B0461" w:rsidP="005B0461">
      <w:r>
        <w:t>223.4946</w:t>
      </w:r>
      <w:r>
        <w:tab/>
        <w:t>4.051e0</w:t>
      </w:r>
    </w:p>
    <w:p w:rsidR="005B0461" w:rsidRDefault="005B0461" w:rsidP="005B0461">
      <w:r>
        <w:t>223.5194</w:t>
      </w:r>
      <w:r>
        <w:tab/>
        <w:t>5.063e0</w:t>
      </w:r>
    </w:p>
    <w:p w:rsidR="005B0461" w:rsidRDefault="005B0461" w:rsidP="005B0461">
      <w:r>
        <w:lastRenderedPageBreak/>
        <w:t>223.5449</w:t>
      </w:r>
      <w:r>
        <w:tab/>
        <w:t>1.013e0</w:t>
      </w:r>
    </w:p>
    <w:p w:rsidR="005B0461" w:rsidRDefault="005B0461" w:rsidP="005B0461">
      <w:r>
        <w:t>223.5492</w:t>
      </w:r>
      <w:r>
        <w:tab/>
        <w:t>1.013e0</w:t>
      </w:r>
    </w:p>
    <w:p w:rsidR="005B0461" w:rsidRDefault="005B0461" w:rsidP="005B0461">
      <w:r>
        <w:t>223.5674</w:t>
      </w:r>
      <w:r>
        <w:tab/>
        <w:t>4.051e0</w:t>
      </w:r>
    </w:p>
    <w:p w:rsidR="005B0461" w:rsidRDefault="005B0461" w:rsidP="005B0461">
      <w:r>
        <w:t>223.5847</w:t>
      </w:r>
      <w:r>
        <w:tab/>
        <w:t>1.013e0</w:t>
      </w:r>
    </w:p>
    <w:p w:rsidR="005B0461" w:rsidRDefault="005B0461" w:rsidP="005B0461">
      <w:r>
        <w:t>223.5961</w:t>
      </w:r>
      <w:r>
        <w:tab/>
        <w:t>2.025e0</w:t>
      </w:r>
    </w:p>
    <w:p w:rsidR="005B0461" w:rsidRDefault="005B0461" w:rsidP="005B0461">
      <w:r>
        <w:t>223.6014</w:t>
      </w:r>
      <w:r>
        <w:tab/>
        <w:t>3.038e0</w:t>
      </w:r>
    </w:p>
    <w:p w:rsidR="005B0461" w:rsidRDefault="005B0461" w:rsidP="005B0461">
      <w:r>
        <w:t>223.6083</w:t>
      </w:r>
      <w:r>
        <w:tab/>
        <w:t>1.013e0</w:t>
      </w:r>
    </w:p>
    <w:p w:rsidR="005B0461" w:rsidRDefault="005B0461" w:rsidP="005B0461">
      <w:r>
        <w:t>223.6210</w:t>
      </w:r>
      <w:r>
        <w:tab/>
        <w:t>1.013e0</w:t>
      </w:r>
    </w:p>
    <w:p w:rsidR="005B0461" w:rsidRDefault="005B0461" w:rsidP="005B0461">
      <w:r>
        <w:t>223.6367</w:t>
      </w:r>
      <w:r>
        <w:tab/>
        <w:t>1.013e0</w:t>
      </w:r>
    </w:p>
    <w:p w:rsidR="005B0461" w:rsidRDefault="005B0461" w:rsidP="005B0461">
      <w:r>
        <w:t>223.6406</w:t>
      </w:r>
      <w:r>
        <w:tab/>
        <w:t>1.013e0</w:t>
      </w:r>
    </w:p>
    <w:p w:rsidR="005B0461" w:rsidRDefault="005B0461" w:rsidP="005B0461">
      <w:r>
        <w:t>223.6759</w:t>
      </w:r>
      <w:r>
        <w:tab/>
        <w:t>1.013e0</w:t>
      </w:r>
    </w:p>
    <w:p w:rsidR="005B0461" w:rsidRDefault="005B0461" w:rsidP="005B0461">
      <w:r>
        <w:t>223.6783</w:t>
      </w:r>
      <w:r>
        <w:tab/>
        <w:t>6.076e0</w:t>
      </w:r>
    </w:p>
    <w:p w:rsidR="005B0461" w:rsidRDefault="005B0461" w:rsidP="005B0461">
      <w:r>
        <w:t>223.7043</w:t>
      </w:r>
      <w:r>
        <w:tab/>
        <w:t>1.013e0</w:t>
      </w:r>
    </w:p>
    <w:p w:rsidR="005B0461" w:rsidRDefault="005B0461" w:rsidP="005B0461">
      <w:r>
        <w:t>223.7063</w:t>
      </w:r>
      <w:r>
        <w:tab/>
        <w:t>2.025e0</w:t>
      </w:r>
    </w:p>
    <w:p w:rsidR="005B0461" w:rsidRDefault="005B0461" w:rsidP="005B0461">
      <w:r>
        <w:t>223.7351</w:t>
      </w:r>
      <w:r>
        <w:tab/>
        <w:t>1.013e0</w:t>
      </w:r>
    </w:p>
    <w:p w:rsidR="005B0461" w:rsidRDefault="005B0461" w:rsidP="005B0461">
      <w:r>
        <w:t>223.7435</w:t>
      </w:r>
      <w:r>
        <w:tab/>
        <w:t>1.013e0</w:t>
      </w:r>
    </w:p>
    <w:p w:rsidR="005B0461" w:rsidRDefault="005B0461" w:rsidP="005B0461">
      <w:r>
        <w:t>223.7777</w:t>
      </w:r>
      <w:r>
        <w:tab/>
        <w:t>2.025e0</w:t>
      </w:r>
    </w:p>
    <w:p w:rsidR="005B0461" w:rsidRDefault="005B0461" w:rsidP="005B0461">
      <w:r>
        <w:t>223.7912</w:t>
      </w:r>
      <w:r>
        <w:tab/>
        <w:t>1.013e0</w:t>
      </w:r>
    </w:p>
    <w:p w:rsidR="005B0461" w:rsidRDefault="005B0461" w:rsidP="005B0461">
      <w:r>
        <w:t>223.7950</w:t>
      </w:r>
      <w:r>
        <w:tab/>
        <w:t>1.013e0</w:t>
      </w:r>
    </w:p>
    <w:p w:rsidR="005B0461" w:rsidRDefault="005B0461" w:rsidP="005B0461">
      <w:r>
        <w:lastRenderedPageBreak/>
        <w:t>223.8471</w:t>
      </w:r>
      <w:r>
        <w:tab/>
        <w:t>1.013e0</w:t>
      </w:r>
    </w:p>
    <w:p w:rsidR="005B0461" w:rsidRDefault="005B0461" w:rsidP="005B0461">
      <w:r>
        <w:t>223.8529</w:t>
      </w:r>
      <w:r>
        <w:tab/>
        <w:t>2.025e0</w:t>
      </w:r>
    </w:p>
    <w:p w:rsidR="005B0461" w:rsidRDefault="005B0461" w:rsidP="005B0461">
      <w:r>
        <w:t>223.8625</w:t>
      </w:r>
      <w:r>
        <w:tab/>
        <w:t>1.013e0</w:t>
      </w:r>
    </w:p>
    <w:p w:rsidR="005B0461" w:rsidRDefault="005B0461" w:rsidP="005B0461">
      <w:r>
        <w:t>223.8812</w:t>
      </w:r>
      <w:r>
        <w:tab/>
        <w:t>3.038e0</w:t>
      </w:r>
    </w:p>
    <w:p w:rsidR="005B0461" w:rsidRDefault="005B0461" w:rsidP="005B0461">
      <w:r>
        <w:t>223.8915</w:t>
      </w:r>
      <w:r>
        <w:tab/>
        <w:t>1.013e0</w:t>
      </w:r>
    </w:p>
    <w:p w:rsidR="005B0461" w:rsidRDefault="005B0461" w:rsidP="005B0461">
      <w:r>
        <w:t>223.8993</w:t>
      </w:r>
      <w:r>
        <w:tab/>
        <w:t>1.013e0</w:t>
      </w:r>
    </w:p>
    <w:p w:rsidR="005B0461" w:rsidRDefault="005B0461" w:rsidP="005B0461">
      <w:r>
        <w:t>223.9108</w:t>
      </w:r>
      <w:r>
        <w:tab/>
        <w:t>1.013e0</w:t>
      </w:r>
    </w:p>
    <w:p w:rsidR="005B0461" w:rsidRDefault="005B0461" w:rsidP="005B0461">
      <w:r>
        <w:t>223.9205</w:t>
      </w:r>
      <w:r>
        <w:tab/>
        <w:t>2.025e0</w:t>
      </w:r>
    </w:p>
    <w:p w:rsidR="005B0461" w:rsidRDefault="005B0461" w:rsidP="005B0461">
      <w:r>
        <w:t>224.0115</w:t>
      </w:r>
      <w:r>
        <w:tab/>
        <w:t>1.798e2</w:t>
      </w:r>
    </w:p>
    <w:p w:rsidR="005B0461" w:rsidRDefault="005B0461" w:rsidP="005B0461">
      <w:r>
        <w:t>224.0133</w:t>
      </w:r>
      <w:r>
        <w:tab/>
        <w:t>5.488e2</w:t>
      </w:r>
    </w:p>
    <w:p w:rsidR="005B0461" w:rsidRDefault="005B0461" w:rsidP="005B0461">
      <w:r>
        <w:t>224.0798</w:t>
      </w:r>
      <w:r>
        <w:tab/>
        <w:t>3.229e0</w:t>
      </w:r>
    </w:p>
    <w:p w:rsidR="005B0461" w:rsidRDefault="005B0461" w:rsidP="005B0461">
      <w:r>
        <w:t>224.0899</w:t>
      </w:r>
      <w:r>
        <w:tab/>
        <w:t>2.661e0</w:t>
      </w:r>
    </w:p>
    <w:p w:rsidR="005B0461" w:rsidRDefault="005B0461" w:rsidP="005B0461">
      <w:r>
        <w:t>224.1036</w:t>
      </w:r>
      <w:r>
        <w:tab/>
        <w:t>2.336e0</w:t>
      </w:r>
    </w:p>
    <w:p w:rsidR="005B0461" w:rsidRDefault="005B0461" w:rsidP="005B0461">
      <w:r>
        <w:t>224.1180</w:t>
      </w:r>
      <w:r>
        <w:tab/>
        <w:t>4.051e0</w:t>
      </w:r>
    </w:p>
    <w:p w:rsidR="005B0461" w:rsidRDefault="005B0461" w:rsidP="005B0461">
      <w:r>
        <w:t>224.1208</w:t>
      </w:r>
      <w:r>
        <w:tab/>
        <w:t>6.287e0</w:t>
      </w:r>
    </w:p>
    <w:p w:rsidR="005B0461" w:rsidRDefault="005B0461" w:rsidP="005B0461">
      <w:r>
        <w:t>224.1324</w:t>
      </w:r>
      <w:r>
        <w:tab/>
        <w:t>5.000e0</w:t>
      </w:r>
    </w:p>
    <w:p w:rsidR="005B0461" w:rsidRDefault="005B0461" w:rsidP="005B0461">
      <w:r>
        <w:t>224.1439</w:t>
      </w:r>
      <w:r>
        <w:tab/>
        <w:t>3.038e0</w:t>
      </w:r>
    </w:p>
    <w:p w:rsidR="005B0461" w:rsidRDefault="005B0461" w:rsidP="005B0461">
      <w:r>
        <w:t>224.1539</w:t>
      </w:r>
      <w:r>
        <w:tab/>
        <w:t>1.115e0</w:t>
      </w:r>
    </w:p>
    <w:p w:rsidR="005B0461" w:rsidRDefault="005B0461" w:rsidP="005B0461">
      <w:r>
        <w:t>224.1735</w:t>
      </w:r>
      <w:r>
        <w:tab/>
        <w:t>2.025e0</w:t>
      </w:r>
    </w:p>
    <w:p w:rsidR="005B0461" w:rsidRDefault="005B0461" w:rsidP="005B0461">
      <w:r>
        <w:lastRenderedPageBreak/>
        <w:t>224.1754</w:t>
      </w:r>
      <w:r>
        <w:tab/>
        <w:t>2.025e0</w:t>
      </w:r>
    </w:p>
    <w:p w:rsidR="005B0461" w:rsidRDefault="005B0461" w:rsidP="005B0461">
      <w:r>
        <w:t>224.1802</w:t>
      </w:r>
      <w:r>
        <w:tab/>
        <w:t>4.038e0</w:t>
      </w:r>
    </w:p>
    <w:p w:rsidR="005B0461" w:rsidRDefault="005B0461" w:rsidP="005B0461">
      <w:r>
        <w:t>224.1960</w:t>
      </w:r>
      <w:r>
        <w:tab/>
        <w:t>4.051e0</w:t>
      </w:r>
    </w:p>
    <w:p w:rsidR="005B0461" w:rsidRDefault="005B0461" w:rsidP="005B0461">
      <w:r>
        <w:t>224.2080</w:t>
      </w:r>
      <w:r>
        <w:tab/>
        <w:t>3.038e0</w:t>
      </w:r>
    </w:p>
    <w:p w:rsidR="005B0461" w:rsidRDefault="005B0461" w:rsidP="005B0461">
      <w:r>
        <w:t>224.2330</w:t>
      </w:r>
      <w:r>
        <w:tab/>
        <w:t>3.038e0</w:t>
      </w:r>
    </w:p>
    <w:p w:rsidR="005B0461" w:rsidRDefault="005B0461" w:rsidP="005B0461">
      <w:r>
        <w:t>224.2430</w:t>
      </w:r>
      <w:r>
        <w:tab/>
        <w:t>2.025e0</w:t>
      </w:r>
    </w:p>
    <w:p w:rsidR="005B0461" w:rsidRDefault="005B0461" w:rsidP="005B0461">
      <w:r>
        <w:t>224.2449</w:t>
      </w:r>
      <w:r>
        <w:tab/>
        <w:t>1.013e0</w:t>
      </w:r>
    </w:p>
    <w:p w:rsidR="005B0461" w:rsidRDefault="005B0461" w:rsidP="005B0461">
      <w:r>
        <w:t>224.2806</w:t>
      </w:r>
      <w:r>
        <w:tab/>
        <w:t>3.038e0</w:t>
      </w:r>
    </w:p>
    <w:p w:rsidR="005B0461" w:rsidRDefault="005B0461" w:rsidP="005B0461">
      <w:r>
        <w:t>224.2925</w:t>
      </w:r>
      <w:r>
        <w:tab/>
        <w:t>2.025e0</w:t>
      </w:r>
    </w:p>
    <w:p w:rsidR="005B0461" w:rsidRDefault="005B0461" w:rsidP="005B0461">
      <w:r>
        <w:t>224.3037</w:t>
      </w:r>
      <w:r>
        <w:tab/>
        <w:t>3.038e0</w:t>
      </w:r>
    </w:p>
    <w:p w:rsidR="005B0461" w:rsidRDefault="005B0461" w:rsidP="005B0461">
      <w:r>
        <w:t>224.3087</w:t>
      </w:r>
      <w:r>
        <w:tab/>
        <w:t>1.013e0</w:t>
      </w:r>
    </w:p>
    <w:p w:rsidR="005B0461" w:rsidRDefault="005B0461" w:rsidP="005B0461">
      <w:r>
        <w:t>224.3403</w:t>
      </w:r>
      <w:r>
        <w:tab/>
        <w:t>1.013e0</w:t>
      </w:r>
    </w:p>
    <w:p w:rsidR="005B0461" w:rsidRDefault="005B0461" w:rsidP="005B0461">
      <w:r>
        <w:t>224.3484</w:t>
      </w:r>
      <w:r>
        <w:tab/>
        <w:t>2.177e0</w:t>
      </w:r>
    </w:p>
    <w:p w:rsidR="005B0461" w:rsidRDefault="005B0461" w:rsidP="005B0461">
      <w:r>
        <w:t>224.3526</w:t>
      </w:r>
      <w:r>
        <w:tab/>
        <w:t>2.025e0</w:t>
      </w:r>
    </w:p>
    <w:p w:rsidR="005B0461" w:rsidRDefault="005B0461" w:rsidP="005B0461">
      <w:r>
        <w:t>224.3686</w:t>
      </w:r>
      <w:r>
        <w:tab/>
        <w:t>1.013e0</w:t>
      </w:r>
    </w:p>
    <w:p w:rsidR="005B0461" w:rsidRDefault="005B0461" w:rsidP="005B0461">
      <w:r>
        <w:t>224.3706</w:t>
      </w:r>
      <w:r>
        <w:tab/>
        <w:t>2.025e0</w:t>
      </w:r>
    </w:p>
    <w:p w:rsidR="005B0461" w:rsidRDefault="005B0461" w:rsidP="005B0461">
      <w:r>
        <w:t>224.3917</w:t>
      </w:r>
      <w:r>
        <w:tab/>
        <w:t>1.013e0</w:t>
      </w:r>
    </w:p>
    <w:p w:rsidR="005B0461" w:rsidRDefault="005B0461" w:rsidP="005B0461">
      <w:r>
        <w:t>224.3955</w:t>
      </w:r>
      <w:r>
        <w:tab/>
        <w:t>1.013e0</w:t>
      </w:r>
    </w:p>
    <w:p w:rsidR="005B0461" w:rsidRDefault="005B0461" w:rsidP="005B0461">
      <w:r>
        <w:t>224.4014</w:t>
      </w:r>
      <w:r>
        <w:tab/>
        <w:t>3.038e0</w:t>
      </w:r>
    </w:p>
    <w:p w:rsidR="005B0461" w:rsidRDefault="005B0461" w:rsidP="005B0461">
      <w:r>
        <w:lastRenderedPageBreak/>
        <w:t>224.4247</w:t>
      </w:r>
      <w:r>
        <w:tab/>
        <w:t>3.038e0</w:t>
      </w:r>
    </w:p>
    <w:p w:rsidR="005B0461" w:rsidRDefault="005B0461" w:rsidP="005B0461">
      <w:r>
        <w:t>224.4465</w:t>
      </w:r>
      <w:r>
        <w:tab/>
        <w:t>4.051e0</w:t>
      </w:r>
    </w:p>
    <w:p w:rsidR="005B0461" w:rsidRDefault="005B0461" w:rsidP="005B0461">
      <w:r>
        <w:t>224.4674</w:t>
      </w:r>
      <w:r>
        <w:tab/>
        <w:t>1.013e0</w:t>
      </w:r>
    </w:p>
    <w:p w:rsidR="005B0461" w:rsidRDefault="005B0461" w:rsidP="005B0461">
      <w:r>
        <w:t>224.4843</w:t>
      </w:r>
      <w:r>
        <w:tab/>
        <w:t>1.013e0</w:t>
      </w:r>
    </w:p>
    <w:p w:rsidR="005B0461" w:rsidRDefault="005B0461" w:rsidP="005B0461">
      <w:r>
        <w:t>224.4886</w:t>
      </w:r>
      <w:r>
        <w:tab/>
        <w:t>2.025e0</w:t>
      </w:r>
    </w:p>
    <w:p w:rsidR="005B0461" w:rsidRDefault="005B0461" w:rsidP="005B0461">
      <w:r>
        <w:t>224.5000</w:t>
      </w:r>
      <w:r>
        <w:tab/>
        <w:t>1.013e0</w:t>
      </w:r>
    </w:p>
    <w:p w:rsidR="005B0461" w:rsidRDefault="005B0461" w:rsidP="005B0461">
      <w:r>
        <w:t>224.5676</w:t>
      </w:r>
      <w:r>
        <w:tab/>
        <w:t>1.013e0</w:t>
      </w:r>
    </w:p>
    <w:p w:rsidR="005B0461" w:rsidRDefault="005B0461" w:rsidP="005B0461">
      <w:r>
        <w:t>224.5715</w:t>
      </w:r>
      <w:r>
        <w:tab/>
        <w:t>2.025e0</w:t>
      </w:r>
    </w:p>
    <w:p w:rsidR="005B0461" w:rsidRDefault="005B0461" w:rsidP="005B0461">
      <w:r>
        <w:t>224.5907</w:t>
      </w:r>
      <w:r>
        <w:tab/>
        <w:t>3.038e0</w:t>
      </w:r>
    </w:p>
    <w:p w:rsidR="005B0461" w:rsidRDefault="005B0461" w:rsidP="005B0461">
      <w:r>
        <w:t>224.6160</w:t>
      </w:r>
      <w:r>
        <w:tab/>
        <w:t>3.038e0</w:t>
      </w:r>
    </w:p>
    <w:p w:rsidR="005B0461" w:rsidRDefault="005B0461" w:rsidP="005B0461">
      <w:r>
        <w:t>224.6275</w:t>
      </w:r>
      <w:r>
        <w:tab/>
        <w:t>1.013e0</w:t>
      </w:r>
    </w:p>
    <w:p w:rsidR="005B0461" w:rsidRDefault="005B0461" w:rsidP="005B0461">
      <w:r>
        <w:t>224.6314</w:t>
      </w:r>
      <w:r>
        <w:tab/>
        <w:t>1.013e0</w:t>
      </w:r>
    </w:p>
    <w:p w:rsidR="005B0461" w:rsidRDefault="005B0461" w:rsidP="005B0461">
      <w:r>
        <w:t>224.6352</w:t>
      </w:r>
      <w:r>
        <w:tab/>
        <w:t>1.013e0</w:t>
      </w:r>
    </w:p>
    <w:p w:rsidR="005B0461" w:rsidRDefault="005B0461" w:rsidP="005B0461">
      <w:r>
        <w:t>224.6469</w:t>
      </w:r>
      <w:r>
        <w:tab/>
        <w:t>1.013e0</w:t>
      </w:r>
    </w:p>
    <w:p w:rsidR="005B0461" w:rsidRDefault="005B0461" w:rsidP="005B0461">
      <w:r>
        <w:t>224.6776</w:t>
      </w:r>
      <w:r>
        <w:tab/>
        <w:t>2.309e0</w:t>
      </w:r>
    </w:p>
    <w:p w:rsidR="005B0461" w:rsidRDefault="005B0461" w:rsidP="005B0461">
      <w:r>
        <w:t>224.6795</w:t>
      </w:r>
      <w:r>
        <w:tab/>
        <w:t>3.038e0</w:t>
      </w:r>
    </w:p>
    <w:p w:rsidR="005B0461" w:rsidRDefault="005B0461" w:rsidP="005B0461">
      <w:r>
        <w:t>224.6933</w:t>
      </w:r>
      <w:r>
        <w:tab/>
        <w:t>2.025e0</w:t>
      </w:r>
    </w:p>
    <w:p w:rsidR="005B0461" w:rsidRDefault="005B0461" w:rsidP="005B0461">
      <w:r>
        <w:t>224.7143</w:t>
      </w:r>
      <w:r>
        <w:tab/>
        <w:t>5.063e0</w:t>
      </w:r>
    </w:p>
    <w:p w:rsidR="005B0461" w:rsidRDefault="005B0461" w:rsidP="005B0461">
      <w:r>
        <w:t>224.7247</w:t>
      </w:r>
      <w:r>
        <w:tab/>
        <w:t>3.038e0</w:t>
      </w:r>
    </w:p>
    <w:p w:rsidR="005B0461" w:rsidRDefault="005B0461" w:rsidP="005B0461">
      <w:r>
        <w:lastRenderedPageBreak/>
        <w:t>224.7402</w:t>
      </w:r>
      <w:r>
        <w:tab/>
        <w:t>3.038e0</w:t>
      </w:r>
    </w:p>
    <w:p w:rsidR="005B0461" w:rsidRDefault="005B0461" w:rsidP="005B0461">
      <w:r>
        <w:t>224.7473</w:t>
      </w:r>
      <w:r>
        <w:tab/>
        <w:t>1.013e0</w:t>
      </w:r>
    </w:p>
    <w:p w:rsidR="005B0461" w:rsidRDefault="005B0461" w:rsidP="005B0461">
      <w:r>
        <w:t>224.7514</w:t>
      </w:r>
      <w:r>
        <w:tab/>
        <w:t>1.013e0</w:t>
      </w:r>
    </w:p>
    <w:p w:rsidR="005B0461" w:rsidRDefault="005B0461" w:rsidP="005B0461">
      <w:r>
        <w:t>224.7667</w:t>
      </w:r>
      <w:r>
        <w:tab/>
        <w:t>1.013e0</w:t>
      </w:r>
    </w:p>
    <w:p w:rsidR="005B0461" w:rsidRDefault="005B0461" w:rsidP="005B0461">
      <w:r>
        <w:t>224.7706</w:t>
      </w:r>
      <w:r>
        <w:tab/>
        <w:t>1.013e0</w:t>
      </w:r>
    </w:p>
    <w:p w:rsidR="005B0461" w:rsidRDefault="005B0461" w:rsidP="005B0461">
      <w:r>
        <w:t>224.7966</w:t>
      </w:r>
      <w:r>
        <w:tab/>
        <w:t>3.038e0</w:t>
      </w:r>
    </w:p>
    <w:p w:rsidR="005B0461" w:rsidRDefault="005B0461" w:rsidP="005B0461">
      <w:r>
        <w:t>224.8109</w:t>
      </w:r>
      <w:r>
        <w:tab/>
        <w:t>4.051e0</w:t>
      </w:r>
    </w:p>
    <w:p w:rsidR="005B0461" w:rsidRDefault="005B0461" w:rsidP="005B0461">
      <w:r>
        <w:t>224.8266</w:t>
      </w:r>
      <w:r>
        <w:tab/>
        <w:t>1.013e0</w:t>
      </w:r>
    </w:p>
    <w:p w:rsidR="005B0461" w:rsidRDefault="005B0461" w:rsidP="005B0461">
      <w:r>
        <w:t>224.8382</w:t>
      </w:r>
      <w:r>
        <w:tab/>
        <w:t>1.013e0</w:t>
      </w:r>
    </w:p>
    <w:p w:rsidR="005B0461" w:rsidRDefault="005B0461" w:rsidP="005B0461">
      <w:r>
        <w:t>224.8866</w:t>
      </w:r>
      <w:r>
        <w:tab/>
        <w:t>1.013e0</w:t>
      </w:r>
    </w:p>
    <w:p w:rsidR="005B0461" w:rsidRDefault="005B0461" w:rsidP="005B0461">
      <w:r>
        <w:t>224.9001</w:t>
      </w:r>
      <w:r>
        <w:tab/>
        <w:t>2.025e0</w:t>
      </w:r>
    </w:p>
    <w:p w:rsidR="005B0461" w:rsidRDefault="005B0461" w:rsidP="005B0461">
      <w:r>
        <w:t>224.9098</w:t>
      </w:r>
      <w:r>
        <w:tab/>
        <w:t>1.013e0</w:t>
      </w:r>
    </w:p>
    <w:p w:rsidR="005B0461" w:rsidRDefault="005B0461" w:rsidP="005B0461">
      <w:r>
        <w:t>224.9341</w:t>
      </w:r>
      <w:r>
        <w:tab/>
        <w:t>1.013e0</w:t>
      </w:r>
    </w:p>
    <w:p w:rsidR="005B0461" w:rsidRDefault="005B0461" w:rsidP="005B0461">
      <w:r>
        <w:t>224.9590</w:t>
      </w:r>
      <w:r>
        <w:tab/>
        <w:t>4.991e0</w:t>
      </w:r>
    </w:p>
    <w:p w:rsidR="005B0461" w:rsidRDefault="005B0461" w:rsidP="005B0461">
      <w:r>
        <w:t>224.9620</w:t>
      </w:r>
      <w:r>
        <w:tab/>
        <w:t>1.013e0</w:t>
      </w:r>
    </w:p>
    <w:p w:rsidR="005B0461" w:rsidRDefault="005B0461" w:rsidP="005B0461">
      <w:r>
        <w:t>224.9639</w:t>
      </w:r>
      <w:r>
        <w:tab/>
        <w:t>2.025e0</w:t>
      </w:r>
    </w:p>
    <w:p w:rsidR="005B0461" w:rsidRDefault="005B0461" w:rsidP="005B0461">
      <w:r>
        <w:t>224.9736</w:t>
      </w:r>
      <w:r>
        <w:tab/>
        <w:t>2.025e0</w:t>
      </w:r>
    </w:p>
    <w:p w:rsidR="005B0461" w:rsidRDefault="005B0461" w:rsidP="005B0461">
      <w:r>
        <w:t>225.0101</w:t>
      </w:r>
      <w:r>
        <w:tab/>
        <w:t>4.687e1</w:t>
      </w:r>
    </w:p>
    <w:p w:rsidR="005B0461" w:rsidRDefault="005B0461" w:rsidP="005B0461">
      <w:r>
        <w:t>225.0122</w:t>
      </w:r>
      <w:r>
        <w:tab/>
        <w:t>3.904e1</w:t>
      </w:r>
    </w:p>
    <w:p w:rsidR="005B0461" w:rsidRDefault="005B0461" w:rsidP="005B0461">
      <w:r>
        <w:lastRenderedPageBreak/>
        <w:t>225.0848</w:t>
      </w:r>
      <w:r>
        <w:tab/>
        <w:t>4.069e1</w:t>
      </w:r>
    </w:p>
    <w:p w:rsidR="005B0461" w:rsidRDefault="005B0461" w:rsidP="005B0461">
      <w:r>
        <w:t>225.0874</w:t>
      </w:r>
      <w:r>
        <w:tab/>
        <w:t>2.278e1</w:t>
      </w:r>
    </w:p>
    <w:p w:rsidR="005B0461" w:rsidRDefault="005B0461" w:rsidP="005B0461">
      <w:r>
        <w:t>225.0902</w:t>
      </w:r>
      <w:r>
        <w:tab/>
        <w:t>3.040e1</w:t>
      </w:r>
    </w:p>
    <w:p w:rsidR="005B0461" w:rsidRDefault="005B0461" w:rsidP="005B0461">
      <w:r>
        <w:t>225.1476</w:t>
      </w:r>
      <w:r>
        <w:tab/>
        <w:t>2.960e0</w:t>
      </w:r>
    </w:p>
    <w:p w:rsidR="005B0461" w:rsidRDefault="005B0461" w:rsidP="005B0461">
      <w:r>
        <w:t>225.1522</w:t>
      </w:r>
      <w:r>
        <w:tab/>
        <w:t>5.482e0</w:t>
      </w:r>
    </w:p>
    <w:p w:rsidR="005B0461" w:rsidRDefault="005B0461" w:rsidP="005B0461">
      <w:r>
        <w:t>225.1553</w:t>
      </w:r>
      <w:r>
        <w:tab/>
        <w:t>3.038e0</w:t>
      </w:r>
    </w:p>
    <w:p w:rsidR="005B0461" w:rsidRDefault="005B0461" w:rsidP="005B0461">
      <w:r>
        <w:t>225.1791</w:t>
      </w:r>
      <w:r>
        <w:tab/>
        <w:t>7.215e0</w:t>
      </w:r>
    </w:p>
    <w:p w:rsidR="005B0461" w:rsidRDefault="005B0461" w:rsidP="005B0461">
      <w:r>
        <w:t>225.1838</w:t>
      </w:r>
      <w:r>
        <w:tab/>
        <w:t>4.051e0</w:t>
      </w:r>
    </w:p>
    <w:p w:rsidR="005B0461" w:rsidRDefault="005B0461" w:rsidP="005B0461">
      <w:r>
        <w:t>225.1967</w:t>
      </w:r>
      <w:r>
        <w:tab/>
        <w:t>4.051e0</w:t>
      </w:r>
    </w:p>
    <w:p w:rsidR="005B0461" w:rsidRDefault="005B0461" w:rsidP="005B0461">
      <w:r>
        <w:t>225.2018</w:t>
      </w:r>
      <w:r>
        <w:tab/>
        <w:t>1.013e0</w:t>
      </w:r>
    </w:p>
    <w:p w:rsidR="005B0461" w:rsidRDefault="005B0461" w:rsidP="005B0461">
      <w:r>
        <w:t>225.2289</w:t>
      </w:r>
      <w:r>
        <w:tab/>
        <w:t>2.025e0</w:t>
      </w:r>
    </w:p>
    <w:p w:rsidR="005B0461" w:rsidRDefault="005B0461" w:rsidP="005B0461">
      <w:r>
        <w:t>225.2404</w:t>
      </w:r>
      <w:r>
        <w:tab/>
        <w:t>2.025e0</w:t>
      </w:r>
    </w:p>
    <w:p w:rsidR="005B0461" w:rsidRDefault="005B0461" w:rsidP="005B0461">
      <w:r>
        <w:t>225.2613</w:t>
      </w:r>
      <w:r>
        <w:tab/>
        <w:t>1.013e0</w:t>
      </w:r>
    </w:p>
    <w:p w:rsidR="005B0461" w:rsidRDefault="005B0461" w:rsidP="005B0461">
      <w:r>
        <w:t>225.2850</w:t>
      </w:r>
      <w:r>
        <w:tab/>
        <w:t>3.038e0</w:t>
      </w:r>
    </w:p>
    <w:p w:rsidR="005B0461" w:rsidRDefault="005B0461" w:rsidP="005B0461">
      <w:r>
        <w:t>225.2869</w:t>
      </w:r>
      <w:r>
        <w:tab/>
        <w:t>2.025e0</w:t>
      </w:r>
    </w:p>
    <w:p w:rsidR="005B0461" w:rsidRDefault="005B0461" w:rsidP="005B0461">
      <w:r>
        <w:t>225.3064</w:t>
      </w:r>
      <w:r>
        <w:tab/>
        <w:t>2.025e0</w:t>
      </w:r>
    </w:p>
    <w:p w:rsidR="005B0461" w:rsidRDefault="005B0461" w:rsidP="005B0461">
      <w:r>
        <w:t>225.3293</w:t>
      </w:r>
      <w:r>
        <w:tab/>
        <w:t>1.013e0</w:t>
      </w:r>
    </w:p>
    <w:p w:rsidR="005B0461" w:rsidRDefault="005B0461" w:rsidP="005B0461">
      <w:r>
        <w:t>225.3373</w:t>
      </w:r>
      <w:r>
        <w:tab/>
        <w:t>1.013e0</w:t>
      </w:r>
    </w:p>
    <w:p w:rsidR="005B0461" w:rsidRDefault="005B0461" w:rsidP="005B0461">
      <w:r>
        <w:t>225.3393</w:t>
      </w:r>
      <w:r>
        <w:tab/>
        <w:t>2.025e0</w:t>
      </w:r>
    </w:p>
    <w:p w:rsidR="005B0461" w:rsidRDefault="005B0461" w:rsidP="005B0461">
      <w:r>
        <w:lastRenderedPageBreak/>
        <w:t>225.3566</w:t>
      </w:r>
      <w:r>
        <w:tab/>
        <w:t>1.013e0</w:t>
      </w:r>
    </w:p>
    <w:p w:rsidR="005B0461" w:rsidRDefault="005B0461" w:rsidP="005B0461">
      <w:r>
        <w:t>225.3803</w:t>
      </w:r>
      <w:r>
        <w:tab/>
        <w:t>1.013e0</w:t>
      </w:r>
    </w:p>
    <w:p w:rsidR="005B0461" w:rsidRDefault="005B0461" w:rsidP="005B0461">
      <w:r>
        <w:t>225.4031</w:t>
      </w:r>
      <w:r>
        <w:tab/>
        <w:t>2.025e0</w:t>
      </w:r>
    </w:p>
    <w:p w:rsidR="005B0461" w:rsidRDefault="005B0461" w:rsidP="005B0461">
      <w:r>
        <w:t>225.4205</w:t>
      </w:r>
      <w:r>
        <w:tab/>
        <w:t>1.013e0</w:t>
      </w:r>
    </w:p>
    <w:p w:rsidR="005B0461" w:rsidRDefault="005B0461" w:rsidP="005B0461">
      <w:r>
        <w:t>225.4243</w:t>
      </w:r>
      <w:r>
        <w:tab/>
        <w:t>1.013e0</w:t>
      </w:r>
    </w:p>
    <w:p w:rsidR="005B0461" w:rsidRDefault="005B0461" w:rsidP="005B0461">
      <w:r>
        <w:t>225.4527</w:t>
      </w:r>
      <w:r>
        <w:tab/>
        <w:t>1.013e0</w:t>
      </w:r>
    </w:p>
    <w:p w:rsidR="005B0461" w:rsidRDefault="005B0461" w:rsidP="005B0461">
      <w:r>
        <w:t>225.4587</w:t>
      </w:r>
      <w:r>
        <w:tab/>
        <w:t>2.025e0</w:t>
      </w:r>
    </w:p>
    <w:p w:rsidR="005B0461" w:rsidRDefault="005B0461" w:rsidP="005B0461">
      <w:r>
        <w:t>225.4722</w:t>
      </w:r>
      <w:r>
        <w:tab/>
        <w:t>8.101e0</w:t>
      </w:r>
    </w:p>
    <w:p w:rsidR="005B0461" w:rsidRDefault="005B0461" w:rsidP="005B0461">
      <w:r>
        <w:t>225.4804</w:t>
      </w:r>
      <w:r>
        <w:tab/>
        <w:t>1.013e0</w:t>
      </w:r>
    </w:p>
    <w:p w:rsidR="005B0461" w:rsidRDefault="005B0461" w:rsidP="005B0461">
      <w:r>
        <w:t>225.5087</w:t>
      </w:r>
      <w:r>
        <w:tab/>
        <w:t>8.101e0</w:t>
      </w:r>
    </w:p>
    <w:p w:rsidR="005B0461" w:rsidRDefault="005B0461" w:rsidP="005B0461">
      <w:r>
        <w:t>225.5327</w:t>
      </w:r>
      <w:r>
        <w:tab/>
        <w:t>1.013e0</w:t>
      </w:r>
    </w:p>
    <w:p w:rsidR="005B0461" w:rsidRDefault="005B0461" w:rsidP="005B0461">
      <w:r>
        <w:t>225.5365</w:t>
      </w:r>
      <w:r>
        <w:tab/>
        <w:t>1.013e0</w:t>
      </w:r>
    </w:p>
    <w:p w:rsidR="005B0461" w:rsidRDefault="005B0461" w:rsidP="005B0461">
      <w:r>
        <w:t>225.5404</w:t>
      </w:r>
      <w:r>
        <w:tab/>
        <w:t>1.013e0</w:t>
      </w:r>
    </w:p>
    <w:p w:rsidR="005B0461" w:rsidRDefault="005B0461" w:rsidP="005B0461">
      <w:r>
        <w:t>225.5520</w:t>
      </w:r>
      <w:r>
        <w:tab/>
        <w:t>1.013e0</w:t>
      </w:r>
    </w:p>
    <w:p w:rsidR="005B0461" w:rsidRDefault="005B0461" w:rsidP="005B0461">
      <w:r>
        <w:t>225.5761</w:t>
      </w:r>
      <w:r>
        <w:tab/>
        <w:t>1.013e0</w:t>
      </w:r>
    </w:p>
    <w:p w:rsidR="005B0461" w:rsidRDefault="005B0461" w:rsidP="005B0461">
      <w:r>
        <w:t>225.5846</w:t>
      </w:r>
      <w:r>
        <w:tab/>
        <w:t>3.038e0</w:t>
      </w:r>
    </w:p>
    <w:p w:rsidR="005B0461" w:rsidRDefault="005B0461" w:rsidP="005B0461">
      <w:r>
        <w:t>225.6159</w:t>
      </w:r>
      <w:r>
        <w:tab/>
        <w:t>1.013e0</w:t>
      </w:r>
    </w:p>
    <w:p w:rsidR="005B0461" w:rsidRDefault="005B0461" w:rsidP="005B0461">
      <w:r>
        <w:t>225.6198</w:t>
      </w:r>
      <w:r>
        <w:tab/>
        <w:t>1.013e0</w:t>
      </w:r>
    </w:p>
    <w:p w:rsidR="005B0461" w:rsidRDefault="005B0461" w:rsidP="005B0461">
      <w:r>
        <w:t>225.6319</w:t>
      </w:r>
      <w:r>
        <w:tab/>
        <w:t>2.025e0</w:t>
      </w:r>
    </w:p>
    <w:p w:rsidR="005B0461" w:rsidRDefault="005B0461" w:rsidP="005B0461">
      <w:r>
        <w:lastRenderedPageBreak/>
        <w:t>225.6357</w:t>
      </w:r>
      <w:r>
        <w:tab/>
        <w:t>1.013e0</w:t>
      </w:r>
    </w:p>
    <w:p w:rsidR="005B0461" w:rsidRDefault="005B0461" w:rsidP="005B0461">
      <w:r>
        <w:t>225.6759</w:t>
      </w:r>
      <w:r>
        <w:tab/>
        <w:t>1.013e0</w:t>
      </w:r>
    </w:p>
    <w:p w:rsidR="005B0461" w:rsidRDefault="005B0461" w:rsidP="005B0461">
      <w:r>
        <w:t>225.6798</w:t>
      </w:r>
      <w:r>
        <w:tab/>
        <w:t>1.013e0</w:t>
      </w:r>
    </w:p>
    <w:p w:rsidR="005B0461" w:rsidRDefault="005B0461" w:rsidP="005B0461">
      <w:r>
        <w:t>225.6996</w:t>
      </w:r>
      <w:r>
        <w:tab/>
        <w:t>1.013e0</w:t>
      </w:r>
    </w:p>
    <w:p w:rsidR="005B0461" w:rsidRDefault="005B0461" w:rsidP="005B0461">
      <w:r>
        <w:t>225.7081</w:t>
      </w:r>
      <w:r>
        <w:tab/>
        <w:t>1.013e0</w:t>
      </w:r>
    </w:p>
    <w:p w:rsidR="005B0461" w:rsidRDefault="005B0461" w:rsidP="005B0461">
      <w:r>
        <w:t>225.7282</w:t>
      </w:r>
      <w:r>
        <w:tab/>
        <w:t>1.013e0</w:t>
      </w:r>
    </w:p>
    <w:p w:rsidR="005B0461" w:rsidRDefault="005B0461" w:rsidP="005B0461">
      <w:r>
        <w:t>225.7533</w:t>
      </w:r>
      <w:r>
        <w:tab/>
        <w:t>2.025e0</w:t>
      </w:r>
    </w:p>
    <w:p w:rsidR="005B0461" w:rsidRDefault="005B0461" w:rsidP="005B0461">
      <w:r>
        <w:t>225.7592</w:t>
      </w:r>
      <w:r>
        <w:tab/>
        <w:t>1.013e0</w:t>
      </w:r>
    </w:p>
    <w:p w:rsidR="005B0461" w:rsidRDefault="005B0461" w:rsidP="005B0461">
      <w:r>
        <w:t>225.7698</w:t>
      </w:r>
      <w:r>
        <w:tab/>
        <w:t>2.025e0</w:t>
      </w:r>
    </w:p>
    <w:p w:rsidR="005B0461" w:rsidRDefault="005B0461" w:rsidP="005B0461">
      <w:r>
        <w:t>225.7845</w:t>
      </w:r>
      <w:r>
        <w:tab/>
        <w:t>1.013e0</w:t>
      </w:r>
    </w:p>
    <w:p w:rsidR="005B0461" w:rsidRDefault="005B0461" w:rsidP="005B0461">
      <w:r>
        <w:t>225.7998</w:t>
      </w:r>
      <w:r>
        <w:tab/>
        <w:t>1.013e0</w:t>
      </w:r>
    </w:p>
    <w:p w:rsidR="005B0461" w:rsidRDefault="005B0461" w:rsidP="005B0461">
      <w:r>
        <w:t>225.8114</w:t>
      </w:r>
      <w:r>
        <w:tab/>
        <w:t>1.013e0</w:t>
      </w:r>
    </w:p>
    <w:p w:rsidR="005B0461" w:rsidRDefault="005B0461" w:rsidP="005B0461">
      <w:r>
        <w:t>225.8235</w:t>
      </w:r>
      <w:r>
        <w:tab/>
        <w:t>2.025e0</w:t>
      </w:r>
    </w:p>
    <w:p w:rsidR="005B0461" w:rsidRDefault="005B0461" w:rsidP="005B0461">
      <w:r>
        <w:t>225.8255</w:t>
      </w:r>
      <w:r>
        <w:tab/>
        <w:t>2.025e0</w:t>
      </w:r>
    </w:p>
    <w:p w:rsidR="005B0461" w:rsidRDefault="005B0461" w:rsidP="005B0461">
      <w:r>
        <w:t>225.8521</w:t>
      </w:r>
      <w:r>
        <w:tab/>
        <w:t>1.013e0</w:t>
      </w:r>
    </w:p>
    <w:p w:rsidR="005B0461" w:rsidRDefault="005B0461" w:rsidP="005B0461">
      <w:r>
        <w:t>225.8715</w:t>
      </w:r>
      <w:r>
        <w:tab/>
        <w:t>1.013e0</w:t>
      </w:r>
    </w:p>
    <w:p w:rsidR="005B0461" w:rsidRDefault="005B0461" w:rsidP="005B0461">
      <w:r>
        <w:t>225.8791</w:t>
      </w:r>
      <w:r>
        <w:tab/>
        <w:t>4.051e0</w:t>
      </w:r>
    </w:p>
    <w:p w:rsidR="005B0461" w:rsidRDefault="005B0461" w:rsidP="005B0461">
      <w:r>
        <w:t>225.8913</w:t>
      </w:r>
      <w:r>
        <w:tab/>
        <w:t>1.013e0</w:t>
      </w:r>
    </w:p>
    <w:p w:rsidR="005B0461" w:rsidRDefault="005B0461" w:rsidP="005B0461">
      <w:r>
        <w:t>225.9199</w:t>
      </w:r>
      <w:r>
        <w:tab/>
        <w:t>1.013e0</w:t>
      </w:r>
    </w:p>
    <w:p w:rsidR="005B0461" w:rsidRDefault="005B0461" w:rsidP="005B0461">
      <w:r>
        <w:lastRenderedPageBreak/>
        <w:t>225.9276</w:t>
      </w:r>
      <w:r>
        <w:tab/>
        <w:t>1.013e0</w:t>
      </w:r>
    </w:p>
    <w:p w:rsidR="005B0461" w:rsidRDefault="005B0461" w:rsidP="005B0461">
      <w:r>
        <w:t>225.9391</w:t>
      </w:r>
      <w:r>
        <w:tab/>
        <w:t>2.025e0</w:t>
      </w:r>
    </w:p>
    <w:p w:rsidR="005B0461" w:rsidRDefault="005B0461" w:rsidP="005B0461">
      <w:r>
        <w:t>225.9510</w:t>
      </w:r>
      <w:r>
        <w:tab/>
        <w:t>2.025e0</w:t>
      </w:r>
    </w:p>
    <w:p w:rsidR="005B0461" w:rsidRDefault="005B0461" w:rsidP="005B0461">
      <w:r>
        <w:t>225.9553</w:t>
      </w:r>
      <w:r>
        <w:tab/>
        <w:t>3.802e0</w:t>
      </w:r>
    </w:p>
    <w:p w:rsidR="005B0461" w:rsidRDefault="005B0461" w:rsidP="005B0461">
      <w:r>
        <w:t>225.9657</w:t>
      </w:r>
      <w:r>
        <w:tab/>
        <w:t>1.881e0</w:t>
      </w:r>
    </w:p>
    <w:p w:rsidR="005B0461" w:rsidRDefault="005B0461" w:rsidP="005B0461">
      <w:r>
        <w:t>225.9869</w:t>
      </w:r>
      <w:r>
        <w:tab/>
        <w:t>1.076e1</w:t>
      </w:r>
    </w:p>
    <w:p w:rsidR="005B0461" w:rsidRDefault="005B0461" w:rsidP="005B0461">
      <w:r>
        <w:t>226.0094</w:t>
      </w:r>
      <w:r>
        <w:tab/>
        <w:t>2.537e1</w:t>
      </w:r>
    </w:p>
    <w:p w:rsidR="005B0461" w:rsidRDefault="005B0461" w:rsidP="005B0461">
      <w:r>
        <w:t>226.0136</w:t>
      </w:r>
      <w:r>
        <w:tab/>
        <w:t>5.066e1</w:t>
      </w:r>
    </w:p>
    <w:p w:rsidR="005B0461" w:rsidRDefault="005B0461" w:rsidP="005B0461">
      <w:r>
        <w:t>226.0195</w:t>
      </w:r>
      <w:r>
        <w:tab/>
        <w:t>1.529e1</w:t>
      </w:r>
    </w:p>
    <w:p w:rsidR="005B0461" w:rsidRDefault="005B0461" w:rsidP="005B0461">
      <w:r>
        <w:t>226.0457</w:t>
      </w:r>
      <w:r>
        <w:tab/>
        <w:t>1.893e1</w:t>
      </w:r>
    </w:p>
    <w:p w:rsidR="005B0461" w:rsidRDefault="005B0461" w:rsidP="005B0461">
      <w:r>
        <w:t>226.0483</w:t>
      </w:r>
      <w:r>
        <w:tab/>
        <w:t>2.015e1</w:t>
      </w:r>
    </w:p>
    <w:p w:rsidR="005B0461" w:rsidRDefault="005B0461" w:rsidP="005B0461">
      <w:r>
        <w:t>226.0509</w:t>
      </w:r>
      <w:r>
        <w:tab/>
        <w:t>1.455e1</w:t>
      </w:r>
    </w:p>
    <w:p w:rsidR="005B0461" w:rsidRDefault="005B0461" w:rsidP="005B0461">
      <w:r>
        <w:t>226.0529</w:t>
      </w:r>
      <w:r>
        <w:tab/>
        <w:t>1.148e1</w:t>
      </w:r>
    </w:p>
    <w:p w:rsidR="005B0461" w:rsidRDefault="005B0461" w:rsidP="005B0461">
      <w:r>
        <w:t>226.0805</w:t>
      </w:r>
      <w:r>
        <w:tab/>
        <w:t>7.089e0</w:t>
      </w:r>
    </w:p>
    <w:p w:rsidR="005B0461" w:rsidRDefault="005B0461" w:rsidP="005B0461">
      <w:r>
        <w:t>226.0898</w:t>
      </w:r>
      <w:r>
        <w:tab/>
        <w:t>7.353e0</w:t>
      </w:r>
    </w:p>
    <w:p w:rsidR="005B0461" w:rsidRDefault="005B0461" w:rsidP="005B0461">
      <w:r>
        <w:t>226.0966</w:t>
      </w:r>
      <w:r>
        <w:tab/>
        <w:t>2.219e0</w:t>
      </w:r>
    </w:p>
    <w:p w:rsidR="005B0461" w:rsidRDefault="005B0461" w:rsidP="005B0461">
      <w:r>
        <w:t>226.0980</w:t>
      </w:r>
      <w:r>
        <w:tab/>
        <w:t>9.562e0</w:t>
      </w:r>
    </w:p>
    <w:p w:rsidR="005B0461" w:rsidRDefault="005B0461" w:rsidP="005B0461">
      <w:r>
        <w:t>226.1242</w:t>
      </w:r>
      <w:r>
        <w:tab/>
        <w:t>2.986e0</w:t>
      </w:r>
    </w:p>
    <w:p w:rsidR="005B0461" w:rsidRDefault="005B0461" w:rsidP="005B0461">
      <w:r>
        <w:t>226.1390</w:t>
      </w:r>
      <w:r>
        <w:tab/>
        <w:t>2.025e0</w:t>
      </w:r>
    </w:p>
    <w:p w:rsidR="005B0461" w:rsidRDefault="005B0461" w:rsidP="005B0461">
      <w:r>
        <w:lastRenderedPageBreak/>
        <w:t>226.1414</w:t>
      </w:r>
      <w:r>
        <w:tab/>
        <w:t>3.641e0</w:t>
      </w:r>
    </w:p>
    <w:p w:rsidR="005B0461" w:rsidRDefault="005B0461" w:rsidP="005B0461">
      <w:r>
        <w:t>226.1553</w:t>
      </w:r>
      <w:r>
        <w:tab/>
        <w:t>2.025e0</w:t>
      </w:r>
    </w:p>
    <w:p w:rsidR="005B0461" w:rsidRDefault="005B0461" w:rsidP="005B0461">
      <w:r>
        <w:t>226.1610</w:t>
      </w:r>
      <w:r>
        <w:tab/>
        <w:t>3.973e0</w:t>
      </w:r>
    </w:p>
    <w:p w:rsidR="005B0461" w:rsidRDefault="005B0461" w:rsidP="005B0461">
      <w:r>
        <w:t>226.1625</w:t>
      </w:r>
      <w:r>
        <w:tab/>
        <w:t>2.765e0</w:t>
      </w:r>
    </w:p>
    <w:p w:rsidR="005B0461" w:rsidRDefault="005B0461" w:rsidP="005B0461">
      <w:r>
        <w:t>226.1778</w:t>
      </w:r>
      <w:r>
        <w:tab/>
        <w:t>6.076e0</w:t>
      </w:r>
    </w:p>
    <w:p w:rsidR="005B0461" w:rsidRDefault="005B0461" w:rsidP="005B0461">
      <w:r>
        <w:t>226.1868</w:t>
      </w:r>
      <w:r>
        <w:tab/>
        <w:t>4.851e0</w:t>
      </w:r>
    </w:p>
    <w:p w:rsidR="005B0461" w:rsidRDefault="005B0461" w:rsidP="005B0461">
      <w:r>
        <w:t>226.2050</w:t>
      </w:r>
      <w:r>
        <w:tab/>
        <w:t>5.193e0</w:t>
      </w:r>
    </w:p>
    <w:p w:rsidR="005B0461" w:rsidRDefault="005B0461" w:rsidP="005B0461">
      <w:r>
        <w:t>226.2154</w:t>
      </w:r>
      <w:r>
        <w:tab/>
        <w:t>1.013e0</w:t>
      </w:r>
    </w:p>
    <w:p w:rsidR="005B0461" w:rsidRDefault="005B0461" w:rsidP="005B0461">
      <w:r>
        <w:t>226.2337</w:t>
      </w:r>
      <w:r>
        <w:tab/>
        <w:t>2.025e0</w:t>
      </w:r>
    </w:p>
    <w:p w:rsidR="005B0461" w:rsidRDefault="005B0461" w:rsidP="005B0461">
      <w:r>
        <w:t>226.2685</w:t>
      </w:r>
      <w:r>
        <w:tab/>
        <w:t>4.051e0</w:t>
      </w:r>
    </w:p>
    <w:p w:rsidR="005B0461" w:rsidRDefault="005B0461" w:rsidP="005B0461">
      <w:r>
        <w:t>226.2755</w:t>
      </w:r>
      <w:r>
        <w:tab/>
        <w:t>2.025e0</w:t>
      </w:r>
    </w:p>
    <w:p w:rsidR="005B0461" w:rsidRDefault="005B0461" w:rsidP="005B0461">
      <w:r>
        <w:t>226.3189</w:t>
      </w:r>
      <w:r>
        <w:tab/>
        <w:t>1.013e0</w:t>
      </w:r>
    </w:p>
    <w:p w:rsidR="005B0461" w:rsidRDefault="005B0461" w:rsidP="005B0461">
      <w:r>
        <w:t>226.3349</w:t>
      </w:r>
      <w:r>
        <w:tab/>
        <w:t>1.013e0</w:t>
      </w:r>
    </w:p>
    <w:p w:rsidR="005B0461" w:rsidRDefault="005B0461" w:rsidP="005B0461">
      <w:r>
        <w:t>226.3392</w:t>
      </w:r>
      <w:r>
        <w:tab/>
        <w:t>1.013e0</w:t>
      </w:r>
    </w:p>
    <w:p w:rsidR="005B0461" w:rsidRDefault="005B0461" w:rsidP="005B0461">
      <w:r>
        <w:t>226.3411</w:t>
      </w:r>
      <w:r>
        <w:tab/>
        <w:t>2.025e0</w:t>
      </w:r>
    </w:p>
    <w:p w:rsidR="005B0461" w:rsidRDefault="005B0461" w:rsidP="005B0461">
      <w:r>
        <w:t>226.3445</w:t>
      </w:r>
      <w:r>
        <w:tab/>
        <w:t>3.038e0</w:t>
      </w:r>
    </w:p>
    <w:p w:rsidR="005B0461" w:rsidRDefault="005B0461" w:rsidP="005B0461">
      <w:r>
        <w:t>226.3770</w:t>
      </w:r>
      <w:r>
        <w:tab/>
        <w:t>2.025e0</w:t>
      </w:r>
    </w:p>
    <w:p w:rsidR="005B0461" w:rsidRDefault="005B0461" w:rsidP="005B0461">
      <w:r>
        <w:t>226.3828</w:t>
      </w:r>
      <w:r>
        <w:tab/>
        <w:t>1.013e0</w:t>
      </w:r>
    </w:p>
    <w:p w:rsidR="005B0461" w:rsidRDefault="005B0461" w:rsidP="005B0461">
      <w:r>
        <w:t>226.3929</w:t>
      </w:r>
      <w:r>
        <w:tab/>
        <w:t>2.025e0</w:t>
      </w:r>
    </w:p>
    <w:p w:rsidR="005B0461" w:rsidRDefault="005B0461" w:rsidP="005B0461">
      <w:r>
        <w:lastRenderedPageBreak/>
        <w:t>226.3952</w:t>
      </w:r>
      <w:r>
        <w:tab/>
        <w:t>4.051e0</w:t>
      </w:r>
    </w:p>
    <w:p w:rsidR="005B0461" w:rsidRDefault="005B0461" w:rsidP="005B0461">
      <w:r>
        <w:t>226.4198</w:t>
      </w:r>
      <w:r>
        <w:tab/>
        <w:t>1.013e0</w:t>
      </w:r>
    </w:p>
    <w:p w:rsidR="005B0461" w:rsidRDefault="005B0461" w:rsidP="005B0461">
      <w:r>
        <w:t>226.4237</w:t>
      </w:r>
      <w:r>
        <w:tab/>
        <w:t>2.025e0</w:t>
      </w:r>
    </w:p>
    <w:p w:rsidR="005B0461" w:rsidRDefault="005B0461" w:rsidP="005B0461">
      <w:r>
        <w:t>226.4429</w:t>
      </w:r>
      <w:r>
        <w:tab/>
        <w:t>1.013e0</w:t>
      </w:r>
    </w:p>
    <w:p w:rsidR="005B0461" w:rsidRDefault="005B0461" w:rsidP="005B0461">
      <w:r>
        <w:t>226.4506</w:t>
      </w:r>
      <w:r>
        <w:tab/>
        <w:t>1.013e0</w:t>
      </w:r>
    </w:p>
    <w:p w:rsidR="005B0461" w:rsidRDefault="005B0461" w:rsidP="005B0461">
      <w:r>
        <w:t>226.4758</w:t>
      </w:r>
      <w:r>
        <w:tab/>
        <w:t>1.013e0</w:t>
      </w:r>
    </w:p>
    <w:p w:rsidR="005B0461" w:rsidRDefault="005B0461" w:rsidP="005B0461">
      <w:r>
        <w:t>226.5030</w:t>
      </w:r>
      <w:r>
        <w:tab/>
        <w:t>1.013e0</w:t>
      </w:r>
    </w:p>
    <w:p w:rsidR="005B0461" w:rsidRDefault="005B0461" w:rsidP="005B0461">
      <w:r>
        <w:t>226.5145</w:t>
      </w:r>
      <w:r>
        <w:tab/>
        <w:t>1.013e0</w:t>
      </w:r>
    </w:p>
    <w:p w:rsidR="005B0461" w:rsidRDefault="005B0461" w:rsidP="005B0461">
      <w:r>
        <w:t>226.5314</w:t>
      </w:r>
      <w:r>
        <w:tab/>
        <w:t>1.013e0</w:t>
      </w:r>
    </w:p>
    <w:p w:rsidR="005B0461" w:rsidRDefault="005B0461" w:rsidP="005B0461">
      <w:r>
        <w:t>226.5390</w:t>
      </w:r>
      <w:r>
        <w:tab/>
        <w:t>3.038e0</w:t>
      </w:r>
    </w:p>
    <w:p w:rsidR="005B0461" w:rsidRDefault="005B0461" w:rsidP="005B0461">
      <w:r>
        <w:t>226.5553</w:t>
      </w:r>
      <w:r>
        <w:tab/>
        <w:t>1.013e0</w:t>
      </w:r>
    </w:p>
    <w:p w:rsidR="005B0461" w:rsidRDefault="005B0461" w:rsidP="005B0461">
      <w:r>
        <w:t>226.5592</w:t>
      </w:r>
      <w:r>
        <w:tab/>
        <w:t>2.025e0</w:t>
      </w:r>
    </w:p>
    <w:p w:rsidR="005B0461" w:rsidRDefault="005B0461" w:rsidP="005B0461">
      <w:r>
        <w:t>226.5809</w:t>
      </w:r>
      <w:r>
        <w:tab/>
        <w:t>2.025e0</w:t>
      </w:r>
    </w:p>
    <w:p w:rsidR="005B0461" w:rsidRDefault="005B0461" w:rsidP="005B0461">
      <w:r>
        <w:t>226.5878</w:t>
      </w:r>
      <w:r>
        <w:tab/>
        <w:t>2.025e0</w:t>
      </w:r>
    </w:p>
    <w:p w:rsidR="005B0461" w:rsidRDefault="005B0461" w:rsidP="005B0461">
      <w:r>
        <w:t>226.5912</w:t>
      </w:r>
      <w:r>
        <w:tab/>
        <w:t>1.013e0</w:t>
      </w:r>
    </w:p>
    <w:p w:rsidR="005B0461" w:rsidRDefault="005B0461" w:rsidP="005B0461">
      <w:r>
        <w:t>226.6271</w:t>
      </w:r>
      <w:r>
        <w:tab/>
        <w:t>1.013e0</w:t>
      </w:r>
    </w:p>
    <w:p w:rsidR="005B0461" w:rsidRDefault="005B0461" w:rsidP="005B0461">
      <w:r>
        <w:t>226.6366</w:t>
      </w:r>
      <w:r>
        <w:tab/>
        <w:t>2.025e0</w:t>
      </w:r>
    </w:p>
    <w:p w:rsidR="005B0461" w:rsidRDefault="005B0461" w:rsidP="005B0461">
      <w:r>
        <w:t>226.6596</w:t>
      </w:r>
      <w:r>
        <w:tab/>
        <w:t>2.025e0</w:t>
      </w:r>
    </w:p>
    <w:p w:rsidR="005B0461" w:rsidRDefault="005B0461" w:rsidP="005B0461">
      <w:r>
        <w:t>226.6872</w:t>
      </w:r>
      <w:r>
        <w:tab/>
        <w:t>1.013e0</w:t>
      </w:r>
    </w:p>
    <w:p w:rsidR="005B0461" w:rsidRDefault="005B0461" w:rsidP="005B0461">
      <w:r>
        <w:lastRenderedPageBreak/>
        <w:t>226.6911</w:t>
      </w:r>
      <w:r>
        <w:tab/>
        <w:t>1.013e0</w:t>
      </w:r>
    </w:p>
    <w:p w:rsidR="005B0461" w:rsidRDefault="005B0461" w:rsidP="005B0461">
      <w:r>
        <w:t>226.7135</w:t>
      </w:r>
      <w:r>
        <w:tab/>
        <w:t>2.176e0</w:t>
      </w:r>
    </w:p>
    <w:p w:rsidR="005B0461" w:rsidRDefault="005B0461" w:rsidP="005B0461">
      <w:r>
        <w:t>226.7280</w:t>
      </w:r>
      <w:r>
        <w:tab/>
        <w:t>1.013e0</w:t>
      </w:r>
    </w:p>
    <w:p w:rsidR="005B0461" w:rsidRDefault="005B0461" w:rsidP="005B0461">
      <w:r>
        <w:t>226.7455</w:t>
      </w:r>
      <w:r>
        <w:tab/>
        <w:t>3.038e0</w:t>
      </w:r>
    </w:p>
    <w:p w:rsidR="005B0461" w:rsidRDefault="005B0461" w:rsidP="005B0461">
      <w:r>
        <w:t>226.7569</w:t>
      </w:r>
      <w:r>
        <w:tab/>
        <w:t>2.025e0</w:t>
      </w:r>
    </w:p>
    <w:p w:rsidR="005B0461" w:rsidRDefault="005B0461" w:rsidP="005B0461">
      <w:r>
        <w:t>226.7665</w:t>
      </w:r>
      <w:r>
        <w:tab/>
        <w:t>1.013e0</w:t>
      </w:r>
    </w:p>
    <w:p w:rsidR="005B0461" w:rsidRDefault="005B0461" w:rsidP="005B0461">
      <w:r>
        <w:t>226.7938</w:t>
      </w:r>
      <w:r>
        <w:tab/>
        <w:t>2.025e0</w:t>
      </w:r>
    </w:p>
    <w:p w:rsidR="005B0461" w:rsidRDefault="005B0461" w:rsidP="005B0461">
      <w:r>
        <w:t>226.8113</w:t>
      </w:r>
      <w:r>
        <w:tab/>
        <w:t>2.025e0</w:t>
      </w:r>
    </w:p>
    <w:p w:rsidR="005B0461" w:rsidRDefault="005B0461" w:rsidP="005B0461">
      <w:r>
        <w:t>226.8306</w:t>
      </w:r>
      <w:r>
        <w:tab/>
        <w:t>1.013e0</w:t>
      </w:r>
    </w:p>
    <w:p w:rsidR="005B0461" w:rsidRDefault="005B0461" w:rsidP="005B0461">
      <w:r>
        <w:t>226.8413</w:t>
      </w:r>
      <w:r>
        <w:tab/>
        <w:t>2.025e0</w:t>
      </w:r>
    </w:p>
    <w:p w:rsidR="005B0461" w:rsidRDefault="005B0461" w:rsidP="005B0461">
      <w:r>
        <w:t>226.8636</w:t>
      </w:r>
      <w:r>
        <w:tab/>
        <w:t>1.013e0</w:t>
      </w:r>
    </w:p>
    <w:p w:rsidR="005B0461" w:rsidRDefault="005B0461" w:rsidP="005B0461">
      <w:r>
        <w:t>226.8961</w:t>
      </w:r>
      <w:r>
        <w:tab/>
        <w:t>2.025e0</w:t>
      </w:r>
    </w:p>
    <w:p w:rsidR="005B0461" w:rsidRDefault="005B0461" w:rsidP="005B0461">
      <w:r>
        <w:t>226.9076</w:t>
      </w:r>
      <w:r>
        <w:tab/>
        <w:t>1.013e0</w:t>
      </w:r>
    </w:p>
    <w:p w:rsidR="005B0461" w:rsidRDefault="005B0461" w:rsidP="005B0461">
      <w:r>
        <w:t>226.9238</w:t>
      </w:r>
      <w:r>
        <w:tab/>
        <w:t>1.013e0</w:t>
      </w:r>
    </w:p>
    <w:p w:rsidR="005B0461" w:rsidRDefault="005B0461" w:rsidP="005B0461">
      <w:r>
        <w:t>226.9470</w:t>
      </w:r>
      <w:r>
        <w:tab/>
        <w:t>1.013e0</w:t>
      </w:r>
    </w:p>
    <w:p w:rsidR="005B0461" w:rsidRDefault="005B0461" w:rsidP="005B0461">
      <w:r>
        <w:t>226.9547</w:t>
      </w:r>
      <w:r>
        <w:tab/>
        <w:t>3.038e0</w:t>
      </w:r>
    </w:p>
    <w:p w:rsidR="005B0461" w:rsidRDefault="005B0461" w:rsidP="005B0461">
      <w:r>
        <w:t>226.9994</w:t>
      </w:r>
      <w:r>
        <w:tab/>
        <w:t>1.013e0</w:t>
      </w:r>
    </w:p>
    <w:p w:rsidR="005B0461" w:rsidRDefault="005B0461" w:rsidP="005B0461">
      <w:r>
        <w:t>227.0095</w:t>
      </w:r>
      <w:r>
        <w:tab/>
        <w:t>2.560e0</w:t>
      </w:r>
    </w:p>
    <w:p w:rsidR="005B0461" w:rsidRDefault="005B0461" w:rsidP="005B0461">
      <w:r>
        <w:t>227.0108</w:t>
      </w:r>
      <w:r>
        <w:tab/>
        <w:t>1.664e0</w:t>
      </w:r>
    </w:p>
    <w:p w:rsidR="005B0461" w:rsidRDefault="005B0461" w:rsidP="005B0461">
      <w:r>
        <w:lastRenderedPageBreak/>
        <w:t>227.0428</w:t>
      </w:r>
      <w:r>
        <w:tab/>
        <w:t>4.205e0</w:t>
      </w:r>
    </w:p>
    <w:p w:rsidR="005B0461" w:rsidRDefault="005B0461" w:rsidP="005B0461">
      <w:r>
        <w:t>227.0447</w:t>
      </w:r>
      <w:r>
        <w:tab/>
        <w:t>4.116e0</w:t>
      </w:r>
    </w:p>
    <w:p w:rsidR="005B0461" w:rsidRDefault="005B0461" w:rsidP="005B0461">
      <w:r>
        <w:t>227.0461</w:t>
      </w:r>
      <w:r>
        <w:tab/>
        <w:t>6.182e0</w:t>
      </w:r>
    </w:p>
    <w:p w:rsidR="005B0461" w:rsidRDefault="005B0461" w:rsidP="005B0461">
      <w:r>
        <w:t>227.0488</w:t>
      </w:r>
      <w:r>
        <w:tab/>
        <w:t>7.996e0</w:t>
      </w:r>
    </w:p>
    <w:p w:rsidR="005B0461" w:rsidRDefault="005B0461" w:rsidP="005B0461">
      <w:r>
        <w:t>227.0647</w:t>
      </w:r>
      <w:r>
        <w:tab/>
        <w:t>5.319e0</w:t>
      </w:r>
    </w:p>
    <w:p w:rsidR="005B0461" w:rsidRDefault="005B0461" w:rsidP="005B0461">
      <w:r>
        <w:t>227.0854</w:t>
      </w:r>
      <w:r>
        <w:tab/>
        <w:t>2.119e0</w:t>
      </w:r>
    </w:p>
    <w:p w:rsidR="005B0461" w:rsidRDefault="005B0461" w:rsidP="005B0461">
      <w:r>
        <w:t>227.0916</w:t>
      </w:r>
      <w:r>
        <w:tab/>
        <w:t>1.323e0</w:t>
      </w:r>
    </w:p>
    <w:p w:rsidR="005B0461" w:rsidRDefault="005B0461" w:rsidP="005B0461">
      <w:r>
        <w:t>227.1009</w:t>
      </w:r>
      <w:r>
        <w:tab/>
        <w:t>3.038e0</w:t>
      </w:r>
    </w:p>
    <w:p w:rsidR="005B0461" w:rsidRDefault="005B0461" w:rsidP="005B0461">
      <w:r>
        <w:t>227.1181</w:t>
      </w:r>
      <w:r>
        <w:tab/>
        <w:t>8.579e0</w:t>
      </w:r>
    </w:p>
    <w:p w:rsidR="005B0461" w:rsidRDefault="005B0461" w:rsidP="005B0461">
      <w:r>
        <w:t>227.1240</w:t>
      </w:r>
      <w:r>
        <w:tab/>
        <w:t>1.791e0</w:t>
      </w:r>
    </w:p>
    <w:p w:rsidR="005B0461" w:rsidRDefault="005B0461" w:rsidP="005B0461">
      <w:r>
        <w:t>227.1350</w:t>
      </w:r>
      <w:r>
        <w:tab/>
        <w:t>1.961e0</w:t>
      </w:r>
    </w:p>
    <w:p w:rsidR="005B0461" w:rsidRDefault="005B0461" w:rsidP="005B0461">
      <w:r>
        <w:t>227.1364</w:t>
      </w:r>
      <w:r>
        <w:tab/>
        <w:t>7.083e0</w:t>
      </w:r>
    </w:p>
    <w:p w:rsidR="005B0461" w:rsidRDefault="005B0461" w:rsidP="005B0461">
      <w:r>
        <w:t>227.1556</w:t>
      </w:r>
      <w:r>
        <w:tab/>
        <w:t>1.948e0</w:t>
      </w:r>
    </w:p>
    <w:p w:rsidR="005B0461" w:rsidRDefault="005B0461" w:rsidP="005B0461">
      <w:r>
        <w:t>227.1690</w:t>
      </w:r>
      <w:r>
        <w:tab/>
        <w:t>3.038e0</w:t>
      </w:r>
    </w:p>
    <w:p w:rsidR="005B0461" w:rsidRDefault="005B0461" w:rsidP="005B0461">
      <w:r>
        <w:t>227.1769</w:t>
      </w:r>
      <w:r>
        <w:tab/>
        <w:t>2.927e0</w:t>
      </w:r>
    </w:p>
    <w:p w:rsidR="005B0461" w:rsidRDefault="005B0461" w:rsidP="005B0461">
      <w:r>
        <w:t>227.1856</w:t>
      </w:r>
      <w:r>
        <w:tab/>
        <w:t>2.025e0</w:t>
      </w:r>
    </w:p>
    <w:p w:rsidR="005B0461" w:rsidRDefault="005B0461" w:rsidP="005B0461">
      <w:r>
        <w:t>227.2157</w:t>
      </w:r>
      <w:r>
        <w:tab/>
        <w:t>3.038e0</w:t>
      </w:r>
    </w:p>
    <w:p w:rsidR="005B0461" w:rsidRDefault="005B0461" w:rsidP="005B0461">
      <w:r>
        <w:t>227.2329</w:t>
      </w:r>
      <w:r>
        <w:tab/>
        <w:t>5.063e0</w:t>
      </w:r>
    </w:p>
    <w:p w:rsidR="005B0461" w:rsidRDefault="005B0461" w:rsidP="005B0461">
      <w:r>
        <w:t>227.2418</w:t>
      </w:r>
      <w:r>
        <w:tab/>
        <w:t>6.076e0</w:t>
      </w:r>
    </w:p>
    <w:p w:rsidR="005B0461" w:rsidRDefault="005B0461" w:rsidP="005B0461">
      <w:r>
        <w:lastRenderedPageBreak/>
        <w:t>227.2633</w:t>
      </w:r>
      <w:r>
        <w:tab/>
        <w:t>4.051e0</w:t>
      </w:r>
    </w:p>
    <w:p w:rsidR="005B0461" w:rsidRDefault="005B0461" w:rsidP="005B0461">
      <w:r>
        <w:t>227.3021</w:t>
      </w:r>
      <w:r>
        <w:tab/>
        <w:t>2.025e0</w:t>
      </w:r>
    </w:p>
    <w:p w:rsidR="005B0461" w:rsidRDefault="005B0461" w:rsidP="005B0461">
      <w:r>
        <w:t>227.3078</w:t>
      </w:r>
      <w:r>
        <w:tab/>
        <w:t>1.013e0</w:t>
      </w:r>
    </w:p>
    <w:p w:rsidR="005B0461" w:rsidRDefault="005B0461" w:rsidP="005B0461">
      <w:r>
        <w:t>227.3487</w:t>
      </w:r>
      <w:r>
        <w:tab/>
        <w:t>2.025e0</w:t>
      </w:r>
    </w:p>
    <w:p w:rsidR="005B0461" w:rsidRDefault="005B0461" w:rsidP="005B0461">
      <w:r>
        <w:t>227.3603</w:t>
      </w:r>
      <w:r>
        <w:tab/>
        <w:t>2.025e0</w:t>
      </w:r>
    </w:p>
    <w:p w:rsidR="005B0461" w:rsidRDefault="005B0461" w:rsidP="005B0461">
      <w:r>
        <w:t>227.3915</w:t>
      </w:r>
      <w:r>
        <w:tab/>
        <w:t>1.013e0</w:t>
      </w:r>
    </w:p>
    <w:p w:rsidR="005B0461" w:rsidRDefault="005B0461" w:rsidP="005B0461">
      <w:r>
        <w:t>227.4086</w:t>
      </w:r>
      <w:r>
        <w:tab/>
        <w:t>3.038e0</w:t>
      </w:r>
    </w:p>
    <w:p w:rsidR="005B0461" w:rsidRDefault="005B0461" w:rsidP="005B0461">
      <w:r>
        <w:t>227.4243</w:t>
      </w:r>
      <w:r>
        <w:tab/>
        <w:t>1.013e0</w:t>
      </w:r>
    </w:p>
    <w:p w:rsidR="005B0461" w:rsidRDefault="005B0461" w:rsidP="005B0461">
      <w:r>
        <w:t>227.4687</w:t>
      </w:r>
      <w:r>
        <w:tab/>
        <w:t>1.013e0</w:t>
      </w:r>
    </w:p>
    <w:p w:rsidR="005B0461" w:rsidRDefault="005B0461" w:rsidP="005B0461">
      <w:r>
        <w:t>227.4806</w:t>
      </w:r>
      <w:r>
        <w:tab/>
        <w:t>1.013e0</w:t>
      </w:r>
    </w:p>
    <w:p w:rsidR="005B0461" w:rsidRDefault="005B0461" w:rsidP="005B0461">
      <w:r>
        <w:t>227.5038</w:t>
      </w:r>
      <w:r>
        <w:tab/>
        <w:t>1.013e0</w:t>
      </w:r>
    </w:p>
    <w:p w:rsidR="005B0461" w:rsidRDefault="005B0461" w:rsidP="005B0461">
      <w:r>
        <w:t>227.5120</w:t>
      </w:r>
      <w:r>
        <w:tab/>
        <w:t>2.025e0</w:t>
      </w:r>
    </w:p>
    <w:p w:rsidR="005B0461" w:rsidRDefault="005B0461" w:rsidP="005B0461">
      <w:r>
        <w:t>227.5171</w:t>
      </w:r>
      <w:r>
        <w:tab/>
        <w:t>2.025e0</w:t>
      </w:r>
    </w:p>
    <w:p w:rsidR="005B0461" w:rsidRDefault="005B0461" w:rsidP="005B0461">
      <w:r>
        <w:t>227.5326</w:t>
      </w:r>
      <w:r>
        <w:tab/>
        <w:t>2.025e0</w:t>
      </w:r>
    </w:p>
    <w:p w:rsidR="005B0461" w:rsidRDefault="005B0461" w:rsidP="005B0461">
      <w:r>
        <w:t>227.5406</w:t>
      </w:r>
      <w:r>
        <w:tab/>
        <w:t>3.038e0</w:t>
      </w:r>
    </w:p>
    <w:p w:rsidR="005B0461" w:rsidRDefault="005B0461" w:rsidP="005B0461">
      <w:r>
        <w:t>227.5640</w:t>
      </w:r>
      <w:r>
        <w:tab/>
        <w:t>1.013e0</w:t>
      </w:r>
    </w:p>
    <w:p w:rsidR="005B0461" w:rsidRDefault="005B0461" w:rsidP="005B0461">
      <w:r>
        <w:t>227.5759</w:t>
      </w:r>
      <w:r>
        <w:tab/>
        <w:t>1.013e0</w:t>
      </w:r>
    </w:p>
    <w:p w:rsidR="005B0461" w:rsidRDefault="005B0461" w:rsidP="005B0461">
      <w:r>
        <w:t>227.5802</w:t>
      </w:r>
      <w:r>
        <w:tab/>
        <w:t>1.013e0</w:t>
      </w:r>
    </w:p>
    <w:p w:rsidR="005B0461" w:rsidRDefault="005B0461" w:rsidP="005B0461">
      <w:r>
        <w:t>227.5862</w:t>
      </w:r>
      <w:r>
        <w:tab/>
        <w:t>2.025e0</w:t>
      </w:r>
    </w:p>
    <w:p w:rsidR="005B0461" w:rsidRDefault="005B0461" w:rsidP="005B0461">
      <w:r>
        <w:lastRenderedPageBreak/>
        <w:t>227.6007</w:t>
      </w:r>
      <w:r>
        <w:tab/>
        <w:t>2.494e0</w:t>
      </w:r>
    </w:p>
    <w:p w:rsidR="005B0461" w:rsidRDefault="005B0461" w:rsidP="005B0461">
      <w:r>
        <w:t>227.6068</w:t>
      </w:r>
      <w:r>
        <w:tab/>
        <w:t>2.025e0</w:t>
      </w:r>
    </w:p>
    <w:p w:rsidR="005B0461" w:rsidRDefault="005B0461" w:rsidP="005B0461">
      <w:r>
        <w:t>227.6145</w:t>
      </w:r>
      <w:r>
        <w:tab/>
        <w:t>2.025e0</w:t>
      </w:r>
    </w:p>
    <w:p w:rsidR="005B0461" w:rsidRDefault="005B0461" w:rsidP="005B0461">
      <w:r>
        <w:t>227.6488</w:t>
      </w:r>
      <w:r>
        <w:tab/>
        <w:t>1.013e0</w:t>
      </w:r>
    </w:p>
    <w:p w:rsidR="005B0461" w:rsidRDefault="005B0461" w:rsidP="005B0461">
      <w:r>
        <w:t>227.6502</w:t>
      </w:r>
      <w:r>
        <w:tab/>
        <w:t>2.025e0</w:t>
      </w:r>
    </w:p>
    <w:p w:rsidR="005B0461" w:rsidRDefault="005B0461" w:rsidP="005B0461">
      <w:r>
        <w:t>227.6805</w:t>
      </w:r>
      <w:r>
        <w:tab/>
        <w:t>1.013e0</w:t>
      </w:r>
    </w:p>
    <w:p w:rsidR="005B0461" w:rsidRDefault="005B0461" w:rsidP="005B0461">
      <w:r>
        <w:t>227.6865</w:t>
      </w:r>
      <w:r>
        <w:tab/>
        <w:t>4.051e0</w:t>
      </w:r>
    </w:p>
    <w:p w:rsidR="005B0461" w:rsidRDefault="005B0461" w:rsidP="005B0461">
      <w:r>
        <w:t>227.7175</w:t>
      </w:r>
      <w:r>
        <w:tab/>
        <w:t>1.013e0</w:t>
      </w:r>
    </w:p>
    <w:p w:rsidR="005B0461" w:rsidRDefault="005B0461" w:rsidP="005B0461">
      <w:r>
        <w:t>227.7485</w:t>
      </w:r>
      <w:r>
        <w:tab/>
        <w:t>1.013e0</w:t>
      </w:r>
    </w:p>
    <w:p w:rsidR="005B0461" w:rsidRDefault="005B0461" w:rsidP="005B0461">
      <w:r>
        <w:t>227.7604</w:t>
      </w:r>
      <w:r>
        <w:tab/>
        <w:t>1.013e0</w:t>
      </w:r>
    </w:p>
    <w:p w:rsidR="005B0461" w:rsidRDefault="005B0461" w:rsidP="005B0461">
      <w:r>
        <w:t>227.7776</w:t>
      </w:r>
      <w:r>
        <w:tab/>
        <w:t>1.013e0</w:t>
      </w:r>
    </w:p>
    <w:p w:rsidR="005B0461" w:rsidRDefault="005B0461" w:rsidP="005B0461">
      <w:r>
        <w:t>227.7854</w:t>
      </w:r>
      <w:r>
        <w:tab/>
        <w:t>1.013e0</w:t>
      </w:r>
    </w:p>
    <w:p w:rsidR="005B0461" w:rsidRDefault="005B0461" w:rsidP="005B0461">
      <w:r>
        <w:t>227.7970</w:t>
      </w:r>
      <w:r>
        <w:tab/>
        <w:t>1.013e0</w:t>
      </w:r>
    </w:p>
    <w:p w:rsidR="005B0461" w:rsidRDefault="005B0461" w:rsidP="005B0461">
      <w:r>
        <w:t>227.8377</w:t>
      </w:r>
      <w:r>
        <w:tab/>
        <w:t>1.013e0</w:t>
      </w:r>
    </w:p>
    <w:p w:rsidR="005B0461" w:rsidRDefault="005B0461" w:rsidP="005B0461">
      <w:r>
        <w:t>227.8515</w:t>
      </w:r>
      <w:r>
        <w:tab/>
        <w:t>2.025e0</w:t>
      </w:r>
    </w:p>
    <w:p w:rsidR="005B0461" w:rsidRDefault="005B0461" w:rsidP="005B0461">
      <w:r>
        <w:t>227.8533</w:t>
      </w:r>
      <w:r>
        <w:tab/>
        <w:t>1.013e0</w:t>
      </w:r>
    </w:p>
    <w:p w:rsidR="005B0461" w:rsidRDefault="005B0461" w:rsidP="005B0461">
      <w:r>
        <w:t>227.8650</w:t>
      </w:r>
      <w:r>
        <w:tab/>
        <w:t>2.025e0</w:t>
      </w:r>
    </w:p>
    <w:p w:rsidR="005B0461" w:rsidRDefault="005B0461" w:rsidP="005B0461">
      <w:r>
        <w:t>227.8875</w:t>
      </w:r>
      <w:r>
        <w:tab/>
        <w:t>2.025e0</w:t>
      </w:r>
    </w:p>
    <w:p w:rsidR="005B0461" w:rsidRDefault="005B0461" w:rsidP="005B0461">
      <w:r>
        <w:t>227.9097</w:t>
      </w:r>
      <w:r>
        <w:tab/>
        <w:t>1.013e0</w:t>
      </w:r>
    </w:p>
    <w:p w:rsidR="005B0461" w:rsidRDefault="005B0461" w:rsidP="005B0461">
      <w:r>
        <w:lastRenderedPageBreak/>
        <w:t>227.9271</w:t>
      </w:r>
      <w:r>
        <w:tab/>
        <w:t>2.025e0</w:t>
      </w:r>
    </w:p>
    <w:p w:rsidR="005B0461" w:rsidRDefault="005B0461" w:rsidP="005B0461">
      <w:r>
        <w:t>227.9407</w:t>
      </w:r>
      <w:r>
        <w:tab/>
        <w:t>1.013e0</w:t>
      </w:r>
    </w:p>
    <w:p w:rsidR="005B0461" w:rsidRDefault="005B0461" w:rsidP="005B0461">
      <w:r>
        <w:t>227.9468</w:t>
      </w:r>
      <w:r>
        <w:tab/>
        <w:t>3.038e0</w:t>
      </w:r>
    </w:p>
    <w:p w:rsidR="005B0461" w:rsidRDefault="005B0461" w:rsidP="005B0461">
      <w:r>
        <w:t>227.9836</w:t>
      </w:r>
      <w:r>
        <w:tab/>
        <w:t>3.617e1</w:t>
      </w:r>
    </w:p>
    <w:p w:rsidR="005B0461" w:rsidRDefault="005B0461" w:rsidP="005B0461">
      <w:r>
        <w:t>227.9850</w:t>
      </w:r>
      <w:r>
        <w:tab/>
        <w:t>6.370e1</w:t>
      </w:r>
    </w:p>
    <w:p w:rsidR="005B0461" w:rsidRDefault="005B0461" w:rsidP="005B0461">
      <w:r>
        <w:t>227.9877</w:t>
      </w:r>
      <w:r>
        <w:tab/>
        <w:t>2.805e1</w:t>
      </w:r>
    </w:p>
    <w:p w:rsidR="005B0461" w:rsidRDefault="005B0461" w:rsidP="005B0461">
      <w:r>
        <w:t>227.9956</w:t>
      </w:r>
      <w:r>
        <w:tab/>
        <w:t>3.863e1</w:t>
      </w:r>
    </w:p>
    <w:p w:rsidR="005B0461" w:rsidRDefault="005B0461" w:rsidP="005B0461">
      <w:r>
        <w:t>228.0512</w:t>
      </w:r>
      <w:r>
        <w:tab/>
        <w:t>1.270e0</w:t>
      </w:r>
    </w:p>
    <w:p w:rsidR="005B0461" w:rsidRDefault="005B0461" w:rsidP="005B0461">
      <w:r>
        <w:t>228.0793</w:t>
      </w:r>
      <w:r>
        <w:tab/>
        <w:t>1.289e0</w:t>
      </w:r>
    </w:p>
    <w:p w:rsidR="005B0461" w:rsidRDefault="005B0461" w:rsidP="005B0461">
      <w:r>
        <w:t>228.0884</w:t>
      </w:r>
      <w:r>
        <w:tab/>
        <w:t>1.671e0</w:t>
      </w:r>
    </w:p>
    <w:p w:rsidR="005B0461" w:rsidRDefault="005B0461" w:rsidP="005B0461">
      <w:r>
        <w:t>228.1098</w:t>
      </w:r>
      <w:r>
        <w:tab/>
        <w:t>1.013e0</w:t>
      </w:r>
    </w:p>
    <w:p w:rsidR="005B0461" w:rsidRDefault="005B0461" w:rsidP="005B0461">
      <w:r>
        <w:t>228.1177</w:t>
      </w:r>
      <w:r>
        <w:tab/>
        <w:t>5.957e0</w:t>
      </w:r>
    </w:p>
    <w:p w:rsidR="005B0461" w:rsidRDefault="005B0461" w:rsidP="005B0461">
      <w:r>
        <w:t>228.1486</w:t>
      </w:r>
      <w:r>
        <w:tab/>
        <w:t>2.025e0</w:t>
      </w:r>
    </w:p>
    <w:p w:rsidR="005B0461" w:rsidRDefault="005B0461" w:rsidP="005B0461">
      <w:r>
        <w:t>228.1526</w:t>
      </w:r>
      <w:r>
        <w:tab/>
        <w:t>2.025e0</w:t>
      </w:r>
    </w:p>
    <w:p w:rsidR="005B0461" w:rsidRDefault="005B0461" w:rsidP="005B0461">
      <w:r>
        <w:t>228.1555</w:t>
      </w:r>
      <w:r>
        <w:tab/>
        <w:t>2.960e0</w:t>
      </w:r>
    </w:p>
    <w:p w:rsidR="005B0461" w:rsidRDefault="005B0461" w:rsidP="005B0461">
      <w:r>
        <w:t>228.1661</w:t>
      </w:r>
      <w:r>
        <w:tab/>
        <w:t>4.051e0</w:t>
      </w:r>
    </w:p>
    <w:p w:rsidR="005B0461" w:rsidRDefault="005B0461" w:rsidP="005B0461">
      <w:r>
        <w:t>228.1893</w:t>
      </w:r>
      <w:r>
        <w:tab/>
        <w:t>2.347e0</w:t>
      </w:r>
    </w:p>
    <w:p w:rsidR="005B0461" w:rsidRDefault="005B0461" w:rsidP="005B0461">
      <w:r>
        <w:t>228.1947</w:t>
      </w:r>
      <w:r>
        <w:tab/>
        <w:t>8.747e0</w:t>
      </w:r>
    </w:p>
    <w:p w:rsidR="005B0461" w:rsidRDefault="005B0461" w:rsidP="005B0461">
      <w:r>
        <w:t>228.1997</w:t>
      </w:r>
      <w:r>
        <w:tab/>
        <w:t>3.038e0</w:t>
      </w:r>
    </w:p>
    <w:p w:rsidR="005B0461" w:rsidRDefault="005B0461" w:rsidP="005B0461">
      <w:r>
        <w:lastRenderedPageBreak/>
        <w:t>228.2029</w:t>
      </w:r>
      <w:r>
        <w:tab/>
        <w:t>1.013e0</w:t>
      </w:r>
    </w:p>
    <w:p w:rsidR="005B0461" w:rsidRDefault="005B0461" w:rsidP="005B0461">
      <w:r>
        <w:t>228.2341</w:t>
      </w:r>
      <w:r>
        <w:tab/>
        <w:t>1.013e0</w:t>
      </w:r>
    </w:p>
    <w:p w:rsidR="005B0461" w:rsidRDefault="005B0461" w:rsidP="005B0461">
      <w:r>
        <w:t>228.2459</w:t>
      </w:r>
      <w:r>
        <w:tab/>
        <w:t>1.013e0</w:t>
      </w:r>
    </w:p>
    <w:p w:rsidR="005B0461" w:rsidRDefault="005B0461" w:rsidP="005B0461">
      <w:r>
        <w:t>228.2505</w:t>
      </w:r>
      <w:r>
        <w:tab/>
        <w:t>2.025e0</w:t>
      </w:r>
    </w:p>
    <w:p w:rsidR="005B0461" w:rsidRDefault="005B0461" w:rsidP="005B0461">
      <w:r>
        <w:t>228.2649</w:t>
      </w:r>
      <w:r>
        <w:tab/>
        <w:t>2.025e0</w:t>
      </w:r>
    </w:p>
    <w:p w:rsidR="005B0461" w:rsidRDefault="005B0461" w:rsidP="005B0461">
      <w:r>
        <w:t>228.2711</w:t>
      </w:r>
      <w:r>
        <w:tab/>
        <w:t>2.025e0</w:t>
      </w:r>
    </w:p>
    <w:p w:rsidR="005B0461" w:rsidRDefault="005B0461" w:rsidP="005B0461">
      <w:r>
        <w:t>228.2885</w:t>
      </w:r>
      <w:r>
        <w:tab/>
        <w:t>2.025e0</w:t>
      </w:r>
    </w:p>
    <w:p w:rsidR="005B0461" w:rsidRDefault="005B0461" w:rsidP="005B0461">
      <w:r>
        <w:t>228.3104</w:t>
      </w:r>
      <w:r>
        <w:tab/>
        <w:t>2.025e0</w:t>
      </w:r>
    </w:p>
    <w:p w:rsidR="005B0461" w:rsidRDefault="005B0461" w:rsidP="005B0461">
      <w:r>
        <w:t>228.3352</w:t>
      </w:r>
      <w:r>
        <w:tab/>
        <w:t>1.013e0</w:t>
      </w:r>
    </w:p>
    <w:p w:rsidR="005B0461" w:rsidRDefault="005B0461" w:rsidP="005B0461">
      <w:r>
        <w:t>228.3546</w:t>
      </w:r>
      <w:r>
        <w:tab/>
        <w:t>1.013e0</w:t>
      </w:r>
    </w:p>
    <w:p w:rsidR="005B0461" w:rsidRDefault="005B0461" w:rsidP="005B0461">
      <w:r>
        <w:t>228.3556</w:t>
      </w:r>
      <w:r>
        <w:tab/>
        <w:t>3.038e0</w:t>
      </w:r>
    </w:p>
    <w:p w:rsidR="005B0461" w:rsidRDefault="005B0461" w:rsidP="005B0461">
      <w:r>
        <w:t>228.3750</w:t>
      </w:r>
      <w:r>
        <w:tab/>
        <w:t>2.025e0</w:t>
      </w:r>
    </w:p>
    <w:p w:rsidR="005B0461" w:rsidRDefault="005B0461" w:rsidP="005B0461">
      <w:r>
        <w:t>228.3954</w:t>
      </w:r>
      <w:r>
        <w:tab/>
        <w:t>3.038e0</w:t>
      </w:r>
    </w:p>
    <w:p w:rsidR="005B0461" w:rsidRDefault="005B0461" w:rsidP="005B0461">
      <w:r>
        <w:t>228.4032</w:t>
      </w:r>
      <w:r>
        <w:tab/>
        <w:t>1.013e0</w:t>
      </w:r>
    </w:p>
    <w:p w:rsidR="005B0461" w:rsidRDefault="005B0461" w:rsidP="005B0461">
      <w:r>
        <w:t>228.4495</w:t>
      </w:r>
      <w:r>
        <w:tab/>
        <w:t>3.038e0</w:t>
      </w:r>
    </w:p>
    <w:p w:rsidR="005B0461" w:rsidRDefault="005B0461" w:rsidP="005B0461">
      <w:r>
        <w:t>228.4937</w:t>
      </w:r>
      <w:r>
        <w:tab/>
        <w:t>2.025e0</w:t>
      </w:r>
    </w:p>
    <w:p w:rsidR="005B0461" w:rsidRDefault="005B0461" w:rsidP="005B0461">
      <w:r>
        <w:t>228.4955</w:t>
      </w:r>
      <w:r>
        <w:tab/>
        <w:t>3.038e0</w:t>
      </w:r>
    </w:p>
    <w:p w:rsidR="005B0461" w:rsidRDefault="005B0461" w:rsidP="005B0461">
      <w:r>
        <w:t>228.5031</w:t>
      </w:r>
      <w:r>
        <w:tab/>
        <w:t>3.038e0</w:t>
      </w:r>
    </w:p>
    <w:p w:rsidR="005B0461" w:rsidRDefault="005B0461" w:rsidP="005B0461">
      <w:r>
        <w:t>228.5276</w:t>
      </w:r>
      <w:r>
        <w:tab/>
        <w:t>1.013e0</w:t>
      </w:r>
    </w:p>
    <w:p w:rsidR="005B0461" w:rsidRDefault="005B0461" w:rsidP="005B0461">
      <w:r>
        <w:lastRenderedPageBreak/>
        <w:t>228.5392</w:t>
      </w:r>
      <w:r>
        <w:tab/>
        <w:t>1.013e0</w:t>
      </w:r>
    </w:p>
    <w:p w:rsidR="005B0461" w:rsidRDefault="005B0461" w:rsidP="005B0461">
      <w:r>
        <w:t>228.5600</w:t>
      </w:r>
      <w:r>
        <w:tab/>
        <w:t>1.013e0</w:t>
      </w:r>
    </w:p>
    <w:p w:rsidR="005B0461" w:rsidRDefault="005B0461" w:rsidP="005B0461">
      <w:r>
        <w:t>228.5762</w:t>
      </w:r>
      <w:r>
        <w:tab/>
        <w:t>1.013e0</w:t>
      </w:r>
    </w:p>
    <w:p w:rsidR="005B0461" w:rsidRDefault="005B0461" w:rsidP="005B0461">
      <w:r>
        <w:t>228.5918</w:t>
      </w:r>
      <w:r>
        <w:tab/>
        <w:t>1.013e0</w:t>
      </w:r>
    </w:p>
    <w:p w:rsidR="005B0461" w:rsidRDefault="005B0461" w:rsidP="005B0461">
      <w:r>
        <w:t>228.6033</w:t>
      </w:r>
      <w:r>
        <w:tab/>
        <w:t>1.013e0</w:t>
      </w:r>
    </w:p>
    <w:p w:rsidR="005B0461" w:rsidRDefault="005B0461" w:rsidP="005B0461">
      <w:r>
        <w:t>228.6246</w:t>
      </w:r>
      <w:r>
        <w:tab/>
        <w:t>1.013e0</w:t>
      </w:r>
    </w:p>
    <w:p w:rsidR="005B0461" w:rsidRDefault="005B0461" w:rsidP="005B0461">
      <w:r>
        <w:t>228.6327</w:t>
      </w:r>
      <w:r>
        <w:tab/>
        <w:t>1.013e0</w:t>
      </w:r>
    </w:p>
    <w:p w:rsidR="005B0461" w:rsidRDefault="005B0461" w:rsidP="005B0461">
      <w:r>
        <w:t>228.6597</w:t>
      </w:r>
      <w:r>
        <w:tab/>
        <w:t>1.013e0</w:t>
      </w:r>
    </w:p>
    <w:p w:rsidR="005B0461" w:rsidRDefault="005B0461" w:rsidP="005B0461">
      <w:r>
        <w:t>228.6733</w:t>
      </w:r>
      <w:r>
        <w:tab/>
        <w:t>3.038e0</w:t>
      </w:r>
    </w:p>
    <w:p w:rsidR="005B0461" w:rsidRDefault="005B0461" w:rsidP="005B0461">
      <w:r>
        <w:t>228.6762</w:t>
      </w:r>
      <w:r>
        <w:tab/>
        <w:t>1.013e0</w:t>
      </w:r>
    </w:p>
    <w:p w:rsidR="005B0461" w:rsidRDefault="005B0461" w:rsidP="005B0461">
      <w:r>
        <w:t>228.6849</w:t>
      </w:r>
      <w:r>
        <w:tab/>
        <w:t>1.013e0</w:t>
      </w:r>
    </w:p>
    <w:p w:rsidR="005B0461" w:rsidRDefault="005B0461" w:rsidP="005B0461">
      <w:r>
        <w:t>228.7084</w:t>
      </w:r>
      <w:r>
        <w:tab/>
        <w:t>1.013e0</w:t>
      </w:r>
    </w:p>
    <w:p w:rsidR="005B0461" w:rsidRDefault="005B0461" w:rsidP="005B0461">
      <w:r>
        <w:t>228.7322</w:t>
      </w:r>
      <w:r>
        <w:tab/>
        <w:t>1.013e0</w:t>
      </w:r>
    </w:p>
    <w:p w:rsidR="005B0461" w:rsidRDefault="005B0461" w:rsidP="005B0461">
      <w:r>
        <w:t>228.7494</w:t>
      </w:r>
      <w:r>
        <w:tab/>
        <w:t>1.013e0</w:t>
      </w:r>
    </w:p>
    <w:p w:rsidR="005B0461" w:rsidRDefault="005B0461" w:rsidP="005B0461">
      <w:r>
        <w:t>228.7609</w:t>
      </w:r>
      <w:r>
        <w:tab/>
        <w:t>1.013e0</w:t>
      </w:r>
    </w:p>
    <w:p w:rsidR="005B0461" w:rsidRDefault="005B0461" w:rsidP="005B0461">
      <w:r>
        <w:t>228.7951</w:t>
      </w:r>
      <w:r>
        <w:tab/>
        <w:t>2.025e0</w:t>
      </w:r>
    </w:p>
    <w:p w:rsidR="005B0461" w:rsidRDefault="005B0461" w:rsidP="005B0461">
      <w:r>
        <w:t>228.8097</w:t>
      </w:r>
      <w:r>
        <w:tab/>
        <w:t>1.013e0</w:t>
      </w:r>
    </w:p>
    <w:p w:rsidR="005B0461" w:rsidRDefault="005B0461" w:rsidP="005B0461">
      <w:r>
        <w:t>228.8406</w:t>
      </w:r>
      <w:r>
        <w:tab/>
        <w:t>1.013e0</w:t>
      </w:r>
    </w:p>
    <w:p w:rsidR="005B0461" w:rsidRDefault="005B0461" w:rsidP="005B0461">
      <w:r>
        <w:t>228.8532</w:t>
      </w:r>
      <w:r>
        <w:tab/>
        <w:t>2.025e0</w:t>
      </w:r>
    </w:p>
    <w:p w:rsidR="005B0461" w:rsidRDefault="005B0461" w:rsidP="005B0461">
      <w:r>
        <w:lastRenderedPageBreak/>
        <w:t>228.8776</w:t>
      </w:r>
      <w:r>
        <w:tab/>
        <w:t>2.025e0</w:t>
      </w:r>
    </w:p>
    <w:p w:rsidR="005B0461" w:rsidRDefault="005B0461" w:rsidP="005B0461">
      <w:r>
        <w:t>228.8815</w:t>
      </w:r>
      <w:r>
        <w:tab/>
        <w:t>1.013e0</w:t>
      </w:r>
    </w:p>
    <w:p w:rsidR="005B0461" w:rsidRDefault="005B0461" w:rsidP="005B0461">
      <w:r>
        <w:t>228.8854</w:t>
      </w:r>
      <w:r>
        <w:tab/>
        <w:t>1.013e0</w:t>
      </w:r>
    </w:p>
    <w:p w:rsidR="005B0461" w:rsidRDefault="005B0461" w:rsidP="005B0461">
      <w:r>
        <w:t>228.9008</w:t>
      </w:r>
      <w:r>
        <w:tab/>
        <w:t>1.013e0</w:t>
      </w:r>
    </w:p>
    <w:p w:rsidR="005B0461" w:rsidRDefault="005B0461" w:rsidP="005B0461">
      <w:r>
        <w:t>228.9089</w:t>
      </w:r>
      <w:r>
        <w:tab/>
        <w:t>1.013e0</w:t>
      </w:r>
    </w:p>
    <w:p w:rsidR="005B0461" w:rsidRDefault="005B0461" w:rsidP="005B0461">
      <w:r>
        <w:t>228.9219</w:t>
      </w:r>
      <w:r>
        <w:tab/>
        <w:t>1.013e0</w:t>
      </w:r>
    </w:p>
    <w:p w:rsidR="005B0461" w:rsidRDefault="005B0461" w:rsidP="005B0461">
      <w:r>
        <w:t>228.9379</w:t>
      </w:r>
      <w:r>
        <w:tab/>
        <w:t>1.013e0</w:t>
      </w:r>
    </w:p>
    <w:p w:rsidR="005B0461" w:rsidRDefault="005B0461" w:rsidP="005B0461">
      <w:r>
        <w:t>228.9457</w:t>
      </w:r>
      <w:r>
        <w:tab/>
        <w:t>1.013e0</w:t>
      </w:r>
    </w:p>
    <w:p w:rsidR="005B0461" w:rsidRDefault="005B0461" w:rsidP="005B0461">
      <w:r>
        <w:t>228.9496</w:t>
      </w:r>
      <w:r>
        <w:tab/>
        <w:t>1.013e0</w:t>
      </w:r>
    </w:p>
    <w:p w:rsidR="005B0461" w:rsidRDefault="005B0461" w:rsidP="005B0461">
      <w:r>
        <w:t>228.9519</w:t>
      </w:r>
      <w:r>
        <w:tab/>
        <w:t>4.051e0</w:t>
      </w:r>
    </w:p>
    <w:p w:rsidR="005B0461" w:rsidRDefault="005B0461" w:rsidP="005B0461">
      <w:r>
        <w:t>228.9830</w:t>
      </w:r>
      <w:r>
        <w:tab/>
        <w:t>4.002e0</w:t>
      </w:r>
    </w:p>
    <w:p w:rsidR="005B0461" w:rsidRDefault="005B0461" w:rsidP="005B0461">
      <w:r>
        <w:t>228.9875</w:t>
      </w:r>
      <w:r>
        <w:tab/>
        <w:t>9.114e0</w:t>
      </w:r>
    </w:p>
    <w:p w:rsidR="005B0461" w:rsidRDefault="005B0461" w:rsidP="005B0461">
      <w:r>
        <w:t>228.9896</w:t>
      </w:r>
      <w:r>
        <w:tab/>
        <w:t>3.653e0</w:t>
      </w:r>
    </w:p>
    <w:p w:rsidR="005B0461" w:rsidRDefault="005B0461" w:rsidP="005B0461">
      <w:r>
        <w:t>229.0079</w:t>
      </w:r>
      <w:r>
        <w:tab/>
        <w:t>3.472e0</w:t>
      </w:r>
    </w:p>
    <w:p w:rsidR="005B0461" w:rsidRDefault="005B0461" w:rsidP="005B0461">
      <w:r>
        <w:t>229.0096</w:t>
      </w:r>
      <w:r>
        <w:tab/>
        <w:t>1.141e0</w:t>
      </w:r>
    </w:p>
    <w:p w:rsidR="005B0461" w:rsidRDefault="005B0461" w:rsidP="005B0461">
      <w:r>
        <w:t>229.0115</w:t>
      </w:r>
      <w:r>
        <w:tab/>
        <w:t>2.697e0</w:t>
      </w:r>
    </w:p>
    <w:p w:rsidR="005B0461" w:rsidRDefault="005B0461" w:rsidP="005B0461">
      <w:r>
        <w:t>229.0382</w:t>
      </w:r>
      <w:r>
        <w:tab/>
        <w:t>3.136e0</w:t>
      </w:r>
    </w:p>
    <w:p w:rsidR="005B0461" w:rsidRDefault="005B0461" w:rsidP="005B0461">
      <w:r>
        <w:t>229.0514</w:t>
      </w:r>
      <w:r>
        <w:tab/>
        <w:t>5.946e0</w:t>
      </w:r>
    </w:p>
    <w:p w:rsidR="005B0461" w:rsidRDefault="005B0461" w:rsidP="005B0461">
      <w:r>
        <w:t>229.0649</w:t>
      </w:r>
      <w:r>
        <w:tab/>
        <w:t>2.100e0</w:t>
      </w:r>
    </w:p>
    <w:p w:rsidR="005B0461" w:rsidRDefault="005B0461" w:rsidP="005B0461">
      <w:r>
        <w:lastRenderedPageBreak/>
        <w:t>229.0663</w:t>
      </w:r>
      <w:r>
        <w:tab/>
        <w:t>4.051e0</w:t>
      </w:r>
    </w:p>
    <w:p w:rsidR="005B0461" w:rsidRDefault="005B0461" w:rsidP="005B0461">
      <w:r>
        <w:t>229.0882</w:t>
      </w:r>
      <w:r>
        <w:tab/>
        <w:t>1.874e0</w:t>
      </w:r>
    </w:p>
    <w:p w:rsidR="005B0461" w:rsidRDefault="005B0461" w:rsidP="005B0461">
      <w:r>
        <w:t>229.0928</w:t>
      </w:r>
      <w:r>
        <w:tab/>
        <w:t>1.302e0</w:t>
      </w:r>
    </w:p>
    <w:p w:rsidR="005B0461" w:rsidRDefault="005B0461" w:rsidP="005B0461">
      <w:r>
        <w:t>229.1030</w:t>
      </w:r>
      <w:r>
        <w:tab/>
        <w:t>1.013e0</w:t>
      </w:r>
    </w:p>
    <w:p w:rsidR="005B0461" w:rsidRDefault="005B0461" w:rsidP="005B0461">
      <w:r>
        <w:t>229.1167</w:t>
      </w:r>
      <w:r>
        <w:tab/>
        <w:t>2.867e0</w:t>
      </w:r>
    </w:p>
    <w:p w:rsidR="005B0461" w:rsidRDefault="005B0461" w:rsidP="005B0461">
      <w:r>
        <w:t>229.1185</w:t>
      </w:r>
      <w:r>
        <w:tab/>
        <w:t>3.930e0</w:t>
      </w:r>
    </w:p>
    <w:p w:rsidR="005B0461" w:rsidRDefault="005B0461" w:rsidP="005B0461">
      <w:r>
        <w:t>229.1410</w:t>
      </w:r>
      <w:r>
        <w:tab/>
        <w:t>6.103e0</w:t>
      </w:r>
    </w:p>
    <w:p w:rsidR="005B0461" w:rsidRDefault="005B0461" w:rsidP="005B0461">
      <w:r>
        <w:t>229.1537</w:t>
      </w:r>
      <w:r>
        <w:tab/>
        <w:t>4.960e0</w:t>
      </w:r>
    </w:p>
    <w:p w:rsidR="005B0461" w:rsidRDefault="005B0461" w:rsidP="005B0461">
      <w:r>
        <w:t>229.1560</w:t>
      </w:r>
      <w:r>
        <w:tab/>
        <w:t>3.038e0</w:t>
      </w:r>
    </w:p>
    <w:p w:rsidR="005B0461" w:rsidRDefault="005B0461" w:rsidP="005B0461">
      <w:r>
        <w:t>229.1649</w:t>
      </w:r>
      <w:r>
        <w:tab/>
        <w:t>3.038e0</w:t>
      </w:r>
    </w:p>
    <w:p w:rsidR="005B0461" w:rsidRDefault="005B0461" w:rsidP="005B0461">
      <w:r>
        <w:t>229.1789</w:t>
      </w:r>
      <w:r>
        <w:tab/>
        <w:t>6.765e0</w:t>
      </w:r>
    </w:p>
    <w:p w:rsidR="005B0461" w:rsidRDefault="005B0461" w:rsidP="005B0461">
      <w:r>
        <w:t>229.2045</w:t>
      </w:r>
      <w:r>
        <w:tab/>
        <w:t>5.063e0</w:t>
      </w:r>
    </w:p>
    <w:p w:rsidR="005B0461" w:rsidRDefault="005B0461" w:rsidP="005B0461">
      <w:r>
        <w:t>229.2129</w:t>
      </w:r>
      <w:r>
        <w:tab/>
        <w:t>9.114e0</w:t>
      </w:r>
    </w:p>
    <w:p w:rsidR="005B0461" w:rsidRDefault="005B0461" w:rsidP="005B0461">
      <w:r>
        <w:t>229.2285</w:t>
      </w:r>
      <w:r>
        <w:tab/>
        <w:t>3.038e0</w:t>
      </w:r>
    </w:p>
    <w:p w:rsidR="005B0461" w:rsidRDefault="005B0461" w:rsidP="005B0461">
      <w:r>
        <w:t>229.2842</w:t>
      </w:r>
      <w:r>
        <w:tab/>
        <w:t>1.013e0</w:t>
      </w:r>
    </w:p>
    <w:p w:rsidR="005B0461" w:rsidRDefault="005B0461" w:rsidP="005B0461">
      <w:r>
        <w:t>229.3132</w:t>
      </w:r>
      <w:r>
        <w:tab/>
        <w:t>3.038e0</w:t>
      </w:r>
    </w:p>
    <w:p w:rsidR="005B0461" w:rsidRDefault="005B0461" w:rsidP="005B0461">
      <w:r>
        <w:t>229.3216</w:t>
      </w:r>
      <w:r>
        <w:tab/>
        <w:t>3.038e0</w:t>
      </w:r>
    </w:p>
    <w:p w:rsidR="005B0461" w:rsidRDefault="005B0461" w:rsidP="005B0461">
      <w:r>
        <w:t>229.3360</w:t>
      </w:r>
      <w:r>
        <w:tab/>
        <w:t>4.051e0</w:t>
      </w:r>
    </w:p>
    <w:p w:rsidR="005B0461" w:rsidRDefault="005B0461" w:rsidP="005B0461">
      <w:r>
        <w:t>229.3679</w:t>
      </w:r>
      <w:r>
        <w:tab/>
        <w:t>1.013e0</w:t>
      </w:r>
    </w:p>
    <w:p w:rsidR="005B0461" w:rsidRDefault="005B0461" w:rsidP="005B0461">
      <w:r>
        <w:lastRenderedPageBreak/>
        <w:t>229.3855</w:t>
      </w:r>
      <w:r>
        <w:tab/>
        <w:t>3.038e0</w:t>
      </w:r>
    </w:p>
    <w:p w:rsidR="005B0461" w:rsidRDefault="005B0461" w:rsidP="005B0461">
      <w:r>
        <w:t>229.3904</w:t>
      </w:r>
      <w:r>
        <w:tab/>
        <w:t>2.025e0</w:t>
      </w:r>
    </w:p>
    <w:p w:rsidR="005B0461" w:rsidRDefault="005B0461" w:rsidP="005B0461">
      <w:r>
        <w:t>229.4224</w:t>
      </w:r>
      <w:r>
        <w:tab/>
        <w:t>2.025e0</w:t>
      </w:r>
    </w:p>
    <w:p w:rsidR="005B0461" w:rsidRDefault="005B0461" w:rsidP="005B0461">
      <w:r>
        <w:t>229.4302</w:t>
      </w:r>
      <w:r>
        <w:tab/>
        <w:t>2.025e0</w:t>
      </w:r>
    </w:p>
    <w:p w:rsidR="005B0461" w:rsidRDefault="005B0461" w:rsidP="005B0461">
      <w:r>
        <w:t>229.4380</w:t>
      </w:r>
      <w:r>
        <w:tab/>
        <w:t>2.025e0</w:t>
      </w:r>
    </w:p>
    <w:p w:rsidR="005B0461" w:rsidRDefault="005B0461" w:rsidP="005B0461">
      <w:r>
        <w:t>229.4527</w:t>
      </w:r>
      <w:r>
        <w:tab/>
        <w:t>1.013e0</w:t>
      </w:r>
    </w:p>
    <w:p w:rsidR="005B0461" w:rsidRDefault="005B0461" w:rsidP="005B0461">
      <w:r>
        <w:t>229.4730</w:t>
      </w:r>
      <w:r>
        <w:tab/>
        <w:t>1.013e0</w:t>
      </w:r>
    </w:p>
    <w:p w:rsidR="005B0461" w:rsidRDefault="005B0461" w:rsidP="005B0461">
      <w:r>
        <w:t>229.4769</w:t>
      </w:r>
      <w:r>
        <w:tab/>
        <w:t>1.013e0</w:t>
      </w:r>
    </w:p>
    <w:p w:rsidR="005B0461" w:rsidRDefault="005B0461" w:rsidP="005B0461">
      <w:r>
        <w:t>229.4886</w:t>
      </w:r>
      <w:r>
        <w:tab/>
        <w:t>1.013e0</w:t>
      </w:r>
    </w:p>
    <w:p w:rsidR="005B0461" w:rsidRDefault="005B0461" w:rsidP="005B0461">
      <w:r>
        <w:t>229.4925</w:t>
      </w:r>
      <w:r>
        <w:tab/>
        <w:t>1.013e0</w:t>
      </w:r>
    </w:p>
    <w:p w:rsidR="005B0461" w:rsidRDefault="005B0461" w:rsidP="005B0461">
      <w:r>
        <w:t>229.5186</w:t>
      </w:r>
      <w:r>
        <w:tab/>
        <w:t>2.025e0</w:t>
      </w:r>
    </w:p>
    <w:p w:rsidR="005B0461" w:rsidRDefault="005B0461" w:rsidP="005B0461">
      <w:r>
        <w:t>229.5412</w:t>
      </w:r>
      <w:r>
        <w:tab/>
        <w:t>1.013e0</w:t>
      </w:r>
    </w:p>
    <w:p w:rsidR="005B0461" w:rsidRDefault="005B0461" w:rsidP="005B0461">
      <w:r>
        <w:t>229.5451</w:t>
      </w:r>
      <w:r>
        <w:tab/>
        <w:t>2.025e0</w:t>
      </w:r>
    </w:p>
    <w:p w:rsidR="005B0461" w:rsidRDefault="005B0461" w:rsidP="005B0461">
      <w:r>
        <w:t>229.5607</w:t>
      </w:r>
      <w:r>
        <w:tab/>
        <w:t>1.013e0</w:t>
      </w:r>
    </w:p>
    <w:p w:rsidR="005B0461" w:rsidRDefault="005B0461" w:rsidP="005B0461">
      <w:r>
        <w:t>229.5755</w:t>
      </w:r>
      <w:r>
        <w:tab/>
        <w:t>3.038e0</w:t>
      </w:r>
    </w:p>
    <w:p w:rsidR="005B0461" w:rsidRDefault="005B0461" w:rsidP="005B0461">
      <w:r>
        <w:t>229.5823</w:t>
      </w:r>
      <w:r>
        <w:tab/>
        <w:t>1.013e0</w:t>
      </w:r>
    </w:p>
    <w:p w:rsidR="005B0461" w:rsidRDefault="005B0461" w:rsidP="005B0461">
      <w:r>
        <w:t>229.5860</w:t>
      </w:r>
      <w:r>
        <w:tab/>
        <w:t>1.013e0</w:t>
      </w:r>
    </w:p>
    <w:p w:rsidR="005B0461" w:rsidRDefault="005B0461" w:rsidP="005B0461">
      <w:r>
        <w:t>229.6173</w:t>
      </w:r>
      <w:r>
        <w:tab/>
        <w:t>2.025e0</w:t>
      </w:r>
    </w:p>
    <w:p w:rsidR="005B0461" w:rsidRDefault="005B0461" w:rsidP="005B0461">
      <w:r>
        <w:t>229.6279</w:t>
      </w:r>
      <w:r>
        <w:tab/>
        <w:t>2.025e0</w:t>
      </w:r>
    </w:p>
    <w:p w:rsidR="005B0461" w:rsidRDefault="005B0461" w:rsidP="005B0461">
      <w:r>
        <w:lastRenderedPageBreak/>
        <w:t>229.6298</w:t>
      </w:r>
      <w:r>
        <w:tab/>
        <w:t>1.013e0</w:t>
      </w:r>
    </w:p>
    <w:p w:rsidR="005B0461" w:rsidRDefault="005B0461" w:rsidP="005B0461">
      <w:r>
        <w:t>229.6541</w:t>
      </w:r>
      <w:r>
        <w:tab/>
        <w:t>1.013e0</w:t>
      </w:r>
    </w:p>
    <w:p w:rsidR="005B0461" w:rsidRDefault="005B0461" w:rsidP="005B0461">
      <w:r>
        <w:t>229.6619</w:t>
      </w:r>
      <w:r>
        <w:tab/>
        <w:t>3.038e0</w:t>
      </w:r>
    </w:p>
    <w:p w:rsidR="005B0461" w:rsidRDefault="005B0461" w:rsidP="005B0461">
      <w:r>
        <w:t>229.6947</w:t>
      </w:r>
      <w:r>
        <w:tab/>
        <w:t>1.013e0</w:t>
      </w:r>
    </w:p>
    <w:p w:rsidR="005B0461" w:rsidRDefault="005B0461" w:rsidP="005B0461">
      <w:r>
        <w:t>229.6990</w:t>
      </w:r>
      <w:r>
        <w:tab/>
        <w:t>1.013e0</w:t>
      </w:r>
    </w:p>
    <w:p w:rsidR="005B0461" w:rsidRDefault="005B0461" w:rsidP="005B0461">
      <w:r>
        <w:t>229.7422</w:t>
      </w:r>
      <w:r>
        <w:tab/>
        <w:t>1.013e0</w:t>
      </w:r>
    </w:p>
    <w:p w:rsidR="005B0461" w:rsidRDefault="005B0461" w:rsidP="005B0461">
      <w:r>
        <w:t>229.7466</w:t>
      </w:r>
      <w:r>
        <w:tab/>
        <w:t>3.038e0</w:t>
      </w:r>
    </w:p>
    <w:p w:rsidR="005B0461" w:rsidRDefault="005B0461" w:rsidP="005B0461">
      <w:r>
        <w:t>229.7595</w:t>
      </w:r>
      <w:r>
        <w:tab/>
        <w:t>1.013e0</w:t>
      </w:r>
    </w:p>
    <w:p w:rsidR="005B0461" w:rsidRDefault="005B0461" w:rsidP="005B0461">
      <w:r>
        <w:t>229.7903</w:t>
      </w:r>
      <w:r>
        <w:tab/>
        <w:t>1.013e0</w:t>
      </w:r>
    </w:p>
    <w:p w:rsidR="005B0461" w:rsidRDefault="005B0461" w:rsidP="005B0461">
      <w:r>
        <w:t>229.7941</w:t>
      </w:r>
      <w:r>
        <w:tab/>
        <w:t>1.013e0</w:t>
      </w:r>
    </w:p>
    <w:p w:rsidR="005B0461" w:rsidRDefault="005B0461" w:rsidP="005B0461">
      <w:r>
        <w:t>229.8028</w:t>
      </w:r>
      <w:r>
        <w:tab/>
        <w:t>1.013e0</w:t>
      </w:r>
    </w:p>
    <w:p w:rsidR="005B0461" w:rsidRDefault="005B0461" w:rsidP="005B0461">
      <w:r>
        <w:t>229.8391</w:t>
      </w:r>
      <w:r>
        <w:tab/>
        <w:t>2.025e0</w:t>
      </w:r>
    </w:p>
    <w:p w:rsidR="005B0461" w:rsidRDefault="005B0461" w:rsidP="005B0461">
      <w:r>
        <w:t>229.8430</w:t>
      </w:r>
      <w:r>
        <w:tab/>
        <w:t>2.025e0</w:t>
      </w:r>
    </w:p>
    <w:p w:rsidR="005B0461" w:rsidRDefault="005B0461" w:rsidP="005B0461">
      <w:r>
        <w:t>229.8677</w:t>
      </w:r>
      <w:r>
        <w:tab/>
        <w:t>1.013e0</w:t>
      </w:r>
    </w:p>
    <w:p w:rsidR="005B0461" w:rsidRDefault="005B0461" w:rsidP="005B0461">
      <w:r>
        <w:t>229.8801</w:t>
      </w:r>
      <w:r>
        <w:tab/>
        <w:t>1.013e0</w:t>
      </w:r>
    </w:p>
    <w:p w:rsidR="005B0461" w:rsidRDefault="005B0461" w:rsidP="005B0461">
      <w:r>
        <w:t>229.9014</w:t>
      </w:r>
      <w:r>
        <w:tab/>
        <w:t>2.025e0</w:t>
      </w:r>
    </w:p>
    <w:p w:rsidR="005B0461" w:rsidRDefault="005B0461" w:rsidP="005B0461">
      <w:r>
        <w:t>229.9034</w:t>
      </w:r>
      <w:r>
        <w:tab/>
        <w:t>1.013e0</w:t>
      </w:r>
    </w:p>
    <w:p w:rsidR="005B0461" w:rsidRDefault="005B0461" w:rsidP="005B0461">
      <w:r>
        <w:t>229.9239</w:t>
      </w:r>
      <w:r>
        <w:tab/>
        <w:t>1.013e0</w:t>
      </w:r>
    </w:p>
    <w:p w:rsidR="005B0461" w:rsidRDefault="005B0461" w:rsidP="005B0461">
      <w:r>
        <w:t>229.9599</w:t>
      </w:r>
      <w:r>
        <w:tab/>
        <w:t>2.025e0</w:t>
      </w:r>
    </w:p>
    <w:p w:rsidR="005B0461" w:rsidRDefault="005B0461" w:rsidP="005B0461">
      <w:r>
        <w:lastRenderedPageBreak/>
        <w:t>229.9739</w:t>
      </w:r>
      <w:r>
        <w:tab/>
        <w:t>2.907e0</w:t>
      </w:r>
    </w:p>
    <w:p w:rsidR="005B0461" w:rsidRDefault="005B0461" w:rsidP="005B0461">
      <w:r>
        <w:t>229.9796</w:t>
      </w:r>
      <w:r>
        <w:tab/>
        <w:t>6.412e0</w:t>
      </w:r>
    </w:p>
    <w:p w:rsidR="005B0461" w:rsidRDefault="005B0461" w:rsidP="005B0461">
      <w:r>
        <w:t>229.9920</w:t>
      </w:r>
      <w:r>
        <w:tab/>
        <w:t>3.424e0</w:t>
      </w:r>
    </w:p>
    <w:p w:rsidR="005B0461" w:rsidRDefault="005B0461" w:rsidP="005B0461">
      <w:r>
        <w:t>230.0120</w:t>
      </w:r>
      <w:r>
        <w:tab/>
        <w:t>5.390e0</w:t>
      </w:r>
    </w:p>
    <w:p w:rsidR="005B0461" w:rsidRDefault="005B0461" w:rsidP="005B0461">
      <w:r>
        <w:t>230.0141</w:t>
      </w:r>
      <w:r>
        <w:tab/>
        <w:t>6.976e0</w:t>
      </w:r>
    </w:p>
    <w:p w:rsidR="005B0461" w:rsidRDefault="005B0461" w:rsidP="005B0461">
      <w:r>
        <w:t>230.0253</w:t>
      </w:r>
      <w:r>
        <w:tab/>
        <w:t>7.973e0</w:t>
      </w:r>
    </w:p>
    <w:p w:rsidR="005B0461" w:rsidRDefault="005B0461" w:rsidP="005B0461">
      <w:r>
        <w:t>230.0264</w:t>
      </w:r>
      <w:r>
        <w:tab/>
        <w:t>5.826e0</w:t>
      </w:r>
    </w:p>
    <w:p w:rsidR="005B0461" w:rsidRDefault="005B0461" w:rsidP="005B0461">
      <w:r>
        <w:t>230.0557</w:t>
      </w:r>
      <w:r>
        <w:tab/>
        <w:t>4.491e0</w:t>
      </w:r>
    </w:p>
    <w:p w:rsidR="005B0461" w:rsidRDefault="005B0461" w:rsidP="005B0461">
      <w:r>
        <w:t>230.0574</w:t>
      </w:r>
      <w:r>
        <w:tab/>
        <w:t>1.013e0</w:t>
      </w:r>
    </w:p>
    <w:p w:rsidR="005B0461" w:rsidRDefault="005B0461" w:rsidP="005B0461">
      <w:r>
        <w:t>230.0599</w:t>
      </w:r>
      <w:r>
        <w:tab/>
        <w:t>3.525e0</w:t>
      </w:r>
    </w:p>
    <w:p w:rsidR="005B0461" w:rsidRDefault="005B0461" w:rsidP="005B0461">
      <w:r>
        <w:t>230.0612</w:t>
      </w:r>
      <w:r>
        <w:tab/>
        <w:t>2.131e0</w:t>
      </w:r>
    </w:p>
    <w:p w:rsidR="005B0461" w:rsidRDefault="005B0461" w:rsidP="005B0461">
      <w:r>
        <w:t>230.0822</w:t>
      </w:r>
      <w:r>
        <w:tab/>
        <w:t>5.176e0</w:t>
      </w:r>
    </w:p>
    <w:p w:rsidR="005B0461" w:rsidRDefault="005B0461" w:rsidP="005B0461">
      <w:r>
        <w:t>230.0844</w:t>
      </w:r>
      <w:r>
        <w:tab/>
        <w:t>1.013e0</w:t>
      </w:r>
    </w:p>
    <w:p w:rsidR="005B0461" w:rsidRDefault="005B0461" w:rsidP="005B0461">
      <w:r>
        <w:t>230.0971</w:t>
      </w:r>
      <w:r>
        <w:tab/>
        <w:t>1.013e0</w:t>
      </w:r>
    </w:p>
    <w:p w:rsidR="005B0461" w:rsidRDefault="005B0461" w:rsidP="005B0461">
      <w:r>
        <w:t>230.1216</w:t>
      </w:r>
      <w:r>
        <w:tab/>
        <w:t>2.770e0</w:t>
      </w:r>
    </w:p>
    <w:p w:rsidR="005B0461" w:rsidRDefault="005B0461" w:rsidP="005B0461">
      <w:r>
        <w:t>230.1409</w:t>
      </w:r>
      <w:r>
        <w:tab/>
        <w:t>1.863e0</w:t>
      </w:r>
    </w:p>
    <w:p w:rsidR="005B0461" w:rsidRDefault="005B0461" w:rsidP="005B0461">
      <w:r>
        <w:t>230.1453</w:t>
      </w:r>
      <w:r>
        <w:tab/>
        <w:t>3.038e0</w:t>
      </w:r>
    </w:p>
    <w:p w:rsidR="005B0461" w:rsidRDefault="005B0461" w:rsidP="005B0461">
      <w:r>
        <w:t>230.1749</w:t>
      </w:r>
      <w:r>
        <w:tab/>
        <w:t>4.625e0</w:t>
      </w:r>
    </w:p>
    <w:p w:rsidR="005B0461" w:rsidRDefault="005B0461" w:rsidP="005B0461">
      <w:r>
        <w:t>230.1822</w:t>
      </w:r>
      <w:r>
        <w:tab/>
        <w:t>6.076e0</w:t>
      </w:r>
    </w:p>
    <w:p w:rsidR="005B0461" w:rsidRDefault="005B0461" w:rsidP="005B0461">
      <w:r>
        <w:lastRenderedPageBreak/>
        <w:t>230.1837</w:t>
      </w:r>
      <w:r>
        <w:tab/>
        <w:t>2.927e0</w:t>
      </w:r>
    </w:p>
    <w:p w:rsidR="005B0461" w:rsidRDefault="005B0461" w:rsidP="005B0461">
      <w:r>
        <w:t>230.2015</w:t>
      </w:r>
      <w:r>
        <w:tab/>
        <w:t>2.025e0</w:t>
      </w:r>
    </w:p>
    <w:p w:rsidR="005B0461" w:rsidRDefault="005B0461" w:rsidP="005B0461">
      <w:r>
        <w:t>230.2452</w:t>
      </w:r>
      <w:r>
        <w:tab/>
        <w:t>8.101e0</w:t>
      </w:r>
    </w:p>
    <w:p w:rsidR="005B0461" w:rsidRDefault="005B0461" w:rsidP="005B0461">
      <w:r>
        <w:t>230.2579</w:t>
      </w:r>
      <w:r>
        <w:tab/>
        <w:t>2.025e0</w:t>
      </w:r>
    </w:p>
    <w:p w:rsidR="005B0461" w:rsidRDefault="005B0461" w:rsidP="005B0461">
      <w:r>
        <w:t>230.2874</w:t>
      </w:r>
      <w:r>
        <w:tab/>
        <w:t>1.013e0</w:t>
      </w:r>
    </w:p>
    <w:p w:rsidR="005B0461" w:rsidRDefault="005B0461" w:rsidP="005B0461">
      <w:r>
        <w:t>230.2912</w:t>
      </w:r>
      <w:r>
        <w:tab/>
        <w:t>1.013e0</w:t>
      </w:r>
    </w:p>
    <w:p w:rsidR="005B0461" w:rsidRDefault="005B0461" w:rsidP="005B0461">
      <w:r>
        <w:t>230.3028</w:t>
      </w:r>
      <w:r>
        <w:tab/>
        <w:t>1.013e0</w:t>
      </w:r>
    </w:p>
    <w:p w:rsidR="005B0461" w:rsidRDefault="005B0461" w:rsidP="005B0461">
      <w:r>
        <w:t>230.3183</w:t>
      </w:r>
      <w:r>
        <w:tab/>
        <w:t>1.013e0</w:t>
      </w:r>
    </w:p>
    <w:p w:rsidR="005B0461" w:rsidRDefault="005B0461" w:rsidP="005B0461">
      <w:r>
        <w:t>230.3310</w:t>
      </w:r>
      <w:r>
        <w:tab/>
        <w:t>1.013e0</w:t>
      </w:r>
    </w:p>
    <w:p w:rsidR="005B0461" w:rsidRDefault="005B0461" w:rsidP="005B0461">
      <w:r>
        <w:t>230.3555</w:t>
      </w:r>
      <w:r>
        <w:tab/>
        <w:t>1.013e0</w:t>
      </w:r>
    </w:p>
    <w:p w:rsidR="005B0461" w:rsidRDefault="005B0461" w:rsidP="005B0461">
      <w:r>
        <w:t>230.4009</w:t>
      </w:r>
      <w:r>
        <w:tab/>
        <w:t>3.038e0</w:t>
      </w:r>
    </w:p>
    <w:p w:rsidR="005B0461" w:rsidRDefault="005B0461" w:rsidP="005B0461">
      <w:r>
        <w:t>230.4021</w:t>
      </w:r>
      <w:r>
        <w:tab/>
        <w:t>2.025e0</w:t>
      </w:r>
    </w:p>
    <w:p w:rsidR="005B0461" w:rsidRDefault="005B0461" w:rsidP="005B0461">
      <w:r>
        <w:t>230.4081</w:t>
      </w:r>
      <w:r>
        <w:tab/>
        <w:t>1.013e0</w:t>
      </w:r>
    </w:p>
    <w:p w:rsidR="005B0461" w:rsidRDefault="005B0461" w:rsidP="005B0461">
      <w:r>
        <w:t>230.4394</w:t>
      </w:r>
      <w:r>
        <w:tab/>
        <w:t>1.013e0</w:t>
      </w:r>
    </w:p>
    <w:p w:rsidR="005B0461" w:rsidRDefault="005B0461" w:rsidP="005B0461">
      <w:r>
        <w:t>230.4518</w:t>
      </w:r>
      <w:r>
        <w:tab/>
        <w:t>3.038e0</w:t>
      </w:r>
    </w:p>
    <w:p w:rsidR="005B0461" w:rsidRDefault="005B0461" w:rsidP="005B0461">
      <w:r>
        <w:t>230.4841</w:t>
      </w:r>
      <w:r>
        <w:tab/>
        <w:t>1.013e0</w:t>
      </w:r>
    </w:p>
    <w:p w:rsidR="005B0461" w:rsidRDefault="005B0461" w:rsidP="005B0461">
      <w:r>
        <w:t>230.5001</w:t>
      </w:r>
      <w:r>
        <w:tab/>
        <w:t>1.013e0</w:t>
      </w:r>
    </w:p>
    <w:p w:rsidR="005B0461" w:rsidRDefault="005B0461" w:rsidP="005B0461">
      <w:r>
        <w:t>230.5044</w:t>
      </w:r>
      <w:r>
        <w:tab/>
        <w:t>1.013e0</w:t>
      </w:r>
    </w:p>
    <w:p w:rsidR="005B0461" w:rsidRDefault="005B0461" w:rsidP="005B0461">
      <w:r>
        <w:t>230.5113</w:t>
      </w:r>
      <w:r>
        <w:tab/>
        <w:t>3.038e0</w:t>
      </w:r>
    </w:p>
    <w:p w:rsidR="005B0461" w:rsidRDefault="005B0461" w:rsidP="005B0461">
      <w:r>
        <w:lastRenderedPageBreak/>
        <w:t>230.5565</w:t>
      </w:r>
      <w:r>
        <w:tab/>
        <w:t>1.013e0</w:t>
      </w:r>
    </w:p>
    <w:p w:rsidR="005B0461" w:rsidRDefault="005B0461" w:rsidP="005B0461">
      <w:r>
        <w:t>230.5668</w:t>
      </w:r>
      <w:r>
        <w:tab/>
        <w:t>2.025e0</w:t>
      </w:r>
    </w:p>
    <w:p w:rsidR="005B0461" w:rsidRDefault="005B0461" w:rsidP="005B0461">
      <w:r>
        <w:t>230.6053</w:t>
      </w:r>
      <w:r>
        <w:tab/>
        <w:t>2.025e0</w:t>
      </w:r>
    </w:p>
    <w:p w:rsidR="005B0461" w:rsidRDefault="005B0461" w:rsidP="005B0461">
      <w:r>
        <w:t>230.6195</w:t>
      </w:r>
      <w:r>
        <w:tab/>
        <w:t>2.025e0</w:t>
      </w:r>
    </w:p>
    <w:p w:rsidR="005B0461" w:rsidRDefault="005B0461" w:rsidP="005B0461">
      <w:r>
        <w:t>230.6216</w:t>
      </w:r>
      <w:r>
        <w:tab/>
        <w:t>1.013e0</w:t>
      </w:r>
    </w:p>
    <w:p w:rsidR="005B0461" w:rsidRDefault="005B0461" w:rsidP="005B0461">
      <w:r>
        <w:t>230.6302</w:t>
      </w:r>
      <w:r>
        <w:tab/>
        <w:t>1.134e0</w:t>
      </w:r>
    </w:p>
    <w:p w:rsidR="005B0461" w:rsidRDefault="005B0461" w:rsidP="005B0461">
      <w:r>
        <w:t>230.6480</w:t>
      </w:r>
      <w:r>
        <w:tab/>
        <w:t>2.025e0</w:t>
      </w:r>
    </w:p>
    <w:p w:rsidR="005B0461" w:rsidRDefault="005B0461" w:rsidP="005B0461">
      <w:r>
        <w:t>230.6736</w:t>
      </w:r>
      <w:r>
        <w:tab/>
        <w:t>1.013e0</w:t>
      </w:r>
    </w:p>
    <w:p w:rsidR="005B0461" w:rsidRDefault="005B0461" w:rsidP="005B0461">
      <w:r>
        <w:t>230.6987</w:t>
      </w:r>
      <w:r>
        <w:tab/>
        <w:t>1.013e0</w:t>
      </w:r>
    </w:p>
    <w:p w:rsidR="005B0461" w:rsidRDefault="005B0461" w:rsidP="005B0461">
      <w:r>
        <w:t>230.7103</w:t>
      </w:r>
      <w:r>
        <w:tab/>
        <w:t>1.013e0</w:t>
      </w:r>
    </w:p>
    <w:p w:rsidR="005B0461" w:rsidRDefault="005B0461" w:rsidP="005B0461">
      <w:r>
        <w:t>230.7181</w:t>
      </w:r>
      <w:r>
        <w:tab/>
        <w:t>1.013e0</w:t>
      </w:r>
    </w:p>
    <w:p w:rsidR="005B0461" w:rsidRDefault="005B0461" w:rsidP="005B0461">
      <w:r>
        <w:t>230.7630</w:t>
      </w:r>
      <w:r>
        <w:tab/>
        <w:t>1.013e0</w:t>
      </w:r>
    </w:p>
    <w:p w:rsidR="005B0461" w:rsidRDefault="005B0461" w:rsidP="005B0461">
      <w:r>
        <w:t>230.7798</w:t>
      </w:r>
      <w:r>
        <w:tab/>
        <w:t>3.038e0</w:t>
      </w:r>
    </w:p>
    <w:p w:rsidR="005B0461" w:rsidRDefault="005B0461" w:rsidP="005B0461">
      <w:r>
        <w:t>230.7823</w:t>
      </w:r>
      <w:r>
        <w:tab/>
        <w:t>1.013e0</w:t>
      </w:r>
    </w:p>
    <w:p w:rsidR="005B0461" w:rsidRDefault="005B0461" w:rsidP="005B0461">
      <w:r>
        <w:t>230.7918</w:t>
      </w:r>
      <w:r>
        <w:tab/>
        <w:t>2.025e0</w:t>
      </w:r>
    </w:p>
    <w:p w:rsidR="005B0461" w:rsidRDefault="005B0461" w:rsidP="005B0461">
      <w:r>
        <w:t>230.8118</w:t>
      </w:r>
      <w:r>
        <w:tab/>
        <w:t>1.013e0</w:t>
      </w:r>
    </w:p>
    <w:p w:rsidR="005B0461" w:rsidRDefault="005B0461" w:rsidP="005B0461">
      <w:r>
        <w:t>230.8274</w:t>
      </w:r>
      <w:r>
        <w:tab/>
        <w:t>1.013e0</w:t>
      </w:r>
    </w:p>
    <w:p w:rsidR="005B0461" w:rsidRDefault="005B0461" w:rsidP="005B0461">
      <w:r>
        <w:t>230.8313</w:t>
      </w:r>
      <w:r>
        <w:tab/>
        <w:t>1.013e0</w:t>
      </w:r>
    </w:p>
    <w:p w:rsidR="005B0461" w:rsidRDefault="005B0461" w:rsidP="005B0461">
      <w:r>
        <w:t>230.8412</w:t>
      </w:r>
      <w:r>
        <w:tab/>
        <w:t>2.025e0</w:t>
      </w:r>
    </w:p>
    <w:p w:rsidR="005B0461" w:rsidRDefault="005B0461" w:rsidP="005B0461">
      <w:r>
        <w:lastRenderedPageBreak/>
        <w:t>230.8454</w:t>
      </w:r>
      <w:r>
        <w:tab/>
        <w:t>2.025e0</w:t>
      </w:r>
    </w:p>
    <w:p w:rsidR="005B0461" w:rsidRDefault="005B0461" w:rsidP="005B0461">
      <w:r>
        <w:t>230.8722</w:t>
      </w:r>
      <w:r>
        <w:tab/>
        <w:t>2.025e0</w:t>
      </w:r>
    </w:p>
    <w:p w:rsidR="005B0461" w:rsidRDefault="005B0461" w:rsidP="005B0461">
      <w:r>
        <w:t>230.8917</w:t>
      </w:r>
      <w:r>
        <w:tab/>
        <w:t>1.013e0</w:t>
      </w:r>
    </w:p>
    <w:p w:rsidR="005B0461" w:rsidRDefault="005B0461" w:rsidP="005B0461">
      <w:r>
        <w:t>230.9196</w:t>
      </w:r>
      <w:r>
        <w:tab/>
        <w:t>2.025e0</w:t>
      </w:r>
    </w:p>
    <w:p w:rsidR="005B0461" w:rsidRDefault="005B0461" w:rsidP="005B0461">
      <w:r>
        <w:t>230.9211</w:t>
      </w:r>
      <w:r>
        <w:tab/>
        <w:t>2.025e0</w:t>
      </w:r>
    </w:p>
    <w:p w:rsidR="005B0461" w:rsidRDefault="005B0461" w:rsidP="005B0461">
      <w:r>
        <w:t>230.9483</w:t>
      </w:r>
      <w:r>
        <w:tab/>
        <w:t>1.013e0</w:t>
      </w:r>
    </w:p>
    <w:p w:rsidR="005B0461" w:rsidRDefault="005B0461" w:rsidP="005B0461">
      <w:r>
        <w:t>230.9584</w:t>
      </w:r>
      <w:r>
        <w:tab/>
        <w:t>2.025e0</w:t>
      </w:r>
    </w:p>
    <w:p w:rsidR="005B0461" w:rsidRDefault="005B0461" w:rsidP="005B0461">
      <w:r>
        <w:t>230.9776</w:t>
      </w:r>
      <w:r>
        <w:tab/>
        <w:t>2.690e0</w:t>
      </w:r>
    </w:p>
    <w:p w:rsidR="005B0461" w:rsidRDefault="005B0461" w:rsidP="005B0461">
      <w:r>
        <w:t>230.9853</w:t>
      </w:r>
      <w:r>
        <w:tab/>
        <w:t>2.908e0</w:t>
      </w:r>
    </w:p>
    <w:p w:rsidR="005B0461" w:rsidRDefault="005B0461" w:rsidP="005B0461">
      <w:r>
        <w:t>230.9885</w:t>
      </w:r>
      <w:r>
        <w:tab/>
        <w:t>1.043e1</w:t>
      </w:r>
    </w:p>
    <w:p w:rsidR="005B0461" w:rsidRDefault="005B0461" w:rsidP="005B0461">
      <w:r>
        <w:t>231.0067</w:t>
      </w:r>
      <w:r>
        <w:tab/>
        <w:t>1.141e0</w:t>
      </w:r>
    </w:p>
    <w:p w:rsidR="005B0461" w:rsidRDefault="005B0461" w:rsidP="005B0461">
      <w:r>
        <w:t>231.0316</w:t>
      </w:r>
      <w:r>
        <w:tab/>
        <w:t>1.263e0</w:t>
      </w:r>
    </w:p>
    <w:p w:rsidR="005B0461" w:rsidRDefault="005B0461" w:rsidP="005B0461">
      <w:r>
        <w:t>231.0376</w:t>
      </w:r>
      <w:r>
        <w:tab/>
        <w:t>2.282e0</w:t>
      </w:r>
    </w:p>
    <w:p w:rsidR="005B0461" w:rsidRDefault="005B0461" w:rsidP="005B0461">
      <w:r>
        <w:t>231.0508</w:t>
      </w:r>
      <w:r>
        <w:tab/>
        <w:t>4.205e0</w:t>
      </w:r>
    </w:p>
    <w:p w:rsidR="005B0461" w:rsidRDefault="005B0461" w:rsidP="005B0461">
      <w:r>
        <w:t>231.0541</w:t>
      </w:r>
      <w:r>
        <w:tab/>
        <w:t>1.316e1</w:t>
      </w:r>
    </w:p>
    <w:p w:rsidR="005B0461" w:rsidRDefault="005B0461" w:rsidP="005B0461">
      <w:r>
        <w:t>231.0599</w:t>
      </w:r>
      <w:r>
        <w:tab/>
        <w:t>5.981e0</w:t>
      </w:r>
    </w:p>
    <w:p w:rsidR="005B0461" w:rsidRDefault="005B0461" w:rsidP="005B0461">
      <w:r>
        <w:t>231.0667</w:t>
      </w:r>
      <w:r>
        <w:tab/>
        <w:t>7.346e0</w:t>
      </w:r>
    </w:p>
    <w:p w:rsidR="005B0461" w:rsidRDefault="005B0461" w:rsidP="005B0461">
      <w:r>
        <w:t>231.0958</w:t>
      </w:r>
      <w:r>
        <w:tab/>
        <w:t>8.940e0</w:t>
      </w:r>
    </w:p>
    <w:p w:rsidR="005B0461" w:rsidRDefault="005B0461" w:rsidP="005B0461">
      <w:r>
        <w:t>231.1007</w:t>
      </w:r>
      <w:r>
        <w:tab/>
        <w:t>4.443e0</w:t>
      </w:r>
    </w:p>
    <w:p w:rsidR="005B0461" w:rsidRDefault="005B0461" w:rsidP="005B0461">
      <w:r>
        <w:lastRenderedPageBreak/>
        <w:t>231.1025</w:t>
      </w:r>
      <w:r>
        <w:tab/>
        <w:t>2.025e0</w:t>
      </w:r>
    </w:p>
    <w:p w:rsidR="005B0461" w:rsidRDefault="005B0461" w:rsidP="005B0461">
      <w:r>
        <w:t>231.1181</w:t>
      </w:r>
      <w:r>
        <w:tab/>
        <w:t>3.986e0</w:t>
      </w:r>
    </w:p>
    <w:p w:rsidR="005B0461" w:rsidRDefault="005B0461" w:rsidP="005B0461">
      <w:r>
        <w:t>231.1280</w:t>
      </w:r>
      <w:r>
        <w:tab/>
        <w:t>1.718e0</w:t>
      </w:r>
    </w:p>
    <w:p w:rsidR="005B0461" w:rsidRDefault="005B0461" w:rsidP="005B0461">
      <w:r>
        <w:t>231.1472</w:t>
      </w:r>
      <w:r>
        <w:tab/>
        <w:t>2.876e0</w:t>
      </w:r>
    </w:p>
    <w:p w:rsidR="005B0461" w:rsidRDefault="005B0461" w:rsidP="005B0461">
      <w:r>
        <w:t>231.1699</w:t>
      </w:r>
      <w:r>
        <w:tab/>
        <w:t>4.051e0</w:t>
      </w:r>
    </w:p>
    <w:p w:rsidR="005B0461" w:rsidRDefault="005B0461" w:rsidP="005B0461">
      <w:r>
        <w:t>231.1804</w:t>
      </w:r>
      <w:r>
        <w:tab/>
        <w:t>4.051e0</w:t>
      </w:r>
    </w:p>
    <w:p w:rsidR="005B0461" w:rsidRDefault="005B0461" w:rsidP="005B0461">
      <w:r>
        <w:t>231.1940</w:t>
      </w:r>
      <w:r>
        <w:tab/>
        <w:t>3.038e0</w:t>
      </w:r>
    </w:p>
    <w:p w:rsidR="005B0461" w:rsidRDefault="005B0461" w:rsidP="005B0461">
      <w:r>
        <w:t>231.2012</w:t>
      </w:r>
      <w:r>
        <w:tab/>
        <w:t>2.186e0</w:t>
      </w:r>
    </w:p>
    <w:p w:rsidR="005B0461" w:rsidRDefault="005B0461" w:rsidP="005B0461">
      <w:r>
        <w:t>231.2063</w:t>
      </w:r>
      <w:r>
        <w:tab/>
        <w:t>3.038e0</w:t>
      </w:r>
    </w:p>
    <w:p w:rsidR="005B0461" w:rsidRDefault="005B0461" w:rsidP="005B0461">
      <w:r>
        <w:t>231.2157</w:t>
      </w:r>
      <w:r>
        <w:tab/>
        <w:t>1.013e0</w:t>
      </w:r>
    </w:p>
    <w:p w:rsidR="005B0461" w:rsidRDefault="005B0461" w:rsidP="005B0461">
      <w:r>
        <w:t>231.2390</w:t>
      </w:r>
      <w:r>
        <w:tab/>
        <w:t>1.013e0</w:t>
      </w:r>
    </w:p>
    <w:p w:rsidR="005B0461" w:rsidRDefault="005B0461" w:rsidP="005B0461">
      <w:r>
        <w:t>231.2471</w:t>
      </w:r>
      <w:r>
        <w:tab/>
        <w:t>1.013e0</w:t>
      </w:r>
    </w:p>
    <w:p w:rsidR="005B0461" w:rsidRDefault="005B0461" w:rsidP="005B0461">
      <w:r>
        <w:t>231.2536</w:t>
      </w:r>
      <w:r>
        <w:tab/>
        <w:t>2.025e0</w:t>
      </w:r>
    </w:p>
    <w:p w:rsidR="005B0461" w:rsidRDefault="005B0461" w:rsidP="005B0461">
      <w:r>
        <w:t>231.2800</w:t>
      </w:r>
      <w:r>
        <w:tab/>
        <w:t>1.013e0</w:t>
      </w:r>
    </w:p>
    <w:p w:rsidR="005B0461" w:rsidRDefault="005B0461" w:rsidP="005B0461">
      <w:r>
        <w:t>231.2994</w:t>
      </w:r>
      <w:r>
        <w:tab/>
        <w:t>1.013e0</w:t>
      </w:r>
    </w:p>
    <w:p w:rsidR="005B0461" w:rsidRDefault="005B0461" w:rsidP="005B0461">
      <w:r>
        <w:t>231.3366</w:t>
      </w:r>
      <w:r>
        <w:tab/>
        <w:t>1.013e0</w:t>
      </w:r>
    </w:p>
    <w:p w:rsidR="005B0461" w:rsidRDefault="005B0461" w:rsidP="005B0461">
      <w:r>
        <w:t>231.3560</w:t>
      </w:r>
      <w:r>
        <w:tab/>
        <w:t>1.013e0</w:t>
      </w:r>
    </w:p>
    <w:p w:rsidR="005B0461" w:rsidRDefault="005B0461" w:rsidP="005B0461">
      <w:r>
        <w:t>231.3645</w:t>
      </w:r>
      <w:r>
        <w:tab/>
        <w:t>1.013e0</w:t>
      </w:r>
    </w:p>
    <w:p w:rsidR="005B0461" w:rsidRDefault="005B0461" w:rsidP="005B0461">
      <w:r>
        <w:t>231.3855</w:t>
      </w:r>
      <w:r>
        <w:tab/>
        <w:t>1.013e0</w:t>
      </w:r>
    </w:p>
    <w:p w:rsidR="005B0461" w:rsidRDefault="005B0461" w:rsidP="005B0461">
      <w:r>
        <w:lastRenderedPageBreak/>
        <w:t>231.4167</w:t>
      </w:r>
      <w:r>
        <w:tab/>
        <w:t>1.013e0</w:t>
      </w:r>
    </w:p>
    <w:p w:rsidR="005B0461" w:rsidRDefault="005B0461" w:rsidP="005B0461">
      <w:r>
        <w:t>231.4460</w:t>
      </w:r>
      <w:r>
        <w:tab/>
        <w:t>1.013e0</w:t>
      </w:r>
    </w:p>
    <w:p w:rsidR="005B0461" w:rsidRDefault="005B0461" w:rsidP="005B0461">
      <w:r>
        <w:t>231.4654</w:t>
      </w:r>
      <w:r>
        <w:tab/>
        <w:t>1.013e0</w:t>
      </w:r>
    </w:p>
    <w:p w:rsidR="005B0461" w:rsidRDefault="005B0461" w:rsidP="005B0461">
      <w:r>
        <w:t>231.4693</w:t>
      </w:r>
      <w:r>
        <w:tab/>
        <w:t>1.013e0</w:t>
      </w:r>
    </w:p>
    <w:p w:rsidR="005B0461" w:rsidRDefault="005B0461" w:rsidP="005B0461">
      <w:r>
        <w:t>231.5631</w:t>
      </w:r>
      <w:r>
        <w:tab/>
        <w:t>1.013e0</w:t>
      </w:r>
    </w:p>
    <w:p w:rsidR="005B0461" w:rsidRDefault="005B0461" w:rsidP="005B0461">
      <w:r>
        <w:t>231.5658</w:t>
      </w:r>
      <w:r>
        <w:tab/>
        <w:t>3.038e0</w:t>
      </w:r>
    </w:p>
    <w:p w:rsidR="005B0461" w:rsidRDefault="005B0461" w:rsidP="005B0461">
      <w:r>
        <w:t>231.5670</w:t>
      </w:r>
      <w:r>
        <w:tab/>
        <w:t>1.013e0</w:t>
      </w:r>
    </w:p>
    <w:p w:rsidR="005B0461" w:rsidRDefault="005B0461" w:rsidP="005B0461">
      <w:r>
        <w:t>231.5806</w:t>
      </w:r>
      <w:r>
        <w:tab/>
        <w:t>2.025e0</w:t>
      </w:r>
    </w:p>
    <w:p w:rsidR="005B0461" w:rsidRDefault="005B0461" w:rsidP="005B0461">
      <w:r>
        <w:t>231.5953</w:t>
      </w:r>
      <w:r>
        <w:tab/>
        <w:t>2.025e0</w:t>
      </w:r>
    </w:p>
    <w:p w:rsidR="005B0461" w:rsidRDefault="005B0461" w:rsidP="005B0461">
      <w:r>
        <w:t>231.6120</w:t>
      </w:r>
      <w:r>
        <w:tab/>
        <w:t>1.013e0</w:t>
      </w:r>
    </w:p>
    <w:p w:rsidR="005B0461" w:rsidRDefault="005B0461" w:rsidP="005B0461">
      <w:r>
        <w:t>231.6295</w:t>
      </w:r>
      <w:r>
        <w:tab/>
        <w:t>2.025e0</w:t>
      </w:r>
    </w:p>
    <w:p w:rsidR="005B0461" w:rsidRDefault="005B0461" w:rsidP="005B0461">
      <w:r>
        <w:t>231.6474</w:t>
      </w:r>
      <w:r>
        <w:tab/>
        <w:t>2.025e0</w:t>
      </w:r>
    </w:p>
    <w:p w:rsidR="005B0461" w:rsidRDefault="005B0461" w:rsidP="005B0461">
      <w:r>
        <w:t>231.6562</w:t>
      </w:r>
      <w:r>
        <w:tab/>
        <w:t>1.013e0</w:t>
      </w:r>
    </w:p>
    <w:p w:rsidR="005B0461" w:rsidRDefault="005B0461" w:rsidP="005B0461">
      <w:r>
        <w:t>231.6881</w:t>
      </w:r>
      <w:r>
        <w:tab/>
        <w:t>1.013e0</w:t>
      </w:r>
    </w:p>
    <w:p w:rsidR="005B0461" w:rsidRDefault="005B0461" w:rsidP="005B0461">
      <w:r>
        <w:t>231.7330</w:t>
      </w:r>
      <w:r>
        <w:tab/>
        <w:t>1.013e0</w:t>
      </w:r>
    </w:p>
    <w:p w:rsidR="005B0461" w:rsidRDefault="005B0461" w:rsidP="005B0461">
      <w:r>
        <w:t>231.7563</w:t>
      </w:r>
      <w:r>
        <w:tab/>
        <w:t>3.038e0</w:t>
      </w:r>
    </w:p>
    <w:p w:rsidR="005B0461" w:rsidRDefault="005B0461" w:rsidP="005B0461">
      <w:r>
        <w:t>231.7975</w:t>
      </w:r>
      <w:r>
        <w:tab/>
        <w:t>1.013e0</w:t>
      </w:r>
    </w:p>
    <w:p w:rsidR="005B0461" w:rsidRDefault="005B0461" w:rsidP="005B0461">
      <w:r>
        <w:t>231.8174</w:t>
      </w:r>
      <w:r>
        <w:tab/>
        <w:t>2.025e0</w:t>
      </w:r>
    </w:p>
    <w:p w:rsidR="005B0461" w:rsidRDefault="005B0461" w:rsidP="005B0461">
      <w:r>
        <w:t>231.8217</w:t>
      </w:r>
      <w:r>
        <w:tab/>
        <w:t>1.013e0</w:t>
      </w:r>
    </w:p>
    <w:p w:rsidR="005B0461" w:rsidRDefault="005B0461" w:rsidP="005B0461">
      <w:r>
        <w:lastRenderedPageBreak/>
        <w:t>231.8387</w:t>
      </w:r>
      <w:r>
        <w:tab/>
        <w:t>2.025e0</w:t>
      </w:r>
    </w:p>
    <w:p w:rsidR="005B0461" w:rsidRDefault="005B0461" w:rsidP="005B0461">
      <w:r>
        <w:t>231.8483</w:t>
      </w:r>
      <w:r>
        <w:tab/>
        <w:t>2.025e0</w:t>
      </w:r>
    </w:p>
    <w:p w:rsidR="005B0461" w:rsidRDefault="005B0461" w:rsidP="005B0461">
      <w:r>
        <w:t>231.8511</w:t>
      </w:r>
      <w:r>
        <w:tab/>
        <w:t>3.038e0</w:t>
      </w:r>
    </w:p>
    <w:p w:rsidR="005B0461" w:rsidRDefault="005B0461" w:rsidP="005B0461">
      <w:r>
        <w:t>231.8871</w:t>
      </w:r>
      <w:r>
        <w:tab/>
        <w:t>1.013e0</w:t>
      </w:r>
    </w:p>
    <w:p w:rsidR="005B0461" w:rsidRDefault="005B0461" w:rsidP="005B0461">
      <w:r>
        <w:t>231.9030</w:t>
      </w:r>
      <w:r>
        <w:tab/>
        <w:t>1.013e0</w:t>
      </w:r>
    </w:p>
    <w:p w:rsidR="005B0461" w:rsidRDefault="005B0461" w:rsidP="005B0461">
      <w:r>
        <w:t>231.9088</w:t>
      </w:r>
      <w:r>
        <w:tab/>
        <w:t>2.025e0</w:t>
      </w:r>
    </w:p>
    <w:p w:rsidR="005B0461" w:rsidRDefault="005B0461" w:rsidP="005B0461">
      <w:r>
        <w:t>231.9372</w:t>
      </w:r>
      <w:r>
        <w:tab/>
        <w:t>2.025e0</w:t>
      </w:r>
    </w:p>
    <w:p w:rsidR="005B0461" w:rsidRDefault="005B0461" w:rsidP="005B0461">
      <w:r>
        <w:t>231.9429</w:t>
      </w:r>
      <w:r>
        <w:tab/>
        <w:t>3.038e0</w:t>
      </w:r>
    </w:p>
    <w:p w:rsidR="005B0461" w:rsidRDefault="005B0461" w:rsidP="005B0461">
      <w:r>
        <w:t>231.9558</w:t>
      </w:r>
      <w:r>
        <w:tab/>
        <w:t>3.038e0</w:t>
      </w:r>
    </w:p>
    <w:p w:rsidR="005B0461" w:rsidRDefault="005B0461" w:rsidP="005B0461">
      <w:r>
        <w:t>231.9750</w:t>
      </w:r>
      <w:r>
        <w:tab/>
        <w:t>4.370e0</w:t>
      </w:r>
    </w:p>
    <w:p w:rsidR="005B0461" w:rsidRDefault="005B0461" w:rsidP="005B0461">
      <w:r>
        <w:t>231.9938</w:t>
      </w:r>
      <w:r>
        <w:tab/>
        <w:t>3.038e0</w:t>
      </w:r>
    </w:p>
    <w:p w:rsidR="005B0461" w:rsidRDefault="005B0461" w:rsidP="005B0461">
      <w:r>
        <w:t>232.0063</w:t>
      </w:r>
      <w:r>
        <w:tab/>
        <w:t>4.007e0</w:t>
      </w:r>
    </w:p>
    <w:p w:rsidR="005B0461" w:rsidRDefault="005B0461" w:rsidP="005B0461">
      <w:r>
        <w:t>232.0089</w:t>
      </w:r>
      <w:r>
        <w:tab/>
        <w:t>9.231e0</w:t>
      </w:r>
    </w:p>
    <w:p w:rsidR="005B0461" w:rsidRDefault="005B0461" w:rsidP="005B0461">
      <w:r>
        <w:t>232.0151</w:t>
      </w:r>
      <w:r>
        <w:tab/>
        <w:t>1.322e1</w:t>
      </w:r>
    </w:p>
    <w:p w:rsidR="005B0461" w:rsidRDefault="005B0461" w:rsidP="005B0461">
      <w:r>
        <w:t>232.0234</w:t>
      </w:r>
      <w:r>
        <w:tab/>
        <w:t>1.043e1</w:t>
      </w:r>
    </w:p>
    <w:p w:rsidR="005B0461" w:rsidRDefault="005B0461" w:rsidP="005B0461">
      <w:r>
        <w:t>232.0302</w:t>
      </w:r>
      <w:r>
        <w:tab/>
        <w:t>3.197e0</w:t>
      </w:r>
    </w:p>
    <w:p w:rsidR="005B0461" w:rsidRDefault="005B0461" w:rsidP="005B0461">
      <w:r>
        <w:t>232.0710</w:t>
      </w:r>
      <w:r>
        <w:tab/>
        <w:t>3.024e0</w:t>
      </w:r>
    </w:p>
    <w:p w:rsidR="005B0461" w:rsidRDefault="005B0461" w:rsidP="005B0461">
      <w:r>
        <w:t>232.0994</w:t>
      </w:r>
      <w:r>
        <w:tab/>
        <w:t>7.089e0</w:t>
      </w:r>
    </w:p>
    <w:p w:rsidR="005B0461" w:rsidRDefault="005B0461" w:rsidP="005B0461">
      <w:r>
        <w:t>232.1031</w:t>
      </w:r>
      <w:r>
        <w:tab/>
        <w:t>2.025e0</w:t>
      </w:r>
    </w:p>
    <w:p w:rsidR="005B0461" w:rsidRDefault="005B0461" w:rsidP="005B0461">
      <w:r>
        <w:lastRenderedPageBreak/>
        <w:t>232.1300</w:t>
      </w:r>
      <w:r>
        <w:tab/>
        <w:t>6.779e0</w:t>
      </w:r>
    </w:p>
    <w:p w:rsidR="005B0461" w:rsidRDefault="005B0461" w:rsidP="005B0461">
      <w:r>
        <w:t>232.1374</w:t>
      </w:r>
      <w:r>
        <w:tab/>
        <w:t>2.800e0</w:t>
      </w:r>
    </w:p>
    <w:p w:rsidR="005B0461" w:rsidRDefault="005B0461" w:rsidP="005B0461">
      <w:r>
        <w:t>232.1387</w:t>
      </w:r>
      <w:r>
        <w:tab/>
        <w:t>3.038e0</w:t>
      </w:r>
    </w:p>
    <w:p w:rsidR="005B0461" w:rsidRDefault="005B0461" w:rsidP="005B0461">
      <w:r>
        <w:t>232.1490</w:t>
      </w:r>
      <w:r>
        <w:tab/>
        <w:t>3.573e0</w:t>
      </w:r>
    </w:p>
    <w:p w:rsidR="005B0461" w:rsidRDefault="005B0461" w:rsidP="005B0461">
      <w:r>
        <w:t>232.1564</w:t>
      </w:r>
      <w:r>
        <w:tab/>
        <w:t>4.121e0</w:t>
      </w:r>
    </w:p>
    <w:p w:rsidR="005B0461" w:rsidRDefault="005B0461" w:rsidP="005B0461">
      <w:r>
        <w:t>232.1745</w:t>
      </w:r>
      <w:r>
        <w:tab/>
        <w:t>2.025e0</w:t>
      </w:r>
    </w:p>
    <w:p w:rsidR="005B0461" w:rsidRDefault="005B0461" w:rsidP="005B0461">
      <w:r>
        <w:t>232.1848</w:t>
      </w:r>
      <w:r>
        <w:tab/>
        <w:t>4.051e0</w:t>
      </w:r>
    </w:p>
    <w:p w:rsidR="005B0461" w:rsidRDefault="005B0461" w:rsidP="005B0461">
      <w:r>
        <w:t>232.1902</w:t>
      </w:r>
      <w:r>
        <w:tab/>
        <w:t>2.025e0</w:t>
      </w:r>
    </w:p>
    <w:p w:rsidR="005B0461" w:rsidRDefault="005B0461" w:rsidP="005B0461">
      <w:r>
        <w:t>232.2314</w:t>
      </w:r>
      <w:r>
        <w:tab/>
        <w:t>1.013e0</w:t>
      </w:r>
    </w:p>
    <w:p w:rsidR="005B0461" w:rsidRDefault="005B0461" w:rsidP="005B0461">
      <w:r>
        <w:t>232.2352</w:t>
      </w:r>
      <w:r>
        <w:tab/>
        <w:t>2.025e0</w:t>
      </w:r>
    </w:p>
    <w:p w:rsidR="005B0461" w:rsidRDefault="005B0461" w:rsidP="005B0461">
      <w:r>
        <w:t>232.2508</w:t>
      </w:r>
      <w:r>
        <w:tab/>
        <w:t>3.038e0</w:t>
      </w:r>
    </w:p>
    <w:p w:rsidR="005B0461" w:rsidRDefault="005B0461" w:rsidP="005B0461">
      <w:r>
        <w:t>232.2666</w:t>
      </w:r>
      <w:r>
        <w:tab/>
        <w:t>1.013e0</w:t>
      </w:r>
    </w:p>
    <w:p w:rsidR="005B0461" w:rsidRDefault="005B0461" w:rsidP="005B0461">
      <w:r>
        <w:t>232.2898</w:t>
      </w:r>
      <w:r>
        <w:tab/>
        <w:t>2.025e0</w:t>
      </w:r>
    </w:p>
    <w:p w:rsidR="005B0461" w:rsidRDefault="005B0461" w:rsidP="005B0461">
      <w:r>
        <w:t>232.2997</w:t>
      </w:r>
      <w:r>
        <w:tab/>
        <w:t>1.013e0</w:t>
      </w:r>
    </w:p>
    <w:p w:rsidR="005B0461" w:rsidRDefault="005B0461" w:rsidP="005B0461">
      <w:r>
        <w:t>232.3036</w:t>
      </w:r>
      <w:r>
        <w:tab/>
        <w:t>1.013e0</w:t>
      </w:r>
    </w:p>
    <w:p w:rsidR="005B0461" w:rsidRDefault="005B0461" w:rsidP="005B0461">
      <w:r>
        <w:t>232.3234</w:t>
      </w:r>
      <w:r>
        <w:tab/>
        <w:t>1.013e0</w:t>
      </w:r>
    </w:p>
    <w:p w:rsidR="005B0461" w:rsidRDefault="005B0461" w:rsidP="005B0461">
      <w:r>
        <w:t>232.3535</w:t>
      </w:r>
      <w:r>
        <w:tab/>
        <w:t>3.038e0</w:t>
      </w:r>
    </w:p>
    <w:p w:rsidR="005B0461" w:rsidRDefault="005B0461" w:rsidP="005B0461">
      <w:r>
        <w:t>232.3564</w:t>
      </w:r>
      <w:r>
        <w:tab/>
        <w:t>2.025e0</w:t>
      </w:r>
    </w:p>
    <w:p w:rsidR="005B0461" w:rsidRDefault="005B0461" w:rsidP="005B0461">
      <w:r>
        <w:t>232.3758</w:t>
      </w:r>
      <w:r>
        <w:tab/>
        <w:t>1.013e0</w:t>
      </w:r>
    </w:p>
    <w:p w:rsidR="005B0461" w:rsidRDefault="005B0461" w:rsidP="005B0461">
      <w:r>
        <w:lastRenderedPageBreak/>
        <w:t>232.4014</w:t>
      </w:r>
      <w:r>
        <w:tab/>
        <w:t>1.013e0</w:t>
      </w:r>
    </w:p>
    <w:p w:rsidR="005B0461" w:rsidRDefault="005B0461" w:rsidP="005B0461">
      <w:r>
        <w:t>232.4091</w:t>
      </w:r>
      <w:r>
        <w:tab/>
        <w:t>1.013e0</w:t>
      </w:r>
    </w:p>
    <w:p w:rsidR="005B0461" w:rsidRDefault="005B0461" w:rsidP="005B0461">
      <w:r>
        <w:t>232.4223</w:t>
      </w:r>
      <w:r>
        <w:tab/>
        <w:t>3.038e0</w:t>
      </w:r>
    </w:p>
    <w:p w:rsidR="005B0461" w:rsidRDefault="005B0461" w:rsidP="005B0461">
      <w:r>
        <w:t>232.4369</w:t>
      </w:r>
      <w:r>
        <w:tab/>
        <w:t>1.013e0</w:t>
      </w:r>
    </w:p>
    <w:p w:rsidR="005B0461" w:rsidRDefault="005B0461" w:rsidP="005B0461">
      <w:r>
        <w:t>232.4434</w:t>
      </w:r>
      <w:r>
        <w:tab/>
        <w:t>2.025e0</w:t>
      </w:r>
    </w:p>
    <w:p w:rsidR="005B0461" w:rsidRDefault="005B0461" w:rsidP="005B0461">
      <w:r>
        <w:t>232.4748</w:t>
      </w:r>
      <w:r>
        <w:tab/>
        <w:t>3.038e0</w:t>
      </w:r>
    </w:p>
    <w:p w:rsidR="005B0461" w:rsidRDefault="005B0461" w:rsidP="005B0461">
      <w:r>
        <w:t>232.4981</w:t>
      </w:r>
      <w:r>
        <w:tab/>
        <w:t>1.013e0</w:t>
      </w:r>
    </w:p>
    <w:p w:rsidR="005B0461" w:rsidRDefault="005B0461" w:rsidP="005B0461">
      <w:r>
        <w:t>232.5148</w:t>
      </w:r>
      <w:r>
        <w:tab/>
        <w:t>1.013e0</w:t>
      </w:r>
    </w:p>
    <w:p w:rsidR="005B0461" w:rsidRDefault="005B0461" w:rsidP="005B0461">
      <w:r>
        <w:t>232.5343</w:t>
      </w:r>
      <w:r>
        <w:tab/>
        <w:t>1.013e0</w:t>
      </w:r>
    </w:p>
    <w:p w:rsidR="005B0461" w:rsidRDefault="005B0461" w:rsidP="005B0461">
      <w:r>
        <w:t>232.5461</w:t>
      </w:r>
      <w:r>
        <w:tab/>
        <w:t>2.025e0</w:t>
      </w:r>
    </w:p>
    <w:p w:rsidR="005B0461" w:rsidRDefault="005B0461" w:rsidP="005B0461">
      <w:r>
        <w:t>232.5631</w:t>
      </w:r>
      <w:r>
        <w:tab/>
        <w:t>3.038e0</w:t>
      </w:r>
    </w:p>
    <w:p w:rsidR="005B0461" w:rsidRDefault="005B0461" w:rsidP="005B0461">
      <w:r>
        <w:t>232.5677</w:t>
      </w:r>
      <w:r>
        <w:tab/>
        <w:t>1.013e0</w:t>
      </w:r>
    </w:p>
    <w:p w:rsidR="005B0461" w:rsidRDefault="005B0461" w:rsidP="005B0461">
      <w:r>
        <w:t>232.5948</w:t>
      </w:r>
      <w:r>
        <w:tab/>
        <w:t>1.013e0</w:t>
      </w:r>
    </w:p>
    <w:p w:rsidR="005B0461" w:rsidRDefault="005B0461" w:rsidP="005B0461">
      <w:r>
        <w:t>232.6054</w:t>
      </w:r>
      <w:r>
        <w:tab/>
        <w:t>2.025e0</w:t>
      </w:r>
    </w:p>
    <w:p w:rsidR="005B0461" w:rsidRDefault="005B0461" w:rsidP="005B0461">
      <w:r>
        <w:t>232.6117</w:t>
      </w:r>
      <w:r>
        <w:tab/>
        <w:t>2.025e0</w:t>
      </w:r>
    </w:p>
    <w:p w:rsidR="005B0461" w:rsidRDefault="005B0461" w:rsidP="005B0461">
      <w:r>
        <w:t>232.6161</w:t>
      </w:r>
      <w:r>
        <w:tab/>
        <w:t>1.013e0</w:t>
      </w:r>
    </w:p>
    <w:p w:rsidR="005B0461" w:rsidRDefault="005B0461" w:rsidP="005B0461">
      <w:r>
        <w:t>232.6438</w:t>
      </w:r>
      <w:r>
        <w:tab/>
        <w:t>1.013e0</w:t>
      </w:r>
    </w:p>
    <w:p w:rsidR="005B0461" w:rsidRDefault="005B0461" w:rsidP="005B0461">
      <w:r>
        <w:t>232.6516</w:t>
      </w:r>
      <w:r>
        <w:tab/>
        <w:t>2.025e0</w:t>
      </w:r>
    </w:p>
    <w:p w:rsidR="005B0461" w:rsidRDefault="005B0461" w:rsidP="005B0461">
      <w:r>
        <w:t>232.6622</w:t>
      </w:r>
      <w:r>
        <w:tab/>
        <w:t>2.025e0</w:t>
      </w:r>
    </w:p>
    <w:p w:rsidR="005B0461" w:rsidRDefault="005B0461" w:rsidP="005B0461">
      <w:r>
        <w:lastRenderedPageBreak/>
        <w:t>232.6888</w:t>
      </w:r>
      <w:r>
        <w:tab/>
        <w:t>1.013e0</w:t>
      </w:r>
    </w:p>
    <w:p w:rsidR="005B0461" w:rsidRDefault="005B0461" w:rsidP="005B0461">
      <w:r>
        <w:t>232.7254</w:t>
      </w:r>
      <w:r>
        <w:tab/>
        <w:t>1.013e0</w:t>
      </w:r>
    </w:p>
    <w:p w:rsidR="005B0461" w:rsidRDefault="005B0461" w:rsidP="005B0461">
      <w:r>
        <w:t>232.7778</w:t>
      </w:r>
      <w:r>
        <w:tab/>
        <w:t>1.013e0</w:t>
      </w:r>
    </w:p>
    <w:p w:rsidR="005B0461" w:rsidRDefault="005B0461" w:rsidP="005B0461">
      <w:r>
        <w:t>232.7965</w:t>
      </w:r>
      <w:r>
        <w:tab/>
        <w:t>2.025e0</w:t>
      </w:r>
    </w:p>
    <w:p w:rsidR="005B0461" w:rsidRDefault="005B0461" w:rsidP="005B0461">
      <w:r>
        <w:t>232.8551</w:t>
      </w:r>
      <w:r>
        <w:tab/>
        <w:t>1.013e0</w:t>
      </w:r>
    </w:p>
    <w:p w:rsidR="005B0461" w:rsidRDefault="005B0461" w:rsidP="005B0461">
      <w:r>
        <w:t>232.8637</w:t>
      </w:r>
      <w:r>
        <w:tab/>
        <w:t>3.038e0</w:t>
      </w:r>
    </w:p>
    <w:p w:rsidR="005B0461" w:rsidRDefault="005B0461" w:rsidP="005B0461">
      <w:r>
        <w:t>232.8955</w:t>
      </w:r>
      <w:r>
        <w:tab/>
        <w:t>2.025e0</w:t>
      </w:r>
    </w:p>
    <w:p w:rsidR="005B0461" w:rsidRDefault="005B0461" w:rsidP="005B0461">
      <w:r>
        <w:t>232.9099</w:t>
      </w:r>
      <w:r>
        <w:tab/>
        <w:t>2.025e0</w:t>
      </w:r>
    </w:p>
    <w:p w:rsidR="005B0461" w:rsidRDefault="005B0461" w:rsidP="005B0461">
      <w:r>
        <w:t>232.9353</w:t>
      </w:r>
      <w:r>
        <w:tab/>
        <w:t>1.013e0</w:t>
      </w:r>
    </w:p>
    <w:p w:rsidR="005B0461" w:rsidRDefault="005B0461" w:rsidP="005B0461">
      <w:r>
        <w:t>232.9462</w:t>
      </w:r>
      <w:r>
        <w:tab/>
        <w:t>5.063e0</w:t>
      </w:r>
    </w:p>
    <w:p w:rsidR="005B0461" w:rsidRDefault="005B0461" w:rsidP="005B0461">
      <w:r>
        <w:t>232.9485</w:t>
      </w:r>
      <w:r>
        <w:tab/>
        <w:t>1.013e0</w:t>
      </w:r>
    </w:p>
    <w:p w:rsidR="005B0461" w:rsidRDefault="005B0461" w:rsidP="005B0461">
      <w:r>
        <w:t>232.9497</w:t>
      </w:r>
      <w:r>
        <w:tab/>
        <w:t>2.025e0</w:t>
      </w:r>
    </w:p>
    <w:p w:rsidR="005B0461" w:rsidRDefault="005B0461" w:rsidP="005B0461">
      <w:r>
        <w:t>232.9850</w:t>
      </w:r>
      <w:r>
        <w:tab/>
        <w:t>3.009e0</w:t>
      </w:r>
    </w:p>
    <w:p w:rsidR="005B0461" w:rsidRDefault="005B0461" w:rsidP="005B0461">
      <w:r>
        <w:t>232.9922</w:t>
      </w:r>
      <w:r>
        <w:tab/>
        <w:t>1.789e0</w:t>
      </w:r>
    </w:p>
    <w:p w:rsidR="005B0461" w:rsidRDefault="005B0461" w:rsidP="005B0461">
      <w:r>
        <w:t>232.9966</w:t>
      </w:r>
      <w:r>
        <w:tab/>
        <w:t>1.141e0</w:t>
      </w:r>
    </w:p>
    <w:p w:rsidR="005B0461" w:rsidRDefault="005B0461" w:rsidP="005B0461">
      <w:r>
        <w:t>233.0215</w:t>
      </w:r>
      <w:r>
        <w:tab/>
        <w:t>1.504e0</w:t>
      </w:r>
    </w:p>
    <w:p w:rsidR="005B0461" w:rsidRDefault="005B0461" w:rsidP="005B0461">
      <w:r>
        <w:t>233.0260</w:t>
      </w:r>
      <w:r>
        <w:tab/>
        <w:t>2.557e0</w:t>
      </w:r>
    </w:p>
    <w:p w:rsidR="005B0461" w:rsidRDefault="005B0461" w:rsidP="005B0461">
      <w:r>
        <w:t>233.0491</w:t>
      </w:r>
      <w:r>
        <w:tab/>
        <w:t>1.013e0</w:t>
      </w:r>
    </w:p>
    <w:p w:rsidR="005B0461" w:rsidRDefault="005B0461" w:rsidP="005B0461">
      <w:r>
        <w:t>233.0537</w:t>
      </w:r>
      <w:r>
        <w:tab/>
        <w:t>1.270e0</w:t>
      </w:r>
    </w:p>
    <w:p w:rsidR="005B0461" w:rsidRDefault="005B0461" w:rsidP="005B0461">
      <w:r>
        <w:lastRenderedPageBreak/>
        <w:t>233.0640</w:t>
      </w:r>
      <w:r>
        <w:tab/>
        <w:t>1.162e0</w:t>
      </w:r>
    </w:p>
    <w:p w:rsidR="005B0461" w:rsidRDefault="005B0461" w:rsidP="005B0461">
      <w:r>
        <w:t>233.0781</w:t>
      </w:r>
      <w:r>
        <w:tab/>
        <w:t>2.025e0</w:t>
      </w:r>
    </w:p>
    <w:p w:rsidR="005B0461" w:rsidRDefault="005B0461" w:rsidP="005B0461">
      <w:r>
        <w:t>233.0845</w:t>
      </w:r>
      <w:r>
        <w:tab/>
        <w:t>8.249e0</w:t>
      </w:r>
    </w:p>
    <w:p w:rsidR="005B0461" w:rsidRDefault="005B0461" w:rsidP="005B0461">
      <w:r>
        <w:t>233.0895</w:t>
      </w:r>
      <w:r>
        <w:tab/>
        <w:t>5.925e0</w:t>
      </w:r>
    </w:p>
    <w:p w:rsidR="005B0461" w:rsidRDefault="005B0461" w:rsidP="005B0461">
      <w:r>
        <w:t>233.0996</w:t>
      </w:r>
      <w:r>
        <w:tab/>
        <w:t>3.638e0</w:t>
      </w:r>
    </w:p>
    <w:p w:rsidR="005B0461" w:rsidRDefault="005B0461" w:rsidP="005B0461">
      <w:r>
        <w:t>233.1177</w:t>
      </w:r>
      <w:r>
        <w:tab/>
        <w:t>4.921e0</w:t>
      </w:r>
    </w:p>
    <w:p w:rsidR="005B0461" w:rsidRDefault="005B0461" w:rsidP="005B0461">
      <w:r>
        <w:t>233.1242</w:t>
      </w:r>
      <w:r>
        <w:tab/>
        <w:t>5.823e0</w:t>
      </w:r>
    </w:p>
    <w:p w:rsidR="005B0461" w:rsidRDefault="005B0461" w:rsidP="005B0461">
      <w:r>
        <w:t>233.1349</w:t>
      </w:r>
      <w:r>
        <w:tab/>
        <w:t>1.616e0</w:t>
      </w:r>
    </w:p>
    <w:p w:rsidR="005B0461" w:rsidRDefault="005B0461" w:rsidP="005B0461">
      <w:r>
        <w:t>233.1466</w:t>
      </w:r>
      <w:r>
        <w:tab/>
        <w:t>1.013e0</w:t>
      </w:r>
    </w:p>
    <w:p w:rsidR="005B0461" w:rsidRDefault="005B0461" w:rsidP="005B0461">
      <w:r>
        <w:t>233.1484</w:t>
      </w:r>
      <w:r>
        <w:tab/>
        <w:t>1.788e0</w:t>
      </w:r>
    </w:p>
    <w:p w:rsidR="005B0461" w:rsidRDefault="005B0461" w:rsidP="005B0461">
      <w:r>
        <w:t>233.1669</w:t>
      </w:r>
      <w:r>
        <w:tab/>
        <w:t>2.025e0</w:t>
      </w:r>
    </w:p>
    <w:p w:rsidR="005B0461" w:rsidRDefault="005B0461" w:rsidP="005B0461">
      <w:r>
        <w:t>233.1732</w:t>
      </w:r>
      <w:r>
        <w:tab/>
        <w:t>1.820e0</w:t>
      </w:r>
    </w:p>
    <w:p w:rsidR="005B0461" w:rsidRDefault="005B0461" w:rsidP="005B0461">
      <w:r>
        <w:t>233.1956</w:t>
      </w:r>
      <w:r>
        <w:tab/>
        <w:t>1.013e0</w:t>
      </w:r>
    </w:p>
    <w:p w:rsidR="005B0461" w:rsidRDefault="005B0461" w:rsidP="005B0461">
      <w:r>
        <w:t>233.1975</w:t>
      </w:r>
      <w:r>
        <w:tab/>
        <w:t>2.025e0</w:t>
      </w:r>
    </w:p>
    <w:p w:rsidR="005B0461" w:rsidRDefault="005B0461" w:rsidP="005B0461">
      <w:r>
        <w:t>233.2112</w:t>
      </w:r>
      <w:r>
        <w:tab/>
        <w:t>2.025e0</w:t>
      </w:r>
    </w:p>
    <w:p w:rsidR="005B0461" w:rsidRDefault="005B0461" w:rsidP="005B0461">
      <w:r>
        <w:t>233.2287</w:t>
      </w:r>
      <w:r>
        <w:tab/>
        <w:t>1.013e0</w:t>
      </w:r>
    </w:p>
    <w:p w:rsidR="005B0461" w:rsidRDefault="005B0461" w:rsidP="005B0461">
      <w:r>
        <w:t>233.2368</w:t>
      </w:r>
      <w:r>
        <w:tab/>
        <w:t>2.025e0</w:t>
      </w:r>
    </w:p>
    <w:p w:rsidR="005B0461" w:rsidRDefault="005B0461" w:rsidP="005B0461">
      <w:r>
        <w:t>233.2406</w:t>
      </w:r>
      <w:r>
        <w:tab/>
        <w:t>2.025e0</w:t>
      </w:r>
    </w:p>
    <w:p w:rsidR="005B0461" w:rsidRDefault="005B0461" w:rsidP="005B0461">
      <w:r>
        <w:t>233.2523</w:t>
      </w:r>
      <w:r>
        <w:tab/>
        <w:t>1.013e0</w:t>
      </w:r>
    </w:p>
    <w:p w:rsidR="005B0461" w:rsidRDefault="005B0461" w:rsidP="005B0461">
      <w:r>
        <w:lastRenderedPageBreak/>
        <w:t>233.2601</w:t>
      </w:r>
      <w:r>
        <w:tab/>
        <w:t>1.013e0</w:t>
      </w:r>
    </w:p>
    <w:p w:rsidR="005B0461" w:rsidRDefault="005B0461" w:rsidP="005B0461">
      <w:r>
        <w:t>233.2639</w:t>
      </w:r>
      <w:r>
        <w:tab/>
        <w:t>1.013e0</w:t>
      </w:r>
    </w:p>
    <w:p w:rsidR="005B0461" w:rsidRDefault="005B0461" w:rsidP="005B0461">
      <w:r>
        <w:t>233.3697</w:t>
      </w:r>
      <w:r>
        <w:tab/>
        <w:t>1.013e0</w:t>
      </w:r>
    </w:p>
    <w:p w:rsidR="005B0461" w:rsidRDefault="005B0461" w:rsidP="005B0461">
      <w:r>
        <w:t>233.4051</w:t>
      </w:r>
      <w:r>
        <w:tab/>
        <w:t>2.025e0</w:t>
      </w:r>
    </w:p>
    <w:p w:rsidR="005B0461" w:rsidRDefault="005B0461" w:rsidP="005B0461">
      <w:r>
        <w:t>233.4148</w:t>
      </w:r>
      <w:r>
        <w:tab/>
        <w:t>1.013e0</w:t>
      </w:r>
    </w:p>
    <w:p w:rsidR="005B0461" w:rsidRDefault="005B0461" w:rsidP="005B0461">
      <w:r>
        <w:t>233.4435</w:t>
      </w:r>
      <w:r>
        <w:tab/>
        <w:t>1.013e0</w:t>
      </w:r>
    </w:p>
    <w:p w:rsidR="005B0461" w:rsidRDefault="005B0461" w:rsidP="005B0461">
      <w:r>
        <w:t>233.4755</w:t>
      </w:r>
      <w:r>
        <w:tab/>
        <w:t>1.013e0</w:t>
      </w:r>
    </w:p>
    <w:p w:rsidR="005B0461" w:rsidRDefault="005B0461" w:rsidP="005B0461">
      <w:r>
        <w:t>233.4774</w:t>
      </w:r>
      <w:r>
        <w:tab/>
        <w:t>2.025e0</w:t>
      </w:r>
    </w:p>
    <w:p w:rsidR="005B0461" w:rsidRDefault="005B0461" w:rsidP="005B0461">
      <w:r>
        <w:t>233.4832</w:t>
      </w:r>
      <w:r>
        <w:tab/>
        <w:t>1.013e0</w:t>
      </w:r>
    </w:p>
    <w:p w:rsidR="005B0461" w:rsidRDefault="005B0461" w:rsidP="005B0461">
      <w:r>
        <w:t>233.4961</w:t>
      </w:r>
      <w:r>
        <w:tab/>
        <w:t>1.013e0</w:t>
      </w:r>
    </w:p>
    <w:p w:rsidR="005B0461" w:rsidRDefault="005B0461" w:rsidP="005B0461">
      <w:r>
        <w:t>233.5049</w:t>
      </w:r>
      <w:r>
        <w:tab/>
        <w:t>1.013e0</w:t>
      </w:r>
    </w:p>
    <w:p w:rsidR="005B0461" w:rsidRDefault="005B0461" w:rsidP="005B0461">
      <w:r>
        <w:t>233.5225</w:t>
      </w:r>
      <w:r>
        <w:tab/>
        <w:t>2.025e0</w:t>
      </w:r>
    </w:p>
    <w:p w:rsidR="005B0461" w:rsidRDefault="005B0461" w:rsidP="005B0461">
      <w:r>
        <w:t>233.5323</w:t>
      </w:r>
      <w:r>
        <w:tab/>
        <w:t>1.013e0</w:t>
      </w:r>
    </w:p>
    <w:p w:rsidR="005B0461" w:rsidRDefault="005B0461" w:rsidP="005B0461">
      <w:r>
        <w:t>233.5432</w:t>
      </w:r>
      <w:r>
        <w:tab/>
        <w:t>2.025e0</w:t>
      </w:r>
    </w:p>
    <w:p w:rsidR="005B0461" w:rsidRDefault="005B0461" w:rsidP="005B0461">
      <w:r>
        <w:t>233.5832</w:t>
      </w:r>
      <w:r>
        <w:tab/>
        <w:t>2.025e0</w:t>
      </w:r>
    </w:p>
    <w:p w:rsidR="005B0461" w:rsidRDefault="005B0461" w:rsidP="005B0461">
      <w:r>
        <w:t>233.5852</w:t>
      </w:r>
      <w:r>
        <w:tab/>
        <w:t>1.013e0</w:t>
      </w:r>
    </w:p>
    <w:p w:rsidR="005B0461" w:rsidRDefault="005B0461" w:rsidP="005B0461">
      <w:r>
        <w:t>233.5928</w:t>
      </w:r>
      <w:r>
        <w:tab/>
        <w:t>1.013e0</w:t>
      </w:r>
    </w:p>
    <w:p w:rsidR="005B0461" w:rsidRDefault="005B0461" w:rsidP="005B0461">
      <w:r>
        <w:t>233.6174</w:t>
      </w:r>
      <w:r>
        <w:tab/>
        <w:t>2.025e0</w:t>
      </w:r>
    </w:p>
    <w:p w:rsidR="005B0461" w:rsidRDefault="005B0461" w:rsidP="005B0461">
      <w:r>
        <w:t>233.6496</w:t>
      </w:r>
      <w:r>
        <w:tab/>
        <w:t>1.013e0</w:t>
      </w:r>
    </w:p>
    <w:p w:rsidR="005B0461" w:rsidRDefault="005B0461" w:rsidP="005B0461">
      <w:r>
        <w:lastRenderedPageBreak/>
        <w:t>233.6754</w:t>
      </w:r>
      <w:r>
        <w:tab/>
        <w:t>1.013e0</w:t>
      </w:r>
    </w:p>
    <w:p w:rsidR="005B0461" w:rsidRDefault="005B0461" w:rsidP="005B0461">
      <w:r>
        <w:t>233.6831</w:t>
      </w:r>
      <w:r>
        <w:tab/>
        <w:t>1.013e0</w:t>
      </w:r>
    </w:p>
    <w:p w:rsidR="005B0461" w:rsidRDefault="005B0461" w:rsidP="005B0461">
      <w:r>
        <w:t>233.7025</w:t>
      </w:r>
      <w:r>
        <w:tab/>
        <w:t>1.013e0</w:t>
      </w:r>
    </w:p>
    <w:p w:rsidR="005B0461" w:rsidRDefault="005B0461" w:rsidP="005B0461">
      <w:r>
        <w:t>233.7067</w:t>
      </w:r>
      <w:r>
        <w:tab/>
        <w:t>1.013e0</w:t>
      </w:r>
    </w:p>
    <w:p w:rsidR="005B0461" w:rsidRDefault="005B0461" w:rsidP="005B0461">
      <w:r>
        <w:t>233.7283</w:t>
      </w:r>
      <w:r>
        <w:tab/>
        <w:t>1.013e0</w:t>
      </w:r>
    </w:p>
    <w:p w:rsidR="005B0461" w:rsidRDefault="005B0461" w:rsidP="005B0461">
      <w:r>
        <w:t>233.7725</w:t>
      </w:r>
      <w:r>
        <w:tab/>
        <w:t>1.013e0</w:t>
      </w:r>
    </w:p>
    <w:p w:rsidR="005B0461" w:rsidRDefault="005B0461" w:rsidP="005B0461">
      <w:r>
        <w:t>233.7851</w:t>
      </w:r>
      <w:r>
        <w:tab/>
        <w:t>1.013e0</w:t>
      </w:r>
    </w:p>
    <w:p w:rsidR="005B0461" w:rsidRDefault="005B0461" w:rsidP="005B0461">
      <w:r>
        <w:t>233.8006</w:t>
      </w:r>
      <w:r>
        <w:tab/>
        <w:t>1.013e0</w:t>
      </w:r>
    </w:p>
    <w:p w:rsidR="005B0461" w:rsidRDefault="005B0461" w:rsidP="005B0461">
      <w:r>
        <w:t>233.8164</w:t>
      </w:r>
      <w:r>
        <w:tab/>
        <w:t>2.025e0</w:t>
      </w:r>
    </w:p>
    <w:p w:rsidR="005B0461" w:rsidRDefault="005B0461" w:rsidP="005B0461">
      <w:r>
        <w:t>233.8252</w:t>
      </w:r>
      <w:r>
        <w:tab/>
        <w:t>1.013e0</w:t>
      </w:r>
    </w:p>
    <w:p w:rsidR="005B0461" w:rsidRDefault="005B0461" w:rsidP="005B0461">
      <w:r>
        <w:t>233.8496</w:t>
      </w:r>
      <w:r>
        <w:tab/>
        <w:t>1.013e0</w:t>
      </w:r>
    </w:p>
    <w:p w:rsidR="005B0461" w:rsidRDefault="005B0461" w:rsidP="005B0461">
      <w:r>
        <w:t>233.8516</w:t>
      </w:r>
      <w:r>
        <w:tab/>
        <w:t>3.038e0</w:t>
      </w:r>
    </w:p>
    <w:p w:rsidR="005B0461" w:rsidRDefault="005B0461" w:rsidP="005B0461">
      <w:r>
        <w:t>233.8613</w:t>
      </w:r>
      <w:r>
        <w:tab/>
        <w:t>1.013e0</w:t>
      </w:r>
    </w:p>
    <w:p w:rsidR="005B0461" w:rsidRDefault="005B0461" w:rsidP="005B0461">
      <w:r>
        <w:t>233.8895</w:t>
      </w:r>
      <w:r>
        <w:tab/>
        <w:t>2.025e0</w:t>
      </w:r>
    </w:p>
    <w:p w:rsidR="005B0461" w:rsidRDefault="005B0461" w:rsidP="005B0461">
      <w:r>
        <w:t>233.9161</w:t>
      </w:r>
      <w:r>
        <w:tab/>
        <w:t>2.025e0</w:t>
      </w:r>
    </w:p>
    <w:p w:rsidR="005B0461" w:rsidRDefault="005B0461" w:rsidP="005B0461">
      <w:r>
        <w:t>233.9219</w:t>
      </w:r>
      <w:r>
        <w:tab/>
        <w:t>1.013e0</w:t>
      </w:r>
    </w:p>
    <w:p w:rsidR="005B0461" w:rsidRDefault="005B0461" w:rsidP="005B0461">
      <w:r>
        <w:t>233.9350</w:t>
      </w:r>
      <w:r>
        <w:tab/>
        <w:t>1.013e0</w:t>
      </w:r>
    </w:p>
    <w:p w:rsidR="005B0461" w:rsidRDefault="005B0461" w:rsidP="005B0461">
      <w:r>
        <w:t>233.9873</w:t>
      </w:r>
      <w:r>
        <w:tab/>
        <w:t>3.672e0</w:t>
      </w:r>
    </w:p>
    <w:p w:rsidR="005B0461" w:rsidRDefault="005B0461" w:rsidP="005B0461">
      <w:r>
        <w:t>233.9945</w:t>
      </w:r>
      <w:r>
        <w:tab/>
        <w:t>2.927e0</w:t>
      </w:r>
    </w:p>
    <w:p w:rsidR="005B0461" w:rsidRDefault="005B0461" w:rsidP="005B0461">
      <w:r>
        <w:lastRenderedPageBreak/>
        <w:t>233.9995</w:t>
      </w:r>
      <w:r>
        <w:tab/>
        <w:t>2.311e0</w:t>
      </w:r>
    </w:p>
    <w:p w:rsidR="005B0461" w:rsidRDefault="005B0461" w:rsidP="005B0461">
      <w:r>
        <w:t>234.0066</w:t>
      </w:r>
      <w:r>
        <w:tab/>
        <w:t>1.694e0</w:t>
      </w:r>
    </w:p>
    <w:p w:rsidR="005B0461" w:rsidRDefault="005B0461" w:rsidP="005B0461">
      <w:r>
        <w:t>234.0225</w:t>
      </w:r>
      <w:r>
        <w:tab/>
        <w:t>3.625e0</w:t>
      </w:r>
    </w:p>
    <w:p w:rsidR="005B0461" w:rsidRDefault="005B0461" w:rsidP="005B0461">
      <w:r>
        <w:t>234.0553</w:t>
      </w:r>
      <w:r>
        <w:tab/>
        <w:t>3.445e0</w:t>
      </w:r>
    </w:p>
    <w:p w:rsidR="005B0461" w:rsidRDefault="005B0461" w:rsidP="005B0461">
      <w:r>
        <w:t>234.0987</w:t>
      </w:r>
      <w:r>
        <w:tab/>
        <w:t>1.665e2</w:t>
      </w:r>
    </w:p>
    <w:p w:rsidR="005B0461" w:rsidRDefault="005B0461" w:rsidP="005B0461">
      <w:r>
        <w:t>234.0997</w:t>
      </w:r>
      <w:r>
        <w:tab/>
        <w:t>5.572e1</w:t>
      </w:r>
    </w:p>
    <w:p w:rsidR="005B0461" w:rsidRDefault="005B0461" w:rsidP="005B0461">
      <w:r>
        <w:t>234.1456</w:t>
      </w:r>
      <w:r>
        <w:tab/>
        <w:t>4.051e0</w:t>
      </w:r>
    </w:p>
    <w:p w:rsidR="005B0461" w:rsidRDefault="005B0461" w:rsidP="005B0461">
      <w:r>
        <w:t>234.1642</w:t>
      </w:r>
      <w:r>
        <w:tab/>
        <w:t>2.714e0</w:t>
      </w:r>
    </w:p>
    <w:p w:rsidR="005B0461" w:rsidRDefault="005B0461" w:rsidP="005B0461">
      <w:r>
        <w:t>234.1828</w:t>
      </w:r>
      <w:r>
        <w:tab/>
        <w:t>1.013e0</w:t>
      </w:r>
    </w:p>
    <w:p w:rsidR="005B0461" w:rsidRDefault="005B0461" w:rsidP="005B0461">
      <w:r>
        <w:t>234.1867</w:t>
      </w:r>
      <w:r>
        <w:tab/>
        <w:t>2.025e0</w:t>
      </w:r>
    </w:p>
    <w:p w:rsidR="005B0461" w:rsidRDefault="005B0461" w:rsidP="005B0461">
      <w:r>
        <w:t>234.1918</w:t>
      </w:r>
      <w:r>
        <w:tab/>
        <w:t>3.038e0</w:t>
      </w:r>
    </w:p>
    <w:p w:rsidR="005B0461" w:rsidRDefault="005B0461" w:rsidP="005B0461">
      <w:r>
        <w:t>234.2053</w:t>
      </w:r>
      <w:r>
        <w:tab/>
        <w:t>3.038e0</w:t>
      </w:r>
    </w:p>
    <w:p w:rsidR="005B0461" w:rsidRDefault="005B0461" w:rsidP="005B0461">
      <w:r>
        <w:t>234.2162</w:t>
      </w:r>
      <w:r>
        <w:tab/>
        <w:t>1.013e0</w:t>
      </w:r>
    </w:p>
    <w:p w:rsidR="005B0461" w:rsidRDefault="005B0461" w:rsidP="005B0461">
      <w:r>
        <w:t>234.2318</w:t>
      </w:r>
      <w:r>
        <w:tab/>
        <w:t>1.013e0</w:t>
      </w:r>
    </w:p>
    <w:p w:rsidR="005B0461" w:rsidRDefault="005B0461" w:rsidP="005B0461">
      <w:r>
        <w:t>234.2357</w:t>
      </w:r>
      <w:r>
        <w:tab/>
        <w:t>3.038e0</w:t>
      </w:r>
    </w:p>
    <w:p w:rsidR="005B0461" w:rsidRDefault="005B0461" w:rsidP="005B0461">
      <w:r>
        <w:t>234.2602</w:t>
      </w:r>
      <w:r>
        <w:tab/>
        <w:t>2.025e0</w:t>
      </w:r>
    </w:p>
    <w:p w:rsidR="005B0461" w:rsidRDefault="005B0461" w:rsidP="005B0461">
      <w:r>
        <w:t>234.2642</w:t>
      </w:r>
      <w:r>
        <w:tab/>
        <w:t>2.025e0</w:t>
      </w:r>
    </w:p>
    <w:p w:rsidR="005B0461" w:rsidRDefault="005B0461" w:rsidP="005B0461">
      <w:r>
        <w:t>234.3002</w:t>
      </w:r>
      <w:r>
        <w:tab/>
        <w:t>1.013e0</w:t>
      </w:r>
    </w:p>
    <w:p w:rsidR="005B0461" w:rsidRDefault="005B0461" w:rsidP="005B0461">
      <w:r>
        <w:t>234.3278</w:t>
      </w:r>
      <w:r>
        <w:tab/>
        <w:t>2.025e0</w:t>
      </w:r>
    </w:p>
    <w:p w:rsidR="005B0461" w:rsidRDefault="005B0461" w:rsidP="005B0461">
      <w:r>
        <w:lastRenderedPageBreak/>
        <w:t>234.3494</w:t>
      </w:r>
      <w:r>
        <w:tab/>
        <w:t>1.013e0</w:t>
      </w:r>
    </w:p>
    <w:p w:rsidR="005B0461" w:rsidRDefault="005B0461" w:rsidP="005B0461">
      <w:r>
        <w:t>234.3746</w:t>
      </w:r>
      <w:r>
        <w:tab/>
        <w:t>2.025e0</w:t>
      </w:r>
    </w:p>
    <w:p w:rsidR="005B0461" w:rsidRDefault="005B0461" w:rsidP="005B0461">
      <w:r>
        <w:t>234.3945</w:t>
      </w:r>
      <w:r>
        <w:tab/>
        <w:t>4.051e0</w:t>
      </w:r>
    </w:p>
    <w:p w:rsidR="005B0461" w:rsidRDefault="005B0461" w:rsidP="005B0461">
      <w:r>
        <w:t>234.4023</w:t>
      </w:r>
      <w:r>
        <w:tab/>
        <w:t>1.013e0</w:t>
      </w:r>
    </w:p>
    <w:p w:rsidR="005B0461" w:rsidRDefault="005B0461" w:rsidP="005B0461">
      <w:r>
        <w:t>234.4318</w:t>
      </w:r>
      <w:r>
        <w:tab/>
        <w:t>1.013e0</w:t>
      </w:r>
    </w:p>
    <w:p w:rsidR="005B0461" w:rsidRDefault="005B0461" w:rsidP="005B0461">
      <w:r>
        <w:t>234.4435</w:t>
      </w:r>
      <w:r>
        <w:tab/>
        <w:t>1.013e0</w:t>
      </w:r>
    </w:p>
    <w:p w:rsidR="005B0461" w:rsidRDefault="005B0461" w:rsidP="005B0461">
      <w:r>
        <w:t>234.4591</w:t>
      </w:r>
      <w:r>
        <w:tab/>
        <w:t>1.013e0</w:t>
      </w:r>
    </w:p>
    <w:p w:rsidR="005B0461" w:rsidRDefault="005B0461" w:rsidP="005B0461">
      <w:r>
        <w:t>234.4658</w:t>
      </w:r>
      <w:r>
        <w:tab/>
        <w:t>2.025e0</w:t>
      </w:r>
    </w:p>
    <w:p w:rsidR="005B0461" w:rsidRDefault="005B0461" w:rsidP="005B0461">
      <w:r>
        <w:t>234.4670</w:t>
      </w:r>
      <w:r>
        <w:tab/>
        <w:t>1.013e0</w:t>
      </w:r>
    </w:p>
    <w:p w:rsidR="005B0461" w:rsidRDefault="005B0461" w:rsidP="005B0461">
      <w:r>
        <w:t>234.4927</w:t>
      </w:r>
      <w:r>
        <w:tab/>
        <w:t>2.025e0</w:t>
      </w:r>
    </w:p>
    <w:p w:rsidR="005B0461" w:rsidRDefault="005B0461" w:rsidP="005B0461">
      <w:r>
        <w:t>234.5121</w:t>
      </w:r>
      <w:r>
        <w:tab/>
        <w:t>2.025e0</w:t>
      </w:r>
    </w:p>
    <w:p w:rsidR="005B0461" w:rsidRDefault="005B0461" w:rsidP="005B0461">
      <w:r>
        <w:t>234.5247</w:t>
      </w:r>
      <w:r>
        <w:tab/>
        <w:t>2.025e0</w:t>
      </w:r>
    </w:p>
    <w:p w:rsidR="005B0461" w:rsidRDefault="005B0461" w:rsidP="005B0461">
      <w:r>
        <w:t>234.5330</w:t>
      </w:r>
      <w:r>
        <w:tab/>
        <w:t>1.013e0</w:t>
      </w:r>
    </w:p>
    <w:p w:rsidR="005B0461" w:rsidRDefault="005B0461" w:rsidP="005B0461">
      <w:r>
        <w:t>234.5374</w:t>
      </w:r>
      <w:r>
        <w:tab/>
        <w:t>1.013e0</w:t>
      </w:r>
    </w:p>
    <w:p w:rsidR="005B0461" w:rsidRDefault="005B0461" w:rsidP="005B0461">
      <w:r>
        <w:t>234.5456</w:t>
      </w:r>
      <w:r>
        <w:tab/>
        <w:t>1.013e0</w:t>
      </w:r>
    </w:p>
    <w:p w:rsidR="005B0461" w:rsidRDefault="005B0461" w:rsidP="005B0461">
      <w:r>
        <w:t>234.5650</w:t>
      </w:r>
      <w:r>
        <w:tab/>
        <w:t>2.025e0</w:t>
      </w:r>
    </w:p>
    <w:p w:rsidR="005B0461" w:rsidRDefault="005B0461" w:rsidP="005B0461">
      <w:r>
        <w:t>234.5752</w:t>
      </w:r>
      <w:r>
        <w:tab/>
        <w:t>2.025e0</w:t>
      </w:r>
    </w:p>
    <w:p w:rsidR="005B0461" w:rsidRDefault="005B0461" w:rsidP="005B0461">
      <w:r>
        <w:t>234.5902</w:t>
      </w:r>
      <w:r>
        <w:tab/>
        <w:t>1.013e0</w:t>
      </w:r>
    </w:p>
    <w:p w:rsidR="005B0461" w:rsidRDefault="005B0461" w:rsidP="005B0461">
      <w:r>
        <w:t>234.6024</w:t>
      </w:r>
      <w:r>
        <w:tab/>
        <w:t>1.013e0</w:t>
      </w:r>
    </w:p>
    <w:p w:rsidR="005B0461" w:rsidRDefault="005B0461" w:rsidP="005B0461">
      <w:r>
        <w:lastRenderedPageBreak/>
        <w:t>234.6102</w:t>
      </w:r>
      <w:r>
        <w:tab/>
        <w:t>1.013e0</w:t>
      </w:r>
    </w:p>
    <w:p w:rsidR="005B0461" w:rsidRDefault="005B0461" w:rsidP="005B0461">
      <w:r>
        <w:t>234.6304</w:t>
      </w:r>
      <w:r>
        <w:tab/>
        <w:t>2.025e0</w:t>
      </w:r>
    </w:p>
    <w:p w:rsidR="005B0461" w:rsidRDefault="005B0461" w:rsidP="005B0461">
      <w:r>
        <w:t>234.6554</w:t>
      </w:r>
      <w:r>
        <w:tab/>
        <w:t>1.013e0</w:t>
      </w:r>
    </w:p>
    <w:p w:rsidR="005B0461" w:rsidRDefault="005B0461" w:rsidP="005B0461">
      <w:r>
        <w:t>234.6592</w:t>
      </w:r>
      <w:r>
        <w:tab/>
        <w:t>1.013e0</w:t>
      </w:r>
    </w:p>
    <w:p w:rsidR="005B0461" w:rsidRDefault="005B0461" w:rsidP="005B0461">
      <w:r>
        <w:t>234.6798</w:t>
      </w:r>
      <w:r>
        <w:tab/>
        <w:t>2.025e0</w:t>
      </w:r>
    </w:p>
    <w:p w:rsidR="005B0461" w:rsidRDefault="005B0461" w:rsidP="005B0461">
      <w:r>
        <w:t>234.6927</w:t>
      </w:r>
      <w:r>
        <w:tab/>
        <w:t>3.038e0</w:t>
      </w:r>
    </w:p>
    <w:p w:rsidR="005B0461" w:rsidRDefault="005B0461" w:rsidP="005B0461">
      <w:r>
        <w:t>234.7003</w:t>
      </w:r>
      <w:r>
        <w:tab/>
        <w:t>1.013e0</w:t>
      </w:r>
    </w:p>
    <w:p w:rsidR="005B0461" w:rsidRDefault="005B0461" w:rsidP="005B0461">
      <w:r>
        <w:t>234.7161</w:t>
      </w:r>
      <w:r>
        <w:tab/>
        <w:t>3.038e0</w:t>
      </w:r>
    </w:p>
    <w:p w:rsidR="005B0461" w:rsidRDefault="005B0461" w:rsidP="005B0461">
      <w:r>
        <w:t>234.7220</w:t>
      </w:r>
      <w:r>
        <w:tab/>
        <w:t>2.025e0</w:t>
      </w:r>
    </w:p>
    <w:p w:rsidR="005B0461" w:rsidRDefault="005B0461" w:rsidP="005B0461">
      <w:r>
        <w:t>234.7400</w:t>
      </w:r>
      <w:r>
        <w:tab/>
        <w:t>1.013e0</w:t>
      </w:r>
    </w:p>
    <w:p w:rsidR="005B0461" w:rsidRDefault="005B0461" w:rsidP="005B0461">
      <w:r>
        <w:t>234.7488</w:t>
      </w:r>
      <w:r>
        <w:tab/>
        <w:t>1.013e0</w:t>
      </w:r>
    </w:p>
    <w:p w:rsidR="005B0461" w:rsidRDefault="005B0461" w:rsidP="005B0461">
      <w:r>
        <w:t>234.7550</w:t>
      </w:r>
      <w:r>
        <w:tab/>
        <w:t>2.025e0</w:t>
      </w:r>
    </w:p>
    <w:p w:rsidR="005B0461" w:rsidRDefault="005B0461" w:rsidP="005B0461">
      <w:r>
        <w:t>234.7796</w:t>
      </w:r>
      <w:r>
        <w:tab/>
        <w:t>3.962e0</w:t>
      </w:r>
    </w:p>
    <w:p w:rsidR="005B0461" w:rsidRDefault="005B0461" w:rsidP="005B0461">
      <w:r>
        <w:t>234.8105</w:t>
      </w:r>
      <w:r>
        <w:tab/>
        <w:t>1.013e0</w:t>
      </w:r>
    </w:p>
    <w:p w:rsidR="005B0461" w:rsidRDefault="005B0461" w:rsidP="005B0461">
      <w:r>
        <w:t>234.8143</w:t>
      </w:r>
      <w:r>
        <w:tab/>
        <w:t>2.025e0</w:t>
      </w:r>
    </w:p>
    <w:p w:rsidR="005B0461" w:rsidRDefault="005B0461" w:rsidP="005B0461">
      <w:r>
        <w:t>234.8397</w:t>
      </w:r>
      <w:r>
        <w:tab/>
        <w:t>2.025e0</w:t>
      </w:r>
    </w:p>
    <w:p w:rsidR="005B0461" w:rsidRDefault="005B0461" w:rsidP="005B0461">
      <w:r>
        <w:t>234.8415</w:t>
      </w:r>
      <w:r>
        <w:tab/>
        <w:t>1.013e0</w:t>
      </w:r>
    </w:p>
    <w:p w:rsidR="005B0461" w:rsidRDefault="005B0461" w:rsidP="005B0461">
      <w:r>
        <w:t>234.8829</w:t>
      </w:r>
      <w:r>
        <w:tab/>
        <w:t>1.013e0</w:t>
      </w:r>
    </w:p>
    <w:p w:rsidR="005B0461" w:rsidRDefault="005B0461" w:rsidP="005B0461">
      <w:r>
        <w:t>234.8854</w:t>
      </w:r>
      <w:r>
        <w:tab/>
        <w:t>4.051e0</w:t>
      </w:r>
    </w:p>
    <w:p w:rsidR="005B0461" w:rsidRDefault="005B0461" w:rsidP="005B0461">
      <w:r>
        <w:lastRenderedPageBreak/>
        <w:t>234.9118</w:t>
      </w:r>
      <w:r>
        <w:tab/>
        <w:t>1.013e0</w:t>
      </w:r>
    </w:p>
    <w:p w:rsidR="005B0461" w:rsidRDefault="005B0461" w:rsidP="005B0461">
      <w:r>
        <w:t>234.9162</w:t>
      </w:r>
      <w:r>
        <w:tab/>
        <w:t>1.013e0</w:t>
      </w:r>
    </w:p>
    <w:p w:rsidR="005B0461" w:rsidRDefault="005B0461" w:rsidP="005B0461">
      <w:r>
        <w:t>234.9319</w:t>
      </w:r>
      <w:r>
        <w:tab/>
        <w:t>2.025e0</w:t>
      </w:r>
    </w:p>
    <w:p w:rsidR="005B0461" w:rsidRDefault="005B0461" w:rsidP="005B0461">
      <w:r>
        <w:t>234.9359</w:t>
      </w:r>
      <w:r>
        <w:tab/>
        <w:t>1.013e0</w:t>
      </w:r>
    </w:p>
    <w:p w:rsidR="005B0461" w:rsidRDefault="005B0461" w:rsidP="005B0461">
      <w:r>
        <w:t>234.9436</w:t>
      </w:r>
      <w:r>
        <w:tab/>
        <w:t>2.025e0</w:t>
      </w:r>
    </w:p>
    <w:p w:rsidR="005B0461" w:rsidRDefault="005B0461" w:rsidP="005B0461">
      <w:r>
        <w:t>234.9648</w:t>
      </w:r>
      <w:r>
        <w:tab/>
        <w:t>1.013e0</w:t>
      </w:r>
    </w:p>
    <w:p w:rsidR="005B0461" w:rsidRDefault="005B0461" w:rsidP="005B0461">
      <w:r>
        <w:t>234.9950</w:t>
      </w:r>
      <w:r>
        <w:tab/>
        <w:t>9.842e0</w:t>
      </w:r>
    </w:p>
    <w:p w:rsidR="005B0461" w:rsidRDefault="005B0461" w:rsidP="005B0461">
      <w:r>
        <w:t>234.9993</w:t>
      </w:r>
      <w:r>
        <w:tab/>
        <w:t>4.683e0</w:t>
      </w:r>
    </w:p>
    <w:p w:rsidR="005B0461" w:rsidRDefault="005B0461" w:rsidP="005B0461">
      <w:r>
        <w:t>235.0045</w:t>
      </w:r>
      <w:r>
        <w:tab/>
        <w:t>2.835e0</w:t>
      </w:r>
    </w:p>
    <w:p w:rsidR="005B0461" w:rsidRDefault="005B0461" w:rsidP="005B0461">
      <w:r>
        <w:t>235.0123</w:t>
      </w:r>
      <w:r>
        <w:tab/>
        <w:t>1.610e0</w:t>
      </w:r>
    </w:p>
    <w:p w:rsidR="005B0461" w:rsidRDefault="005B0461" w:rsidP="005B0461">
      <w:r>
        <w:t>235.0343</w:t>
      </w:r>
      <w:r>
        <w:tab/>
        <w:t>2.187e0</w:t>
      </w:r>
    </w:p>
    <w:p w:rsidR="005B0461" w:rsidRDefault="005B0461" w:rsidP="005B0461">
      <w:r>
        <w:t>235.0419</w:t>
      </w:r>
      <w:r>
        <w:tab/>
        <w:t>7.089e0</w:t>
      </w:r>
    </w:p>
    <w:p w:rsidR="005B0461" w:rsidRDefault="005B0461" w:rsidP="005B0461">
      <w:r>
        <w:t>235.0483</w:t>
      </w:r>
      <w:r>
        <w:tab/>
        <w:t>1.980e0</w:t>
      </w:r>
    </w:p>
    <w:p w:rsidR="005B0461" w:rsidRDefault="005B0461" w:rsidP="005B0461">
      <w:r>
        <w:t>235.0595</w:t>
      </w:r>
      <w:r>
        <w:tab/>
        <w:t>2.017e0</w:t>
      </w:r>
    </w:p>
    <w:p w:rsidR="005B0461" w:rsidRDefault="005B0461" w:rsidP="005B0461">
      <w:r>
        <w:t>235.0893</w:t>
      </w:r>
      <w:r>
        <w:tab/>
        <w:t>5.934e0</w:t>
      </w:r>
    </w:p>
    <w:p w:rsidR="005B0461" w:rsidRDefault="005B0461" w:rsidP="005B0461">
      <w:r>
        <w:t>235.0967</w:t>
      </w:r>
      <w:r>
        <w:tab/>
        <w:t>2.025e0</w:t>
      </w:r>
    </w:p>
    <w:p w:rsidR="005B0461" w:rsidRDefault="005B0461" w:rsidP="005B0461">
      <w:r>
        <w:t>235.0993</w:t>
      </w:r>
      <w:r>
        <w:tab/>
        <w:t>7.138e0</w:t>
      </w:r>
    </w:p>
    <w:p w:rsidR="005B0461" w:rsidRDefault="005B0461" w:rsidP="005B0461">
      <w:r>
        <w:t>235.1028</w:t>
      </w:r>
      <w:r>
        <w:tab/>
        <w:t>9.114e0</w:t>
      </w:r>
    </w:p>
    <w:p w:rsidR="005B0461" w:rsidRDefault="005B0461" w:rsidP="005B0461">
      <w:r>
        <w:t>235.1359</w:t>
      </w:r>
      <w:r>
        <w:tab/>
        <w:t>3.038e0</w:t>
      </w:r>
    </w:p>
    <w:p w:rsidR="005B0461" w:rsidRDefault="005B0461" w:rsidP="005B0461">
      <w:r>
        <w:lastRenderedPageBreak/>
        <w:t>235.1440</w:t>
      </w:r>
      <w:r>
        <w:tab/>
        <w:t>2.735e0</w:t>
      </w:r>
    </w:p>
    <w:p w:rsidR="005B0461" w:rsidRDefault="005B0461" w:rsidP="005B0461">
      <w:r>
        <w:t>235.1478</w:t>
      </w:r>
      <w:r>
        <w:tab/>
        <w:t>1.599e0</w:t>
      </w:r>
    </w:p>
    <w:p w:rsidR="005B0461" w:rsidRDefault="005B0461" w:rsidP="005B0461">
      <w:r>
        <w:t>235.1564</w:t>
      </w:r>
      <w:r>
        <w:tab/>
        <w:t>3.033e0</w:t>
      </w:r>
    </w:p>
    <w:p w:rsidR="005B0461" w:rsidRDefault="005B0461" w:rsidP="005B0461">
      <w:r>
        <w:t>235.1849</w:t>
      </w:r>
      <w:r>
        <w:tab/>
        <w:t>3.038e0</w:t>
      </w:r>
    </w:p>
    <w:p w:rsidR="005B0461" w:rsidRDefault="005B0461" w:rsidP="005B0461">
      <w:r>
        <w:t>235.1930</w:t>
      </w:r>
      <w:r>
        <w:tab/>
        <w:t>1.013e0</w:t>
      </w:r>
    </w:p>
    <w:p w:rsidR="005B0461" w:rsidRDefault="005B0461" w:rsidP="005B0461">
      <w:r>
        <w:t>235.2163</w:t>
      </w:r>
      <w:r>
        <w:tab/>
        <w:t>1.013e0</w:t>
      </w:r>
    </w:p>
    <w:p w:rsidR="005B0461" w:rsidRDefault="005B0461" w:rsidP="005B0461">
      <w:r>
        <w:t>235.2617</w:t>
      </w:r>
      <w:r>
        <w:tab/>
        <w:t>1.013e0</w:t>
      </w:r>
    </w:p>
    <w:p w:rsidR="005B0461" w:rsidRDefault="005B0461" w:rsidP="005B0461">
      <w:r>
        <w:t>235.2736</w:t>
      </w:r>
      <w:r>
        <w:tab/>
        <w:t>1.013e0</w:t>
      </w:r>
    </w:p>
    <w:p w:rsidR="005B0461" w:rsidRDefault="005B0461" w:rsidP="005B0461">
      <w:r>
        <w:t>235.2824</w:t>
      </w:r>
      <w:r>
        <w:tab/>
        <w:t>1.013e0</w:t>
      </w:r>
    </w:p>
    <w:p w:rsidR="005B0461" w:rsidRDefault="005B0461" w:rsidP="005B0461">
      <w:r>
        <w:t>235.2936</w:t>
      </w:r>
      <w:r>
        <w:tab/>
        <w:t>3.038e0</w:t>
      </w:r>
    </w:p>
    <w:p w:rsidR="005B0461" w:rsidRDefault="005B0461" w:rsidP="005B0461">
      <w:r>
        <w:t>235.3049</w:t>
      </w:r>
      <w:r>
        <w:tab/>
        <w:t>2.025e0</w:t>
      </w:r>
    </w:p>
    <w:p w:rsidR="005B0461" w:rsidRDefault="005B0461" w:rsidP="005B0461">
      <w:r>
        <w:t>235.3147</w:t>
      </w:r>
      <w:r>
        <w:tab/>
        <w:t>1.013e0</w:t>
      </w:r>
    </w:p>
    <w:p w:rsidR="005B0461" w:rsidRDefault="005B0461" w:rsidP="005B0461">
      <w:r>
        <w:t>235.3442</w:t>
      </w:r>
      <w:r>
        <w:tab/>
        <w:t>1.013e0</w:t>
      </w:r>
    </w:p>
    <w:p w:rsidR="005B0461" w:rsidRDefault="005B0461" w:rsidP="005B0461">
      <w:r>
        <w:t>235.3559</w:t>
      </w:r>
      <w:r>
        <w:tab/>
        <w:t>1.013e0</w:t>
      </w:r>
    </w:p>
    <w:p w:rsidR="005B0461" w:rsidRDefault="005B0461" w:rsidP="005B0461">
      <w:r>
        <w:t>235.3735</w:t>
      </w:r>
      <w:r>
        <w:tab/>
        <w:t>2.025e0</w:t>
      </w:r>
    </w:p>
    <w:p w:rsidR="005B0461" w:rsidRDefault="005B0461" w:rsidP="005B0461">
      <w:r>
        <w:t>235.3795</w:t>
      </w:r>
      <w:r>
        <w:tab/>
        <w:t>2.025e0</w:t>
      </w:r>
    </w:p>
    <w:p w:rsidR="005B0461" w:rsidRDefault="005B0461" w:rsidP="005B0461">
      <w:r>
        <w:t>235.4168</w:t>
      </w:r>
      <w:r>
        <w:tab/>
        <w:t>2.025e0</w:t>
      </w:r>
    </w:p>
    <w:p w:rsidR="005B0461" w:rsidRDefault="005B0461" w:rsidP="005B0461">
      <w:r>
        <w:t>235.4395</w:t>
      </w:r>
      <w:r>
        <w:tab/>
        <w:t>2.025e0</w:t>
      </w:r>
    </w:p>
    <w:p w:rsidR="005B0461" w:rsidRDefault="005B0461" w:rsidP="005B0461">
      <w:r>
        <w:t>235.4413</w:t>
      </w:r>
      <w:r>
        <w:tab/>
        <w:t>1.013e0</w:t>
      </w:r>
    </w:p>
    <w:p w:rsidR="005B0461" w:rsidRDefault="005B0461" w:rsidP="005B0461">
      <w:r>
        <w:lastRenderedPageBreak/>
        <w:t>235.4659</w:t>
      </w:r>
      <w:r>
        <w:tab/>
        <w:t>1.013e0</w:t>
      </w:r>
    </w:p>
    <w:p w:rsidR="005B0461" w:rsidRDefault="005B0461" w:rsidP="005B0461">
      <w:r>
        <w:t>235.4798</w:t>
      </w:r>
      <w:r>
        <w:tab/>
        <w:t>2.025e0</w:t>
      </w:r>
    </w:p>
    <w:p w:rsidR="005B0461" w:rsidRDefault="005B0461" w:rsidP="005B0461">
      <w:r>
        <w:t>235.5150</w:t>
      </w:r>
      <w:r>
        <w:tab/>
        <w:t>1.013e0</w:t>
      </w:r>
    </w:p>
    <w:p w:rsidR="005B0461" w:rsidRDefault="005B0461" w:rsidP="005B0461">
      <w:r>
        <w:t>235.5228</w:t>
      </w:r>
      <w:r>
        <w:tab/>
        <w:t>1.013e0</w:t>
      </w:r>
    </w:p>
    <w:p w:rsidR="005B0461" w:rsidRDefault="005B0461" w:rsidP="005B0461">
      <w:r>
        <w:t>235.5267</w:t>
      </w:r>
      <w:r>
        <w:tab/>
        <w:t>1.013e0</w:t>
      </w:r>
    </w:p>
    <w:p w:rsidR="005B0461" w:rsidRDefault="005B0461" w:rsidP="005B0461">
      <w:r>
        <w:t>235.5286</w:t>
      </w:r>
      <w:r>
        <w:tab/>
        <w:t>2.025e0</w:t>
      </w:r>
    </w:p>
    <w:p w:rsidR="005B0461" w:rsidRDefault="005B0461" w:rsidP="005B0461">
      <w:r>
        <w:t>235.5474</w:t>
      </w:r>
      <w:r>
        <w:tab/>
        <w:t>2.025e0</w:t>
      </w:r>
    </w:p>
    <w:p w:rsidR="005B0461" w:rsidRDefault="005B0461" w:rsidP="005B0461">
      <w:r>
        <w:t>235.5798</w:t>
      </w:r>
      <w:r>
        <w:tab/>
        <w:t>1.013e0</w:t>
      </w:r>
    </w:p>
    <w:p w:rsidR="005B0461" w:rsidRDefault="005B0461" w:rsidP="005B0461">
      <w:r>
        <w:t>235.5960</w:t>
      </w:r>
      <w:r>
        <w:tab/>
        <w:t>2.025e0</w:t>
      </w:r>
    </w:p>
    <w:p w:rsidR="005B0461" w:rsidRDefault="005B0461" w:rsidP="005B0461">
      <w:r>
        <w:t>235.6092</w:t>
      </w:r>
      <w:r>
        <w:tab/>
        <w:t>1.013e0</w:t>
      </w:r>
    </w:p>
    <w:p w:rsidR="005B0461" w:rsidRDefault="005B0461" w:rsidP="005B0461">
      <w:r>
        <w:t>235.6386</w:t>
      </w:r>
      <w:r>
        <w:tab/>
        <w:t>2.025e0</w:t>
      </w:r>
    </w:p>
    <w:p w:rsidR="005B0461" w:rsidRDefault="005B0461" w:rsidP="005B0461">
      <w:r>
        <w:t>235.6405</w:t>
      </w:r>
      <w:r>
        <w:tab/>
        <w:t>1.013e0</w:t>
      </w:r>
    </w:p>
    <w:p w:rsidR="005B0461" w:rsidRDefault="005B0461" w:rsidP="005B0461">
      <w:r>
        <w:t>235.6683</w:t>
      </w:r>
      <w:r>
        <w:tab/>
        <w:t>2.025e0</w:t>
      </w:r>
    </w:p>
    <w:p w:rsidR="005B0461" w:rsidRDefault="005B0461" w:rsidP="005B0461">
      <w:r>
        <w:t>235.6702</w:t>
      </w:r>
      <w:r>
        <w:tab/>
        <w:t>2.025e0</w:t>
      </w:r>
    </w:p>
    <w:p w:rsidR="005B0461" w:rsidRDefault="005B0461" w:rsidP="005B0461">
      <w:r>
        <w:t>235.7171</w:t>
      </w:r>
      <w:r>
        <w:tab/>
        <w:t>2.025e0</w:t>
      </w:r>
    </w:p>
    <w:p w:rsidR="005B0461" w:rsidRDefault="005B0461" w:rsidP="005B0461">
      <w:r>
        <w:t>235.7427</w:t>
      </w:r>
      <w:r>
        <w:tab/>
        <w:t>2.025e0</w:t>
      </w:r>
    </w:p>
    <w:p w:rsidR="005B0461" w:rsidRDefault="005B0461" w:rsidP="005B0461">
      <w:r>
        <w:t>235.7551</w:t>
      </w:r>
      <w:r>
        <w:tab/>
        <w:t>1.013e0</w:t>
      </w:r>
    </w:p>
    <w:p w:rsidR="005B0461" w:rsidRDefault="005B0461" w:rsidP="005B0461">
      <w:r>
        <w:t>235.7577</w:t>
      </w:r>
      <w:r>
        <w:tab/>
        <w:t>2.025e0</w:t>
      </w:r>
    </w:p>
    <w:p w:rsidR="005B0461" w:rsidRDefault="005B0461" w:rsidP="005B0461">
      <w:r>
        <w:t>235.7801</w:t>
      </w:r>
      <w:r>
        <w:tab/>
        <w:t>1.013e0</w:t>
      </w:r>
    </w:p>
    <w:p w:rsidR="005B0461" w:rsidRDefault="005B0461" w:rsidP="005B0461">
      <w:r>
        <w:lastRenderedPageBreak/>
        <w:t>235.7891</w:t>
      </w:r>
      <w:r>
        <w:tab/>
        <w:t>3.038e0</w:t>
      </w:r>
    </w:p>
    <w:p w:rsidR="005B0461" w:rsidRDefault="005B0461" w:rsidP="005B0461">
      <w:r>
        <w:t>235.8082</w:t>
      </w:r>
      <w:r>
        <w:tab/>
        <w:t>1.013e0</w:t>
      </w:r>
    </w:p>
    <w:p w:rsidR="005B0461" w:rsidRDefault="005B0461" w:rsidP="005B0461">
      <w:r>
        <w:t>235.8105</w:t>
      </w:r>
      <w:r>
        <w:tab/>
        <w:t>3.038e0</w:t>
      </w:r>
    </w:p>
    <w:p w:rsidR="005B0461" w:rsidRDefault="005B0461" w:rsidP="005B0461">
      <w:r>
        <w:t>235.8215</w:t>
      </w:r>
      <w:r>
        <w:tab/>
        <w:t>1.013e0</w:t>
      </w:r>
    </w:p>
    <w:p w:rsidR="005B0461" w:rsidRDefault="005B0461" w:rsidP="005B0461">
      <w:r>
        <w:t>235.8450</w:t>
      </w:r>
      <w:r>
        <w:tab/>
        <w:t>1.013e0</w:t>
      </w:r>
    </w:p>
    <w:p w:rsidR="005B0461" w:rsidRDefault="005B0461" w:rsidP="005B0461">
      <w:r>
        <w:t>235.8551</w:t>
      </w:r>
      <w:r>
        <w:tab/>
        <w:t>2.025e0</w:t>
      </w:r>
    </w:p>
    <w:p w:rsidR="005B0461" w:rsidRDefault="005B0461" w:rsidP="005B0461">
      <w:r>
        <w:t>235.8568</w:t>
      </w:r>
      <w:r>
        <w:tab/>
        <w:t>1.013e0</w:t>
      </w:r>
    </w:p>
    <w:p w:rsidR="005B0461" w:rsidRDefault="005B0461" w:rsidP="005B0461">
      <w:r>
        <w:t>235.8637</w:t>
      </w:r>
      <w:r>
        <w:tab/>
        <w:t>2.025e0</w:t>
      </w:r>
    </w:p>
    <w:p w:rsidR="005B0461" w:rsidRDefault="005B0461" w:rsidP="005B0461">
      <w:r>
        <w:t>235.8823</w:t>
      </w:r>
      <w:r>
        <w:tab/>
        <w:t>1.013e0</w:t>
      </w:r>
    </w:p>
    <w:p w:rsidR="005B0461" w:rsidRDefault="005B0461" w:rsidP="005B0461">
      <w:r>
        <w:t>235.8902</w:t>
      </w:r>
      <w:r>
        <w:tab/>
        <w:t>1.013e0</w:t>
      </w:r>
    </w:p>
    <w:p w:rsidR="005B0461" w:rsidRDefault="005B0461" w:rsidP="005B0461">
      <w:r>
        <w:t>235.8980</w:t>
      </w:r>
      <w:r>
        <w:tab/>
        <w:t>1.013e0</w:t>
      </w:r>
    </w:p>
    <w:p w:rsidR="005B0461" w:rsidRDefault="005B0461" w:rsidP="005B0461">
      <w:r>
        <w:t>235.9057</w:t>
      </w:r>
      <w:r>
        <w:tab/>
        <w:t>1.013e0</w:t>
      </w:r>
    </w:p>
    <w:p w:rsidR="005B0461" w:rsidRDefault="005B0461" w:rsidP="005B0461">
      <w:r>
        <w:t>235.9276</w:t>
      </w:r>
      <w:r>
        <w:tab/>
        <w:t>1.013e0</w:t>
      </w:r>
    </w:p>
    <w:p w:rsidR="005B0461" w:rsidRDefault="005B0461" w:rsidP="005B0461">
      <w:r>
        <w:t>235.9511</w:t>
      </w:r>
      <w:r>
        <w:tab/>
        <w:t>2.025e0</w:t>
      </w:r>
    </w:p>
    <w:p w:rsidR="005B0461" w:rsidRDefault="005B0461" w:rsidP="005B0461">
      <w:r>
        <w:t>235.9587</w:t>
      </w:r>
      <w:r>
        <w:tab/>
        <w:t>2.025e0</w:t>
      </w:r>
    </w:p>
    <w:p w:rsidR="005B0461" w:rsidRDefault="005B0461" w:rsidP="005B0461">
      <w:r>
        <w:t>235.9739</w:t>
      </w:r>
      <w:r>
        <w:tab/>
        <w:t>2.025e0</w:t>
      </w:r>
    </w:p>
    <w:p w:rsidR="005B0461" w:rsidRDefault="005B0461" w:rsidP="005B0461">
      <w:r>
        <w:t>235.9993</w:t>
      </w:r>
      <w:r>
        <w:tab/>
        <w:t>3.761e0</w:t>
      </w:r>
    </w:p>
    <w:p w:rsidR="005B0461" w:rsidRDefault="005B0461" w:rsidP="005B0461">
      <w:r>
        <w:t>236.0054</w:t>
      </w:r>
      <w:r>
        <w:tab/>
        <w:t>3.038e0</w:t>
      </w:r>
    </w:p>
    <w:p w:rsidR="005B0461" w:rsidRDefault="005B0461" w:rsidP="005B0461">
      <w:r>
        <w:t>236.0120</w:t>
      </w:r>
      <w:r>
        <w:tab/>
        <w:t>5.584e0</w:t>
      </w:r>
    </w:p>
    <w:p w:rsidR="005B0461" w:rsidRDefault="005B0461" w:rsidP="005B0461">
      <w:r>
        <w:lastRenderedPageBreak/>
        <w:t>236.0171</w:t>
      </w:r>
      <w:r>
        <w:tab/>
        <w:t>6.065e0</w:t>
      </w:r>
    </w:p>
    <w:p w:rsidR="005B0461" w:rsidRDefault="005B0461" w:rsidP="005B0461">
      <w:r>
        <w:t>236.0188</w:t>
      </w:r>
      <w:r>
        <w:tab/>
        <w:t>5.727e0</w:t>
      </w:r>
    </w:p>
    <w:p w:rsidR="005B0461" w:rsidRDefault="005B0461" w:rsidP="005B0461">
      <w:r>
        <w:t>236.0294</w:t>
      </w:r>
      <w:r>
        <w:tab/>
        <w:t>1.317e0</w:t>
      </w:r>
    </w:p>
    <w:p w:rsidR="005B0461" w:rsidRDefault="005B0461" w:rsidP="005B0461">
      <w:r>
        <w:t>236.0336</w:t>
      </w:r>
      <w:r>
        <w:tab/>
        <w:t>2.098e0</w:t>
      </w:r>
    </w:p>
    <w:p w:rsidR="005B0461" w:rsidRDefault="005B0461" w:rsidP="005B0461">
      <w:r>
        <w:t>236.0693</w:t>
      </w:r>
      <w:r>
        <w:tab/>
        <w:t>1.317e0</w:t>
      </w:r>
    </w:p>
    <w:p w:rsidR="005B0461" w:rsidRDefault="005B0461" w:rsidP="005B0461">
      <w:r>
        <w:t>236.0717</w:t>
      </w:r>
      <w:r>
        <w:tab/>
        <w:t>1.280e0</w:t>
      </w:r>
    </w:p>
    <w:p w:rsidR="005B0461" w:rsidRDefault="005B0461" w:rsidP="005B0461">
      <w:r>
        <w:t>236.0867</w:t>
      </w:r>
      <w:r>
        <w:tab/>
        <w:t>2.266e0</w:t>
      </w:r>
    </w:p>
    <w:p w:rsidR="005B0461" w:rsidRDefault="005B0461" w:rsidP="005B0461">
      <w:r>
        <w:t>236.0887</w:t>
      </w:r>
      <w:r>
        <w:tab/>
        <w:t>3.038e0</w:t>
      </w:r>
    </w:p>
    <w:p w:rsidR="005B0461" w:rsidRDefault="005B0461" w:rsidP="005B0461">
      <w:r>
        <w:t>236.0946</w:t>
      </w:r>
      <w:r>
        <w:tab/>
        <w:t>2.025e0</w:t>
      </w:r>
    </w:p>
    <w:p w:rsidR="005B0461" w:rsidRDefault="005B0461" w:rsidP="005B0461">
      <w:r>
        <w:t>236.1259</w:t>
      </w:r>
      <w:r>
        <w:tab/>
        <w:t>2.429e0</w:t>
      </w:r>
    </w:p>
    <w:p w:rsidR="005B0461" w:rsidRDefault="005B0461" w:rsidP="005B0461">
      <w:r>
        <w:t>236.1299</w:t>
      </w:r>
      <w:r>
        <w:tab/>
        <w:t>6.400e0</w:t>
      </w:r>
    </w:p>
    <w:p w:rsidR="005B0461" w:rsidRDefault="005B0461" w:rsidP="005B0461">
      <w:r>
        <w:t>236.1351</w:t>
      </w:r>
      <w:r>
        <w:tab/>
        <w:t>1.655e0</w:t>
      </w:r>
    </w:p>
    <w:p w:rsidR="005B0461" w:rsidRDefault="005B0461" w:rsidP="005B0461">
      <w:r>
        <w:t>236.1632</w:t>
      </w:r>
      <w:r>
        <w:tab/>
        <w:t>4.051e0</w:t>
      </w:r>
    </w:p>
    <w:p w:rsidR="005B0461" w:rsidRDefault="005B0461" w:rsidP="005B0461">
      <w:r>
        <w:t>236.1741</w:t>
      </w:r>
      <w:r>
        <w:tab/>
        <w:t>3.751e0</w:t>
      </w:r>
    </w:p>
    <w:p w:rsidR="005B0461" w:rsidRDefault="005B0461" w:rsidP="005B0461">
      <w:r>
        <w:t>236.1927</w:t>
      </w:r>
      <w:r>
        <w:tab/>
        <w:t>2.025e0</w:t>
      </w:r>
    </w:p>
    <w:p w:rsidR="005B0461" w:rsidRDefault="005B0461" w:rsidP="005B0461">
      <w:r>
        <w:t>236.1989</w:t>
      </w:r>
      <w:r>
        <w:tab/>
        <w:t>2.025e0</w:t>
      </w:r>
    </w:p>
    <w:p w:rsidR="005B0461" w:rsidRDefault="005B0461" w:rsidP="005B0461">
      <w:r>
        <w:t>236.2105</w:t>
      </w:r>
      <w:r>
        <w:tab/>
        <w:t>2.025e0</w:t>
      </w:r>
    </w:p>
    <w:p w:rsidR="005B0461" w:rsidRDefault="005B0461" w:rsidP="005B0461">
      <w:r>
        <w:t>236.2164</w:t>
      </w:r>
      <w:r>
        <w:tab/>
        <w:t>1.013e0</w:t>
      </w:r>
    </w:p>
    <w:p w:rsidR="005B0461" w:rsidRDefault="005B0461" w:rsidP="005B0461">
      <w:r>
        <w:t>236.2331</w:t>
      </w:r>
      <w:r>
        <w:tab/>
        <w:t>1.013e0</w:t>
      </w:r>
    </w:p>
    <w:p w:rsidR="005B0461" w:rsidRDefault="005B0461" w:rsidP="005B0461">
      <w:r>
        <w:lastRenderedPageBreak/>
        <w:t>236.2420</w:t>
      </w:r>
      <w:r>
        <w:tab/>
        <w:t>1.013e0</w:t>
      </w:r>
    </w:p>
    <w:p w:rsidR="005B0461" w:rsidRDefault="005B0461" w:rsidP="005B0461">
      <w:r>
        <w:t>236.2774</w:t>
      </w:r>
      <w:r>
        <w:tab/>
        <w:t>1.013e0</w:t>
      </w:r>
    </w:p>
    <w:p w:rsidR="005B0461" w:rsidRDefault="005B0461" w:rsidP="005B0461">
      <w:r>
        <w:t>236.2863</w:t>
      </w:r>
      <w:r>
        <w:tab/>
        <w:t>1.013e0</w:t>
      </w:r>
    </w:p>
    <w:p w:rsidR="005B0461" w:rsidRDefault="005B0461" w:rsidP="005B0461">
      <w:r>
        <w:t>236.3030</w:t>
      </w:r>
      <w:r>
        <w:tab/>
        <w:t>1.013e0</w:t>
      </w:r>
    </w:p>
    <w:p w:rsidR="005B0461" w:rsidRDefault="005B0461" w:rsidP="005B0461">
      <w:r>
        <w:t>236.3069</w:t>
      </w:r>
      <w:r>
        <w:tab/>
        <w:t>1.013e0</w:t>
      </w:r>
    </w:p>
    <w:p w:rsidR="005B0461" w:rsidRDefault="005B0461" w:rsidP="005B0461">
      <w:r>
        <w:t>236.3186</w:t>
      </w:r>
      <w:r>
        <w:tab/>
        <w:t>1.013e0</w:t>
      </w:r>
    </w:p>
    <w:p w:rsidR="005B0461" w:rsidRDefault="005B0461" w:rsidP="005B0461">
      <w:r>
        <w:t>236.3225</w:t>
      </w:r>
      <w:r>
        <w:tab/>
        <w:t>1.013e0</w:t>
      </w:r>
    </w:p>
    <w:p w:rsidR="005B0461" w:rsidRDefault="005B0461" w:rsidP="005B0461">
      <w:r>
        <w:t>236.3263</w:t>
      </w:r>
      <w:r>
        <w:tab/>
        <w:t>1.013e0</w:t>
      </w:r>
    </w:p>
    <w:p w:rsidR="005B0461" w:rsidRDefault="005B0461" w:rsidP="005B0461">
      <w:r>
        <w:t>236.3394</w:t>
      </w:r>
      <w:r>
        <w:tab/>
        <w:t>1.013e0</w:t>
      </w:r>
    </w:p>
    <w:p w:rsidR="005B0461" w:rsidRDefault="005B0461" w:rsidP="005B0461">
      <w:r>
        <w:t>236.3439</w:t>
      </w:r>
      <w:r>
        <w:tab/>
        <w:t>1.013e0</w:t>
      </w:r>
    </w:p>
    <w:p w:rsidR="005B0461" w:rsidRDefault="005B0461" w:rsidP="005B0461">
      <w:r>
        <w:t>236.3756</w:t>
      </w:r>
      <w:r>
        <w:tab/>
        <w:t>1.013e0</w:t>
      </w:r>
    </w:p>
    <w:p w:rsidR="005B0461" w:rsidRDefault="005B0461" w:rsidP="005B0461">
      <w:r>
        <w:t>236.4073</w:t>
      </w:r>
      <w:r>
        <w:tab/>
        <w:t>2.025e0</w:t>
      </w:r>
    </w:p>
    <w:p w:rsidR="005B0461" w:rsidRDefault="005B0461" w:rsidP="005B0461">
      <w:r>
        <w:t>236.4092</w:t>
      </w:r>
      <w:r>
        <w:tab/>
        <w:t>2.025e0</w:t>
      </w:r>
    </w:p>
    <w:p w:rsidR="005B0461" w:rsidRDefault="005B0461" w:rsidP="005B0461">
      <w:r>
        <w:t>236.4414</w:t>
      </w:r>
      <w:r>
        <w:tab/>
        <w:t>1.013e0</w:t>
      </w:r>
    </w:p>
    <w:p w:rsidR="005B0461" w:rsidRDefault="005B0461" w:rsidP="005B0461">
      <w:r>
        <w:t>236.4586</w:t>
      </w:r>
      <w:r>
        <w:tab/>
        <w:t>3.038e0</w:t>
      </w:r>
    </w:p>
    <w:p w:rsidR="005B0461" w:rsidRDefault="005B0461" w:rsidP="005B0461">
      <w:r>
        <w:t>236.4661</w:t>
      </w:r>
      <w:r>
        <w:tab/>
        <w:t>1.013e0</w:t>
      </w:r>
    </w:p>
    <w:p w:rsidR="005B0461" w:rsidRDefault="005B0461" w:rsidP="005B0461">
      <w:r>
        <w:t>236.4817</w:t>
      </w:r>
      <w:r>
        <w:tab/>
        <w:t>1.013e0</w:t>
      </w:r>
    </w:p>
    <w:p w:rsidR="005B0461" w:rsidRDefault="005B0461" w:rsidP="005B0461">
      <w:r>
        <w:t>236.5076</w:t>
      </w:r>
      <w:r>
        <w:tab/>
        <w:t>2.025e0</w:t>
      </w:r>
    </w:p>
    <w:p w:rsidR="005B0461" w:rsidRDefault="005B0461" w:rsidP="005B0461">
      <w:r>
        <w:t>236.5114</w:t>
      </w:r>
      <w:r>
        <w:tab/>
        <w:t>1.013e0</w:t>
      </w:r>
    </w:p>
    <w:p w:rsidR="005B0461" w:rsidRDefault="005B0461" w:rsidP="005B0461">
      <w:r>
        <w:lastRenderedPageBreak/>
        <w:t>236.5271</w:t>
      </w:r>
      <w:r>
        <w:tab/>
        <w:t>1.013e0</w:t>
      </w:r>
    </w:p>
    <w:p w:rsidR="005B0461" w:rsidRDefault="005B0461" w:rsidP="005B0461">
      <w:r>
        <w:t>236.5414</w:t>
      </w:r>
      <w:r>
        <w:tab/>
        <w:t>2.025e0</w:t>
      </w:r>
    </w:p>
    <w:p w:rsidR="005B0461" w:rsidRDefault="005B0461" w:rsidP="005B0461">
      <w:r>
        <w:t>236.5478</w:t>
      </w:r>
      <w:r>
        <w:tab/>
        <w:t>2.025e0</w:t>
      </w:r>
    </w:p>
    <w:p w:rsidR="005B0461" w:rsidRDefault="005B0461" w:rsidP="005B0461">
      <w:r>
        <w:t>236.5522</w:t>
      </w:r>
      <w:r>
        <w:tab/>
        <w:t>1.013e0</w:t>
      </w:r>
    </w:p>
    <w:p w:rsidR="005B0461" w:rsidRDefault="005B0461" w:rsidP="005B0461">
      <w:r>
        <w:t>236.5763</w:t>
      </w:r>
      <w:r>
        <w:tab/>
        <w:t>1.013e0</w:t>
      </w:r>
    </w:p>
    <w:p w:rsidR="005B0461" w:rsidRDefault="005B0461" w:rsidP="005B0461">
      <w:r>
        <w:t>236.5801</w:t>
      </w:r>
      <w:r>
        <w:tab/>
        <w:t>2.025e0</w:t>
      </w:r>
    </w:p>
    <w:p w:rsidR="005B0461" w:rsidRDefault="005B0461" w:rsidP="005B0461">
      <w:r>
        <w:t>236.5840</w:t>
      </w:r>
      <w:r>
        <w:tab/>
        <w:t>1.013e0</w:t>
      </w:r>
    </w:p>
    <w:p w:rsidR="005B0461" w:rsidRDefault="005B0461" w:rsidP="005B0461">
      <w:r>
        <w:t>236.5988</w:t>
      </w:r>
      <w:r>
        <w:tab/>
        <w:t>3.038e0</w:t>
      </w:r>
    </w:p>
    <w:p w:rsidR="005B0461" w:rsidRDefault="005B0461" w:rsidP="005B0461">
      <w:r>
        <w:t>236.6176</w:t>
      </w:r>
      <w:r>
        <w:tab/>
        <w:t>1.013e0</w:t>
      </w:r>
    </w:p>
    <w:p w:rsidR="005B0461" w:rsidRDefault="005B0461" w:rsidP="005B0461">
      <w:r>
        <w:t>236.6254</w:t>
      </w:r>
      <w:r>
        <w:tab/>
        <w:t>3.038e0</w:t>
      </w:r>
    </w:p>
    <w:p w:rsidR="005B0461" w:rsidRDefault="005B0461" w:rsidP="005B0461">
      <w:r>
        <w:t>236.6630</w:t>
      </w:r>
      <w:r>
        <w:tab/>
        <w:t>1.013e0</w:t>
      </w:r>
    </w:p>
    <w:p w:rsidR="005B0461" w:rsidRDefault="005B0461" w:rsidP="005B0461">
      <w:r>
        <w:t>236.6865</w:t>
      </w:r>
      <w:r>
        <w:tab/>
        <w:t>2.025e0</w:t>
      </w:r>
    </w:p>
    <w:p w:rsidR="005B0461" w:rsidRDefault="005B0461" w:rsidP="005B0461">
      <w:r>
        <w:t>236.7238</w:t>
      </w:r>
      <w:r>
        <w:tab/>
        <w:t>2.025e0</w:t>
      </w:r>
    </w:p>
    <w:p w:rsidR="005B0461" w:rsidRDefault="005B0461" w:rsidP="005B0461">
      <w:r>
        <w:t>236.7652</w:t>
      </w:r>
      <w:r>
        <w:tab/>
        <w:t>1.013e0</w:t>
      </w:r>
    </w:p>
    <w:p w:rsidR="005B0461" w:rsidRDefault="005B0461" w:rsidP="005B0461">
      <w:r>
        <w:t>236.7808</w:t>
      </w:r>
      <w:r>
        <w:tab/>
        <w:t>1.013e0</w:t>
      </w:r>
    </w:p>
    <w:p w:rsidR="005B0461" w:rsidRDefault="005B0461" w:rsidP="005B0461">
      <w:r>
        <w:t>236.7848</w:t>
      </w:r>
      <w:r>
        <w:tab/>
        <w:t>2.025e0</w:t>
      </w:r>
    </w:p>
    <w:p w:rsidR="005B0461" w:rsidRDefault="005B0461" w:rsidP="005B0461">
      <w:r>
        <w:t>236.8111</w:t>
      </w:r>
      <w:r>
        <w:tab/>
        <w:t>2.025e0</w:t>
      </w:r>
    </w:p>
    <w:p w:rsidR="005B0461" w:rsidRDefault="005B0461" w:rsidP="005B0461">
      <w:r>
        <w:t>236.8261</w:t>
      </w:r>
      <w:r>
        <w:tab/>
        <w:t>1.013e0</w:t>
      </w:r>
    </w:p>
    <w:p w:rsidR="005B0461" w:rsidRDefault="005B0461" w:rsidP="005B0461">
      <w:r>
        <w:t>236.8340</w:t>
      </w:r>
      <w:r>
        <w:tab/>
        <w:t>1.013e0</w:t>
      </w:r>
    </w:p>
    <w:p w:rsidR="005B0461" w:rsidRDefault="005B0461" w:rsidP="005B0461">
      <w:r>
        <w:lastRenderedPageBreak/>
        <w:t>236.8584</w:t>
      </w:r>
      <w:r>
        <w:tab/>
        <w:t>1.013e0</w:t>
      </w:r>
    </w:p>
    <w:p w:rsidR="005B0461" w:rsidRDefault="005B0461" w:rsidP="005B0461">
      <w:r>
        <w:t>236.8792</w:t>
      </w:r>
      <w:r>
        <w:tab/>
        <w:t>1.013e0</w:t>
      </w:r>
    </w:p>
    <w:p w:rsidR="005B0461" w:rsidRDefault="005B0461" w:rsidP="005B0461">
      <w:r>
        <w:t>236.9161</w:t>
      </w:r>
      <w:r>
        <w:tab/>
        <w:t>1.013e0</w:t>
      </w:r>
    </w:p>
    <w:p w:rsidR="005B0461" w:rsidRDefault="005B0461" w:rsidP="005B0461">
      <w:r>
        <w:t>236.9200</w:t>
      </w:r>
      <w:r>
        <w:tab/>
        <w:t>2.025e0</w:t>
      </w:r>
    </w:p>
    <w:p w:rsidR="005B0461" w:rsidRDefault="005B0461" w:rsidP="005B0461">
      <w:r>
        <w:t>236.9442</w:t>
      </w:r>
      <w:r>
        <w:tab/>
        <w:t>1.013e0</w:t>
      </w:r>
    </w:p>
    <w:p w:rsidR="005B0461" w:rsidRDefault="005B0461" w:rsidP="005B0461">
      <w:r>
        <w:t>236.9518</w:t>
      </w:r>
      <w:r>
        <w:tab/>
        <w:t>2.025e0</w:t>
      </w:r>
    </w:p>
    <w:p w:rsidR="005B0461" w:rsidRDefault="005B0461" w:rsidP="005B0461">
      <w:r>
        <w:t>236.9612</w:t>
      </w:r>
      <w:r>
        <w:tab/>
        <w:t>2.267e0</w:t>
      </w:r>
    </w:p>
    <w:p w:rsidR="005B0461" w:rsidRDefault="005B0461" w:rsidP="005B0461">
      <w:r>
        <w:t>236.9648</w:t>
      </w:r>
      <w:r>
        <w:tab/>
        <w:t>1.871e0</w:t>
      </w:r>
    </w:p>
    <w:p w:rsidR="005B0461" w:rsidRDefault="005B0461" w:rsidP="005B0461">
      <w:r>
        <w:t>237.0157</w:t>
      </w:r>
      <w:r>
        <w:tab/>
        <w:t>2.812e1</w:t>
      </w:r>
    </w:p>
    <w:p w:rsidR="005B0461" w:rsidRDefault="005B0461" w:rsidP="005B0461">
      <w:r>
        <w:t>237.0186</w:t>
      </w:r>
      <w:r>
        <w:tab/>
        <w:t>1.188e1</w:t>
      </w:r>
    </w:p>
    <w:p w:rsidR="005B0461" w:rsidRDefault="005B0461" w:rsidP="005B0461">
      <w:r>
        <w:t>237.0223</w:t>
      </w:r>
      <w:r>
        <w:tab/>
        <w:t>1.877e1</w:t>
      </w:r>
    </w:p>
    <w:p w:rsidR="005B0461" w:rsidRDefault="005B0461" w:rsidP="005B0461">
      <w:r>
        <w:t>237.0801</w:t>
      </w:r>
      <w:r>
        <w:tab/>
        <w:t>1.013e0</w:t>
      </w:r>
    </w:p>
    <w:p w:rsidR="005B0461" w:rsidRDefault="005B0461" w:rsidP="005B0461">
      <w:r>
        <w:t>237.1162</w:t>
      </w:r>
      <w:r>
        <w:tab/>
        <w:t>3.989e0</w:t>
      </w:r>
    </w:p>
    <w:p w:rsidR="005B0461" w:rsidRDefault="005B0461" w:rsidP="005B0461">
      <w:r>
        <w:t>237.1393</w:t>
      </w:r>
      <w:r>
        <w:tab/>
        <w:t>1.540e0</w:t>
      </w:r>
    </w:p>
    <w:p w:rsidR="005B0461" w:rsidRDefault="005B0461" w:rsidP="005B0461">
      <w:r>
        <w:t>237.1528</w:t>
      </w:r>
      <w:r>
        <w:tab/>
        <w:t>2.025e0</w:t>
      </w:r>
    </w:p>
    <w:p w:rsidR="005B0461" w:rsidRDefault="005B0461" w:rsidP="005B0461">
      <w:r>
        <w:t>237.1694</w:t>
      </w:r>
      <w:r>
        <w:tab/>
        <w:t>1.960e0</w:t>
      </w:r>
    </w:p>
    <w:p w:rsidR="005B0461" w:rsidRDefault="005B0461" w:rsidP="005B0461">
      <w:r>
        <w:t>237.1941</w:t>
      </w:r>
      <w:r>
        <w:tab/>
        <w:t>2.025e0</w:t>
      </w:r>
    </w:p>
    <w:p w:rsidR="005B0461" w:rsidRDefault="005B0461" w:rsidP="005B0461">
      <w:r>
        <w:t>237.1971</w:t>
      </w:r>
      <w:r>
        <w:tab/>
        <w:t>3.038e0</w:t>
      </w:r>
    </w:p>
    <w:p w:rsidR="005B0461" w:rsidRDefault="005B0461" w:rsidP="005B0461">
      <w:r>
        <w:t>237.2081</w:t>
      </w:r>
      <w:r>
        <w:tab/>
        <w:t>2.025e0</w:t>
      </w:r>
    </w:p>
    <w:p w:rsidR="005B0461" w:rsidRDefault="005B0461" w:rsidP="005B0461">
      <w:r>
        <w:lastRenderedPageBreak/>
        <w:t>237.2138</w:t>
      </w:r>
      <w:r>
        <w:tab/>
        <w:t>2.025e0</w:t>
      </w:r>
    </w:p>
    <w:p w:rsidR="005B0461" w:rsidRDefault="005B0461" w:rsidP="005B0461">
      <w:r>
        <w:t>237.2248</w:t>
      </w:r>
      <w:r>
        <w:tab/>
        <w:t>2.025e0</w:t>
      </w:r>
    </w:p>
    <w:p w:rsidR="005B0461" w:rsidRDefault="005B0461" w:rsidP="005B0461">
      <w:r>
        <w:t>237.2328</w:t>
      </w:r>
      <w:r>
        <w:tab/>
        <w:t>2.025e0</w:t>
      </w:r>
    </w:p>
    <w:p w:rsidR="005B0461" w:rsidRDefault="005B0461" w:rsidP="005B0461">
      <w:r>
        <w:t>237.2473</w:t>
      </w:r>
      <w:r>
        <w:tab/>
        <w:t>1.013e0</w:t>
      </w:r>
    </w:p>
    <w:p w:rsidR="005B0461" w:rsidRDefault="005B0461" w:rsidP="005B0461">
      <w:r>
        <w:t>237.2671</w:t>
      </w:r>
      <w:r>
        <w:tab/>
        <w:t>3.038e0</w:t>
      </w:r>
    </w:p>
    <w:p w:rsidR="005B0461" w:rsidRDefault="005B0461" w:rsidP="005B0461">
      <w:r>
        <w:t>237.2761</w:t>
      </w:r>
      <w:r>
        <w:tab/>
        <w:t>1.013e0</w:t>
      </w:r>
    </w:p>
    <w:p w:rsidR="005B0461" w:rsidRDefault="005B0461" w:rsidP="005B0461">
      <w:r>
        <w:t>237.2926</w:t>
      </w:r>
      <w:r>
        <w:tab/>
        <w:t>2.025e0</w:t>
      </w:r>
    </w:p>
    <w:p w:rsidR="005B0461" w:rsidRDefault="005B0461" w:rsidP="005B0461">
      <w:r>
        <w:t>237.2965</w:t>
      </w:r>
      <w:r>
        <w:tab/>
        <w:t>1.013e0</w:t>
      </w:r>
    </w:p>
    <w:p w:rsidR="005B0461" w:rsidRDefault="005B0461" w:rsidP="005B0461">
      <w:r>
        <w:t>237.3166</w:t>
      </w:r>
      <w:r>
        <w:tab/>
        <w:t>2.025e0</w:t>
      </w:r>
    </w:p>
    <w:p w:rsidR="005B0461" w:rsidRDefault="005B0461" w:rsidP="005B0461">
      <w:r>
        <w:t>237.3304</w:t>
      </w:r>
      <w:r>
        <w:tab/>
        <w:t>3.038e0</w:t>
      </w:r>
    </w:p>
    <w:p w:rsidR="005B0461" w:rsidRDefault="005B0461" w:rsidP="005B0461">
      <w:r>
        <w:t>237.3380</w:t>
      </w:r>
      <w:r>
        <w:tab/>
        <w:t>1.013e0</w:t>
      </w:r>
    </w:p>
    <w:p w:rsidR="005B0461" w:rsidRDefault="005B0461" w:rsidP="005B0461">
      <w:r>
        <w:t>237.3783</w:t>
      </w:r>
      <w:r>
        <w:tab/>
        <w:t>3.038e0</w:t>
      </w:r>
    </w:p>
    <w:p w:rsidR="005B0461" w:rsidRDefault="005B0461" w:rsidP="005B0461">
      <w:r>
        <w:t>237.4189</w:t>
      </w:r>
      <w:r>
        <w:tab/>
        <w:t>2.025e0</w:t>
      </w:r>
    </w:p>
    <w:p w:rsidR="005B0461" w:rsidRDefault="005B0461" w:rsidP="005B0461">
      <w:r>
        <w:t>237.4337</w:t>
      </w:r>
      <w:r>
        <w:tab/>
        <w:t>2.025e0</w:t>
      </w:r>
    </w:p>
    <w:p w:rsidR="005B0461" w:rsidRDefault="005B0461" w:rsidP="005B0461">
      <w:r>
        <w:t>237.4521</w:t>
      </w:r>
      <w:r>
        <w:tab/>
        <w:t>2.025e0</w:t>
      </w:r>
    </w:p>
    <w:p w:rsidR="005B0461" w:rsidRDefault="005B0461" w:rsidP="005B0461">
      <w:r>
        <w:t>237.4851</w:t>
      </w:r>
      <w:r>
        <w:tab/>
        <w:t>2.025e0</w:t>
      </w:r>
    </w:p>
    <w:p w:rsidR="005B0461" w:rsidRDefault="005B0461" w:rsidP="005B0461">
      <w:r>
        <w:t>237.5013</w:t>
      </w:r>
      <w:r>
        <w:tab/>
        <w:t>1.013e0</w:t>
      </w:r>
    </w:p>
    <w:p w:rsidR="005B0461" w:rsidRDefault="005B0461" w:rsidP="005B0461">
      <w:r>
        <w:t>237.5149</w:t>
      </w:r>
      <w:r>
        <w:tab/>
        <w:t>2.025e0</w:t>
      </w:r>
    </w:p>
    <w:p w:rsidR="005B0461" w:rsidRDefault="005B0461" w:rsidP="005B0461">
      <w:r>
        <w:t>237.5296</w:t>
      </w:r>
      <w:r>
        <w:tab/>
        <w:t>1.013e0</w:t>
      </w:r>
    </w:p>
    <w:p w:rsidR="005B0461" w:rsidRDefault="005B0461" w:rsidP="005B0461">
      <w:r>
        <w:lastRenderedPageBreak/>
        <w:t>237.5487</w:t>
      </w:r>
      <w:r>
        <w:tab/>
        <w:t>2.025e0</w:t>
      </w:r>
    </w:p>
    <w:p w:rsidR="005B0461" w:rsidRDefault="005B0461" w:rsidP="005B0461">
      <w:r>
        <w:t>237.5701</w:t>
      </w:r>
      <w:r>
        <w:tab/>
        <w:t>1.013e0</w:t>
      </w:r>
    </w:p>
    <w:p w:rsidR="005B0461" w:rsidRDefault="005B0461" w:rsidP="005B0461">
      <w:r>
        <w:t>237.5774</w:t>
      </w:r>
      <w:r>
        <w:tab/>
        <w:t>2.025e0</w:t>
      </w:r>
    </w:p>
    <w:p w:rsidR="005B0461" w:rsidRDefault="005B0461" w:rsidP="005B0461">
      <w:r>
        <w:t>237.6116</w:t>
      </w:r>
      <w:r>
        <w:tab/>
        <w:t>3.038e0</w:t>
      </w:r>
    </w:p>
    <w:p w:rsidR="005B0461" w:rsidRDefault="005B0461" w:rsidP="005B0461">
      <w:r>
        <w:t>237.6194</w:t>
      </w:r>
      <w:r>
        <w:tab/>
        <w:t>1.013e0</w:t>
      </w:r>
    </w:p>
    <w:p w:rsidR="005B0461" w:rsidRDefault="005B0461" w:rsidP="005B0461">
      <w:r>
        <w:t>237.6232</w:t>
      </w:r>
      <w:r>
        <w:tab/>
        <w:t>2.025e0</w:t>
      </w:r>
    </w:p>
    <w:p w:rsidR="005B0461" w:rsidRDefault="005B0461" w:rsidP="005B0461">
      <w:r>
        <w:t>237.6491</w:t>
      </w:r>
      <w:r>
        <w:tab/>
        <w:t>1.013e0</w:t>
      </w:r>
    </w:p>
    <w:p w:rsidR="005B0461" w:rsidRDefault="005B0461" w:rsidP="005B0461">
      <w:r>
        <w:t>237.6654</w:t>
      </w:r>
      <w:r>
        <w:tab/>
        <w:t>4.051e0</w:t>
      </w:r>
    </w:p>
    <w:p w:rsidR="005B0461" w:rsidRDefault="005B0461" w:rsidP="005B0461">
      <w:r>
        <w:t>237.6782</w:t>
      </w:r>
      <w:r>
        <w:tab/>
        <w:t>2.025e0</w:t>
      </w:r>
    </w:p>
    <w:p w:rsidR="005B0461" w:rsidRDefault="005B0461" w:rsidP="005B0461">
      <w:r>
        <w:t>237.7141</w:t>
      </w:r>
      <w:r>
        <w:tab/>
        <w:t>1.013e0</w:t>
      </w:r>
    </w:p>
    <w:p w:rsidR="005B0461" w:rsidRDefault="005B0461" w:rsidP="005B0461">
      <w:r>
        <w:t>237.7239</w:t>
      </w:r>
      <w:r>
        <w:tab/>
        <w:t>3.038e0</w:t>
      </w:r>
    </w:p>
    <w:p w:rsidR="005B0461" w:rsidRDefault="005B0461" w:rsidP="005B0461">
      <w:r>
        <w:t>237.7344</w:t>
      </w:r>
      <w:r>
        <w:tab/>
        <w:t>1.013e0</w:t>
      </w:r>
    </w:p>
    <w:p w:rsidR="005B0461" w:rsidRDefault="005B0461" w:rsidP="005B0461">
      <w:r>
        <w:t>237.7387</w:t>
      </w:r>
      <w:r>
        <w:tab/>
        <w:t>2.025e0</w:t>
      </w:r>
    </w:p>
    <w:p w:rsidR="005B0461" w:rsidRDefault="005B0461" w:rsidP="005B0461">
      <w:r>
        <w:t>237.7433</w:t>
      </w:r>
      <w:r>
        <w:tab/>
        <w:t>1.013e0</w:t>
      </w:r>
    </w:p>
    <w:p w:rsidR="005B0461" w:rsidRDefault="005B0461" w:rsidP="005B0461">
      <w:r>
        <w:t>237.7614</w:t>
      </w:r>
      <w:r>
        <w:tab/>
        <w:t>2.025e0</w:t>
      </w:r>
    </w:p>
    <w:p w:rsidR="005B0461" w:rsidRDefault="005B0461" w:rsidP="005B0461">
      <w:r>
        <w:t>237.7766</w:t>
      </w:r>
      <w:r>
        <w:tab/>
        <w:t>3.038e0</w:t>
      </w:r>
    </w:p>
    <w:p w:rsidR="005B0461" w:rsidRDefault="005B0461" w:rsidP="005B0461">
      <w:r>
        <w:t>237.7879</w:t>
      </w:r>
      <w:r>
        <w:tab/>
        <w:t>2.025e0</w:t>
      </w:r>
    </w:p>
    <w:p w:rsidR="005B0461" w:rsidRDefault="005B0461" w:rsidP="005B0461">
      <w:r>
        <w:t>237.7923</w:t>
      </w:r>
      <w:r>
        <w:tab/>
        <w:t>1.013e0</w:t>
      </w:r>
    </w:p>
    <w:p w:rsidR="005B0461" w:rsidRDefault="005B0461" w:rsidP="005B0461">
      <w:r>
        <w:t>237.8184</w:t>
      </w:r>
      <w:r>
        <w:tab/>
        <w:t>2.025e0</w:t>
      </w:r>
    </w:p>
    <w:p w:rsidR="005B0461" w:rsidRDefault="005B0461" w:rsidP="005B0461">
      <w:r>
        <w:lastRenderedPageBreak/>
        <w:t>237.8323</w:t>
      </w:r>
      <w:r>
        <w:tab/>
        <w:t>3.038e0</w:t>
      </w:r>
    </w:p>
    <w:p w:rsidR="005B0461" w:rsidRDefault="005B0461" w:rsidP="005B0461">
      <w:r>
        <w:t>237.8736</w:t>
      </w:r>
      <w:r>
        <w:tab/>
        <w:t>1.013e0</w:t>
      </w:r>
    </w:p>
    <w:p w:rsidR="005B0461" w:rsidRDefault="005B0461" w:rsidP="005B0461">
      <w:r>
        <w:t>237.8803</w:t>
      </w:r>
      <w:r>
        <w:tab/>
        <w:t>2.025e0</w:t>
      </w:r>
    </w:p>
    <w:p w:rsidR="005B0461" w:rsidRDefault="005B0461" w:rsidP="005B0461">
      <w:r>
        <w:t>237.8815</w:t>
      </w:r>
      <w:r>
        <w:tab/>
        <w:t>1.013e0</w:t>
      </w:r>
    </w:p>
    <w:p w:rsidR="005B0461" w:rsidRDefault="005B0461" w:rsidP="005B0461">
      <w:r>
        <w:t>237.9247</w:t>
      </w:r>
      <w:r>
        <w:tab/>
        <w:t>2.025e0</w:t>
      </w:r>
    </w:p>
    <w:p w:rsidR="005B0461" w:rsidRDefault="005B0461" w:rsidP="005B0461">
      <w:r>
        <w:t>237.9293</w:t>
      </w:r>
      <w:r>
        <w:tab/>
        <w:t>2.025e0</w:t>
      </w:r>
    </w:p>
    <w:p w:rsidR="005B0461" w:rsidRDefault="005B0461" w:rsidP="005B0461">
      <w:r>
        <w:t>237.9604</w:t>
      </w:r>
      <w:r>
        <w:tab/>
        <w:t>1.013e0</w:t>
      </w:r>
    </w:p>
    <w:p w:rsidR="005B0461" w:rsidRDefault="005B0461" w:rsidP="005B0461">
      <w:r>
        <w:t>237.9624</w:t>
      </w:r>
      <w:r>
        <w:tab/>
        <w:t>2.025e0</w:t>
      </w:r>
    </w:p>
    <w:p w:rsidR="005B0461" w:rsidRDefault="005B0461" w:rsidP="005B0461">
      <w:r>
        <w:t>237.9643</w:t>
      </w:r>
      <w:r>
        <w:tab/>
        <w:t>1.013e0</w:t>
      </w:r>
    </w:p>
    <w:p w:rsidR="005B0461" w:rsidRDefault="005B0461" w:rsidP="005B0461">
      <w:r>
        <w:t>237.9764</w:t>
      </w:r>
      <w:r>
        <w:tab/>
        <w:t>2.025e0</w:t>
      </w:r>
    </w:p>
    <w:p w:rsidR="005B0461" w:rsidRDefault="005B0461" w:rsidP="005B0461">
      <w:r>
        <w:t>238.0181</w:t>
      </w:r>
      <w:r>
        <w:tab/>
        <w:t>5.722e0</w:t>
      </w:r>
    </w:p>
    <w:p w:rsidR="005B0461" w:rsidRDefault="005B0461" w:rsidP="005B0461">
      <w:r>
        <w:t>238.0287</w:t>
      </w:r>
      <w:r>
        <w:tab/>
        <w:t>5.666e0</w:t>
      </w:r>
    </w:p>
    <w:p w:rsidR="005B0461" w:rsidRDefault="005B0461" w:rsidP="005B0461">
      <w:r>
        <w:t>238.0303</w:t>
      </w:r>
      <w:r>
        <w:tab/>
        <w:t>5.662e0</w:t>
      </w:r>
    </w:p>
    <w:p w:rsidR="005B0461" w:rsidRDefault="005B0461" w:rsidP="005B0461">
      <w:r>
        <w:t>238.0421</w:t>
      </w:r>
      <w:r>
        <w:tab/>
        <w:t>3.245e0</w:t>
      </w:r>
    </w:p>
    <w:p w:rsidR="005B0461" w:rsidRDefault="005B0461" w:rsidP="005B0461">
      <w:r>
        <w:t>238.0441</w:t>
      </w:r>
      <w:r>
        <w:tab/>
        <w:t>2.025e0</w:t>
      </w:r>
    </w:p>
    <w:p w:rsidR="005B0461" w:rsidRDefault="005B0461" w:rsidP="005B0461">
      <w:r>
        <w:t>238.0755</w:t>
      </w:r>
      <w:r>
        <w:tab/>
        <w:t>3.250e0</w:t>
      </w:r>
    </w:p>
    <w:p w:rsidR="005B0461" w:rsidRDefault="005B0461" w:rsidP="005B0461">
      <w:r>
        <w:t>238.0818</w:t>
      </w:r>
      <w:r>
        <w:tab/>
        <w:t>2.848e0</w:t>
      </w:r>
    </w:p>
    <w:p w:rsidR="005B0461" w:rsidRDefault="005B0461" w:rsidP="005B0461">
      <w:r>
        <w:t>238.0975</w:t>
      </w:r>
      <w:r>
        <w:tab/>
        <w:t>2.025e0</w:t>
      </w:r>
    </w:p>
    <w:p w:rsidR="005B0461" w:rsidRDefault="005B0461" w:rsidP="005B0461">
      <w:r>
        <w:t>238.1068</w:t>
      </w:r>
      <w:r>
        <w:tab/>
        <w:t>3.038e0</w:t>
      </w:r>
    </w:p>
    <w:p w:rsidR="005B0461" w:rsidRDefault="005B0461" w:rsidP="005B0461">
      <w:r>
        <w:lastRenderedPageBreak/>
        <w:t>238.1181</w:t>
      </w:r>
      <w:r>
        <w:tab/>
        <w:t>1.904e0</w:t>
      </w:r>
    </w:p>
    <w:p w:rsidR="005B0461" w:rsidRDefault="005B0461" w:rsidP="005B0461">
      <w:r>
        <w:t>238.1392</w:t>
      </w:r>
      <w:r>
        <w:tab/>
        <w:t>2.428e0</w:t>
      </w:r>
    </w:p>
    <w:p w:rsidR="005B0461" w:rsidRDefault="005B0461" w:rsidP="005B0461">
      <w:r>
        <w:t>238.1430</w:t>
      </w:r>
      <w:r>
        <w:tab/>
        <w:t>2.173e0</w:t>
      </w:r>
    </w:p>
    <w:p w:rsidR="005B0461" w:rsidRDefault="005B0461" w:rsidP="005B0461">
      <w:r>
        <w:t>238.1572</w:t>
      </w:r>
      <w:r>
        <w:tab/>
        <w:t>4.051e0</w:t>
      </w:r>
    </w:p>
    <w:p w:rsidR="005B0461" w:rsidRDefault="005B0461" w:rsidP="005B0461">
      <w:r>
        <w:t>238.1798</w:t>
      </w:r>
      <w:r>
        <w:tab/>
        <w:t>3.142e0</w:t>
      </w:r>
    </w:p>
    <w:p w:rsidR="005B0461" w:rsidRDefault="005B0461" w:rsidP="005B0461">
      <w:r>
        <w:t>238.1894</w:t>
      </w:r>
      <w:r>
        <w:tab/>
        <w:t>2.915e0</w:t>
      </w:r>
    </w:p>
    <w:p w:rsidR="005B0461" w:rsidRDefault="005B0461" w:rsidP="005B0461">
      <w:r>
        <w:t>238.2021</w:t>
      </w:r>
      <w:r>
        <w:tab/>
        <w:t>3.230e0</w:t>
      </w:r>
    </w:p>
    <w:p w:rsidR="005B0461" w:rsidRDefault="005B0461" w:rsidP="005B0461">
      <w:r>
        <w:t>238.2065</w:t>
      </w:r>
      <w:r>
        <w:tab/>
        <w:t>3.038e0</w:t>
      </w:r>
    </w:p>
    <w:p w:rsidR="005B0461" w:rsidRDefault="005B0461" w:rsidP="005B0461">
      <w:r>
        <w:t>238.2128</w:t>
      </w:r>
      <w:r>
        <w:tab/>
        <w:t>2.025e0</w:t>
      </w:r>
    </w:p>
    <w:p w:rsidR="005B0461" w:rsidRDefault="005B0461" w:rsidP="005B0461">
      <w:r>
        <w:t>238.2225</w:t>
      </w:r>
      <w:r>
        <w:tab/>
        <w:t>1.013e0</w:t>
      </w:r>
    </w:p>
    <w:p w:rsidR="005B0461" w:rsidRDefault="005B0461" w:rsidP="005B0461">
      <w:r>
        <w:t>238.2382</w:t>
      </w:r>
      <w:r>
        <w:tab/>
        <w:t>1.013e0</w:t>
      </w:r>
    </w:p>
    <w:p w:rsidR="005B0461" w:rsidRDefault="005B0461" w:rsidP="005B0461">
      <w:r>
        <w:t>238.2415</w:t>
      </w:r>
      <w:r>
        <w:tab/>
        <w:t>2.025e0</w:t>
      </w:r>
    </w:p>
    <w:p w:rsidR="005B0461" w:rsidRDefault="005B0461" w:rsidP="005B0461">
      <w:r>
        <w:t>238.2427</w:t>
      </w:r>
      <w:r>
        <w:tab/>
        <w:t>1.013e0</w:t>
      </w:r>
    </w:p>
    <w:p w:rsidR="005B0461" w:rsidRDefault="005B0461" w:rsidP="005B0461">
      <w:r>
        <w:t>238.2718</w:t>
      </w:r>
      <w:r>
        <w:tab/>
        <w:t>1.013e0</w:t>
      </w:r>
    </w:p>
    <w:p w:rsidR="005B0461" w:rsidRDefault="005B0461" w:rsidP="005B0461">
      <w:r>
        <w:t>238.2757</w:t>
      </w:r>
      <w:r>
        <w:tab/>
        <w:t>1.013e0</w:t>
      </w:r>
    </w:p>
    <w:p w:rsidR="005B0461" w:rsidRDefault="005B0461" w:rsidP="005B0461">
      <w:r>
        <w:t>238.3113</w:t>
      </w:r>
      <w:r>
        <w:tab/>
        <w:t>2.025e0</w:t>
      </w:r>
    </w:p>
    <w:p w:rsidR="005B0461" w:rsidRDefault="005B0461" w:rsidP="005B0461">
      <w:r>
        <w:t>238.3665</w:t>
      </w:r>
      <w:r>
        <w:tab/>
        <w:t>2.025e0</w:t>
      </w:r>
    </w:p>
    <w:p w:rsidR="005B0461" w:rsidRDefault="005B0461" w:rsidP="005B0461">
      <w:r>
        <w:t>238.3802</w:t>
      </w:r>
      <w:r>
        <w:tab/>
        <w:t>2.025e0</w:t>
      </w:r>
    </w:p>
    <w:p w:rsidR="005B0461" w:rsidRDefault="005B0461" w:rsidP="005B0461">
      <w:r>
        <w:t>238.4236</w:t>
      </w:r>
      <w:r>
        <w:tab/>
        <w:t>2.025e0</w:t>
      </w:r>
    </w:p>
    <w:p w:rsidR="005B0461" w:rsidRDefault="005B0461" w:rsidP="005B0461">
      <w:r>
        <w:lastRenderedPageBreak/>
        <w:t>238.4480</w:t>
      </w:r>
      <w:r>
        <w:tab/>
        <w:t>3.038e0</w:t>
      </w:r>
    </w:p>
    <w:p w:rsidR="005B0461" w:rsidRDefault="005B0461" w:rsidP="005B0461">
      <w:r>
        <w:t>238.4730</w:t>
      </w:r>
      <w:r>
        <w:tab/>
        <w:t>2.025e0</w:t>
      </w:r>
    </w:p>
    <w:p w:rsidR="005B0461" w:rsidRDefault="005B0461" w:rsidP="005B0461">
      <w:r>
        <w:t>238.4885</w:t>
      </w:r>
      <w:r>
        <w:tab/>
        <w:t>2.025e0</w:t>
      </w:r>
    </w:p>
    <w:p w:rsidR="005B0461" w:rsidRDefault="005B0461" w:rsidP="005B0461">
      <w:r>
        <w:t>238.5183</w:t>
      </w:r>
      <w:r>
        <w:tab/>
        <w:t>1.013e0</w:t>
      </w:r>
    </w:p>
    <w:p w:rsidR="005B0461" w:rsidRDefault="005B0461" w:rsidP="005B0461">
      <w:r>
        <w:t>238.5379</w:t>
      </w:r>
      <w:r>
        <w:tab/>
        <w:t>1.013e0</w:t>
      </w:r>
    </w:p>
    <w:p w:rsidR="005B0461" w:rsidRDefault="005B0461" w:rsidP="005B0461">
      <w:r>
        <w:t>238.5462</w:t>
      </w:r>
      <w:r>
        <w:tab/>
        <w:t>1.013e0</w:t>
      </w:r>
    </w:p>
    <w:p w:rsidR="005B0461" w:rsidRDefault="005B0461" w:rsidP="005B0461">
      <w:r>
        <w:t>238.5794</w:t>
      </w:r>
      <w:r>
        <w:tab/>
        <w:t>2.025e0</w:t>
      </w:r>
    </w:p>
    <w:p w:rsidR="005B0461" w:rsidRDefault="005B0461" w:rsidP="005B0461">
      <w:r>
        <w:t>238.6043</w:t>
      </w:r>
      <w:r>
        <w:tab/>
        <w:t>1.013e0</w:t>
      </w:r>
    </w:p>
    <w:p w:rsidR="005B0461" w:rsidRDefault="005B0461" w:rsidP="005B0461">
      <w:r>
        <w:t>238.6132</w:t>
      </w:r>
      <w:r>
        <w:tab/>
        <w:t>1.013e0</w:t>
      </w:r>
    </w:p>
    <w:p w:rsidR="005B0461" w:rsidRDefault="005B0461" w:rsidP="005B0461">
      <w:r>
        <w:t>238.6287</w:t>
      </w:r>
      <w:r>
        <w:tab/>
        <w:t>2.025e0</w:t>
      </w:r>
    </w:p>
    <w:p w:rsidR="005B0461" w:rsidRDefault="005B0461" w:rsidP="005B0461">
      <w:r>
        <w:t>238.6327</w:t>
      </w:r>
      <w:r>
        <w:tab/>
        <w:t>2.025e0</w:t>
      </w:r>
    </w:p>
    <w:p w:rsidR="005B0461" w:rsidRDefault="005B0461" w:rsidP="005B0461">
      <w:r>
        <w:t>238.6366</w:t>
      </w:r>
      <w:r>
        <w:tab/>
        <w:t>1.013e0</w:t>
      </w:r>
    </w:p>
    <w:p w:rsidR="005B0461" w:rsidRDefault="005B0461" w:rsidP="005B0461">
      <w:r>
        <w:t>238.6624</w:t>
      </w:r>
      <w:r>
        <w:tab/>
        <w:t>1.013e0</w:t>
      </w:r>
    </w:p>
    <w:p w:rsidR="005B0461" w:rsidRDefault="005B0461" w:rsidP="005B0461">
      <w:r>
        <w:t>238.6859</w:t>
      </w:r>
      <w:r>
        <w:tab/>
        <w:t>1.013e0</w:t>
      </w:r>
    </w:p>
    <w:p w:rsidR="005B0461" w:rsidRDefault="005B0461" w:rsidP="005B0461">
      <w:r>
        <w:t>238.6937</w:t>
      </w:r>
      <w:r>
        <w:tab/>
        <w:t>1.013e0</w:t>
      </w:r>
    </w:p>
    <w:p w:rsidR="005B0461" w:rsidRDefault="005B0461" w:rsidP="005B0461">
      <w:r>
        <w:t>238.7196</w:t>
      </w:r>
      <w:r>
        <w:tab/>
        <w:t>1.013e0</w:t>
      </w:r>
    </w:p>
    <w:p w:rsidR="005B0461" w:rsidRDefault="005B0461" w:rsidP="005B0461">
      <w:r>
        <w:t>238.7274</w:t>
      </w:r>
      <w:r>
        <w:tab/>
        <w:t>1.013e0</w:t>
      </w:r>
    </w:p>
    <w:p w:rsidR="005B0461" w:rsidRDefault="005B0461" w:rsidP="005B0461">
      <w:r>
        <w:t>238.7429</w:t>
      </w:r>
      <w:r>
        <w:tab/>
        <w:t>1.013e0</w:t>
      </w:r>
    </w:p>
    <w:p w:rsidR="005B0461" w:rsidRDefault="005B0461" w:rsidP="005B0461">
      <w:r>
        <w:t>238.7518</w:t>
      </w:r>
      <w:r>
        <w:tab/>
        <w:t>1.013e0</w:t>
      </w:r>
    </w:p>
    <w:p w:rsidR="005B0461" w:rsidRDefault="005B0461" w:rsidP="005B0461">
      <w:r>
        <w:lastRenderedPageBreak/>
        <w:t>238.7728</w:t>
      </w:r>
      <w:r>
        <w:tab/>
        <w:t>1.013e0</w:t>
      </w:r>
    </w:p>
    <w:p w:rsidR="005B0461" w:rsidRDefault="005B0461" w:rsidP="005B0461">
      <w:r>
        <w:t>238.7767</w:t>
      </w:r>
      <w:r>
        <w:tab/>
        <w:t>1.013e0</w:t>
      </w:r>
    </w:p>
    <w:p w:rsidR="005B0461" w:rsidRDefault="005B0461" w:rsidP="005B0461">
      <w:r>
        <w:t>238.7807</w:t>
      </w:r>
      <w:r>
        <w:tab/>
        <w:t>1.013e0</w:t>
      </w:r>
    </w:p>
    <w:p w:rsidR="005B0461" w:rsidRDefault="005B0461" w:rsidP="005B0461">
      <w:r>
        <w:t>238.7913</w:t>
      </w:r>
      <w:r>
        <w:tab/>
        <w:t>3.038e0</w:t>
      </w:r>
    </w:p>
    <w:p w:rsidR="005B0461" w:rsidRDefault="005B0461" w:rsidP="005B0461">
      <w:r>
        <w:t>238.7965</w:t>
      </w:r>
      <w:r>
        <w:tab/>
        <w:t>1.013e0</w:t>
      </w:r>
    </w:p>
    <w:p w:rsidR="005B0461" w:rsidRDefault="005B0461" w:rsidP="005B0461">
      <w:r>
        <w:t>238.8075</w:t>
      </w:r>
      <w:r>
        <w:tab/>
        <w:t>2.025e0</w:t>
      </w:r>
    </w:p>
    <w:p w:rsidR="005B0461" w:rsidRDefault="005B0461" w:rsidP="005B0461">
      <w:r>
        <w:t>238.8260</w:t>
      </w:r>
      <w:r>
        <w:tab/>
        <w:t>1.013e0</w:t>
      </w:r>
    </w:p>
    <w:p w:rsidR="005B0461" w:rsidRDefault="005B0461" w:rsidP="005B0461">
      <w:r>
        <w:t>238.8339</w:t>
      </w:r>
      <w:r>
        <w:tab/>
        <w:t>1.013e0</w:t>
      </w:r>
    </w:p>
    <w:p w:rsidR="005B0461" w:rsidRDefault="005B0461" w:rsidP="005B0461">
      <w:r>
        <w:t>238.8506</w:t>
      </w:r>
      <w:r>
        <w:tab/>
        <w:t>2.025e0</w:t>
      </w:r>
    </w:p>
    <w:p w:rsidR="005B0461" w:rsidRDefault="005B0461" w:rsidP="005B0461">
      <w:r>
        <w:t>238.8636</w:t>
      </w:r>
      <w:r>
        <w:tab/>
        <w:t>1.013e0</w:t>
      </w:r>
    </w:p>
    <w:p w:rsidR="005B0461" w:rsidRDefault="005B0461" w:rsidP="005B0461">
      <w:r>
        <w:t>238.8647</w:t>
      </w:r>
      <w:r>
        <w:tab/>
        <w:t>2.025e0</w:t>
      </w:r>
    </w:p>
    <w:p w:rsidR="005B0461" w:rsidRDefault="005B0461" w:rsidP="005B0461">
      <w:r>
        <w:t>238.8754</w:t>
      </w:r>
      <w:r>
        <w:tab/>
        <w:t>1.013e0</w:t>
      </w:r>
    </w:p>
    <w:p w:rsidR="005B0461" w:rsidRDefault="005B0461" w:rsidP="005B0461">
      <w:r>
        <w:t>238.8833</w:t>
      </w:r>
      <w:r>
        <w:tab/>
        <w:t>1.013e0</w:t>
      </w:r>
    </w:p>
    <w:p w:rsidR="005B0461" w:rsidRDefault="005B0461" w:rsidP="005B0461">
      <w:r>
        <w:t>238.9028</w:t>
      </w:r>
      <w:r>
        <w:tab/>
        <w:t>3.038e0</w:t>
      </w:r>
    </w:p>
    <w:p w:rsidR="005B0461" w:rsidRDefault="005B0461" w:rsidP="005B0461">
      <w:r>
        <w:t>238.9326</w:t>
      </w:r>
      <w:r>
        <w:tab/>
        <w:t>2.025e0</w:t>
      </w:r>
    </w:p>
    <w:p w:rsidR="005B0461" w:rsidRDefault="005B0461" w:rsidP="005B0461">
      <w:r>
        <w:t>238.9403</w:t>
      </w:r>
      <w:r>
        <w:tab/>
        <w:t>2.025e0</w:t>
      </w:r>
    </w:p>
    <w:p w:rsidR="005B0461" w:rsidRDefault="005B0461" w:rsidP="005B0461">
      <w:r>
        <w:t>238.9722</w:t>
      </w:r>
      <w:r>
        <w:tab/>
        <w:t>1.751e0</w:t>
      </w:r>
    </w:p>
    <w:p w:rsidR="005B0461" w:rsidRDefault="005B0461" w:rsidP="005B0461">
      <w:r>
        <w:t>238.9744</w:t>
      </w:r>
      <w:r>
        <w:tab/>
        <w:t>1.561e0</w:t>
      </w:r>
    </w:p>
    <w:p w:rsidR="005B0461" w:rsidRDefault="005B0461" w:rsidP="005B0461">
      <w:r>
        <w:t>238.9767</w:t>
      </w:r>
      <w:r>
        <w:tab/>
        <w:t>2.345e0</w:t>
      </w:r>
    </w:p>
    <w:p w:rsidR="005B0461" w:rsidRDefault="005B0461" w:rsidP="005B0461">
      <w:r>
        <w:lastRenderedPageBreak/>
        <w:t>238.9800</w:t>
      </w:r>
      <w:r>
        <w:tab/>
        <w:t>2.025e0</w:t>
      </w:r>
    </w:p>
    <w:p w:rsidR="005B0461" w:rsidRDefault="005B0461" w:rsidP="005B0461">
      <w:r>
        <w:t>239.0187</w:t>
      </w:r>
      <w:r>
        <w:tab/>
        <w:t>3.125e0</w:t>
      </w:r>
    </w:p>
    <w:p w:rsidR="005B0461" w:rsidRDefault="005B0461" w:rsidP="005B0461">
      <w:r>
        <w:t>239.0311</w:t>
      </w:r>
      <w:r>
        <w:tab/>
        <w:t>1.168e0</w:t>
      </w:r>
    </w:p>
    <w:p w:rsidR="005B0461" w:rsidRDefault="005B0461" w:rsidP="005B0461">
      <w:r>
        <w:t>239.0430</w:t>
      </w:r>
      <w:r>
        <w:tab/>
        <w:t>1.013e0</w:t>
      </w:r>
    </w:p>
    <w:p w:rsidR="005B0461" w:rsidRDefault="005B0461" w:rsidP="005B0461">
      <w:r>
        <w:t>239.0660</w:t>
      </w:r>
      <w:r>
        <w:tab/>
        <w:t>2.980e0</w:t>
      </w:r>
    </w:p>
    <w:p w:rsidR="005B0461" w:rsidRDefault="005B0461" w:rsidP="005B0461">
      <w:r>
        <w:t>239.0678</w:t>
      </w:r>
      <w:r>
        <w:tab/>
        <w:t>4.013e0</w:t>
      </w:r>
    </w:p>
    <w:p w:rsidR="005B0461" w:rsidRDefault="005B0461" w:rsidP="005B0461">
      <w:r>
        <w:t>239.0709</w:t>
      </w:r>
      <w:r>
        <w:tab/>
        <w:t>2.025e0</w:t>
      </w:r>
    </w:p>
    <w:p w:rsidR="005B0461" w:rsidRDefault="005B0461" w:rsidP="005B0461">
      <w:r>
        <w:t>239.0965</w:t>
      </w:r>
      <w:r>
        <w:tab/>
        <w:t>2.501e0</w:t>
      </w:r>
    </w:p>
    <w:p w:rsidR="005B0461" w:rsidRDefault="005B0461" w:rsidP="005B0461">
      <w:r>
        <w:t>239.0986</w:t>
      </w:r>
      <w:r>
        <w:tab/>
        <w:t>5.063e0</w:t>
      </w:r>
    </w:p>
    <w:p w:rsidR="005B0461" w:rsidRDefault="005B0461" w:rsidP="005B0461">
      <w:r>
        <w:t>239.1097</w:t>
      </w:r>
      <w:r>
        <w:tab/>
        <w:t>1.013e0</w:t>
      </w:r>
    </w:p>
    <w:p w:rsidR="005B0461" w:rsidRDefault="005B0461" w:rsidP="005B0461">
      <w:r>
        <w:t>239.1127</w:t>
      </w:r>
      <w:r>
        <w:tab/>
        <w:t>4.020e0</w:t>
      </w:r>
    </w:p>
    <w:p w:rsidR="005B0461" w:rsidRDefault="005B0461" w:rsidP="005B0461">
      <w:r>
        <w:t>239.1284</w:t>
      </w:r>
      <w:r>
        <w:tab/>
        <w:t>1.846e0</w:t>
      </w:r>
    </w:p>
    <w:p w:rsidR="005B0461" w:rsidRDefault="005B0461" w:rsidP="005B0461">
      <w:r>
        <w:t>239.1547</w:t>
      </w:r>
      <w:r>
        <w:tab/>
        <w:t>4.051e0</w:t>
      </w:r>
    </w:p>
    <w:p w:rsidR="005B0461" w:rsidRDefault="005B0461" w:rsidP="005B0461">
      <w:r>
        <w:t>239.1599</w:t>
      </w:r>
      <w:r>
        <w:tab/>
        <w:t>3.283e0</w:t>
      </w:r>
    </w:p>
    <w:p w:rsidR="005B0461" w:rsidRDefault="005B0461" w:rsidP="005B0461">
      <w:r>
        <w:t>239.1669</w:t>
      </w:r>
      <w:r>
        <w:tab/>
        <w:t>3.742e0</w:t>
      </w:r>
    </w:p>
    <w:p w:rsidR="005B0461" w:rsidRDefault="005B0461" w:rsidP="005B0461">
      <w:r>
        <w:t>239.1741</w:t>
      </w:r>
      <w:r>
        <w:tab/>
        <w:t>1.493e0</w:t>
      </w:r>
    </w:p>
    <w:p w:rsidR="005B0461" w:rsidRDefault="005B0461" w:rsidP="005B0461">
      <w:r>
        <w:t>239.2023</w:t>
      </w:r>
      <w:r>
        <w:tab/>
        <w:t>2.025e0</w:t>
      </w:r>
    </w:p>
    <w:p w:rsidR="005B0461" w:rsidRDefault="005B0461" w:rsidP="005B0461">
      <w:r>
        <w:t>239.2096</w:t>
      </w:r>
      <w:r>
        <w:tab/>
        <w:t>2.025e0</w:t>
      </w:r>
    </w:p>
    <w:p w:rsidR="005B0461" w:rsidRDefault="005B0461" w:rsidP="005B0461">
      <w:r>
        <w:t>239.2171</w:t>
      </w:r>
      <w:r>
        <w:tab/>
        <w:t>1.013e0</w:t>
      </w:r>
    </w:p>
    <w:p w:rsidR="005B0461" w:rsidRDefault="005B0461" w:rsidP="005B0461">
      <w:r>
        <w:lastRenderedPageBreak/>
        <w:t>239.2189</w:t>
      </w:r>
      <w:r>
        <w:tab/>
        <w:t>3.038e0</w:t>
      </w:r>
    </w:p>
    <w:p w:rsidR="005B0461" w:rsidRDefault="005B0461" w:rsidP="005B0461">
      <w:r>
        <w:t>239.2619</w:t>
      </w:r>
      <w:r>
        <w:tab/>
        <w:t>1.013e0</w:t>
      </w:r>
    </w:p>
    <w:p w:rsidR="005B0461" w:rsidRDefault="005B0461" w:rsidP="005B0461">
      <w:r>
        <w:t>239.2658</w:t>
      </w:r>
      <w:r>
        <w:tab/>
        <w:t>2.025e0</w:t>
      </w:r>
    </w:p>
    <w:p w:rsidR="005B0461" w:rsidRDefault="005B0461" w:rsidP="005B0461">
      <w:r>
        <w:t>239.2742</w:t>
      </w:r>
      <w:r>
        <w:tab/>
        <w:t>2.025e0</w:t>
      </w:r>
    </w:p>
    <w:p w:rsidR="005B0461" w:rsidRDefault="005B0461" w:rsidP="005B0461">
      <w:r>
        <w:t>239.2898</w:t>
      </w:r>
      <w:r>
        <w:tab/>
        <w:t>1.013e0</w:t>
      </w:r>
    </w:p>
    <w:p w:rsidR="005B0461" w:rsidRDefault="005B0461" w:rsidP="005B0461">
      <w:r>
        <w:t>239.3067</w:t>
      </w:r>
      <w:r>
        <w:tab/>
        <w:t>1.013e0</w:t>
      </w:r>
    </w:p>
    <w:p w:rsidR="005B0461" w:rsidRDefault="005B0461" w:rsidP="005B0461">
      <w:r>
        <w:t>239.3431</w:t>
      </w:r>
      <w:r>
        <w:tab/>
        <w:t>2.025e0</w:t>
      </w:r>
    </w:p>
    <w:p w:rsidR="005B0461" w:rsidRDefault="005B0461" w:rsidP="005B0461">
      <w:r>
        <w:t>239.3561</w:t>
      </w:r>
      <w:r>
        <w:tab/>
        <w:t>2.025e0</w:t>
      </w:r>
    </w:p>
    <w:p w:rsidR="005B0461" w:rsidRDefault="005B0461" w:rsidP="005B0461">
      <w:r>
        <w:t>239.3605</w:t>
      </w:r>
      <w:r>
        <w:tab/>
        <w:t>1.013e0</w:t>
      </w:r>
    </w:p>
    <w:p w:rsidR="005B0461" w:rsidRDefault="005B0461" w:rsidP="005B0461">
      <w:r>
        <w:t>239.3886</w:t>
      </w:r>
      <w:r>
        <w:tab/>
        <w:t>2.025e0</w:t>
      </w:r>
    </w:p>
    <w:p w:rsidR="005B0461" w:rsidRDefault="005B0461" w:rsidP="005B0461">
      <w:r>
        <w:t>239.3931</w:t>
      </w:r>
      <w:r>
        <w:tab/>
        <w:t>3.038e0</w:t>
      </w:r>
    </w:p>
    <w:p w:rsidR="005B0461" w:rsidRDefault="005B0461" w:rsidP="005B0461">
      <w:r>
        <w:t>239.4098</w:t>
      </w:r>
      <w:r>
        <w:tab/>
        <w:t>1.013e0</w:t>
      </w:r>
    </w:p>
    <w:p w:rsidR="005B0461" w:rsidRDefault="005B0461" w:rsidP="005B0461">
      <w:r>
        <w:t>239.4418</w:t>
      </w:r>
      <w:r>
        <w:tab/>
        <w:t>1.013e0</w:t>
      </w:r>
    </w:p>
    <w:p w:rsidR="005B0461" w:rsidRDefault="005B0461" w:rsidP="005B0461">
      <w:r>
        <w:t>239.4873</w:t>
      </w:r>
      <w:r>
        <w:tab/>
        <w:t>3.038e0</w:t>
      </w:r>
    </w:p>
    <w:p w:rsidR="005B0461" w:rsidRDefault="005B0461" w:rsidP="005B0461">
      <w:r>
        <w:t>239.4990</w:t>
      </w:r>
      <w:r>
        <w:tab/>
        <w:t>3.038e0</w:t>
      </w:r>
    </w:p>
    <w:p w:rsidR="005B0461" w:rsidRDefault="005B0461" w:rsidP="005B0461">
      <w:r>
        <w:t>239.5081</w:t>
      </w:r>
      <w:r>
        <w:tab/>
        <w:t>2.025e0</w:t>
      </w:r>
    </w:p>
    <w:p w:rsidR="005B0461" w:rsidRDefault="005B0461" w:rsidP="005B0461">
      <w:r>
        <w:t>239.5219</w:t>
      </w:r>
      <w:r>
        <w:tab/>
        <w:t>3.038e0</w:t>
      </w:r>
    </w:p>
    <w:p w:rsidR="005B0461" w:rsidRDefault="005B0461" w:rsidP="005B0461">
      <w:r>
        <w:t>239.5367</w:t>
      </w:r>
      <w:r>
        <w:tab/>
        <w:t>3.038e0</w:t>
      </w:r>
    </w:p>
    <w:p w:rsidR="005B0461" w:rsidRDefault="005B0461" w:rsidP="005B0461">
      <w:r>
        <w:t>239.5743</w:t>
      </w:r>
      <w:r>
        <w:tab/>
        <w:t>1.013e0</w:t>
      </w:r>
    </w:p>
    <w:p w:rsidR="005B0461" w:rsidRDefault="005B0461" w:rsidP="005B0461">
      <w:r>
        <w:lastRenderedPageBreak/>
        <w:t>239.6115</w:t>
      </w:r>
      <w:r>
        <w:tab/>
        <w:t>1.013e0</w:t>
      </w:r>
    </w:p>
    <w:p w:rsidR="005B0461" w:rsidRDefault="005B0461" w:rsidP="005B0461">
      <w:r>
        <w:t>239.6394</w:t>
      </w:r>
      <w:r>
        <w:tab/>
        <w:t>1.013e0</w:t>
      </w:r>
    </w:p>
    <w:p w:rsidR="005B0461" w:rsidRDefault="005B0461" w:rsidP="005B0461">
      <w:r>
        <w:t>239.6474</w:t>
      </w:r>
      <w:r>
        <w:tab/>
        <w:t>2.025e0</w:t>
      </w:r>
    </w:p>
    <w:p w:rsidR="005B0461" w:rsidRDefault="005B0461" w:rsidP="005B0461">
      <w:r>
        <w:t>239.6670</w:t>
      </w:r>
      <w:r>
        <w:tab/>
        <w:t>2.025e0</w:t>
      </w:r>
    </w:p>
    <w:p w:rsidR="005B0461" w:rsidRDefault="005B0461" w:rsidP="005B0461">
      <w:r>
        <w:t>239.6692</w:t>
      </w:r>
      <w:r>
        <w:tab/>
        <w:t>1.013e0</w:t>
      </w:r>
    </w:p>
    <w:p w:rsidR="005B0461" w:rsidRDefault="005B0461" w:rsidP="005B0461">
      <w:r>
        <w:t>239.6810</w:t>
      </w:r>
      <w:r>
        <w:tab/>
        <w:t>1.013e0</w:t>
      </w:r>
    </w:p>
    <w:p w:rsidR="005B0461" w:rsidRDefault="005B0461" w:rsidP="005B0461">
      <w:r>
        <w:t>239.7146</w:t>
      </w:r>
      <w:r>
        <w:tab/>
        <w:t>1.013e0</w:t>
      </w:r>
    </w:p>
    <w:p w:rsidR="005B0461" w:rsidRDefault="005B0461" w:rsidP="005B0461">
      <w:r>
        <w:t>239.7186</w:t>
      </w:r>
      <w:r>
        <w:tab/>
        <w:t>1.013e0</w:t>
      </w:r>
    </w:p>
    <w:p w:rsidR="005B0461" w:rsidRDefault="005B0461" w:rsidP="005B0461">
      <w:r>
        <w:t>239.7225</w:t>
      </w:r>
      <w:r>
        <w:tab/>
        <w:t>2.025e0</w:t>
      </w:r>
    </w:p>
    <w:p w:rsidR="005B0461" w:rsidRDefault="005B0461" w:rsidP="005B0461">
      <w:r>
        <w:t>239.7303</w:t>
      </w:r>
      <w:r>
        <w:tab/>
        <w:t>1.013e0</w:t>
      </w:r>
    </w:p>
    <w:p w:rsidR="005B0461" w:rsidRDefault="005B0461" w:rsidP="005B0461">
      <w:r>
        <w:t>239.7460</w:t>
      </w:r>
      <w:r>
        <w:tab/>
        <w:t>1.146e0</w:t>
      </w:r>
    </w:p>
    <w:p w:rsidR="005B0461" w:rsidRDefault="005B0461" w:rsidP="005B0461">
      <w:r>
        <w:t>239.7550</w:t>
      </w:r>
      <w:r>
        <w:tab/>
        <w:t>1.013e0</w:t>
      </w:r>
    </w:p>
    <w:p w:rsidR="005B0461" w:rsidRDefault="005B0461" w:rsidP="005B0461">
      <w:r>
        <w:t>239.7758</w:t>
      </w:r>
      <w:r>
        <w:tab/>
        <w:t>1.013e0</w:t>
      </w:r>
    </w:p>
    <w:p w:rsidR="005B0461" w:rsidRDefault="005B0461" w:rsidP="005B0461">
      <w:r>
        <w:t>239.7876</w:t>
      </w:r>
      <w:r>
        <w:tab/>
        <w:t>1.013e0</w:t>
      </w:r>
    </w:p>
    <w:p w:rsidR="005B0461" w:rsidRDefault="005B0461" w:rsidP="005B0461">
      <w:r>
        <w:t>239.7969</w:t>
      </w:r>
      <w:r>
        <w:tab/>
        <w:t>3.552e0</w:t>
      </w:r>
    </w:p>
    <w:p w:rsidR="005B0461" w:rsidRDefault="005B0461" w:rsidP="005B0461">
      <w:r>
        <w:t>239.8079</w:t>
      </w:r>
      <w:r>
        <w:tab/>
        <w:t>2.025e0</w:t>
      </w:r>
    </w:p>
    <w:p w:rsidR="005B0461" w:rsidRDefault="005B0461" w:rsidP="005B0461">
      <w:r>
        <w:t>239.8291</w:t>
      </w:r>
      <w:r>
        <w:tab/>
        <w:t>1.013e0</w:t>
      </w:r>
    </w:p>
    <w:p w:rsidR="005B0461" w:rsidRDefault="005B0461" w:rsidP="005B0461">
      <w:r>
        <w:t>239.8331</w:t>
      </w:r>
      <w:r>
        <w:tab/>
        <w:t>1.013e0</w:t>
      </w:r>
    </w:p>
    <w:p w:rsidR="005B0461" w:rsidRDefault="005B0461" w:rsidP="005B0461">
      <w:r>
        <w:t>239.8517</w:t>
      </w:r>
      <w:r>
        <w:tab/>
        <w:t>2.025e0</w:t>
      </w:r>
    </w:p>
    <w:p w:rsidR="005B0461" w:rsidRDefault="005B0461" w:rsidP="005B0461">
      <w:r>
        <w:lastRenderedPageBreak/>
        <w:t>239.8707</w:t>
      </w:r>
      <w:r>
        <w:tab/>
        <w:t>1.013e0</w:t>
      </w:r>
    </w:p>
    <w:p w:rsidR="005B0461" w:rsidRDefault="005B0461" w:rsidP="005B0461">
      <w:r>
        <w:t>239.8727</w:t>
      </w:r>
      <w:r>
        <w:tab/>
        <w:t>2.025e0</w:t>
      </w:r>
    </w:p>
    <w:p w:rsidR="005B0461" w:rsidRDefault="005B0461" w:rsidP="005B0461">
      <w:r>
        <w:t>239.9034</w:t>
      </w:r>
      <w:r>
        <w:tab/>
        <w:t>2.025e0</w:t>
      </w:r>
    </w:p>
    <w:p w:rsidR="005B0461" w:rsidRDefault="005B0461" w:rsidP="005B0461">
      <w:r>
        <w:t>239.9279</w:t>
      </w:r>
      <w:r>
        <w:tab/>
        <w:t>1.013e0</w:t>
      </w:r>
    </w:p>
    <w:p w:rsidR="005B0461" w:rsidRDefault="005B0461" w:rsidP="005B0461">
      <w:r>
        <w:t>239.9358</w:t>
      </w:r>
      <w:r>
        <w:tab/>
        <w:t>1.013e0</w:t>
      </w:r>
    </w:p>
    <w:p w:rsidR="005B0461" w:rsidRDefault="005B0461" w:rsidP="005B0461">
      <w:r>
        <w:t>239.9480</w:t>
      </w:r>
      <w:r>
        <w:tab/>
        <w:t>2.025e0</w:t>
      </w:r>
    </w:p>
    <w:p w:rsidR="005B0461" w:rsidRDefault="005B0461" w:rsidP="005B0461">
      <w:r>
        <w:t>239.9891</w:t>
      </w:r>
      <w:r>
        <w:tab/>
        <w:t>1.013e0</w:t>
      </w:r>
    </w:p>
    <w:p w:rsidR="005B0461" w:rsidRDefault="005B0461" w:rsidP="005B0461">
      <w:r>
        <w:t>240.0183</w:t>
      </w:r>
      <w:r>
        <w:tab/>
        <w:t>5.317e0</w:t>
      </w:r>
    </w:p>
    <w:p w:rsidR="005B0461" w:rsidRDefault="005B0461" w:rsidP="005B0461">
      <w:r>
        <w:t>240.0346</w:t>
      </w:r>
      <w:r>
        <w:tab/>
        <w:t>2.901e0</w:t>
      </w:r>
    </w:p>
    <w:p w:rsidR="005B0461" w:rsidRDefault="005B0461" w:rsidP="005B0461">
      <w:r>
        <w:t>240.0493</w:t>
      </w:r>
      <w:r>
        <w:tab/>
        <w:t>4.500e0</w:t>
      </w:r>
    </w:p>
    <w:p w:rsidR="005B0461" w:rsidRDefault="005B0461" w:rsidP="005B0461">
      <w:r>
        <w:t>240.0883</w:t>
      </w:r>
      <w:r>
        <w:tab/>
        <w:t>2.172e0</w:t>
      </w:r>
    </w:p>
    <w:p w:rsidR="005B0461" w:rsidRDefault="005B0461" w:rsidP="005B0461">
      <w:r>
        <w:t>240.0941</w:t>
      </w:r>
      <w:r>
        <w:tab/>
        <w:t>5.765e0</w:t>
      </w:r>
    </w:p>
    <w:p w:rsidR="005B0461" w:rsidRDefault="005B0461" w:rsidP="005B0461">
      <w:r>
        <w:t>240.0955</w:t>
      </w:r>
      <w:r>
        <w:tab/>
        <w:t>4.526e0</w:t>
      </w:r>
    </w:p>
    <w:p w:rsidR="005B0461" w:rsidRDefault="005B0461" w:rsidP="005B0461">
      <w:r>
        <w:t>240.0994</w:t>
      </w:r>
      <w:r>
        <w:tab/>
        <w:t>4.051e0</w:t>
      </w:r>
    </w:p>
    <w:p w:rsidR="005B0461" w:rsidRDefault="005B0461" w:rsidP="005B0461">
      <w:r>
        <w:t>240.1190</w:t>
      </w:r>
      <w:r>
        <w:tab/>
        <w:t>2.254e0</w:t>
      </w:r>
    </w:p>
    <w:p w:rsidR="005B0461" w:rsidRDefault="005B0461" w:rsidP="005B0461">
      <w:r>
        <w:t>240.1451</w:t>
      </w:r>
      <w:r>
        <w:tab/>
        <w:t>3.681e0</w:t>
      </w:r>
    </w:p>
    <w:p w:rsidR="005B0461" w:rsidRDefault="005B0461" w:rsidP="005B0461">
      <w:r>
        <w:t>240.1520</w:t>
      </w:r>
      <w:r>
        <w:tab/>
        <w:t>1.706e1</w:t>
      </w:r>
    </w:p>
    <w:p w:rsidR="005B0461" w:rsidRDefault="005B0461" w:rsidP="005B0461">
      <w:r>
        <w:t>240.1551</w:t>
      </w:r>
      <w:r>
        <w:tab/>
        <w:t>7.349e0</w:t>
      </w:r>
    </w:p>
    <w:p w:rsidR="005B0461" w:rsidRDefault="005B0461" w:rsidP="005B0461">
      <w:r>
        <w:t>240.1729</w:t>
      </w:r>
      <w:r>
        <w:tab/>
        <w:t>3.666e0</w:t>
      </w:r>
    </w:p>
    <w:p w:rsidR="005B0461" w:rsidRDefault="005B0461" w:rsidP="005B0461">
      <w:r>
        <w:lastRenderedPageBreak/>
        <w:t>240.1848</w:t>
      </w:r>
      <w:r>
        <w:tab/>
        <w:t>2.025e0</w:t>
      </w:r>
    </w:p>
    <w:p w:rsidR="005B0461" w:rsidRDefault="005B0461" w:rsidP="005B0461">
      <w:r>
        <w:t>240.1919</w:t>
      </w:r>
      <w:r>
        <w:tab/>
        <w:t>4.051e0</w:t>
      </w:r>
    </w:p>
    <w:p w:rsidR="005B0461" w:rsidRDefault="005B0461" w:rsidP="005B0461">
      <w:r>
        <w:t>240.2167</w:t>
      </w:r>
      <w:r>
        <w:tab/>
        <w:t>2.025e0</w:t>
      </w:r>
    </w:p>
    <w:p w:rsidR="005B0461" w:rsidRDefault="005B0461" w:rsidP="005B0461">
      <w:r>
        <w:t>240.2265</w:t>
      </w:r>
      <w:r>
        <w:tab/>
        <w:t>3.038e0</w:t>
      </w:r>
    </w:p>
    <w:p w:rsidR="005B0461" w:rsidRDefault="005B0461" w:rsidP="005B0461">
      <w:r>
        <w:t>240.2284</w:t>
      </w:r>
      <w:r>
        <w:tab/>
        <w:t>4.051e0</w:t>
      </w:r>
    </w:p>
    <w:p w:rsidR="005B0461" w:rsidRDefault="005B0461" w:rsidP="005B0461">
      <w:r>
        <w:t>240.2342</w:t>
      </w:r>
      <w:r>
        <w:tab/>
        <w:t>2.025e0</w:t>
      </w:r>
    </w:p>
    <w:p w:rsidR="005B0461" w:rsidRDefault="005B0461" w:rsidP="005B0461">
      <w:r>
        <w:t>240.2470</w:t>
      </w:r>
      <w:r>
        <w:tab/>
        <w:t>2.025e0</w:t>
      </w:r>
    </w:p>
    <w:p w:rsidR="005B0461" w:rsidRDefault="005B0461" w:rsidP="005B0461">
      <w:r>
        <w:t>240.2512</w:t>
      </w:r>
      <w:r>
        <w:tab/>
        <w:t>4.051e0</w:t>
      </w:r>
    </w:p>
    <w:p w:rsidR="005B0461" w:rsidRDefault="005B0461" w:rsidP="005B0461">
      <w:r>
        <w:t>240.2739</w:t>
      </w:r>
      <w:r>
        <w:tab/>
        <w:t>1.013e0</w:t>
      </w:r>
    </w:p>
    <w:p w:rsidR="005B0461" w:rsidRDefault="005B0461" w:rsidP="005B0461">
      <w:r>
        <w:t>240.2939</w:t>
      </w:r>
      <w:r>
        <w:tab/>
        <w:t>1.013e0</w:t>
      </w:r>
    </w:p>
    <w:p w:rsidR="005B0461" w:rsidRDefault="005B0461" w:rsidP="005B0461">
      <w:r>
        <w:t>240.3074</w:t>
      </w:r>
      <w:r>
        <w:tab/>
        <w:t>2.025e0</w:t>
      </w:r>
    </w:p>
    <w:p w:rsidR="005B0461" w:rsidRDefault="005B0461" w:rsidP="005B0461">
      <w:r>
        <w:t>240.3116</w:t>
      </w:r>
      <w:r>
        <w:tab/>
        <w:t>1.013e0</w:t>
      </w:r>
    </w:p>
    <w:p w:rsidR="005B0461" w:rsidRDefault="005B0461" w:rsidP="005B0461">
      <w:r>
        <w:t>240.3389</w:t>
      </w:r>
      <w:r>
        <w:tab/>
        <w:t>2.025e0</w:t>
      </w:r>
    </w:p>
    <w:p w:rsidR="005B0461" w:rsidRDefault="005B0461" w:rsidP="005B0461">
      <w:r>
        <w:t>240.3479</w:t>
      </w:r>
      <w:r>
        <w:tab/>
        <w:t>1.013e0</w:t>
      </w:r>
    </w:p>
    <w:p w:rsidR="005B0461" w:rsidRDefault="005B0461" w:rsidP="005B0461">
      <w:r>
        <w:t>240.3688</w:t>
      </w:r>
      <w:r>
        <w:tab/>
        <w:t>1.013e0</w:t>
      </w:r>
    </w:p>
    <w:p w:rsidR="005B0461" w:rsidRDefault="005B0461" w:rsidP="005B0461">
      <w:r>
        <w:t>240.3747</w:t>
      </w:r>
      <w:r>
        <w:tab/>
        <w:t>2.025e0</w:t>
      </w:r>
    </w:p>
    <w:p w:rsidR="005B0461" w:rsidRDefault="005B0461" w:rsidP="005B0461">
      <w:r>
        <w:t>240.3786</w:t>
      </w:r>
      <w:r>
        <w:tab/>
        <w:t>2.025e0</w:t>
      </w:r>
    </w:p>
    <w:p w:rsidR="005B0461" w:rsidRDefault="005B0461" w:rsidP="005B0461">
      <w:r>
        <w:t>240.3974</w:t>
      </w:r>
      <w:r>
        <w:tab/>
        <w:t>1.013e0</w:t>
      </w:r>
    </w:p>
    <w:p w:rsidR="005B0461" w:rsidRDefault="005B0461" w:rsidP="005B0461">
      <w:r>
        <w:t>240.4016</w:t>
      </w:r>
      <w:r>
        <w:tab/>
        <w:t>3.038e0</w:t>
      </w:r>
    </w:p>
    <w:p w:rsidR="005B0461" w:rsidRDefault="005B0461" w:rsidP="005B0461">
      <w:r>
        <w:lastRenderedPageBreak/>
        <w:t>240.4064</w:t>
      </w:r>
      <w:r>
        <w:tab/>
        <w:t>1.013e0</w:t>
      </w:r>
    </w:p>
    <w:p w:rsidR="005B0461" w:rsidRDefault="005B0461" w:rsidP="005B0461">
      <w:r>
        <w:t>240.4300</w:t>
      </w:r>
      <w:r>
        <w:tab/>
        <w:t>2.025e0</w:t>
      </w:r>
    </w:p>
    <w:p w:rsidR="005B0461" w:rsidRDefault="005B0461" w:rsidP="005B0461">
      <w:r>
        <w:t>240.4339</w:t>
      </w:r>
      <w:r>
        <w:tab/>
        <w:t>1.013e0</w:t>
      </w:r>
    </w:p>
    <w:p w:rsidR="005B0461" w:rsidRDefault="005B0461" w:rsidP="005B0461">
      <w:r>
        <w:t>240.4469</w:t>
      </w:r>
      <w:r>
        <w:tab/>
        <w:t>3.038e0</w:t>
      </w:r>
    </w:p>
    <w:p w:rsidR="005B0461" w:rsidRDefault="005B0461" w:rsidP="005B0461">
      <w:r>
        <w:t>240.4599</w:t>
      </w:r>
      <w:r>
        <w:tab/>
        <w:t>1.013e0</w:t>
      </w:r>
    </w:p>
    <w:p w:rsidR="005B0461" w:rsidRDefault="005B0461" w:rsidP="005B0461">
      <w:r>
        <w:t>240.4638</w:t>
      </w:r>
      <w:r>
        <w:tab/>
        <w:t>1.013e0</w:t>
      </w:r>
    </w:p>
    <w:p w:rsidR="005B0461" w:rsidRDefault="005B0461" w:rsidP="005B0461">
      <w:r>
        <w:t>240.4716</w:t>
      </w:r>
      <w:r>
        <w:tab/>
        <w:t>1.013e0</w:t>
      </w:r>
    </w:p>
    <w:p w:rsidR="005B0461" w:rsidRDefault="005B0461" w:rsidP="005B0461">
      <w:r>
        <w:t>240.4873</w:t>
      </w:r>
      <w:r>
        <w:tab/>
        <w:t>1.013e0</w:t>
      </w:r>
    </w:p>
    <w:p w:rsidR="005B0461" w:rsidRDefault="005B0461" w:rsidP="005B0461">
      <w:r>
        <w:t>240.5171</w:t>
      </w:r>
      <w:r>
        <w:tab/>
        <w:t>4.051e0</w:t>
      </w:r>
    </w:p>
    <w:p w:rsidR="005B0461" w:rsidRDefault="005B0461" w:rsidP="005B0461">
      <w:r>
        <w:t>240.5211</w:t>
      </w:r>
      <w:r>
        <w:tab/>
        <w:t>1.013e0</w:t>
      </w:r>
    </w:p>
    <w:p w:rsidR="005B0461" w:rsidRDefault="005B0461" w:rsidP="005B0461">
      <w:r>
        <w:t>240.5328</w:t>
      </w:r>
      <w:r>
        <w:tab/>
        <w:t>2.025e0</w:t>
      </w:r>
    </w:p>
    <w:p w:rsidR="005B0461" w:rsidRDefault="005B0461" w:rsidP="005B0461">
      <w:r>
        <w:t>240.5413</w:t>
      </w:r>
      <w:r>
        <w:tab/>
        <w:t>1.013e0</w:t>
      </w:r>
    </w:p>
    <w:p w:rsidR="005B0461" w:rsidRDefault="005B0461" w:rsidP="005B0461">
      <w:r>
        <w:t>240.5458</w:t>
      </w:r>
      <w:r>
        <w:tab/>
        <w:t>1.013e0</w:t>
      </w:r>
    </w:p>
    <w:p w:rsidR="005B0461" w:rsidRDefault="005B0461" w:rsidP="005B0461">
      <w:r>
        <w:t>240.5559</w:t>
      </w:r>
      <w:r>
        <w:tab/>
        <w:t>1.978e0</w:t>
      </w:r>
    </w:p>
    <w:p w:rsidR="005B0461" w:rsidRDefault="005B0461" w:rsidP="005B0461">
      <w:r>
        <w:t>240.5953</w:t>
      </w:r>
      <w:r>
        <w:tab/>
        <w:t>1.013e0</w:t>
      </w:r>
    </w:p>
    <w:p w:rsidR="005B0461" w:rsidRDefault="005B0461" w:rsidP="005B0461">
      <w:r>
        <w:t>240.6258</w:t>
      </w:r>
      <w:r>
        <w:tab/>
        <w:t>2.025e0</w:t>
      </w:r>
    </w:p>
    <w:p w:rsidR="005B0461" w:rsidRDefault="005B0461" w:rsidP="005B0461">
      <w:r>
        <w:t>240.6577</w:t>
      </w:r>
      <w:r>
        <w:tab/>
        <w:t>1.013e0</w:t>
      </w:r>
    </w:p>
    <w:p w:rsidR="005B0461" w:rsidRDefault="005B0461" w:rsidP="005B0461">
      <w:r>
        <w:t>240.7393</w:t>
      </w:r>
      <w:r>
        <w:tab/>
        <w:t>1.013e0</w:t>
      </w:r>
    </w:p>
    <w:p w:rsidR="005B0461" w:rsidRDefault="005B0461" w:rsidP="005B0461">
      <w:r>
        <w:t>240.7566</w:t>
      </w:r>
      <w:r>
        <w:tab/>
        <w:t>2.025e0</w:t>
      </w:r>
    </w:p>
    <w:p w:rsidR="005B0461" w:rsidRDefault="005B0461" w:rsidP="005B0461">
      <w:r>
        <w:lastRenderedPageBreak/>
        <w:t>240.7605</w:t>
      </w:r>
      <w:r>
        <w:tab/>
        <w:t>1.013e0</w:t>
      </w:r>
    </w:p>
    <w:p w:rsidR="005B0461" w:rsidRDefault="005B0461" w:rsidP="005B0461">
      <w:r>
        <w:t>240.7833</w:t>
      </w:r>
      <w:r>
        <w:tab/>
        <w:t>2.025e0</w:t>
      </w:r>
    </w:p>
    <w:p w:rsidR="005B0461" w:rsidRDefault="005B0461" w:rsidP="005B0461">
      <w:r>
        <w:t>240.8018</w:t>
      </w:r>
      <w:r>
        <w:tab/>
        <w:t>2.025e0</w:t>
      </w:r>
    </w:p>
    <w:p w:rsidR="005B0461" w:rsidRDefault="005B0461" w:rsidP="005B0461">
      <w:r>
        <w:t>240.8405</w:t>
      </w:r>
      <w:r>
        <w:tab/>
        <w:t>2.025e0</w:t>
      </w:r>
    </w:p>
    <w:p w:rsidR="005B0461" w:rsidRDefault="005B0461" w:rsidP="005B0461">
      <w:r>
        <w:t>240.8429</w:t>
      </w:r>
      <w:r>
        <w:tab/>
        <w:t>1.013e0</w:t>
      </w:r>
    </w:p>
    <w:p w:rsidR="005B0461" w:rsidRDefault="005B0461" w:rsidP="005B0461">
      <w:r>
        <w:t>240.8555</w:t>
      </w:r>
      <w:r>
        <w:tab/>
        <w:t>1.013e0</w:t>
      </w:r>
    </w:p>
    <w:p w:rsidR="005B0461" w:rsidRDefault="005B0461" w:rsidP="005B0461">
      <w:r>
        <w:t>240.8673</w:t>
      </w:r>
      <w:r>
        <w:tab/>
        <w:t>2.025e0</w:t>
      </w:r>
    </w:p>
    <w:p w:rsidR="005B0461" w:rsidRDefault="005B0461" w:rsidP="005B0461">
      <w:r>
        <w:t>240.8998</w:t>
      </w:r>
      <w:r>
        <w:tab/>
        <w:t>2.025e0</w:t>
      </w:r>
    </w:p>
    <w:p w:rsidR="005B0461" w:rsidRDefault="005B0461" w:rsidP="005B0461">
      <w:r>
        <w:t>240.9245</w:t>
      </w:r>
      <w:r>
        <w:tab/>
        <w:t>1.013e0</w:t>
      </w:r>
    </w:p>
    <w:p w:rsidR="005B0461" w:rsidRDefault="005B0461" w:rsidP="005B0461">
      <w:r>
        <w:t>240.9335</w:t>
      </w:r>
      <w:r>
        <w:tab/>
        <w:t>2.025e0</w:t>
      </w:r>
    </w:p>
    <w:p w:rsidR="005B0461" w:rsidRDefault="005B0461" w:rsidP="005B0461">
      <w:r>
        <w:t>240.9416</w:t>
      </w:r>
      <w:r>
        <w:tab/>
        <w:t>2.025e0</w:t>
      </w:r>
    </w:p>
    <w:p w:rsidR="005B0461" w:rsidRDefault="005B0461" w:rsidP="005B0461">
      <w:r>
        <w:t>240.9431</w:t>
      </w:r>
      <w:r>
        <w:tab/>
        <w:t>3.038e0</w:t>
      </w:r>
    </w:p>
    <w:p w:rsidR="005B0461" w:rsidRDefault="005B0461" w:rsidP="005B0461">
      <w:r>
        <w:t>240.9544</w:t>
      </w:r>
      <w:r>
        <w:tab/>
        <w:t>1.013e0</w:t>
      </w:r>
    </w:p>
    <w:p w:rsidR="005B0461" w:rsidRDefault="005B0461" w:rsidP="005B0461">
      <w:r>
        <w:t>241.0148</w:t>
      </w:r>
      <w:r>
        <w:tab/>
        <w:t>4.788e0</w:t>
      </w:r>
    </w:p>
    <w:p w:rsidR="005B0461" w:rsidRDefault="005B0461" w:rsidP="005B0461">
      <w:r>
        <w:t>241.0251</w:t>
      </w:r>
      <w:r>
        <w:tab/>
        <w:t>5.000e0</w:t>
      </w:r>
    </w:p>
    <w:p w:rsidR="005B0461" w:rsidRDefault="005B0461" w:rsidP="005B0461">
      <w:r>
        <w:t>241.0394</w:t>
      </w:r>
      <w:r>
        <w:tab/>
        <w:t>3.936e0</w:t>
      </w:r>
    </w:p>
    <w:p w:rsidR="005B0461" w:rsidRDefault="005B0461" w:rsidP="005B0461">
      <w:r>
        <w:t>241.0429</w:t>
      </w:r>
      <w:r>
        <w:tab/>
        <w:t>2.549e0</w:t>
      </w:r>
    </w:p>
    <w:p w:rsidR="005B0461" w:rsidRDefault="005B0461" w:rsidP="005B0461">
      <w:r>
        <w:t>241.0622</w:t>
      </w:r>
      <w:r>
        <w:tab/>
        <w:t>3.133e0</w:t>
      </w:r>
    </w:p>
    <w:p w:rsidR="005B0461" w:rsidRDefault="005B0461" w:rsidP="005B0461">
      <w:r>
        <w:t>241.0674</w:t>
      </w:r>
      <w:r>
        <w:tab/>
        <w:t>1.138e0</w:t>
      </w:r>
    </w:p>
    <w:p w:rsidR="005B0461" w:rsidRDefault="005B0461" w:rsidP="005B0461">
      <w:r>
        <w:lastRenderedPageBreak/>
        <w:t>241.0948</w:t>
      </w:r>
      <w:r>
        <w:tab/>
        <w:t>4.051e0</w:t>
      </w:r>
    </w:p>
    <w:p w:rsidR="005B0461" w:rsidRDefault="005B0461" w:rsidP="005B0461">
      <w:r>
        <w:t>241.1154</w:t>
      </w:r>
      <w:r>
        <w:tab/>
        <w:t>3.513e0</w:t>
      </w:r>
    </w:p>
    <w:p w:rsidR="005B0461" w:rsidRDefault="005B0461" w:rsidP="005B0461">
      <w:r>
        <w:t>241.1374</w:t>
      </w:r>
      <w:r>
        <w:tab/>
        <w:t>6.076e0</w:t>
      </w:r>
    </w:p>
    <w:p w:rsidR="005B0461" w:rsidRDefault="005B0461" w:rsidP="005B0461">
      <w:r>
        <w:t>241.1464</w:t>
      </w:r>
      <w:r>
        <w:tab/>
        <w:t>1.526e0</w:t>
      </w:r>
    </w:p>
    <w:p w:rsidR="005B0461" w:rsidRDefault="005B0461" w:rsidP="005B0461">
      <w:r>
        <w:t>241.1563</w:t>
      </w:r>
      <w:r>
        <w:tab/>
        <w:t>4.006e0</w:t>
      </w:r>
    </w:p>
    <w:p w:rsidR="005B0461" w:rsidRDefault="005B0461" w:rsidP="005B0461">
      <w:r>
        <w:t>241.1610</w:t>
      </w:r>
      <w:r>
        <w:tab/>
        <w:t>3.038e0</w:t>
      </w:r>
    </w:p>
    <w:p w:rsidR="005B0461" w:rsidRDefault="005B0461" w:rsidP="005B0461">
      <w:r>
        <w:t>241.1673</w:t>
      </w:r>
      <w:r>
        <w:tab/>
        <w:t>3.038e0</w:t>
      </w:r>
    </w:p>
    <w:p w:rsidR="005B0461" w:rsidRDefault="005B0461" w:rsidP="005B0461">
      <w:r>
        <w:t>241.1980</w:t>
      </w:r>
      <w:r>
        <w:tab/>
        <w:t>2.025e0</w:t>
      </w:r>
    </w:p>
    <w:p w:rsidR="005B0461" w:rsidRDefault="005B0461" w:rsidP="005B0461">
      <w:r>
        <w:t>241.2019</w:t>
      </w:r>
      <w:r>
        <w:tab/>
        <w:t>3.038e0</w:t>
      </w:r>
    </w:p>
    <w:p w:rsidR="005B0461" w:rsidRDefault="005B0461" w:rsidP="005B0461">
      <w:r>
        <w:t>241.2058</w:t>
      </w:r>
      <w:r>
        <w:tab/>
        <w:t>1.013e0</w:t>
      </w:r>
    </w:p>
    <w:p w:rsidR="005B0461" w:rsidRDefault="005B0461" w:rsidP="005B0461">
      <w:r>
        <w:t>241.2159</w:t>
      </w:r>
      <w:r>
        <w:tab/>
        <w:t>4.108e0</w:t>
      </w:r>
    </w:p>
    <w:p w:rsidR="005B0461" w:rsidRDefault="005B0461" w:rsidP="005B0461">
      <w:r>
        <w:t>241.2229</w:t>
      </w:r>
      <w:r>
        <w:tab/>
        <w:t>2.438e0</w:t>
      </w:r>
    </w:p>
    <w:p w:rsidR="005B0461" w:rsidRDefault="005B0461" w:rsidP="005B0461">
      <w:r>
        <w:t>241.2351</w:t>
      </w:r>
      <w:r>
        <w:tab/>
        <w:t>1.013e0</w:t>
      </w:r>
    </w:p>
    <w:p w:rsidR="005B0461" w:rsidRDefault="005B0461" w:rsidP="005B0461">
      <w:r>
        <w:t>241.2533</w:t>
      </w:r>
      <w:r>
        <w:tab/>
        <w:t>2.025e0</w:t>
      </w:r>
    </w:p>
    <w:p w:rsidR="005B0461" w:rsidRDefault="005B0461" w:rsidP="005B0461">
      <w:r>
        <w:t>241.2553</w:t>
      </w:r>
      <w:r>
        <w:tab/>
        <w:t>2.025e0</w:t>
      </w:r>
    </w:p>
    <w:p w:rsidR="005B0461" w:rsidRDefault="005B0461" w:rsidP="005B0461">
      <w:r>
        <w:t>241.2694</w:t>
      </w:r>
      <w:r>
        <w:tab/>
        <w:t>2.025e0</w:t>
      </w:r>
    </w:p>
    <w:p w:rsidR="005B0461" w:rsidRDefault="005B0461" w:rsidP="005B0461">
      <w:r>
        <w:t>241.2757</w:t>
      </w:r>
      <w:r>
        <w:tab/>
        <w:t>1.013e0</w:t>
      </w:r>
    </w:p>
    <w:p w:rsidR="005B0461" w:rsidRDefault="005B0461" w:rsidP="005B0461">
      <w:r>
        <w:t>241.2858</w:t>
      </w:r>
      <w:r>
        <w:tab/>
        <w:t>2.025e0</w:t>
      </w:r>
    </w:p>
    <w:p w:rsidR="005B0461" w:rsidRDefault="005B0461" w:rsidP="005B0461">
      <w:r>
        <w:t>241.2930</w:t>
      </w:r>
      <w:r>
        <w:tab/>
        <w:t>1.013e0</w:t>
      </w:r>
    </w:p>
    <w:p w:rsidR="005B0461" w:rsidRDefault="005B0461" w:rsidP="005B0461">
      <w:r>
        <w:lastRenderedPageBreak/>
        <w:t>241.3067</w:t>
      </w:r>
      <w:r>
        <w:tab/>
        <w:t>2.025e0</w:t>
      </w:r>
    </w:p>
    <w:p w:rsidR="005B0461" w:rsidRDefault="005B0461" w:rsidP="005B0461">
      <w:r>
        <w:t>241.3387</w:t>
      </w:r>
      <w:r>
        <w:tab/>
        <w:t>1.013e0</w:t>
      </w:r>
    </w:p>
    <w:p w:rsidR="005B0461" w:rsidRDefault="005B0461" w:rsidP="005B0461">
      <w:r>
        <w:t>241.3543</w:t>
      </w:r>
      <w:r>
        <w:tab/>
        <w:t>1.013e0</w:t>
      </w:r>
    </w:p>
    <w:p w:rsidR="005B0461" w:rsidRDefault="005B0461" w:rsidP="005B0461">
      <w:r>
        <w:t>241.3562</w:t>
      </w:r>
      <w:r>
        <w:tab/>
        <w:t>2.025e0</w:t>
      </w:r>
    </w:p>
    <w:p w:rsidR="005B0461" w:rsidRDefault="005B0461" w:rsidP="005B0461">
      <w:r>
        <w:t>241.3659</w:t>
      </w:r>
      <w:r>
        <w:tab/>
        <w:t>1.013e0</w:t>
      </w:r>
    </w:p>
    <w:p w:rsidR="005B0461" w:rsidRDefault="005B0461" w:rsidP="005B0461">
      <w:r>
        <w:t>241.3771</w:t>
      </w:r>
      <w:r>
        <w:tab/>
        <w:t>3.038e0</w:t>
      </w:r>
    </w:p>
    <w:p w:rsidR="005B0461" w:rsidRDefault="005B0461" w:rsidP="005B0461">
      <w:r>
        <w:t>241.4057</w:t>
      </w:r>
      <w:r>
        <w:tab/>
        <w:t>2.025e0</w:t>
      </w:r>
    </w:p>
    <w:p w:rsidR="005B0461" w:rsidRDefault="005B0461" w:rsidP="005B0461">
      <w:r>
        <w:t>241.4115</w:t>
      </w:r>
      <w:r>
        <w:tab/>
        <w:t>1.013e0</w:t>
      </w:r>
    </w:p>
    <w:p w:rsidR="005B0461" w:rsidRDefault="005B0461" w:rsidP="005B0461">
      <w:r>
        <w:t>241.4182</w:t>
      </w:r>
      <w:r>
        <w:tab/>
        <w:t>2.025e0</w:t>
      </w:r>
    </w:p>
    <w:p w:rsidR="005B0461" w:rsidRDefault="005B0461" w:rsidP="005B0461">
      <w:r>
        <w:t>241.4741</w:t>
      </w:r>
      <w:r>
        <w:tab/>
        <w:t>2.025e0</w:t>
      </w:r>
    </w:p>
    <w:p w:rsidR="005B0461" w:rsidRDefault="005B0461" w:rsidP="005B0461">
      <w:r>
        <w:t>241.4871</w:t>
      </w:r>
      <w:r>
        <w:tab/>
        <w:t>2.025e0</w:t>
      </w:r>
    </w:p>
    <w:p w:rsidR="005B0461" w:rsidRDefault="005B0461" w:rsidP="005B0461">
      <w:r>
        <w:t>241.4989</w:t>
      </w:r>
      <w:r>
        <w:tab/>
        <w:t>1.013e0</w:t>
      </w:r>
    </w:p>
    <w:p w:rsidR="005B0461" w:rsidRDefault="005B0461" w:rsidP="005B0461">
      <w:r>
        <w:t>241.5239</w:t>
      </w:r>
      <w:r>
        <w:tab/>
        <w:t>1.013e0</w:t>
      </w:r>
    </w:p>
    <w:p w:rsidR="005B0461" w:rsidRDefault="005B0461" w:rsidP="005B0461">
      <w:r>
        <w:t>241.5284</w:t>
      </w:r>
      <w:r>
        <w:tab/>
        <w:t>1.013e0</w:t>
      </w:r>
    </w:p>
    <w:p w:rsidR="005B0461" w:rsidRDefault="005B0461" w:rsidP="005B0461">
      <w:r>
        <w:t>241.5523</w:t>
      </w:r>
      <w:r>
        <w:tab/>
        <w:t>1.013e0</w:t>
      </w:r>
    </w:p>
    <w:p w:rsidR="005B0461" w:rsidRDefault="005B0461" w:rsidP="005B0461">
      <w:r>
        <w:t>241.5781</w:t>
      </w:r>
      <w:r>
        <w:tab/>
        <w:t>3.038e0</w:t>
      </w:r>
    </w:p>
    <w:p w:rsidR="005B0461" w:rsidRDefault="005B0461" w:rsidP="005B0461">
      <w:r>
        <w:t>241.5861</w:t>
      </w:r>
      <w:r>
        <w:tab/>
        <w:t>1.013e0</w:t>
      </w:r>
    </w:p>
    <w:p w:rsidR="005B0461" w:rsidRDefault="005B0461" w:rsidP="005B0461">
      <w:r>
        <w:t>241.6356</w:t>
      </w:r>
      <w:r>
        <w:tab/>
        <w:t>1.013e0</w:t>
      </w:r>
    </w:p>
    <w:p w:rsidR="005B0461" w:rsidRDefault="005B0461" w:rsidP="005B0461">
      <w:r>
        <w:t>241.6434</w:t>
      </w:r>
      <w:r>
        <w:tab/>
        <w:t>1.013e0</w:t>
      </w:r>
    </w:p>
    <w:p w:rsidR="005B0461" w:rsidRDefault="005B0461" w:rsidP="005B0461">
      <w:r>
        <w:lastRenderedPageBreak/>
        <w:t>241.6774</w:t>
      </w:r>
      <w:r>
        <w:tab/>
        <w:t>2.025e0</w:t>
      </w:r>
    </w:p>
    <w:p w:rsidR="005B0461" w:rsidRDefault="005B0461" w:rsidP="005B0461">
      <w:r>
        <w:t>241.7046</w:t>
      </w:r>
      <w:r>
        <w:tab/>
        <w:t>1.013e0</w:t>
      </w:r>
    </w:p>
    <w:p w:rsidR="005B0461" w:rsidRDefault="005B0461" w:rsidP="005B0461">
      <w:r>
        <w:t>241.7633</w:t>
      </w:r>
      <w:r>
        <w:tab/>
        <w:t>1.013e0</w:t>
      </w:r>
    </w:p>
    <w:p w:rsidR="005B0461" w:rsidRDefault="005B0461" w:rsidP="005B0461">
      <w:r>
        <w:t>241.8000</w:t>
      </w:r>
      <w:r>
        <w:tab/>
        <w:t>4.051e0</w:t>
      </w:r>
    </w:p>
    <w:p w:rsidR="005B0461" w:rsidRDefault="005B0461" w:rsidP="005B0461">
      <w:r>
        <w:t>241.8040</w:t>
      </w:r>
      <w:r>
        <w:tab/>
        <w:t>1.013e0</w:t>
      </w:r>
    </w:p>
    <w:p w:rsidR="005B0461" w:rsidRDefault="005B0461" w:rsidP="005B0461">
      <w:r>
        <w:t>241.8297</w:t>
      </w:r>
      <w:r>
        <w:tab/>
        <w:t>2.025e0</w:t>
      </w:r>
    </w:p>
    <w:p w:rsidR="005B0461" w:rsidRDefault="005B0461" w:rsidP="005B0461">
      <w:r>
        <w:t>241.8583</w:t>
      </w:r>
      <w:r>
        <w:tab/>
        <w:t>1.013e0</w:t>
      </w:r>
    </w:p>
    <w:p w:rsidR="005B0461" w:rsidRDefault="005B0461" w:rsidP="005B0461">
      <w:r>
        <w:t>241.8712</w:t>
      </w:r>
      <w:r>
        <w:tab/>
        <w:t>2.025e0</w:t>
      </w:r>
    </w:p>
    <w:p w:rsidR="005B0461" w:rsidRDefault="005B0461" w:rsidP="005B0461">
      <w:r>
        <w:t>241.8911</w:t>
      </w:r>
      <w:r>
        <w:tab/>
        <w:t>2.025e0</w:t>
      </w:r>
    </w:p>
    <w:p w:rsidR="005B0461" w:rsidRDefault="005B0461" w:rsidP="005B0461">
      <w:r>
        <w:t>241.9125</w:t>
      </w:r>
      <w:r>
        <w:tab/>
        <w:t>1.013e0</w:t>
      </w:r>
    </w:p>
    <w:p w:rsidR="005B0461" w:rsidRDefault="005B0461" w:rsidP="005B0461">
      <w:r>
        <w:t>241.9188</w:t>
      </w:r>
      <w:r>
        <w:tab/>
        <w:t>2.025e0</w:t>
      </w:r>
    </w:p>
    <w:p w:rsidR="005B0461" w:rsidRDefault="005B0461" w:rsidP="005B0461">
      <w:r>
        <w:t>241.9367</w:t>
      </w:r>
      <w:r>
        <w:tab/>
        <w:t>1.013e0</w:t>
      </w:r>
    </w:p>
    <w:p w:rsidR="005B0461" w:rsidRDefault="005B0461" w:rsidP="005B0461">
      <w:r>
        <w:t>241.9636</w:t>
      </w:r>
      <w:r>
        <w:tab/>
        <w:t>5.063e0</w:t>
      </w:r>
    </w:p>
    <w:p w:rsidR="005B0461" w:rsidRDefault="005B0461" w:rsidP="005B0461">
      <w:r>
        <w:t>241.9667</w:t>
      </w:r>
      <w:r>
        <w:tab/>
        <w:t>1.013e0</w:t>
      </w:r>
    </w:p>
    <w:p w:rsidR="005B0461" w:rsidRDefault="005B0461" w:rsidP="005B0461">
      <w:r>
        <w:t>241.9705</w:t>
      </w:r>
      <w:r>
        <w:tab/>
        <w:t>1.013e0</w:t>
      </w:r>
    </w:p>
    <w:p w:rsidR="005B0461" w:rsidRDefault="005B0461" w:rsidP="005B0461">
      <w:r>
        <w:t>241.9969</w:t>
      </w:r>
      <w:r>
        <w:tab/>
        <w:t>2.503e0</w:t>
      </w:r>
    </w:p>
    <w:p w:rsidR="005B0461" w:rsidRDefault="005B0461" w:rsidP="005B0461">
      <w:r>
        <w:t>242.0263</w:t>
      </w:r>
      <w:r>
        <w:tab/>
        <w:t>3.832e1</w:t>
      </w:r>
    </w:p>
    <w:p w:rsidR="005B0461" w:rsidRDefault="005B0461" w:rsidP="005B0461">
      <w:r>
        <w:t>242.0305</w:t>
      </w:r>
      <w:r>
        <w:tab/>
        <w:t>2.179e1</w:t>
      </w:r>
    </w:p>
    <w:p w:rsidR="005B0461" w:rsidRDefault="005B0461" w:rsidP="005B0461">
      <w:r>
        <w:t>242.0337</w:t>
      </w:r>
      <w:r>
        <w:tab/>
        <w:t>2.098e1</w:t>
      </w:r>
    </w:p>
    <w:p w:rsidR="005B0461" w:rsidRDefault="005B0461" w:rsidP="005B0461">
      <w:r>
        <w:lastRenderedPageBreak/>
        <w:t>242.0634</w:t>
      </w:r>
      <w:r>
        <w:tab/>
        <w:t>1.412e0</w:t>
      </w:r>
    </w:p>
    <w:p w:rsidR="005B0461" w:rsidRDefault="005B0461" w:rsidP="005B0461">
      <w:r>
        <w:t>242.1264</w:t>
      </w:r>
      <w:r>
        <w:tab/>
        <w:t>2.435e0</w:t>
      </w:r>
    </w:p>
    <w:p w:rsidR="005B0461" w:rsidRDefault="005B0461" w:rsidP="005B0461">
      <w:r>
        <w:t>242.1372</w:t>
      </w:r>
      <w:r>
        <w:tab/>
        <w:t>7.367e0</w:t>
      </w:r>
    </w:p>
    <w:p w:rsidR="005B0461" w:rsidRDefault="005B0461" w:rsidP="005B0461">
      <w:r>
        <w:t>242.1409</w:t>
      </w:r>
      <w:r>
        <w:tab/>
        <w:t>1.238e1</w:t>
      </w:r>
    </w:p>
    <w:p w:rsidR="005B0461" w:rsidRDefault="005B0461" w:rsidP="005B0461">
      <w:r>
        <w:t>242.1472</w:t>
      </w:r>
      <w:r>
        <w:tab/>
        <w:t>7.428e0</w:t>
      </w:r>
    </w:p>
    <w:p w:rsidR="005B0461" w:rsidRDefault="005B0461" w:rsidP="005B0461">
      <w:r>
        <w:t>242.1585</w:t>
      </w:r>
      <w:r>
        <w:tab/>
        <w:t>7.118e0</w:t>
      </w:r>
    </w:p>
    <w:p w:rsidR="005B0461" w:rsidRDefault="005B0461" w:rsidP="005B0461">
      <w:r>
        <w:t>242.1767</w:t>
      </w:r>
      <w:r>
        <w:tab/>
        <w:t>1.857e0</w:t>
      </w:r>
    </w:p>
    <w:p w:rsidR="005B0461" w:rsidRDefault="005B0461" w:rsidP="005B0461">
      <w:r>
        <w:t>242.1837</w:t>
      </w:r>
      <w:r>
        <w:tab/>
        <w:t>3.278e0</w:t>
      </w:r>
    </w:p>
    <w:p w:rsidR="005B0461" w:rsidRDefault="005B0461" w:rsidP="005B0461">
      <w:r>
        <w:t>242.2066</w:t>
      </w:r>
      <w:r>
        <w:tab/>
        <w:t>3.038e0</w:t>
      </w:r>
    </w:p>
    <w:p w:rsidR="005B0461" w:rsidRDefault="005B0461" w:rsidP="005B0461">
      <w:r>
        <w:t>242.2104</w:t>
      </w:r>
      <w:r>
        <w:tab/>
        <w:t>1.013e0</w:t>
      </w:r>
    </w:p>
    <w:p w:rsidR="005B0461" w:rsidRDefault="005B0461" w:rsidP="005B0461">
      <w:r>
        <w:t>242.2143</w:t>
      </w:r>
      <w:r>
        <w:tab/>
        <w:t>2.025e0</w:t>
      </w:r>
    </w:p>
    <w:p w:rsidR="005B0461" w:rsidRDefault="005B0461" w:rsidP="005B0461">
      <w:r>
        <w:t>242.2182</w:t>
      </w:r>
      <w:r>
        <w:tab/>
        <w:t>2.025e0</w:t>
      </w:r>
    </w:p>
    <w:p w:rsidR="005B0461" w:rsidRDefault="005B0461" w:rsidP="005B0461">
      <w:r>
        <w:t>242.2813</w:t>
      </w:r>
      <w:r>
        <w:tab/>
        <w:t>1.311e1</w:t>
      </w:r>
    </w:p>
    <w:p w:rsidR="005B0461" w:rsidRDefault="005B0461" w:rsidP="005B0461">
      <w:r>
        <w:t>242.2863</w:t>
      </w:r>
      <w:r>
        <w:tab/>
        <w:t>1.286e1</w:t>
      </w:r>
    </w:p>
    <w:p w:rsidR="005B0461" w:rsidRDefault="005B0461" w:rsidP="005B0461">
      <w:r>
        <w:t>242.2884</w:t>
      </w:r>
      <w:r>
        <w:tab/>
        <w:t>5.063e0</w:t>
      </w:r>
    </w:p>
    <w:p w:rsidR="005B0461" w:rsidRDefault="005B0461" w:rsidP="005B0461">
      <w:r>
        <w:t>242.2898</w:t>
      </w:r>
      <w:r>
        <w:tab/>
        <w:t>1.624e1</w:t>
      </w:r>
    </w:p>
    <w:p w:rsidR="005B0461" w:rsidRDefault="005B0461" w:rsidP="005B0461">
      <w:r>
        <w:t>242.3206</w:t>
      </w:r>
      <w:r>
        <w:tab/>
        <w:t>3.611e0</w:t>
      </w:r>
    </w:p>
    <w:p w:rsidR="005B0461" w:rsidRDefault="005B0461" w:rsidP="005B0461">
      <w:r>
        <w:t>242.3340</w:t>
      </w:r>
      <w:r>
        <w:tab/>
        <w:t>2.025e0</w:t>
      </w:r>
    </w:p>
    <w:p w:rsidR="005B0461" w:rsidRDefault="005B0461" w:rsidP="005B0461">
      <w:r>
        <w:t>242.3379</w:t>
      </w:r>
      <w:r>
        <w:tab/>
        <w:t>1.013e0</w:t>
      </w:r>
    </w:p>
    <w:p w:rsidR="005B0461" w:rsidRDefault="005B0461" w:rsidP="005B0461">
      <w:r>
        <w:lastRenderedPageBreak/>
        <w:t>242.3469</w:t>
      </w:r>
      <w:r>
        <w:tab/>
        <w:t>1.013e0</w:t>
      </w:r>
    </w:p>
    <w:p w:rsidR="005B0461" w:rsidRDefault="005B0461" w:rsidP="005B0461">
      <w:r>
        <w:t>242.3727</w:t>
      </w:r>
      <w:r>
        <w:tab/>
        <w:t>2.025e0</w:t>
      </w:r>
    </w:p>
    <w:p w:rsidR="005B0461" w:rsidRDefault="005B0461" w:rsidP="005B0461">
      <w:r>
        <w:t>242.3852</w:t>
      </w:r>
      <w:r>
        <w:tab/>
        <w:t>3.038e0</w:t>
      </w:r>
    </w:p>
    <w:p w:rsidR="005B0461" w:rsidRDefault="005B0461" w:rsidP="005B0461">
      <w:r>
        <w:t>242.3922</w:t>
      </w:r>
      <w:r>
        <w:tab/>
        <w:t>1.013e0</w:t>
      </w:r>
    </w:p>
    <w:p w:rsidR="005B0461" w:rsidRDefault="005B0461" w:rsidP="005B0461">
      <w:r>
        <w:t>242.4008</w:t>
      </w:r>
      <w:r>
        <w:tab/>
        <w:t>1.013e0</w:t>
      </w:r>
    </w:p>
    <w:p w:rsidR="005B0461" w:rsidRDefault="005B0461" w:rsidP="005B0461">
      <w:r>
        <w:t>242.4144</w:t>
      </w:r>
      <w:r>
        <w:tab/>
        <w:t>2.025e0</w:t>
      </w:r>
    </w:p>
    <w:p w:rsidR="005B0461" w:rsidRDefault="005B0461" w:rsidP="005B0461">
      <w:r>
        <w:t>242.4227</w:t>
      </w:r>
      <w:r>
        <w:tab/>
        <w:t>2.025e0</w:t>
      </w:r>
    </w:p>
    <w:p w:rsidR="005B0461" w:rsidRDefault="005B0461" w:rsidP="005B0461">
      <w:r>
        <w:t>242.4542</w:t>
      </w:r>
      <w:r>
        <w:tab/>
        <w:t>1.013e0</w:t>
      </w:r>
    </w:p>
    <w:p w:rsidR="005B0461" w:rsidRDefault="005B0461" w:rsidP="005B0461">
      <w:r>
        <w:t>242.4783</w:t>
      </w:r>
      <w:r>
        <w:tab/>
        <w:t>1.013e0</w:t>
      </w:r>
    </w:p>
    <w:p w:rsidR="005B0461" w:rsidRDefault="005B0461" w:rsidP="005B0461">
      <w:r>
        <w:t>242.4812</w:t>
      </w:r>
      <w:r>
        <w:tab/>
        <w:t>2.025e0</w:t>
      </w:r>
    </w:p>
    <w:p w:rsidR="005B0461" w:rsidRDefault="005B0461" w:rsidP="005B0461">
      <w:r>
        <w:t>242.4919</w:t>
      </w:r>
      <w:r>
        <w:tab/>
        <w:t>1.013e0</w:t>
      </w:r>
    </w:p>
    <w:p w:rsidR="005B0461" w:rsidRDefault="005B0461" w:rsidP="005B0461">
      <w:r>
        <w:t>242.5194</w:t>
      </w:r>
      <w:r>
        <w:tab/>
        <w:t>1.013e0</w:t>
      </w:r>
    </w:p>
    <w:p w:rsidR="005B0461" w:rsidRDefault="005B0461" w:rsidP="005B0461">
      <w:r>
        <w:t>242.5417</w:t>
      </w:r>
      <w:r>
        <w:tab/>
        <w:t>1.013e0</w:t>
      </w:r>
    </w:p>
    <w:p w:rsidR="005B0461" w:rsidRDefault="005B0461" w:rsidP="005B0461">
      <w:r>
        <w:t>242.5672</w:t>
      </w:r>
      <w:r>
        <w:tab/>
        <w:t>2.025e0</w:t>
      </w:r>
    </w:p>
    <w:p w:rsidR="005B0461" w:rsidRDefault="005B0461" w:rsidP="005B0461">
      <w:r>
        <w:t>242.5780</w:t>
      </w:r>
      <w:r>
        <w:tab/>
        <w:t>1.013e0</w:t>
      </w:r>
    </w:p>
    <w:p w:rsidR="005B0461" w:rsidRDefault="005B0461" w:rsidP="005B0461">
      <w:r>
        <w:t>242.5990</w:t>
      </w:r>
      <w:r>
        <w:tab/>
        <w:t>1.013e0</w:t>
      </w:r>
    </w:p>
    <w:p w:rsidR="005B0461" w:rsidRDefault="005B0461" w:rsidP="005B0461">
      <w:r>
        <w:t>242.6146</w:t>
      </w:r>
      <w:r>
        <w:tab/>
        <w:t>1.013e0</w:t>
      </w:r>
    </w:p>
    <w:p w:rsidR="005B0461" w:rsidRDefault="005B0461" w:rsidP="005B0461">
      <w:r>
        <w:t>242.6407</w:t>
      </w:r>
      <w:r>
        <w:tab/>
        <w:t>1.013e0</w:t>
      </w:r>
    </w:p>
    <w:p w:rsidR="005B0461" w:rsidRDefault="005B0461" w:rsidP="005B0461">
      <w:r>
        <w:t>242.6525</w:t>
      </w:r>
      <w:r>
        <w:tab/>
        <w:t>1.013e0</w:t>
      </w:r>
    </w:p>
    <w:p w:rsidR="005B0461" w:rsidRDefault="005B0461" w:rsidP="005B0461">
      <w:r>
        <w:lastRenderedPageBreak/>
        <w:t>242.6732</w:t>
      </w:r>
      <w:r>
        <w:tab/>
        <w:t>1.013e0</w:t>
      </w:r>
    </w:p>
    <w:p w:rsidR="005B0461" w:rsidRDefault="005B0461" w:rsidP="005B0461">
      <w:r>
        <w:t>242.6777</w:t>
      </w:r>
      <w:r>
        <w:tab/>
        <w:t>1.013e0</w:t>
      </w:r>
    </w:p>
    <w:p w:rsidR="005B0461" w:rsidRDefault="005B0461" w:rsidP="005B0461">
      <w:r>
        <w:t>242.6942</w:t>
      </w:r>
      <w:r>
        <w:tab/>
        <w:t>1.013e0</w:t>
      </w:r>
    </w:p>
    <w:p w:rsidR="005B0461" w:rsidRDefault="005B0461" w:rsidP="005B0461">
      <w:r>
        <w:t>242.6982</w:t>
      </w:r>
      <w:r>
        <w:tab/>
        <w:t>1.013e0</w:t>
      </w:r>
    </w:p>
    <w:p w:rsidR="005B0461" w:rsidRDefault="005B0461" w:rsidP="005B0461">
      <w:r>
        <w:t>242.7276</w:t>
      </w:r>
      <w:r>
        <w:tab/>
        <w:t>1.013e0</w:t>
      </w:r>
    </w:p>
    <w:p w:rsidR="005B0461" w:rsidRDefault="005B0461" w:rsidP="005B0461">
      <w:r>
        <w:t>242.7321</w:t>
      </w:r>
      <w:r>
        <w:tab/>
        <w:t>1.013e0</w:t>
      </w:r>
    </w:p>
    <w:p w:rsidR="005B0461" w:rsidRDefault="005B0461" w:rsidP="005B0461">
      <w:r>
        <w:t>242.7360</w:t>
      </w:r>
      <w:r>
        <w:tab/>
        <w:t>1.013e0</w:t>
      </w:r>
    </w:p>
    <w:p w:rsidR="005B0461" w:rsidRDefault="005B0461" w:rsidP="005B0461">
      <w:r>
        <w:t>242.7581</w:t>
      </w:r>
      <w:r>
        <w:tab/>
        <w:t>4.051e0</w:t>
      </w:r>
    </w:p>
    <w:p w:rsidR="005B0461" w:rsidRDefault="005B0461" w:rsidP="005B0461">
      <w:r>
        <w:t>242.7669</w:t>
      </w:r>
      <w:r>
        <w:tab/>
        <w:t>2.025e0</w:t>
      </w:r>
    </w:p>
    <w:p w:rsidR="005B0461" w:rsidRDefault="005B0461" w:rsidP="005B0461">
      <w:r>
        <w:t>242.7775</w:t>
      </w:r>
      <w:r>
        <w:tab/>
        <w:t>1.013e0</w:t>
      </w:r>
    </w:p>
    <w:p w:rsidR="005B0461" w:rsidRDefault="005B0461" w:rsidP="005B0461">
      <w:r>
        <w:t>242.7934</w:t>
      </w:r>
      <w:r>
        <w:tab/>
        <w:t>2.025e0</w:t>
      </w:r>
    </w:p>
    <w:p w:rsidR="005B0461" w:rsidRDefault="005B0461" w:rsidP="005B0461">
      <w:r>
        <w:t>242.8138</w:t>
      </w:r>
      <w:r>
        <w:tab/>
        <w:t>2.025e0</w:t>
      </w:r>
    </w:p>
    <w:p w:rsidR="005B0461" w:rsidRDefault="005B0461" w:rsidP="005B0461">
      <w:r>
        <w:t>242.8221</w:t>
      </w:r>
      <w:r>
        <w:tab/>
        <w:t>3.038e0</w:t>
      </w:r>
    </w:p>
    <w:p w:rsidR="005B0461" w:rsidRDefault="005B0461" w:rsidP="005B0461">
      <w:r>
        <w:t>242.8469</w:t>
      </w:r>
      <w:r>
        <w:tab/>
        <w:t>1.013e0</w:t>
      </w:r>
    </w:p>
    <w:p w:rsidR="005B0461" w:rsidRDefault="005B0461" w:rsidP="005B0461">
      <w:r>
        <w:t>242.9004</w:t>
      </w:r>
      <w:r>
        <w:tab/>
        <w:t>1.013e0</w:t>
      </w:r>
    </w:p>
    <w:p w:rsidR="005B0461" w:rsidRDefault="005B0461" w:rsidP="005B0461">
      <w:r>
        <w:t>242.9135</w:t>
      </w:r>
      <w:r>
        <w:tab/>
        <w:t>3.038e0</w:t>
      </w:r>
    </w:p>
    <w:p w:rsidR="005B0461" w:rsidRDefault="005B0461" w:rsidP="005B0461">
      <w:r>
        <w:t>242.9265</w:t>
      </w:r>
      <w:r>
        <w:tab/>
        <w:t>1.013e0</w:t>
      </w:r>
    </w:p>
    <w:p w:rsidR="005B0461" w:rsidRDefault="005B0461" w:rsidP="005B0461">
      <w:r>
        <w:t>242.9303</w:t>
      </w:r>
      <w:r>
        <w:tab/>
        <w:t>1.013e0</w:t>
      </w:r>
    </w:p>
    <w:p w:rsidR="005B0461" w:rsidRDefault="005B0461" w:rsidP="005B0461">
      <w:r>
        <w:t>242.9544</w:t>
      </w:r>
      <w:r>
        <w:tab/>
        <w:t>1.013e0</w:t>
      </w:r>
    </w:p>
    <w:p w:rsidR="005B0461" w:rsidRDefault="005B0461" w:rsidP="005B0461">
      <w:r>
        <w:lastRenderedPageBreak/>
        <w:t>242.9592</w:t>
      </w:r>
      <w:r>
        <w:tab/>
        <w:t>2.025e0</w:t>
      </w:r>
    </w:p>
    <w:p w:rsidR="005B0461" w:rsidRDefault="005B0461" w:rsidP="005B0461">
      <w:r>
        <w:t>243.0013</w:t>
      </w:r>
      <w:r>
        <w:tab/>
        <w:t>4.051e0</w:t>
      </w:r>
    </w:p>
    <w:p w:rsidR="005B0461" w:rsidRDefault="005B0461" w:rsidP="005B0461">
      <w:r>
        <w:t>243.0047</w:t>
      </w:r>
      <w:r>
        <w:tab/>
        <w:t>1.278e0</w:t>
      </w:r>
    </w:p>
    <w:p w:rsidR="005B0461" w:rsidRDefault="005B0461" w:rsidP="005B0461">
      <w:r>
        <w:t>243.0067</w:t>
      </w:r>
      <w:r>
        <w:tab/>
        <w:t>1.679e0</w:t>
      </w:r>
    </w:p>
    <w:p w:rsidR="005B0461" w:rsidRDefault="005B0461" w:rsidP="005B0461">
      <w:r>
        <w:t>243.0261</w:t>
      </w:r>
      <w:r>
        <w:tab/>
        <w:t>1.266e1</w:t>
      </w:r>
    </w:p>
    <w:p w:rsidR="005B0461" w:rsidRDefault="005B0461" w:rsidP="005B0461">
      <w:r>
        <w:t>243.0309</w:t>
      </w:r>
      <w:r>
        <w:tab/>
        <w:t>2.507e0</w:t>
      </w:r>
    </w:p>
    <w:p w:rsidR="005B0461" w:rsidRDefault="005B0461" w:rsidP="005B0461">
      <w:r>
        <w:t>243.0407</w:t>
      </w:r>
      <w:r>
        <w:tab/>
        <w:t>4.414e0</w:t>
      </w:r>
    </w:p>
    <w:p w:rsidR="005B0461" w:rsidRDefault="005B0461" w:rsidP="005B0461">
      <w:r>
        <w:t>243.0502</w:t>
      </w:r>
      <w:r>
        <w:tab/>
        <w:t>8.069e0</w:t>
      </w:r>
    </w:p>
    <w:p w:rsidR="005B0461" w:rsidRDefault="005B0461" w:rsidP="005B0461">
      <w:r>
        <w:t>243.0825</w:t>
      </w:r>
      <w:r>
        <w:tab/>
        <w:t>1.355e0</w:t>
      </w:r>
    </w:p>
    <w:p w:rsidR="005B0461" w:rsidRDefault="005B0461" w:rsidP="005B0461">
      <w:r>
        <w:t>243.0837</w:t>
      </w:r>
      <w:r>
        <w:tab/>
        <w:t>5.639e0</w:t>
      </w:r>
    </w:p>
    <w:p w:rsidR="005B0461" w:rsidRDefault="005B0461" w:rsidP="005B0461">
      <w:r>
        <w:t>243.1174</w:t>
      </w:r>
      <w:r>
        <w:tab/>
        <w:t>4.983e0</w:t>
      </w:r>
    </w:p>
    <w:p w:rsidR="005B0461" w:rsidRDefault="005B0461" w:rsidP="005B0461">
      <w:r>
        <w:t>243.1268</w:t>
      </w:r>
      <w:r>
        <w:tab/>
        <w:t>2.613e0</w:t>
      </w:r>
    </w:p>
    <w:p w:rsidR="005B0461" w:rsidRDefault="005B0461" w:rsidP="005B0461">
      <w:r>
        <w:t>243.1428</w:t>
      </w:r>
      <w:r>
        <w:tab/>
        <w:t>1.973e0</w:t>
      </w:r>
    </w:p>
    <w:p w:rsidR="005B0461" w:rsidRDefault="005B0461" w:rsidP="005B0461">
      <w:r>
        <w:t>243.1455</w:t>
      </w:r>
      <w:r>
        <w:tab/>
        <w:t>3.804e0</w:t>
      </w:r>
    </w:p>
    <w:p w:rsidR="005B0461" w:rsidRDefault="005B0461" w:rsidP="005B0461">
      <w:r>
        <w:t>243.1524</w:t>
      </w:r>
      <w:r>
        <w:tab/>
        <w:t>5.403e0</w:t>
      </w:r>
    </w:p>
    <w:p w:rsidR="005B0461" w:rsidRDefault="005B0461" w:rsidP="005B0461">
      <w:r>
        <w:t>243.1864</w:t>
      </w:r>
      <w:r>
        <w:tab/>
        <w:t>1.062e1</w:t>
      </w:r>
    </w:p>
    <w:p w:rsidR="005B0461" w:rsidRDefault="005B0461" w:rsidP="005B0461">
      <w:r>
        <w:t>243.1959</w:t>
      </w:r>
      <w:r>
        <w:tab/>
        <w:t>4.430e0</w:t>
      </w:r>
    </w:p>
    <w:p w:rsidR="005B0461" w:rsidRDefault="005B0461" w:rsidP="005B0461">
      <w:r>
        <w:t>243.2241</w:t>
      </w:r>
      <w:r>
        <w:tab/>
        <w:t>1.013e0</w:t>
      </w:r>
    </w:p>
    <w:p w:rsidR="005B0461" w:rsidRDefault="005B0461" w:rsidP="005B0461">
      <w:r>
        <w:t>243.2665</w:t>
      </w:r>
      <w:r>
        <w:tab/>
        <w:t>4.051e0</w:t>
      </w:r>
    </w:p>
    <w:p w:rsidR="005B0461" w:rsidRDefault="005B0461" w:rsidP="005B0461">
      <w:r>
        <w:lastRenderedPageBreak/>
        <w:t>243.2805</w:t>
      </w:r>
      <w:r>
        <w:tab/>
        <w:t>3.038e0</w:t>
      </w:r>
    </w:p>
    <w:p w:rsidR="005B0461" w:rsidRDefault="005B0461" w:rsidP="005B0461">
      <w:r>
        <w:t>243.2926</w:t>
      </w:r>
      <w:r>
        <w:tab/>
        <w:t>3.038e0</w:t>
      </w:r>
    </w:p>
    <w:p w:rsidR="005B0461" w:rsidRDefault="005B0461" w:rsidP="005B0461">
      <w:r>
        <w:t>243.2990</w:t>
      </w:r>
      <w:r>
        <w:tab/>
        <w:t>2.025e0</w:t>
      </w:r>
    </w:p>
    <w:p w:rsidR="005B0461" w:rsidRDefault="005B0461" w:rsidP="005B0461">
      <w:r>
        <w:t>243.3233</w:t>
      </w:r>
      <w:r>
        <w:tab/>
        <w:t>1.013e0</w:t>
      </w:r>
    </w:p>
    <w:p w:rsidR="005B0461" w:rsidRDefault="005B0461" w:rsidP="005B0461">
      <w:r>
        <w:t>243.3405</w:t>
      </w:r>
      <w:r>
        <w:tab/>
        <w:t>1.013e0</w:t>
      </w:r>
    </w:p>
    <w:p w:rsidR="005B0461" w:rsidRDefault="005B0461" w:rsidP="005B0461">
      <w:r>
        <w:t>243.3425</w:t>
      </w:r>
      <w:r>
        <w:tab/>
        <w:t>2.025e0</w:t>
      </w:r>
    </w:p>
    <w:p w:rsidR="005B0461" w:rsidRDefault="005B0461" w:rsidP="005B0461">
      <w:r>
        <w:t>243.3690</w:t>
      </w:r>
      <w:r>
        <w:tab/>
        <w:t>1.013e0</w:t>
      </w:r>
    </w:p>
    <w:p w:rsidR="005B0461" w:rsidRDefault="005B0461" w:rsidP="005B0461">
      <w:r>
        <w:t>243.4068</w:t>
      </w:r>
      <w:r>
        <w:tab/>
        <w:t>2.025e0</w:t>
      </w:r>
    </w:p>
    <w:p w:rsidR="005B0461" w:rsidRDefault="005B0461" w:rsidP="005B0461">
      <w:r>
        <w:t>243.4224</w:t>
      </w:r>
      <w:r>
        <w:tab/>
        <w:t>1.013e0</w:t>
      </w:r>
    </w:p>
    <w:p w:rsidR="005B0461" w:rsidRDefault="005B0461" w:rsidP="005B0461">
      <w:r>
        <w:t>243.4405</w:t>
      </w:r>
      <w:r>
        <w:tab/>
        <w:t>1.013e0</w:t>
      </w:r>
    </w:p>
    <w:p w:rsidR="005B0461" w:rsidRDefault="005B0461" w:rsidP="005B0461">
      <w:r>
        <w:t>243.4525</w:t>
      </w:r>
      <w:r>
        <w:tab/>
        <w:t>2.025e0</w:t>
      </w:r>
    </w:p>
    <w:p w:rsidR="005B0461" w:rsidRDefault="005B0461" w:rsidP="005B0461">
      <w:r>
        <w:t>243.4604</w:t>
      </w:r>
      <w:r>
        <w:tab/>
        <w:t>1.013e0</w:t>
      </w:r>
    </w:p>
    <w:p w:rsidR="005B0461" w:rsidRDefault="005B0461" w:rsidP="005B0461">
      <w:r>
        <w:t>243.4723</w:t>
      </w:r>
      <w:r>
        <w:tab/>
        <w:t>1.013e0</w:t>
      </w:r>
    </w:p>
    <w:p w:rsidR="005B0461" w:rsidRDefault="005B0461" w:rsidP="005B0461">
      <w:r>
        <w:t>243.4870</w:t>
      </w:r>
      <w:r>
        <w:tab/>
        <w:t>2.025e0</w:t>
      </w:r>
    </w:p>
    <w:p w:rsidR="005B0461" w:rsidRDefault="005B0461" w:rsidP="005B0461">
      <w:r>
        <w:t>243.5021</w:t>
      </w:r>
      <w:r>
        <w:tab/>
        <w:t>1.013e0</w:t>
      </w:r>
    </w:p>
    <w:p w:rsidR="005B0461" w:rsidRDefault="005B0461" w:rsidP="005B0461">
      <w:r>
        <w:t>243.5061</w:t>
      </w:r>
      <w:r>
        <w:tab/>
        <w:t>1.013e0</w:t>
      </w:r>
    </w:p>
    <w:p w:rsidR="005B0461" w:rsidRDefault="005B0461" w:rsidP="005B0461">
      <w:r>
        <w:t>243.5377</w:t>
      </w:r>
      <w:r>
        <w:tab/>
        <w:t>3.038e0</w:t>
      </w:r>
    </w:p>
    <w:p w:rsidR="005B0461" w:rsidRDefault="005B0461" w:rsidP="005B0461">
      <w:r>
        <w:t>243.5399</w:t>
      </w:r>
      <w:r>
        <w:tab/>
        <w:t>2.025e0</w:t>
      </w:r>
    </w:p>
    <w:p w:rsidR="005B0461" w:rsidRDefault="005B0461" w:rsidP="005B0461">
      <w:r>
        <w:t>243.5518</w:t>
      </w:r>
      <w:r>
        <w:tab/>
        <w:t>1.013e0</w:t>
      </w:r>
    </w:p>
    <w:p w:rsidR="005B0461" w:rsidRDefault="005B0461" w:rsidP="005B0461">
      <w:r>
        <w:lastRenderedPageBreak/>
        <w:t>243.5668</w:t>
      </w:r>
      <w:r>
        <w:tab/>
        <w:t>2.025e0</w:t>
      </w:r>
    </w:p>
    <w:p w:rsidR="005B0461" w:rsidRDefault="005B0461" w:rsidP="005B0461">
      <w:r>
        <w:t>243.5896</w:t>
      </w:r>
      <w:r>
        <w:tab/>
        <w:t>1.013e0</w:t>
      </w:r>
    </w:p>
    <w:p w:rsidR="005B0461" w:rsidRDefault="005B0461" w:rsidP="005B0461">
      <w:r>
        <w:t>243.5916</w:t>
      </w:r>
      <w:r>
        <w:tab/>
        <w:t>2.025e0</w:t>
      </w:r>
    </w:p>
    <w:p w:rsidR="005B0461" w:rsidRDefault="005B0461" w:rsidP="005B0461">
      <w:r>
        <w:t>243.5975</w:t>
      </w:r>
      <w:r>
        <w:tab/>
        <w:t>1.013e0</w:t>
      </w:r>
    </w:p>
    <w:p w:rsidR="005B0461" w:rsidRDefault="005B0461" w:rsidP="005B0461">
      <w:r>
        <w:t>243.6053</w:t>
      </w:r>
      <w:r>
        <w:tab/>
        <w:t>1.013e0</w:t>
      </w:r>
    </w:p>
    <w:p w:rsidR="005B0461" w:rsidRDefault="005B0461" w:rsidP="005B0461">
      <w:r>
        <w:t>243.6133</w:t>
      </w:r>
      <w:r>
        <w:tab/>
        <w:t>1.013e0</w:t>
      </w:r>
    </w:p>
    <w:p w:rsidR="005B0461" w:rsidRDefault="005B0461" w:rsidP="005B0461">
      <w:r>
        <w:t>243.6575</w:t>
      </w:r>
      <w:r>
        <w:tab/>
        <w:t>3.038e0</w:t>
      </w:r>
    </w:p>
    <w:p w:rsidR="005B0461" w:rsidRDefault="005B0461" w:rsidP="005B0461">
      <w:r>
        <w:t>243.6724</w:t>
      </w:r>
      <w:r>
        <w:tab/>
        <w:t>1.013e0</w:t>
      </w:r>
    </w:p>
    <w:p w:rsidR="005B0461" w:rsidRDefault="005B0461" w:rsidP="005B0461">
      <w:r>
        <w:t>243.6809</w:t>
      </w:r>
      <w:r>
        <w:tab/>
        <w:t>2.025e0</w:t>
      </w:r>
    </w:p>
    <w:p w:rsidR="005B0461" w:rsidRDefault="005B0461" w:rsidP="005B0461">
      <w:r>
        <w:t>243.6928</w:t>
      </w:r>
      <w:r>
        <w:tab/>
        <w:t>1.013e0</w:t>
      </w:r>
    </w:p>
    <w:p w:rsidR="005B0461" w:rsidRDefault="005B0461" w:rsidP="005B0461">
      <w:r>
        <w:t>243.7045</w:t>
      </w:r>
      <w:r>
        <w:tab/>
        <w:t>1.013e0</w:t>
      </w:r>
    </w:p>
    <w:p w:rsidR="005B0461" w:rsidRDefault="005B0461" w:rsidP="005B0461">
      <w:r>
        <w:t>243.7243</w:t>
      </w:r>
      <w:r>
        <w:tab/>
        <w:t>2.025e0</w:t>
      </w:r>
    </w:p>
    <w:p w:rsidR="005B0461" w:rsidRDefault="005B0461" w:rsidP="005B0461">
      <w:r>
        <w:t>243.7307</w:t>
      </w:r>
      <w:r>
        <w:tab/>
        <w:t>1.013e0</w:t>
      </w:r>
    </w:p>
    <w:p w:rsidR="005B0461" w:rsidRDefault="005B0461" w:rsidP="005B0461">
      <w:r>
        <w:t>243.7609</w:t>
      </w:r>
      <w:r>
        <w:tab/>
        <w:t>5.063e0</w:t>
      </w:r>
    </w:p>
    <w:p w:rsidR="005B0461" w:rsidRDefault="005B0461" w:rsidP="005B0461">
      <w:r>
        <w:t>243.7842</w:t>
      </w:r>
      <w:r>
        <w:tab/>
        <w:t>1.013e0</w:t>
      </w:r>
    </w:p>
    <w:p w:rsidR="005B0461" w:rsidRDefault="005B0461" w:rsidP="005B0461">
      <w:r>
        <w:t>243.7921</w:t>
      </w:r>
      <w:r>
        <w:tab/>
        <w:t>1.013e0</w:t>
      </w:r>
    </w:p>
    <w:p w:rsidR="005B0461" w:rsidRDefault="005B0461" w:rsidP="005B0461">
      <w:r>
        <w:t>243.8221</w:t>
      </w:r>
      <w:r>
        <w:tab/>
        <w:t>1.013e0</w:t>
      </w:r>
    </w:p>
    <w:p w:rsidR="005B0461" w:rsidRDefault="005B0461" w:rsidP="005B0461">
      <w:r>
        <w:t>243.8319</w:t>
      </w:r>
      <w:r>
        <w:tab/>
        <w:t>2.025e0</w:t>
      </w:r>
    </w:p>
    <w:p w:rsidR="005B0461" w:rsidRDefault="005B0461" w:rsidP="005B0461">
      <w:r>
        <w:t>243.8796</w:t>
      </w:r>
      <w:r>
        <w:tab/>
        <w:t>2.025e0</w:t>
      </w:r>
    </w:p>
    <w:p w:rsidR="005B0461" w:rsidRDefault="005B0461" w:rsidP="005B0461">
      <w:r>
        <w:lastRenderedPageBreak/>
        <w:t>243.8875</w:t>
      </w:r>
      <w:r>
        <w:tab/>
        <w:t>1.013e0</w:t>
      </w:r>
    </w:p>
    <w:p w:rsidR="005B0461" w:rsidRDefault="005B0461" w:rsidP="005B0461">
      <w:r>
        <w:t>243.8981</w:t>
      </w:r>
      <w:r>
        <w:tab/>
        <w:t>2.025e0</w:t>
      </w:r>
    </w:p>
    <w:p w:rsidR="005B0461" w:rsidRDefault="005B0461" w:rsidP="005B0461">
      <w:r>
        <w:t>243.9046</w:t>
      </w:r>
      <w:r>
        <w:tab/>
        <w:t>1.013e0</w:t>
      </w:r>
    </w:p>
    <w:p w:rsidR="005B0461" w:rsidRDefault="005B0461" w:rsidP="005B0461">
      <w:r>
        <w:t>243.9410</w:t>
      </w:r>
      <w:r>
        <w:tab/>
        <w:t>1.013e0</w:t>
      </w:r>
    </w:p>
    <w:p w:rsidR="005B0461" w:rsidRDefault="005B0461" w:rsidP="005B0461">
      <w:r>
        <w:t>243.9652</w:t>
      </w:r>
      <w:r>
        <w:tab/>
        <w:t>2.025e0</w:t>
      </w:r>
    </w:p>
    <w:p w:rsidR="005B0461" w:rsidRDefault="005B0461" w:rsidP="005B0461">
      <w:r>
        <w:t>243.9866</w:t>
      </w:r>
      <w:r>
        <w:tab/>
        <w:t>1.013e0</w:t>
      </w:r>
    </w:p>
    <w:p w:rsidR="005B0461" w:rsidRDefault="005B0461" w:rsidP="005B0461">
      <w:r>
        <w:t>243.9926</w:t>
      </w:r>
      <w:r>
        <w:tab/>
        <w:t>4.630e0</w:t>
      </w:r>
    </w:p>
    <w:p w:rsidR="005B0461" w:rsidRDefault="005B0461" w:rsidP="005B0461">
      <w:r>
        <w:t>244.0105</w:t>
      </w:r>
      <w:r>
        <w:tab/>
        <w:t>3.549e0</w:t>
      </w:r>
    </w:p>
    <w:p w:rsidR="005B0461" w:rsidRDefault="005B0461" w:rsidP="005B0461">
      <w:r>
        <w:t>244.0170</w:t>
      </w:r>
      <w:r>
        <w:tab/>
        <w:t>5.028e0</w:t>
      </w:r>
    </w:p>
    <w:p w:rsidR="005B0461" w:rsidRDefault="005B0461" w:rsidP="005B0461">
      <w:r>
        <w:t>244.0249</w:t>
      </w:r>
      <w:r>
        <w:tab/>
        <w:t>1.736e0</w:t>
      </w:r>
    </w:p>
    <w:p w:rsidR="005B0461" w:rsidRDefault="005B0461" w:rsidP="005B0461">
      <w:r>
        <w:t>244.0262</w:t>
      </w:r>
      <w:r>
        <w:tab/>
        <w:t>1.597e0</w:t>
      </w:r>
    </w:p>
    <w:p w:rsidR="005B0461" w:rsidRDefault="005B0461" w:rsidP="005B0461">
      <w:r>
        <w:t>244.0583</w:t>
      </w:r>
      <w:r>
        <w:tab/>
        <w:t>2.468e0</w:t>
      </w:r>
    </w:p>
    <w:p w:rsidR="005B0461" w:rsidRDefault="005B0461" w:rsidP="005B0461">
      <w:r>
        <w:t>244.0664</w:t>
      </w:r>
      <w:r>
        <w:tab/>
        <w:t>1.013e0</w:t>
      </w:r>
    </w:p>
    <w:p w:rsidR="005B0461" w:rsidRDefault="005B0461" w:rsidP="005B0461">
      <w:r>
        <w:t>244.0681</w:t>
      </w:r>
      <w:r>
        <w:tab/>
        <w:t>3.315e0</w:t>
      </w:r>
    </w:p>
    <w:p w:rsidR="005B0461" w:rsidRDefault="005B0461" w:rsidP="005B0461">
      <w:r>
        <w:t>244.0872</w:t>
      </w:r>
      <w:r>
        <w:tab/>
        <w:t>2.025e0</w:t>
      </w:r>
    </w:p>
    <w:p w:rsidR="005B0461" w:rsidRDefault="005B0461" w:rsidP="005B0461">
      <w:r>
        <w:t>244.0965</w:t>
      </w:r>
      <w:r>
        <w:tab/>
        <w:t>3.038e0</w:t>
      </w:r>
    </w:p>
    <w:p w:rsidR="005B0461" w:rsidRDefault="005B0461" w:rsidP="005B0461">
      <w:r>
        <w:t>244.0985</w:t>
      </w:r>
      <w:r>
        <w:tab/>
        <w:t>6.635e0</w:t>
      </w:r>
    </w:p>
    <w:p w:rsidR="005B0461" w:rsidRDefault="005B0461" w:rsidP="005B0461">
      <w:r>
        <w:t>244.1350</w:t>
      </w:r>
      <w:r>
        <w:tab/>
        <w:t>1.563e1</w:t>
      </w:r>
    </w:p>
    <w:p w:rsidR="005B0461" w:rsidRDefault="005B0461" w:rsidP="005B0461">
      <w:r>
        <w:t>244.1364</w:t>
      </w:r>
      <w:r>
        <w:tab/>
        <w:t>2.701e1</w:t>
      </w:r>
    </w:p>
    <w:p w:rsidR="005B0461" w:rsidRDefault="005B0461" w:rsidP="005B0461">
      <w:r>
        <w:lastRenderedPageBreak/>
        <w:t>244.1392</w:t>
      </w:r>
      <w:r>
        <w:tab/>
        <w:t>1.654e1</w:t>
      </w:r>
    </w:p>
    <w:p w:rsidR="005B0461" w:rsidRDefault="005B0461" w:rsidP="005B0461">
      <w:r>
        <w:t>244.1414</w:t>
      </w:r>
      <w:r>
        <w:tab/>
        <w:t>1.106e1</w:t>
      </w:r>
    </w:p>
    <w:p w:rsidR="005B0461" w:rsidRDefault="005B0461" w:rsidP="005B0461">
      <w:r>
        <w:t>244.1861</w:t>
      </w:r>
      <w:r>
        <w:tab/>
        <w:t>5.858e0</w:t>
      </w:r>
    </w:p>
    <w:p w:rsidR="005B0461" w:rsidRDefault="005B0461" w:rsidP="005B0461">
      <w:r>
        <w:t>244.1877</w:t>
      </w:r>
      <w:r>
        <w:tab/>
        <w:t>4.708e0</w:t>
      </w:r>
    </w:p>
    <w:p w:rsidR="005B0461" w:rsidRDefault="005B0461" w:rsidP="005B0461">
      <w:r>
        <w:t>244.1964</w:t>
      </w:r>
      <w:r>
        <w:tab/>
        <w:t>3.038e0</w:t>
      </w:r>
    </w:p>
    <w:p w:rsidR="005B0461" w:rsidRDefault="005B0461" w:rsidP="005B0461">
      <w:r>
        <w:t>244.2036</w:t>
      </w:r>
      <w:r>
        <w:tab/>
        <w:t>3.038e0</w:t>
      </w:r>
    </w:p>
    <w:p w:rsidR="005B0461" w:rsidRDefault="005B0461" w:rsidP="005B0461">
      <w:r>
        <w:t>244.2154</w:t>
      </w:r>
      <w:r>
        <w:tab/>
        <w:t>2.025e0</w:t>
      </w:r>
    </w:p>
    <w:p w:rsidR="005B0461" w:rsidRDefault="005B0461" w:rsidP="005B0461">
      <w:r>
        <w:t>244.2235</w:t>
      </w:r>
      <w:r>
        <w:tab/>
        <w:t>1.013e0</w:t>
      </w:r>
    </w:p>
    <w:p w:rsidR="005B0461" w:rsidRDefault="005B0461" w:rsidP="005B0461">
      <w:r>
        <w:t>244.2514</w:t>
      </w:r>
      <w:r>
        <w:tab/>
        <w:t>2.025e0</w:t>
      </w:r>
    </w:p>
    <w:p w:rsidR="005B0461" w:rsidRDefault="005B0461" w:rsidP="005B0461">
      <w:r>
        <w:t>244.2586</w:t>
      </w:r>
      <w:r>
        <w:tab/>
        <w:t>7.089e0</w:t>
      </w:r>
    </w:p>
    <w:p w:rsidR="005B0461" w:rsidRDefault="005B0461" w:rsidP="005B0461">
      <w:r>
        <w:t>244.2832</w:t>
      </w:r>
      <w:r>
        <w:tab/>
        <w:t>4.051e0</w:t>
      </w:r>
    </w:p>
    <w:p w:rsidR="005B0461" w:rsidRDefault="005B0461" w:rsidP="005B0461">
      <w:r>
        <w:t>244.3030</w:t>
      </w:r>
      <w:r>
        <w:tab/>
        <w:t>1.013e0</w:t>
      </w:r>
    </w:p>
    <w:p w:rsidR="005B0461" w:rsidRDefault="005B0461" w:rsidP="005B0461">
      <w:r>
        <w:t>244.3193</w:t>
      </w:r>
      <w:r>
        <w:tab/>
        <w:t>1.013e0</w:t>
      </w:r>
    </w:p>
    <w:p w:rsidR="005B0461" w:rsidRDefault="005B0461" w:rsidP="005B0461">
      <w:r>
        <w:t>244.3448</w:t>
      </w:r>
      <w:r>
        <w:tab/>
        <w:t>1.013e0</w:t>
      </w:r>
    </w:p>
    <w:p w:rsidR="005B0461" w:rsidRDefault="005B0461" w:rsidP="005B0461">
      <w:r>
        <w:t>244.3468</w:t>
      </w:r>
      <w:r>
        <w:tab/>
        <w:t>2.025e0</w:t>
      </w:r>
    </w:p>
    <w:p w:rsidR="005B0461" w:rsidRDefault="005B0461" w:rsidP="005B0461">
      <w:r>
        <w:t>244.3657</w:t>
      </w:r>
      <w:r>
        <w:tab/>
        <w:t>3.038e0</w:t>
      </w:r>
    </w:p>
    <w:p w:rsidR="005B0461" w:rsidRDefault="005B0461" w:rsidP="005B0461">
      <w:r>
        <w:t>244.3847</w:t>
      </w:r>
      <w:r>
        <w:tab/>
        <w:t>2.025e0</w:t>
      </w:r>
    </w:p>
    <w:p w:rsidR="005B0461" w:rsidRDefault="005B0461" w:rsidP="005B0461">
      <w:r>
        <w:t>244.3945</w:t>
      </w:r>
      <w:r>
        <w:tab/>
        <w:t>1.013e0</w:t>
      </w:r>
    </w:p>
    <w:p w:rsidR="005B0461" w:rsidRDefault="005B0461" w:rsidP="005B0461">
      <w:r>
        <w:t>244.4062</w:t>
      </w:r>
      <w:r>
        <w:tab/>
        <w:t>1.013e0</w:t>
      </w:r>
    </w:p>
    <w:p w:rsidR="005B0461" w:rsidRDefault="005B0461" w:rsidP="005B0461">
      <w:r>
        <w:lastRenderedPageBreak/>
        <w:t>244.4196</w:t>
      </w:r>
      <w:r>
        <w:tab/>
        <w:t>1.013e0</w:t>
      </w:r>
    </w:p>
    <w:p w:rsidR="005B0461" w:rsidRDefault="005B0461" w:rsidP="005B0461">
      <w:r>
        <w:t>244.4648</w:t>
      </w:r>
      <w:r>
        <w:tab/>
        <w:t>2.025e0</w:t>
      </w:r>
    </w:p>
    <w:p w:rsidR="005B0461" w:rsidRDefault="005B0461" w:rsidP="005B0461">
      <w:r>
        <w:t>244.4761</w:t>
      </w:r>
      <w:r>
        <w:tab/>
        <w:t>2.025e0</w:t>
      </w:r>
    </w:p>
    <w:p w:rsidR="005B0461" w:rsidRDefault="005B0461" w:rsidP="005B0461">
      <w:r>
        <w:t>244.5090</w:t>
      </w:r>
      <w:r>
        <w:tab/>
        <w:t>2.025e0</w:t>
      </w:r>
    </w:p>
    <w:p w:rsidR="005B0461" w:rsidRDefault="005B0461" w:rsidP="005B0461">
      <w:r>
        <w:t>244.5239</w:t>
      </w:r>
      <w:r>
        <w:tab/>
        <w:t>1.013e0</w:t>
      </w:r>
    </w:p>
    <w:p w:rsidR="005B0461" w:rsidRDefault="005B0461" w:rsidP="005B0461">
      <w:r>
        <w:t>244.5275</w:t>
      </w:r>
      <w:r>
        <w:tab/>
        <w:t>4.051e0</w:t>
      </w:r>
    </w:p>
    <w:p w:rsidR="005B0461" w:rsidRDefault="005B0461" w:rsidP="005B0461">
      <w:r>
        <w:t>244.5815</w:t>
      </w:r>
      <w:r>
        <w:tab/>
        <w:t>1.013e0</w:t>
      </w:r>
    </w:p>
    <w:p w:rsidR="005B0461" w:rsidRDefault="005B0461" w:rsidP="005B0461">
      <w:r>
        <w:t>244.6006</w:t>
      </w:r>
      <w:r>
        <w:tab/>
        <w:t>4.051e0</w:t>
      </w:r>
    </w:p>
    <w:p w:rsidR="005B0461" w:rsidRDefault="005B0461" w:rsidP="005B0461">
      <w:r>
        <w:t>244.6068</w:t>
      </w:r>
      <w:r>
        <w:tab/>
        <w:t>1.013e0</w:t>
      </w:r>
    </w:p>
    <w:p w:rsidR="005B0461" w:rsidRDefault="005B0461" w:rsidP="005B0461">
      <w:r>
        <w:t>244.6272</w:t>
      </w:r>
      <w:r>
        <w:tab/>
        <w:t>1.013e0</w:t>
      </w:r>
    </w:p>
    <w:p w:rsidR="005B0461" w:rsidRDefault="005B0461" w:rsidP="005B0461">
      <w:r>
        <w:t>244.6311</w:t>
      </w:r>
      <w:r>
        <w:tab/>
        <w:t>2.025e0</w:t>
      </w:r>
    </w:p>
    <w:p w:rsidR="005B0461" w:rsidRDefault="005B0461" w:rsidP="005B0461">
      <w:r>
        <w:t>244.6524</w:t>
      </w:r>
      <w:r>
        <w:tab/>
        <w:t>1.013e0</w:t>
      </w:r>
    </w:p>
    <w:p w:rsidR="005B0461" w:rsidRDefault="005B0461" w:rsidP="005B0461">
      <w:r>
        <w:t>244.6612</w:t>
      </w:r>
      <w:r>
        <w:tab/>
        <w:t>1.013e0</w:t>
      </w:r>
    </w:p>
    <w:p w:rsidR="005B0461" w:rsidRDefault="005B0461" w:rsidP="005B0461">
      <w:r>
        <w:t>244.6796</w:t>
      </w:r>
      <w:r>
        <w:tab/>
        <w:t>3.038e0</w:t>
      </w:r>
    </w:p>
    <w:p w:rsidR="005B0461" w:rsidRDefault="005B0461" w:rsidP="005B0461">
      <w:r>
        <w:t>244.7070</w:t>
      </w:r>
      <w:r>
        <w:tab/>
        <w:t>1.013e0</w:t>
      </w:r>
    </w:p>
    <w:p w:rsidR="005B0461" w:rsidRDefault="005B0461" w:rsidP="005B0461">
      <w:r>
        <w:t>244.7207</w:t>
      </w:r>
      <w:r>
        <w:tab/>
        <w:t>2.025e0</w:t>
      </w:r>
    </w:p>
    <w:p w:rsidR="005B0461" w:rsidRDefault="005B0461" w:rsidP="005B0461">
      <w:r>
        <w:t>244.7227</w:t>
      </w:r>
      <w:r>
        <w:tab/>
        <w:t>1.013e0</w:t>
      </w:r>
    </w:p>
    <w:p w:rsidR="005B0461" w:rsidRDefault="005B0461" w:rsidP="005B0461">
      <w:r>
        <w:t>244.7438</w:t>
      </w:r>
      <w:r>
        <w:tab/>
        <w:t>1.013e0</w:t>
      </w:r>
    </w:p>
    <w:p w:rsidR="005B0461" w:rsidRDefault="005B0461" w:rsidP="005B0461">
      <w:r>
        <w:t>244.7762</w:t>
      </w:r>
      <w:r>
        <w:tab/>
        <w:t>1.013e0</w:t>
      </w:r>
    </w:p>
    <w:p w:rsidR="005B0461" w:rsidRDefault="005B0461" w:rsidP="005B0461">
      <w:r>
        <w:lastRenderedPageBreak/>
        <w:t>244.7803</w:t>
      </w:r>
      <w:r>
        <w:tab/>
        <w:t>1.013e0</w:t>
      </w:r>
    </w:p>
    <w:p w:rsidR="005B0461" w:rsidRDefault="005B0461" w:rsidP="005B0461">
      <w:r>
        <w:t>244.8063</w:t>
      </w:r>
      <w:r>
        <w:tab/>
        <w:t>1.013e0</w:t>
      </w:r>
    </w:p>
    <w:p w:rsidR="005B0461" w:rsidRDefault="005B0461" w:rsidP="005B0461">
      <w:r>
        <w:t>244.8260</w:t>
      </w:r>
      <w:r>
        <w:tab/>
        <w:t>1.013e0</w:t>
      </w:r>
    </w:p>
    <w:p w:rsidR="005B0461" w:rsidRDefault="005B0461" w:rsidP="005B0461">
      <w:r>
        <w:t>244.8351</w:t>
      </w:r>
      <w:r>
        <w:tab/>
        <w:t>1.013e0</w:t>
      </w:r>
    </w:p>
    <w:p w:rsidR="005B0461" w:rsidRDefault="005B0461" w:rsidP="005B0461">
      <w:r>
        <w:t>244.8560</w:t>
      </w:r>
      <w:r>
        <w:tab/>
        <w:t>2.025e0</w:t>
      </w:r>
    </w:p>
    <w:p w:rsidR="005B0461" w:rsidRDefault="005B0461" w:rsidP="005B0461">
      <w:r>
        <w:t>244.8600</w:t>
      </w:r>
      <w:r>
        <w:tab/>
        <w:t>1.013e0</w:t>
      </w:r>
    </w:p>
    <w:p w:rsidR="005B0461" w:rsidRDefault="005B0461" w:rsidP="005B0461">
      <w:r>
        <w:t>244.8809</w:t>
      </w:r>
      <w:r>
        <w:tab/>
        <w:t>2.025e0</w:t>
      </w:r>
    </w:p>
    <w:p w:rsidR="005B0461" w:rsidRDefault="005B0461" w:rsidP="005B0461">
      <w:r>
        <w:t>244.9058</w:t>
      </w:r>
      <w:r>
        <w:tab/>
        <w:t>1.013e0</w:t>
      </w:r>
    </w:p>
    <w:p w:rsidR="005B0461" w:rsidRDefault="005B0461" w:rsidP="005B0461">
      <w:r>
        <w:t>244.9096</w:t>
      </w:r>
      <w:r>
        <w:tab/>
        <w:t>2.025e0</w:t>
      </w:r>
    </w:p>
    <w:p w:rsidR="005B0461" w:rsidRDefault="005B0461" w:rsidP="005B0461">
      <w:r>
        <w:t>244.9323</w:t>
      </w:r>
      <w:r>
        <w:tab/>
        <w:t>2.025e0</w:t>
      </w:r>
    </w:p>
    <w:p w:rsidR="005B0461" w:rsidRDefault="005B0461" w:rsidP="005B0461">
      <w:r>
        <w:t>244.9436</w:t>
      </w:r>
      <w:r>
        <w:tab/>
        <w:t>1.013e0</w:t>
      </w:r>
    </w:p>
    <w:p w:rsidR="005B0461" w:rsidRDefault="005B0461" w:rsidP="005B0461">
      <w:r>
        <w:t>244.9768</w:t>
      </w:r>
      <w:r>
        <w:tab/>
        <w:t>1.013e0</w:t>
      </w:r>
    </w:p>
    <w:p w:rsidR="005B0461" w:rsidRDefault="005B0461" w:rsidP="005B0461">
      <w:r>
        <w:t>244.9805</w:t>
      </w:r>
      <w:r>
        <w:tab/>
        <w:t>2.717e0</w:t>
      </w:r>
    </w:p>
    <w:p w:rsidR="005B0461" w:rsidRDefault="005B0461" w:rsidP="005B0461">
      <w:r>
        <w:t>245.0245</w:t>
      </w:r>
      <w:r>
        <w:tab/>
        <w:t>2.240e1</w:t>
      </w:r>
    </w:p>
    <w:p w:rsidR="005B0461" w:rsidRDefault="005B0461" w:rsidP="005B0461">
      <w:r>
        <w:t>245.0273</w:t>
      </w:r>
      <w:r>
        <w:tab/>
        <w:t>8.618e0</w:t>
      </w:r>
    </w:p>
    <w:p w:rsidR="005B0461" w:rsidRDefault="005B0461" w:rsidP="005B0461">
      <w:r>
        <w:t>245.0329</w:t>
      </w:r>
      <w:r>
        <w:tab/>
        <w:t>1.062e1</w:t>
      </w:r>
    </w:p>
    <w:p w:rsidR="005B0461" w:rsidRDefault="005B0461" w:rsidP="005B0461">
      <w:r>
        <w:t>245.0348</w:t>
      </w:r>
      <w:r>
        <w:tab/>
        <w:t>8.897e0</w:t>
      </w:r>
    </w:p>
    <w:p w:rsidR="005B0461" w:rsidRDefault="005B0461" w:rsidP="005B0461">
      <w:r>
        <w:t>245.0676</w:t>
      </w:r>
      <w:r>
        <w:tab/>
        <w:t>5.225e0</w:t>
      </w:r>
    </w:p>
    <w:p w:rsidR="005B0461" w:rsidRDefault="005B0461" w:rsidP="005B0461">
      <w:r>
        <w:t>245.0828</w:t>
      </w:r>
      <w:r>
        <w:tab/>
        <w:t>2.486e0</w:t>
      </w:r>
    </w:p>
    <w:p w:rsidR="005B0461" w:rsidRDefault="005B0461" w:rsidP="005B0461">
      <w:r>
        <w:lastRenderedPageBreak/>
        <w:t>245.0908</w:t>
      </w:r>
      <w:r>
        <w:tab/>
        <w:t>1.501e0</w:t>
      </w:r>
    </w:p>
    <w:p w:rsidR="005B0461" w:rsidRDefault="005B0461" w:rsidP="005B0461">
      <w:r>
        <w:t>245.1098</w:t>
      </w:r>
      <w:r>
        <w:tab/>
        <w:t>6.076e0</w:t>
      </w:r>
    </w:p>
    <w:p w:rsidR="005B0461" w:rsidRDefault="005B0461" w:rsidP="005B0461">
      <w:r>
        <w:t>245.1190</w:t>
      </w:r>
      <w:r>
        <w:tab/>
        <w:t>3.038e0</w:t>
      </w:r>
    </w:p>
    <w:p w:rsidR="005B0461" w:rsidRDefault="005B0461" w:rsidP="005B0461">
      <w:r>
        <w:t>245.1208</w:t>
      </w:r>
      <w:r>
        <w:tab/>
        <w:t>3.905e0</w:t>
      </w:r>
    </w:p>
    <w:p w:rsidR="005B0461" w:rsidRDefault="005B0461" w:rsidP="005B0461">
      <w:r>
        <w:t>245.1421</w:t>
      </w:r>
      <w:r>
        <w:tab/>
        <w:t>5.410e0</w:t>
      </w:r>
    </w:p>
    <w:p w:rsidR="005B0461" w:rsidRDefault="005B0461" w:rsidP="005B0461">
      <w:r>
        <w:t>245.1451</w:t>
      </w:r>
      <w:r>
        <w:tab/>
        <w:t>3.821e0</w:t>
      </w:r>
    </w:p>
    <w:p w:rsidR="005B0461" w:rsidRDefault="005B0461" w:rsidP="005B0461">
      <w:r>
        <w:t>245.1516</w:t>
      </w:r>
      <w:r>
        <w:tab/>
        <w:t>3.084e0</w:t>
      </w:r>
    </w:p>
    <w:p w:rsidR="005B0461" w:rsidRDefault="005B0461" w:rsidP="005B0461">
      <w:r>
        <w:t>245.1558</w:t>
      </w:r>
      <w:r>
        <w:tab/>
        <w:t>3.177e0</w:t>
      </w:r>
    </w:p>
    <w:p w:rsidR="005B0461" w:rsidRDefault="005B0461" w:rsidP="005B0461">
      <w:r>
        <w:t>245.1884</w:t>
      </w:r>
      <w:r>
        <w:tab/>
        <w:t>1.914e0</w:t>
      </w:r>
    </w:p>
    <w:p w:rsidR="005B0461" w:rsidRDefault="005B0461" w:rsidP="005B0461">
      <w:r>
        <w:t>245.1912</w:t>
      </w:r>
      <w:r>
        <w:tab/>
        <w:t>3.564e0</w:t>
      </w:r>
    </w:p>
    <w:p w:rsidR="005B0461" w:rsidRDefault="005B0461" w:rsidP="005B0461">
      <w:r>
        <w:t>245.2173</w:t>
      </w:r>
      <w:r>
        <w:tab/>
        <w:t>4.051e0</w:t>
      </w:r>
    </w:p>
    <w:p w:rsidR="005B0461" w:rsidRDefault="005B0461" w:rsidP="005B0461">
      <w:r>
        <w:t>245.2302</w:t>
      </w:r>
      <w:r>
        <w:tab/>
        <w:t>2.025e0</w:t>
      </w:r>
    </w:p>
    <w:p w:rsidR="005B0461" w:rsidRDefault="005B0461" w:rsidP="005B0461">
      <w:r>
        <w:t>245.2360</w:t>
      </w:r>
      <w:r>
        <w:tab/>
        <w:t>2.025e0</w:t>
      </w:r>
    </w:p>
    <w:p w:rsidR="005B0461" w:rsidRDefault="005B0461" w:rsidP="005B0461">
      <w:r>
        <w:t>245.2382</w:t>
      </w:r>
      <w:r>
        <w:tab/>
        <w:t>4.116e0</w:t>
      </w:r>
    </w:p>
    <w:p w:rsidR="005B0461" w:rsidRDefault="005B0461" w:rsidP="005B0461">
      <w:r>
        <w:t>245.2553</w:t>
      </w:r>
      <w:r>
        <w:tab/>
        <w:t>2.025e0</w:t>
      </w:r>
    </w:p>
    <w:p w:rsidR="005B0461" w:rsidRDefault="005B0461" w:rsidP="005B0461">
      <w:r>
        <w:t>245.2681</w:t>
      </w:r>
      <w:r>
        <w:tab/>
        <w:t>2.025e0</w:t>
      </w:r>
    </w:p>
    <w:p w:rsidR="005B0461" w:rsidRDefault="005B0461" w:rsidP="005B0461">
      <w:r>
        <w:t>245.2740</w:t>
      </w:r>
      <w:r>
        <w:tab/>
        <w:t>2.025e0</w:t>
      </w:r>
    </w:p>
    <w:p w:rsidR="005B0461" w:rsidRDefault="005B0461" w:rsidP="005B0461">
      <w:r>
        <w:t>245.2878</w:t>
      </w:r>
      <w:r>
        <w:tab/>
        <w:t>1.013e0</w:t>
      </w:r>
    </w:p>
    <w:p w:rsidR="005B0461" w:rsidRDefault="005B0461" w:rsidP="005B0461">
      <w:r>
        <w:t>245.3100</w:t>
      </w:r>
      <w:r>
        <w:tab/>
        <w:t>1.013e0</w:t>
      </w:r>
    </w:p>
    <w:p w:rsidR="005B0461" w:rsidRDefault="005B0461" w:rsidP="005B0461">
      <w:r>
        <w:lastRenderedPageBreak/>
        <w:t>245.3178</w:t>
      </w:r>
      <w:r>
        <w:tab/>
        <w:t>2.025e0</w:t>
      </w:r>
    </w:p>
    <w:p w:rsidR="005B0461" w:rsidRDefault="005B0461" w:rsidP="005B0461">
      <w:r>
        <w:t>245.3296</w:t>
      </w:r>
      <w:r>
        <w:tab/>
        <w:t>1.013e0</w:t>
      </w:r>
    </w:p>
    <w:p w:rsidR="005B0461" w:rsidRDefault="005B0461" w:rsidP="005B0461">
      <w:r>
        <w:t>245.3438</w:t>
      </w:r>
      <w:r>
        <w:tab/>
        <w:t>3.038e0</w:t>
      </w:r>
    </w:p>
    <w:p w:rsidR="005B0461" w:rsidRDefault="005B0461" w:rsidP="005B0461">
      <w:r>
        <w:t>245.3676</w:t>
      </w:r>
      <w:r>
        <w:tab/>
        <w:t>1.013e0</w:t>
      </w:r>
    </w:p>
    <w:p w:rsidR="005B0461" w:rsidRDefault="005B0461" w:rsidP="005B0461">
      <w:r>
        <w:t>245.3793</w:t>
      </w:r>
      <w:r>
        <w:tab/>
        <w:t>1.013e0</w:t>
      </w:r>
    </w:p>
    <w:p w:rsidR="005B0461" w:rsidRDefault="005B0461" w:rsidP="005B0461">
      <w:r>
        <w:t>245.3977</w:t>
      </w:r>
      <w:r>
        <w:tab/>
        <w:t>1.013e0</w:t>
      </w:r>
    </w:p>
    <w:p w:rsidR="005B0461" w:rsidRDefault="005B0461" w:rsidP="005B0461">
      <w:r>
        <w:t>245.4055</w:t>
      </w:r>
      <w:r>
        <w:tab/>
        <w:t>1.013e0</w:t>
      </w:r>
    </w:p>
    <w:p w:rsidR="005B0461" w:rsidRDefault="005B0461" w:rsidP="005B0461">
      <w:r>
        <w:t>245.4297</w:t>
      </w:r>
      <w:r>
        <w:tab/>
        <w:t>1.013e0</w:t>
      </w:r>
    </w:p>
    <w:p w:rsidR="005B0461" w:rsidRDefault="005B0461" w:rsidP="005B0461">
      <w:r>
        <w:t>245.4755</w:t>
      </w:r>
      <w:r>
        <w:tab/>
        <w:t>1.013e0</w:t>
      </w:r>
    </w:p>
    <w:p w:rsidR="005B0461" w:rsidRDefault="005B0461" w:rsidP="005B0461">
      <w:r>
        <w:t>245.4783</w:t>
      </w:r>
      <w:r>
        <w:tab/>
        <w:t>2.025e0</w:t>
      </w:r>
    </w:p>
    <w:p w:rsidR="005B0461" w:rsidRDefault="005B0461" w:rsidP="005B0461">
      <w:r>
        <w:t>245.4801</w:t>
      </w:r>
      <w:r>
        <w:tab/>
        <w:t>1.013e0</w:t>
      </w:r>
    </w:p>
    <w:p w:rsidR="005B0461" w:rsidRDefault="005B0461" w:rsidP="005B0461">
      <w:r>
        <w:t>245.5050</w:t>
      </w:r>
      <w:r>
        <w:tab/>
        <w:t>1.013e0</w:t>
      </w:r>
    </w:p>
    <w:p w:rsidR="005B0461" w:rsidRDefault="005B0461" w:rsidP="005B0461">
      <w:r>
        <w:t>245.5129</w:t>
      </w:r>
      <w:r>
        <w:tab/>
        <w:t>1.013e0</w:t>
      </w:r>
    </w:p>
    <w:p w:rsidR="005B0461" w:rsidRDefault="005B0461" w:rsidP="005B0461">
      <w:r>
        <w:t>245.5202</w:t>
      </w:r>
      <w:r>
        <w:tab/>
        <w:t>2.025e0</w:t>
      </w:r>
    </w:p>
    <w:p w:rsidR="005B0461" w:rsidRDefault="005B0461" w:rsidP="005B0461">
      <w:r>
        <w:t>245.5450</w:t>
      </w:r>
      <w:r>
        <w:tab/>
        <w:t>3.038e0</w:t>
      </w:r>
    </w:p>
    <w:p w:rsidR="005B0461" w:rsidRDefault="005B0461" w:rsidP="005B0461">
      <w:r>
        <w:t>245.5587</w:t>
      </w:r>
      <w:r>
        <w:tab/>
        <w:t>3.038e0</w:t>
      </w:r>
    </w:p>
    <w:p w:rsidR="005B0461" w:rsidRDefault="005B0461" w:rsidP="005B0461">
      <w:r>
        <w:t>245.5927</w:t>
      </w:r>
      <w:r>
        <w:tab/>
        <w:t>1.013e0</w:t>
      </w:r>
    </w:p>
    <w:p w:rsidR="005B0461" w:rsidRDefault="005B0461" w:rsidP="005B0461">
      <w:r>
        <w:t>245.6110</w:t>
      </w:r>
      <w:r>
        <w:tab/>
        <w:t>2.025e0</w:t>
      </w:r>
    </w:p>
    <w:p w:rsidR="005B0461" w:rsidRDefault="005B0461" w:rsidP="005B0461">
      <w:r>
        <w:t>245.6225</w:t>
      </w:r>
      <w:r>
        <w:tab/>
        <w:t>3.038e0</w:t>
      </w:r>
    </w:p>
    <w:p w:rsidR="005B0461" w:rsidRDefault="005B0461" w:rsidP="005B0461">
      <w:r>
        <w:lastRenderedPageBreak/>
        <w:t>245.6267</w:t>
      </w:r>
      <w:r>
        <w:tab/>
        <w:t>1.013e0</w:t>
      </w:r>
    </w:p>
    <w:p w:rsidR="005B0461" w:rsidRDefault="005B0461" w:rsidP="005B0461">
      <w:r>
        <w:t>245.6503</w:t>
      </w:r>
      <w:r>
        <w:tab/>
        <w:t>1.013e0</w:t>
      </w:r>
    </w:p>
    <w:p w:rsidR="005B0461" w:rsidRDefault="005B0461" w:rsidP="005B0461">
      <w:r>
        <w:t>245.6621</w:t>
      </w:r>
      <w:r>
        <w:tab/>
        <w:t>3.038e0</w:t>
      </w:r>
    </w:p>
    <w:p w:rsidR="005B0461" w:rsidRDefault="005B0461" w:rsidP="005B0461">
      <w:r>
        <w:t>245.6765</w:t>
      </w:r>
      <w:r>
        <w:tab/>
        <w:t>2.025e0</w:t>
      </w:r>
    </w:p>
    <w:p w:rsidR="005B0461" w:rsidRDefault="005B0461" w:rsidP="005B0461">
      <w:r>
        <w:t>245.6922</w:t>
      </w:r>
      <w:r>
        <w:tab/>
        <w:t>1.013e0</w:t>
      </w:r>
    </w:p>
    <w:p w:rsidR="005B0461" w:rsidRDefault="005B0461" w:rsidP="005B0461">
      <w:r>
        <w:t>245.7137</w:t>
      </w:r>
      <w:r>
        <w:tab/>
        <w:t>3.038e0</w:t>
      </w:r>
    </w:p>
    <w:p w:rsidR="005B0461" w:rsidRDefault="005B0461" w:rsidP="005B0461">
      <w:r>
        <w:t>245.7262</w:t>
      </w:r>
      <w:r>
        <w:tab/>
        <w:t>1.013e0</w:t>
      </w:r>
    </w:p>
    <w:p w:rsidR="005B0461" w:rsidRDefault="005B0461" w:rsidP="005B0461">
      <w:r>
        <w:t>245.7301</w:t>
      </w:r>
      <w:r>
        <w:tab/>
        <w:t>1.013e0</w:t>
      </w:r>
    </w:p>
    <w:p w:rsidR="005B0461" w:rsidRDefault="005B0461" w:rsidP="005B0461">
      <w:r>
        <w:t>245.7504</w:t>
      </w:r>
      <w:r>
        <w:tab/>
        <w:t>3.038e0</w:t>
      </w:r>
    </w:p>
    <w:p w:rsidR="005B0461" w:rsidRDefault="005B0461" w:rsidP="005B0461">
      <w:r>
        <w:t>245.7550</w:t>
      </w:r>
      <w:r>
        <w:tab/>
        <w:t>1.013e0</w:t>
      </w:r>
    </w:p>
    <w:p w:rsidR="005B0461" w:rsidRDefault="005B0461" w:rsidP="005B0461">
      <w:r>
        <w:t>245.7839</w:t>
      </w:r>
      <w:r>
        <w:tab/>
        <w:t>2.025e0</w:t>
      </w:r>
    </w:p>
    <w:p w:rsidR="005B0461" w:rsidRDefault="005B0461" w:rsidP="005B0461">
      <w:r>
        <w:t>245.7962</w:t>
      </w:r>
      <w:r>
        <w:tab/>
        <w:t>1.013e0</w:t>
      </w:r>
    </w:p>
    <w:p w:rsidR="005B0461" w:rsidRDefault="005B0461" w:rsidP="005B0461">
      <w:r>
        <w:t>245.8140</w:t>
      </w:r>
      <w:r>
        <w:tab/>
        <w:t>1.013e0</w:t>
      </w:r>
    </w:p>
    <w:p w:rsidR="005B0461" w:rsidRDefault="005B0461" w:rsidP="005B0461">
      <w:r>
        <w:t>245.8336</w:t>
      </w:r>
      <w:r>
        <w:tab/>
        <w:t>1.013e0</w:t>
      </w:r>
    </w:p>
    <w:p w:rsidR="005B0461" w:rsidRDefault="005B0461" w:rsidP="005B0461">
      <w:r>
        <w:t>245.8598</w:t>
      </w:r>
      <w:r>
        <w:tab/>
        <w:t>1.013e0</w:t>
      </w:r>
    </w:p>
    <w:p w:rsidR="005B0461" w:rsidRDefault="005B0461" w:rsidP="005B0461">
      <w:r>
        <w:t>245.8712</w:t>
      </w:r>
      <w:r>
        <w:tab/>
        <w:t>4.051e0</w:t>
      </w:r>
    </w:p>
    <w:p w:rsidR="005B0461" w:rsidRDefault="005B0461" w:rsidP="005B0461">
      <w:r>
        <w:t>245.8880</w:t>
      </w:r>
      <w:r>
        <w:tab/>
        <w:t>1.013e0</w:t>
      </w:r>
    </w:p>
    <w:p w:rsidR="005B0461" w:rsidRDefault="005B0461" w:rsidP="005B0461">
      <w:r>
        <w:t>245.9017</w:t>
      </w:r>
      <w:r>
        <w:tab/>
        <w:t>1.013e0</w:t>
      </w:r>
    </w:p>
    <w:p w:rsidR="005B0461" w:rsidRDefault="005B0461" w:rsidP="005B0461">
      <w:r>
        <w:t>245.9095</w:t>
      </w:r>
      <w:r>
        <w:tab/>
        <w:t>1.013e0</w:t>
      </w:r>
    </w:p>
    <w:p w:rsidR="005B0461" w:rsidRDefault="005B0461" w:rsidP="005B0461">
      <w:r>
        <w:lastRenderedPageBreak/>
        <w:t>245.9232</w:t>
      </w:r>
      <w:r>
        <w:tab/>
        <w:t>2.025e0</w:t>
      </w:r>
    </w:p>
    <w:p w:rsidR="005B0461" w:rsidRDefault="005B0461" w:rsidP="005B0461">
      <w:r>
        <w:t>245.9292</w:t>
      </w:r>
      <w:r>
        <w:tab/>
        <w:t>1.013e0</w:t>
      </w:r>
    </w:p>
    <w:p w:rsidR="005B0461" w:rsidRDefault="005B0461" w:rsidP="005B0461">
      <w:r>
        <w:t>245.9402</w:t>
      </w:r>
      <w:r>
        <w:tab/>
        <w:t>3.038e0</w:t>
      </w:r>
    </w:p>
    <w:p w:rsidR="005B0461" w:rsidRDefault="005B0461" w:rsidP="005B0461">
      <w:r>
        <w:t>245.9476</w:t>
      </w:r>
      <w:r>
        <w:tab/>
        <w:t>1.013e0</w:t>
      </w:r>
    </w:p>
    <w:p w:rsidR="005B0461" w:rsidRDefault="005B0461" w:rsidP="005B0461">
      <w:r>
        <w:t>245.9514</w:t>
      </w:r>
      <w:r>
        <w:tab/>
        <w:t>1.013e0</w:t>
      </w:r>
    </w:p>
    <w:p w:rsidR="005B0461" w:rsidRDefault="005B0461" w:rsidP="005B0461">
      <w:r>
        <w:t>245.9976</w:t>
      </w:r>
      <w:r>
        <w:tab/>
        <w:t>1.753e1</w:t>
      </w:r>
    </w:p>
    <w:p w:rsidR="005B0461" w:rsidRDefault="005B0461" w:rsidP="005B0461">
      <w:r>
        <w:t>246.0049</w:t>
      </w:r>
      <w:r>
        <w:tab/>
        <w:t>1.924e1</w:t>
      </w:r>
    </w:p>
    <w:p w:rsidR="005B0461" w:rsidRDefault="005B0461" w:rsidP="005B0461">
      <w:r>
        <w:t>246.0075</w:t>
      </w:r>
      <w:r>
        <w:tab/>
        <w:t>1.925e1</w:t>
      </w:r>
    </w:p>
    <w:p w:rsidR="005B0461" w:rsidRDefault="005B0461" w:rsidP="005B0461">
      <w:r>
        <w:t>246.0088</w:t>
      </w:r>
      <w:r>
        <w:tab/>
        <w:t>2.777e1</w:t>
      </w:r>
    </w:p>
    <w:p w:rsidR="005B0461" w:rsidRDefault="005B0461" w:rsidP="005B0461">
      <w:r>
        <w:t>246.0324</w:t>
      </w:r>
      <w:r>
        <w:tab/>
        <w:t>4.605e0</w:t>
      </w:r>
    </w:p>
    <w:p w:rsidR="005B0461" w:rsidRDefault="005B0461" w:rsidP="005B0461">
      <w:r>
        <w:t>246.0392</w:t>
      </w:r>
      <w:r>
        <w:tab/>
        <w:t>7.429e0</w:t>
      </w:r>
    </w:p>
    <w:p w:rsidR="005B0461" w:rsidRDefault="005B0461" w:rsidP="005B0461">
      <w:r>
        <w:t>246.0460</w:t>
      </w:r>
      <w:r>
        <w:tab/>
        <w:t>2.866e0</w:t>
      </w:r>
    </w:p>
    <w:p w:rsidR="005B0461" w:rsidRDefault="005B0461" w:rsidP="005B0461">
      <w:r>
        <w:t>246.0751</w:t>
      </w:r>
      <w:r>
        <w:tab/>
        <w:t>6.349e0</w:t>
      </w:r>
    </w:p>
    <w:p w:rsidR="005B0461" w:rsidRDefault="005B0461" w:rsidP="005B0461">
      <w:r>
        <w:t>246.0905</w:t>
      </w:r>
      <w:r>
        <w:tab/>
        <w:t>3.852e0</w:t>
      </w:r>
    </w:p>
    <w:p w:rsidR="005B0461" w:rsidRDefault="005B0461" w:rsidP="005B0461">
      <w:r>
        <w:t>246.1154</w:t>
      </w:r>
      <w:r>
        <w:tab/>
        <w:t>4.008e0</w:t>
      </w:r>
    </w:p>
    <w:p w:rsidR="005B0461" w:rsidRDefault="005B0461" w:rsidP="005B0461">
      <w:r>
        <w:t>246.1265</w:t>
      </w:r>
      <w:r>
        <w:tab/>
        <w:t>1.855e0</w:t>
      </w:r>
    </w:p>
    <w:p w:rsidR="005B0461" w:rsidRDefault="005B0461" w:rsidP="005B0461">
      <w:r>
        <w:t>246.1476</w:t>
      </w:r>
      <w:r>
        <w:tab/>
        <w:t>2.946e0</w:t>
      </w:r>
    </w:p>
    <w:p w:rsidR="005B0461" w:rsidRDefault="005B0461" w:rsidP="005B0461">
      <w:r>
        <w:t>246.1576</w:t>
      </w:r>
      <w:r>
        <w:tab/>
        <w:t>4.964e0</w:t>
      </w:r>
    </w:p>
    <w:p w:rsidR="005B0461" w:rsidRDefault="005B0461" w:rsidP="005B0461">
      <w:r>
        <w:t>246.1728</w:t>
      </w:r>
      <w:r>
        <w:tab/>
        <w:t>3.119e0</w:t>
      </w:r>
    </w:p>
    <w:p w:rsidR="005B0461" w:rsidRDefault="005B0461" w:rsidP="005B0461">
      <w:r>
        <w:lastRenderedPageBreak/>
        <w:t>246.1925</w:t>
      </w:r>
      <w:r>
        <w:tab/>
        <w:t>1.013e0</w:t>
      </w:r>
    </w:p>
    <w:p w:rsidR="005B0461" w:rsidRDefault="005B0461" w:rsidP="005B0461">
      <w:r>
        <w:t>246.1967</w:t>
      </w:r>
      <w:r>
        <w:tab/>
        <w:t>3.650e0</w:t>
      </w:r>
    </w:p>
    <w:p w:rsidR="005B0461" w:rsidRDefault="005B0461" w:rsidP="005B0461">
      <w:r>
        <w:t>246.2078</w:t>
      </w:r>
      <w:r>
        <w:tab/>
        <w:t>2.025e0</w:t>
      </w:r>
    </w:p>
    <w:p w:rsidR="005B0461" w:rsidRDefault="005B0461" w:rsidP="005B0461">
      <w:r>
        <w:t>246.2209</w:t>
      </w:r>
      <w:r>
        <w:tab/>
        <w:t>2.025e0</w:t>
      </w:r>
    </w:p>
    <w:p w:rsidR="005B0461" w:rsidRDefault="005B0461" w:rsidP="005B0461">
      <w:r>
        <w:t>246.2436</w:t>
      </w:r>
      <w:r>
        <w:tab/>
        <w:t>3.038e0</w:t>
      </w:r>
    </w:p>
    <w:p w:rsidR="005B0461" w:rsidRDefault="005B0461" w:rsidP="005B0461">
      <w:r>
        <w:t>246.2643</w:t>
      </w:r>
      <w:r>
        <w:tab/>
        <w:t>1.013e0</w:t>
      </w:r>
    </w:p>
    <w:p w:rsidR="005B0461" w:rsidRDefault="005B0461" w:rsidP="005B0461">
      <w:r>
        <w:t>246.2685</w:t>
      </w:r>
      <w:r>
        <w:tab/>
        <w:t>1.013e0</w:t>
      </w:r>
    </w:p>
    <w:p w:rsidR="005B0461" w:rsidRDefault="005B0461" w:rsidP="005B0461">
      <w:r>
        <w:t>246.2881</w:t>
      </w:r>
      <w:r>
        <w:tab/>
        <w:t>1.013e0</w:t>
      </w:r>
    </w:p>
    <w:p w:rsidR="005B0461" w:rsidRDefault="005B0461" w:rsidP="005B0461">
      <w:r>
        <w:t>246.2964</w:t>
      </w:r>
      <w:r>
        <w:tab/>
        <w:t>1.013e0</w:t>
      </w:r>
    </w:p>
    <w:p w:rsidR="005B0461" w:rsidRDefault="005B0461" w:rsidP="005B0461">
      <w:r>
        <w:t>246.3033</w:t>
      </w:r>
      <w:r>
        <w:tab/>
        <w:t>3.038e0</w:t>
      </w:r>
    </w:p>
    <w:p w:rsidR="005B0461" w:rsidRDefault="005B0461" w:rsidP="005B0461">
      <w:r>
        <w:t>246.3340</w:t>
      </w:r>
      <w:r>
        <w:tab/>
        <w:t>1.013e0</w:t>
      </w:r>
    </w:p>
    <w:p w:rsidR="005B0461" w:rsidRDefault="005B0461" w:rsidP="005B0461">
      <w:r>
        <w:t>246.3469</w:t>
      </w:r>
      <w:r>
        <w:tab/>
        <w:t>1.013e0</w:t>
      </w:r>
    </w:p>
    <w:p w:rsidR="005B0461" w:rsidRDefault="005B0461" w:rsidP="005B0461">
      <w:r>
        <w:t>246.3511</w:t>
      </w:r>
      <w:r>
        <w:tab/>
        <w:t>2.025e0</w:t>
      </w:r>
    </w:p>
    <w:p w:rsidR="005B0461" w:rsidRDefault="005B0461" w:rsidP="005B0461">
      <w:r>
        <w:t>246.3571</w:t>
      </w:r>
      <w:r>
        <w:tab/>
        <w:t>2.025e0</w:t>
      </w:r>
    </w:p>
    <w:p w:rsidR="005B0461" w:rsidRDefault="005B0461" w:rsidP="005B0461">
      <w:r>
        <w:t>246.3680</w:t>
      </w:r>
      <w:r>
        <w:tab/>
        <w:t>1.013e0</w:t>
      </w:r>
    </w:p>
    <w:p w:rsidR="005B0461" w:rsidRDefault="005B0461" w:rsidP="005B0461">
      <w:r>
        <w:t>246.3929</w:t>
      </w:r>
      <w:r>
        <w:tab/>
        <w:t>1.013e0</w:t>
      </w:r>
    </w:p>
    <w:p w:rsidR="005B0461" w:rsidRDefault="005B0461" w:rsidP="005B0461">
      <w:r>
        <w:t>246.4021</w:t>
      </w:r>
      <w:r>
        <w:tab/>
        <w:t>1.013e0</w:t>
      </w:r>
    </w:p>
    <w:p w:rsidR="005B0461" w:rsidRDefault="005B0461" w:rsidP="005B0461">
      <w:r>
        <w:t>246.4178</w:t>
      </w:r>
      <w:r>
        <w:tab/>
        <w:t>1.013e0</w:t>
      </w:r>
    </w:p>
    <w:p w:rsidR="005B0461" w:rsidRDefault="005B0461" w:rsidP="005B0461">
      <w:r>
        <w:t>246.4342</w:t>
      </w:r>
      <w:r>
        <w:tab/>
        <w:t>1.013e0</w:t>
      </w:r>
    </w:p>
    <w:p w:rsidR="005B0461" w:rsidRDefault="005B0461" w:rsidP="005B0461">
      <w:r>
        <w:lastRenderedPageBreak/>
        <w:t>246.4388</w:t>
      </w:r>
      <w:r>
        <w:tab/>
        <w:t>1.013e0</w:t>
      </w:r>
    </w:p>
    <w:p w:rsidR="005B0461" w:rsidRDefault="005B0461" w:rsidP="005B0461">
      <w:r>
        <w:t>246.4538</w:t>
      </w:r>
      <w:r>
        <w:tab/>
        <w:t>2.025e0</w:t>
      </w:r>
    </w:p>
    <w:p w:rsidR="005B0461" w:rsidRDefault="005B0461" w:rsidP="005B0461">
      <w:r>
        <w:t>246.4597</w:t>
      </w:r>
      <w:r>
        <w:tab/>
        <w:t>1.013e0</w:t>
      </w:r>
    </w:p>
    <w:p w:rsidR="005B0461" w:rsidRDefault="005B0461" w:rsidP="005B0461">
      <w:r>
        <w:t>246.4637</w:t>
      </w:r>
      <w:r>
        <w:tab/>
        <w:t>1.013e0</w:t>
      </w:r>
    </w:p>
    <w:p w:rsidR="005B0461" w:rsidRDefault="005B0461" w:rsidP="005B0461">
      <w:r>
        <w:t>246.4893</w:t>
      </w:r>
      <w:r>
        <w:tab/>
        <w:t>1.013e0</w:t>
      </w:r>
    </w:p>
    <w:p w:rsidR="005B0461" w:rsidRDefault="005B0461" w:rsidP="005B0461">
      <w:r>
        <w:t>246.4939</w:t>
      </w:r>
      <w:r>
        <w:tab/>
        <w:t>1.013e0</w:t>
      </w:r>
    </w:p>
    <w:p w:rsidR="005B0461" w:rsidRDefault="005B0461" w:rsidP="005B0461">
      <w:r>
        <w:t>246.4977</w:t>
      </w:r>
      <w:r>
        <w:tab/>
        <w:t>1.013e0</w:t>
      </w:r>
    </w:p>
    <w:p w:rsidR="005B0461" w:rsidRDefault="005B0461" w:rsidP="005B0461">
      <w:r>
        <w:t>246.5154</w:t>
      </w:r>
      <w:r>
        <w:tab/>
        <w:t>2.025e0</w:t>
      </w:r>
    </w:p>
    <w:p w:rsidR="005B0461" w:rsidRDefault="005B0461" w:rsidP="005B0461">
      <w:r>
        <w:t>246.5379</w:t>
      </w:r>
      <w:r>
        <w:tab/>
        <w:t>3.038e0</w:t>
      </w:r>
    </w:p>
    <w:p w:rsidR="005B0461" w:rsidRDefault="005B0461" w:rsidP="005B0461">
      <w:r>
        <w:t>246.5554</w:t>
      </w:r>
      <w:r>
        <w:tab/>
        <w:t>1.013e0</w:t>
      </w:r>
    </w:p>
    <w:p w:rsidR="005B0461" w:rsidRDefault="005B0461" w:rsidP="005B0461">
      <w:r>
        <w:t>246.5744</w:t>
      </w:r>
      <w:r>
        <w:tab/>
        <w:t>2.025e0</w:t>
      </w:r>
    </w:p>
    <w:p w:rsidR="005B0461" w:rsidRDefault="005B0461" w:rsidP="005B0461">
      <w:r>
        <w:t>246.5767</w:t>
      </w:r>
      <w:r>
        <w:tab/>
        <w:t>1.013e0</w:t>
      </w:r>
    </w:p>
    <w:p w:rsidR="005B0461" w:rsidRDefault="005B0461" w:rsidP="005B0461">
      <w:r>
        <w:t>246.5819</w:t>
      </w:r>
      <w:r>
        <w:tab/>
        <w:t>3.038e0</w:t>
      </w:r>
    </w:p>
    <w:p w:rsidR="005B0461" w:rsidRDefault="005B0461" w:rsidP="005B0461">
      <w:r>
        <w:t>246.6013</w:t>
      </w:r>
      <w:r>
        <w:tab/>
        <w:t>1.013e0</w:t>
      </w:r>
    </w:p>
    <w:p w:rsidR="005B0461" w:rsidRDefault="005B0461" w:rsidP="005B0461">
      <w:r>
        <w:t>246.6432</w:t>
      </w:r>
      <w:r>
        <w:tab/>
        <w:t>1.013e0</w:t>
      </w:r>
    </w:p>
    <w:p w:rsidR="005B0461" w:rsidRDefault="005B0461" w:rsidP="005B0461">
      <w:r>
        <w:t>246.6472</w:t>
      </w:r>
      <w:r>
        <w:tab/>
        <w:t>1.013e0</w:t>
      </w:r>
    </w:p>
    <w:p w:rsidR="005B0461" w:rsidRDefault="005B0461" w:rsidP="005B0461">
      <w:r>
        <w:t>246.6812</w:t>
      </w:r>
      <w:r>
        <w:tab/>
        <w:t>2.025e0</w:t>
      </w:r>
    </w:p>
    <w:p w:rsidR="005B0461" w:rsidRDefault="005B0461" w:rsidP="005B0461">
      <w:r>
        <w:t>246.7012</w:t>
      </w:r>
      <w:r>
        <w:tab/>
        <w:t>4.051e0</w:t>
      </w:r>
    </w:p>
    <w:p w:rsidR="005B0461" w:rsidRDefault="005B0461" w:rsidP="005B0461">
      <w:r>
        <w:t>246.7350</w:t>
      </w:r>
      <w:r>
        <w:tab/>
        <w:t>1.013e0</w:t>
      </w:r>
    </w:p>
    <w:p w:rsidR="005B0461" w:rsidRDefault="005B0461" w:rsidP="005B0461">
      <w:r>
        <w:lastRenderedPageBreak/>
        <w:t>246.7389</w:t>
      </w:r>
      <w:r>
        <w:tab/>
        <w:t>2.025e0</w:t>
      </w:r>
    </w:p>
    <w:p w:rsidR="005B0461" w:rsidRDefault="005B0461" w:rsidP="005B0461">
      <w:r>
        <w:t>246.7809</w:t>
      </w:r>
      <w:r>
        <w:tab/>
        <w:t>1.013e0</w:t>
      </w:r>
    </w:p>
    <w:p w:rsidR="005B0461" w:rsidRDefault="005B0461" w:rsidP="005B0461">
      <w:r>
        <w:t>246.7848</w:t>
      </w:r>
      <w:r>
        <w:tab/>
        <w:t>1.013e0</w:t>
      </w:r>
    </w:p>
    <w:p w:rsidR="005B0461" w:rsidRDefault="005B0461" w:rsidP="005B0461">
      <w:r>
        <w:t>246.8066</w:t>
      </w:r>
      <w:r>
        <w:tab/>
        <w:t>1.013e0</w:t>
      </w:r>
    </w:p>
    <w:p w:rsidR="005B0461" w:rsidRDefault="005B0461" w:rsidP="005B0461">
      <w:r>
        <w:t>246.8307</w:t>
      </w:r>
      <w:r>
        <w:tab/>
        <w:t>1.013e0</w:t>
      </w:r>
    </w:p>
    <w:p w:rsidR="005B0461" w:rsidRDefault="005B0461" w:rsidP="005B0461">
      <w:r>
        <w:t>246.8326</w:t>
      </w:r>
      <w:r>
        <w:tab/>
        <w:t>2.025e0</w:t>
      </w:r>
    </w:p>
    <w:p w:rsidR="005B0461" w:rsidRDefault="005B0461" w:rsidP="005B0461">
      <w:r>
        <w:t>246.8647</w:t>
      </w:r>
      <w:r>
        <w:tab/>
        <w:t>1.013e0</w:t>
      </w:r>
    </w:p>
    <w:p w:rsidR="005B0461" w:rsidRDefault="005B0461" w:rsidP="005B0461">
      <w:r>
        <w:t>246.8687</w:t>
      </w:r>
      <w:r>
        <w:tab/>
        <w:t>2.025e0</w:t>
      </w:r>
    </w:p>
    <w:p w:rsidR="005B0461" w:rsidRDefault="005B0461" w:rsidP="005B0461">
      <w:r>
        <w:t>246.8745</w:t>
      </w:r>
      <w:r>
        <w:tab/>
        <w:t>2.025e0</w:t>
      </w:r>
    </w:p>
    <w:p w:rsidR="005B0461" w:rsidRDefault="005B0461" w:rsidP="005B0461">
      <w:r>
        <w:t>246.9066</w:t>
      </w:r>
      <w:r>
        <w:tab/>
        <w:t>1.013e0</w:t>
      </w:r>
    </w:p>
    <w:p w:rsidR="005B0461" w:rsidRDefault="005B0461" w:rsidP="005B0461">
      <w:r>
        <w:t>246.9106</w:t>
      </w:r>
      <w:r>
        <w:tab/>
        <w:t>1.013e0</w:t>
      </w:r>
    </w:p>
    <w:p w:rsidR="005B0461" w:rsidRDefault="005B0461" w:rsidP="005B0461">
      <w:r>
        <w:t>246.9185</w:t>
      </w:r>
      <w:r>
        <w:tab/>
        <w:t>1.013e0</w:t>
      </w:r>
    </w:p>
    <w:p w:rsidR="005B0461" w:rsidRDefault="005B0461" w:rsidP="005B0461">
      <w:r>
        <w:t>246.9309</w:t>
      </w:r>
      <w:r>
        <w:tab/>
        <w:t>1.013e0</w:t>
      </w:r>
    </w:p>
    <w:p w:rsidR="005B0461" w:rsidRDefault="005B0461" w:rsidP="005B0461">
      <w:r>
        <w:t>246.9447</w:t>
      </w:r>
      <w:r>
        <w:tab/>
        <w:t>1.013e0</w:t>
      </w:r>
    </w:p>
    <w:p w:rsidR="005B0461" w:rsidRDefault="005B0461" w:rsidP="005B0461">
      <w:r>
        <w:t>246.9605</w:t>
      </w:r>
      <w:r>
        <w:tab/>
        <w:t>1.013e0</w:t>
      </w:r>
    </w:p>
    <w:p w:rsidR="005B0461" w:rsidRDefault="005B0461" w:rsidP="005B0461">
      <w:r>
        <w:t>247.0008</w:t>
      </w:r>
      <w:r>
        <w:tab/>
        <w:t>3.236e0</w:t>
      </w:r>
    </w:p>
    <w:p w:rsidR="005B0461" w:rsidRDefault="005B0461" w:rsidP="005B0461">
      <w:r>
        <w:t>247.0024</w:t>
      </w:r>
      <w:r>
        <w:tab/>
        <w:t>3.038e0</w:t>
      </w:r>
    </w:p>
    <w:p w:rsidR="005B0461" w:rsidRDefault="005B0461" w:rsidP="005B0461">
      <w:r>
        <w:t>247.0120</w:t>
      </w:r>
      <w:r>
        <w:tab/>
        <w:t>3.137e0</w:t>
      </w:r>
    </w:p>
    <w:p w:rsidR="005B0461" w:rsidRDefault="005B0461" w:rsidP="005B0461">
      <w:r>
        <w:t>247.0345</w:t>
      </w:r>
      <w:r>
        <w:tab/>
        <w:t>4.159e0</w:t>
      </w:r>
    </w:p>
    <w:p w:rsidR="005B0461" w:rsidRDefault="005B0461" w:rsidP="005B0461">
      <w:r>
        <w:lastRenderedPageBreak/>
        <w:t>247.0398</w:t>
      </w:r>
      <w:r>
        <w:tab/>
        <w:t>3.845e0</w:t>
      </w:r>
    </w:p>
    <w:p w:rsidR="005B0461" w:rsidRDefault="005B0461" w:rsidP="005B0461">
      <w:r>
        <w:t>247.0514</w:t>
      </w:r>
      <w:r>
        <w:tab/>
        <w:t>1.802e0</w:t>
      </w:r>
    </w:p>
    <w:p w:rsidR="005B0461" w:rsidRDefault="005B0461" w:rsidP="005B0461">
      <w:r>
        <w:t>247.0630</w:t>
      </w:r>
      <w:r>
        <w:tab/>
        <w:t>3.836e0</w:t>
      </w:r>
    </w:p>
    <w:p w:rsidR="005B0461" w:rsidRDefault="005B0461" w:rsidP="005B0461">
      <w:r>
        <w:t>247.0926</w:t>
      </w:r>
      <w:r>
        <w:tab/>
        <w:t>2.592e0</w:t>
      </w:r>
    </w:p>
    <w:p w:rsidR="005B0461" w:rsidRDefault="005B0461" w:rsidP="005B0461">
      <w:r>
        <w:t>247.0982</w:t>
      </w:r>
      <w:r>
        <w:tab/>
        <w:t>5.608e0</w:t>
      </w:r>
    </w:p>
    <w:p w:rsidR="005B0461" w:rsidRDefault="005B0461" w:rsidP="005B0461">
      <w:r>
        <w:t>247.1078</w:t>
      </w:r>
      <w:r>
        <w:tab/>
        <w:t>1.783e1</w:t>
      </w:r>
    </w:p>
    <w:p w:rsidR="005B0461" w:rsidRDefault="005B0461" w:rsidP="005B0461">
      <w:r>
        <w:t>247.1309</w:t>
      </w:r>
      <w:r>
        <w:tab/>
        <w:t>4.192e0</w:t>
      </w:r>
    </w:p>
    <w:p w:rsidR="005B0461" w:rsidRDefault="005B0461" w:rsidP="005B0461">
      <w:r>
        <w:t>247.1400</w:t>
      </w:r>
      <w:r>
        <w:tab/>
        <w:t>2.670e0</w:t>
      </w:r>
    </w:p>
    <w:p w:rsidR="005B0461" w:rsidRDefault="005B0461" w:rsidP="005B0461">
      <w:r>
        <w:t>247.1713</w:t>
      </w:r>
      <w:r>
        <w:tab/>
        <w:t>4.235e0</w:t>
      </w:r>
    </w:p>
    <w:p w:rsidR="005B0461" w:rsidRDefault="005B0461" w:rsidP="005B0461">
      <w:r>
        <w:t>247.1810</w:t>
      </w:r>
      <w:r>
        <w:tab/>
        <w:t>1.493e0</w:t>
      </w:r>
    </w:p>
    <w:p w:rsidR="005B0461" w:rsidRDefault="005B0461" w:rsidP="005B0461">
      <w:r>
        <w:t>247.1918</w:t>
      </w:r>
      <w:r>
        <w:tab/>
        <w:t>1.808e0</w:t>
      </w:r>
    </w:p>
    <w:p w:rsidR="005B0461" w:rsidRDefault="005B0461" w:rsidP="005B0461">
      <w:r>
        <w:t>247.2071</w:t>
      </w:r>
      <w:r>
        <w:tab/>
        <w:t>4.051e0</w:t>
      </w:r>
    </w:p>
    <w:p w:rsidR="005B0461" w:rsidRDefault="005B0461" w:rsidP="005B0461">
      <w:r>
        <w:t>247.2200</w:t>
      </w:r>
      <w:r>
        <w:tab/>
        <w:t>3.038e0</w:t>
      </w:r>
    </w:p>
    <w:p w:rsidR="005B0461" w:rsidRDefault="005B0461" w:rsidP="005B0461">
      <w:r>
        <w:t>247.2441</w:t>
      </w:r>
      <w:r>
        <w:tab/>
        <w:t>1.013e0</w:t>
      </w:r>
    </w:p>
    <w:p w:rsidR="005B0461" w:rsidRDefault="005B0461" w:rsidP="005B0461">
      <w:r>
        <w:t>247.2660</w:t>
      </w:r>
      <w:r>
        <w:tab/>
        <w:t>2.025e0</w:t>
      </w:r>
    </w:p>
    <w:p w:rsidR="005B0461" w:rsidRDefault="005B0461" w:rsidP="005B0461">
      <w:r>
        <w:t>247.2699</w:t>
      </w:r>
      <w:r>
        <w:tab/>
        <w:t>1.013e0</w:t>
      </w:r>
    </w:p>
    <w:p w:rsidR="005B0461" w:rsidRDefault="005B0461" w:rsidP="005B0461">
      <w:r>
        <w:t>247.2901</w:t>
      </w:r>
      <w:r>
        <w:tab/>
        <w:t>1.013e0</w:t>
      </w:r>
    </w:p>
    <w:p w:rsidR="005B0461" w:rsidRDefault="005B0461" w:rsidP="005B0461">
      <w:r>
        <w:t>247.3080</w:t>
      </w:r>
      <w:r>
        <w:tab/>
        <w:t>1.013e0</w:t>
      </w:r>
    </w:p>
    <w:p w:rsidR="005B0461" w:rsidRDefault="005B0461" w:rsidP="005B0461">
      <w:r>
        <w:t>247.3237</w:t>
      </w:r>
      <w:r>
        <w:tab/>
        <w:t>1.013e0</w:t>
      </w:r>
    </w:p>
    <w:p w:rsidR="005B0461" w:rsidRDefault="005B0461" w:rsidP="005B0461">
      <w:r>
        <w:lastRenderedPageBreak/>
        <w:t>247.3577</w:t>
      </w:r>
      <w:r>
        <w:tab/>
        <w:t>1.013e0</w:t>
      </w:r>
    </w:p>
    <w:p w:rsidR="005B0461" w:rsidRDefault="005B0461" w:rsidP="005B0461">
      <w:r>
        <w:t>247.3617</w:t>
      </w:r>
      <w:r>
        <w:tab/>
        <w:t>3.038e0</w:t>
      </w:r>
    </w:p>
    <w:p w:rsidR="005B0461" w:rsidRDefault="005B0461" w:rsidP="005B0461">
      <w:r>
        <w:t>247.4155</w:t>
      </w:r>
      <w:r>
        <w:tab/>
        <w:t>1.013e0</w:t>
      </w:r>
    </w:p>
    <w:p w:rsidR="005B0461" w:rsidRDefault="005B0461" w:rsidP="005B0461">
      <w:r>
        <w:t>247.4377</w:t>
      </w:r>
      <w:r>
        <w:tab/>
        <w:t>1.013e0</w:t>
      </w:r>
    </w:p>
    <w:p w:rsidR="005B0461" w:rsidRDefault="005B0461" w:rsidP="005B0461">
      <w:r>
        <w:t>247.4418</w:t>
      </w:r>
      <w:r>
        <w:tab/>
        <w:t>1.013e0</w:t>
      </w:r>
    </w:p>
    <w:p w:rsidR="005B0461" w:rsidRDefault="005B0461" w:rsidP="005B0461">
      <w:r>
        <w:t>247.4477</w:t>
      </w:r>
      <w:r>
        <w:tab/>
        <w:t>2.025e0</w:t>
      </w:r>
    </w:p>
    <w:p w:rsidR="005B0461" w:rsidRDefault="005B0461" w:rsidP="005B0461">
      <w:r>
        <w:t>247.4555</w:t>
      </w:r>
      <w:r>
        <w:tab/>
        <w:t>2.025e0</w:t>
      </w:r>
    </w:p>
    <w:p w:rsidR="005B0461" w:rsidRDefault="005B0461" w:rsidP="005B0461">
      <w:r>
        <w:t>247.4614</w:t>
      </w:r>
      <w:r>
        <w:tab/>
        <w:t>1.013e0</w:t>
      </w:r>
    </w:p>
    <w:p w:rsidR="005B0461" w:rsidRDefault="005B0461" w:rsidP="005B0461">
      <w:r>
        <w:t>247.4792</w:t>
      </w:r>
      <w:r>
        <w:tab/>
        <w:t>1.013e0</w:t>
      </w:r>
    </w:p>
    <w:p w:rsidR="005B0461" w:rsidRDefault="005B0461" w:rsidP="005B0461">
      <w:r>
        <w:t>247.5035</w:t>
      </w:r>
      <w:r>
        <w:tab/>
        <w:t>1.013e0</w:t>
      </w:r>
    </w:p>
    <w:p w:rsidR="005B0461" w:rsidRDefault="005B0461" w:rsidP="005B0461">
      <w:r>
        <w:t>247.5253</w:t>
      </w:r>
      <w:r>
        <w:tab/>
        <w:t>1.013e0</w:t>
      </w:r>
    </w:p>
    <w:p w:rsidR="005B0461" w:rsidRDefault="005B0461" w:rsidP="005B0461">
      <w:r>
        <w:t>247.5454</w:t>
      </w:r>
      <w:r>
        <w:tab/>
        <w:t>2.025e0</w:t>
      </w:r>
    </w:p>
    <w:p w:rsidR="005B0461" w:rsidRDefault="005B0461" w:rsidP="005B0461">
      <w:r>
        <w:t>247.5473</w:t>
      </w:r>
      <w:r>
        <w:tab/>
        <w:t>2.025e0</w:t>
      </w:r>
    </w:p>
    <w:p w:rsidR="005B0461" w:rsidRDefault="005B0461" w:rsidP="005B0461">
      <w:r>
        <w:t>247.5500</w:t>
      </w:r>
      <w:r>
        <w:tab/>
        <w:t>2.025e0</w:t>
      </w:r>
    </w:p>
    <w:p w:rsidR="005B0461" w:rsidRDefault="005B0461" w:rsidP="005B0461">
      <w:r>
        <w:t>247.5756</w:t>
      </w:r>
      <w:r>
        <w:tab/>
        <w:t>1.106e0</w:t>
      </w:r>
    </w:p>
    <w:p w:rsidR="005B0461" w:rsidRDefault="005B0461" w:rsidP="005B0461">
      <w:r>
        <w:t>247.5776</w:t>
      </w:r>
      <w:r>
        <w:tab/>
        <w:t>2.025e0</w:t>
      </w:r>
    </w:p>
    <w:p w:rsidR="005B0461" w:rsidRDefault="005B0461" w:rsidP="005B0461">
      <w:r>
        <w:t>247.5953</w:t>
      </w:r>
      <w:r>
        <w:tab/>
        <w:t>1.013e0</w:t>
      </w:r>
    </w:p>
    <w:p w:rsidR="005B0461" w:rsidRDefault="005B0461" w:rsidP="005B0461">
      <w:r>
        <w:t>247.6129</w:t>
      </w:r>
      <w:r>
        <w:tab/>
        <w:t>1.013e0</w:t>
      </w:r>
    </w:p>
    <w:p w:rsidR="005B0461" w:rsidRDefault="005B0461" w:rsidP="005B0461">
      <w:r>
        <w:t>247.6149</w:t>
      </w:r>
      <w:r>
        <w:tab/>
        <w:t>2.025e0</w:t>
      </w:r>
    </w:p>
    <w:p w:rsidR="005B0461" w:rsidRDefault="005B0461" w:rsidP="005B0461">
      <w:r>
        <w:lastRenderedPageBreak/>
        <w:t>247.6176</w:t>
      </w:r>
      <w:r>
        <w:tab/>
        <w:t>1.013e0</w:t>
      </w:r>
    </w:p>
    <w:p w:rsidR="005B0461" w:rsidRDefault="005B0461" w:rsidP="005B0461">
      <w:r>
        <w:t>247.6545</w:t>
      </w:r>
      <w:r>
        <w:tab/>
        <w:t>1.013e0</w:t>
      </w:r>
    </w:p>
    <w:p w:rsidR="005B0461" w:rsidRDefault="005B0461" w:rsidP="005B0461">
      <w:r>
        <w:t>247.6636</w:t>
      </w:r>
      <w:r>
        <w:tab/>
        <w:t>1.013e0</w:t>
      </w:r>
    </w:p>
    <w:p w:rsidR="005B0461" w:rsidRDefault="005B0461" w:rsidP="005B0461">
      <w:r>
        <w:t>247.7006</w:t>
      </w:r>
      <w:r>
        <w:tab/>
        <w:t>1.013e0</w:t>
      </w:r>
    </w:p>
    <w:p w:rsidR="005B0461" w:rsidRDefault="005B0461" w:rsidP="005B0461">
      <w:r>
        <w:t>247.7186</w:t>
      </w:r>
      <w:r>
        <w:tab/>
        <w:t>3.038e0</w:t>
      </w:r>
    </w:p>
    <w:p w:rsidR="005B0461" w:rsidRDefault="005B0461" w:rsidP="005B0461">
      <w:r>
        <w:t>247.7598</w:t>
      </w:r>
      <w:r>
        <w:tab/>
        <w:t>3.038e0</w:t>
      </w:r>
    </w:p>
    <w:p w:rsidR="005B0461" w:rsidRDefault="005B0461" w:rsidP="005B0461">
      <w:r>
        <w:t>247.7711</w:t>
      </w:r>
      <w:r>
        <w:tab/>
        <w:t>1.013e0</w:t>
      </w:r>
    </w:p>
    <w:p w:rsidR="005B0461" w:rsidRDefault="005B0461" w:rsidP="005B0461">
      <w:r>
        <w:t>247.8013</w:t>
      </w:r>
      <w:r>
        <w:tab/>
        <w:t>1.013e0</w:t>
      </w:r>
    </w:p>
    <w:p w:rsidR="005B0461" w:rsidRDefault="005B0461" w:rsidP="005B0461">
      <w:r>
        <w:t>247.8171</w:t>
      </w:r>
      <w:r>
        <w:tab/>
        <w:t>1.013e0</w:t>
      </w:r>
    </w:p>
    <w:p w:rsidR="005B0461" w:rsidRDefault="005B0461" w:rsidP="005B0461">
      <w:r>
        <w:t>247.8345</w:t>
      </w:r>
      <w:r>
        <w:tab/>
        <w:t>2.025e0</w:t>
      </w:r>
    </w:p>
    <w:p w:rsidR="005B0461" w:rsidRDefault="005B0461" w:rsidP="005B0461">
      <w:r>
        <w:t>247.8551</w:t>
      </w:r>
      <w:r>
        <w:tab/>
        <w:t>1.013e0</w:t>
      </w:r>
    </w:p>
    <w:p w:rsidR="005B0461" w:rsidRDefault="005B0461" w:rsidP="005B0461">
      <w:r>
        <w:t>247.8892</w:t>
      </w:r>
      <w:r>
        <w:tab/>
        <w:t>1.013e0</w:t>
      </w:r>
    </w:p>
    <w:p w:rsidR="005B0461" w:rsidRDefault="005B0461" w:rsidP="005B0461">
      <w:r>
        <w:t>247.8930</w:t>
      </w:r>
      <w:r>
        <w:tab/>
        <w:t>2.025e0</w:t>
      </w:r>
    </w:p>
    <w:p w:rsidR="005B0461" w:rsidRDefault="005B0461" w:rsidP="005B0461">
      <w:r>
        <w:t>247.8971</w:t>
      </w:r>
      <w:r>
        <w:tab/>
        <w:t>1.013e0</w:t>
      </w:r>
    </w:p>
    <w:p w:rsidR="005B0461" w:rsidRDefault="005B0461" w:rsidP="005B0461">
      <w:r>
        <w:t>247.9011</w:t>
      </w:r>
      <w:r>
        <w:tab/>
        <w:t>1.013e0</w:t>
      </w:r>
    </w:p>
    <w:p w:rsidR="005B0461" w:rsidRDefault="005B0461" w:rsidP="005B0461">
      <w:r>
        <w:t>247.9176</w:t>
      </w:r>
      <w:r>
        <w:tab/>
        <w:t>1.013e0</w:t>
      </w:r>
    </w:p>
    <w:p w:rsidR="005B0461" w:rsidRDefault="005B0461" w:rsidP="005B0461">
      <w:r>
        <w:t>247.9243</w:t>
      </w:r>
      <w:r>
        <w:tab/>
        <w:t>2.025e0</w:t>
      </w:r>
    </w:p>
    <w:p w:rsidR="005B0461" w:rsidRDefault="005B0461" w:rsidP="005B0461">
      <w:r>
        <w:t>247.9371</w:t>
      </w:r>
      <w:r>
        <w:tab/>
        <w:t>3.038e0</w:t>
      </w:r>
    </w:p>
    <w:p w:rsidR="005B0461" w:rsidRDefault="005B0461" w:rsidP="005B0461">
      <w:r>
        <w:t>247.9391</w:t>
      </w:r>
      <w:r>
        <w:tab/>
        <w:t>2.025e0</w:t>
      </w:r>
    </w:p>
    <w:p w:rsidR="005B0461" w:rsidRDefault="005B0461" w:rsidP="005B0461">
      <w:r>
        <w:lastRenderedPageBreak/>
        <w:t>247.9430</w:t>
      </w:r>
      <w:r>
        <w:tab/>
        <w:t>1.013e0</w:t>
      </w:r>
    </w:p>
    <w:p w:rsidR="005B0461" w:rsidRDefault="005B0461" w:rsidP="005B0461">
      <w:r>
        <w:t>247.9741</w:t>
      </w:r>
      <w:r>
        <w:tab/>
        <w:t>3.837e0</w:t>
      </w:r>
    </w:p>
    <w:p w:rsidR="005B0461" w:rsidRDefault="005B0461" w:rsidP="005B0461">
      <w:r>
        <w:t>247.9772</w:t>
      </w:r>
      <w:r>
        <w:tab/>
        <w:t>1.013e0</w:t>
      </w:r>
    </w:p>
    <w:p w:rsidR="005B0461" w:rsidRDefault="005B0461" w:rsidP="005B0461">
      <w:r>
        <w:t>248.0093</w:t>
      </w:r>
      <w:r>
        <w:tab/>
        <w:t>8.101e0</w:t>
      </w:r>
    </w:p>
    <w:p w:rsidR="005B0461" w:rsidRDefault="005B0461" w:rsidP="005B0461">
      <w:r>
        <w:t>248.0117</w:t>
      </w:r>
      <w:r>
        <w:tab/>
        <w:t>8.623e0</w:t>
      </w:r>
    </w:p>
    <w:p w:rsidR="005B0461" w:rsidRDefault="005B0461" w:rsidP="005B0461">
      <w:r>
        <w:t>248.0170</w:t>
      </w:r>
      <w:r>
        <w:tab/>
        <w:t>6.535e0</w:t>
      </w:r>
    </w:p>
    <w:p w:rsidR="005B0461" w:rsidRDefault="005B0461" w:rsidP="005B0461">
      <w:r>
        <w:t>248.0197</w:t>
      </w:r>
      <w:r>
        <w:tab/>
        <w:t>4.867e0</w:t>
      </w:r>
    </w:p>
    <w:p w:rsidR="005B0461" w:rsidRDefault="005B0461" w:rsidP="005B0461">
      <w:r>
        <w:t>248.0553</w:t>
      </w:r>
      <w:r>
        <w:tab/>
        <w:t>1.341e0</w:t>
      </w:r>
    </w:p>
    <w:p w:rsidR="005B0461" w:rsidRDefault="005B0461" w:rsidP="005B0461">
      <w:r>
        <w:t>248.0978</w:t>
      </w:r>
      <w:r>
        <w:tab/>
        <w:t>1.013e0</w:t>
      </w:r>
    </w:p>
    <w:p w:rsidR="005B0461" w:rsidRDefault="005B0461" w:rsidP="005B0461">
      <w:r>
        <w:t>248.1110</w:t>
      </w:r>
      <w:r>
        <w:tab/>
        <w:t>2.518e0</w:t>
      </w:r>
    </w:p>
    <w:p w:rsidR="005B0461" w:rsidRDefault="005B0461" w:rsidP="005B0461">
      <w:r>
        <w:t>248.1208</w:t>
      </w:r>
      <w:r>
        <w:tab/>
        <w:t>3.913e0</w:t>
      </w:r>
    </w:p>
    <w:p w:rsidR="005B0461" w:rsidRDefault="005B0461" w:rsidP="005B0461">
      <w:r>
        <w:t>248.1281</w:t>
      </w:r>
      <w:r>
        <w:tab/>
        <w:t>2.557e0</w:t>
      </w:r>
    </w:p>
    <w:p w:rsidR="005B0461" w:rsidRDefault="005B0461" w:rsidP="005B0461">
      <w:r>
        <w:t>248.1461</w:t>
      </w:r>
      <w:r>
        <w:tab/>
        <w:t>2.025e0</w:t>
      </w:r>
    </w:p>
    <w:p w:rsidR="005B0461" w:rsidRDefault="005B0461" w:rsidP="005B0461">
      <w:r>
        <w:t>248.1648</w:t>
      </w:r>
      <w:r>
        <w:tab/>
        <w:t>1.835e0</w:t>
      </w:r>
    </w:p>
    <w:p w:rsidR="005B0461" w:rsidRDefault="005B0461" w:rsidP="005B0461">
      <w:r>
        <w:t>248.1678</w:t>
      </w:r>
      <w:r>
        <w:tab/>
        <w:t>3.821e0</w:t>
      </w:r>
    </w:p>
    <w:p w:rsidR="005B0461" w:rsidRDefault="005B0461" w:rsidP="005B0461">
      <w:r>
        <w:t>248.1920</w:t>
      </w:r>
      <w:r>
        <w:tab/>
        <w:t>2.797e0</w:t>
      </w:r>
    </w:p>
    <w:p w:rsidR="005B0461" w:rsidRDefault="005B0461" w:rsidP="005B0461">
      <w:r>
        <w:t>248.1953</w:t>
      </w:r>
      <w:r>
        <w:tab/>
        <w:t>4.113e0</w:t>
      </w:r>
    </w:p>
    <w:p w:rsidR="005B0461" w:rsidRDefault="005B0461" w:rsidP="005B0461">
      <w:r>
        <w:t>248.2004</w:t>
      </w:r>
      <w:r>
        <w:tab/>
        <w:t>3.038e0</w:t>
      </w:r>
    </w:p>
    <w:p w:rsidR="005B0461" w:rsidRDefault="005B0461" w:rsidP="005B0461">
      <w:r>
        <w:t>248.2148</w:t>
      </w:r>
      <w:r>
        <w:tab/>
        <w:t>2.025e0</w:t>
      </w:r>
    </w:p>
    <w:p w:rsidR="005B0461" w:rsidRDefault="005B0461" w:rsidP="005B0461">
      <w:r>
        <w:lastRenderedPageBreak/>
        <w:t>248.2450</w:t>
      </w:r>
      <w:r>
        <w:tab/>
        <w:t>1.013e0</w:t>
      </w:r>
    </w:p>
    <w:p w:rsidR="005B0461" w:rsidRDefault="005B0461" w:rsidP="005B0461">
      <w:r>
        <w:t>248.2470</w:t>
      </w:r>
      <w:r>
        <w:tab/>
        <w:t>2.025e0</w:t>
      </w:r>
    </w:p>
    <w:p w:rsidR="005B0461" w:rsidRDefault="005B0461" w:rsidP="005B0461">
      <w:r>
        <w:t>248.2686</w:t>
      </w:r>
      <w:r>
        <w:tab/>
        <w:t>3.038e0</w:t>
      </w:r>
    </w:p>
    <w:p w:rsidR="005B0461" w:rsidRDefault="005B0461" w:rsidP="005B0461">
      <w:r>
        <w:t>248.2781</w:t>
      </w:r>
      <w:r>
        <w:tab/>
        <w:t>1.013e0</w:t>
      </w:r>
    </w:p>
    <w:p w:rsidR="005B0461" w:rsidRDefault="005B0461" w:rsidP="005B0461">
      <w:r>
        <w:t>248.2827</w:t>
      </w:r>
      <w:r>
        <w:tab/>
        <w:t>1.013e0</w:t>
      </w:r>
    </w:p>
    <w:p w:rsidR="005B0461" w:rsidRDefault="005B0461" w:rsidP="005B0461">
      <w:r>
        <w:t>248.2968</w:t>
      </w:r>
      <w:r>
        <w:tab/>
        <w:t>3.038e0</w:t>
      </w:r>
    </w:p>
    <w:p w:rsidR="005B0461" w:rsidRDefault="005B0461" w:rsidP="005B0461">
      <w:r>
        <w:t>248.3176</w:t>
      </w:r>
      <w:r>
        <w:tab/>
        <w:t>2.025e0</w:t>
      </w:r>
    </w:p>
    <w:p w:rsidR="005B0461" w:rsidRDefault="005B0461" w:rsidP="005B0461">
      <w:r>
        <w:t>248.3350</w:t>
      </w:r>
      <w:r>
        <w:tab/>
        <w:t>2.025e0</w:t>
      </w:r>
    </w:p>
    <w:p w:rsidR="005B0461" w:rsidRDefault="005B0461" w:rsidP="005B0461">
      <w:r>
        <w:t>248.3369</w:t>
      </w:r>
      <w:r>
        <w:tab/>
        <w:t>1.013e0</w:t>
      </w:r>
    </w:p>
    <w:p w:rsidR="005B0461" w:rsidRDefault="005B0461" w:rsidP="005B0461">
      <w:r>
        <w:t>248.3568</w:t>
      </w:r>
      <w:r>
        <w:tab/>
        <w:t>1.013e0</w:t>
      </w:r>
    </w:p>
    <w:p w:rsidR="005B0461" w:rsidRDefault="005B0461" w:rsidP="005B0461">
      <w:r>
        <w:t>248.3706</w:t>
      </w:r>
      <w:r>
        <w:tab/>
        <w:t>1.013e0</w:t>
      </w:r>
    </w:p>
    <w:p w:rsidR="005B0461" w:rsidRDefault="005B0461" w:rsidP="005B0461">
      <w:r>
        <w:t>248.3751</w:t>
      </w:r>
      <w:r>
        <w:tab/>
        <w:t>1.013e0</w:t>
      </w:r>
    </w:p>
    <w:p w:rsidR="005B0461" w:rsidRDefault="005B0461" w:rsidP="005B0461">
      <w:r>
        <w:t>248.4123</w:t>
      </w:r>
      <w:r>
        <w:tab/>
        <w:t>1.013e0</w:t>
      </w:r>
    </w:p>
    <w:p w:rsidR="005B0461" w:rsidRDefault="005B0461" w:rsidP="005B0461">
      <w:r>
        <w:t>248.4169</w:t>
      </w:r>
      <w:r>
        <w:tab/>
        <w:t>1.013e0</w:t>
      </w:r>
    </w:p>
    <w:p w:rsidR="005B0461" w:rsidRDefault="005B0461" w:rsidP="005B0461">
      <w:r>
        <w:t>248.4249</w:t>
      </w:r>
      <w:r>
        <w:tab/>
        <w:t>1.013e0</w:t>
      </w:r>
    </w:p>
    <w:p w:rsidR="005B0461" w:rsidRDefault="005B0461" w:rsidP="005B0461">
      <w:r>
        <w:t>248.4493</w:t>
      </w:r>
      <w:r>
        <w:tab/>
        <w:t>1.013e0</w:t>
      </w:r>
    </w:p>
    <w:p w:rsidR="005B0461" w:rsidRDefault="005B0461" w:rsidP="005B0461">
      <w:r>
        <w:t>248.4539</w:t>
      </w:r>
      <w:r>
        <w:tab/>
        <w:t>1.013e0</w:t>
      </w:r>
    </w:p>
    <w:p w:rsidR="005B0461" w:rsidRDefault="005B0461" w:rsidP="005B0461">
      <w:r>
        <w:t>248.4748</w:t>
      </w:r>
      <w:r>
        <w:tab/>
        <w:t>2.025e0</w:t>
      </w:r>
    </w:p>
    <w:p w:rsidR="005B0461" w:rsidRDefault="005B0461" w:rsidP="005B0461">
      <w:r>
        <w:t>248.5149</w:t>
      </w:r>
      <w:r>
        <w:tab/>
        <w:t>2.025e0</w:t>
      </w:r>
    </w:p>
    <w:p w:rsidR="005B0461" w:rsidRDefault="005B0461" w:rsidP="005B0461">
      <w:r>
        <w:lastRenderedPageBreak/>
        <w:t>248.5228</w:t>
      </w:r>
      <w:r>
        <w:tab/>
        <w:t>2.025e0</w:t>
      </w:r>
    </w:p>
    <w:p w:rsidR="005B0461" w:rsidRDefault="005B0461" w:rsidP="005B0461">
      <w:r>
        <w:t>248.5326</w:t>
      </w:r>
      <w:r>
        <w:tab/>
        <w:t>2.025e0</w:t>
      </w:r>
    </w:p>
    <w:p w:rsidR="005B0461" w:rsidRDefault="005B0461" w:rsidP="005B0461">
      <w:r>
        <w:t>248.5465</w:t>
      </w:r>
      <w:r>
        <w:tab/>
        <w:t>1.013e0</w:t>
      </w:r>
    </w:p>
    <w:p w:rsidR="005B0461" w:rsidRDefault="005B0461" w:rsidP="005B0461">
      <w:r>
        <w:t>248.5550</w:t>
      </w:r>
      <w:r>
        <w:tab/>
        <w:t>1.013e0</w:t>
      </w:r>
    </w:p>
    <w:p w:rsidR="005B0461" w:rsidRDefault="005B0461" w:rsidP="005B0461">
      <w:r>
        <w:t>248.5668</w:t>
      </w:r>
      <w:r>
        <w:tab/>
        <w:t>1.013e0</w:t>
      </w:r>
    </w:p>
    <w:p w:rsidR="005B0461" w:rsidRDefault="005B0461" w:rsidP="005B0461">
      <w:r>
        <w:t>248.5835</w:t>
      </w:r>
      <w:r>
        <w:tab/>
        <w:t>1.013e0</w:t>
      </w:r>
    </w:p>
    <w:p w:rsidR="005B0461" w:rsidRDefault="005B0461" w:rsidP="005B0461">
      <w:r>
        <w:t>248.5864</w:t>
      </w:r>
      <w:r>
        <w:tab/>
        <w:t>4.051e0</w:t>
      </w:r>
    </w:p>
    <w:p w:rsidR="005B0461" w:rsidRDefault="005B0461" w:rsidP="005B0461">
      <w:r>
        <w:t>248.6029</w:t>
      </w:r>
      <w:r>
        <w:tab/>
        <w:t>2.025e0</w:t>
      </w:r>
    </w:p>
    <w:p w:rsidR="005B0461" w:rsidRDefault="005B0461" w:rsidP="005B0461">
      <w:r>
        <w:t>248.6108</w:t>
      </w:r>
      <w:r>
        <w:tab/>
        <w:t>2.025e0</w:t>
      </w:r>
    </w:p>
    <w:p w:rsidR="005B0461" w:rsidRDefault="005B0461" w:rsidP="005B0461">
      <w:r>
        <w:t>248.6340</w:t>
      </w:r>
      <w:r>
        <w:tab/>
        <w:t>2.025e0</w:t>
      </w:r>
    </w:p>
    <w:p w:rsidR="005B0461" w:rsidRDefault="005B0461" w:rsidP="005B0461">
      <w:r>
        <w:t>248.6469</w:t>
      </w:r>
      <w:r>
        <w:tab/>
        <w:t>3.038e0</w:t>
      </w:r>
    </w:p>
    <w:p w:rsidR="005B0461" w:rsidRDefault="005B0461" w:rsidP="005B0461">
      <w:r>
        <w:t>248.6646</w:t>
      </w:r>
      <w:r>
        <w:tab/>
        <w:t>3.038e0</w:t>
      </w:r>
    </w:p>
    <w:p w:rsidR="005B0461" w:rsidRDefault="005B0461" w:rsidP="005B0461">
      <w:r>
        <w:t>248.6715</w:t>
      </w:r>
      <w:r>
        <w:tab/>
        <w:t>1.013e0</w:t>
      </w:r>
    </w:p>
    <w:p w:rsidR="005B0461" w:rsidRDefault="005B0461" w:rsidP="005B0461">
      <w:r>
        <w:t>248.6851</w:t>
      </w:r>
      <w:r>
        <w:tab/>
        <w:t>1.013e0</w:t>
      </w:r>
    </w:p>
    <w:p w:rsidR="005B0461" w:rsidRDefault="005B0461" w:rsidP="005B0461">
      <w:r>
        <w:t>248.7008</w:t>
      </w:r>
      <w:r>
        <w:tab/>
        <w:t>1.013e0</w:t>
      </w:r>
    </w:p>
    <w:p w:rsidR="005B0461" w:rsidRDefault="005B0461" w:rsidP="005B0461">
      <w:r>
        <w:t>248.7132</w:t>
      </w:r>
      <w:r>
        <w:tab/>
        <w:t>1.013e0</w:t>
      </w:r>
    </w:p>
    <w:p w:rsidR="005B0461" w:rsidRDefault="005B0461" w:rsidP="005B0461">
      <w:r>
        <w:t>248.7178</w:t>
      </w:r>
      <w:r>
        <w:tab/>
        <w:t>1.013e0</w:t>
      </w:r>
    </w:p>
    <w:p w:rsidR="005B0461" w:rsidRDefault="005B0461" w:rsidP="005B0461">
      <w:r>
        <w:t>248.7271</w:t>
      </w:r>
      <w:r>
        <w:tab/>
        <w:t>1.013e0</w:t>
      </w:r>
    </w:p>
    <w:p w:rsidR="005B0461" w:rsidRDefault="005B0461" w:rsidP="005B0461">
      <w:r>
        <w:t>248.7487</w:t>
      </w:r>
      <w:r>
        <w:tab/>
        <w:t>2.025e0</w:t>
      </w:r>
    </w:p>
    <w:p w:rsidR="005B0461" w:rsidRDefault="005B0461" w:rsidP="005B0461">
      <w:r>
        <w:lastRenderedPageBreak/>
        <w:t>248.7539</w:t>
      </w:r>
      <w:r>
        <w:tab/>
        <w:t>2.025e0</w:t>
      </w:r>
    </w:p>
    <w:p w:rsidR="005B0461" w:rsidRDefault="005B0461" w:rsidP="005B0461">
      <w:r>
        <w:t>248.7819</w:t>
      </w:r>
      <w:r>
        <w:tab/>
        <w:t>3.038e0</w:t>
      </w:r>
    </w:p>
    <w:p w:rsidR="005B0461" w:rsidRDefault="005B0461" w:rsidP="005B0461">
      <w:r>
        <w:t>248.7907</w:t>
      </w:r>
      <w:r>
        <w:tab/>
        <w:t>2.025e0</w:t>
      </w:r>
    </w:p>
    <w:p w:rsidR="005B0461" w:rsidRDefault="005B0461" w:rsidP="005B0461">
      <w:r>
        <w:t>248.8105</w:t>
      </w:r>
      <w:r>
        <w:tab/>
        <w:t>1.013e0</w:t>
      </w:r>
    </w:p>
    <w:p w:rsidR="005B0461" w:rsidRDefault="005B0461" w:rsidP="005B0461">
      <w:r>
        <w:t>248.8269</w:t>
      </w:r>
      <w:r>
        <w:tab/>
        <w:t>2.025e0</w:t>
      </w:r>
    </w:p>
    <w:p w:rsidR="005B0461" w:rsidRDefault="005B0461" w:rsidP="005B0461">
      <w:r>
        <w:t>248.8429</w:t>
      </w:r>
      <w:r>
        <w:tab/>
        <w:t>2.025e0</w:t>
      </w:r>
    </w:p>
    <w:p w:rsidR="005B0461" w:rsidRDefault="005B0461" w:rsidP="005B0461">
      <w:r>
        <w:t>248.8729</w:t>
      </w:r>
      <w:r>
        <w:tab/>
        <w:t>2.025e0</w:t>
      </w:r>
    </w:p>
    <w:p w:rsidR="005B0461" w:rsidRDefault="005B0461" w:rsidP="005B0461">
      <w:r>
        <w:t>248.8769</w:t>
      </w:r>
      <w:r>
        <w:tab/>
        <w:t>1.013e0</w:t>
      </w:r>
    </w:p>
    <w:p w:rsidR="005B0461" w:rsidRDefault="005B0461" w:rsidP="005B0461">
      <w:r>
        <w:t>248.9310</w:t>
      </w:r>
      <w:r>
        <w:tab/>
        <w:t>1.013e0</w:t>
      </w:r>
    </w:p>
    <w:p w:rsidR="005B0461" w:rsidRDefault="005B0461" w:rsidP="005B0461">
      <w:r>
        <w:t>248.9422</w:t>
      </w:r>
      <w:r>
        <w:tab/>
        <w:t>2.025e0</w:t>
      </w:r>
    </w:p>
    <w:p w:rsidR="005B0461" w:rsidRDefault="005B0461" w:rsidP="005B0461">
      <w:r>
        <w:t>248.9492</w:t>
      </w:r>
      <w:r>
        <w:tab/>
        <w:t>1.013e0</w:t>
      </w:r>
    </w:p>
    <w:p w:rsidR="005B0461" w:rsidRDefault="005B0461" w:rsidP="005B0461">
      <w:r>
        <w:t>248.9650</w:t>
      </w:r>
      <w:r>
        <w:tab/>
        <w:t>1.013e0</w:t>
      </w:r>
    </w:p>
    <w:p w:rsidR="005B0461" w:rsidRDefault="005B0461" w:rsidP="005B0461">
      <w:r>
        <w:t>248.9688</w:t>
      </w:r>
      <w:r>
        <w:tab/>
        <w:t>1.013e0</w:t>
      </w:r>
    </w:p>
    <w:p w:rsidR="005B0461" w:rsidRDefault="005B0461" w:rsidP="005B0461">
      <w:r>
        <w:t>249.0070</w:t>
      </w:r>
      <w:r>
        <w:tab/>
        <w:t>1.013e0</w:t>
      </w:r>
    </w:p>
    <w:p w:rsidR="005B0461" w:rsidRDefault="005B0461" w:rsidP="005B0461">
      <w:r>
        <w:t>249.0116</w:t>
      </w:r>
      <w:r>
        <w:tab/>
        <w:t>2.290e0</w:t>
      </w:r>
    </w:p>
    <w:p w:rsidR="005B0461" w:rsidRDefault="005B0461" w:rsidP="005B0461">
      <w:r>
        <w:t>249.0234</w:t>
      </w:r>
      <w:r>
        <w:tab/>
        <w:t>5.178e0</w:t>
      </w:r>
    </w:p>
    <w:p w:rsidR="005B0461" w:rsidRDefault="005B0461" w:rsidP="005B0461">
      <w:r>
        <w:t>249.0685</w:t>
      </w:r>
      <w:r>
        <w:tab/>
        <w:t>3.511e1</w:t>
      </w:r>
    </w:p>
    <w:p w:rsidR="005B0461" w:rsidRDefault="005B0461" w:rsidP="005B0461">
      <w:r>
        <w:t>249.0699</w:t>
      </w:r>
      <w:r>
        <w:tab/>
        <w:t>3.158e1</w:t>
      </w:r>
    </w:p>
    <w:p w:rsidR="005B0461" w:rsidRDefault="005B0461" w:rsidP="005B0461">
      <w:r>
        <w:t>249.1188</w:t>
      </w:r>
      <w:r>
        <w:tab/>
        <w:t>2.900e0</w:t>
      </w:r>
    </w:p>
    <w:p w:rsidR="005B0461" w:rsidRDefault="005B0461" w:rsidP="005B0461">
      <w:r>
        <w:lastRenderedPageBreak/>
        <w:t>249.1292</w:t>
      </w:r>
      <w:r>
        <w:tab/>
        <w:t>1.791e0</w:t>
      </w:r>
    </w:p>
    <w:p w:rsidR="005B0461" w:rsidRDefault="005B0461" w:rsidP="005B0461">
      <w:r>
        <w:t>249.1370</w:t>
      </w:r>
      <w:r>
        <w:tab/>
        <w:t>1.063e0</w:t>
      </w:r>
    </w:p>
    <w:p w:rsidR="005B0461" w:rsidRDefault="005B0461" w:rsidP="005B0461">
      <w:r>
        <w:t>249.1691</w:t>
      </w:r>
      <w:r>
        <w:tab/>
        <w:t>1.526e0</w:t>
      </w:r>
    </w:p>
    <w:p w:rsidR="005B0461" w:rsidRDefault="005B0461" w:rsidP="005B0461">
      <w:r>
        <w:t>249.1733</w:t>
      </w:r>
      <w:r>
        <w:tab/>
        <w:t>2.025e0</w:t>
      </w:r>
    </w:p>
    <w:p w:rsidR="005B0461" w:rsidRDefault="005B0461" w:rsidP="005B0461">
      <w:r>
        <w:t>249.1923</w:t>
      </w:r>
      <w:r>
        <w:tab/>
        <w:t>1.396e0</w:t>
      </w:r>
    </w:p>
    <w:p w:rsidR="005B0461" w:rsidRDefault="005B0461" w:rsidP="005B0461">
      <w:r>
        <w:t>249.1935</w:t>
      </w:r>
      <w:r>
        <w:tab/>
        <w:t>2.025e0</w:t>
      </w:r>
    </w:p>
    <w:p w:rsidR="005B0461" w:rsidRDefault="005B0461" w:rsidP="005B0461">
      <w:r>
        <w:t>249.2046</w:t>
      </w:r>
      <w:r>
        <w:tab/>
        <w:t>1.013e0</w:t>
      </w:r>
    </w:p>
    <w:p w:rsidR="005B0461" w:rsidRDefault="005B0461" w:rsidP="005B0461">
      <w:r>
        <w:t>249.2212</w:t>
      </w:r>
      <w:r>
        <w:tab/>
        <w:t>2.025e0</w:t>
      </w:r>
    </w:p>
    <w:p w:rsidR="005B0461" w:rsidRDefault="005B0461" w:rsidP="005B0461">
      <w:r>
        <w:t>249.2291</w:t>
      </w:r>
      <w:r>
        <w:tab/>
        <w:t>2.025e0</w:t>
      </w:r>
    </w:p>
    <w:p w:rsidR="005B0461" w:rsidRDefault="005B0461" w:rsidP="005B0461">
      <w:r>
        <w:t>249.2310</w:t>
      </w:r>
      <w:r>
        <w:tab/>
        <w:t>2.025e0</w:t>
      </w:r>
    </w:p>
    <w:p w:rsidR="005B0461" w:rsidRDefault="005B0461" w:rsidP="005B0461">
      <w:r>
        <w:t>249.2463</w:t>
      </w:r>
      <w:r>
        <w:tab/>
        <w:t>1.013e0</w:t>
      </w:r>
    </w:p>
    <w:p w:rsidR="005B0461" w:rsidRDefault="005B0461" w:rsidP="005B0461">
      <w:r>
        <w:t>249.2808</w:t>
      </w:r>
      <w:r>
        <w:tab/>
        <w:t>2.025e0</w:t>
      </w:r>
    </w:p>
    <w:p w:rsidR="005B0461" w:rsidRDefault="005B0461" w:rsidP="005B0461">
      <w:r>
        <w:t>249.2901</w:t>
      </w:r>
      <w:r>
        <w:tab/>
        <w:t>2.025e0</w:t>
      </w:r>
    </w:p>
    <w:p w:rsidR="005B0461" w:rsidRDefault="005B0461" w:rsidP="005B0461">
      <w:r>
        <w:t>249.2967</w:t>
      </w:r>
      <w:r>
        <w:tab/>
        <w:t>2.025e0</w:t>
      </w:r>
    </w:p>
    <w:p w:rsidR="005B0461" w:rsidRDefault="005B0461" w:rsidP="005B0461">
      <w:r>
        <w:t>249.3286</w:t>
      </w:r>
      <w:r>
        <w:tab/>
        <w:t>2.025e0</w:t>
      </w:r>
    </w:p>
    <w:p w:rsidR="005B0461" w:rsidRDefault="005B0461" w:rsidP="005B0461">
      <w:r>
        <w:t>249.3513</w:t>
      </w:r>
      <w:r>
        <w:tab/>
        <w:t>1.013e0</w:t>
      </w:r>
    </w:p>
    <w:p w:rsidR="005B0461" w:rsidRDefault="005B0461" w:rsidP="005B0461">
      <w:r>
        <w:t>249.3632</w:t>
      </w:r>
      <w:r>
        <w:tab/>
        <w:t>1.013e0</w:t>
      </w:r>
    </w:p>
    <w:p w:rsidR="005B0461" w:rsidRDefault="005B0461" w:rsidP="005B0461">
      <w:r>
        <w:t>249.3677</w:t>
      </w:r>
      <w:r>
        <w:tab/>
        <w:t>2.176e0</w:t>
      </w:r>
    </w:p>
    <w:p w:rsidR="005B0461" w:rsidRDefault="005B0461" w:rsidP="005B0461">
      <w:r>
        <w:t>249.3763</w:t>
      </w:r>
      <w:r>
        <w:tab/>
        <w:t>1.013e0</w:t>
      </w:r>
    </w:p>
    <w:p w:rsidR="005B0461" w:rsidRDefault="005B0461" w:rsidP="005B0461">
      <w:r>
        <w:lastRenderedPageBreak/>
        <w:t>249.4077</w:t>
      </w:r>
      <w:r>
        <w:tab/>
        <w:t>2.025e0</w:t>
      </w:r>
    </w:p>
    <w:p w:rsidR="005B0461" w:rsidRDefault="005B0461" w:rsidP="005B0461">
      <w:r>
        <w:t>249.4113</w:t>
      </w:r>
      <w:r>
        <w:tab/>
        <w:t>3.038e0</w:t>
      </w:r>
    </w:p>
    <w:p w:rsidR="005B0461" w:rsidRDefault="005B0461" w:rsidP="005B0461">
      <w:r>
        <w:t>249.4227</w:t>
      </w:r>
      <w:r>
        <w:tab/>
        <w:t>1.013e0</w:t>
      </w:r>
    </w:p>
    <w:p w:rsidR="005B0461" w:rsidRDefault="005B0461" w:rsidP="005B0461">
      <w:r>
        <w:t>249.4355</w:t>
      </w:r>
      <w:r>
        <w:tab/>
        <w:t>1.013e0</w:t>
      </w:r>
    </w:p>
    <w:p w:rsidR="005B0461" w:rsidRDefault="005B0461" w:rsidP="005B0461">
      <w:r>
        <w:t>249.4691</w:t>
      </w:r>
      <w:r>
        <w:tab/>
        <w:t>1.013e0</w:t>
      </w:r>
    </w:p>
    <w:p w:rsidR="005B0461" w:rsidRDefault="005B0461" w:rsidP="005B0461">
      <w:r>
        <w:t>249.4933</w:t>
      </w:r>
      <w:r>
        <w:tab/>
        <w:t>2.025e0</w:t>
      </w:r>
    </w:p>
    <w:p w:rsidR="005B0461" w:rsidRDefault="005B0461" w:rsidP="005B0461">
      <w:r>
        <w:t>249.5156</w:t>
      </w:r>
      <w:r>
        <w:tab/>
        <w:t>1.013e0</w:t>
      </w:r>
    </w:p>
    <w:p w:rsidR="005B0461" w:rsidRDefault="005B0461" w:rsidP="005B0461">
      <w:r>
        <w:t>249.5316</w:t>
      </w:r>
      <w:r>
        <w:tab/>
        <w:t>1.013e0</w:t>
      </w:r>
    </w:p>
    <w:p w:rsidR="005B0461" w:rsidRDefault="005B0461" w:rsidP="005B0461">
      <w:r>
        <w:t>249.5469</w:t>
      </w:r>
      <w:r>
        <w:tab/>
        <w:t>2.025e0</w:t>
      </w:r>
    </w:p>
    <w:p w:rsidR="005B0461" w:rsidRDefault="005B0461" w:rsidP="005B0461">
      <w:r>
        <w:t>249.5481</w:t>
      </w:r>
      <w:r>
        <w:tab/>
        <w:t>1.013e0</w:t>
      </w:r>
    </w:p>
    <w:p w:rsidR="005B0461" w:rsidRDefault="005B0461" w:rsidP="005B0461">
      <w:r>
        <w:t>249.5762</w:t>
      </w:r>
      <w:r>
        <w:tab/>
        <w:t>4.051e0</w:t>
      </w:r>
    </w:p>
    <w:p w:rsidR="005B0461" w:rsidRDefault="005B0461" w:rsidP="005B0461">
      <w:r>
        <w:t>249.5946</w:t>
      </w:r>
      <w:r>
        <w:tab/>
        <w:t>2.025e0</w:t>
      </w:r>
    </w:p>
    <w:p w:rsidR="005B0461" w:rsidRDefault="005B0461" w:rsidP="005B0461">
      <w:r>
        <w:t>249.6049</w:t>
      </w:r>
      <w:r>
        <w:tab/>
        <w:t>2.025e0</w:t>
      </w:r>
    </w:p>
    <w:p w:rsidR="005B0461" w:rsidRDefault="005B0461" w:rsidP="005B0461">
      <w:r>
        <w:t>249.6157</w:t>
      </w:r>
      <w:r>
        <w:tab/>
        <w:t>1.013e0</w:t>
      </w:r>
    </w:p>
    <w:p w:rsidR="005B0461" w:rsidRDefault="005B0461" w:rsidP="005B0461">
      <w:r>
        <w:t>249.6255</w:t>
      </w:r>
      <w:r>
        <w:tab/>
        <w:t>2.025e0</w:t>
      </w:r>
    </w:p>
    <w:p w:rsidR="005B0461" w:rsidRDefault="005B0461" w:rsidP="005B0461">
      <w:r>
        <w:t>249.6539</w:t>
      </w:r>
      <w:r>
        <w:tab/>
        <w:t>2.025e0</w:t>
      </w:r>
    </w:p>
    <w:p w:rsidR="005B0461" w:rsidRDefault="005B0461" w:rsidP="005B0461">
      <w:r>
        <w:t>249.6559</w:t>
      </w:r>
      <w:r>
        <w:tab/>
        <w:t>2.025e0</w:t>
      </w:r>
    </w:p>
    <w:p w:rsidR="005B0461" w:rsidRDefault="005B0461" w:rsidP="005B0461">
      <w:r>
        <w:t>249.6921</w:t>
      </w:r>
      <w:r>
        <w:tab/>
        <w:t>2.025e0</w:t>
      </w:r>
    </w:p>
    <w:p w:rsidR="005B0461" w:rsidRDefault="005B0461" w:rsidP="005B0461">
      <w:r>
        <w:t>249.6998</w:t>
      </w:r>
      <w:r>
        <w:tab/>
        <w:t>1.013e0</w:t>
      </w:r>
    </w:p>
    <w:p w:rsidR="005B0461" w:rsidRDefault="005B0461" w:rsidP="005B0461">
      <w:r>
        <w:lastRenderedPageBreak/>
        <w:t>249.7380</w:t>
      </w:r>
      <w:r>
        <w:tab/>
        <w:t>1.013e0</w:t>
      </w:r>
    </w:p>
    <w:p w:rsidR="005B0461" w:rsidRDefault="005B0461" w:rsidP="005B0461">
      <w:r>
        <w:t>249.7619</w:t>
      </w:r>
      <w:r>
        <w:tab/>
        <w:t>1.013e0</w:t>
      </w:r>
    </w:p>
    <w:p w:rsidR="005B0461" w:rsidRDefault="005B0461" w:rsidP="005B0461">
      <w:r>
        <w:t>249.7665</w:t>
      </w:r>
      <w:r>
        <w:tab/>
        <w:t>1.013e0</w:t>
      </w:r>
    </w:p>
    <w:p w:rsidR="005B0461" w:rsidRDefault="005B0461" w:rsidP="005B0461">
      <w:r>
        <w:t>249.8216</w:t>
      </w:r>
      <w:r>
        <w:tab/>
        <w:t>2.025e0</w:t>
      </w:r>
    </w:p>
    <w:p w:rsidR="005B0461" w:rsidRDefault="005B0461" w:rsidP="005B0461">
      <w:r>
        <w:t>249.8301</w:t>
      </w:r>
      <w:r>
        <w:tab/>
        <w:t>2.025e0</w:t>
      </w:r>
    </w:p>
    <w:p w:rsidR="005B0461" w:rsidRDefault="005B0461" w:rsidP="005B0461">
      <w:r>
        <w:t>249.8458</w:t>
      </w:r>
      <w:r>
        <w:tab/>
        <w:t>1.013e0</w:t>
      </w:r>
    </w:p>
    <w:p w:rsidR="005B0461" w:rsidRDefault="005B0461" w:rsidP="005B0461">
      <w:r>
        <w:t>249.8761</w:t>
      </w:r>
      <w:r>
        <w:tab/>
        <w:t>1.013e0</w:t>
      </w:r>
    </w:p>
    <w:p w:rsidR="005B0461" w:rsidRDefault="005B0461" w:rsidP="005B0461">
      <w:r>
        <w:t>249.8841</w:t>
      </w:r>
      <w:r>
        <w:tab/>
        <w:t>1.013e0</w:t>
      </w:r>
    </w:p>
    <w:p w:rsidR="005B0461" w:rsidRDefault="005B0461" w:rsidP="005B0461">
      <w:r>
        <w:t>249.8921</w:t>
      </w:r>
      <w:r>
        <w:tab/>
        <w:t>1.013e0</w:t>
      </w:r>
    </w:p>
    <w:p w:rsidR="005B0461" w:rsidRDefault="005B0461" w:rsidP="005B0461">
      <w:r>
        <w:t>249.8967</w:t>
      </w:r>
      <w:r>
        <w:tab/>
        <w:t>1.013e0</w:t>
      </w:r>
    </w:p>
    <w:p w:rsidR="005B0461" w:rsidRDefault="005B0461" w:rsidP="005B0461">
      <w:r>
        <w:t>249.8991</w:t>
      </w:r>
      <w:r>
        <w:tab/>
        <w:t>2.025e0</w:t>
      </w:r>
    </w:p>
    <w:p w:rsidR="005B0461" w:rsidRDefault="005B0461" w:rsidP="005B0461">
      <w:r>
        <w:t>249.9301</w:t>
      </w:r>
      <w:r>
        <w:tab/>
        <w:t>2.025e0</w:t>
      </w:r>
    </w:p>
    <w:p w:rsidR="005B0461" w:rsidRDefault="005B0461" w:rsidP="005B0461">
      <w:r>
        <w:t>249.9339</w:t>
      </w:r>
      <w:r>
        <w:tab/>
        <w:t>1.013e0</w:t>
      </w:r>
    </w:p>
    <w:p w:rsidR="005B0461" w:rsidRDefault="005B0461" w:rsidP="005B0461">
      <w:r>
        <w:t>249.9830</w:t>
      </w:r>
      <w:r>
        <w:tab/>
        <w:t>2.025e0</w:t>
      </w:r>
    </w:p>
    <w:p w:rsidR="005B0461" w:rsidRDefault="005B0461" w:rsidP="005B0461">
      <w:r>
        <w:t>250.0113</w:t>
      </w:r>
      <w:r>
        <w:tab/>
        <w:t>2.843e0</w:t>
      </w:r>
    </w:p>
    <w:p w:rsidR="005B0461" w:rsidRDefault="005B0461" w:rsidP="005B0461">
      <w:r>
        <w:t>250.0413</w:t>
      </w:r>
      <w:r>
        <w:tab/>
        <w:t>1.915e0</w:t>
      </w:r>
    </w:p>
    <w:p w:rsidR="005B0461" w:rsidRDefault="005B0461" w:rsidP="005B0461">
      <w:r>
        <w:t>250.0433</w:t>
      </w:r>
      <w:r>
        <w:tab/>
        <w:t>1.338e0</w:t>
      </w:r>
    </w:p>
    <w:p w:rsidR="005B0461" w:rsidRDefault="005B0461" w:rsidP="005B0461">
      <w:r>
        <w:t>250.0445</w:t>
      </w:r>
      <w:r>
        <w:tab/>
        <w:t>4.989e0</w:t>
      </w:r>
    </w:p>
    <w:p w:rsidR="005B0461" w:rsidRDefault="005B0461" w:rsidP="005B0461">
      <w:r>
        <w:t>250.0663</w:t>
      </w:r>
      <w:r>
        <w:tab/>
        <w:t>2.647e0</w:t>
      </w:r>
    </w:p>
    <w:p w:rsidR="005B0461" w:rsidRDefault="005B0461" w:rsidP="005B0461">
      <w:r>
        <w:lastRenderedPageBreak/>
        <w:t>250.0695</w:t>
      </w:r>
      <w:r>
        <w:tab/>
        <w:t>3.938e0</w:t>
      </w:r>
    </w:p>
    <w:p w:rsidR="005B0461" w:rsidRDefault="005B0461" w:rsidP="005B0461">
      <w:r>
        <w:t>250.0810</w:t>
      </w:r>
      <w:r>
        <w:tab/>
        <w:t>1.013e0</w:t>
      </w:r>
    </w:p>
    <w:p w:rsidR="005B0461" w:rsidRDefault="005B0461" w:rsidP="005B0461">
      <w:r>
        <w:t>250.0840</w:t>
      </w:r>
      <w:r>
        <w:tab/>
        <w:t>2.429e0</w:t>
      </w:r>
    </w:p>
    <w:p w:rsidR="005B0461" w:rsidRDefault="005B0461" w:rsidP="005B0461">
      <w:r>
        <w:t>250.0961</w:t>
      </w:r>
      <w:r>
        <w:tab/>
        <w:t>4.051e0</w:t>
      </w:r>
    </w:p>
    <w:p w:rsidR="005B0461" w:rsidRDefault="005B0461" w:rsidP="005B0461">
      <w:r>
        <w:t>250.1089</w:t>
      </w:r>
      <w:r>
        <w:tab/>
        <w:t>2.025e0</w:t>
      </w:r>
    </w:p>
    <w:p w:rsidR="005B0461" w:rsidRDefault="005B0461" w:rsidP="005B0461">
      <w:r>
        <w:t>250.1140</w:t>
      </w:r>
      <w:r>
        <w:tab/>
        <w:t>2.025e0</w:t>
      </w:r>
    </w:p>
    <w:p w:rsidR="005B0461" w:rsidRDefault="005B0461" w:rsidP="005B0461">
      <w:r>
        <w:t>250.1465</w:t>
      </w:r>
      <w:r>
        <w:tab/>
        <w:t>1.526e0</w:t>
      </w:r>
    </w:p>
    <w:p w:rsidR="005B0461" w:rsidRDefault="005B0461" w:rsidP="005B0461">
      <w:r>
        <w:t>250.1645</w:t>
      </w:r>
      <w:r>
        <w:tab/>
        <w:t>1.594e0</w:t>
      </w:r>
    </w:p>
    <w:p w:rsidR="005B0461" w:rsidRDefault="005B0461" w:rsidP="005B0461">
      <w:r>
        <w:t>250.1692</w:t>
      </w:r>
      <w:r>
        <w:tab/>
        <w:t>2.025e0</w:t>
      </w:r>
    </w:p>
    <w:p w:rsidR="005B0461" w:rsidRDefault="005B0461" w:rsidP="005B0461">
      <w:r>
        <w:t>250.1906</w:t>
      </w:r>
      <w:r>
        <w:tab/>
        <w:t>1.926e0</w:t>
      </w:r>
    </w:p>
    <w:p w:rsidR="005B0461" w:rsidRDefault="005B0461" w:rsidP="005B0461">
      <w:r>
        <w:t>250.2085</w:t>
      </w:r>
      <w:r>
        <w:tab/>
        <w:t>1.013e0</w:t>
      </w:r>
    </w:p>
    <w:p w:rsidR="005B0461" w:rsidRDefault="005B0461" w:rsidP="005B0461">
      <w:r>
        <w:t>250.2103</w:t>
      </w:r>
      <w:r>
        <w:tab/>
        <w:t>3.038e0</w:t>
      </w:r>
    </w:p>
    <w:p w:rsidR="005B0461" w:rsidRDefault="005B0461" w:rsidP="005B0461">
      <w:r>
        <w:t>250.2249</w:t>
      </w:r>
      <w:r>
        <w:tab/>
        <w:t>4.051e0</w:t>
      </w:r>
    </w:p>
    <w:p w:rsidR="005B0461" w:rsidRDefault="005B0461" w:rsidP="005B0461">
      <w:r>
        <w:t>250.2504</w:t>
      </w:r>
      <w:r>
        <w:tab/>
        <w:t>1.013e0</w:t>
      </w:r>
    </w:p>
    <w:p w:rsidR="005B0461" w:rsidRDefault="005B0461" w:rsidP="005B0461">
      <w:r>
        <w:t>250.2670</w:t>
      </w:r>
      <w:r>
        <w:tab/>
        <w:t>2.025e0</w:t>
      </w:r>
    </w:p>
    <w:p w:rsidR="005B0461" w:rsidRDefault="005B0461" w:rsidP="005B0461">
      <w:r>
        <w:t>250.2864</w:t>
      </w:r>
      <w:r>
        <w:tab/>
        <w:t>2.025e0</w:t>
      </w:r>
    </w:p>
    <w:p w:rsidR="005B0461" w:rsidRDefault="005B0461" w:rsidP="005B0461">
      <w:r>
        <w:t>250.3009</w:t>
      </w:r>
      <w:r>
        <w:tab/>
        <w:t>2.025e0</w:t>
      </w:r>
    </w:p>
    <w:p w:rsidR="005B0461" w:rsidRDefault="005B0461" w:rsidP="005B0461">
      <w:r>
        <w:t>250.3209</w:t>
      </w:r>
      <w:r>
        <w:tab/>
        <w:t>1.013e0</w:t>
      </w:r>
    </w:p>
    <w:p w:rsidR="005B0461" w:rsidRDefault="005B0461" w:rsidP="005B0461">
      <w:r>
        <w:t>250.3249</w:t>
      </w:r>
      <w:r>
        <w:tab/>
        <w:t>1.013e0</w:t>
      </w:r>
    </w:p>
    <w:p w:rsidR="005B0461" w:rsidRDefault="005B0461" w:rsidP="005B0461">
      <w:r>
        <w:lastRenderedPageBreak/>
        <w:t>250.3472</w:t>
      </w:r>
      <w:r>
        <w:tab/>
        <w:t>1.013e0</w:t>
      </w:r>
    </w:p>
    <w:p w:rsidR="005B0461" w:rsidRDefault="005B0461" w:rsidP="005B0461">
      <w:r>
        <w:t>250.3631</w:t>
      </w:r>
      <w:r>
        <w:tab/>
        <w:t>1.013e0</w:t>
      </w:r>
    </w:p>
    <w:p w:rsidR="005B0461" w:rsidRDefault="005B0461" w:rsidP="005B0461">
      <w:r>
        <w:t>250.3797</w:t>
      </w:r>
      <w:r>
        <w:tab/>
        <w:t>2.025e0</w:t>
      </w:r>
    </w:p>
    <w:p w:rsidR="005B0461" w:rsidRDefault="005B0461" w:rsidP="005B0461">
      <w:r>
        <w:t>250.3894</w:t>
      </w:r>
      <w:r>
        <w:tab/>
        <w:t>1.013e0</w:t>
      </w:r>
    </w:p>
    <w:p w:rsidR="005B0461" w:rsidRDefault="005B0461" w:rsidP="005B0461">
      <w:r>
        <w:t>250.3973</w:t>
      </w:r>
      <w:r>
        <w:tab/>
        <w:t>1.013e0</w:t>
      </w:r>
    </w:p>
    <w:p w:rsidR="005B0461" w:rsidRDefault="005B0461" w:rsidP="005B0461">
      <w:r>
        <w:t>250.4354</w:t>
      </w:r>
      <w:r>
        <w:tab/>
        <w:t>1.013e0</w:t>
      </w:r>
    </w:p>
    <w:p w:rsidR="005B0461" w:rsidRDefault="005B0461" w:rsidP="005B0461">
      <w:r>
        <w:t>250.4600</w:t>
      </w:r>
      <w:r>
        <w:tab/>
        <w:t>1.013e0</w:t>
      </w:r>
    </w:p>
    <w:p w:rsidR="005B0461" w:rsidRDefault="005B0461" w:rsidP="005B0461">
      <w:r>
        <w:t>250.4647</w:t>
      </w:r>
      <w:r>
        <w:tab/>
        <w:t>2.025e0</w:t>
      </w:r>
    </w:p>
    <w:p w:rsidR="005B0461" w:rsidRDefault="005B0461" w:rsidP="005B0461">
      <w:r>
        <w:t>250.4796</w:t>
      </w:r>
      <w:r>
        <w:tab/>
        <w:t>2.025e0</w:t>
      </w:r>
    </w:p>
    <w:p w:rsidR="005B0461" w:rsidRDefault="005B0461" w:rsidP="005B0461">
      <w:r>
        <w:t>250.4895</w:t>
      </w:r>
      <w:r>
        <w:tab/>
        <w:t>1.013e0</w:t>
      </w:r>
    </w:p>
    <w:p w:rsidR="005B0461" w:rsidRDefault="005B0461" w:rsidP="005B0461">
      <w:r>
        <w:t>250.4934</w:t>
      </w:r>
      <w:r>
        <w:tab/>
        <w:t>1.013e0</w:t>
      </w:r>
    </w:p>
    <w:p w:rsidR="005B0461" w:rsidRDefault="005B0461" w:rsidP="005B0461">
      <w:r>
        <w:t>250.5020</w:t>
      </w:r>
      <w:r>
        <w:tab/>
        <w:t>1.013e0</w:t>
      </w:r>
    </w:p>
    <w:p w:rsidR="005B0461" w:rsidRDefault="005B0461" w:rsidP="005B0461">
      <w:r>
        <w:t>250.5522</w:t>
      </w:r>
      <w:r>
        <w:tab/>
        <w:t>2.025e0</w:t>
      </w:r>
    </w:p>
    <w:p w:rsidR="005B0461" w:rsidRDefault="005B0461" w:rsidP="005B0461">
      <w:r>
        <w:t>250.5560</w:t>
      </w:r>
      <w:r>
        <w:tab/>
        <w:t>2.025e0</w:t>
      </w:r>
    </w:p>
    <w:p w:rsidR="005B0461" w:rsidRDefault="005B0461" w:rsidP="005B0461">
      <w:r>
        <w:t>250.5815</w:t>
      </w:r>
      <w:r>
        <w:tab/>
        <w:t>1.013e0</w:t>
      </w:r>
    </w:p>
    <w:p w:rsidR="005B0461" w:rsidRDefault="005B0461" w:rsidP="005B0461">
      <w:r>
        <w:t>250.5885</w:t>
      </w:r>
      <w:r>
        <w:tab/>
        <w:t>2.025e0</w:t>
      </w:r>
    </w:p>
    <w:p w:rsidR="005B0461" w:rsidRDefault="005B0461" w:rsidP="005B0461">
      <w:r>
        <w:t>250.5905</w:t>
      </w:r>
      <w:r>
        <w:tab/>
        <w:t>1.013e0</w:t>
      </w:r>
    </w:p>
    <w:p w:rsidR="005B0461" w:rsidRDefault="005B0461" w:rsidP="005B0461">
      <w:r>
        <w:t>250.6040</w:t>
      </w:r>
      <w:r>
        <w:tab/>
        <w:t>1.013e0</w:t>
      </w:r>
    </w:p>
    <w:p w:rsidR="005B0461" w:rsidRDefault="005B0461" w:rsidP="005B0461">
      <w:r>
        <w:t>250.6159</w:t>
      </w:r>
      <w:r>
        <w:tab/>
        <w:t>1.013e0</w:t>
      </w:r>
    </w:p>
    <w:p w:rsidR="005B0461" w:rsidRDefault="005B0461" w:rsidP="005B0461">
      <w:r>
        <w:lastRenderedPageBreak/>
        <w:t>250.6278</w:t>
      </w:r>
      <w:r>
        <w:tab/>
        <w:t>1.013e0</w:t>
      </w:r>
    </w:p>
    <w:p w:rsidR="005B0461" w:rsidRDefault="005B0461" w:rsidP="005B0461">
      <w:r>
        <w:t>250.6333</w:t>
      </w:r>
      <w:r>
        <w:tab/>
        <w:t>2.025e0</w:t>
      </w:r>
    </w:p>
    <w:p w:rsidR="005B0461" w:rsidRDefault="005B0461" w:rsidP="005B0461">
      <w:r>
        <w:t>250.6739</w:t>
      </w:r>
      <w:r>
        <w:tab/>
        <w:t>3.038e0</w:t>
      </w:r>
    </w:p>
    <w:p w:rsidR="005B0461" w:rsidRDefault="005B0461" w:rsidP="005B0461">
      <w:r>
        <w:t>250.6752</w:t>
      </w:r>
      <w:r>
        <w:tab/>
        <w:t>4.051e0</w:t>
      </w:r>
    </w:p>
    <w:p w:rsidR="005B0461" w:rsidRDefault="005B0461" w:rsidP="005B0461">
      <w:r>
        <w:t>250.7277</w:t>
      </w:r>
      <w:r>
        <w:tab/>
        <w:t>2.025e0</w:t>
      </w:r>
    </w:p>
    <w:p w:rsidR="005B0461" w:rsidRDefault="005B0461" w:rsidP="005B0461">
      <w:r>
        <w:t>250.7540</w:t>
      </w:r>
      <w:r>
        <w:tab/>
        <w:t>1.141e0</w:t>
      </w:r>
    </w:p>
    <w:p w:rsidR="005B0461" w:rsidRDefault="005B0461" w:rsidP="005B0461">
      <w:r>
        <w:t>250.7742</w:t>
      </w:r>
      <w:r>
        <w:tab/>
        <w:t>2.025e0</w:t>
      </w:r>
    </w:p>
    <w:p w:rsidR="005B0461" w:rsidRDefault="005B0461" w:rsidP="005B0461">
      <w:r>
        <w:t>250.7765</w:t>
      </w:r>
      <w:r>
        <w:tab/>
        <w:t>1.013e0</w:t>
      </w:r>
    </w:p>
    <w:p w:rsidR="005B0461" w:rsidRDefault="005B0461" w:rsidP="005B0461">
      <w:r>
        <w:t>250.7801</w:t>
      </w:r>
      <w:r>
        <w:tab/>
        <w:t>2.025e0</w:t>
      </w:r>
    </w:p>
    <w:p w:rsidR="005B0461" w:rsidRDefault="005B0461" w:rsidP="005B0461">
      <w:r>
        <w:t>250.7923</w:t>
      </w:r>
      <w:r>
        <w:tab/>
        <w:t>1.013e0</w:t>
      </w:r>
    </w:p>
    <w:p w:rsidR="005B0461" w:rsidRDefault="005B0461" w:rsidP="005B0461">
      <w:r>
        <w:t>250.8036</w:t>
      </w:r>
      <w:r>
        <w:tab/>
        <w:t>3.038e0</w:t>
      </w:r>
    </w:p>
    <w:p w:rsidR="005B0461" w:rsidRDefault="005B0461" w:rsidP="005B0461">
      <w:r>
        <w:t>250.8265</w:t>
      </w:r>
      <w:r>
        <w:tab/>
        <w:t>1.013e0</w:t>
      </w:r>
    </w:p>
    <w:p w:rsidR="005B0461" w:rsidRDefault="005B0461" w:rsidP="005B0461">
      <w:r>
        <w:t>250.8424</w:t>
      </w:r>
      <w:r>
        <w:tab/>
        <w:t>1.013e0</w:t>
      </w:r>
    </w:p>
    <w:p w:rsidR="005B0461" w:rsidRDefault="005B0461" w:rsidP="005B0461">
      <w:r>
        <w:t>250.8687</w:t>
      </w:r>
      <w:r>
        <w:tab/>
        <w:t>1.013e0</w:t>
      </w:r>
    </w:p>
    <w:p w:rsidR="005B0461" w:rsidRDefault="005B0461" w:rsidP="005B0461">
      <w:r>
        <w:t>250.8937</w:t>
      </w:r>
      <w:r>
        <w:tab/>
        <w:t>1.013e0</w:t>
      </w:r>
    </w:p>
    <w:p w:rsidR="005B0461" w:rsidRDefault="005B0461" w:rsidP="005B0461">
      <w:r>
        <w:t>250.9069</w:t>
      </w:r>
      <w:r>
        <w:tab/>
        <w:t>1.013e0</w:t>
      </w:r>
    </w:p>
    <w:p w:rsidR="005B0461" w:rsidRDefault="005B0461" w:rsidP="005B0461">
      <w:r>
        <w:t>250.9301</w:t>
      </w:r>
      <w:r>
        <w:tab/>
        <w:t>2.025e0</w:t>
      </w:r>
    </w:p>
    <w:p w:rsidR="005B0461" w:rsidRDefault="005B0461" w:rsidP="005B0461">
      <w:r>
        <w:t>250.9357</w:t>
      </w:r>
      <w:r>
        <w:tab/>
        <w:t>1.013e0</w:t>
      </w:r>
    </w:p>
    <w:p w:rsidR="005B0461" w:rsidRDefault="005B0461" w:rsidP="005B0461">
      <w:r>
        <w:t>250.9557</w:t>
      </w:r>
      <w:r>
        <w:tab/>
        <w:t>7.053e0</w:t>
      </w:r>
    </w:p>
    <w:p w:rsidR="005B0461" w:rsidRDefault="005B0461" w:rsidP="005B0461">
      <w:r>
        <w:lastRenderedPageBreak/>
        <w:t>250.9701</w:t>
      </w:r>
      <w:r>
        <w:tab/>
        <w:t>1.096e1</w:t>
      </w:r>
    </w:p>
    <w:p w:rsidR="005B0461" w:rsidRDefault="005B0461" w:rsidP="005B0461">
      <w:r>
        <w:t>250.9759</w:t>
      </w:r>
      <w:r>
        <w:tab/>
        <w:t>5.848e0</w:t>
      </w:r>
    </w:p>
    <w:p w:rsidR="005B0461" w:rsidRDefault="005B0461" w:rsidP="005B0461">
      <w:r>
        <w:t>250.9781</w:t>
      </w:r>
      <w:r>
        <w:tab/>
        <w:t>1.013e1</w:t>
      </w:r>
    </w:p>
    <w:p w:rsidR="005B0461" w:rsidRDefault="005B0461" w:rsidP="005B0461">
      <w:r>
        <w:t>250.9955</w:t>
      </w:r>
      <w:r>
        <w:tab/>
        <w:t>3.953e0</w:t>
      </w:r>
    </w:p>
    <w:p w:rsidR="005B0461" w:rsidRDefault="005B0461" w:rsidP="005B0461">
      <w:r>
        <w:t>251.0254</w:t>
      </w:r>
      <w:r>
        <w:tab/>
        <w:t>1.972e0</w:t>
      </w:r>
    </w:p>
    <w:p w:rsidR="005B0461" w:rsidRDefault="005B0461" w:rsidP="005B0461">
      <w:r>
        <w:t>251.0292</w:t>
      </w:r>
      <w:r>
        <w:tab/>
        <w:t>5.478e0</w:t>
      </w:r>
    </w:p>
    <w:p w:rsidR="005B0461" w:rsidRDefault="005B0461" w:rsidP="005B0461">
      <w:r>
        <w:t>251.0316</w:t>
      </w:r>
      <w:r>
        <w:tab/>
        <w:t>9.765e0</w:t>
      </w:r>
    </w:p>
    <w:p w:rsidR="005B0461" w:rsidRDefault="005B0461" w:rsidP="005B0461">
      <w:r>
        <w:t>251.0600</w:t>
      </w:r>
      <w:r>
        <w:tab/>
        <w:t>3.098e0</w:t>
      </w:r>
    </w:p>
    <w:p w:rsidR="005B0461" w:rsidRDefault="005B0461" w:rsidP="005B0461">
      <w:r>
        <w:t>251.0982</w:t>
      </w:r>
      <w:r>
        <w:tab/>
        <w:t>2.025e0</w:t>
      </w:r>
    </w:p>
    <w:p w:rsidR="005B0461" w:rsidRDefault="005B0461" w:rsidP="005B0461">
      <w:r>
        <w:t>251.1038</w:t>
      </w:r>
      <w:r>
        <w:tab/>
        <w:t>2.025e0</w:t>
      </w:r>
    </w:p>
    <w:p w:rsidR="005B0461" w:rsidRDefault="005B0461" w:rsidP="005B0461">
      <w:r>
        <w:t>251.1125</w:t>
      </w:r>
      <w:r>
        <w:tab/>
        <w:t>4.051e0</w:t>
      </w:r>
    </w:p>
    <w:p w:rsidR="005B0461" w:rsidRDefault="005B0461" w:rsidP="005B0461">
      <w:r>
        <w:t>251.1405</w:t>
      </w:r>
      <w:r>
        <w:tab/>
        <w:t>3.974e0</w:t>
      </w:r>
    </w:p>
    <w:p w:rsidR="005B0461" w:rsidRDefault="005B0461" w:rsidP="005B0461">
      <w:r>
        <w:t>251.1493</w:t>
      </w:r>
      <w:r>
        <w:tab/>
        <w:t>5.109e0</w:t>
      </w:r>
    </w:p>
    <w:p w:rsidR="005B0461" w:rsidRDefault="005B0461" w:rsidP="005B0461">
      <w:r>
        <w:t>251.1868</w:t>
      </w:r>
      <w:r>
        <w:tab/>
        <w:t>6.076e0</w:t>
      </w:r>
    </w:p>
    <w:p w:rsidR="005B0461" w:rsidRDefault="005B0461" w:rsidP="005B0461">
      <w:r>
        <w:t>251.1947</w:t>
      </w:r>
      <w:r>
        <w:tab/>
        <w:t>1.808e0</w:t>
      </w:r>
    </w:p>
    <w:p w:rsidR="005B0461" w:rsidRDefault="005B0461" w:rsidP="005B0461">
      <w:r>
        <w:t>251.2300</w:t>
      </w:r>
      <w:r>
        <w:tab/>
        <w:t>1.013e0</w:t>
      </w:r>
    </w:p>
    <w:p w:rsidR="005B0461" w:rsidRDefault="005B0461" w:rsidP="005B0461">
      <w:r>
        <w:t>251.2339</w:t>
      </w:r>
      <w:r>
        <w:tab/>
        <w:t>3.038e0</w:t>
      </w:r>
    </w:p>
    <w:p w:rsidR="005B0461" w:rsidRDefault="005B0461" w:rsidP="005B0461">
      <w:r>
        <w:t>251.2516</w:t>
      </w:r>
      <w:r>
        <w:tab/>
        <w:t>2.025e0</w:t>
      </w:r>
    </w:p>
    <w:p w:rsidR="005B0461" w:rsidRDefault="005B0461" w:rsidP="005B0461">
      <w:r>
        <w:t>251.2728</w:t>
      </w:r>
      <w:r>
        <w:tab/>
        <w:t>2.025e0</w:t>
      </w:r>
    </w:p>
    <w:p w:rsidR="005B0461" w:rsidRDefault="005B0461" w:rsidP="005B0461">
      <w:r>
        <w:lastRenderedPageBreak/>
        <w:t>251.2903</w:t>
      </w:r>
      <w:r>
        <w:tab/>
        <w:t>1.013e0</w:t>
      </w:r>
    </w:p>
    <w:p w:rsidR="005B0461" w:rsidRDefault="005B0461" w:rsidP="005B0461">
      <w:r>
        <w:t>251.2942</w:t>
      </w:r>
      <w:r>
        <w:tab/>
        <w:t>1.013e0</w:t>
      </w:r>
    </w:p>
    <w:p w:rsidR="005B0461" w:rsidRDefault="005B0461" w:rsidP="005B0461">
      <w:r>
        <w:t>251.3141</w:t>
      </w:r>
      <w:r>
        <w:tab/>
        <w:t>1.013e0</w:t>
      </w:r>
    </w:p>
    <w:p w:rsidR="005B0461" w:rsidRDefault="005B0461" w:rsidP="005B0461">
      <w:r>
        <w:t>251.3290</w:t>
      </w:r>
      <w:r>
        <w:tab/>
        <w:t>3.038e0</w:t>
      </w:r>
    </w:p>
    <w:p w:rsidR="005B0461" w:rsidRDefault="005B0461" w:rsidP="005B0461">
      <w:r>
        <w:t>251.3625</w:t>
      </w:r>
      <w:r>
        <w:tab/>
        <w:t>3.038e0</w:t>
      </w:r>
    </w:p>
    <w:p w:rsidR="005B0461" w:rsidRDefault="005B0461" w:rsidP="005B0461">
      <w:r>
        <w:t>251.3671</w:t>
      </w:r>
      <w:r>
        <w:tab/>
        <w:t>2.025e0</w:t>
      </w:r>
    </w:p>
    <w:p w:rsidR="005B0461" w:rsidRDefault="005B0461" w:rsidP="005B0461">
      <w:r>
        <w:t>251.3944</w:t>
      </w:r>
      <w:r>
        <w:tab/>
        <w:t>1.013e0</w:t>
      </w:r>
    </w:p>
    <w:p w:rsidR="005B0461" w:rsidRDefault="005B0461" w:rsidP="005B0461">
      <w:r>
        <w:t>251.3961</w:t>
      </w:r>
      <w:r>
        <w:tab/>
        <w:t>3.038e0</w:t>
      </w:r>
    </w:p>
    <w:p w:rsidR="005B0461" w:rsidRDefault="005B0461" w:rsidP="005B0461">
      <w:r>
        <w:t>251.4169</w:t>
      </w:r>
      <w:r>
        <w:tab/>
        <w:t>1.013e0</w:t>
      </w:r>
    </w:p>
    <w:p w:rsidR="005B0461" w:rsidRDefault="005B0461" w:rsidP="005B0461">
      <w:r>
        <w:t>251.4207</w:t>
      </w:r>
      <w:r>
        <w:tab/>
        <w:t>1.013e0</w:t>
      </w:r>
    </w:p>
    <w:p w:rsidR="005B0461" w:rsidRDefault="005B0461" w:rsidP="005B0461">
      <w:r>
        <w:t>251.4496</w:t>
      </w:r>
      <w:r>
        <w:tab/>
        <w:t>1.013e0</w:t>
      </w:r>
    </w:p>
    <w:p w:rsidR="005B0461" w:rsidRDefault="005B0461" w:rsidP="005B0461">
      <w:r>
        <w:t>251.4668</w:t>
      </w:r>
      <w:r>
        <w:tab/>
        <w:t>1.013e0</w:t>
      </w:r>
    </w:p>
    <w:p w:rsidR="005B0461" w:rsidRDefault="005B0461" w:rsidP="005B0461">
      <w:r>
        <w:t>251.4748</w:t>
      </w:r>
      <w:r>
        <w:tab/>
        <w:t>1.013e0</w:t>
      </w:r>
    </w:p>
    <w:p w:rsidR="005B0461" w:rsidRDefault="005B0461" w:rsidP="005B0461">
      <w:r>
        <w:t>251.4788</w:t>
      </w:r>
      <w:r>
        <w:tab/>
        <w:t>1.013e0</w:t>
      </w:r>
    </w:p>
    <w:p w:rsidR="005B0461" w:rsidRDefault="005B0461" w:rsidP="005B0461">
      <w:r>
        <w:t>251.4964</w:t>
      </w:r>
      <w:r>
        <w:tab/>
        <w:t>1.013e0</w:t>
      </w:r>
    </w:p>
    <w:p w:rsidR="005B0461" w:rsidRDefault="005B0461" w:rsidP="005B0461">
      <w:r>
        <w:t>251.5170</w:t>
      </w:r>
      <w:r>
        <w:tab/>
        <w:t>1.013e0</w:t>
      </w:r>
    </w:p>
    <w:p w:rsidR="005B0461" w:rsidRDefault="005B0461" w:rsidP="005B0461">
      <w:r>
        <w:t>251.5325</w:t>
      </w:r>
      <w:r>
        <w:tab/>
        <w:t>2.025e0</w:t>
      </w:r>
    </w:p>
    <w:p w:rsidR="005B0461" w:rsidRDefault="005B0461" w:rsidP="005B0461">
      <w:r>
        <w:t>251.5338</w:t>
      </w:r>
      <w:r>
        <w:tab/>
        <w:t>1.013e0</w:t>
      </w:r>
    </w:p>
    <w:p w:rsidR="005B0461" w:rsidRDefault="005B0461" w:rsidP="005B0461">
      <w:r>
        <w:t>251.5432</w:t>
      </w:r>
      <w:r>
        <w:tab/>
        <w:t>1.013e0</w:t>
      </w:r>
    </w:p>
    <w:p w:rsidR="005B0461" w:rsidRDefault="005B0461" w:rsidP="005B0461">
      <w:r>
        <w:lastRenderedPageBreak/>
        <w:t>251.5552</w:t>
      </w:r>
      <w:r>
        <w:tab/>
        <w:t>2.025e0</w:t>
      </w:r>
    </w:p>
    <w:p w:rsidR="005B0461" w:rsidRDefault="005B0461" w:rsidP="005B0461">
      <w:r>
        <w:t>251.5713</w:t>
      </w:r>
      <w:r>
        <w:tab/>
        <w:t>1.013e0</w:t>
      </w:r>
    </w:p>
    <w:p w:rsidR="005B0461" w:rsidRDefault="005B0461" w:rsidP="005B0461">
      <w:r>
        <w:t>251.5759</w:t>
      </w:r>
      <w:r>
        <w:tab/>
        <w:t>1.013e0</w:t>
      </w:r>
    </w:p>
    <w:p w:rsidR="005B0461" w:rsidRDefault="005B0461" w:rsidP="005B0461">
      <w:r>
        <w:t>251.5878</w:t>
      </w:r>
      <w:r>
        <w:tab/>
        <w:t>2.025e0</w:t>
      </w:r>
    </w:p>
    <w:p w:rsidR="005B0461" w:rsidRDefault="005B0461" w:rsidP="005B0461">
      <w:r>
        <w:t>251.6092</w:t>
      </w:r>
      <w:r>
        <w:tab/>
        <w:t>1.013e0</w:t>
      </w:r>
    </w:p>
    <w:p w:rsidR="005B0461" w:rsidRDefault="005B0461" w:rsidP="005B0461">
      <w:r>
        <w:t>251.6180</w:t>
      </w:r>
      <w:r>
        <w:tab/>
        <w:t>1.013e0</w:t>
      </w:r>
    </w:p>
    <w:p w:rsidR="005B0461" w:rsidRDefault="005B0461" w:rsidP="005B0461">
      <w:r>
        <w:t>251.6475</w:t>
      </w:r>
      <w:r>
        <w:tab/>
        <w:t>1.013e0</w:t>
      </w:r>
    </w:p>
    <w:p w:rsidR="005B0461" w:rsidRDefault="005B0461" w:rsidP="005B0461">
      <w:r>
        <w:t>251.6695</w:t>
      </w:r>
      <w:r>
        <w:tab/>
        <w:t>1.013e0</w:t>
      </w:r>
    </w:p>
    <w:p w:rsidR="005B0461" w:rsidRDefault="005B0461" w:rsidP="005B0461">
      <w:r>
        <w:t>251.6976</w:t>
      </w:r>
      <w:r>
        <w:tab/>
        <w:t>1.013e0</w:t>
      </w:r>
    </w:p>
    <w:p w:rsidR="005B0461" w:rsidRDefault="005B0461" w:rsidP="005B0461">
      <w:r>
        <w:t>251.7279</w:t>
      </w:r>
      <w:r>
        <w:tab/>
        <w:t>2.025e0</w:t>
      </w:r>
    </w:p>
    <w:p w:rsidR="005B0461" w:rsidRDefault="005B0461" w:rsidP="005B0461">
      <w:r>
        <w:t>251.7780</w:t>
      </w:r>
      <w:r>
        <w:tab/>
        <w:t>2.025e0</w:t>
      </w:r>
    </w:p>
    <w:p w:rsidR="005B0461" w:rsidRDefault="005B0461" w:rsidP="005B0461">
      <w:r>
        <w:t>251.7959</w:t>
      </w:r>
      <w:r>
        <w:tab/>
        <w:t>1.013e0</w:t>
      </w:r>
    </w:p>
    <w:p w:rsidR="005B0461" w:rsidRDefault="005B0461" w:rsidP="005B0461">
      <w:r>
        <w:t>251.8316</w:t>
      </w:r>
      <w:r>
        <w:tab/>
        <w:t>2.025e0</w:t>
      </w:r>
    </w:p>
    <w:p w:rsidR="005B0461" w:rsidRDefault="005B0461" w:rsidP="005B0461">
      <w:r>
        <w:t>251.8515</w:t>
      </w:r>
      <w:r>
        <w:tab/>
        <w:t>3.038e0</w:t>
      </w:r>
    </w:p>
    <w:p w:rsidR="005B0461" w:rsidRDefault="005B0461" w:rsidP="005B0461">
      <w:r>
        <w:t>251.8721</w:t>
      </w:r>
      <w:r>
        <w:tab/>
        <w:t>2.025e0</w:t>
      </w:r>
    </w:p>
    <w:p w:rsidR="005B0461" w:rsidRDefault="005B0461" w:rsidP="005B0461">
      <w:r>
        <w:t>251.8797</w:t>
      </w:r>
      <w:r>
        <w:tab/>
        <w:t>2.025e0</w:t>
      </w:r>
    </w:p>
    <w:p w:rsidR="005B0461" w:rsidRDefault="005B0461" w:rsidP="005B0461">
      <w:r>
        <w:t>251.8849</w:t>
      </w:r>
      <w:r>
        <w:tab/>
        <w:t>1.013e0</w:t>
      </w:r>
    </w:p>
    <w:p w:rsidR="005B0461" w:rsidRDefault="005B0461" w:rsidP="005B0461">
      <w:r>
        <w:t>251.9177</w:t>
      </w:r>
      <w:r>
        <w:tab/>
        <w:t>3.038e0</w:t>
      </w:r>
    </w:p>
    <w:p w:rsidR="005B0461" w:rsidRDefault="005B0461" w:rsidP="005B0461">
      <w:r>
        <w:t>251.9270</w:t>
      </w:r>
      <w:r>
        <w:tab/>
        <w:t>2.025e0</w:t>
      </w:r>
    </w:p>
    <w:p w:rsidR="005B0461" w:rsidRDefault="005B0461" w:rsidP="005B0461">
      <w:r>
        <w:lastRenderedPageBreak/>
        <w:t>251.9349</w:t>
      </w:r>
      <w:r>
        <w:tab/>
        <w:t>1.013e0</w:t>
      </w:r>
    </w:p>
    <w:p w:rsidR="005B0461" w:rsidRDefault="005B0461" w:rsidP="005B0461">
      <w:r>
        <w:t>251.9557</w:t>
      </w:r>
      <w:r>
        <w:tab/>
        <w:t>2.025e0</w:t>
      </w:r>
    </w:p>
    <w:p w:rsidR="005B0461" w:rsidRDefault="005B0461" w:rsidP="005B0461">
      <w:r>
        <w:t>251.9750</w:t>
      </w:r>
      <w:r>
        <w:tab/>
        <w:t>2.025e0</w:t>
      </w:r>
    </w:p>
    <w:p w:rsidR="005B0461" w:rsidRDefault="005B0461" w:rsidP="005B0461">
      <w:r>
        <w:t>251.9764</w:t>
      </w:r>
      <w:r>
        <w:tab/>
        <w:t>2.689e0</w:t>
      </w:r>
    </w:p>
    <w:p w:rsidR="005B0461" w:rsidRDefault="005B0461" w:rsidP="005B0461">
      <w:r>
        <w:t>251.9789</w:t>
      </w:r>
      <w:r>
        <w:tab/>
        <w:t>4.520e0</w:t>
      </w:r>
    </w:p>
    <w:p w:rsidR="005B0461" w:rsidRDefault="005B0461" w:rsidP="005B0461">
      <w:r>
        <w:t>252.0143</w:t>
      </w:r>
      <w:r>
        <w:tab/>
        <w:t>3.843e0</w:t>
      </w:r>
    </w:p>
    <w:p w:rsidR="005B0461" w:rsidRDefault="005B0461" w:rsidP="005B0461">
      <w:r>
        <w:t>252.0199</w:t>
      </w:r>
      <w:r>
        <w:tab/>
        <w:t>1.073e0</w:t>
      </w:r>
    </w:p>
    <w:p w:rsidR="005B0461" w:rsidRDefault="005B0461" w:rsidP="005B0461">
      <w:r>
        <w:t>252.0282</w:t>
      </w:r>
      <w:r>
        <w:tab/>
        <w:t>3.491e0</w:t>
      </w:r>
    </w:p>
    <w:p w:rsidR="005B0461" w:rsidRDefault="005B0461" w:rsidP="005B0461">
      <w:r>
        <w:t>252.0552</w:t>
      </w:r>
      <w:r>
        <w:tab/>
        <w:t>2.737e0</w:t>
      </w:r>
    </w:p>
    <w:p w:rsidR="005B0461" w:rsidRDefault="005B0461" w:rsidP="005B0461">
      <w:r>
        <w:t>252.0899</w:t>
      </w:r>
      <w:r>
        <w:tab/>
        <w:t>1.111e0</w:t>
      </w:r>
    </w:p>
    <w:p w:rsidR="005B0461" w:rsidRDefault="005B0461" w:rsidP="005B0461">
      <w:r>
        <w:t>252.1401</w:t>
      </w:r>
      <w:r>
        <w:tab/>
        <w:t>2.272e1</w:t>
      </w:r>
    </w:p>
    <w:p w:rsidR="005B0461" w:rsidRDefault="005B0461" w:rsidP="005B0461">
      <w:r>
        <w:t>252.1427</w:t>
      </w:r>
      <w:r>
        <w:tab/>
        <w:t>5.113e1</w:t>
      </w:r>
    </w:p>
    <w:p w:rsidR="005B0461" w:rsidRDefault="005B0461" w:rsidP="005B0461">
      <w:r>
        <w:t>252.1442</w:t>
      </w:r>
      <w:r>
        <w:tab/>
        <w:t>3.015e1</w:t>
      </w:r>
    </w:p>
    <w:p w:rsidR="005B0461" w:rsidRDefault="005B0461" w:rsidP="005B0461">
      <w:r>
        <w:t>252.1818</w:t>
      </w:r>
      <w:r>
        <w:tab/>
        <w:t>2.025e0</w:t>
      </w:r>
    </w:p>
    <w:p w:rsidR="005B0461" w:rsidRDefault="005B0461" w:rsidP="005B0461">
      <w:r>
        <w:t>252.2042</w:t>
      </w:r>
      <w:r>
        <w:tab/>
        <w:t>2.025e0</w:t>
      </w:r>
    </w:p>
    <w:p w:rsidR="005B0461" w:rsidRDefault="005B0461" w:rsidP="005B0461">
      <w:r>
        <w:t>252.2099</w:t>
      </w:r>
      <w:r>
        <w:tab/>
        <w:t>4.051e0</w:t>
      </w:r>
    </w:p>
    <w:p w:rsidR="005B0461" w:rsidRDefault="005B0461" w:rsidP="005B0461">
      <w:r>
        <w:t>252.2152</w:t>
      </w:r>
      <w:r>
        <w:tab/>
        <w:t>2.025e0</w:t>
      </w:r>
    </w:p>
    <w:p w:rsidR="005B0461" w:rsidRDefault="005B0461" w:rsidP="005B0461">
      <w:r>
        <w:t>252.2423</w:t>
      </w:r>
      <w:r>
        <w:tab/>
        <w:t>1.013e0</w:t>
      </w:r>
    </w:p>
    <w:p w:rsidR="005B0461" w:rsidRDefault="005B0461" w:rsidP="005B0461">
      <w:r>
        <w:t>252.3148</w:t>
      </w:r>
      <w:r>
        <w:tab/>
        <w:t>2.025e0</w:t>
      </w:r>
    </w:p>
    <w:p w:rsidR="005B0461" w:rsidRDefault="005B0461" w:rsidP="005B0461">
      <w:r>
        <w:lastRenderedPageBreak/>
        <w:t>252.3267</w:t>
      </w:r>
      <w:r>
        <w:tab/>
        <w:t>1.013e0</w:t>
      </w:r>
    </w:p>
    <w:p w:rsidR="005B0461" w:rsidRDefault="005B0461" w:rsidP="005B0461">
      <w:r>
        <w:t>252.3488</w:t>
      </w:r>
      <w:r>
        <w:tab/>
        <w:t>2.025e0</w:t>
      </w:r>
    </w:p>
    <w:p w:rsidR="005B0461" w:rsidRDefault="005B0461" w:rsidP="005B0461">
      <w:r>
        <w:t>252.3610</w:t>
      </w:r>
      <w:r>
        <w:tab/>
        <w:t>2.025e0</w:t>
      </w:r>
    </w:p>
    <w:p w:rsidR="005B0461" w:rsidRDefault="005B0461" w:rsidP="005B0461">
      <w:r>
        <w:t>252.3911</w:t>
      </w:r>
      <w:r>
        <w:tab/>
        <w:t>1.013e0</w:t>
      </w:r>
    </w:p>
    <w:p w:rsidR="005B0461" w:rsidRDefault="005B0461" w:rsidP="005B0461">
      <w:r>
        <w:t>252.4072</w:t>
      </w:r>
      <w:r>
        <w:tab/>
        <w:t>3.038e0</w:t>
      </w:r>
    </w:p>
    <w:p w:rsidR="005B0461" w:rsidRDefault="005B0461" w:rsidP="005B0461">
      <w:r>
        <w:t>252.4112</w:t>
      </w:r>
      <w:r>
        <w:tab/>
        <w:t>1.013e0</w:t>
      </w:r>
    </w:p>
    <w:p w:rsidR="005B0461" w:rsidRDefault="005B0461" w:rsidP="005B0461">
      <w:r>
        <w:t>252.4474</w:t>
      </w:r>
      <w:r>
        <w:tab/>
        <w:t>2.025e0</w:t>
      </w:r>
    </w:p>
    <w:p w:rsidR="005B0461" w:rsidRDefault="005B0461" w:rsidP="005B0461">
      <w:r>
        <w:t>252.4748</w:t>
      </w:r>
      <w:r>
        <w:tab/>
        <w:t>2.025e0</w:t>
      </w:r>
    </w:p>
    <w:p w:rsidR="005B0461" w:rsidRDefault="005B0461" w:rsidP="005B0461">
      <w:r>
        <w:t>252.4834</w:t>
      </w:r>
      <w:r>
        <w:tab/>
        <w:t>4.051e0</w:t>
      </w:r>
    </w:p>
    <w:p w:rsidR="005B0461" w:rsidRDefault="005B0461" w:rsidP="005B0461">
      <w:r>
        <w:t>252.5259</w:t>
      </w:r>
      <w:r>
        <w:tab/>
        <w:t>1.013e0</w:t>
      </w:r>
    </w:p>
    <w:p w:rsidR="005B0461" w:rsidRDefault="005B0461" w:rsidP="005B0461">
      <w:r>
        <w:t>252.5397</w:t>
      </w:r>
      <w:r>
        <w:tab/>
        <w:t>2.025e0</w:t>
      </w:r>
    </w:p>
    <w:p w:rsidR="005B0461" w:rsidRDefault="005B0461" w:rsidP="005B0461">
      <w:r>
        <w:t>252.5600</w:t>
      </w:r>
      <w:r>
        <w:tab/>
        <w:t>1.013e0</w:t>
      </w:r>
    </w:p>
    <w:p w:rsidR="005B0461" w:rsidRDefault="005B0461" w:rsidP="005B0461">
      <w:r>
        <w:t>252.5752</w:t>
      </w:r>
      <w:r>
        <w:tab/>
        <w:t>3.038e0</w:t>
      </w:r>
    </w:p>
    <w:p w:rsidR="005B0461" w:rsidRDefault="005B0461" w:rsidP="005B0461">
      <w:r>
        <w:t>252.5780</w:t>
      </w:r>
      <w:r>
        <w:tab/>
        <w:t>2.025e0</w:t>
      </w:r>
    </w:p>
    <w:p w:rsidR="005B0461" w:rsidRDefault="005B0461" w:rsidP="005B0461">
      <w:r>
        <w:t>252.6143</w:t>
      </w:r>
      <w:r>
        <w:tab/>
        <w:t>2.025e0</w:t>
      </w:r>
    </w:p>
    <w:p w:rsidR="005B0461" w:rsidRDefault="005B0461" w:rsidP="005B0461">
      <w:r>
        <w:t>252.6223</w:t>
      </w:r>
      <w:r>
        <w:tab/>
        <w:t>1.013e0</w:t>
      </w:r>
    </w:p>
    <w:p w:rsidR="005B0461" w:rsidRDefault="005B0461" w:rsidP="005B0461">
      <w:r>
        <w:t>252.6242</w:t>
      </w:r>
      <w:r>
        <w:tab/>
        <w:t>2.025e0</w:t>
      </w:r>
    </w:p>
    <w:p w:rsidR="005B0461" w:rsidRDefault="005B0461" w:rsidP="005B0461">
      <w:r>
        <w:t>252.6487</w:t>
      </w:r>
      <w:r>
        <w:tab/>
        <w:t>1.013e0</w:t>
      </w:r>
    </w:p>
    <w:p w:rsidR="005B0461" w:rsidRDefault="005B0461" w:rsidP="005B0461">
      <w:r>
        <w:t>252.6948</w:t>
      </w:r>
      <w:r>
        <w:tab/>
        <w:t>2.025e0</w:t>
      </w:r>
    </w:p>
    <w:p w:rsidR="005B0461" w:rsidRDefault="005B0461" w:rsidP="005B0461">
      <w:r>
        <w:lastRenderedPageBreak/>
        <w:t>252.7106</w:t>
      </w:r>
      <w:r>
        <w:tab/>
        <w:t>1.013e0</w:t>
      </w:r>
    </w:p>
    <w:p w:rsidR="005B0461" w:rsidRDefault="005B0461" w:rsidP="005B0461">
      <w:r>
        <w:t>252.7371</w:t>
      </w:r>
      <w:r>
        <w:tab/>
        <w:t>3.038e0</w:t>
      </w:r>
    </w:p>
    <w:p w:rsidR="005B0461" w:rsidRDefault="005B0461" w:rsidP="005B0461">
      <w:r>
        <w:t>252.7572</w:t>
      </w:r>
      <w:r>
        <w:tab/>
        <w:t>1.013e0</w:t>
      </w:r>
    </w:p>
    <w:p w:rsidR="005B0461" w:rsidRDefault="005B0461" w:rsidP="005B0461">
      <w:r>
        <w:t>252.7853</w:t>
      </w:r>
      <w:r>
        <w:tab/>
        <w:t>2.025e0</w:t>
      </w:r>
    </w:p>
    <w:p w:rsidR="005B0461" w:rsidRDefault="005B0461" w:rsidP="005B0461">
      <w:r>
        <w:t>252.7912</w:t>
      </w:r>
      <w:r>
        <w:tab/>
        <w:t>1.013e0</w:t>
      </w:r>
    </w:p>
    <w:p w:rsidR="005B0461" w:rsidRDefault="005B0461" w:rsidP="005B0461">
      <w:r>
        <w:t>252.8042</w:t>
      </w:r>
      <w:r>
        <w:tab/>
        <w:t>1.013e0</w:t>
      </w:r>
    </w:p>
    <w:p w:rsidR="005B0461" w:rsidRDefault="005B0461" w:rsidP="005B0461">
      <w:r>
        <w:t>252.8158</w:t>
      </w:r>
      <w:r>
        <w:tab/>
        <w:t>3.038e0</w:t>
      </w:r>
    </w:p>
    <w:p w:rsidR="005B0461" w:rsidRDefault="005B0461" w:rsidP="005B0461">
      <w:r>
        <w:t>252.8177</w:t>
      </w:r>
      <w:r>
        <w:tab/>
        <w:t>1.013e0</w:t>
      </w:r>
    </w:p>
    <w:p w:rsidR="005B0461" w:rsidRDefault="005B0461" w:rsidP="005B0461">
      <w:r>
        <w:t>252.8424</w:t>
      </w:r>
      <w:r>
        <w:tab/>
        <w:t>2.025e0</w:t>
      </w:r>
    </w:p>
    <w:p w:rsidR="005B0461" w:rsidRDefault="005B0461" w:rsidP="005B0461">
      <w:r>
        <w:t>252.8698</w:t>
      </w:r>
      <w:r>
        <w:tab/>
        <w:t>2.025e0</w:t>
      </w:r>
    </w:p>
    <w:p w:rsidR="005B0461" w:rsidRDefault="005B0461" w:rsidP="005B0461">
      <w:r>
        <w:t>252.8718</w:t>
      </w:r>
      <w:r>
        <w:tab/>
        <w:t>1.013e0</w:t>
      </w:r>
    </w:p>
    <w:p w:rsidR="005B0461" w:rsidRDefault="005B0461" w:rsidP="005B0461">
      <w:r>
        <w:t>252.8796</w:t>
      </w:r>
      <w:r>
        <w:tab/>
        <w:t>1.013e0</w:t>
      </w:r>
    </w:p>
    <w:p w:rsidR="005B0461" w:rsidRDefault="005B0461" w:rsidP="005B0461">
      <w:r>
        <w:t>252.8841</w:t>
      </w:r>
      <w:r>
        <w:tab/>
        <w:t>1.013e0</w:t>
      </w:r>
    </w:p>
    <w:p w:rsidR="005B0461" w:rsidRDefault="005B0461" w:rsidP="005B0461">
      <w:r>
        <w:t>252.9100</w:t>
      </w:r>
      <w:r>
        <w:tab/>
        <w:t>1.013e0</w:t>
      </w:r>
    </w:p>
    <w:p w:rsidR="005B0461" w:rsidRDefault="005B0461" w:rsidP="005B0461">
      <w:r>
        <w:t>252.9444</w:t>
      </w:r>
      <w:r>
        <w:tab/>
        <w:t>1.013e0</w:t>
      </w:r>
    </w:p>
    <w:p w:rsidR="005B0461" w:rsidRDefault="005B0461" w:rsidP="005B0461">
      <w:r>
        <w:t>252.9475</w:t>
      </w:r>
      <w:r>
        <w:tab/>
        <w:t>4.051e0</w:t>
      </w:r>
    </w:p>
    <w:p w:rsidR="005B0461" w:rsidRDefault="005B0461" w:rsidP="005B0461">
      <w:r>
        <w:t>252.9523</w:t>
      </w:r>
      <w:r>
        <w:tab/>
        <w:t>1.013e0</w:t>
      </w:r>
    </w:p>
    <w:p w:rsidR="005B0461" w:rsidRDefault="005B0461" w:rsidP="005B0461">
      <w:r>
        <w:t>252.9647</w:t>
      </w:r>
      <w:r>
        <w:tab/>
        <w:t>2.025e0</w:t>
      </w:r>
    </w:p>
    <w:p w:rsidR="005B0461" w:rsidRDefault="005B0461" w:rsidP="005B0461">
      <w:r>
        <w:t>252.9828</w:t>
      </w:r>
      <w:r>
        <w:tab/>
        <w:t>4.602e0</w:t>
      </w:r>
    </w:p>
    <w:p w:rsidR="005B0461" w:rsidRDefault="005B0461" w:rsidP="005B0461">
      <w:r>
        <w:lastRenderedPageBreak/>
        <w:t>253.0157</w:t>
      </w:r>
      <w:r>
        <w:tab/>
        <w:t>4.051e0</w:t>
      </w:r>
    </w:p>
    <w:p w:rsidR="005B0461" w:rsidRDefault="005B0461" w:rsidP="005B0461">
      <w:r>
        <w:t>253.0387</w:t>
      </w:r>
      <w:r>
        <w:tab/>
        <w:t>1.507e0</w:t>
      </w:r>
    </w:p>
    <w:p w:rsidR="005B0461" w:rsidRDefault="005B0461" w:rsidP="005B0461">
      <w:r>
        <w:t>253.0857</w:t>
      </w:r>
      <w:r>
        <w:tab/>
        <w:t>2.663e0</w:t>
      </w:r>
    </w:p>
    <w:p w:rsidR="005B0461" w:rsidRDefault="005B0461" w:rsidP="005B0461">
      <w:r>
        <w:t>253.0991</w:t>
      </w:r>
      <w:r>
        <w:tab/>
        <w:t>3.038e0</w:t>
      </w:r>
    </w:p>
    <w:p w:rsidR="005B0461" w:rsidRDefault="005B0461" w:rsidP="005B0461">
      <w:r>
        <w:t>253.1170</w:t>
      </w:r>
      <w:r>
        <w:tab/>
        <w:t>6.951e0</w:t>
      </w:r>
    </w:p>
    <w:p w:rsidR="005B0461" w:rsidRDefault="005B0461" w:rsidP="005B0461">
      <w:r>
        <w:t>253.1380</w:t>
      </w:r>
      <w:r>
        <w:tab/>
        <w:t>5.692e0</w:t>
      </w:r>
    </w:p>
    <w:p w:rsidR="005B0461" w:rsidRDefault="005B0461" w:rsidP="005B0461">
      <w:r>
        <w:t>253.1509</w:t>
      </w:r>
      <w:r>
        <w:tab/>
        <w:t>6.734e0</w:t>
      </w:r>
    </w:p>
    <w:p w:rsidR="005B0461" w:rsidRDefault="005B0461" w:rsidP="005B0461">
      <w:r>
        <w:t>253.1735</w:t>
      </w:r>
      <w:r>
        <w:tab/>
        <w:t>5.759e0</w:t>
      </w:r>
    </w:p>
    <w:p w:rsidR="005B0461" w:rsidRDefault="005B0461" w:rsidP="005B0461">
      <w:r>
        <w:t>253.1772</w:t>
      </w:r>
      <w:r>
        <w:tab/>
        <w:t>3.468e0</w:t>
      </w:r>
    </w:p>
    <w:p w:rsidR="005B0461" w:rsidRDefault="005B0461" w:rsidP="005B0461">
      <w:r>
        <w:t>253.1796</w:t>
      </w:r>
      <w:r>
        <w:tab/>
        <w:t>1.795e0</w:t>
      </w:r>
    </w:p>
    <w:p w:rsidR="005B0461" w:rsidRDefault="005B0461" w:rsidP="005B0461">
      <w:r>
        <w:t>253.1915</w:t>
      </w:r>
      <w:r>
        <w:tab/>
        <w:t>2.025e0</w:t>
      </w:r>
    </w:p>
    <w:p w:rsidR="005B0461" w:rsidRDefault="005B0461" w:rsidP="005B0461">
      <w:r>
        <w:t>253.2059</w:t>
      </w:r>
      <w:r>
        <w:tab/>
        <w:t>1.013e0</w:t>
      </w:r>
    </w:p>
    <w:p w:rsidR="005B0461" w:rsidRDefault="005B0461" w:rsidP="005B0461">
      <w:r>
        <w:t>253.2137</w:t>
      </w:r>
      <w:r>
        <w:tab/>
        <w:t>1.013e0</w:t>
      </w:r>
    </w:p>
    <w:p w:rsidR="005B0461" w:rsidRDefault="005B0461" w:rsidP="005B0461">
      <w:r>
        <w:t>253.2226</w:t>
      </w:r>
      <w:r>
        <w:tab/>
        <w:t>1.013e0</w:t>
      </w:r>
    </w:p>
    <w:p w:rsidR="005B0461" w:rsidRDefault="005B0461" w:rsidP="005B0461">
      <w:r>
        <w:t>253.2308</w:t>
      </w:r>
      <w:r>
        <w:tab/>
        <w:t>3.038e0</w:t>
      </w:r>
    </w:p>
    <w:p w:rsidR="005B0461" w:rsidRDefault="005B0461" w:rsidP="005B0461">
      <w:r>
        <w:t>253.2744</w:t>
      </w:r>
      <w:r>
        <w:tab/>
        <w:t>1.013e0</w:t>
      </w:r>
    </w:p>
    <w:p w:rsidR="005B0461" w:rsidRDefault="005B0461" w:rsidP="005B0461">
      <w:r>
        <w:t>253.2824</w:t>
      </w:r>
      <w:r>
        <w:tab/>
        <w:t>1.013e0</w:t>
      </w:r>
    </w:p>
    <w:p w:rsidR="005B0461" w:rsidRDefault="005B0461" w:rsidP="005B0461">
      <w:r>
        <w:t>253.3017</w:t>
      </w:r>
      <w:r>
        <w:tab/>
        <w:t>2.025e0</w:t>
      </w:r>
    </w:p>
    <w:p w:rsidR="005B0461" w:rsidRDefault="005B0461" w:rsidP="005B0461">
      <w:r>
        <w:t>253.3073</w:t>
      </w:r>
      <w:r>
        <w:tab/>
        <w:t>1.013e0</w:t>
      </w:r>
    </w:p>
    <w:p w:rsidR="005B0461" w:rsidRDefault="005B0461" w:rsidP="005B0461">
      <w:r>
        <w:lastRenderedPageBreak/>
        <w:t>253.3208</w:t>
      </w:r>
      <w:r>
        <w:tab/>
        <w:t>1.013e0</w:t>
      </w:r>
    </w:p>
    <w:p w:rsidR="005B0461" w:rsidRDefault="005B0461" w:rsidP="005B0461">
      <w:r>
        <w:t>253.3404</w:t>
      </w:r>
      <w:r>
        <w:tab/>
        <w:t>1.013e0</w:t>
      </w:r>
    </w:p>
    <w:p w:rsidR="005B0461" w:rsidRDefault="005B0461" w:rsidP="005B0461">
      <w:r>
        <w:t>253.3591</w:t>
      </w:r>
      <w:r>
        <w:tab/>
        <w:t>1.013e0</w:t>
      </w:r>
    </w:p>
    <w:p w:rsidR="005B0461" w:rsidRDefault="005B0461" w:rsidP="005B0461">
      <w:r>
        <w:t>253.3748</w:t>
      </w:r>
      <w:r>
        <w:tab/>
        <w:t>2.025e0</w:t>
      </w:r>
    </w:p>
    <w:p w:rsidR="005B0461" w:rsidRDefault="005B0461" w:rsidP="005B0461">
      <w:r>
        <w:t>253.3873</w:t>
      </w:r>
      <w:r>
        <w:tab/>
        <w:t>1.013e0</w:t>
      </w:r>
    </w:p>
    <w:p w:rsidR="005B0461" w:rsidRDefault="005B0461" w:rsidP="005B0461">
      <w:r>
        <w:t>253.3995</w:t>
      </w:r>
      <w:r>
        <w:tab/>
        <w:t>2.025e0</w:t>
      </w:r>
    </w:p>
    <w:p w:rsidR="005B0461" w:rsidRDefault="005B0461" w:rsidP="005B0461">
      <w:r>
        <w:t>253.4092</w:t>
      </w:r>
      <w:r>
        <w:tab/>
        <w:t>1.013e0</w:t>
      </w:r>
    </w:p>
    <w:p w:rsidR="005B0461" w:rsidRDefault="005B0461" w:rsidP="005B0461">
      <w:r>
        <w:t>253.4297</w:t>
      </w:r>
      <w:r>
        <w:tab/>
        <w:t>1.013e0</w:t>
      </w:r>
    </w:p>
    <w:p w:rsidR="005B0461" w:rsidRDefault="005B0461" w:rsidP="005B0461">
      <w:r>
        <w:t>253.4595</w:t>
      </w:r>
      <w:r>
        <w:tab/>
        <w:t>1.013e0</w:t>
      </w:r>
    </w:p>
    <w:p w:rsidR="005B0461" w:rsidRDefault="005B0461" w:rsidP="005B0461">
      <w:r>
        <w:t>253.4634</w:t>
      </w:r>
      <w:r>
        <w:tab/>
        <w:t>1.013e0</w:t>
      </w:r>
    </w:p>
    <w:p w:rsidR="005B0461" w:rsidRDefault="005B0461" w:rsidP="005B0461">
      <w:r>
        <w:t>253.4768</w:t>
      </w:r>
      <w:r>
        <w:tab/>
        <w:t>2.025e0</w:t>
      </w:r>
    </w:p>
    <w:p w:rsidR="005B0461" w:rsidRDefault="005B0461" w:rsidP="005B0461">
      <w:r>
        <w:t>253.4878</w:t>
      </w:r>
      <w:r>
        <w:tab/>
        <w:t>2.025e0</w:t>
      </w:r>
    </w:p>
    <w:p w:rsidR="005B0461" w:rsidRDefault="005B0461" w:rsidP="005B0461">
      <w:r>
        <w:t>253.5282</w:t>
      </w:r>
      <w:r>
        <w:tab/>
        <w:t>1.013e0</w:t>
      </w:r>
    </w:p>
    <w:p w:rsidR="005B0461" w:rsidRDefault="005B0461" w:rsidP="005B0461">
      <w:r>
        <w:t>253.5479</w:t>
      </w:r>
      <w:r>
        <w:tab/>
        <w:t>1.013e0</w:t>
      </w:r>
    </w:p>
    <w:p w:rsidR="005B0461" w:rsidRDefault="005B0461" w:rsidP="005B0461">
      <w:r>
        <w:t>253.5616</w:t>
      </w:r>
      <w:r>
        <w:tab/>
        <w:t>1.013e0</w:t>
      </w:r>
    </w:p>
    <w:p w:rsidR="005B0461" w:rsidRDefault="005B0461" w:rsidP="005B0461">
      <w:r>
        <w:t>253.5783</w:t>
      </w:r>
      <w:r>
        <w:tab/>
        <w:t>2.025e0</w:t>
      </w:r>
    </w:p>
    <w:p w:rsidR="005B0461" w:rsidRDefault="005B0461" w:rsidP="005B0461">
      <w:r>
        <w:t>253.5901</w:t>
      </w:r>
      <w:r>
        <w:tab/>
        <w:t>2.025e0</w:t>
      </w:r>
    </w:p>
    <w:p w:rsidR="005B0461" w:rsidRDefault="005B0461" w:rsidP="005B0461">
      <w:r>
        <w:t>253.5942</w:t>
      </w:r>
      <w:r>
        <w:tab/>
        <w:t>3.038e0</w:t>
      </w:r>
    </w:p>
    <w:p w:rsidR="005B0461" w:rsidRDefault="005B0461" w:rsidP="005B0461">
      <w:r>
        <w:t>253.6127</w:t>
      </w:r>
      <w:r>
        <w:tab/>
        <w:t>1.013e0</w:t>
      </w:r>
    </w:p>
    <w:p w:rsidR="005B0461" w:rsidRDefault="005B0461" w:rsidP="005B0461">
      <w:r>
        <w:lastRenderedPageBreak/>
        <w:t>253.6439</w:t>
      </w:r>
      <w:r>
        <w:tab/>
        <w:t>2.025e0</w:t>
      </w:r>
    </w:p>
    <w:p w:rsidR="005B0461" w:rsidRDefault="005B0461" w:rsidP="005B0461">
      <w:r>
        <w:t>253.6463</w:t>
      </w:r>
      <w:r>
        <w:tab/>
        <w:t>1.013e0</w:t>
      </w:r>
    </w:p>
    <w:p w:rsidR="005B0461" w:rsidRDefault="005B0461" w:rsidP="005B0461">
      <w:r>
        <w:t>253.6935</w:t>
      </w:r>
      <w:r>
        <w:tab/>
        <w:t>1.013e0</w:t>
      </w:r>
    </w:p>
    <w:p w:rsidR="005B0461" w:rsidRDefault="005B0461" w:rsidP="005B0461">
      <w:r>
        <w:t>253.6973</w:t>
      </w:r>
      <w:r>
        <w:tab/>
        <w:t>2.025e0</w:t>
      </w:r>
    </w:p>
    <w:p w:rsidR="005B0461" w:rsidRDefault="005B0461" w:rsidP="005B0461">
      <w:r>
        <w:t>253.7012</w:t>
      </w:r>
      <w:r>
        <w:tab/>
        <w:t>1.013e0</w:t>
      </w:r>
    </w:p>
    <w:p w:rsidR="005B0461" w:rsidRDefault="005B0461" w:rsidP="005B0461">
      <w:r>
        <w:t>253.7281</w:t>
      </w:r>
      <w:r>
        <w:tab/>
        <w:t>2.025e0</w:t>
      </w:r>
    </w:p>
    <w:p w:rsidR="005B0461" w:rsidRDefault="005B0461" w:rsidP="005B0461">
      <w:r>
        <w:t>253.7563</w:t>
      </w:r>
      <w:r>
        <w:tab/>
        <w:t>3.019e0</w:t>
      </w:r>
    </w:p>
    <w:p w:rsidR="005B0461" w:rsidRDefault="005B0461" w:rsidP="005B0461">
      <w:r>
        <w:t>253.7594</w:t>
      </w:r>
      <w:r>
        <w:tab/>
        <w:t>3.038e0</w:t>
      </w:r>
    </w:p>
    <w:p w:rsidR="005B0461" w:rsidRDefault="005B0461" w:rsidP="005B0461">
      <w:r>
        <w:t>253.7703</w:t>
      </w:r>
      <w:r>
        <w:tab/>
        <w:t>2.025e0</w:t>
      </w:r>
    </w:p>
    <w:p w:rsidR="005B0461" w:rsidRDefault="005B0461" w:rsidP="005B0461">
      <w:r>
        <w:t>253.7818</w:t>
      </w:r>
      <w:r>
        <w:tab/>
        <w:t>2.025e0</w:t>
      </w:r>
    </w:p>
    <w:p w:rsidR="005B0461" w:rsidRDefault="005B0461" w:rsidP="005B0461">
      <w:r>
        <w:t>253.7858</w:t>
      </w:r>
      <w:r>
        <w:tab/>
        <w:t>2.025e0</w:t>
      </w:r>
    </w:p>
    <w:p w:rsidR="005B0461" w:rsidRDefault="005B0461" w:rsidP="005B0461">
      <w:r>
        <w:t>253.8160</w:t>
      </w:r>
      <w:r>
        <w:tab/>
        <w:t>1.013e0</w:t>
      </w:r>
    </w:p>
    <w:p w:rsidR="005B0461" w:rsidRDefault="005B0461" w:rsidP="005B0461">
      <w:r>
        <w:t>253.8443</w:t>
      </w:r>
      <w:r>
        <w:tab/>
        <w:t>1.013e0</w:t>
      </w:r>
    </w:p>
    <w:p w:rsidR="005B0461" w:rsidRDefault="005B0461" w:rsidP="005B0461">
      <w:r>
        <w:t>253.8492</w:t>
      </w:r>
      <w:r>
        <w:tab/>
        <w:t>2.025e0</w:t>
      </w:r>
    </w:p>
    <w:p w:rsidR="005B0461" w:rsidRDefault="005B0461" w:rsidP="005B0461">
      <w:r>
        <w:t>253.8584</w:t>
      </w:r>
      <w:r>
        <w:tab/>
        <w:t>1.013e0</w:t>
      </w:r>
    </w:p>
    <w:p w:rsidR="005B0461" w:rsidRDefault="005B0461" w:rsidP="005B0461">
      <w:r>
        <w:t>253.8743</w:t>
      </w:r>
      <w:r>
        <w:tab/>
        <w:t>2.025e0</w:t>
      </w:r>
    </w:p>
    <w:p w:rsidR="005B0461" w:rsidRDefault="005B0461" w:rsidP="005B0461">
      <w:r>
        <w:t>253.8804</w:t>
      </w:r>
      <w:r>
        <w:tab/>
        <w:t>2.025e0</w:t>
      </w:r>
    </w:p>
    <w:p w:rsidR="005B0461" w:rsidRDefault="005B0461" w:rsidP="005B0461">
      <w:r>
        <w:t>253.9107</w:t>
      </w:r>
      <w:r>
        <w:tab/>
        <w:t>2.025e0</w:t>
      </w:r>
    </w:p>
    <w:p w:rsidR="005B0461" w:rsidRDefault="005B0461" w:rsidP="005B0461">
      <w:r>
        <w:t>253.9292</w:t>
      </w:r>
      <w:r>
        <w:tab/>
        <w:t>1.013e0</w:t>
      </w:r>
    </w:p>
    <w:p w:rsidR="005B0461" w:rsidRDefault="005B0461" w:rsidP="005B0461">
      <w:r>
        <w:lastRenderedPageBreak/>
        <w:t>253.9443</w:t>
      </w:r>
      <w:r>
        <w:tab/>
        <w:t>2.025e0</w:t>
      </w:r>
    </w:p>
    <w:p w:rsidR="005B0461" w:rsidRDefault="005B0461" w:rsidP="005B0461">
      <w:r>
        <w:t>253.9471</w:t>
      </w:r>
      <w:r>
        <w:tab/>
        <w:t>1.013e0</w:t>
      </w:r>
    </w:p>
    <w:p w:rsidR="005B0461" w:rsidRDefault="005B0461" w:rsidP="005B0461">
      <w:r>
        <w:t>253.9510</w:t>
      </w:r>
      <w:r>
        <w:tab/>
        <w:t>1.013e0</w:t>
      </w:r>
    </w:p>
    <w:p w:rsidR="005B0461" w:rsidRDefault="005B0461" w:rsidP="005B0461">
      <w:r>
        <w:t>253.9716</w:t>
      </w:r>
      <w:r>
        <w:tab/>
        <w:t>1.013e0</w:t>
      </w:r>
    </w:p>
    <w:p w:rsidR="005B0461" w:rsidRDefault="005B0461" w:rsidP="005B0461">
      <w:r>
        <w:t>254.0175</w:t>
      </w:r>
      <w:r>
        <w:tab/>
        <w:t>9.408e0</w:t>
      </w:r>
    </w:p>
    <w:p w:rsidR="005B0461" w:rsidRDefault="005B0461" w:rsidP="005B0461">
      <w:r>
        <w:t>254.0388</w:t>
      </w:r>
      <w:r>
        <w:tab/>
        <w:t>1.951e1</w:t>
      </w:r>
    </w:p>
    <w:p w:rsidR="005B0461" w:rsidRDefault="005B0461" w:rsidP="005B0461">
      <w:r>
        <w:t>254.0444</w:t>
      </w:r>
      <w:r>
        <w:tab/>
        <w:t>3.092e1</w:t>
      </w:r>
    </w:p>
    <w:p w:rsidR="005B0461" w:rsidRDefault="005B0461" w:rsidP="005B0461">
      <w:r>
        <w:t>254.0476</w:t>
      </w:r>
      <w:r>
        <w:tab/>
        <w:t>2.494e1</w:t>
      </w:r>
    </w:p>
    <w:p w:rsidR="005B0461" w:rsidRDefault="005B0461" w:rsidP="005B0461">
      <w:r>
        <w:t>254.0486</w:t>
      </w:r>
      <w:r>
        <w:tab/>
        <w:t>3.420e1</w:t>
      </w:r>
    </w:p>
    <w:p w:rsidR="005B0461" w:rsidRDefault="005B0461" w:rsidP="005B0461">
      <w:r>
        <w:t>254.1202</w:t>
      </w:r>
      <w:r>
        <w:tab/>
        <w:t>1.013e0</w:t>
      </w:r>
    </w:p>
    <w:p w:rsidR="005B0461" w:rsidRDefault="005B0461" w:rsidP="005B0461">
      <w:r>
        <w:t>254.1371</w:t>
      </w:r>
      <w:r>
        <w:tab/>
        <w:t>1.114e1</w:t>
      </w:r>
    </w:p>
    <w:p w:rsidR="005B0461" w:rsidRDefault="005B0461" w:rsidP="005B0461">
      <w:r>
        <w:t>254.1568</w:t>
      </w:r>
      <w:r>
        <w:tab/>
        <w:t>1.565e0</w:t>
      </w:r>
    </w:p>
    <w:p w:rsidR="005B0461" w:rsidRDefault="005B0461" w:rsidP="005B0461">
      <w:r>
        <w:t>254.1706</w:t>
      </w:r>
      <w:r>
        <w:tab/>
        <w:t>4.127e0</w:t>
      </w:r>
    </w:p>
    <w:p w:rsidR="005B0461" w:rsidRDefault="005B0461" w:rsidP="005B0461">
      <w:r>
        <w:t>254.1835</w:t>
      </w:r>
      <w:r>
        <w:tab/>
        <w:t>2.025e0</w:t>
      </w:r>
    </w:p>
    <w:p w:rsidR="005B0461" w:rsidRDefault="005B0461" w:rsidP="005B0461">
      <w:r>
        <w:t>254.1944</w:t>
      </w:r>
      <w:r>
        <w:tab/>
        <w:t>2.025e0</w:t>
      </w:r>
    </w:p>
    <w:p w:rsidR="005B0461" w:rsidRDefault="005B0461" w:rsidP="005B0461">
      <w:r>
        <w:t>254.2217</w:t>
      </w:r>
      <w:r>
        <w:tab/>
        <w:t>2.025e0</w:t>
      </w:r>
    </w:p>
    <w:p w:rsidR="005B0461" w:rsidRDefault="005B0461" w:rsidP="005B0461">
      <w:r>
        <w:t>254.2432</w:t>
      </w:r>
      <w:r>
        <w:tab/>
        <w:t>1.013e0</w:t>
      </w:r>
    </w:p>
    <w:p w:rsidR="005B0461" w:rsidRDefault="005B0461" w:rsidP="005B0461">
      <w:r>
        <w:t>254.2472</w:t>
      </w:r>
      <w:r>
        <w:tab/>
        <w:t>1.013e0</w:t>
      </w:r>
    </w:p>
    <w:p w:rsidR="005B0461" w:rsidRDefault="005B0461" w:rsidP="005B0461">
      <w:r>
        <w:t>254.2550</w:t>
      </w:r>
      <w:r>
        <w:tab/>
        <w:t>1.013e0</w:t>
      </w:r>
    </w:p>
    <w:p w:rsidR="005B0461" w:rsidRDefault="005B0461" w:rsidP="005B0461">
      <w:r>
        <w:lastRenderedPageBreak/>
        <w:t>254.2572</w:t>
      </w:r>
      <w:r>
        <w:tab/>
        <w:t>3.038e0</w:t>
      </w:r>
    </w:p>
    <w:p w:rsidR="005B0461" w:rsidRDefault="005B0461" w:rsidP="005B0461">
      <w:r>
        <w:t>254.2776</w:t>
      </w:r>
      <w:r>
        <w:tab/>
        <w:t>2.025e0</w:t>
      </w:r>
    </w:p>
    <w:p w:rsidR="005B0461" w:rsidRDefault="005B0461" w:rsidP="005B0461">
      <w:r>
        <w:t>254.2895</w:t>
      </w:r>
      <w:r>
        <w:tab/>
        <w:t>1.013e0</w:t>
      </w:r>
    </w:p>
    <w:p w:rsidR="005B0461" w:rsidRDefault="005B0461" w:rsidP="005B0461">
      <w:r>
        <w:t>254.3200</w:t>
      </w:r>
      <w:r>
        <w:tab/>
        <w:t>2.025e0</w:t>
      </w:r>
    </w:p>
    <w:p w:rsidR="005B0461" w:rsidRDefault="005B0461" w:rsidP="005B0461">
      <w:r>
        <w:t>254.3239</w:t>
      </w:r>
      <w:r>
        <w:tab/>
        <w:t>2.025e0</w:t>
      </w:r>
    </w:p>
    <w:p w:rsidR="005B0461" w:rsidRDefault="005B0461" w:rsidP="005B0461">
      <w:r>
        <w:t>254.3278</w:t>
      </w:r>
      <w:r>
        <w:tab/>
        <w:t>1.013e0</w:t>
      </w:r>
    </w:p>
    <w:p w:rsidR="005B0461" w:rsidRDefault="005B0461" w:rsidP="005B0461">
      <w:r>
        <w:t>254.3469</w:t>
      </w:r>
      <w:r>
        <w:tab/>
        <w:t>2.025e0</w:t>
      </w:r>
    </w:p>
    <w:p w:rsidR="005B0461" w:rsidRDefault="005B0461" w:rsidP="005B0461">
      <w:r>
        <w:t>254.3702</w:t>
      </w:r>
      <w:r>
        <w:tab/>
        <w:t>1.013e0</w:t>
      </w:r>
    </w:p>
    <w:p w:rsidR="005B0461" w:rsidRDefault="005B0461" w:rsidP="005B0461">
      <w:r>
        <w:t>254.3753</w:t>
      </w:r>
      <w:r>
        <w:tab/>
        <w:t>3.038e0</w:t>
      </w:r>
    </w:p>
    <w:p w:rsidR="005B0461" w:rsidRDefault="005B0461" w:rsidP="005B0461">
      <w:r>
        <w:t>254.3850</w:t>
      </w:r>
      <w:r>
        <w:tab/>
        <w:t>4.051e0</w:t>
      </w:r>
    </w:p>
    <w:p w:rsidR="005B0461" w:rsidRDefault="005B0461" w:rsidP="005B0461">
      <w:r>
        <w:t>254.4124</w:t>
      </w:r>
      <w:r>
        <w:tab/>
        <w:t>2.025e0</w:t>
      </w:r>
    </w:p>
    <w:p w:rsidR="005B0461" w:rsidRDefault="005B0461" w:rsidP="005B0461">
      <w:r>
        <w:t>254.4203</w:t>
      </w:r>
      <w:r>
        <w:tab/>
        <w:t>1.013e0</w:t>
      </w:r>
    </w:p>
    <w:p w:rsidR="005B0461" w:rsidRDefault="005B0461" w:rsidP="005B0461">
      <w:r>
        <w:t>254.4342</w:t>
      </w:r>
      <w:r>
        <w:tab/>
        <w:t>1.013e0</w:t>
      </w:r>
    </w:p>
    <w:p w:rsidR="005B0461" w:rsidRDefault="005B0461" w:rsidP="005B0461">
      <w:r>
        <w:t>254.4468</w:t>
      </w:r>
      <w:r>
        <w:tab/>
        <w:t>1.013e0</w:t>
      </w:r>
    </w:p>
    <w:p w:rsidR="005B0461" w:rsidRDefault="005B0461" w:rsidP="005B0461">
      <w:r>
        <w:t>254.4508</w:t>
      </w:r>
      <w:r>
        <w:tab/>
        <w:t>1.013e0</w:t>
      </w:r>
    </w:p>
    <w:p w:rsidR="005B0461" w:rsidRDefault="005B0461" w:rsidP="005B0461">
      <w:r>
        <w:t>254.4609</w:t>
      </w:r>
      <w:r>
        <w:tab/>
        <w:t>2.025e0</w:t>
      </w:r>
    </w:p>
    <w:p w:rsidR="005B0461" w:rsidRDefault="005B0461" w:rsidP="005B0461">
      <w:r>
        <w:t>254.5010</w:t>
      </w:r>
      <w:r>
        <w:tab/>
        <w:t>1.013e0</w:t>
      </w:r>
    </w:p>
    <w:p w:rsidR="005B0461" w:rsidRDefault="005B0461" w:rsidP="005B0461">
      <w:r>
        <w:t>254.5146</w:t>
      </w:r>
      <w:r>
        <w:tab/>
        <w:t>1.013e0</w:t>
      </w:r>
    </w:p>
    <w:p w:rsidR="005B0461" w:rsidRDefault="005B0461" w:rsidP="005B0461">
      <w:r>
        <w:t>254.5275</w:t>
      </w:r>
      <w:r>
        <w:tab/>
        <w:t>1.013e0</w:t>
      </w:r>
    </w:p>
    <w:p w:rsidR="005B0461" w:rsidRDefault="005B0461" w:rsidP="005B0461">
      <w:r>
        <w:lastRenderedPageBreak/>
        <w:t>254.5395</w:t>
      </w:r>
      <w:r>
        <w:tab/>
        <w:t>1.013e0</w:t>
      </w:r>
    </w:p>
    <w:p w:rsidR="005B0461" w:rsidRDefault="005B0461" w:rsidP="005B0461">
      <w:r>
        <w:t>254.5571</w:t>
      </w:r>
      <w:r>
        <w:tab/>
        <w:t>1.013e0</w:t>
      </w:r>
    </w:p>
    <w:p w:rsidR="005B0461" w:rsidRDefault="005B0461" w:rsidP="005B0461">
      <w:r>
        <w:t>254.5778</w:t>
      </w:r>
      <w:r>
        <w:tab/>
        <w:t>1.013e0</w:t>
      </w:r>
    </w:p>
    <w:p w:rsidR="005B0461" w:rsidRDefault="005B0461" w:rsidP="005B0461">
      <w:r>
        <w:t>254.5797</w:t>
      </w:r>
      <w:r>
        <w:tab/>
        <w:t>2.025e0</w:t>
      </w:r>
    </w:p>
    <w:p w:rsidR="005B0461" w:rsidRDefault="005B0461" w:rsidP="005B0461">
      <w:r>
        <w:t>254.5902</w:t>
      </w:r>
      <w:r>
        <w:tab/>
        <w:t>1.013e0</w:t>
      </w:r>
    </w:p>
    <w:p w:rsidR="005B0461" w:rsidRDefault="005B0461" w:rsidP="005B0461">
      <w:r>
        <w:t>254.6036</w:t>
      </w:r>
      <w:r>
        <w:tab/>
        <w:t>2.025e0</w:t>
      </w:r>
    </w:p>
    <w:p w:rsidR="005B0461" w:rsidRDefault="005B0461" w:rsidP="005B0461">
      <w:r>
        <w:t>254.6162</w:t>
      </w:r>
      <w:r>
        <w:tab/>
        <w:t>3.038e0</w:t>
      </w:r>
    </w:p>
    <w:p w:rsidR="005B0461" w:rsidRDefault="005B0461" w:rsidP="005B0461">
      <w:r>
        <w:t>254.6202</w:t>
      </w:r>
      <w:r>
        <w:tab/>
        <w:t>2.025e0</w:t>
      </w:r>
    </w:p>
    <w:p w:rsidR="005B0461" w:rsidRDefault="005B0461" w:rsidP="005B0461">
      <w:r>
        <w:t>254.6241</w:t>
      </w:r>
      <w:r>
        <w:tab/>
        <w:t>2.025e0</w:t>
      </w:r>
    </w:p>
    <w:p w:rsidR="005B0461" w:rsidRDefault="005B0461" w:rsidP="005B0461">
      <w:r>
        <w:t>254.6505</w:t>
      </w:r>
      <w:r>
        <w:tab/>
        <w:t>1.013e0</w:t>
      </w:r>
    </w:p>
    <w:p w:rsidR="005B0461" w:rsidRDefault="005B0461" w:rsidP="005B0461">
      <w:r>
        <w:t>254.6706</w:t>
      </w:r>
      <w:r>
        <w:tab/>
        <w:t>1.013e0</w:t>
      </w:r>
    </w:p>
    <w:p w:rsidR="005B0461" w:rsidRDefault="005B0461" w:rsidP="005B0461">
      <w:r>
        <w:t>254.7113</w:t>
      </w:r>
      <w:r>
        <w:tab/>
        <w:t>2.025e0</w:t>
      </w:r>
    </w:p>
    <w:p w:rsidR="005B0461" w:rsidRDefault="005B0461" w:rsidP="005B0461">
      <w:r>
        <w:t>254.7273</w:t>
      </w:r>
      <w:r>
        <w:tab/>
        <w:t>1.013e0</w:t>
      </w:r>
    </w:p>
    <w:p w:rsidR="005B0461" w:rsidRDefault="005B0461" w:rsidP="005B0461">
      <w:r>
        <w:t>254.7418</w:t>
      </w:r>
      <w:r>
        <w:tab/>
        <w:t>3.038e0</w:t>
      </w:r>
    </w:p>
    <w:p w:rsidR="005B0461" w:rsidRDefault="005B0461" w:rsidP="005B0461">
      <w:r>
        <w:t>254.7509</w:t>
      </w:r>
      <w:r>
        <w:tab/>
        <w:t>1.013e0</w:t>
      </w:r>
    </w:p>
    <w:p w:rsidR="005B0461" w:rsidRDefault="005B0461" w:rsidP="005B0461">
      <w:r>
        <w:t>254.7646</w:t>
      </w:r>
      <w:r>
        <w:tab/>
        <w:t>3.038e0</w:t>
      </w:r>
    </w:p>
    <w:p w:rsidR="005B0461" w:rsidRDefault="005B0461" w:rsidP="005B0461">
      <w:r>
        <w:t>254.7776</w:t>
      </w:r>
      <w:r>
        <w:tab/>
        <w:t>2.025e0</w:t>
      </w:r>
    </w:p>
    <w:p w:rsidR="005B0461" w:rsidRDefault="005B0461" w:rsidP="005B0461">
      <w:r>
        <w:t>254.7935</w:t>
      </w:r>
      <w:r>
        <w:tab/>
        <w:t>1.013e0</w:t>
      </w:r>
    </w:p>
    <w:p w:rsidR="005B0461" w:rsidRDefault="005B0461" w:rsidP="005B0461">
      <w:r>
        <w:t>254.8180</w:t>
      </w:r>
      <w:r>
        <w:tab/>
        <w:t>3.038e0</w:t>
      </w:r>
    </w:p>
    <w:p w:rsidR="005B0461" w:rsidRDefault="005B0461" w:rsidP="005B0461">
      <w:r>
        <w:lastRenderedPageBreak/>
        <w:t>254.8361</w:t>
      </w:r>
      <w:r>
        <w:tab/>
        <w:t>1.013e0</w:t>
      </w:r>
    </w:p>
    <w:p w:rsidR="005B0461" w:rsidRDefault="005B0461" w:rsidP="005B0461">
      <w:r>
        <w:t>254.8408</w:t>
      </w:r>
      <w:r>
        <w:tab/>
        <w:t>1.013e0</w:t>
      </w:r>
    </w:p>
    <w:p w:rsidR="005B0461" w:rsidRDefault="005B0461" w:rsidP="005B0461">
      <w:r>
        <w:t>254.8622</w:t>
      </w:r>
      <w:r>
        <w:tab/>
        <w:t>2.025e0</w:t>
      </w:r>
    </w:p>
    <w:p w:rsidR="005B0461" w:rsidRDefault="005B0461" w:rsidP="005B0461">
      <w:r>
        <w:t>254.8663</w:t>
      </w:r>
      <w:r>
        <w:tab/>
        <w:t>1.013e0</w:t>
      </w:r>
    </w:p>
    <w:p w:rsidR="005B0461" w:rsidRDefault="005B0461" w:rsidP="005B0461">
      <w:r>
        <w:t>254.8673</w:t>
      </w:r>
      <w:r>
        <w:tab/>
        <w:t>3.038e0</w:t>
      </w:r>
    </w:p>
    <w:p w:rsidR="005B0461" w:rsidRDefault="005B0461" w:rsidP="005B0461">
      <w:r>
        <w:t>254.9006</w:t>
      </w:r>
      <w:r>
        <w:tab/>
        <w:t>1.013e0</w:t>
      </w:r>
    </w:p>
    <w:p w:rsidR="005B0461" w:rsidRDefault="005B0461" w:rsidP="005B0461">
      <w:r>
        <w:t>254.9026</w:t>
      </w:r>
      <w:r>
        <w:tab/>
        <w:t>2.025e0</w:t>
      </w:r>
    </w:p>
    <w:p w:rsidR="005B0461" w:rsidRDefault="005B0461" w:rsidP="005B0461">
      <w:r>
        <w:t>254.9299</w:t>
      </w:r>
      <w:r>
        <w:tab/>
        <w:t>5.063e0</w:t>
      </w:r>
    </w:p>
    <w:p w:rsidR="005B0461" w:rsidRDefault="005B0461" w:rsidP="005B0461">
      <w:r>
        <w:t>254.9410</w:t>
      </w:r>
      <w:r>
        <w:tab/>
        <w:t>2.025e0</w:t>
      </w:r>
    </w:p>
    <w:p w:rsidR="005B0461" w:rsidRDefault="005B0461" w:rsidP="005B0461">
      <w:r>
        <w:t>254.9449</w:t>
      </w:r>
      <w:r>
        <w:tab/>
        <w:t>3.038e0</w:t>
      </w:r>
    </w:p>
    <w:p w:rsidR="005B0461" w:rsidRDefault="005B0461" w:rsidP="005B0461">
      <w:r>
        <w:t>254.9618</w:t>
      </w:r>
      <w:r>
        <w:tab/>
        <w:t>2.025e0</w:t>
      </w:r>
    </w:p>
    <w:p w:rsidR="005B0461" w:rsidRDefault="005B0461" w:rsidP="005B0461">
      <w:r>
        <w:t>254.9706</w:t>
      </w:r>
      <w:r>
        <w:tab/>
        <w:t>2.025e0</w:t>
      </w:r>
    </w:p>
    <w:p w:rsidR="005B0461" w:rsidRDefault="005B0461" w:rsidP="005B0461">
      <w:r>
        <w:t>254.9962</w:t>
      </w:r>
      <w:r>
        <w:tab/>
        <w:t>3.571e0</w:t>
      </w:r>
    </w:p>
    <w:p w:rsidR="005B0461" w:rsidRDefault="005B0461" w:rsidP="005B0461">
      <w:r>
        <w:t>255.0508</w:t>
      </w:r>
      <w:r>
        <w:tab/>
        <w:t>9.644e1</w:t>
      </w:r>
    </w:p>
    <w:p w:rsidR="005B0461" w:rsidRDefault="005B0461" w:rsidP="005B0461">
      <w:r>
        <w:t>255.0522</w:t>
      </w:r>
      <w:r>
        <w:tab/>
        <w:t>3.049e2</w:t>
      </w:r>
    </w:p>
    <w:p w:rsidR="005B0461" w:rsidRDefault="005B0461" w:rsidP="005B0461">
      <w:r>
        <w:t>255.1247</w:t>
      </w:r>
      <w:r>
        <w:tab/>
        <w:t>4.051e0</w:t>
      </w:r>
    </w:p>
    <w:p w:rsidR="005B0461" w:rsidRDefault="005B0461" w:rsidP="005B0461">
      <w:r>
        <w:t>255.1261</w:t>
      </w:r>
      <w:r>
        <w:tab/>
        <w:t>2.956e0</w:t>
      </w:r>
    </w:p>
    <w:p w:rsidR="005B0461" w:rsidRDefault="005B0461" w:rsidP="005B0461">
      <w:r>
        <w:t>255.1290</w:t>
      </w:r>
      <w:r>
        <w:tab/>
        <w:t>4.457e0</w:t>
      </w:r>
    </w:p>
    <w:p w:rsidR="005B0461" w:rsidRDefault="005B0461" w:rsidP="005B0461">
      <w:r>
        <w:t>255.1383</w:t>
      </w:r>
      <w:r>
        <w:tab/>
        <w:t>4.001e0</w:t>
      </w:r>
    </w:p>
    <w:p w:rsidR="005B0461" w:rsidRDefault="005B0461" w:rsidP="005B0461">
      <w:r>
        <w:lastRenderedPageBreak/>
        <w:t>255.1682</w:t>
      </w:r>
      <w:r>
        <w:tab/>
        <w:t>2.626e0</w:t>
      </w:r>
    </w:p>
    <w:p w:rsidR="005B0461" w:rsidRDefault="005B0461" w:rsidP="005B0461">
      <w:r>
        <w:t>255.1832</w:t>
      </w:r>
      <w:r>
        <w:tab/>
        <w:t>2.025e0</w:t>
      </w:r>
    </w:p>
    <w:p w:rsidR="005B0461" w:rsidRDefault="005B0461" w:rsidP="005B0461">
      <w:r>
        <w:t>255.1871</w:t>
      </w:r>
      <w:r>
        <w:tab/>
        <w:t>4.051e0</w:t>
      </w:r>
    </w:p>
    <w:p w:rsidR="005B0461" w:rsidRDefault="005B0461" w:rsidP="005B0461">
      <w:r>
        <w:t>255.1927</w:t>
      </w:r>
      <w:r>
        <w:tab/>
        <w:t>5.954e0</w:t>
      </w:r>
    </w:p>
    <w:p w:rsidR="005B0461" w:rsidRDefault="005B0461" w:rsidP="005B0461">
      <w:r>
        <w:t>255.2006</w:t>
      </w:r>
      <w:r>
        <w:tab/>
        <w:t>3.038e0</w:t>
      </w:r>
    </w:p>
    <w:p w:rsidR="005B0461" w:rsidRDefault="005B0461" w:rsidP="005B0461">
      <w:r>
        <w:t>255.2061</w:t>
      </w:r>
      <w:r>
        <w:tab/>
        <w:t>2.025e0</w:t>
      </w:r>
    </w:p>
    <w:p w:rsidR="005B0461" w:rsidRDefault="005B0461" w:rsidP="005B0461">
      <w:r>
        <w:t>255.2303</w:t>
      </w:r>
      <w:r>
        <w:tab/>
        <w:t>3.913e0</w:t>
      </w:r>
    </w:p>
    <w:p w:rsidR="005B0461" w:rsidRDefault="005B0461" w:rsidP="005B0461">
      <w:r>
        <w:t>255.2394</w:t>
      </w:r>
      <w:r>
        <w:tab/>
        <w:t>1.013e0</w:t>
      </w:r>
    </w:p>
    <w:p w:rsidR="005B0461" w:rsidRDefault="005B0461" w:rsidP="005B0461">
      <w:r>
        <w:t>255.2409</w:t>
      </w:r>
      <w:r>
        <w:tab/>
        <w:t>3.100e0</w:t>
      </w:r>
    </w:p>
    <w:p w:rsidR="005B0461" w:rsidRDefault="005B0461" w:rsidP="005B0461">
      <w:r>
        <w:t>255.2452</w:t>
      </w:r>
      <w:r>
        <w:tab/>
        <w:t>3.038e0</w:t>
      </w:r>
    </w:p>
    <w:p w:rsidR="005B0461" w:rsidRDefault="005B0461" w:rsidP="005B0461">
      <w:r>
        <w:t>255.2779</w:t>
      </w:r>
      <w:r>
        <w:tab/>
        <w:t>2.025e0</w:t>
      </w:r>
    </w:p>
    <w:p w:rsidR="005B0461" w:rsidRDefault="005B0461" w:rsidP="005B0461">
      <w:r>
        <w:t>255.2797</w:t>
      </w:r>
      <w:r>
        <w:tab/>
        <w:t>2.025e0</w:t>
      </w:r>
    </w:p>
    <w:p w:rsidR="005B0461" w:rsidRDefault="005B0461" w:rsidP="005B0461">
      <w:r>
        <w:t>255.2896</w:t>
      </w:r>
      <w:r>
        <w:tab/>
        <w:t>3.038e0</w:t>
      </w:r>
    </w:p>
    <w:p w:rsidR="005B0461" w:rsidRDefault="005B0461" w:rsidP="005B0461">
      <w:r>
        <w:t>255.2953</w:t>
      </w:r>
      <w:r>
        <w:tab/>
        <w:t>1.013e0</w:t>
      </w:r>
    </w:p>
    <w:p w:rsidR="005B0461" w:rsidRDefault="005B0461" w:rsidP="005B0461">
      <w:r>
        <w:t>255.3202</w:t>
      </w:r>
      <w:r>
        <w:tab/>
        <w:t>1.013e0</w:t>
      </w:r>
    </w:p>
    <w:p w:rsidR="005B0461" w:rsidRDefault="005B0461" w:rsidP="005B0461">
      <w:r>
        <w:t>255.3276</w:t>
      </w:r>
      <w:r>
        <w:tab/>
        <w:t>3.038e0</w:t>
      </w:r>
    </w:p>
    <w:p w:rsidR="005B0461" w:rsidRDefault="005B0461" w:rsidP="005B0461">
      <w:r>
        <w:t>255.3380</w:t>
      </w:r>
      <w:r>
        <w:tab/>
        <w:t>2.025e0</w:t>
      </w:r>
    </w:p>
    <w:p w:rsidR="005B0461" w:rsidRDefault="005B0461" w:rsidP="005B0461">
      <w:r>
        <w:t>255.3586</w:t>
      </w:r>
      <w:r>
        <w:tab/>
        <w:t>1.013e0</w:t>
      </w:r>
    </w:p>
    <w:p w:rsidR="005B0461" w:rsidRDefault="005B0461" w:rsidP="005B0461">
      <w:r>
        <w:t>255.3598</w:t>
      </w:r>
      <w:r>
        <w:tab/>
        <w:t>3.038e0</w:t>
      </w:r>
    </w:p>
    <w:p w:rsidR="005B0461" w:rsidRDefault="005B0461" w:rsidP="005B0461">
      <w:r>
        <w:lastRenderedPageBreak/>
        <w:t>255.3706</w:t>
      </w:r>
      <w:r>
        <w:tab/>
        <w:t>3.038e0</w:t>
      </w:r>
    </w:p>
    <w:p w:rsidR="005B0461" w:rsidRDefault="005B0461" w:rsidP="005B0461">
      <w:r>
        <w:t>255.4049</w:t>
      </w:r>
      <w:r>
        <w:tab/>
        <w:t>1.013e0</w:t>
      </w:r>
    </w:p>
    <w:p w:rsidR="005B0461" w:rsidRDefault="005B0461" w:rsidP="005B0461">
      <w:r>
        <w:t>255.4206</w:t>
      </w:r>
      <w:r>
        <w:tab/>
        <w:t>2.025e0</w:t>
      </w:r>
    </w:p>
    <w:p w:rsidR="005B0461" w:rsidRDefault="005B0461" w:rsidP="005B0461">
      <w:r>
        <w:t>255.4245</w:t>
      </w:r>
      <w:r>
        <w:tab/>
        <w:t>3.038e0</w:t>
      </w:r>
    </w:p>
    <w:p w:rsidR="005B0461" w:rsidRDefault="005B0461" w:rsidP="005B0461">
      <w:r>
        <w:t>255.4454</w:t>
      </w:r>
      <w:r>
        <w:tab/>
        <w:t>4.051e0</w:t>
      </w:r>
    </w:p>
    <w:p w:rsidR="005B0461" w:rsidRDefault="005B0461" w:rsidP="005B0461">
      <w:r>
        <w:t>255.4612</w:t>
      </w:r>
      <w:r>
        <w:tab/>
        <w:t>1.013e0</w:t>
      </w:r>
    </w:p>
    <w:p w:rsidR="005B0461" w:rsidRDefault="005B0461" w:rsidP="005B0461">
      <w:r>
        <w:t>255.4705</w:t>
      </w:r>
      <w:r>
        <w:tab/>
        <w:t>3.038e0</w:t>
      </w:r>
    </w:p>
    <w:p w:rsidR="005B0461" w:rsidRDefault="005B0461" w:rsidP="005B0461">
      <w:r>
        <w:t>255.4718</w:t>
      </w:r>
      <w:r>
        <w:tab/>
        <w:t>2.025e0</w:t>
      </w:r>
    </w:p>
    <w:p w:rsidR="005B0461" w:rsidRDefault="005B0461" w:rsidP="005B0461">
      <w:r>
        <w:t>255.4971</w:t>
      </w:r>
      <w:r>
        <w:tab/>
        <w:t>2.025e0</w:t>
      </w:r>
    </w:p>
    <w:p w:rsidR="005B0461" w:rsidRDefault="005B0461" w:rsidP="005B0461">
      <w:r>
        <w:t>255.4992</w:t>
      </w:r>
      <w:r>
        <w:tab/>
        <w:t>2.025e0</w:t>
      </w:r>
    </w:p>
    <w:p w:rsidR="005B0461" w:rsidRDefault="005B0461" w:rsidP="005B0461">
      <w:r>
        <w:t>255.5375</w:t>
      </w:r>
      <w:r>
        <w:tab/>
        <w:t>2.025e0</w:t>
      </w:r>
    </w:p>
    <w:p w:rsidR="005B0461" w:rsidRDefault="005B0461" w:rsidP="005B0461">
      <w:r>
        <w:t>255.5546</w:t>
      </w:r>
      <w:r>
        <w:tab/>
        <w:t>2.025e0</w:t>
      </w:r>
    </w:p>
    <w:p w:rsidR="005B0461" w:rsidRDefault="005B0461" w:rsidP="005B0461">
      <w:r>
        <w:t>255.5711</w:t>
      </w:r>
      <w:r>
        <w:tab/>
        <w:t>4.051e0</w:t>
      </w:r>
    </w:p>
    <w:p w:rsidR="005B0461" w:rsidRDefault="005B0461" w:rsidP="005B0461">
      <w:r>
        <w:t>255.6015</w:t>
      </w:r>
      <w:r>
        <w:tab/>
        <w:t>4.051e0</w:t>
      </w:r>
    </w:p>
    <w:p w:rsidR="005B0461" w:rsidRDefault="005B0461" w:rsidP="005B0461">
      <w:r>
        <w:t>255.6314</w:t>
      </w:r>
      <w:r>
        <w:tab/>
        <w:t>2.025e0</w:t>
      </w:r>
    </w:p>
    <w:p w:rsidR="005B0461" w:rsidRDefault="005B0461" w:rsidP="005B0461">
      <w:r>
        <w:t>255.6413</w:t>
      </w:r>
      <w:r>
        <w:tab/>
        <w:t>2.025e0</w:t>
      </w:r>
    </w:p>
    <w:p w:rsidR="005B0461" w:rsidRDefault="005B0461" w:rsidP="005B0461">
      <w:r>
        <w:t>255.6530</w:t>
      </w:r>
      <w:r>
        <w:tab/>
        <w:t>2.025e0</w:t>
      </w:r>
    </w:p>
    <w:p w:rsidR="005B0461" w:rsidRDefault="005B0461" w:rsidP="005B0461">
      <w:r>
        <w:t>255.6604</w:t>
      </w:r>
      <w:r>
        <w:tab/>
        <w:t>6.076e0</w:t>
      </w:r>
    </w:p>
    <w:p w:rsidR="005B0461" w:rsidRDefault="005B0461" w:rsidP="005B0461">
      <w:r>
        <w:t>255.6652</w:t>
      </w:r>
      <w:r>
        <w:tab/>
        <w:t>1.013e0</w:t>
      </w:r>
    </w:p>
    <w:p w:rsidR="005B0461" w:rsidRDefault="005B0461" w:rsidP="005B0461">
      <w:r>
        <w:lastRenderedPageBreak/>
        <w:t>255.6777</w:t>
      </w:r>
      <w:r>
        <w:tab/>
        <w:t>1.013e0</w:t>
      </w:r>
    </w:p>
    <w:p w:rsidR="005B0461" w:rsidRDefault="005B0461" w:rsidP="005B0461">
      <w:r>
        <w:t>255.6817</w:t>
      </w:r>
      <w:r>
        <w:tab/>
        <w:t>1.013e0</w:t>
      </w:r>
    </w:p>
    <w:p w:rsidR="005B0461" w:rsidRDefault="005B0461" w:rsidP="005B0461">
      <w:r>
        <w:t>255.6906</w:t>
      </w:r>
      <w:r>
        <w:tab/>
        <w:t>1.509e0</w:t>
      </w:r>
    </w:p>
    <w:p w:rsidR="005B0461" w:rsidRDefault="005B0461" w:rsidP="005B0461">
      <w:r>
        <w:t>255.7154</w:t>
      </w:r>
      <w:r>
        <w:tab/>
        <w:t>2.025e0</w:t>
      </w:r>
    </w:p>
    <w:p w:rsidR="005B0461" w:rsidRDefault="005B0461" w:rsidP="005B0461">
      <w:r>
        <w:t>255.7241</w:t>
      </w:r>
      <w:r>
        <w:tab/>
        <w:t>2.025e0</w:t>
      </w:r>
    </w:p>
    <w:p w:rsidR="005B0461" w:rsidRDefault="005B0461" w:rsidP="005B0461">
      <w:r>
        <w:t>255.7319</w:t>
      </w:r>
      <w:r>
        <w:tab/>
        <w:t>1.013e0</w:t>
      </w:r>
    </w:p>
    <w:p w:rsidR="005B0461" w:rsidRDefault="005B0461" w:rsidP="005B0461">
      <w:r>
        <w:t>255.7363</w:t>
      </w:r>
      <w:r>
        <w:tab/>
        <w:t>1.013e0</w:t>
      </w:r>
    </w:p>
    <w:p w:rsidR="005B0461" w:rsidRDefault="005B0461" w:rsidP="005B0461">
      <w:r>
        <w:t>255.7585</w:t>
      </w:r>
      <w:r>
        <w:tab/>
        <w:t>1.013e0</w:t>
      </w:r>
    </w:p>
    <w:p w:rsidR="005B0461" w:rsidRDefault="005B0461" w:rsidP="005B0461">
      <w:r>
        <w:t>255.7885</w:t>
      </w:r>
      <w:r>
        <w:tab/>
        <w:t>1.013e0</w:t>
      </w:r>
    </w:p>
    <w:p w:rsidR="005B0461" w:rsidRDefault="005B0461" w:rsidP="005B0461">
      <w:r>
        <w:t>255.7969</w:t>
      </w:r>
      <w:r>
        <w:tab/>
        <w:t>1.013e0</w:t>
      </w:r>
    </w:p>
    <w:p w:rsidR="005B0461" w:rsidRDefault="005B0461" w:rsidP="005B0461">
      <w:r>
        <w:t>255.8205</w:t>
      </w:r>
      <w:r>
        <w:tab/>
        <w:t>2.025e0</w:t>
      </w:r>
    </w:p>
    <w:p w:rsidR="005B0461" w:rsidRDefault="005B0461" w:rsidP="005B0461">
      <w:r>
        <w:t>255.8241</w:t>
      </w:r>
      <w:r>
        <w:tab/>
        <w:t>2.025e0</w:t>
      </w:r>
    </w:p>
    <w:p w:rsidR="005B0461" w:rsidRDefault="005B0461" w:rsidP="005B0461">
      <w:r>
        <w:t>255.8413</w:t>
      </w:r>
      <w:r>
        <w:tab/>
        <w:t>3.038e0</w:t>
      </w:r>
    </w:p>
    <w:p w:rsidR="005B0461" w:rsidRDefault="005B0461" w:rsidP="005B0461">
      <w:r>
        <w:t>255.8538</w:t>
      </w:r>
      <w:r>
        <w:tab/>
        <w:t>5.063e0</w:t>
      </w:r>
    </w:p>
    <w:p w:rsidR="005B0461" w:rsidRDefault="005B0461" w:rsidP="005B0461">
      <w:r>
        <w:t>255.8798</w:t>
      </w:r>
      <w:r>
        <w:tab/>
        <w:t>2.025e0</w:t>
      </w:r>
    </w:p>
    <w:p w:rsidR="005B0461" w:rsidRDefault="005B0461" w:rsidP="005B0461">
      <w:r>
        <w:t>255.8837</w:t>
      </w:r>
      <w:r>
        <w:tab/>
        <w:t>3.038e0</w:t>
      </w:r>
    </w:p>
    <w:p w:rsidR="005B0461" w:rsidRDefault="005B0461" w:rsidP="005B0461">
      <w:r>
        <w:t>255.9167</w:t>
      </w:r>
      <w:r>
        <w:tab/>
        <w:t>3.038e0</w:t>
      </w:r>
    </w:p>
    <w:p w:rsidR="005B0461" w:rsidRDefault="005B0461" w:rsidP="005B0461">
      <w:r>
        <w:t>255.9586</w:t>
      </w:r>
      <w:r>
        <w:tab/>
        <w:t>1.013e0</w:t>
      </w:r>
    </w:p>
    <w:p w:rsidR="005B0461" w:rsidRDefault="005B0461" w:rsidP="005B0461">
      <w:r>
        <w:t>255.9705</w:t>
      </w:r>
      <w:r>
        <w:tab/>
        <w:t>1.013e0</w:t>
      </w:r>
    </w:p>
    <w:p w:rsidR="005B0461" w:rsidRDefault="005B0461" w:rsidP="005B0461">
      <w:r>
        <w:lastRenderedPageBreak/>
        <w:t>255.9797</w:t>
      </w:r>
      <w:r>
        <w:tab/>
        <w:t>1.815e0</w:t>
      </w:r>
    </w:p>
    <w:p w:rsidR="005B0461" w:rsidRDefault="005B0461" w:rsidP="005B0461">
      <w:r>
        <w:t>255.9857</w:t>
      </w:r>
      <w:r>
        <w:tab/>
        <w:t>4.051e0</w:t>
      </w:r>
    </w:p>
    <w:p w:rsidR="005B0461" w:rsidRDefault="005B0461" w:rsidP="005B0461">
      <w:r>
        <w:t>256.0114</w:t>
      </w:r>
      <w:r>
        <w:tab/>
        <w:t>7.938e0</w:t>
      </w:r>
    </w:p>
    <w:p w:rsidR="005B0461" w:rsidRDefault="005B0461" w:rsidP="005B0461">
      <w:r>
        <w:t>256.0164</w:t>
      </w:r>
      <w:r>
        <w:tab/>
        <w:t>6.562e0</w:t>
      </w:r>
    </w:p>
    <w:p w:rsidR="005B0461" w:rsidRDefault="005B0461" w:rsidP="005B0461">
      <w:r>
        <w:t>256.0233</w:t>
      </w:r>
      <w:r>
        <w:tab/>
        <w:t>5.651e0</w:t>
      </w:r>
    </w:p>
    <w:p w:rsidR="005B0461" w:rsidRDefault="005B0461" w:rsidP="005B0461">
      <w:r>
        <w:t>256.0523</w:t>
      </w:r>
      <w:r>
        <w:tab/>
        <w:t>1.891e1</w:t>
      </w:r>
    </w:p>
    <w:p w:rsidR="005B0461" w:rsidRDefault="005B0461" w:rsidP="005B0461">
      <w:r>
        <w:t>256.0544</w:t>
      </w:r>
      <w:r>
        <w:tab/>
        <w:t>1.952e1</w:t>
      </w:r>
    </w:p>
    <w:p w:rsidR="005B0461" w:rsidRDefault="005B0461" w:rsidP="005B0461">
      <w:r>
        <w:t>256.0565</w:t>
      </w:r>
      <w:r>
        <w:tab/>
        <w:t>2.235e1</w:t>
      </w:r>
    </w:p>
    <w:p w:rsidR="005B0461" w:rsidRDefault="005B0461" w:rsidP="005B0461">
      <w:r>
        <w:t>256.0602</w:t>
      </w:r>
      <w:r>
        <w:tab/>
        <w:t>1.215e1</w:t>
      </w:r>
    </w:p>
    <w:p w:rsidR="005B0461" w:rsidRDefault="005B0461" w:rsidP="005B0461">
      <w:r>
        <w:t>256.0962</w:t>
      </w:r>
      <w:r>
        <w:tab/>
        <w:t>4.788e0</w:t>
      </w:r>
    </w:p>
    <w:p w:rsidR="005B0461" w:rsidRDefault="005B0461" w:rsidP="005B0461">
      <w:r>
        <w:t>256.1020</w:t>
      </w:r>
      <w:r>
        <w:tab/>
        <w:t>1.013e0</w:t>
      </w:r>
    </w:p>
    <w:p w:rsidR="005B0461" w:rsidRDefault="005B0461" w:rsidP="005B0461">
      <w:r>
        <w:t>256.1235</w:t>
      </w:r>
      <w:r>
        <w:tab/>
        <w:t>6.076e0</w:t>
      </w:r>
    </w:p>
    <w:p w:rsidR="005B0461" w:rsidRDefault="005B0461" w:rsidP="005B0461">
      <w:r>
        <w:t>256.1253</w:t>
      </w:r>
      <w:r>
        <w:tab/>
        <w:t>5.063e0</w:t>
      </w:r>
    </w:p>
    <w:p w:rsidR="005B0461" w:rsidRDefault="005B0461" w:rsidP="005B0461">
      <w:r>
        <w:t>256.1679</w:t>
      </w:r>
      <w:r>
        <w:tab/>
        <w:t>1.092e1</w:t>
      </w:r>
    </w:p>
    <w:p w:rsidR="005B0461" w:rsidRDefault="005B0461" w:rsidP="005B0461">
      <w:r>
        <w:t>256.1865</w:t>
      </w:r>
      <w:r>
        <w:tab/>
        <w:t>5.692e0</w:t>
      </w:r>
    </w:p>
    <w:p w:rsidR="005B0461" w:rsidRDefault="005B0461" w:rsidP="005B0461">
      <w:r>
        <w:t>256.1927</w:t>
      </w:r>
      <w:r>
        <w:tab/>
        <w:t>7.920e0</w:t>
      </w:r>
    </w:p>
    <w:p w:rsidR="005B0461" w:rsidRDefault="005B0461" w:rsidP="005B0461">
      <w:r>
        <w:t>256.1948</w:t>
      </w:r>
      <w:r>
        <w:tab/>
        <w:t>4.051e0</w:t>
      </w:r>
    </w:p>
    <w:p w:rsidR="005B0461" w:rsidRDefault="005B0461" w:rsidP="005B0461">
      <w:r>
        <w:t>256.2303</w:t>
      </w:r>
      <w:r>
        <w:tab/>
        <w:t>1.013e0</w:t>
      </w:r>
    </w:p>
    <w:p w:rsidR="005B0461" w:rsidRDefault="005B0461" w:rsidP="005B0461">
      <w:r>
        <w:t>256.2396</w:t>
      </w:r>
      <w:r>
        <w:tab/>
        <w:t>1.013e0</w:t>
      </w:r>
    </w:p>
    <w:p w:rsidR="005B0461" w:rsidRDefault="005B0461" w:rsidP="005B0461">
      <w:r>
        <w:lastRenderedPageBreak/>
        <w:t>256.2430</w:t>
      </w:r>
      <w:r>
        <w:tab/>
        <w:t>7.089e0</w:t>
      </w:r>
    </w:p>
    <w:p w:rsidR="005B0461" w:rsidRDefault="005B0461" w:rsidP="005B0461">
      <w:r>
        <w:t>256.2683</w:t>
      </w:r>
      <w:r>
        <w:tab/>
        <w:t>1.013e0</w:t>
      </w:r>
    </w:p>
    <w:p w:rsidR="005B0461" w:rsidRDefault="005B0461" w:rsidP="005B0461">
      <w:r>
        <w:t>256.2737</w:t>
      </w:r>
      <w:r>
        <w:tab/>
        <w:t>2.509e0</w:t>
      </w:r>
    </w:p>
    <w:p w:rsidR="005B0461" w:rsidRDefault="005B0461" w:rsidP="005B0461">
      <w:r>
        <w:t>256.3024</w:t>
      </w:r>
      <w:r>
        <w:tab/>
        <w:t>2.025e0</w:t>
      </w:r>
    </w:p>
    <w:p w:rsidR="005B0461" w:rsidRDefault="005B0461" w:rsidP="005B0461">
      <w:r>
        <w:t>256.3162</w:t>
      </w:r>
      <w:r>
        <w:tab/>
        <w:t>4.051e0</w:t>
      </w:r>
    </w:p>
    <w:p w:rsidR="005B0461" w:rsidRDefault="005B0461" w:rsidP="005B0461">
      <w:r>
        <w:t>256.3323</w:t>
      </w:r>
      <w:r>
        <w:tab/>
        <w:t>1.013e0</w:t>
      </w:r>
    </w:p>
    <w:p w:rsidR="005B0461" w:rsidRDefault="005B0461" w:rsidP="005B0461">
      <w:r>
        <w:t>256.3505</w:t>
      </w:r>
      <w:r>
        <w:tab/>
        <w:t>3.038e0</w:t>
      </w:r>
    </w:p>
    <w:p w:rsidR="005B0461" w:rsidRDefault="005B0461" w:rsidP="005B0461">
      <w:r>
        <w:t>256.3539</w:t>
      </w:r>
      <w:r>
        <w:tab/>
        <w:t>1.013e0</w:t>
      </w:r>
    </w:p>
    <w:p w:rsidR="005B0461" w:rsidRDefault="005B0461" w:rsidP="005B0461">
      <w:r>
        <w:t>256.3872</w:t>
      </w:r>
      <w:r>
        <w:tab/>
        <w:t>1.013e0</w:t>
      </w:r>
    </w:p>
    <w:p w:rsidR="005B0461" w:rsidRDefault="005B0461" w:rsidP="005B0461">
      <w:r>
        <w:t>256.4131</w:t>
      </w:r>
      <w:r>
        <w:tab/>
        <w:t>1.013e0</w:t>
      </w:r>
    </w:p>
    <w:p w:rsidR="005B0461" w:rsidRDefault="005B0461" w:rsidP="005B0461">
      <w:r>
        <w:t>256.4210</w:t>
      </w:r>
      <w:r>
        <w:tab/>
        <w:t>1.013e0</w:t>
      </w:r>
    </w:p>
    <w:p w:rsidR="005B0461" w:rsidRDefault="005B0461" w:rsidP="005B0461">
      <w:r>
        <w:t>256.4300</w:t>
      </w:r>
      <w:r>
        <w:tab/>
        <w:t>1.013e0</w:t>
      </w:r>
    </w:p>
    <w:p w:rsidR="005B0461" w:rsidRDefault="005B0461" w:rsidP="005B0461">
      <w:r>
        <w:t>256.4395</w:t>
      </w:r>
      <w:r>
        <w:tab/>
        <w:t>1.013e0</w:t>
      </w:r>
    </w:p>
    <w:p w:rsidR="005B0461" w:rsidRDefault="005B0461" w:rsidP="005B0461">
      <w:r>
        <w:t>256.4515</w:t>
      </w:r>
      <w:r>
        <w:tab/>
        <w:t>2.025e0</w:t>
      </w:r>
    </w:p>
    <w:p w:rsidR="005B0461" w:rsidRDefault="005B0461" w:rsidP="005B0461">
      <w:r>
        <w:t>256.4556</w:t>
      </w:r>
      <w:r>
        <w:tab/>
        <w:t>1.013e0</w:t>
      </w:r>
    </w:p>
    <w:p w:rsidR="005B0461" w:rsidRDefault="005B0461" w:rsidP="005B0461">
      <w:r>
        <w:t>256.4728</w:t>
      </w:r>
      <w:r>
        <w:tab/>
        <w:t>3.038e0</w:t>
      </w:r>
    </w:p>
    <w:p w:rsidR="005B0461" w:rsidRDefault="005B0461" w:rsidP="005B0461">
      <w:r>
        <w:t>256.5096</w:t>
      </w:r>
      <w:r>
        <w:tab/>
        <w:t>2.025e0</w:t>
      </w:r>
    </w:p>
    <w:p w:rsidR="005B0461" w:rsidRDefault="005B0461" w:rsidP="005B0461">
      <w:r>
        <w:t>256.5149</w:t>
      </w:r>
      <w:r>
        <w:tab/>
        <w:t>2.025e0</w:t>
      </w:r>
    </w:p>
    <w:p w:rsidR="005B0461" w:rsidRDefault="005B0461" w:rsidP="005B0461">
      <w:r>
        <w:t>256.5630</w:t>
      </w:r>
      <w:r>
        <w:tab/>
        <w:t>1.013e0</w:t>
      </w:r>
    </w:p>
    <w:p w:rsidR="005B0461" w:rsidRDefault="005B0461" w:rsidP="005B0461">
      <w:r>
        <w:lastRenderedPageBreak/>
        <w:t>256.5669</w:t>
      </w:r>
      <w:r>
        <w:tab/>
        <w:t>1.013e0</w:t>
      </w:r>
    </w:p>
    <w:p w:rsidR="005B0461" w:rsidRDefault="005B0461" w:rsidP="005B0461">
      <w:r>
        <w:t>256.5749</w:t>
      </w:r>
      <w:r>
        <w:tab/>
        <w:t>2.025e0</w:t>
      </w:r>
    </w:p>
    <w:p w:rsidR="005B0461" w:rsidRDefault="005B0461" w:rsidP="005B0461">
      <w:r>
        <w:t>256.6013</w:t>
      </w:r>
      <w:r>
        <w:tab/>
        <w:t>1.013e0</w:t>
      </w:r>
    </w:p>
    <w:p w:rsidR="005B0461" w:rsidRDefault="005B0461" w:rsidP="005B0461">
      <w:r>
        <w:t>256.6093</w:t>
      </w:r>
      <w:r>
        <w:tab/>
        <w:t>1.013e0</w:t>
      </w:r>
    </w:p>
    <w:p w:rsidR="005B0461" w:rsidRDefault="005B0461" w:rsidP="005B0461">
      <w:r>
        <w:t>256.6205</w:t>
      </w:r>
      <w:r>
        <w:tab/>
        <w:t>3.038e0</w:t>
      </w:r>
    </w:p>
    <w:p w:rsidR="005B0461" w:rsidRDefault="005B0461" w:rsidP="005B0461">
      <w:r>
        <w:t>256.6393</w:t>
      </w:r>
      <w:r>
        <w:tab/>
        <w:t>1.013e0</w:t>
      </w:r>
    </w:p>
    <w:p w:rsidR="005B0461" w:rsidRDefault="005B0461" w:rsidP="005B0461">
      <w:r>
        <w:t>256.6597</w:t>
      </w:r>
      <w:r>
        <w:tab/>
        <w:t>2.025e0</w:t>
      </w:r>
    </w:p>
    <w:p w:rsidR="005B0461" w:rsidRDefault="005B0461" w:rsidP="005B0461">
      <w:r>
        <w:t>256.6636</w:t>
      </w:r>
      <w:r>
        <w:tab/>
        <w:t>1.013e0</w:t>
      </w:r>
    </w:p>
    <w:p w:rsidR="005B0461" w:rsidRDefault="005B0461" w:rsidP="005B0461">
      <w:r>
        <w:t>256.6822</w:t>
      </w:r>
      <w:r>
        <w:tab/>
        <w:t>1.013e0</w:t>
      </w:r>
    </w:p>
    <w:p w:rsidR="005B0461" w:rsidRDefault="005B0461" w:rsidP="005B0461">
      <w:r>
        <w:t>256.7021</w:t>
      </w:r>
      <w:r>
        <w:tab/>
        <w:t>1.013e0</w:t>
      </w:r>
    </w:p>
    <w:p w:rsidR="005B0461" w:rsidRDefault="005B0461" w:rsidP="005B0461">
      <w:r>
        <w:t>256.7034</w:t>
      </w:r>
      <w:r>
        <w:tab/>
        <w:t>2.025e0</w:t>
      </w:r>
    </w:p>
    <w:p w:rsidR="005B0461" w:rsidRDefault="005B0461" w:rsidP="005B0461">
      <w:r>
        <w:t>256.7155</w:t>
      </w:r>
      <w:r>
        <w:tab/>
        <w:t>1.013e0</w:t>
      </w:r>
    </w:p>
    <w:p w:rsidR="005B0461" w:rsidRDefault="005B0461" w:rsidP="005B0461">
      <w:r>
        <w:t>256.7286</w:t>
      </w:r>
      <w:r>
        <w:tab/>
        <w:t>1.013e0</w:t>
      </w:r>
    </w:p>
    <w:p w:rsidR="005B0461" w:rsidRDefault="005B0461" w:rsidP="005B0461">
      <w:r>
        <w:t>256.7480</w:t>
      </w:r>
      <w:r>
        <w:tab/>
        <w:t>3.038e0</w:t>
      </w:r>
    </w:p>
    <w:p w:rsidR="005B0461" w:rsidRDefault="005B0461" w:rsidP="005B0461">
      <w:r>
        <w:t>256.7632</w:t>
      </w:r>
      <w:r>
        <w:tab/>
        <w:t>3.038e0</w:t>
      </w:r>
    </w:p>
    <w:p w:rsidR="005B0461" w:rsidRDefault="005B0461" w:rsidP="005B0461">
      <w:r>
        <w:t>256.7751</w:t>
      </w:r>
      <w:r>
        <w:tab/>
        <w:t>1.013e0</w:t>
      </w:r>
    </w:p>
    <w:p w:rsidR="005B0461" w:rsidRDefault="005B0461" w:rsidP="005B0461">
      <w:r>
        <w:t>256.8012</w:t>
      </w:r>
      <w:r>
        <w:tab/>
        <w:t>1.013e0</w:t>
      </w:r>
    </w:p>
    <w:p w:rsidR="005B0461" w:rsidRDefault="005B0461" w:rsidP="005B0461">
      <w:r>
        <w:t>256.8135</w:t>
      </w:r>
      <w:r>
        <w:tab/>
        <w:t>1.013e0</w:t>
      </w:r>
    </w:p>
    <w:p w:rsidR="005B0461" w:rsidRDefault="005B0461" w:rsidP="005B0461">
      <w:r>
        <w:t>256.8284</w:t>
      </w:r>
      <w:r>
        <w:tab/>
        <w:t>3.038e0</w:t>
      </w:r>
    </w:p>
    <w:p w:rsidR="005B0461" w:rsidRDefault="005B0461" w:rsidP="005B0461">
      <w:r>
        <w:lastRenderedPageBreak/>
        <w:t>256.8298</w:t>
      </w:r>
      <w:r>
        <w:tab/>
        <w:t>1.013e0</w:t>
      </w:r>
    </w:p>
    <w:p w:rsidR="005B0461" w:rsidRDefault="005B0461" w:rsidP="005B0461">
      <w:r>
        <w:t>256.8866</w:t>
      </w:r>
      <w:r>
        <w:tab/>
        <w:t>2.025e0</w:t>
      </w:r>
    </w:p>
    <w:p w:rsidR="005B0461" w:rsidRDefault="005B0461" w:rsidP="005B0461">
      <w:r>
        <w:t>256.8904</w:t>
      </w:r>
      <w:r>
        <w:tab/>
        <w:t>2.025e0</w:t>
      </w:r>
    </w:p>
    <w:p w:rsidR="005B0461" w:rsidRDefault="005B0461" w:rsidP="005B0461">
      <w:r>
        <w:t>256.9063</w:t>
      </w:r>
      <w:r>
        <w:tab/>
        <w:t>1.013e0</w:t>
      </w:r>
    </w:p>
    <w:p w:rsidR="005B0461" w:rsidRDefault="005B0461" w:rsidP="005B0461">
      <w:r>
        <w:t>256.9214</w:t>
      </w:r>
      <w:r>
        <w:tab/>
        <w:t>2.025e0</w:t>
      </w:r>
    </w:p>
    <w:p w:rsidR="005B0461" w:rsidRDefault="005B0461" w:rsidP="005B0461">
      <w:r>
        <w:t>256.9369</w:t>
      </w:r>
      <w:r>
        <w:tab/>
        <w:t>1.013e0</w:t>
      </w:r>
    </w:p>
    <w:p w:rsidR="005B0461" w:rsidRDefault="005B0461" w:rsidP="005B0461">
      <w:r>
        <w:t>256.9638</w:t>
      </w:r>
      <w:r>
        <w:tab/>
        <w:t>3.038e0</w:t>
      </w:r>
    </w:p>
    <w:p w:rsidR="005B0461" w:rsidRDefault="005B0461" w:rsidP="005B0461">
      <w:r>
        <w:t>256.9983</w:t>
      </w:r>
      <w:r>
        <w:tab/>
        <w:t>4.051e0</w:t>
      </w:r>
    </w:p>
    <w:p w:rsidR="005B0461" w:rsidRDefault="005B0461" w:rsidP="005B0461">
      <w:r>
        <w:t>257.0473</w:t>
      </w:r>
      <w:r>
        <w:tab/>
        <w:t>1.340e2</w:t>
      </w:r>
    </w:p>
    <w:p w:rsidR="005B0461" w:rsidRDefault="005B0461" w:rsidP="005B0461">
      <w:r>
        <w:t>257.0493</w:t>
      </w:r>
      <w:r>
        <w:tab/>
        <w:t>1.878e2</w:t>
      </w:r>
    </w:p>
    <w:p w:rsidR="005B0461" w:rsidRDefault="005B0461" w:rsidP="005B0461">
      <w:r>
        <w:t>257.0523</w:t>
      </w:r>
      <w:r>
        <w:tab/>
        <w:t>1.109e2</w:t>
      </w:r>
    </w:p>
    <w:p w:rsidR="005B0461" w:rsidRDefault="005B0461" w:rsidP="005B0461">
      <w:r>
        <w:t>257.1063</w:t>
      </w:r>
      <w:r>
        <w:tab/>
        <w:t>4.051e0</w:t>
      </w:r>
    </w:p>
    <w:p w:rsidR="005B0461" w:rsidRDefault="005B0461" w:rsidP="005B0461">
      <w:r>
        <w:t>257.1292</w:t>
      </w:r>
      <w:r>
        <w:tab/>
        <w:t>1.013e0</w:t>
      </w:r>
    </w:p>
    <w:p w:rsidR="005B0461" w:rsidRDefault="005B0461" w:rsidP="005B0461">
      <w:r>
        <w:t>257.1349</w:t>
      </w:r>
      <w:r>
        <w:tab/>
        <w:t>8.079e0</w:t>
      </w:r>
    </w:p>
    <w:p w:rsidR="005B0461" w:rsidRDefault="005B0461" w:rsidP="005B0461">
      <w:r>
        <w:t>257.1579</w:t>
      </w:r>
      <w:r>
        <w:tab/>
        <w:t>7.592e0</w:t>
      </w:r>
    </w:p>
    <w:p w:rsidR="005B0461" w:rsidRDefault="005B0461" w:rsidP="005B0461">
      <w:r>
        <w:t>257.1762</w:t>
      </w:r>
      <w:r>
        <w:tab/>
        <w:t>5.002e0</w:t>
      </w:r>
    </w:p>
    <w:p w:rsidR="005B0461" w:rsidRDefault="005B0461" w:rsidP="005B0461">
      <w:r>
        <w:t>257.1951</w:t>
      </w:r>
      <w:r>
        <w:tab/>
        <w:t>5.617e0</w:t>
      </w:r>
    </w:p>
    <w:p w:rsidR="005B0461" w:rsidRDefault="005B0461" w:rsidP="005B0461">
      <w:r>
        <w:t>257.2035</w:t>
      </w:r>
      <w:r>
        <w:tab/>
        <w:t>2.025e0</w:t>
      </w:r>
    </w:p>
    <w:p w:rsidR="005B0461" w:rsidRDefault="005B0461" w:rsidP="005B0461">
      <w:r>
        <w:t>257.2100</w:t>
      </w:r>
      <w:r>
        <w:tab/>
        <w:t>3.038e0</w:t>
      </w:r>
    </w:p>
    <w:p w:rsidR="005B0461" w:rsidRDefault="005B0461" w:rsidP="005B0461">
      <w:r>
        <w:lastRenderedPageBreak/>
        <w:t>257.2186</w:t>
      </w:r>
      <w:r>
        <w:tab/>
        <w:t>4.051e0</w:t>
      </w:r>
    </w:p>
    <w:p w:rsidR="005B0461" w:rsidRDefault="005B0461" w:rsidP="005B0461">
      <w:r>
        <w:t>257.2445</w:t>
      </w:r>
      <w:r>
        <w:tab/>
        <w:t>1.013e0</w:t>
      </w:r>
    </w:p>
    <w:p w:rsidR="005B0461" w:rsidRDefault="005B0461" w:rsidP="005B0461">
      <w:r>
        <w:t>257.2479</w:t>
      </w:r>
      <w:r>
        <w:tab/>
        <w:t>7.089e0</w:t>
      </w:r>
    </w:p>
    <w:p w:rsidR="005B0461" w:rsidRDefault="005B0461" w:rsidP="005B0461">
      <w:r>
        <w:t>257.2585</w:t>
      </w:r>
      <w:r>
        <w:tab/>
        <w:t>2.025e0</w:t>
      </w:r>
    </w:p>
    <w:p w:rsidR="005B0461" w:rsidRDefault="005B0461" w:rsidP="005B0461">
      <w:r>
        <w:t>257.3049</w:t>
      </w:r>
      <w:r>
        <w:tab/>
        <w:t>2.025e0</w:t>
      </w:r>
    </w:p>
    <w:p w:rsidR="005B0461" w:rsidRDefault="005B0461" w:rsidP="005B0461">
      <w:r>
        <w:t>257.3164</w:t>
      </w:r>
      <w:r>
        <w:tab/>
        <w:t>2.025e0</w:t>
      </w:r>
    </w:p>
    <w:p w:rsidR="005B0461" w:rsidRDefault="005B0461" w:rsidP="005B0461">
      <w:r>
        <w:t>257.3375</w:t>
      </w:r>
      <w:r>
        <w:tab/>
        <w:t>2.025e0</w:t>
      </w:r>
    </w:p>
    <w:p w:rsidR="005B0461" w:rsidRDefault="005B0461" w:rsidP="005B0461">
      <w:r>
        <w:t>257.3542</w:t>
      </w:r>
      <w:r>
        <w:tab/>
        <w:t>1.013e0</w:t>
      </w:r>
    </w:p>
    <w:p w:rsidR="005B0461" w:rsidRDefault="005B0461" w:rsidP="005B0461">
      <w:r>
        <w:t>257.3800</w:t>
      </w:r>
      <w:r>
        <w:tab/>
        <w:t>1.013e0</w:t>
      </w:r>
    </w:p>
    <w:p w:rsidR="005B0461" w:rsidRDefault="005B0461" w:rsidP="005B0461">
      <w:r>
        <w:t>257.3924</w:t>
      </w:r>
      <w:r>
        <w:tab/>
        <w:t>1.013e0</w:t>
      </w:r>
    </w:p>
    <w:p w:rsidR="005B0461" w:rsidRDefault="005B0461" w:rsidP="005B0461">
      <w:r>
        <w:t>257.4248</w:t>
      </w:r>
      <w:r>
        <w:tab/>
        <w:t>1.908e0</w:t>
      </w:r>
    </w:p>
    <w:p w:rsidR="005B0461" w:rsidRDefault="005B0461" w:rsidP="005B0461">
      <w:r>
        <w:t>257.4314</w:t>
      </w:r>
      <w:r>
        <w:tab/>
        <w:t>2.025e0</w:t>
      </w:r>
    </w:p>
    <w:p w:rsidR="005B0461" w:rsidRDefault="005B0461" w:rsidP="005B0461">
      <w:r>
        <w:t>257.4508</w:t>
      </w:r>
      <w:r>
        <w:tab/>
        <w:t>3.038e0</w:t>
      </w:r>
    </w:p>
    <w:p w:rsidR="005B0461" w:rsidRDefault="005B0461" w:rsidP="005B0461">
      <w:r>
        <w:t>257.4621</w:t>
      </w:r>
      <w:r>
        <w:tab/>
        <w:t>3.038e0</w:t>
      </w:r>
    </w:p>
    <w:p w:rsidR="005B0461" w:rsidRDefault="005B0461" w:rsidP="005B0461">
      <w:r>
        <w:t>257.4649</w:t>
      </w:r>
      <w:r>
        <w:tab/>
        <w:t>1.013e0</w:t>
      </w:r>
    </w:p>
    <w:p w:rsidR="005B0461" w:rsidRDefault="005B0461" w:rsidP="005B0461">
      <w:r>
        <w:t>257.4831</w:t>
      </w:r>
      <w:r>
        <w:tab/>
        <w:t>1.013e0</w:t>
      </w:r>
    </w:p>
    <w:p w:rsidR="005B0461" w:rsidRDefault="005B0461" w:rsidP="005B0461">
      <w:r>
        <w:t>257.5286</w:t>
      </w:r>
      <w:r>
        <w:tab/>
        <w:t>2.025e0</w:t>
      </w:r>
    </w:p>
    <w:p w:rsidR="005B0461" w:rsidRDefault="005B0461" w:rsidP="005B0461">
      <w:r>
        <w:t>257.5319</w:t>
      </w:r>
      <w:r>
        <w:tab/>
        <w:t>2.025e0</w:t>
      </w:r>
    </w:p>
    <w:p w:rsidR="005B0461" w:rsidRDefault="005B0461" w:rsidP="005B0461">
      <w:r>
        <w:t>257.5339</w:t>
      </w:r>
      <w:r>
        <w:tab/>
        <w:t>1.013e0</w:t>
      </w:r>
    </w:p>
    <w:p w:rsidR="005B0461" w:rsidRDefault="005B0461" w:rsidP="005B0461">
      <w:r>
        <w:lastRenderedPageBreak/>
        <w:t>257.5595</w:t>
      </w:r>
      <w:r>
        <w:tab/>
        <w:t>1.013e0</w:t>
      </w:r>
    </w:p>
    <w:p w:rsidR="005B0461" w:rsidRDefault="005B0461" w:rsidP="005B0461">
      <w:r>
        <w:t>257.5642</w:t>
      </w:r>
      <w:r>
        <w:tab/>
        <w:t>1.013e0</w:t>
      </w:r>
    </w:p>
    <w:p w:rsidR="005B0461" w:rsidRDefault="005B0461" w:rsidP="005B0461">
      <w:r>
        <w:t>257.5890</w:t>
      </w:r>
      <w:r>
        <w:tab/>
        <w:t>2.025e0</w:t>
      </w:r>
    </w:p>
    <w:p w:rsidR="005B0461" w:rsidRDefault="005B0461" w:rsidP="005B0461">
      <w:r>
        <w:t>257.6109</w:t>
      </w:r>
      <w:r>
        <w:tab/>
        <w:t>1.013e0</w:t>
      </w:r>
    </w:p>
    <w:p w:rsidR="005B0461" w:rsidRDefault="005B0461" w:rsidP="005B0461">
      <w:r>
        <w:t>257.6302</w:t>
      </w:r>
      <w:r>
        <w:tab/>
        <w:t>2.025e0</w:t>
      </w:r>
    </w:p>
    <w:p w:rsidR="005B0461" w:rsidRDefault="005B0461" w:rsidP="005B0461">
      <w:r>
        <w:t>257.6653</w:t>
      </w:r>
      <w:r>
        <w:tab/>
        <w:t>1.013e0</w:t>
      </w:r>
    </w:p>
    <w:p w:rsidR="005B0461" w:rsidRDefault="005B0461" w:rsidP="005B0461">
      <w:r>
        <w:t>257.7039</w:t>
      </w:r>
      <w:r>
        <w:tab/>
        <w:t>1.013e0</w:t>
      </w:r>
    </w:p>
    <w:p w:rsidR="005B0461" w:rsidRDefault="005B0461" w:rsidP="005B0461">
      <w:r>
        <w:t>257.7053</w:t>
      </w:r>
      <w:r>
        <w:tab/>
        <w:t>3.038e0</w:t>
      </w:r>
    </w:p>
    <w:p w:rsidR="005B0461" w:rsidRDefault="005B0461" w:rsidP="005B0461">
      <w:r>
        <w:t>257.7077</w:t>
      </w:r>
      <w:r>
        <w:tab/>
        <w:t>1.013e0</w:t>
      </w:r>
    </w:p>
    <w:p w:rsidR="005B0461" w:rsidRDefault="005B0461" w:rsidP="005B0461">
      <w:r>
        <w:t>257.7348</w:t>
      </w:r>
      <w:r>
        <w:tab/>
        <w:t>5.063e0</w:t>
      </w:r>
    </w:p>
    <w:p w:rsidR="005B0461" w:rsidRDefault="005B0461" w:rsidP="005B0461">
      <w:r>
        <w:t>257.7384</w:t>
      </w:r>
      <w:r>
        <w:tab/>
        <w:t>1.013e0</w:t>
      </w:r>
    </w:p>
    <w:p w:rsidR="005B0461" w:rsidRDefault="005B0461" w:rsidP="005B0461">
      <w:r>
        <w:t>257.7690</w:t>
      </w:r>
      <w:r>
        <w:tab/>
        <w:t>1.013e0</w:t>
      </w:r>
    </w:p>
    <w:p w:rsidR="005B0461" w:rsidRDefault="005B0461" w:rsidP="005B0461">
      <w:r>
        <w:t>257.7729</w:t>
      </w:r>
      <w:r>
        <w:tab/>
        <w:t>2.025e0</w:t>
      </w:r>
    </w:p>
    <w:p w:rsidR="005B0461" w:rsidRDefault="005B0461" w:rsidP="005B0461">
      <w:r>
        <w:t>257.8031</w:t>
      </w:r>
      <w:r>
        <w:tab/>
        <w:t>3.038e0</w:t>
      </w:r>
    </w:p>
    <w:p w:rsidR="005B0461" w:rsidRDefault="005B0461" w:rsidP="005B0461">
      <w:r>
        <w:t>257.8194</w:t>
      </w:r>
      <w:r>
        <w:tab/>
        <w:t>2.025e0</w:t>
      </w:r>
    </w:p>
    <w:p w:rsidR="005B0461" w:rsidRDefault="005B0461" w:rsidP="005B0461">
      <w:r>
        <w:t>257.8311</w:t>
      </w:r>
      <w:r>
        <w:tab/>
        <w:t>3.038e0</w:t>
      </w:r>
    </w:p>
    <w:p w:rsidR="005B0461" w:rsidRDefault="005B0461" w:rsidP="005B0461">
      <w:r>
        <w:t>257.8538</w:t>
      </w:r>
      <w:r>
        <w:tab/>
        <w:t>1.013e0</w:t>
      </w:r>
    </w:p>
    <w:p w:rsidR="005B0461" w:rsidRDefault="005B0461" w:rsidP="005B0461">
      <w:r>
        <w:t>257.8579</w:t>
      </w:r>
      <w:r>
        <w:tab/>
        <w:t>3.038e0</w:t>
      </w:r>
    </w:p>
    <w:p w:rsidR="005B0461" w:rsidRDefault="005B0461" w:rsidP="005B0461">
      <w:r>
        <w:t>257.8658</w:t>
      </w:r>
      <w:r>
        <w:tab/>
        <w:t>1.013e0</w:t>
      </w:r>
    </w:p>
    <w:p w:rsidR="005B0461" w:rsidRDefault="005B0461" w:rsidP="005B0461">
      <w:r>
        <w:lastRenderedPageBreak/>
        <w:t>257.8923</w:t>
      </w:r>
      <w:r>
        <w:tab/>
        <w:t>1.013e0</w:t>
      </w:r>
    </w:p>
    <w:p w:rsidR="005B0461" w:rsidRDefault="005B0461" w:rsidP="005B0461">
      <w:r>
        <w:t>257.8951</w:t>
      </w:r>
      <w:r>
        <w:tab/>
        <w:t>3.038e0</w:t>
      </w:r>
    </w:p>
    <w:p w:rsidR="005B0461" w:rsidRDefault="005B0461" w:rsidP="005B0461">
      <w:r>
        <w:t>257.9130</w:t>
      </w:r>
      <w:r>
        <w:tab/>
        <w:t>1.013e0</w:t>
      </w:r>
    </w:p>
    <w:p w:rsidR="005B0461" w:rsidRDefault="005B0461" w:rsidP="005B0461">
      <w:r>
        <w:t>257.9324</w:t>
      </w:r>
      <w:r>
        <w:tab/>
        <w:t>6.076e0</w:t>
      </w:r>
    </w:p>
    <w:p w:rsidR="005B0461" w:rsidRDefault="005B0461" w:rsidP="005B0461">
      <w:r>
        <w:t>257.9351</w:t>
      </w:r>
      <w:r>
        <w:tab/>
        <w:t>3.038e0</w:t>
      </w:r>
    </w:p>
    <w:p w:rsidR="005B0461" w:rsidRDefault="005B0461" w:rsidP="005B0461">
      <w:r>
        <w:t>257.9388</w:t>
      </w:r>
      <w:r>
        <w:tab/>
        <w:t>2.025e0</w:t>
      </w:r>
    </w:p>
    <w:p w:rsidR="005B0461" w:rsidRDefault="005B0461" w:rsidP="005B0461">
      <w:r>
        <w:t>257.9428</w:t>
      </w:r>
      <w:r>
        <w:tab/>
        <w:t>1.013e0</w:t>
      </w:r>
    </w:p>
    <w:p w:rsidR="005B0461" w:rsidRDefault="005B0461" w:rsidP="005B0461">
      <w:r>
        <w:t>257.9733</w:t>
      </w:r>
      <w:r>
        <w:tab/>
        <w:t>1.013e0</w:t>
      </w:r>
    </w:p>
    <w:p w:rsidR="005B0461" w:rsidRDefault="005B0461" w:rsidP="005B0461">
      <w:r>
        <w:t>258.0317</w:t>
      </w:r>
      <w:r>
        <w:tab/>
        <w:t>7.307e0</w:t>
      </w:r>
    </w:p>
    <w:p w:rsidR="005B0461" w:rsidRDefault="005B0461" w:rsidP="005B0461">
      <w:r>
        <w:t>258.0497</w:t>
      </w:r>
      <w:r>
        <w:tab/>
        <w:t>1.849e1</w:t>
      </w:r>
    </w:p>
    <w:p w:rsidR="005B0461" w:rsidRDefault="005B0461" w:rsidP="005B0461">
      <w:r>
        <w:t>258.0534</w:t>
      </w:r>
      <w:r>
        <w:tab/>
        <w:t>2.071e1</w:t>
      </w:r>
    </w:p>
    <w:p w:rsidR="005B0461" w:rsidRDefault="005B0461" w:rsidP="005B0461">
      <w:r>
        <w:t>258.0550</w:t>
      </w:r>
      <w:r>
        <w:tab/>
        <w:t>1.873e1</w:t>
      </w:r>
    </w:p>
    <w:p w:rsidR="005B0461" w:rsidRDefault="005B0461" w:rsidP="005B0461">
      <w:r>
        <w:t>258.0571</w:t>
      </w:r>
      <w:r>
        <w:tab/>
        <w:t>1.104e1</w:t>
      </w:r>
    </w:p>
    <w:p w:rsidR="005B0461" w:rsidRDefault="005B0461" w:rsidP="005B0461">
      <w:r>
        <w:t>258.1010</w:t>
      </w:r>
      <w:r>
        <w:tab/>
        <w:t>2.736e0</w:t>
      </w:r>
    </w:p>
    <w:p w:rsidR="005B0461" w:rsidRDefault="005B0461" w:rsidP="005B0461">
      <w:r>
        <w:t>258.1125</w:t>
      </w:r>
      <w:r>
        <w:tab/>
        <w:t>2.025e0</w:t>
      </w:r>
    </w:p>
    <w:p w:rsidR="005B0461" w:rsidRDefault="005B0461" w:rsidP="005B0461">
      <w:r>
        <w:t>258.1334</w:t>
      </w:r>
      <w:r>
        <w:tab/>
        <w:t>2.025e0</w:t>
      </w:r>
    </w:p>
    <w:p w:rsidR="005B0461" w:rsidRDefault="005B0461" w:rsidP="005B0461">
      <w:r>
        <w:t>258.1354</w:t>
      </w:r>
      <w:r>
        <w:tab/>
        <w:t>3.038e0</w:t>
      </w:r>
    </w:p>
    <w:p w:rsidR="005B0461" w:rsidRDefault="005B0461" w:rsidP="005B0461">
      <w:r>
        <w:t>258.1443</w:t>
      </w:r>
      <w:r>
        <w:tab/>
        <w:t>3.038e0</w:t>
      </w:r>
    </w:p>
    <w:p w:rsidR="005B0461" w:rsidRDefault="005B0461" w:rsidP="005B0461">
      <w:r>
        <w:t>258.1551</w:t>
      </w:r>
      <w:r>
        <w:tab/>
        <w:t>2.408e0</w:t>
      </w:r>
    </w:p>
    <w:p w:rsidR="005B0461" w:rsidRDefault="005B0461" w:rsidP="005B0461">
      <w:r>
        <w:lastRenderedPageBreak/>
        <w:t>258.1590</w:t>
      </w:r>
      <w:r>
        <w:tab/>
        <w:t>1.952e0</w:t>
      </w:r>
    </w:p>
    <w:p w:rsidR="005B0461" w:rsidRDefault="005B0461" w:rsidP="005B0461">
      <w:r>
        <w:t>258.1685</w:t>
      </w:r>
      <w:r>
        <w:tab/>
        <w:t>3.054e0</w:t>
      </w:r>
    </w:p>
    <w:p w:rsidR="005B0461" w:rsidRDefault="005B0461" w:rsidP="005B0461">
      <w:r>
        <w:t>258.2000</w:t>
      </w:r>
      <w:r>
        <w:tab/>
        <w:t>3.038e0</w:t>
      </w:r>
    </w:p>
    <w:p w:rsidR="005B0461" w:rsidRDefault="005B0461" w:rsidP="005B0461">
      <w:r>
        <w:t>258.2046</w:t>
      </w:r>
      <w:r>
        <w:tab/>
        <w:t>1.013e0</w:t>
      </w:r>
    </w:p>
    <w:p w:rsidR="005B0461" w:rsidRDefault="005B0461" w:rsidP="005B0461">
      <w:r>
        <w:t>258.2278</w:t>
      </w:r>
      <w:r>
        <w:tab/>
        <w:t>3.038e0</w:t>
      </w:r>
    </w:p>
    <w:p w:rsidR="005B0461" w:rsidRDefault="005B0461" w:rsidP="005B0461">
      <w:r>
        <w:t>258.2315</w:t>
      </w:r>
      <w:r>
        <w:tab/>
        <w:t>3.038e0</w:t>
      </w:r>
    </w:p>
    <w:p w:rsidR="005B0461" w:rsidRDefault="005B0461" w:rsidP="005B0461">
      <w:r>
        <w:t>258.2358</w:t>
      </w:r>
      <w:r>
        <w:tab/>
        <w:t>2.025e0</w:t>
      </w:r>
    </w:p>
    <w:p w:rsidR="005B0461" w:rsidRDefault="005B0461" w:rsidP="005B0461">
      <w:r>
        <w:t>258.2563</w:t>
      </w:r>
      <w:r>
        <w:tab/>
        <w:t>4.051e0</w:t>
      </w:r>
    </w:p>
    <w:p w:rsidR="005B0461" w:rsidRDefault="005B0461" w:rsidP="005B0461">
      <w:r>
        <w:t>258.2773</w:t>
      </w:r>
      <w:r>
        <w:tab/>
        <w:t>2.511e0</w:t>
      </w:r>
    </w:p>
    <w:p w:rsidR="005B0461" w:rsidRDefault="005B0461" w:rsidP="005B0461">
      <w:r>
        <w:t>258.2894</w:t>
      </w:r>
      <w:r>
        <w:tab/>
        <w:t>1.013e0</w:t>
      </w:r>
    </w:p>
    <w:p w:rsidR="005B0461" w:rsidRDefault="005B0461" w:rsidP="005B0461">
      <w:r>
        <w:t>258.3190</w:t>
      </w:r>
      <w:r>
        <w:tab/>
        <w:t>2.025e0</w:t>
      </w:r>
    </w:p>
    <w:p w:rsidR="005B0461" w:rsidRDefault="005B0461" w:rsidP="005B0461">
      <w:r>
        <w:t>258.3281</w:t>
      </w:r>
      <w:r>
        <w:tab/>
        <w:t>2.025e0</w:t>
      </w:r>
    </w:p>
    <w:p w:rsidR="005B0461" w:rsidRDefault="005B0461" w:rsidP="005B0461">
      <w:r>
        <w:t>258.3791</w:t>
      </w:r>
      <w:r>
        <w:tab/>
        <w:t>2.025e0</w:t>
      </w:r>
    </w:p>
    <w:p w:rsidR="005B0461" w:rsidRDefault="005B0461" w:rsidP="005B0461">
      <w:r>
        <w:t>258.3867</w:t>
      </w:r>
      <w:r>
        <w:tab/>
        <w:t>1.013e0</w:t>
      </w:r>
    </w:p>
    <w:p w:rsidR="005B0461" w:rsidRDefault="005B0461" w:rsidP="005B0461">
      <w:r>
        <w:t>258.4170</w:t>
      </w:r>
      <w:r>
        <w:tab/>
        <w:t>2.025e0</w:t>
      </w:r>
    </w:p>
    <w:p w:rsidR="005B0461" w:rsidRDefault="005B0461" w:rsidP="005B0461">
      <w:r>
        <w:t>258.4210</w:t>
      </w:r>
      <w:r>
        <w:tab/>
        <w:t>1.013e0</w:t>
      </w:r>
    </w:p>
    <w:p w:rsidR="005B0461" w:rsidRDefault="005B0461" w:rsidP="005B0461">
      <w:r>
        <w:t>258.4376</w:t>
      </w:r>
      <w:r>
        <w:tab/>
        <w:t>2.025e0</w:t>
      </w:r>
    </w:p>
    <w:p w:rsidR="005B0461" w:rsidRDefault="005B0461" w:rsidP="005B0461">
      <w:r>
        <w:t>258.4437</w:t>
      </w:r>
      <w:r>
        <w:tab/>
        <w:t>1.013e0</w:t>
      </w:r>
    </w:p>
    <w:p w:rsidR="005B0461" w:rsidRDefault="005B0461" w:rsidP="005B0461">
      <w:r>
        <w:t>258.4595</w:t>
      </w:r>
      <w:r>
        <w:tab/>
        <w:t>1.013e0</w:t>
      </w:r>
    </w:p>
    <w:p w:rsidR="005B0461" w:rsidRDefault="005B0461" w:rsidP="005B0461">
      <w:r>
        <w:lastRenderedPageBreak/>
        <w:t>258.4681</w:t>
      </w:r>
      <w:r>
        <w:tab/>
        <w:t>1.013e0</w:t>
      </w:r>
    </w:p>
    <w:p w:rsidR="005B0461" w:rsidRDefault="005B0461" w:rsidP="005B0461">
      <w:r>
        <w:t>258.4822</w:t>
      </w:r>
      <w:r>
        <w:tab/>
        <w:t>1.013e0</w:t>
      </w:r>
    </w:p>
    <w:p w:rsidR="005B0461" w:rsidRDefault="005B0461" w:rsidP="005B0461">
      <w:r>
        <w:t>258.5064</w:t>
      </w:r>
      <w:r>
        <w:tab/>
        <w:t>1.013e0</w:t>
      </w:r>
    </w:p>
    <w:p w:rsidR="005B0461" w:rsidRDefault="005B0461" w:rsidP="005B0461">
      <w:r>
        <w:t>258.5135</w:t>
      </w:r>
      <w:r>
        <w:tab/>
        <w:t>2.025e0</w:t>
      </w:r>
    </w:p>
    <w:p w:rsidR="005B0461" w:rsidRDefault="005B0461" w:rsidP="005B0461">
      <w:r>
        <w:t>258.5286</w:t>
      </w:r>
      <w:r>
        <w:tab/>
        <w:t>1.013e0</w:t>
      </w:r>
    </w:p>
    <w:p w:rsidR="005B0461" w:rsidRDefault="005B0461" w:rsidP="005B0461">
      <w:r>
        <w:t>258.5366</w:t>
      </w:r>
      <w:r>
        <w:tab/>
        <w:t>1.013e0</w:t>
      </w:r>
    </w:p>
    <w:p w:rsidR="005B0461" w:rsidRDefault="005B0461" w:rsidP="005B0461">
      <w:r>
        <w:t>258.5429</w:t>
      </w:r>
      <w:r>
        <w:tab/>
        <w:t>2.025e0</w:t>
      </w:r>
    </w:p>
    <w:p w:rsidR="005B0461" w:rsidRDefault="005B0461" w:rsidP="005B0461">
      <w:r>
        <w:t>258.5692</w:t>
      </w:r>
      <w:r>
        <w:tab/>
        <w:t>2.025e0</w:t>
      </w:r>
    </w:p>
    <w:p w:rsidR="005B0461" w:rsidRDefault="005B0461" w:rsidP="005B0461">
      <w:r>
        <w:t>258.5752</w:t>
      </w:r>
      <w:r>
        <w:tab/>
        <w:t>1.013e0</w:t>
      </w:r>
    </w:p>
    <w:p w:rsidR="005B0461" w:rsidRDefault="005B0461" w:rsidP="005B0461">
      <w:r>
        <w:t>258.5867</w:t>
      </w:r>
      <w:r>
        <w:tab/>
        <w:t>2.025e0</w:t>
      </w:r>
    </w:p>
    <w:p w:rsidR="005B0461" w:rsidRDefault="005B0461" w:rsidP="005B0461">
      <w:r>
        <w:t>258.5987</w:t>
      </w:r>
      <w:r>
        <w:tab/>
        <w:t>3.038e0</w:t>
      </w:r>
    </w:p>
    <w:p w:rsidR="005B0461" w:rsidRDefault="005B0461" w:rsidP="005B0461">
      <w:r>
        <w:t>258.6018</w:t>
      </w:r>
      <w:r>
        <w:tab/>
        <w:t>1.013e0</w:t>
      </w:r>
    </w:p>
    <w:p w:rsidR="005B0461" w:rsidRDefault="005B0461" w:rsidP="005B0461">
      <w:r>
        <w:t>258.6136</w:t>
      </w:r>
      <w:r>
        <w:tab/>
        <w:t>2.025e0</w:t>
      </w:r>
    </w:p>
    <w:p w:rsidR="005B0461" w:rsidRDefault="005B0461" w:rsidP="005B0461">
      <w:r>
        <w:t>258.6358</w:t>
      </w:r>
      <w:r>
        <w:tab/>
        <w:t>1.013e0</w:t>
      </w:r>
    </w:p>
    <w:p w:rsidR="005B0461" w:rsidRDefault="005B0461" w:rsidP="005B0461">
      <w:r>
        <w:t>258.6404</w:t>
      </w:r>
      <w:r>
        <w:tab/>
        <w:t>1.013e0</w:t>
      </w:r>
    </w:p>
    <w:p w:rsidR="005B0461" w:rsidRDefault="005B0461" w:rsidP="005B0461">
      <w:r>
        <w:t>258.6513</w:t>
      </w:r>
      <w:r>
        <w:tab/>
        <w:t>3.038e0</w:t>
      </w:r>
    </w:p>
    <w:p w:rsidR="005B0461" w:rsidRDefault="005B0461" w:rsidP="005B0461">
      <w:r>
        <w:t>258.6645</w:t>
      </w:r>
      <w:r>
        <w:tab/>
        <w:t>1.013e0</w:t>
      </w:r>
    </w:p>
    <w:p w:rsidR="005B0461" w:rsidRDefault="005B0461" w:rsidP="005B0461">
      <w:r>
        <w:t>258.7029</w:t>
      </w:r>
      <w:r>
        <w:tab/>
        <w:t>1.013e0</w:t>
      </w:r>
    </w:p>
    <w:p w:rsidR="005B0461" w:rsidRDefault="005B0461" w:rsidP="005B0461">
      <w:r>
        <w:t>258.7064</w:t>
      </w:r>
      <w:r>
        <w:tab/>
        <w:t>2.025e0</w:t>
      </w:r>
    </w:p>
    <w:p w:rsidR="005B0461" w:rsidRDefault="005B0461" w:rsidP="005B0461">
      <w:r>
        <w:lastRenderedPageBreak/>
        <w:t>258.7293</w:t>
      </w:r>
      <w:r>
        <w:tab/>
        <w:t>1.013e0</w:t>
      </w:r>
    </w:p>
    <w:p w:rsidR="005B0461" w:rsidRDefault="005B0461" w:rsidP="005B0461">
      <w:r>
        <w:t>258.7333</w:t>
      </w:r>
      <w:r>
        <w:tab/>
        <w:t>1.013e0</w:t>
      </w:r>
    </w:p>
    <w:p w:rsidR="005B0461" w:rsidRDefault="005B0461" w:rsidP="005B0461">
      <w:r>
        <w:t>258.7718</w:t>
      </w:r>
      <w:r>
        <w:tab/>
        <w:t>2.025e0</w:t>
      </w:r>
    </w:p>
    <w:p w:rsidR="005B0461" w:rsidRDefault="005B0461" w:rsidP="005B0461">
      <w:r>
        <w:t>258.7758</w:t>
      </w:r>
      <w:r>
        <w:tab/>
        <w:t>1.013e0</w:t>
      </w:r>
    </w:p>
    <w:p w:rsidR="005B0461" w:rsidRDefault="005B0461" w:rsidP="005B0461">
      <w:r>
        <w:t>258.8104</w:t>
      </w:r>
      <w:r>
        <w:tab/>
        <w:t>1.013e0</w:t>
      </w:r>
    </w:p>
    <w:p w:rsidR="005B0461" w:rsidRDefault="005B0461" w:rsidP="005B0461">
      <w:r>
        <w:t>258.8123</w:t>
      </w:r>
      <w:r>
        <w:tab/>
        <w:t>2.025e0</w:t>
      </w:r>
    </w:p>
    <w:p w:rsidR="005B0461" w:rsidRDefault="005B0461" w:rsidP="005B0461">
      <w:r>
        <w:t>258.8463</w:t>
      </w:r>
      <w:r>
        <w:tab/>
        <w:t>3.038e0</w:t>
      </w:r>
    </w:p>
    <w:p w:rsidR="005B0461" w:rsidRDefault="005B0461" w:rsidP="005B0461">
      <w:r>
        <w:t>258.8489</w:t>
      </w:r>
      <w:r>
        <w:tab/>
        <w:t>1.013e0</w:t>
      </w:r>
    </w:p>
    <w:p w:rsidR="005B0461" w:rsidRDefault="005B0461" w:rsidP="005B0461">
      <w:r>
        <w:t>258.8593</w:t>
      </w:r>
      <w:r>
        <w:tab/>
        <w:t>2.025e0</w:t>
      </w:r>
    </w:p>
    <w:p w:rsidR="005B0461" w:rsidRDefault="005B0461" w:rsidP="005B0461">
      <w:r>
        <w:t>258.8984</w:t>
      </w:r>
      <w:r>
        <w:tab/>
        <w:t>3.038e0</w:t>
      </w:r>
    </w:p>
    <w:p w:rsidR="005B0461" w:rsidRDefault="005B0461" w:rsidP="005B0461">
      <w:r>
        <w:t>258.8995</w:t>
      </w:r>
      <w:r>
        <w:tab/>
        <w:t>1.013e0</w:t>
      </w:r>
    </w:p>
    <w:p w:rsidR="005B0461" w:rsidRDefault="005B0461" w:rsidP="005B0461">
      <w:r>
        <w:t>258.9340</w:t>
      </w:r>
      <w:r>
        <w:tab/>
        <w:t>1.013e0</w:t>
      </w:r>
    </w:p>
    <w:p w:rsidR="005B0461" w:rsidRDefault="005B0461" w:rsidP="005B0461">
      <w:r>
        <w:t>258.9474</w:t>
      </w:r>
      <w:r>
        <w:tab/>
        <w:t>2.432e0</w:t>
      </w:r>
    </w:p>
    <w:p w:rsidR="005B0461" w:rsidRDefault="005B0461" w:rsidP="005B0461">
      <w:r>
        <w:t>258.9567</w:t>
      </w:r>
      <w:r>
        <w:tab/>
        <w:t>1.013e0</w:t>
      </w:r>
    </w:p>
    <w:p w:rsidR="005B0461" w:rsidRDefault="005B0461" w:rsidP="005B0461">
      <w:r>
        <w:t>258.9836</w:t>
      </w:r>
      <w:r>
        <w:tab/>
        <w:t>3.038e0</w:t>
      </w:r>
    </w:p>
    <w:p w:rsidR="005B0461" w:rsidRDefault="005B0461" w:rsidP="005B0461">
      <w:r>
        <w:t>258.9858</w:t>
      </w:r>
      <w:r>
        <w:tab/>
        <w:t>2.025e0</w:t>
      </w:r>
    </w:p>
    <w:p w:rsidR="005B0461" w:rsidRDefault="005B0461" w:rsidP="005B0461">
      <w:r>
        <w:t>259.0186</w:t>
      </w:r>
      <w:r>
        <w:tab/>
        <w:t>4.051e0</w:t>
      </w:r>
    </w:p>
    <w:p w:rsidR="005B0461" w:rsidRDefault="005B0461" w:rsidP="005B0461">
      <w:r>
        <w:t>259.0244</w:t>
      </w:r>
      <w:r>
        <w:tab/>
        <w:t>3.038e0</w:t>
      </w:r>
    </w:p>
    <w:p w:rsidR="005B0461" w:rsidRDefault="005B0461" w:rsidP="005B0461">
      <w:r>
        <w:t>259.0304</w:t>
      </w:r>
      <w:r>
        <w:tab/>
        <w:t>2.772e0</w:t>
      </w:r>
    </w:p>
    <w:p w:rsidR="005B0461" w:rsidRDefault="005B0461" w:rsidP="005B0461">
      <w:r>
        <w:lastRenderedPageBreak/>
        <w:t>259.0514</w:t>
      </w:r>
      <w:r>
        <w:tab/>
        <w:t>8.452e0</w:t>
      </w:r>
    </w:p>
    <w:p w:rsidR="005B0461" w:rsidRDefault="005B0461" w:rsidP="005B0461">
      <w:r>
        <w:t>259.0569</w:t>
      </w:r>
      <w:r>
        <w:tab/>
        <w:t>9.313e0</w:t>
      </w:r>
    </w:p>
    <w:p w:rsidR="005B0461" w:rsidRDefault="005B0461" w:rsidP="005B0461">
      <w:r>
        <w:t>259.0803</w:t>
      </w:r>
      <w:r>
        <w:tab/>
        <w:t>5.063e0</w:t>
      </w:r>
    </w:p>
    <w:p w:rsidR="005B0461" w:rsidRDefault="005B0461" w:rsidP="005B0461">
      <w:r>
        <w:t>259.1010</w:t>
      </w:r>
      <w:r>
        <w:tab/>
        <w:t>1.013e0</w:t>
      </w:r>
    </w:p>
    <w:p w:rsidR="005B0461" w:rsidRDefault="005B0461" w:rsidP="005B0461">
      <w:r>
        <w:t>259.1124</w:t>
      </w:r>
      <w:r>
        <w:tab/>
        <w:t>2.025e0</w:t>
      </w:r>
    </w:p>
    <w:p w:rsidR="005B0461" w:rsidRDefault="005B0461" w:rsidP="005B0461">
      <w:r>
        <w:t>259.1287</w:t>
      </w:r>
      <w:r>
        <w:tab/>
        <w:t>2.025e0</w:t>
      </w:r>
    </w:p>
    <w:p w:rsidR="005B0461" w:rsidRDefault="005B0461" w:rsidP="005B0461">
      <w:r>
        <w:t>259.1305</w:t>
      </w:r>
      <w:r>
        <w:tab/>
        <w:t>4.051e0</w:t>
      </w:r>
    </w:p>
    <w:p w:rsidR="005B0461" w:rsidRDefault="005B0461" w:rsidP="005B0461">
      <w:r>
        <w:t>259.1519</w:t>
      </w:r>
      <w:r>
        <w:tab/>
        <w:t>3.977e0</w:t>
      </w:r>
    </w:p>
    <w:p w:rsidR="005B0461" w:rsidRDefault="005B0461" w:rsidP="005B0461">
      <w:r>
        <w:t>259.1573</w:t>
      </w:r>
      <w:r>
        <w:tab/>
        <w:t>1.013e0</w:t>
      </w:r>
    </w:p>
    <w:p w:rsidR="005B0461" w:rsidRDefault="005B0461" w:rsidP="005B0461">
      <w:r>
        <w:t>259.1806</w:t>
      </w:r>
      <w:r>
        <w:tab/>
        <w:t>3.038e0</w:t>
      </w:r>
    </w:p>
    <w:p w:rsidR="005B0461" w:rsidRDefault="005B0461" w:rsidP="005B0461">
      <w:r>
        <w:t>259.1874</w:t>
      </w:r>
      <w:r>
        <w:tab/>
        <w:t>1.013e0</w:t>
      </w:r>
    </w:p>
    <w:p w:rsidR="005B0461" w:rsidRDefault="005B0461" w:rsidP="005B0461">
      <w:r>
        <w:t>259.1951</w:t>
      </w:r>
      <w:r>
        <w:tab/>
        <w:t>3.038e0</w:t>
      </w:r>
    </w:p>
    <w:p w:rsidR="005B0461" w:rsidRDefault="005B0461" w:rsidP="005B0461">
      <w:r>
        <w:t>259.2019</w:t>
      </w:r>
      <w:r>
        <w:tab/>
        <w:t>2.025e0</w:t>
      </w:r>
    </w:p>
    <w:p w:rsidR="005B0461" w:rsidRDefault="005B0461" w:rsidP="005B0461">
      <w:r>
        <w:t>259.2124</w:t>
      </w:r>
      <w:r>
        <w:tab/>
        <w:t>3.038e0</w:t>
      </w:r>
    </w:p>
    <w:p w:rsidR="005B0461" w:rsidRDefault="005B0461" w:rsidP="005B0461">
      <w:r>
        <w:t>259.2144</w:t>
      </w:r>
      <w:r>
        <w:tab/>
        <w:t>2.025e0</w:t>
      </w:r>
    </w:p>
    <w:p w:rsidR="005B0461" w:rsidRDefault="005B0461" w:rsidP="005B0461">
      <w:r>
        <w:t>259.2554</w:t>
      </w:r>
      <w:r>
        <w:tab/>
        <w:t>2.025e0</w:t>
      </w:r>
    </w:p>
    <w:p w:rsidR="005B0461" w:rsidRDefault="005B0461" w:rsidP="005B0461">
      <w:r>
        <w:t>259.2597</w:t>
      </w:r>
      <w:r>
        <w:tab/>
        <w:t>2.025e0</w:t>
      </w:r>
    </w:p>
    <w:p w:rsidR="005B0461" w:rsidRDefault="005B0461" w:rsidP="005B0461">
      <w:r>
        <w:t>259.2770</w:t>
      </w:r>
      <w:r>
        <w:tab/>
        <w:t>1.013e0</w:t>
      </w:r>
    </w:p>
    <w:p w:rsidR="005B0461" w:rsidRDefault="005B0461" w:rsidP="005B0461">
      <w:r>
        <w:t>259.2823</w:t>
      </w:r>
      <w:r>
        <w:tab/>
        <w:t>4.051e0</w:t>
      </w:r>
    </w:p>
    <w:p w:rsidR="005B0461" w:rsidRDefault="005B0461" w:rsidP="005B0461">
      <w:r>
        <w:lastRenderedPageBreak/>
        <w:t>259.3075</w:t>
      </w:r>
      <w:r>
        <w:tab/>
        <w:t>5.063e0</w:t>
      </w:r>
    </w:p>
    <w:p w:rsidR="005B0461" w:rsidRDefault="005B0461" w:rsidP="005B0461">
      <w:r>
        <w:t>259.3117</w:t>
      </w:r>
      <w:r>
        <w:tab/>
        <w:t>1.013e0</w:t>
      </w:r>
    </w:p>
    <w:p w:rsidR="005B0461" w:rsidRDefault="005B0461" w:rsidP="005B0461">
      <w:r>
        <w:t>259.3708</w:t>
      </w:r>
      <w:r>
        <w:tab/>
        <w:t>2.025e0</w:t>
      </w:r>
    </w:p>
    <w:p w:rsidR="005B0461" w:rsidRDefault="005B0461" w:rsidP="005B0461">
      <w:r>
        <w:t>259.4007</w:t>
      </w:r>
      <w:r>
        <w:tab/>
        <w:t>2.025e0</w:t>
      </w:r>
    </w:p>
    <w:p w:rsidR="005B0461" w:rsidRDefault="005B0461" w:rsidP="005B0461">
      <w:r>
        <w:t>259.4134</w:t>
      </w:r>
      <w:r>
        <w:tab/>
        <w:t>5.063e0</w:t>
      </w:r>
    </w:p>
    <w:p w:rsidR="005B0461" w:rsidRDefault="005B0461" w:rsidP="005B0461">
      <w:r>
        <w:t>259.4353</w:t>
      </w:r>
      <w:r>
        <w:tab/>
        <w:t>1.013e0</w:t>
      </w:r>
    </w:p>
    <w:p w:rsidR="005B0461" w:rsidRDefault="005B0461" w:rsidP="005B0461">
      <w:r>
        <w:t>259.4738</w:t>
      </w:r>
      <w:r>
        <w:tab/>
        <w:t>1.013e0</w:t>
      </w:r>
    </w:p>
    <w:p w:rsidR="005B0461" w:rsidRDefault="005B0461" w:rsidP="005B0461">
      <w:r>
        <w:t>259.4935</w:t>
      </w:r>
      <w:r>
        <w:tab/>
        <w:t>4.051e0</w:t>
      </w:r>
    </w:p>
    <w:p w:rsidR="005B0461" w:rsidRDefault="005B0461" w:rsidP="005B0461">
      <w:r>
        <w:t>259.5124</w:t>
      </w:r>
      <w:r>
        <w:tab/>
        <w:t>1.013e0</w:t>
      </w:r>
    </w:p>
    <w:p w:rsidR="005B0461" w:rsidRDefault="005B0461" w:rsidP="005B0461">
      <w:r>
        <w:t>259.5205</w:t>
      </w:r>
      <w:r>
        <w:tab/>
        <w:t>1.013e0</w:t>
      </w:r>
    </w:p>
    <w:p w:rsidR="005B0461" w:rsidRDefault="005B0461" w:rsidP="005B0461">
      <w:r>
        <w:t>259.5244</w:t>
      </w:r>
      <w:r>
        <w:tab/>
        <w:t>1.013e0</w:t>
      </w:r>
    </w:p>
    <w:p w:rsidR="005B0461" w:rsidRDefault="005B0461" w:rsidP="005B0461">
      <w:r>
        <w:t>259.5857</w:t>
      </w:r>
      <w:r>
        <w:tab/>
        <w:t>1.013e0</w:t>
      </w:r>
    </w:p>
    <w:p w:rsidR="005B0461" w:rsidRDefault="005B0461" w:rsidP="005B0461">
      <w:r>
        <w:t>259.5928</w:t>
      </w:r>
      <w:r>
        <w:tab/>
        <w:t>3.038e0</w:t>
      </w:r>
    </w:p>
    <w:p w:rsidR="005B0461" w:rsidRDefault="005B0461" w:rsidP="005B0461">
      <w:r>
        <w:t>259.6243</w:t>
      </w:r>
      <w:r>
        <w:tab/>
        <w:t>1.013e0</w:t>
      </w:r>
    </w:p>
    <w:p w:rsidR="005B0461" w:rsidRDefault="005B0461" w:rsidP="005B0461">
      <w:r>
        <w:t>259.6322</w:t>
      </w:r>
      <w:r>
        <w:tab/>
        <w:t>1.013e0</w:t>
      </w:r>
    </w:p>
    <w:p w:rsidR="005B0461" w:rsidRDefault="005B0461" w:rsidP="005B0461">
      <w:r>
        <w:t>259.6402</w:t>
      </w:r>
      <w:r>
        <w:tab/>
        <w:t>1.013e0</w:t>
      </w:r>
    </w:p>
    <w:p w:rsidR="005B0461" w:rsidRDefault="005B0461" w:rsidP="005B0461">
      <w:r>
        <w:t>259.6440</w:t>
      </w:r>
      <w:r>
        <w:tab/>
        <w:t>1.013e0</w:t>
      </w:r>
    </w:p>
    <w:p w:rsidR="005B0461" w:rsidRDefault="005B0461" w:rsidP="005B0461">
      <w:r>
        <w:t>259.6956</w:t>
      </w:r>
      <w:r>
        <w:tab/>
        <w:t>2.025e0</w:t>
      </w:r>
    </w:p>
    <w:p w:rsidR="005B0461" w:rsidRDefault="005B0461" w:rsidP="005B0461">
      <w:r>
        <w:t>259.7032</w:t>
      </w:r>
      <w:r>
        <w:tab/>
        <w:t>3.709e0</w:t>
      </w:r>
    </w:p>
    <w:p w:rsidR="005B0461" w:rsidRDefault="005B0461" w:rsidP="005B0461">
      <w:r>
        <w:lastRenderedPageBreak/>
        <w:t>259.7093</w:t>
      </w:r>
      <w:r>
        <w:tab/>
        <w:t>1.013e0</w:t>
      </w:r>
    </w:p>
    <w:p w:rsidR="005B0461" w:rsidRDefault="005B0461" w:rsidP="005B0461">
      <w:r>
        <w:t>259.7353</w:t>
      </w:r>
      <w:r>
        <w:tab/>
        <w:t>1.013e0</w:t>
      </w:r>
    </w:p>
    <w:p w:rsidR="005B0461" w:rsidRDefault="005B0461" w:rsidP="005B0461">
      <w:r>
        <w:t>259.7440</w:t>
      </w:r>
      <w:r>
        <w:tab/>
        <w:t>2.025e0</w:t>
      </w:r>
    </w:p>
    <w:p w:rsidR="005B0461" w:rsidRDefault="005B0461" w:rsidP="005B0461">
      <w:r>
        <w:t>259.8078</w:t>
      </w:r>
      <w:r>
        <w:tab/>
        <w:t>2.025e0</w:t>
      </w:r>
    </w:p>
    <w:p w:rsidR="005B0461" w:rsidRDefault="005B0461" w:rsidP="005B0461">
      <w:r>
        <w:t>259.8120</w:t>
      </w:r>
      <w:r>
        <w:tab/>
        <w:t>4.051e0</w:t>
      </w:r>
    </w:p>
    <w:p w:rsidR="005B0461" w:rsidRDefault="005B0461" w:rsidP="005B0461">
      <w:r>
        <w:t>259.8170</w:t>
      </w:r>
      <w:r>
        <w:tab/>
        <w:t>2.025e0</w:t>
      </w:r>
    </w:p>
    <w:p w:rsidR="005B0461" w:rsidRDefault="005B0461" w:rsidP="005B0461">
      <w:r>
        <w:t>259.8637</w:t>
      </w:r>
      <w:r>
        <w:tab/>
        <w:t>1.013e0</w:t>
      </w:r>
    </w:p>
    <w:p w:rsidR="005B0461" w:rsidRDefault="005B0461" w:rsidP="005B0461">
      <w:r>
        <w:t>259.8756</w:t>
      </w:r>
      <w:r>
        <w:tab/>
        <w:t>1.013e0</w:t>
      </w:r>
    </w:p>
    <w:p w:rsidR="005B0461" w:rsidRDefault="005B0461" w:rsidP="005B0461">
      <w:r>
        <w:t>259.9063</w:t>
      </w:r>
      <w:r>
        <w:tab/>
        <w:t>1.013e0</w:t>
      </w:r>
    </w:p>
    <w:p w:rsidR="005B0461" w:rsidRDefault="005B0461" w:rsidP="005B0461">
      <w:r>
        <w:t>259.9277</w:t>
      </w:r>
      <w:r>
        <w:tab/>
        <w:t>1.013e0</w:t>
      </w:r>
    </w:p>
    <w:p w:rsidR="005B0461" w:rsidRDefault="005B0461" w:rsidP="005B0461">
      <w:r>
        <w:t>259.9321</w:t>
      </w:r>
      <w:r>
        <w:tab/>
        <w:t>3.038e0</w:t>
      </w:r>
    </w:p>
    <w:p w:rsidR="005B0461" w:rsidRDefault="005B0461" w:rsidP="005B0461">
      <w:r>
        <w:t>259.9374</w:t>
      </w:r>
      <w:r>
        <w:tab/>
        <w:t>5.063e0</w:t>
      </w:r>
    </w:p>
    <w:p w:rsidR="005B0461" w:rsidRDefault="005B0461" w:rsidP="005B0461">
      <w:r>
        <w:t>259.9545</w:t>
      </w:r>
      <w:r>
        <w:tab/>
        <w:t>3.038e0</w:t>
      </w:r>
    </w:p>
    <w:p w:rsidR="005B0461" w:rsidRDefault="005B0461" w:rsidP="005B0461">
      <w:r>
        <w:t>259.9567</w:t>
      </w:r>
      <w:r>
        <w:tab/>
        <w:t>3.038e0</w:t>
      </w:r>
    </w:p>
    <w:p w:rsidR="005B0461" w:rsidRDefault="005B0461" w:rsidP="005B0461">
      <w:r>
        <w:t>259.9852</w:t>
      </w:r>
      <w:r>
        <w:tab/>
        <w:t>3.697e0</w:t>
      </w:r>
    </w:p>
    <w:p w:rsidR="005B0461" w:rsidRDefault="005B0461" w:rsidP="005B0461">
      <w:r>
        <w:t>259.9988</w:t>
      </w:r>
      <w:r>
        <w:tab/>
        <w:t>6.076e0</w:t>
      </w:r>
    </w:p>
    <w:p w:rsidR="005B0461" w:rsidRDefault="005B0461" w:rsidP="005B0461">
      <w:r>
        <w:t>260.0148</w:t>
      </w:r>
      <w:r>
        <w:tab/>
        <w:t>4.051e0</w:t>
      </w:r>
    </w:p>
    <w:p w:rsidR="005B0461" w:rsidRDefault="005B0461" w:rsidP="005B0461">
      <w:r>
        <w:t>260.0181</w:t>
      </w:r>
      <w:r>
        <w:tab/>
        <w:t>3.038e0</w:t>
      </w:r>
    </w:p>
    <w:p w:rsidR="005B0461" w:rsidRDefault="005B0461" w:rsidP="005B0461">
      <w:r>
        <w:t>260.0284</w:t>
      </w:r>
      <w:r>
        <w:tab/>
        <w:t>6.769e0</w:t>
      </w:r>
    </w:p>
    <w:p w:rsidR="005B0461" w:rsidRDefault="005B0461" w:rsidP="005B0461">
      <w:r>
        <w:lastRenderedPageBreak/>
        <w:t>260.0652</w:t>
      </w:r>
      <w:r>
        <w:tab/>
        <w:t>1.823e0</w:t>
      </w:r>
    </w:p>
    <w:p w:rsidR="005B0461" w:rsidRDefault="005B0461" w:rsidP="005B0461">
      <w:r>
        <w:t>260.0717</w:t>
      </w:r>
      <w:r>
        <w:tab/>
        <w:t>5.063e0</w:t>
      </w:r>
    </w:p>
    <w:p w:rsidR="005B0461" w:rsidRDefault="005B0461" w:rsidP="005B0461">
      <w:r>
        <w:t>260.0765</w:t>
      </w:r>
      <w:r>
        <w:tab/>
        <w:t>5.063e0</w:t>
      </w:r>
    </w:p>
    <w:p w:rsidR="005B0461" w:rsidRDefault="005B0461" w:rsidP="005B0461">
      <w:r>
        <w:t>260.0866</w:t>
      </w:r>
      <w:r>
        <w:tab/>
        <w:t>1.636e0</w:t>
      </w:r>
    </w:p>
    <w:p w:rsidR="005B0461" w:rsidRDefault="005B0461" w:rsidP="005B0461">
      <w:r>
        <w:t>260.0932</w:t>
      </w:r>
      <w:r>
        <w:tab/>
        <w:t>1.665e0</w:t>
      </w:r>
    </w:p>
    <w:p w:rsidR="005B0461" w:rsidRDefault="005B0461" w:rsidP="005B0461">
      <w:r>
        <w:t>260.1163</w:t>
      </w:r>
      <w:r>
        <w:tab/>
        <w:t>2.025e0</w:t>
      </w:r>
    </w:p>
    <w:p w:rsidR="005B0461" w:rsidRDefault="005B0461" w:rsidP="005B0461">
      <w:r>
        <w:t>260.1275</w:t>
      </w:r>
      <w:r>
        <w:tab/>
        <w:t>4.051e0</w:t>
      </w:r>
    </w:p>
    <w:p w:rsidR="005B0461" w:rsidRDefault="005B0461" w:rsidP="005B0461">
      <w:r>
        <w:t>260.1300</w:t>
      </w:r>
      <w:r>
        <w:tab/>
        <w:t>3.038e0</w:t>
      </w:r>
    </w:p>
    <w:p w:rsidR="005B0461" w:rsidRDefault="005B0461" w:rsidP="005B0461">
      <w:r>
        <w:t>260.1371</w:t>
      </w:r>
      <w:r>
        <w:tab/>
        <w:t>4.051e0</w:t>
      </w:r>
    </w:p>
    <w:p w:rsidR="005B0461" w:rsidRDefault="005B0461" w:rsidP="005B0461">
      <w:r>
        <w:t>260.1441</w:t>
      </w:r>
      <w:r>
        <w:tab/>
        <w:t>2.718e0</w:t>
      </w:r>
    </w:p>
    <w:p w:rsidR="005B0461" w:rsidRDefault="005B0461" w:rsidP="005B0461">
      <w:r>
        <w:t>260.1705</w:t>
      </w:r>
      <w:r>
        <w:tab/>
        <w:t>7.089e0</w:t>
      </w:r>
    </w:p>
    <w:p w:rsidR="005B0461" w:rsidRDefault="005B0461" w:rsidP="005B0461">
      <w:r>
        <w:t>260.1771</w:t>
      </w:r>
      <w:r>
        <w:tab/>
        <w:t>5.751e0</w:t>
      </w:r>
    </w:p>
    <w:p w:rsidR="005B0461" w:rsidRDefault="005B0461" w:rsidP="005B0461">
      <w:r>
        <w:t>260.1845</w:t>
      </w:r>
      <w:r>
        <w:tab/>
        <w:t>1.013e0</w:t>
      </w:r>
    </w:p>
    <w:p w:rsidR="005B0461" w:rsidRDefault="005B0461" w:rsidP="005B0461">
      <w:r>
        <w:t>260.2022</w:t>
      </w:r>
      <w:r>
        <w:tab/>
        <w:t>2.025e0</w:t>
      </w:r>
    </w:p>
    <w:p w:rsidR="005B0461" w:rsidRDefault="005B0461" w:rsidP="005B0461">
      <w:r>
        <w:t>260.2074</w:t>
      </w:r>
      <w:r>
        <w:tab/>
        <w:t>5.063e0</w:t>
      </w:r>
    </w:p>
    <w:p w:rsidR="005B0461" w:rsidRDefault="005B0461" w:rsidP="005B0461">
      <w:r>
        <w:t>260.2130</w:t>
      </w:r>
      <w:r>
        <w:tab/>
        <w:t>4.051e0</w:t>
      </w:r>
    </w:p>
    <w:p w:rsidR="005B0461" w:rsidRDefault="005B0461" w:rsidP="005B0461">
      <w:r>
        <w:t>260.2404</w:t>
      </w:r>
      <w:r>
        <w:tab/>
        <w:t>5.450e0</w:t>
      </w:r>
    </w:p>
    <w:p w:rsidR="005B0461" w:rsidRDefault="005B0461" w:rsidP="005B0461">
      <w:r>
        <w:t>260.2793</w:t>
      </w:r>
      <w:r>
        <w:tab/>
        <w:t>1.013e0</w:t>
      </w:r>
    </w:p>
    <w:p w:rsidR="005B0461" w:rsidRDefault="005B0461" w:rsidP="005B0461">
      <w:r>
        <w:t>260.2923</w:t>
      </w:r>
      <w:r>
        <w:tab/>
        <w:t>1.013e0</w:t>
      </w:r>
    </w:p>
    <w:p w:rsidR="005B0461" w:rsidRDefault="005B0461" w:rsidP="005B0461">
      <w:r>
        <w:lastRenderedPageBreak/>
        <w:t>260.3004</w:t>
      </w:r>
      <w:r>
        <w:tab/>
        <w:t>1.013e0</w:t>
      </w:r>
    </w:p>
    <w:p w:rsidR="005B0461" w:rsidRDefault="005B0461" w:rsidP="005B0461">
      <w:r>
        <w:t>260.3270</w:t>
      </w:r>
      <w:r>
        <w:tab/>
        <w:t>1.013e0</w:t>
      </w:r>
    </w:p>
    <w:p w:rsidR="005B0461" w:rsidRDefault="005B0461" w:rsidP="005B0461">
      <w:r>
        <w:t>260.3390</w:t>
      </w:r>
      <w:r>
        <w:tab/>
        <w:t>1.013e0</w:t>
      </w:r>
    </w:p>
    <w:p w:rsidR="005B0461" w:rsidRDefault="005B0461" w:rsidP="005B0461">
      <w:r>
        <w:t>260.3516</w:t>
      </w:r>
      <w:r>
        <w:tab/>
        <w:t>1.013e0</w:t>
      </w:r>
    </w:p>
    <w:p w:rsidR="005B0461" w:rsidRDefault="005B0461" w:rsidP="005B0461">
      <w:r>
        <w:t>260.3612</w:t>
      </w:r>
      <w:r>
        <w:tab/>
        <w:t>1.013e0</w:t>
      </w:r>
    </w:p>
    <w:p w:rsidR="005B0461" w:rsidRDefault="005B0461" w:rsidP="005B0461">
      <w:r>
        <w:t>260.3950</w:t>
      </w:r>
      <w:r>
        <w:tab/>
        <w:t>1.013e0</w:t>
      </w:r>
    </w:p>
    <w:p w:rsidR="005B0461" w:rsidRDefault="005B0461" w:rsidP="005B0461">
      <w:r>
        <w:t>260.3998</w:t>
      </w:r>
      <w:r>
        <w:tab/>
        <w:t>1.013e0</w:t>
      </w:r>
    </w:p>
    <w:p w:rsidR="005B0461" w:rsidRDefault="005B0461" w:rsidP="005B0461">
      <w:r>
        <w:t>260.4240</w:t>
      </w:r>
      <w:r>
        <w:tab/>
        <w:t>2.025e0</w:t>
      </w:r>
    </w:p>
    <w:p w:rsidR="005B0461" w:rsidRDefault="005B0461" w:rsidP="005B0461">
      <w:r>
        <w:t>260.4626</w:t>
      </w:r>
      <w:r>
        <w:tab/>
        <w:t>1.013e0</w:t>
      </w:r>
    </w:p>
    <w:p w:rsidR="005B0461" w:rsidRDefault="005B0461" w:rsidP="005B0461">
      <w:r>
        <w:t>260.4815</w:t>
      </w:r>
      <w:r>
        <w:tab/>
        <w:t>2.025e0</w:t>
      </w:r>
    </w:p>
    <w:p w:rsidR="005B0461" w:rsidRDefault="005B0461" w:rsidP="005B0461">
      <w:r>
        <w:t>260.4955</w:t>
      </w:r>
      <w:r>
        <w:tab/>
        <w:t>3.038e0</w:t>
      </w:r>
    </w:p>
    <w:p w:rsidR="005B0461" w:rsidRDefault="005B0461" w:rsidP="005B0461">
      <w:r>
        <w:t>260.5012</w:t>
      </w:r>
      <w:r>
        <w:tab/>
        <w:t>1.013e0</w:t>
      </w:r>
    </w:p>
    <w:p w:rsidR="005B0461" w:rsidRDefault="005B0461" w:rsidP="005B0461">
      <w:r>
        <w:t>260.5107</w:t>
      </w:r>
      <w:r>
        <w:tab/>
        <w:t>1.013e0</w:t>
      </w:r>
    </w:p>
    <w:p w:rsidR="005B0461" w:rsidRDefault="005B0461" w:rsidP="005B0461">
      <w:r>
        <w:t>260.5280</w:t>
      </w:r>
      <w:r>
        <w:tab/>
        <w:t>2.025e0</w:t>
      </w:r>
    </w:p>
    <w:p w:rsidR="005B0461" w:rsidRDefault="005B0461" w:rsidP="005B0461">
      <w:r>
        <w:t>260.5370</w:t>
      </w:r>
      <w:r>
        <w:tab/>
        <w:t>2.025e0</w:t>
      </w:r>
    </w:p>
    <w:p w:rsidR="005B0461" w:rsidRDefault="005B0461" w:rsidP="005B0461">
      <w:r>
        <w:t>260.5631</w:t>
      </w:r>
      <w:r>
        <w:tab/>
        <w:t>4.051e0</w:t>
      </w:r>
    </w:p>
    <w:p w:rsidR="005B0461" w:rsidRDefault="005B0461" w:rsidP="005B0461">
      <w:r>
        <w:t>260.5927</w:t>
      </w:r>
      <w:r>
        <w:tab/>
        <w:t>1.013e0</w:t>
      </w:r>
    </w:p>
    <w:p w:rsidR="005B0461" w:rsidRDefault="005B0461" w:rsidP="005B0461">
      <w:r>
        <w:t>260.5995</w:t>
      </w:r>
      <w:r>
        <w:tab/>
        <w:t>3.038e0</w:t>
      </w:r>
    </w:p>
    <w:p w:rsidR="005B0461" w:rsidRDefault="005B0461" w:rsidP="005B0461">
      <w:r>
        <w:t>260.6133</w:t>
      </w:r>
      <w:r>
        <w:tab/>
        <w:t>1.013e0</w:t>
      </w:r>
    </w:p>
    <w:p w:rsidR="005B0461" w:rsidRDefault="005B0461" w:rsidP="005B0461">
      <w:r>
        <w:lastRenderedPageBreak/>
        <w:t>260.6439</w:t>
      </w:r>
      <w:r>
        <w:tab/>
        <w:t>1.013e0</w:t>
      </w:r>
    </w:p>
    <w:p w:rsidR="005B0461" w:rsidRDefault="005B0461" w:rsidP="005B0461">
      <w:r>
        <w:t>260.6652</w:t>
      </w:r>
      <w:r>
        <w:tab/>
        <w:t>3.038e0</w:t>
      </w:r>
    </w:p>
    <w:p w:rsidR="005B0461" w:rsidRDefault="005B0461" w:rsidP="005B0461">
      <w:r>
        <w:t>260.7211</w:t>
      </w:r>
      <w:r>
        <w:tab/>
        <w:t>1.013e0</w:t>
      </w:r>
    </w:p>
    <w:p w:rsidR="005B0461" w:rsidRDefault="005B0461" w:rsidP="005B0461">
      <w:r>
        <w:t>260.7422</w:t>
      </w:r>
      <w:r>
        <w:tab/>
        <w:t>1.013e0</w:t>
      </w:r>
    </w:p>
    <w:p w:rsidR="005B0461" w:rsidRDefault="005B0461" w:rsidP="005B0461">
      <w:r>
        <w:t>260.7444</w:t>
      </w:r>
      <w:r>
        <w:tab/>
        <w:t>3.038e0</w:t>
      </w:r>
    </w:p>
    <w:p w:rsidR="005B0461" w:rsidRDefault="005B0461" w:rsidP="005B0461">
      <w:r>
        <w:t>260.7558</w:t>
      </w:r>
      <w:r>
        <w:tab/>
        <w:t>2.025e0</w:t>
      </w:r>
    </w:p>
    <w:p w:rsidR="005B0461" w:rsidRDefault="005B0461" w:rsidP="005B0461">
      <w:r>
        <w:t>260.7829</w:t>
      </w:r>
      <w:r>
        <w:tab/>
        <w:t>4.461e0</w:t>
      </w:r>
    </w:p>
    <w:p w:rsidR="005B0461" w:rsidRDefault="005B0461" w:rsidP="005B0461">
      <w:r>
        <w:t>260.7931</w:t>
      </w:r>
      <w:r>
        <w:tab/>
        <w:t>2.025e0</w:t>
      </w:r>
    </w:p>
    <w:p w:rsidR="005B0461" w:rsidRDefault="005B0461" w:rsidP="005B0461">
      <w:r>
        <w:t>260.8103</w:t>
      </w:r>
      <w:r>
        <w:tab/>
        <w:t>1.013e0</w:t>
      </w:r>
    </w:p>
    <w:p w:rsidR="005B0461" w:rsidRDefault="005B0461" w:rsidP="005B0461">
      <w:r>
        <w:t>260.8184</w:t>
      </w:r>
      <w:r>
        <w:tab/>
        <w:t>3.038e0</w:t>
      </w:r>
    </w:p>
    <w:p w:rsidR="005B0461" w:rsidRDefault="005B0461" w:rsidP="005B0461">
      <w:r>
        <w:t>260.8216</w:t>
      </w:r>
      <w:r>
        <w:tab/>
        <w:t>2.025e0</w:t>
      </w:r>
    </w:p>
    <w:p w:rsidR="005B0461" w:rsidRDefault="005B0461" w:rsidP="005B0461">
      <w:r>
        <w:t>260.8757</w:t>
      </w:r>
      <w:r>
        <w:tab/>
        <w:t>2.025e0</w:t>
      </w:r>
    </w:p>
    <w:p w:rsidR="005B0461" w:rsidRDefault="005B0461" w:rsidP="005B0461">
      <w:r>
        <w:t>260.8797</w:t>
      </w:r>
      <w:r>
        <w:tab/>
        <w:t>1.013e0</w:t>
      </w:r>
    </w:p>
    <w:p w:rsidR="005B0461" w:rsidRDefault="005B0461" w:rsidP="005B0461">
      <w:r>
        <w:t>260.9016</w:t>
      </w:r>
      <w:r>
        <w:tab/>
        <w:t>1.013e0</w:t>
      </w:r>
    </w:p>
    <w:p w:rsidR="005B0461" w:rsidRDefault="005B0461" w:rsidP="005B0461">
      <w:r>
        <w:t>260.9163</w:t>
      </w:r>
      <w:r>
        <w:tab/>
        <w:t>2.025e0</w:t>
      </w:r>
    </w:p>
    <w:p w:rsidR="005B0461" w:rsidRDefault="005B0461" w:rsidP="005B0461">
      <w:r>
        <w:t>260.9183</w:t>
      </w:r>
      <w:r>
        <w:tab/>
        <w:t>2.025e0</w:t>
      </w:r>
    </w:p>
    <w:p w:rsidR="005B0461" w:rsidRDefault="005B0461" w:rsidP="005B0461">
      <w:r>
        <w:t>260.9333</w:t>
      </w:r>
      <w:r>
        <w:tab/>
        <w:t>2.025e0</w:t>
      </w:r>
    </w:p>
    <w:p w:rsidR="005B0461" w:rsidRDefault="005B0461" w:rsidP="005B0461">
      <w:r>
        <w:t>261.0001</w:t>
      </w:r>
      <w:r>
        <w:tab/>
        <w:t>2.734e1</w:t>
      </w:r>
    </w:p>
    <w:p w:rsidR="005B0461" w:rsidRDefault="005B0461" w:rsidP="005B0461">
      <w:r>
        <w:t>261.0045</w:t>
      </w:r>
      <w:r>
        <w:tab/>
        <w:t>2.906e1</w:t>
      </w:r>
    </w:p>
    <w:p w:rsidR="005B0461" w:rsidRDefault="005B0461" w:rsidP="005B0461">
      <w:r>
        <w:lastRenderedPageBreak/>
        <w:t>261.0442</w:t>
      </w:r>
      <w:r>
        <w:tab/>
        <w:t>3.936e0</w:t>
      </w:r>
    </w:p>
    <w:p w:rsidR="005B0461" w:rsidRDefault="005B0461" w:rsidP="005B0461">
      <w:r>
        <w:t>261.0461</w:t>
      </w:r>
      <w:r>
        <w:tab/>
        <w:t>3.519e0</w:t>
      </w:r>
    </w:p>
    <w:p w:rsidR="005B0461" w:rsidRDefault="005B0461" w:rsidP="005B0461">
      <w:r>
        <w:t>261.0492</w:t>
      </w:r>
      <w:r>
        <w:tab/>
        <w:t>2.025e0</w:t>
      </w:r>
    </w:p>
    <w:p w:rsidR="005B0461" w:rsidRDefault="005B0461" w:rsidP="005B0461">
      <w:r>
        <w:t>261.0678</w:t>
      </w:r>
      <w:r>
        <w:tab/>
        <w:t>3.038e0</w:t>
      </w:r>
    </w:p>
    <w:p w:rsidR="005B0461" w:rsidRDefault="005B0461" w:rsidP="005B0461">
      <w:r>
        <w:t>261.0709</w:t>
      </w:r>
      <w:r>
        <w:tab/>
        <w:t>2.025e0</w:t>
      </w:r>
    </w:p>
    <w:p w:rsidR="005B0461" w:rsidRDefault="005B0461" w:rsidP="005B0461">
      <w:r>
        <w:t>261.0885</w:t>
      </w:r>
      <w:r>
        <w:tab/>
        <w:t>2.025e0</w:t>
      </w:r>
    </w:p>
    <w:p w:rsidR="005B0461" w:rsidRDefault="005B0461" w:rsidP="005B0461">
      <w:r>
        <w:t>261.1293</w:t>
      </w:r>
      <w:r>
        <w:tab/>
        <w:t>1.402e1</w:t>
      </w:r>
    </w:p>
    <w:p w:rsidR="005B0461" w:rsidRDefault="005B0461" w:rsidP="005B0461">
      <w:r>
        <w:t>261.1343</w:t>
      </w:r>
      <w:r>
        <w:tab/>
        <w:t>1.026e1</w:t>
      </w:r>
    </w:p>
    <w:p w:rsidR="005B0461" w:rsidRDefault="005B0461" w:rsidP="005B0461">
      <w:r>
        <w:t>261.1382</w:t>
      </w:r>
      <w:r>
        <w:tab/>
        <w:t>5.063e0</w:t>
      </w:r>
    </w:p>
    <w:p w:rsidR="005B0461" w:rsidRDefault="005B0461" w:rsidP="005B0461">
      <w:r>
        <w:t>261.1511</w:t>
      </w:r>
      <w:r>
        <w:tab/>
        <w:t>2.654e0</w:t>
      </w:r>
    </w:p>
    <w:p w:rsidR="005B0461" w:rsidRDefault="005B0461" w:rsidP="005B0461">
      <w:r>
        <w:t>261.1888</w:t>
      </w:r>
      <w:r>
        <w:tab/>
        <w:t>1.013e0</w:t>
      </w:r>
    </w:p>
    <w:p w:rsidR="005B0461" w:rsidRDefault="005B0461" w:rsidP="005B0461">
      <w:r>
        <w:t>261.1989</w:t>
      </w:r>
      <w:r>
        <w:tab/>
        <w:t>3.038e0</w:t>
      </w:r>
    </w:p>
    <w:p w:rsidR="005B0461" w:rsidRDefault="005B0461" w:rsidP="005B0461">
      <w:r>
        <w:t>261.2082</w:t>
      </w:r>
      <w:r>
        <w:tab/>
        <w:t>6.076e0</w:t>
      </w:r>
    </w:p>
    <w:p w:rsidR="005B0461" w:rsidRDefault="005B0461" w:rsidP="005B0461">
      <w:r>
        <w:t>261.2156</w:t>
      </w:r>
      <w:r>
        <w:tab/>
        <w:t>1.013e0</w:t>
      </w:r>
    </w:p>
    <w:p w:rsidR="005B0461" w:rsidRDefault="005B0461" w:rsidP="005B0461">
      <w:r>
        <w:t>261.2218</w:t>
      </w:r>
      <w:r>
        <w:tab/>
        <w:t>4.051e0</w:t>
      </w:r>
    </w:p>
    <w:p w:rsidR="005B0461" w:rsidRDefault="005B0461" w:rsidP="005B0461">
      <w:r>
        <w:t>261.2313</w:t>
      </w:r>
      <w:r>
        <w:tab/>
        <w:t>3.038e0</w:t>
      </w:r>
    </w:p>
    <w:p w:rsidR="005B0461" w:rsidRDefault="005B0461" w:rsidP="005B0461">
      <w:r>
        <w:t>261.2430</w:t>
      </w:r>
      <w:r>
        <w:tab/>
        <w:t>4.051e0</w:t>
      </w:r>
    </w:p>
    <w:p w:rsidR="005B0461" w:rsidRDefault="005B0461" w:rsidP="005B0461">
      <w:r>
        <w:t>261.2621</w:t>
      </w:r>
      <w:r>
        <w:tab/>
        <w:t>1.013e0</w:t>
      </w:r>
    </w:p>
    <w:p w:rsidR="005B0461" w:rsidRDefault="005B0461" w:rsidP="005B0461">
      <w:r>
        <w:t>261.2709</w:t>
      </w:r>
      <w:r>
        <w:tab/>
        <w:t>2.025e0</w:t>
      </w:r>
    </w:p>
    <w:p w:rsidR="005B0461" w:rsidRDefault="005B0461" w:rsidP="005B0461">
      <w:r>
        <w:lastRenderedPageBreak/>
        <w:t>261.2969</w:t>
      </w:r>
      <w:r>
        <w:tab/>
        <w:t>2.025e0</w:t>
      </w:r>
    </w:p>
    <w:p w:rsidR="005B0461" w:rsidRDefault="005B0461" w:rsidP="005B0461">
      <w:r>
        <w:t>261.3127</w:t>
      </w:r>
      <w:r>
        <w:tab/>
        <w:t>1.013e0</w:t>
      </w:r>
    </w:p>
    <w:p w:rsidR="005B0461" w:rsidRDefault="005B0461" w:rsidP="005B0461">
      <w:r>
        <w:t>261.3394</w:t>
      </w:r>
      <w:r>
        <w:tab/>
        <w:t>1.013e0</w:t>
      </w:r>
    </w:p>
    <w:p w:rsidR="005B0461" w:rsidRDefault="005B0461" w:rsidP="005B0461">
      <w:r>
        <w:t>261.3474</w:t>
      </w:r>
      <w:r>
        <w:tab/>
        <w:t>1.013e0</w:t>
      </w:r>
    </w:p>
    <w:p w:rsidR="005B0461" w:rsidRDefault="005B0461" w:rsidP="005B0461">
      <w:r>
        <w:t>261.3655</w:t>
      </w:r>
      <w:r>
        <w:tab/>
        <w:t>1.013e0</w:t>
      </w:r>
    </w:p>
    <w:p w:rsidR="005B0461" w:rsidRDefault="005B0461" w:rsidP="005B0461">
      <w:r>
        <w:t>261.3861</w:t>
      </w:r>
      <w:r>
        <w:tab/>
        <w:t>1.013e0</w:t>
      </w:r>
    </w:p>
    <w:p w:rsidR="005B0461" w:rsidRDefault="005B0461" w:rsidP="005B0461">
      <w:r>
        <w:t>261.3881</w:t>
      </w:r>
      <w:r>
        <w:tab/>
        <w:t>2.025e0</w:t>
      </w:r>
    </w:p>
    <w:p w:rsidR="005B0461" w:rsidRDefault="005B0461" w:rsidP="005B0461">
      <w:r>
        <w:t>261.4128</w:t>
      </w:r>
      <w:r>
        <w:tab/>
        <w:t>1.013e0</w:t>
      </w:r>
    </w:p>
    <w:p w:rsidR="005B0461" w:rsidRDefault="005B0461" w:rsidP="005B0461">
      <w:r>
        <w:t>261.4215</w:t>
      </w:r>
      <w:r>
        <w:tab/>
        <w:t>4.051e0</w:t>
      </w:r>
    </w:p>
    <w:p w:rsidR="005B0461" w:rsidRDefault="005B0461" w:rsidP="005B0461">
      <w:r>
        <w:t>261.4476</w:t>
      </w:r>
      <w:r>
        <w:tab/>
        <w:t>1.013e0</w:t>
      </w:r>
    </w:p>
    <w:p w:rsidR="005B0461" w:rsidRDefault="005B0461" w:rsidP="005B0461">
      <w:r>
        <w:t>261.4634</w:t>
      </w:r>
      <w:r>
        <w:tab/>
        <w:t>1.013e0</w:t>
      </w:r>
    </w:p>
    <w:p w:rsidR="005B0461" w:rsidRDefault="005B0461" w:rsidP="005B0461">
      <w:r>
        <w:t>261.4849</w:t>
      </w:r>
      <w:r>
        <w:tab/>
        <w:t>3.038e0</w:t>
      </w:r>
    </w:p>
    <w:p w:rsidR="005B0461" w:rsidRDefault="005B0461" w:rsidP="005B0461">
      <w:r>
        <w:t>261.4997</w:t>
      </w:r>
      <w:r>
        <w:tab/>
        <w:t>4.051e0</w:t>
      </w:r>
    </w:p>
    <w:p w:rsidR="005B0461" w:rsidRDefault="005B0461" w:rsidP="005B0461">
      <w:r>
        <w:t>261.5189</w:t>
      </w:r>
      <w:r>
        <w:tab/>
        <w:t>2.025e0</w:t>
      </w:r>
    </w:p>
    <w:p w:rsidR="005B0461" w:rsidRDefault="005B0461" w:rsidP="005B0461">
      <w:r>
        <w:t>261.5583</w:t>
      </w:r>
      <w:r>
        <w:tab/>
        <w:t>2.025e0</w:t>
      </w:r>
    </w:p>
    <w:p w:rsidR="005B0461" w:rsidRDefault="005B0461" w:rsidP="005B0461">
      <w:r>
        <w:t>261.5600</w:t>
      </w:r>
      <w:r>
        <w:tab/>
        <w:t>2.025e0</w:t>
      </w:r>
    </w:p>
    <w:p w:rsidR="005B0461" w:rsidRDefault="005B0461" w:rsidP="005B0461">
      <w:r>
        <w:t>261.5675</w:t>
      </w:r>
      <w:r>
        <w:tab/>
        <w:t>2.025e0</w:t>
      </w:r>
    </w:p>
    <w:p w:rsidR="005B0461" w:rsidRDefault="005B0461" w:rsidP="005B0461">
      <w:r>
        <w:t>261.6060</w:t>
      </w:r>
      <w:r>
        <w:tab/>
        <w:t>1.013e0</w:t>
      </w:r>
    </w:p>
    <w:p w:rsidR="005B0461" w:rsidRDefault="005B0461" w:rsidP="005B0461">
      <w:r>
        <w:t>261.6100</w:t>
      </w:r>
      <w:r>
        <w:tab/>
        <w:t>1.013e0</w:t>
      </w:r>
    </w:p>
    <w:p w:rsidR="005B0461" w:rsidRDefault="005B0461" w:rsidP="005B0461">
      <w:r>
        <w:lastRenderedPageBreak/>
        <w:t>261.6141</w:t>
      </w:r>
      <w:r>
        <w:tab/>
        <w:t>1.013e0</w:t>
      </w:r>
    </w:p>
    <w:p w:rsidR="005B0461" w:rsidRDefault="005B0461" w:rsidP="005B0461">
      <w:r>
        <w:t>261.6447</w:t>
      </w:r>
      <w:r>
        <w:tab/>
        <w:t>3.038e0</w:t>
      </w:r>
    </w:p>
    <w:p w:rsidR="005B0461" w:rsidRDefault="005B0461" w:rsidP="005B0461">
      <w:r>
        <w:t>261.6487</w:t>
      </w:r>
      <w:r>
        <w:tab/>
        <w:t>1.013e0</w:t>
      </w:r>
    </w:p>
    <w:p w:rsidR="005B0461" w:rsidRDefault="005B0461" w:rsidP="005B0461">
      <w:r>
        <w:t>261.6701</w:t>
      </w:r>
      <w:r>
        <w:tab/>
        <w:t>2.025e0</w:t>
      </w:r>
    </w:p>
    <w:p w:rsidR="005B0461" w:rsidRDefault="005B0461" w:rsidP="005B0461">
      <w:r>
        <w:t>261.6938</w:t>
      </w:r>
      <w:r>
        <w:tab/>
        <w:t>5.063e0</w:t>
      </w:r>
    </w:p>
    <w:p w:rsidR="005B0461" w:rsidRDefault="005B0461" w:rsidP="005B0461">
      <w:r>
        <w:t>261.7109</w:t>
      </w:r>
      <w:r>
        <w:tab/>
        <w:t>3.038e0</w:t>
      </w:r>
    </w:p>
    <w:p w:rsidR="005B0461" w:rsidRDefault="005B0461" w:rsidP="005B0461">
      <w:r>
        <w:t>261.7301</w:t>
      </w:r>
      <w:r>
        <w:tab/>
        <w:t>1.013e0</w:t>
      </w:r>
    </w:p>
    <w:p w:rsidR="005B0461" w:rsidRDefault="005B0461" w:rsidP="005B0461">
      <w:r>
        <w:t>261.7374</w:t>
      </w:r>
      <w:r>
        <w:tab/>
        <w:t>2.025e0</w:t>
      </w:r>
    </w:p>
    <w:p w:rsidR="005B0461" w:rsidRDefault="005B0461" w:rsidP="005B0461">
      <w:r>
        <w:t>261.7478</w:t>
      </w:r>
      <w:r>
        <w:tab/>
        <w:t>1.013e0</w:t>
      </w:r>
    </w:p>
    <w:p w:rsidR="005B0461" w:rsidRDefault="005B0461" w:rsidP="005B0461">
      <w:r>
        <w:t>261.7607</w:t>
      </w:r>
      <w:r>
        <w:tab/>
        <w:t>1.013e0</w:t>
      </w:r>
    </w:p>
    <w:p w:rsidR="005B0461" w:rsidRDefault="005B0461" w:rsidP="005B0461">
      <w:r>
        <w:t>261.7727</w:t>
      </w:r>
      <w:r>
        <w:tab/>
        <w:t>1.013e0</w:t>
      </w:r>
    </w:p>
    <w:p w:rsidR="005B0461" w:rsidRDefault="005B0461" w:rsidP="005B0461">
      <w:r>
        <w:t>261.7817</w:t>
      </w:r>
      <w:r>
        <w:tab/>
        <w:t>1.013e0</w:t>
      </w:r>
    </w:p>
    <w:p w:rsidR="005B0461" w:rsidRDefault="005B0461" w:rsidP="005B0461">
      <w:r>
        <w:t>261.7851</w:t>
      </w:r>
      <w:r>
        <w:tab/>
        <w:t>3.038e0</w:t>
      </w:r>
    </w:p>
    <w:p w:rsidR="005B0461" w:rsidRDefault="005B0461" w:rsidP="005B0461">
      <w:r>
        <w:t>261.8302</w:t>
      </w:r>
      <w:r>
        <w:tab/>
        <w:t>1.013e0</w:t>
      </w:r>
    </w:p>
    <w:p w:rsidR="005B0461" w:rsidRDefault="005B0461" w:rsidP="005B0461">
      <w:r>
        <w:t>261.9028</w:t>
      </w:r>
      <w:r>
        <w:tab/>
        <w:t>1.013e0</w:t>
      </w:r>
    </w:p>
    <w:p w:rsidR="005B0461" w:rsidRDefault="005B0461" w:rsidP="005B0461">
      <w:r>
        <w:t>261.9195</w:t>
      </w:r>
      <w:r>
        <w:tab/>
        <w:t>1.013e0</w:t>
      </w:r>
    </w:p>
    <w:p w:rsidR="005B0461" w:rsidRDefault="005B0461" w:rsidP="005B0461">
      <w:r>
        <w:t>261.9386</w:t>
      </w:r>
      <w:r>
        <w:tab/>
        <w:t>2.025e0</w:t>
      </w:r>
    </w:p>
    <w:p w:rsidR="005B0461" w:rsidRDefault="005B0461" w:rsidP="005B0461">
      <w:r>
        <w:t>261.9463</w:t>
      </w:r>
      <w:r>
        <w:tab/>
        <w:t>1.013e0</w:t>
      </w:r>
    </w:p>
    <w:p w:rsidR="005B0461" w:rsidRDefault="005B0461" w:rsidP="005B0461">
      <w:r>
        <w:t>261.9787</w:t>
      </w:r>
      <w:r>
        <w:tab/>
        <w:t>4.051e0</w:t>
      </w:r>
    </w:p>
    <w:p w:rsidR="005B0461" w:rsidRDefault="005B0461" w:rsidP="005B0461">
      <w:r>
        <w:lastRenderedPageBreak/>
        <w:t>261.9892</w:t>
      </w:r>
      <w:r>
        <w:tab/>
        <w:t>4.051e0</w:t>
      </w:r>
    </w:p>
    <w:p w:rsidR="005B0461" w:rsidRDefault="005B0461" w:rsidP="005B0461">
      <w:r>
        <w:t>262.0020</w:t>
      </w:r>
      <w:r>
        <w:tab/>
        <w:t>4.051e0</w:t>
      </w:r>
    </w:p>
    <w:p w:rsidR="005B0461" w:rsidRDefault="005B0461" w:rsidP="005B0461">
      <w:r>
        <w:t>262.0153</w:t>
      </w:r>
      <w:r>
        <w:tab/>
        <w:t>3.038e0</w:t>
      </w:r>
    </w:p>
    <w:p w:rsidR="005B0461" w:rsidRDefault="005B0461" w:rsidP="005B0461">
      <w:r>
        <w:t>262.0184</w:t>
      </w:r>
      <w:r>
        <w:tab/>
        <w:t>5.063e0</w:t>
      </w:r>
    </w:p>
    <w:p w:rsidR="005B0461" w:rsidRDefault="005B0461" w:rsidP="005B0461">
      <w:r>
        <w:t>262.0395</w:t>
      </w:r>
      <w:r>
        <w:tab/>
        <w:t>4.051e0</w:t>
      </w:r>
    </w:p>
    <w:p w:rsidR="005B0461" w:rsidRDefault="005B0461" w:rsidP="005B0461">
      <w:r>
        <w:t>262.0562</w:t>
      </w:r>
      <w:r>
        <w:tab/>
        <w:t>2.025e0</w:t>
      </w:r>
    </w:p>
    <w:p w:rsidR="005B0461" w:rsidRDefault="005B0461" w:rsidP="005B0461">
      <w:r>
        <w:t>262.0683</w:t>
      </w:r>
      <w:r>
        <w:tab/>
        <w:t>1.742e0</w:t>
      </w:r>
    </w:p>
    <w:p w:rsidR="005B0461" w:rsidRDefault="005B0461" w:rsidP="005B0461">
      <w:r>
        <w:t>262.0884</w:t>
      </w:r>
      <w:r>
        <w:tab/>
        <w:t>3.038e0</w:t>
      </w:r>
    </w:p>
    <w:p w:rsidR="005B0461" w:rsidRDefault="005B0461" w:rsidP="005B0461">
      <w:r>
        <w:t>262.1109</w:t>
      </w:r>
      <w:r>
        <w:tab/>
        <w:t>2.025e0</w:t>
      </w:r>
    </w:p>
    <w:p w:rsidR="005B0461" w:rsidRDefault="005B0461" w:rsidP="005B0461">
      <w:r>
        <w:t>262.1273</w:t>
      </w:r>
      <w:r>
        <w:tab/>
        <w:t>3.038e0</w:t>
      </w:r>
    </w:p>
    <w:p w:rsidR="005B0461" w:rsidRDefault="005B0461" w:rsidP="005B0461">
      <w:r>
        <w:t>262.1324</w:t>
      </w:r>
      <w:r>
        <w:tab/>
        <w:t>3.013e0</w:t>
      </w:r>
    </w:p>
    <w:p w:rsidR="005B0461" w:rsidRDefault="005B0461" w:rsidP="005B0461">
      <w:r>
        <w:t>262.1411</w:t>
      </w:r>
      <w:r>
        <w:tab/>
        <w:t>6.076e0</w:t>
      </w:r>
    </w:p>
    <w:p w:rsidR="005B0461" w:rsidRDefault="005B0461" w:rsidP="005B0461">
      <w:r>
        <w:t>262.1633</w:t>
      </w:r>
      <w:r>
        <w:tab/>
        <w:t>1.939e0</w:t>
      </w:r>
    </w:p>
    <w:p w:rsidR="005B0461" w:rsidRDefault="005B0461" w:rsidP="005B0461">
      <w:r>
        <w:t>262.1729</w:t>
      </w:r>
      <w:r>
        <w:tab/>
        <w:t>3.038e0</w:t>
      </w:r>
    </w:p>
    <w:p w:rsidR="005B0461" w:rsidRDefault="005B0461" w:rsidP="005B0461">
      <w:r>
        <w:t>262.1863</w:t>
      </w:r>
      <w:r>
        <w:tab/>
        <w:t>1.013e0</w:t>
      </w:r>
    </w:p>
    <w:p w:rsidR="005B0461" w:rsidRDefault="005B0461" w:rsidP="005B0461">
      <w:r>
        <w:t>262.1902</w:t>
      </w:r>
      <w:r>
        <w:tab/>
        <w:t>3.038e0</w:t>
      </w:r>
    </w:p>
    <w:p w:rsidR="005B0461" w:rsidRDefault="005B0461" w:rsidP="005B0461">
      <w:r>
        <w:t>262.2083</w:t>
      </w:r>
      <w:r>
        <w:tab/>
        <w:t>1.013e0</w:t>
      </w:r>
    </w:p>
    <w:p w:rsidR="005B0461" w:rsidRDefault="005B0461" w:rsidP="005B0461">
      <w:r>
        <w:t>262.2290</w:t>
      </w:r>
      <w:r>
        <w:tab/>
        <w:t>2.025e0</w:t>
      </w:r>
    </w:p>
    <w:p w:rsidR="005B0461" w:rsidRDefault="005B0461" w:rsidP="005B0461">
      <w:r>
        <w:t>262.2490</w:t>
      </w:r>
      <w:r>
        <w:tab/>
        <w:t>2.025e0</w:t>
      </w:r>
    </w:p>
    <w:p w:rsidR="005B0461" w:rsidRDefault="005B0461" w:rsidP="005B0461">
      <w:r>
        <w:lastRenderedPageBreak/>
        <w:t>262.2690</w:t>
      </w:r>
      <w:r>
        <w:tab/>
        <w:t>3.038e0</w:t>
      </w:r>
    </w:p>
    <w:p w:rsidR="005B0461" w:rsidRDefault="005B0461" w:rsidP="005B0461">
      <w:r>
        <w:t>262.2762</w:t>
      </w:r>
      <w:r>
        <w:tab/>
        <w:t>1.013e0</w:t>
      </w:r>
    </w:p>
    <w:p w:rsidR="005B0461" w:rsidRDefault="005B0461" w:rsidP="005B0461">
      <w:r>
        <w:t>262.2944</w:t>
      </w:r>
      <w:r>
        <w:tab/>
        <w:t>1.013e0</w:t>
      </w:r>
    </w:p>
    <w:p w:rsidR="005B0461" w:rsidRDefault="005B0461" w:rsidP="005B0461">
      <w:r>
        <w:t>262.3102</w:t>
      </w:r>
      <w:r>
        <w:tab/>
        <w:t>1.013e0</w:t>
      </w:r>
    </w:p>
    <w:p w:rsidR="005B0461" w:rsidRDefault="005B0461" w:rsidP="005B0461">
      <w:r>
        <w:t>262.3292</w:t>
      </w:r>
      <w:r>
        <w:tab/>
        <w:t>1.013e0</w:t>
      </w:r>
    </w:p>
    <w:p w:rsidR="005B0461" w:rsidRDefault="005B0461" w:rsidP="005B0461">
      <w:r>
        <w:t>262.3370</w:t>
      </w:r>
      <w:r>
        <w:tab/>
        <w:t>1.013e0</w:t>
      </w:r>
    </w:p>
    <w:p w:rsidR="005B0461" w:rsidRDefault="005B0461" w:rsidP="005B0461">
      <w:r>
        <w:t>262.3586</w:t>
      </w:r>
      <w:r>
        <w:tab/>
        <w:t>1.013e0</w:t>
      </w:r>
    </w:p>
    <w:p w:rsidR="005B0461" w:rsidRDefault="005B0461" w:rsidP="005B0461">
      <w:r>
        <w:t>262.3758</w:t>
      </w:r>
      <w:r>
        <w:tab/>
        <w:t>1.013e0</w:t>
      </w:r>
    </w:p>
    <w:p w:rsidR="005B0461" w:rsidRDefault="005B0461" w:rsidP="005B0461">
      <w:r>
        <w:t>262.3837</w:t>
      </w:r>
      <w:r>
        <w:tab/>
        <w:t>1.013e0</w:t>
      </w:r>
    </w:p>
    <w:p w:rsidR="005B0461" w:rsidRDefault="005B0461" w:rsidP="005B0461">
      <w:r>
        <w:t>262.3926</w:t>
      </w:r>
      <w:r>
        <w:tab/>
        <w:t>1.013e0</w:t>
      </w:r>
    </w:p>
    <w:p w:rsidR="005B0461" w:rsidRDefault="005B0461" w:rsidP="005B0461">
      <w:r>
        <w:t>262.4302</w:t>
      </w:r>
      <w:r>
        <w:tab/>
        <w:t>2.025e0</w:t>
      </w:r>
    </w:p>
    <w:p w:rsidR="005B0461" w:rsidRDefault="005B0461" w:rsidP="005B0461">
      <w:r>
        <w:t>262.4619</w:t>
      </w:r>
      <w:r>
        <w:tab/>
        <w:t>5.063e0</w:t>
      </w:r>
    </w:p>
    <w:p w:rsidR="005B0461" w:rsidRDefault="005B0461" w:rsidP="005B0461">
      <w:r>
        <w:t>262.4716</w:t>
      </w:r>
      <w:r>
        <w:tab/>
        <w:t>3.038e0</w:t>
      </w:r>
    </w:p>
    <w:p w:rsidR="005B0461" w:rsidRDefault="005B0461" w:rsidP="005B0461">
      <w:r>
        <w:t>262.4779</w:t>
      </w:r>
      <w:r>
        <w:tab/>
        <w:t>2.025e0</w:t>
      </w:r>
    </w:p>
    <w:p w:rsidR="005B0461" w:rsidRDefault="005B0461" w:rsidP="005B0461">
      <w:r>
        <w:t>262.5042</w:t>
      </w:r>
      <w:r>
        <w:tab/>
        <w:t>1.013e0</w:t>
      </w:r>
    </w:p>
    <w:p w:rsidR="005B0461" w:rsidRDefault="005B0461" w:rsidP="005B0461">
      <w:r>
        <w:t>262.5385</w:t>
      </w:r>
      <w:r>
        <w:tab/>
        <w:t>1.013e0</w:t>
      </w:r>
    </w:p>
    <w:p w:rsidR="005B0461" w:rsidRDefault="005B0461" w:rsidP="005B0461">
      <w:r>
        <w:t>262.5522</w:t>
      </w:r>
      <w:r>
        <w:tab/>
        <w:t>5.063e0</w:t>
      </w:r>
    </w:p>
    <w:p w:rsidR="005B0461" w:rsidRDefault="005B0461" w:rsidP="005B0461">
      <w:r>
        <w:t>262.5533</w:t>
      </w:r>
      <w:r>
        <w:tab/>
        <w:t>6.076e0</w:t>
      </w:r>
    </w:p>
    <w:p w:rsidR="005B0461" w:rsidRDefault="005B0461" w:rsidP="005B0461">
      <w:r>
        <w:t>262.5549</w:t>
      </w:r>
      <w:r>
        <w:tab/>
        <w:t>6.076e0</w:t>
      </w:r>
    </w:p>
    <w:p w:rsidR="005B0461" w:rsidRDefault="005B0461" w:rsidP="005B0461">
      <w:r>
        <w:lastRenderedPageBreak/>
        <w:t>262.5741</w:t>
      </w:r>
      <w:r>
        <w:tab/>
        <w:t>3.038e0</w:t>
      </w:r>
    </w:p>
    <w:p w:rsidR="005B0461" w:rsidRDefault="005B0461" w:rsidP="005B0461">
      <w:r>
        <w:t>262.5845</w:t>
      </w:r>
      <w:r>
        <w:tab/>
        <w:t>2.025e0</w:t>
      </w:r>
    </w:p>
    <w:p w:rsidR="005B0461" w:rsidRDefault="005B0461" w:rsidP="005B0461">
      <w:r>
        <w:t>262.6255</w:t>
      </w:r>
      <w:r>
        <w:tab/>
        <w:t>4.051e0</w:t>
      </w:r>
    </w:p>
    <w:p w:rsidR="005B0461" w:rsidRDefault="005B0461" w:rsidP="005B0461">
      <w:r>
        <w:t>262.6387</w:t>
      </w:r>
      <w:r>
        <w:tab/>
        <w:t>1.013e0</w:t>
      </w:r>
    </w:p>
    <w:p w:rsidR="005B0461" w:rsidRDefault="005B0461" w:rsidP="005B0461">
      <w:r>
        <w:t>262.6735</w:t>
      </w:r>
      <w:r>
        <w:tab/>
        <w:t>1.013e0</w:t>
      </w:r>
    </w:p>
    <w:p w:rsidR="005B0461" w:rsidRDefault="005B0461" w:rsidP="005B0461">
      <w:r>
        <w:t>262.7201</w:t>
      </w:r>
      <w:r>
        <w:tab/>
        <w:t>5.063e0</w:t>
      </w:r>
    </w:p>
    <w:p w:rsidR="005B0461" w:rsidRDefault="005B0461" w:rsidP="005B0461">
      <w:r>
        <w:t>262.7470</w:t>
      </w:r>
      <w:r>
        <w:tab/>
        <w:t>1.013e0</w:t>
      </w:r>
    </w:p>
    <w:p w:rsidR="005B0461" w:rsidRDefault="005B0461" w:rsidP="005B0461">
      <w:r>
        <w:t>262.7549</w:t>
      </w:r>
      <w:r>
        <w:tab/>
        <w:t>2.025e0</w:t>
      </w:r>
    </w:p>
    <w:p w:rsidR="005B0461" w:rsidRDefault="005B0461" w:rsidP="005B0461">
      <w:r>
        <w:t>262.7714</w:t>
      </w:r>
      <w:r>
        <w:tab/>
        <w:t>1.013e0</w:t>
      </w:r>
    </w:p>
    <w:p w:rsidR="005B0461" w:rsidRDefault="005B0461" w:rsidP="005B0461">
      <w:r>
        <w:t>262.7976</w:t>
      </w:r>
      <w:r>
        <w:tab/>
        <w:t>2.025e0</w:t>
      </w:r>
    </w:p>
    <w:p w:rsidR="005B0461" w:rsidRDefault="005B0461" w:rsidP="005B0461">
      <w:r>
        <w:t>262.8244</w:t>
      </w:r>
      <w:r>
        <w:tab/>
        <w:t>1.013e0</w:t>
      </w:r>
    </w:p>
    <w:p w:rsidR="005B0461" w:rsidRDefault="005B0461" w:rsidP="005B0461">
      <w:r>
        <w:t>262.8491</w:t>
      </w:r>
      <w:r>
        <w:tab/>
        <w:t>1.013e0</w:t>
      </w:r>
    </w:p>
    <w:p w:rsidR="005B0461" w:rsidRDefault="005B0461" w:rsidP="005B0461">
      <w:r>
        <w:t>262.8516</w:t>
      </w:r>
      <w:r>
        <w:tab/>
        <w:t>2.025e0</w:t>
      </w:r>
    </w:p>
    <w:p w:rsidR="005B0461" w:rsidRDefault="005B0461" w:rsidP="005B0461">
      <w:r>
        <w:t>262.8527</w:t>
      </w:r>
      <w:r>
        <w:tab/>
        <w:t>3.038e0</w:t>
      </w:r>
    </w:p>
    <w:p w:rsidR="005B0461" w:rsidRDefault="005B0461" w:rsidP="005B0461">
      <w:r>
        <w:t>262.8589</w:t>
      </w:r>
      <w:r>
        <w:tab/>
        <w:t>2.025e0</w:t>
      </w:r>
    </w:p>
    <w:p w:rsidR="005B0461" w:rsidRDefault="005B0461" w:rsidP="005B0461">
      <w:r>
        <w:t>262.9057</w:t>
      </w:r>
      <w:r>
        <w:tab/>
        <w:t>1.013e0</w:t>
      </w:r>
    </w:p>
    <w:p w:rsidR="005B0461" w:rsidRDefault="005B0461" w:rsidP="005B0461">
      <w:r>
        <w:t>262.9525</w:t>
      </w:r>
      <w:r>
        <w:tab/>
        <w:t>1.013e0</w:t>
      </w:r>
    </w:p>
    <w:p w:rsidR="005B0461" w:rsidRDefault="005B0461" w:rsidP="005B0461">
      <w:r>
        <w:t>262.9707</w:t>
      </w:r>
      <w:r>
        <w:tab/>
        <w:t>2.025e0</w:t>
      </w:r>
    </w:p>
    <w:p w:rsidR="005B0461" w:rsidRDefault="005B0461" w:rsidP="005B0461">
      <w:r>
        <w:t>262.9907</w:t>
      </w:r>
      <w:r>
        <w:tab/>
        <w:t>4.051e0</w:t>
      </w:r>
    </w:p>
    <w:p w:rsidR="005B0461" w:rsidRDefault="005B0461" w:rsidP="005B0461">
      <w:r>
        <w:lastRenderedPageBreak/>
        <w:t>262.9950</w:t>
      </w:r>
      <w:r>
        <w:tab/>
        <w:t>3.038e0</w:t>
      </w:r>
    </w:p>
    <w:p w:rsidR="005B0461" w:rsidRDefault="005B0461" w:rsidP="005B0461">
      <w:r>
        <w:t>263.0219</w:t>
      </w:r>
      <w:r>
        <w:tab/>
        <w:t>3.038e0</w:t>
      </w:r>
    </w:p>
    <w:p w:rsidR="005B0461" w:rsidRDefault="005B0461" w:rsidP="005B0461">
      <w:r>
        <w:t>263.0245</w:t>
      </w:r>
      <w:r>
        <w:tab/>
        <w:t>4.051e0</w:t>
      </w:r>
    </w:p>
    <w:p w:rsidR="005B0461" w:rsidRDefault="005B0461" w:rsidP="005B0461">
      <w:r>
        <w:t>263.0259</w:t>
      </w:r>
      <w:r>
        <w:tab/>
        <w:t>2.025e0</w:t>
      </w:r>
    </w:p>
    <w:p w:rsidR="005B0461" w:rsidRDefault="005B0461" w:rsidP="005B0461">
      <w:r>
        <w:t>263.0482</w:t>
      </w:r>
      <w:r>
        <w:tab/>
        <w:t>4.721e0</w:t>
      </w:r>
    </w:p>
    <w:p w:rsidR="005B0461" w:rsidRDefault="005B0461" w:rsidP="005B0461">
      <w:r>
        <w:t>263.0511</w:t>
      </w:r>
      <w:r>
        <w:tab/>
        <w:t>1.842e0</w:t>
      </w:r>
    </w:p>
    <w:p w:rsidR="005B0461" w:rsidRDefault="005B0461" w:rsidP="005B0461">
      <w:r>
        <w:t>263.0552</w:t>
      </w:r>
      <w:r>
        <w:tab/>
        <w:t>3.038e0</w:t>
      </w:r>
    </w:p>
    <w:p w:rsidR="005B0461" w:rsidRDefault="005B0461" w:rsidP="005B0461">
      <w:r>
        <w:t>263.0815</w:t>
      </w:r>
      <w:r>
        <w:tab/>
        <w:t>2.239e0</w:t>
      </w:r>
    </w:p>
    <w:p w:rsidR="005B0461" w:rsidRDefault="005B0461" w:rsidP="005B0461">
      <w:r>
        <w:t>263.0975</w:t>
      </w:r>
      <w:r>
        <w:tab/>
        <w:t>3.572e0</w:t>
      </w:r>
    </w:p>
    <w:p w:rsidR="005B0461" w:rsidRDefault="005B0461" w:rsidP="005B0461">
      <w:r>
        <w:t>263.1092</w:t>
      </w:r>
      <w:r>
        <w:tab/>
        <w:t>4.051e0</w:t>
      </w:r>
    </w:p>
    <w:p w:rsidR="005B0461" w:rsidRDefault="005B0461" w:rsidP="005B0461">
      <w:r>
        <w:t>263.1167</w:t>
      </w:r>
      <w:r>
        <w:tab/>
        <w:t>2.025e0</w:t>
      </w:r>
    </w:p>
    <w:p w:rsidR="005B0461" w:rsidRDefault="005B0461" w:rsidP="005B0461">
      <w:r>
        <w:t>263.1263</w:t>
      </w:r>
      <w:r>
        <w:tab/>
        <w:t>9.570e0</w:t>
      </w:r>
    </w:p>
    <w:p w:rsidR="005B0461" w:rsidRDefault="005B0461" w:rsidP="005B0461">
      <w:r>
        <w:t>263.1506</w:t>
      </w:r>
      <w:r>
        <w:tab/>
        <w:t>1.013e0</w:t>
      </w:r>
    </w:p>
    <w:p w:rsidR="005B0461" w:rsidRDefault="005B0461" w:rsidP="005B0461">
      <w:r>
        <w:t>263.1567</w:t>
      </w:r>
      <w:r>
        <w:tab/>
        <w:t>3.038e0</w:t>
      </w:r>
    </w:p>
    <w:p w:rsidR="005B0461" w:rsidRDefault="005B0461" w:rsidP="005B0461">
      <w:r>
        <w:t>263.1650</w:t>
      </w:r>
      <w:r>
        <w:tab/>
        <w:t>1.013e0</w:t>
      </w:r>
    </w:p>
    <w:p w:rsidR="005B0461" w:rsidRDefault="005B0461" w:rsidP="005B0461">
      <w:r>
        <w:t>263.1859</w:t>
      </w:r>
      <w:r>
        <w:tab/>
        <w:t>2.252e0</w:t>
      </w:r>
    </w:p>
    <w:p w:rsidR="005B0461" w:rsidRDefault="005B0461" w:rsidP="005B0461">
      <w:r>
        <w:t>263.2013</w:t>
      </w:r>
      <w:r>
        <w:tab/>
        <w:t>3.038e0</w:t>
      </w:r>
    </w:p>
    <w:p w:rsidR="005B0461" w:rsidRDefault="005B0461" w:rsidP="005B0461">
      <w:r>
        <w:t>263.2037</w:t>
      </w:r>
      <w:r>
        <w:tab/>
        <w:t>1.013e0</w:t>
      </w:r>
    </w:p>
    <w:p w:rsidR="005B0461" w:rsidRDefault="005B0461" w:rsidP="005B0461">
      <w:r>
        <w:t>263.2169</w:t>
      </w:r>
      <w:r>
        <w:tab/>
        <w:t>3.038e0</w:t>
      </w:r>
    </w:p>
    <w:p w:rsidR="005B0461" w:rsidRDefault="005B0461" w:rsidP="005B0461">
      <w:r>
        <w:lastRenderedPageBreak/>
        <w:t>263.2195</w:t>
      </w:r>
      <w:r>
        <w:tab/>
        <w:t>2.025e0</w:t>
      </w:r>
    </w:p>
    <w:p w:rsidR="005B0461" w:rsidRDefault="005B0461" w:rsidP="005B0461">
      <w:r>
        <w:t>263.2463</w:t>
      </w:r>
      <w:r>
        <w:tab/>
        <w:t>1.013e0</w:t>
      </w:r>
    </w:p>
    <w:p w:rsidR="005B0461" w:rsidRDefault="005B0461" w:rsidP="005B0461">
      <w:r>
        <w:t>263.2503</w:t>
      </w:r>
      <w:r>
        <w:tab/>
        <w:t>2.025e0</w:t>
      </w:r>
    </w:p>
    <w:p w:rsidR="005B0461" w:rsidRDefault="005B0461" w:rsidP="005B0461">
      <w:r>
        <w:t>263.2543</w:t>
      </w:r>
      <w:r>
        <w:tab/>
        <w:t>1.013e0</w:t>
      </w:r>
    </w:p>
    <w:p w:rsidR="005B0461" w:rsidRDefault="005B0461" w:rsidP="005B0461">
      <w:r>
        <w:t>263.2723</w:t>
      </w:r>
      <w:r>
        <w:tab/>
        <w:t>1.013e0</w:t>
      </w:r>
    </w:p>
    <w:p w:rsidR="005B0461" w:rsidRDefault="005B0461" w:rsidP="005B0461">
      <w:r>
        <w:t>263.2811</w:t>
      </w:r>
      <w:r>
        <w:tab/>
        <w:t>1.013e0</w:t>
      </w:r>
    </w:p>
    <w:p w:rsidR="005B0461" w:rsidRDefault="005B0461" w:rsidP="005B0461">
      <w:r>
        <w:t>263.2931</w:t>
      </w:r>
      <w:r>
        <w:tab/>
        <w:t>1.013e0</w:t>
      </w:r>
    </w:p>
    <w:p w:rsidR="005B0461" w:rsidRDefault="005B0461" w:rsidP="005B0461">
      <w:r>
        <w:t>263.3177</w:t>
      </w:r>
      <w:r>
        <w:tab/>
        <w:t>2.025e0</w:t>
      </w:r>
    </w:p>
    <w:p w:rsidR="005B0461" w:rsidRDefault="005B0461" w:rsidP="005B0461">
      <w:r>
        <w:t>263.3318</w:t>
      </w:r>
      <w:r>
        <w:tab/>
        <w:t>1.013e0</w:t>
      </w:r>
    </w:p>
    <w:p w:rsidR="005B0461" w:rsidRDefault="005B0461" w:rsidP="005B0461">
      <w:r>
        <w:t>263.3384</w:t>
      </w:r>
      <w:r>
        <w:tab/>
        <w:t>3.038e0</w:t>
      </w:r>
    </w:p>
    <w:p w:rsidR="005B0461" w:rsidRDefault="005B0461" w:rsidP="005B0461">
      <w:r>
        <w:t>263.3625</w:t>
      </w:r>
      <w:r>
        <w:tab/>
        <w:t>1.013e0</w:t>
      </w:r>
    </w:p>
    <w:p w:rsidR="005B0461" w:rsidRDefault="005B0461" w:rsidP="005B0461">
      <w:r>
        <w:t>263.3737</w:t>
      </w:r>
      <w:r>
        <w:tab/>
        <w:t>2.025e0</w:t>
      </w:r>
    </w:p>
    <w:p w:rsidR="005B0461" w:rsidRDefault="005B0461" w:rsidP="005B0461">
      <w:r>
        <w:t>263.3993</w:t>
      </w:r>
      <w:r>
        <w:tab/>
        <w:t>2.025e0</w:t>
      </w:r>
    </w:p>
    <w:p w:rsidR="005B0461" w:rsidRDefault="005B0461" w:rsidP="005B0461">
      <w:r>
        <w:t>263.4289</w:t>
      </w:r>
      <w:r>
        <w:tab/>
        <w:t>2.025e0</w:t>
      </w:r>
    </w:p>
    <w:p w:rsidR="005B0461" w:rsidRDefault="005B0461" w:rsidP="005B0461">
      <w:r>
        <w:t>263.4320</w:t>
      </w:r>
      <w:r>
        <w:tab/>
        <w:t>3.038e0</w:t>
      </w:r>
    </w:p>
    <w:p w:rsidR="005B0461" w:rsidRDefault="005B0461" w:rsidP="005B0461">
      <w:r>
        <w:t>263.4573</w:t>
      </w:r>
      <w:r>
        <w:tab/>
        <w:t>1.013e0</w:t>
      </w:r>
    </w:p>
    <w:p w:rsidR="005B0461" w:rsidRDefault="005B0461" w:rsidP="005B0461">
      <w:r>
        <w:t>263.4828</w:t>
      </w:r>
      <w:r>
        <w:tab/>
        <w:t>1.013e0</w:t>
      </w:r>
    </w:p>
    <w:p w:rsidR="005B0461" w:rsidRDefault="005B0461" w:rsidP="005B0461">
      <w:r>
        <w:t>263.5056</w:t>
      </w:r>
      <w:r>
        <w:tab/>
        <w:t>1.013e0</w:t>
      </w:r>
    </w:p>
    <w:p w:rsidR="005B0461" w:rsidRDefault="005B0461" w:rsidP="005B0461">
      <w:r>
        <w:t>263.5229</w:t>
      </w:r>
      <w:r>
        <w:tab/>
        <w:t>4.051e0</w:t>
      </w:r>
    </w:p>
    <w:p w:rsidR="005B0461" w:rsidRDefault="005B0461" w:rsidP="005B0461">
      <w:r>
        <w:lastRenderedPageBreak/>
        <w:t>263.5465</w:t>
      </w:r>
      <w:r>
        <w:tab/>
        <w:t>4.051e0</w:t>
      </w:r>
    </w:p>
    <w:p w:rsidR="005B0461" w:rsidRDefault="005B0461" w:rsidP="005B0461">
      <w:r>
        <w:t>263.5485</w:t>
      </w:r>
      <w:r>
        <w:tab/>
        <w:t>1.316e1</w:t>
      </w:r>
    </w:p>
    <w:p w:rsidR="005B0461" w:rsidRDefault="005B0461" w:rsidP="005B0461">
      <w:r>
        <w:t>263.5528</w:t>
      </w:r>
      <w:r>
        <w:tab/>
        <w:t>7.089e0</w:t>
      </w:r>
    </w:p>
    <w:p w:rsidR="005B0461" w:rsidRDefault="005B0461" w:rsidP="005B0461">
      <w:r>
        <w:t>263.5673</w:t>
      </w:r>
      <w:r>
        <w:tab/>
        <w:t>2.025e0</w:t>
      </w:r>
    </w:p>
    <w:p w:rsidR="005B0461" w:rsidRDefault="005B0461" w:rsidP="005B0461">
      <w:r>
        <w:t>263.5717</w:t>
      </w:r>
      <w:r>
        <w:tab/>
        <w:t>2.025e0</w:t>
      </w:r>
    </w:p>
    <w:p w:rsidR="005B0461" w:rsidRDefault="005B0461" w:rsidP="005B0461">
      <w:r>
        <w:t>263.5910</w:t>
      </w:r>
      <w:r>
        <w:tab/>
        <w:t>2.025e0</w:t>
      </w:r>
    </w:p>
    <w:p w:rsidR="005B0461" w:rsidRDefault="005B0461" w:rsidP="005B0461">
      <w:r>
        <w:t>263.6083</w:t>
      </w:r>
      <w:r>
        <w:tab/>
        <w:t>1.013e0</w:t>
      </w:r>
    </w:p>
    <w:p w:rsidR="005B0461" w:rsidRDefault="005B0461" w:rsidP="005B0461">
      <w:r>
        <w:t>263.6218</w:t>
      </w:r>
      <w:r>
        <w:tab/>
        <w:t>1.013e0</w:t>
      </w:r>
    </w:p>
    <w:p w:rsidR="005B0461" w:rsidRDefault="005B0461" w:rsidP="005B0461">
      <w:r>
        <w:t>263.6424</w:t>
      </w:r>
      <w:r>
        <w:tab/>
        <w:t>1.013e0</w:t>
      </w:r>
    </w:p>
    <w:p w:rsidR="005B0461" w:rsidRDefault="005B0461" w:rsidP="005B0461">
      <w:r>
        <w:t>263.6814</w:t>
      </w:r>
      <w:r>
        <w:tab/>
        <w:t>1.013e0</w:t>
      </w:r>
    </w:p>
    <w:p w:rsidR="005B0461" w:rsidRDefault="005B0461" w:rsidP="005B0461">
      <w:r>
        <w:t>263.6912</w:t>
      </w:r>
      <w:r>
        <w:tab/>
        <w:t>1.013e0</w:t>
      </w:r>
    </w:p>
    <w:p w:rsidR="005B0461" w:rsidRDefault="005B0461" w:rsidP="005B0461">
      <w:r>
        <w:t>263.7302</w:t>
      </w:r>
      <w:r>
        <w:tab/>
        <w:t>1.013e0</w:t>
      </w:r>
    </w:p>
    <w:p w:rsidR="005B0461" w:rsidRDefault="005B0461" w:rsidP="005B0461">
      <w:r>
        <w:t>263.7319</w:t>
      </w:r>
      <w:r>
        <w:tab/>
        <w:t>4.051e0</w:t>
      </w:r>
    </w:p>
    <w:p w:rsidR="005B0461" w:rsidRDefault="005B0461" w:rsidP="005B0461">
      <w:r>
        <w:t>263.7421</w:t>
      </w:r>
      <w:r>
        <w:tab/>
        <w:t>1.013e0</w:t>
      </w:r>
    </w:p>
    <w:p w:rsidR="005B0461" w:rsidRDefault="005B0461" w:rsidP="005B0461">
      <w:r>
        <w:t>263.7536</w:t>
      </w:r>
      <w:r>
        <w:tab/>
        <w:t>2.025e0</w:t>
      </w:r>
    </w:p>
    <w:p w:rsidR="005B0461" w:rsidRDefault="005B0461" w:rsidP="005B0461">
      <w:r>
        <w:t>263.7808</w:t>
      </w:r>
      <w:r>
        <w:tab/>
        <w:t>1.013e0</w:t>
      </w:r>
    </w:p>
    <w:p w:rsidR="005B0461" w:rsidRDefault="005B0461" w:rsidP="005B0461">
      <w:r>
        <w:t>263.8033</w:t>
      </w:r>
      <w:r>
        <w:tab/>
        <w:t>3.038e0</w:t>
      </w:r>
    </w:p>
    <w:p w:rsidR="005B0461" w:rsidRDefault="005B0461" w:rsidP="005B0461">
      <w:r>
        <w:t>263.8331</w:t>
      </w:r>
      <w:r>
        <w:tab/>
        <w:t>2.025e0</w:t>
      </w:r>
    </w:p>
    <w:p w:rsidR="005B0461" w:rsidRDefault="005B0461" w:rsidP="005B0461">
      <w:r>
        <w:t>263.8374</w:t>
      </w:r>
      <w:r>
        <w:tab/>
        <w:t>2.025e0</w:t>
      </w:r>
    </w:p>
    <w:p w:rsidR="005B0461" w:rsidRDefault="005B0461" w:rsidP="005B0461">
      <w:r>
        <w:lastRenderedPageBreak/>
        <w:t>263.8583</w:t>
      </w:r>
      <w:r>
        <w:tab/>
        <w:t>1.013e0</w:t>
      </w:r>
    </w:p>
    <w:p w:rsidR="005B0461" w:rsidRDefault="005B0461" w:rsidP="005B0461">
      <w:r>
        <w:t>263.8683</w:t>
      </w:r>
      <w:r>
        <w:tab/>
        <w:t>2.025e0</w:t>
      </w:r>
    </w:p>
    <w:p w:rsidR="005B0461" w:rsidRDefault="005B0461" w:rsidP="005B0461">
      <w:r>
        <w:t>263.8813</w:t>
      </w:r>
      <w:r>
        <w:tab/>
        <w:t>1.013e0</w:t>
      </w:r>
    </w:p>
    <w:p w:rsidR="005B0461" w:rsidRDefault="005B0461" w:rsidP="005B0461">
      <w:r>
        <w:t>263.9210</w:t>
      </w:r>
      <w:r>
        <w:tab/>
        <w:t>3.219e0</w:t>
      </w:r>
    </w:p>
    <w:p w:rsidR="005B0461" w:rsidRDefault="005B0461" w:rsidP="005B0461">
      <w:r>
        <w:t>263.9319</w:t>
      </w:r>
      <w:r>
        <w:tab/>
        <w:t>1.013e0</w:t>
      </w:r>
    </w:p>
    <w:p w:rsidR="005B0461" w:rsidRDefault="005B0461" w:rsidP="005B0461">
      <w:r>
        <w:t>263.9496</w:t>
      </w:r>
      <w:r>
        <w:tab/>
        <w:t>1.013e0</w:t>
      </w:r>
    </w:p>
    <w:p w:rsidR="005B0461" w:rsidRDefault="005B0461" w:rsidP="005B0461">
      <w:r>
        <w:t>263.9666</w:t>
      </w:r>
      <w:r>
        <w:tab/>
        <w:t>1.013e0</w:t>
      </w:r>
    </w:p>
    <w:p w:rsidR="005B0461" w:rsidRDefault="005B0461" w:rsidP="005B0461">
      <w:r>
        <w:t>263.9706</w:t>
      </w:r>
      <w:r>
        <w:tab/>
        <w:t>3.038e0</w:t>
      </w:r>
    </w:p>
    <w:p w:rsidR="005B0461" w:rsidRDefault="005B0461" w:rsidP="005B0461">
      <w:r>
        <w:t>263.9991</w:t>
      </w:r>
      <w:r>
        <w:tab/>
        <w:t>3.038e0</w:t>
      </w:r>
    </w:p>
    <w:p w:rsidR="005B0461" w:rsidRDefault="005B0461" w:rsidP="005B0461">
      <w:r>
        <w:t>264.0026</w:t>
      </w:r>
      <w:r>
        <w:tab/>
        <w:t>4.315e0</w:t>
      </w:r>
    </w:p>
    <w:p w:rsidR="005B0461" w:rsidRDefault="005B0461" w:rsidP="005B0461">
      <w:r>
        <w:t>264.0095</w:t>
      </w:r>
      <w:r>
        <w:tab/>
        <w:t>5.063e0</w:t>
      </w:r>
    </w:p>
    <w:p w:rsidR="005B0461" w:rsidRDefault="005B0461" w:rsidP="005B0461">
      <w:r>
        <w:t>264.0439</w:t>
      </w:r>
      <w:r>
        <w:tab/>
        <w:t>5.242e0</w:t>
      </w:r>
    </w:p>
    <w:p w:rsidR="005B0461" w:rsidRDefault="005B0461" w:rsidP="005B0461">
      <w:r>
        <w:t>264.0487</w:t>
      </w:r>
      <w:r>
        <w:tab/>
        <w:t>2.136e0</w:t>
      </w:r>
    </w:p>
    <w:p w:rsidR="005B0461" w:rsidRDefault="005B0461" w:rsidP="005B0461">
      <w:r>
        <w:t>264.0649</w:t>
      </w:r>
      <w:r>
        <w:tab/>
        <w:t>2.755e0</w:t>
      </w:r>
    </w:p>
    <w:p w:rsidR="005B0461" w:rsidRDefault="005B0461" w:rsidP="005B0461">
      <w:r>
        <w:t>264.0667</w:t>
      </w:r>
      <w:r>
        <w:tab/>
        <w:t>2.025e0</w:t>
      </w:r>
    </w:p>
    <w:p w:rsidR="005B0461" w:rsidRDefault="005B0461" w:rsidP="005B0461">
      <w:r>
        <w:t>264.0815</w:t>
      </w:r>
      <w:r>
        <w:tab/>
        <w:t>3.241e0</w:t>
      </w:r>
    </w:p>
    <w:p w:rsidR="005B0461" w:rsidRDefault="005B0461" w:rsidP="005B0461">
      <w:r>
        <w:t>264.1203</w:t>
      </w:r>
      <w:r>
        <w:tab/>
        <w:t>1.418e1</w:t>
      </w:r>
    </w:p>
    <w:p w:rsidR="005B0461" w:rsidRDefault="005B0461" w:rsidP="005B0461">
      <w:r>
        <w:t>264.1235</w:t>
      </w:r>
      <w:r>
        <w:tab/>
        <w:t>4.108e0</w:t>
      </w:r>
    </w:p>
    <w:p w:rsidR="005B0461" w:rsidRDefault="005B0461" w:rsidP="005B0461">
      <w:r>
        <w:t>264.1264</w:t>
      </w:r>
      <w:r>
        <w:tab/>
        <w:t>1.321e1</w:t>
      </w:r>
    </w:p>
    <w:p w:rsidR="005B0461" w:rsidRDefault="005B0461" w:rsidP="005B0461">
      <w:r>
        <w:lastRenderedPageBreak/>
        <w:t>264.1839</w:t>
      </w:r>
      <w:r>
        <w:tab/>
        <w:t>5.063e0</w:t>
      </w:r>
    </w:p>
    <w:p w:rsidR="005B0461" w:rsidRDefault="005B0461" w:rsidP="005B0461">
      <w:r>
        <w:t>264.1929</w:t>
      </w:r>
      <w:r>
        <w:tab/>
        <w:t>4.051e0</w:t>
      </w:r>
    </w:p>
    <w:p w:rsidR="005B0461" w:rsidRDefault="005B0461" w:rsidP="005B0461">
      <w:r>
        <w:t>264.1966</w:t>
      </w:r>
      <w:r>
        <w:tab/>
        <w:t>3.038e0</w:t>
      </w:r>
    </w:p>
    <w:p w:rsidR="005B0461" w:rsidRDefault="005B0461" w:rsidP="005B0461">
      <w:r>
        <w:t>264.2281</w:t>
      </w:r>
      <w:r>
        <w:tab/>
        <w:t>2.025e0</w:t>
      </w:r>
    </w:p>
    <w:p w:rsidR="005B0461" w:rsidRDefault="005B0461" w:rsidP="005B0461">
      <w:r>
        <w:t>264.2356</w:t>
      </w:r>
      <w:r>
        <w:tab/>
        <w:t>5.063e0</w:t>
      </w:r>
    </w:p>
    <w:p w:rsidR="005B0461" w:rsidRDefault="005B0461" w:rsidP="005B0461">
      <w:r>
        <w:t>264.2416</w:t>
      </w:r>
      <w:r>
        <w:tab/>
        <w:t>4.051e0</w:t>
      </w:r>
    </w:p>
    <w:p w:rsidR="005B0461" w:rsidRDefault="005B0461" w:rsidP="005B0461">
      <w:r>
        <w:t>264.2913</w:t>
      </w:r>
      <w:r>
        <w:tab/>
        <w:t>1.013e0</w:t>
      </w:r>
    </w:p>
    <w:p w:rsidR="005B0461" w:rsidRDefault="005B0461" w:rsidP="005B0461">
      <w:r>
        <w:t>264.2931</w:t>
      </w:r>
      <w:r>
        <w:tab/>
        <w:t>2.025e0</w:t>
      </w:r>
    </w:p>
    <w:p w:rsidR="005B0461" w:rsidRDefault="005B0461" w:rsidP="005B0461">
      <w:r>
        <w:t>264.3036</w:t>
      </w:r>
      <w:r>
        <w:tab/>
        <w:t>1.013e0</w:t>
      </w:r>
    </w:p>
    <w:p w:rsidR="005B0461" w:rsidRDefault="005B0461" w:rsidP="005B0461">
      <w:r>
        <w:t>264.3157</w:t>
      </w:r>
      <w:r>
        <w:tab/>
        <w:t>1.013e0</w:t>
      </w:r>
    </w:p>
    <w:p w:rsidR="005B0461" w:rsidRDefault="005B0461" w:rsidP="005B0461">
      <w:r>
        <w:t>264.3255</w:t>
      </w:r>
      <w:r>
        <w:tab/>
        <w:t>1.013e0</w:t>
      </w:r>
    </w:p>
    <w:p w:rsidR="005B0461" w:rsidRDefault="005B0461" w:rsidP="005B0461">
      <w:r>
        <w:t>264.3316</w:t>
      </w:r>
      <w:r>
        <w:tab/>
        <w:t>4.051e0</w:t>
      </w:r>
    </w:p>
    <w:p w:rsidR="005B0461" w:rsidRDefault="005B0461" w:rsidP="005B0461">
      <w:r>
        <w:t>264.3424</w:t>
      </w:r>
      <w:r>
        <w:tab/>
        <w:t>1.013e0</w:t>
      </w:r>
    </w:p>
    <w:p w:rsidR="005B0461" w:rsidRDefault="005B0461" w:rsidP="005B0461">
      <w:r>
        <w:t>264.3548</w:t>
      </w:r>
      <w:r>
        <w:tab/>
        <w:t>1.013e0</w:t>
      </w:r>
    </w:p>
    <w:p w:rsidR="005B0461" w:rsidRDefault="005B0461" w:rsidP="005B0461">
      <w:r>
        <w:t>264.4112</w:t>
      </w:r>
      <w:r>
        <w:tab/>
        <w:t>2.025e0</w:t>
      </w:r>
    </w:p>
    <w:p w:rsidR="005B0461" w:rsidRDefault="005B0461" w:rsidP="005B0461">
      <w:r>
        <w:t>264.4280</w:t>
      </w:r>
      <w:r>
        <w:tab/>
        <w:t>1.013e0</w:t>
      </w:r>
    </w:p>
    <w:p w:rsidR="005B0461" w:rsidRDefault="005B0461" w:rsidP="005B0461">
      <w:r>
        <w:t>264.4390</w:t>
      </w:r>
      <w:r>
        <w:tab/>
        <w:t>2.025e0</w:t>
      </w:r>
    </w:p>
    <w:p w:rsidR="005B0461" w:rsidRDefault="005B0461" w:rsidP="005B0461">
      <w:r>
        <w:t>264.4626</w:t>
      </w:r>
      <w:r>
        <w:tab/>
        <w:t>1.013e0</w:t>
      </w:r>
    </w:p>
    <w:p w:rsidR="005B0461" w:rsidRDefault="005B0461" w:rsidP="005B0461">
      <w:r>
        <w:t>264.4671</w:t>
      </w:r>
      <w:r>
        <w:tab/>
        <w:t>1.013e0</w:t>
      </w:r>
    </w:p>
    <w:p w:rsidR="005B0461" w:rsidRDefault="005B0461" w:rsidP="005B0461">
      <w:r>
        <w:lastRenderedPageBreak/>
        <w:t>264.4769</w:t>
      </w:r>
      <w:r>
        <w:tab/>
        <w:t>1.013e0</w:t>
      </w:r>
    </w:p>
    <w:p w:rsidR="005B0461" w:rsidRDefault="005B0461" w:rsidP="005B0461">
      <w:r>
        <w:t>264.5303</w:t>
      </w:r>
      <w:r>
        <w:tab/>
        <w:t>2.025e0</w:t>
      </w:r>
    </w:p>
    <w:p w:rsidR="005B0461" w:rsidRDefault="005B0461" w:rsidP="005B0461">
      <w:r>
        <w:t>264.5453</w:t>
      </w:r>
      <w:r>
        <w:tab/>
        <w:t>2.025e0</w:t>
      </w:r>
    </w:p>
    <w:p w:rsidR="005B0461" w:rsidRDefault="005B0461" w:rsidP="005B0461">
      <w:r>
        <w:t>264.5591</w:t>
      </w:r>
      <w:r>
        <w:tab/>
        <w:t>1.013e0</w:t>
      </w:r>
    </w:p>
    <w:p w:rsidR="005B0461" w:rsidRDefault="005B0461" w:rsidP="005B0461">
      <w:r>
        <w:t>264.5671</w:t>
      </w:r>
      <w:r>
        <w:tab/>
        <w:t>1.013e0</w:t>
      </w:r>
    </w:p>
    <w:p w:rsidR="005B0461" w:rsidRDefault="005B0461" w:rsidP="005B0461">
      <w:r>
        <w:t>264.6019</w:t>
      </w:r>
      <w:r>
        <w:tab/>
        <w:t>2.025e0</w:t>
      </w:r>
    </w:p>
    <w:p w:rsidR="005B0461" w:rsidRDefault="005B0461" w:rsidP="005B0461">
      <w:r>
        <w:t>264.6236</w:t>
      </w:r>
      <w:r>
        <w:tab/>
        <w:t>2.025e0</w:t>
      </w:r>
    </w:p>
    <w:p w:rsidR="005B0461" w:rsidRDefault="005B0461" w:rsidP="005B0461">
      <w:r>
        <w:t>264.6257</w:t>
      </w:r>
      <w:r>
        <w:tab/>
        <w:t>2.025e0</w:t>
      </w:r>
    </w:p>
    <w:p w:rsidR="005B0461" w:rsidRDefault="005B0461" w:rsidP="005B0461">
      <w:r>
        <w:t>264.6447</w:t>
      </w:r>
      <w:r>
        <w:tab/>
        <w:t>1.013e0</w:t>
      </w:r>
    </w:p>
    <w:p w:rsidR="005B0461" w:rsidRDefault="005B0461" w:rsidP="005B0461">
      <w:r>
        <w:t>264.6529</w:t>
      </w:r>
      <w:r>
        <w:tab/>
        <w:t>1.013e0</w:t>
      </w:r>
    </w:p>
    <w:p w:rsidR="005B0461" w:rsidRDefault="005B0461" w:rsidP="005B0461">
      <w:r>
        <w:t>264.6578</w:t>
      </w:r>
      <w:r>
        <w:tab/>
        <w:t>1.013e0</w:t>
      </w:r>
    </w:p>
    <w:p w:rsidR="005B0461" w:rsidRDefault="005B0461" w:rsidP="005B0461">
      <w:r>
        <w:t>264.6754</w:t>
      </w:r>
      <w:r>
        <w:tab/>
        <w:t>1.013e0</w:t>
      </w:r>
    </w:p>
    <w:p w:rsidR="005B0461" w:rsidRDefault="005B0461" w:rsidP="005B0461">
      <w:r>
        <w:t>264.6873</w:t>
      </w:r>
      <w:r>
        <w:tab/>
        <w:t>1.013e0</w:t>
      </w:r>
    </w:p>
    <w:p w:rsidR="005B0461" w:rsidRDefault="005B0461" w:rsidP="005B0461">
      <w:r>
        <w:t>264.6991</w:t>
      </w:r>
      <w:r>
        <w:tab/>
        <w:t>2.025e0</w:t>
      </w:r>
    </w:p>
    <w:p w:rsidR="005B0461" w:rsidRDefault="005B0461" w:rsidP="005B0461">
      <w:r>
        <w:t>264.7480</w:t>
      </w:r>
      <w:r>
        <w:tab/>
        <w:t>3.038e0</w:t>
      </w:r>
    </w:p>
    <w:p w:rsidR="005B0461" w:rsidRDefault="005B0461" w:rsidP="005B0461">
      <w:r>
        <w:t>264.7703</w:t>
      </w:r>
      <w:r>
        <w:tab/>
        <w:t>1.013e0</w:t>
      </w:r>
    </w:p>
    <w:p w:rsidR="005B0461" w:rsidRDefault="005B0461" w:rsidP="005B0461">
      <w:r>
        <w:t>264.7839</w:t>
      </w:r>
      <w:r>
        <w:tab/>
        <w:t>1.013e0</w:t>
      </w:r>
    </w:p>
    <w:p w:rsidR="005B0461" w:rsidRDefault="005B0461" w:rsidP="005B0461">
      <w:r>
        <w:t>264.7997</w:t>
      </w:r>
      <w:r>
        <w:tab/>
        <w:t>1.013e0</w:t>
      </w:r>
    </w:p>
    <w:p w:rsidR="005B0461" w:rsidRDefault="005B0461" w:rsidP="005B0461">
      <w:r>
        <w:t>264.8168</w:t>
      </w:r>
      <w:r>
        <w:tab/>
        <w:t>2.025e0</w:t>
      </w:r>
    </w:p>
    <w:p w:rsidR="005B0461" w:rsidRDefault="005B0461" w:rsidP="005B0461">
      <w:r>
        <w:lastRenderedPageBreak/>
        <w:t>264.8346</w:t>
      </w:r>
      <w:r>
        <w:tab/>
        <w:t>1.013e0</w:t>
      </w:r>
    </w:p>
    <w:p w:rsidR="005B0461" w:rsidRDefault="005B0461" w:rsidP="005B0461">
      <w:r>
        <w:t>264.8436</w:t>
      </w:r>
      <w:r>
        <w:tab/>
        <w:t>1.013e0</w:t>
      </w:r>
    </w:p>
    <w:p w:rsidR="005B0461" w:rsidRDefault="005B0461" w:rsidP="005B0461">
      <w:r>
        <w:t>264.8451</w:t>
      </w:r>
      <w:r>
        <w:tab/>
        <w:t>3.038e0</w:t>
      </w:r>
    </w:p>
    <w:p w:rsidR="005B0461" w:rsidRDefault="005B0461" w:rsidP="005B0461">
      <w:r>
        <w:t>264.8983</w:t>
      </w:r>
      <w:r>
        <w:tab/>
        <w:t>2.025e0</w:t>
      </w:r>
    </w:p>
    <w:p w:rsidR="005B0461" w:rsidRDefault="005B0461" w:rsidP="005B0461">
      <w:r>
        <w:t>264.9171</w:t>
      </w:r>
      <w:r>
        <w:tab/>
        <w:t>1.013e0</w:t>
      </w:r>
    </w:p>
    <w:p w:rsidR="005B0461" w:rsidRDefault="005B0461" w:rsidP="005B0461">
      <w:r>
        <w:t>264.9391</w:t>
      </w:r>
      <w:r>
        <w:tab/>
        <w:t>1.013e0</w:t>
      </w:r>
    </w:p>
    <w:p w:rsidR="005B0461" w:rsidRDefault="005B0461" w:rsidP="005B0461">
      <w:r>
        <w:t>264.9410</w:t>
      </w:r>
      <w:r>
        <w:tab/>
        <w:t>2.025e0</w:t>
      </w:r>
    </w:p>
    <w:p w:rsidR="005B0461" w:rsidRDefault="005B0461" w:rsidP="005B0461">
      <w:r>
        <w:t>264.9710</w:t>
      </w:r>
      <w:r>
        <w:tab/>
        <w:t>4.051e0</w:t>
      </w:r>
    </w:p>
    <w:p w:rsidR="005B0461" w:rsidRDefault="005B0461" w:rsidP="005B0461">
      <w:r>
        <w:t>264.9734</w:t>
      </w:r>
      <w:r>
        <w:tab/>
        <w:t>1.011e1</w:t>
      </w:r>
    </w:p>
    <w:p w:rsidR="005B0461" w:rsidRDefault="005B0461" w:rsidP="005B0461">
      <w:r>
        <w:t>264.9771</w:t>
      </w:r>
      <w:r>
        <w:tab/>
        <w:t>7.066e0</w:t>
      </w:r>
    </w:p>
    <w:p w:rsidR="005B0461" w:rsidRDefault="005B0461" w:rsidP="005B0461">
      <w:r>
        <w:t>265.0113</w:t>
      </w:r>
      <w:r>
        <w:tab/>
        <w:t>4.051e0</w:t>
      </w:r>
    </w:p>
    <w:p w:rsidR="005B0461" w:rsidRDefault="005B0461" w:rsidP="005B0461">
      <w:r>
        <w:t>265.0136</w:t>
      </w:r>
      <w:r>
        <w:tab/>
        <w:t>3.038e0</w:t>
      </w:r>
    </w:p>
    <w:p w:rsidR="005B0461" w:rsidRDefault="005B0461" w:rsidP="005B0461">
      <w:r>
        <w:t>265.0296</w:t>
      </w:r>
      <w:r>
        <w:tab/>
        <w:t>1.013e0</w:t>
      </w:r>
    </w:p>
    <w:p w:rsidR="005B0461" w:rsidRDefault="005B0461" w:rsidP="005B0461">
      <w:r>
        <w:t>265.0503</w:t>
      </w:r>
      <w:r>
        <w:tab/>
        <w:t>1.013e0</w:t>
      </w:r>
    </w:p>
    <w:p w:rsidR="005B0461" w:rsidRDefault="005B0461" w:rsidP="005B0461">
      <w:r>
        <w:t>265.0515</w:t>
      </w:r>
      <w:r>
        <w:tab/>
        <w:t>1.013e0</w:t>
      </w:r>
    </w:p>
    <w:p w:rsidR="005B0461" w:rsidRDefault="005B0461" w:rsidP="005B0461">
      <w:r>
        <w:t>265.0620</w:t>
      </w:r>
      <w:r>
        <w:tab/>
        <w:t>3.721e0</w:t>
      </w:r>
    </w:p>
    <w:p w:rsidR="005B0461" w:rsidRDefault="005B0461" w:rsidP="005B0461">
      <w:r>
        <w:t>265.0825</w:t>
      </w:r>
      <w:r>
        <w:tab/>
        <w:t>1.946e0</w:t>
      </w:r>
    </w:p>
    <w:p w:rsidR="005B0461" w:rsidRDefault="005B0461" w:rsidP="005B0461">
      <w:r>
        <w:t>265.0844</w:t>
      </w:r>
      <w:r>
        <w:tab/>
        <w:t>2.025e0</w:t>
      </w:r>
    </w:p>
    <w:p w:rsidR="005B0461" w:rsidRDefault="005B0461" w:rsidP="005B0461">
      <w:r>
        <w:t>265.0905</w:t>
      </w:r>
      <w:r>
        <w:tab/>
        <w:t>2.431e0</w:t>
      </w:r>
    </w:p>
    <w:p w:rsidR="005B0461" w:rsidRDefault="005B0461" w:rsidP="005B0461">
      <w:r>
        <w:lastRenderedPageBreak/>
        <w:t>265.0977</w:t>
      </w:r>
      <w:r>
        <w:tab/>
        <w:t>1.931e0</w:t>
      </w:r>
    </w:p>
    <w:p w:rsidR="005B0461" w:rsidRDefault="005B0461" w:rsidP="005B0461">
      <w:r>
        <w:t>265.1227</w:t>
      </w:r>
      <w:r>
        <w:tab/>
        <w:t>4.051e0</w:t>
      </w:r>
    </w:p>
    <w:p w:rsidR="005B0461" w:rsidRDefault="005B0461" w:rsidP="005B0461">
      <w:r>
        <w:t>265.1295</w:t>
      </w:r>
      <w:r>
        <w:tab/>
        <w:t>3.038e0</w:t>
      </w:r>
    </w:p>
    <w:p w:rsidR="005B0461" w:rsidRDefault="005B0461" w:rsidP="005B0461">
      <w:r>
        <w:t>265.1566</w:t>
      </w:r>
      <w:r>
        <w:tab/>
        <w:t>3.150e0</w:t>
      </w:r>
    </w:p>
    <w:p w:rsidR="005B0461" w:rsidRDefault="005B0461" w:rsidP="005B0461">
      <w:r>
        <w:t>265.1661</w:t>
      </w:r>
      <w:r>
        <w:tab/>
        <w:t>4.051e0</w:t>
      </w:r>
    </w:p>
    <w:p w:rsidR="005B0461" w:rsidRDefault="005B0461" w:rsidP="005B0461">
      <w:r>
        <w:t>265.1837</w:t>
      </w:r>
      <w:r>
        <w:tab/>
        <w:t>2.025e0</w:t>
      </w:r>
    </w:p>
    <w:p w:rsidR="005B0461" w:rsidRDefault="005B0461" w:rsidP="005B0461">
      <w:r>
        <w:t>265.1890</w:t>
      </w:r>
      <w:r>
        <w:tab/>
        <w:t>1.988e0</w:t>
      </w:r>
    </w:p>
    <w:p w:rsidR="005B0461" w:rsidRDefault="005B0461" w:rsidP="005B0461">
      <w:r>
        <w:t>265.1921</w:t>
      </w:r>
      <w:r>
        <w:tab/>
        <w:t>2.025e0</w:t>
      </w:r>
    </w:p>
    <w:p w:rsidR="005B0461" w:rsidRDefault="005B0461" w:rsidP="005B0461">
      <w:r>
        <w:t>265.1988</w:t>
      </w:r>
      <w:r>
        <w:tab/>
        <w:t>1.013e0</w:t>
      </w:r>
    </w:p>
    <w:p w:rsidR="005B0461" w:rsidRDefault="005B0461" w:rsidP="005B0461">
      <w:r>
        <w:t>265.2172</w:t>
      </w:r>
      <w:r>
        <w:tab/>
        <w:t>3.038e0</w:t>
      </w:r>
    </w:p>
    <w:p w:rsidR="005B0461" w:rsidRDefault="005B0461" w:rsidP="005B0461">
      <w:r>
        <w:t>265.2247</w:t>
      </w:r>
      <w:r>
        <w:tab/>
        <w:t>3.038e0</w:t>
      </w:r>
    </w:p>
    <w:p w:rsidR="005B0461" w:rsidRDefault="005B0461" w:rsidP="005B0461">
      <w:r>
        <w:t>265.2314</w:t>
      </w:r>
      <w:r>
        <w:tab/>
        <w:t>2.025e0</w:t>
      </w:r>
    </w:p>
    <w:p w:rsidR="005B0461" w:rsidRDefault="005B0461" w:rsidP="005B0461">
      <w:r>
        <w:t>265.2376</w:t>
      </w:r>
      <w:r>
        <w:tab/>
        <w:t>1.013e0</w:t>
      </w:r>
    </w:p>
    <w:p w:rsidR="005B0461" w:rsidRDefault="005B0461" w:rsidP="005B0461">
      <w:r>
        <w:t>265.2598</w:t>
      </w:r>
      <w:r>
        <w:tab/>
        <w:t>1.013e0</w:t>
      </w:r>
    </w:p>
    <w:p w:rsidR="005B0461" w:rsidRDefault="005B0461" w:rsidP="005B0461">
      <w:r>
        <w:t>265.2804</w:t>
      </w:r>
      <w:r>
        <w:tab/>
        <w:t>1.013e0</w:t>
      </w:r>
    </w:p>
    <w:p w:rsidR="005B0461" w:rsidRDefault="005B0461" w:rsidP="005B0461">
      <w:r>
        <w:t>265.2955</w:t>
      </w:r>
      <w:r>
        <w:tab/>
        <w:t>2.025e0</w:t>
      </w:r>
    </w:p>
    <w:p w:rsidR="005B0461" w:rsidRDefault="005B0461" w:rsidP="005B0461">
      <w:r>
        <w:t>265.3192</w:t>
      </w:r>
      <w:r>
        <w:tab/>
        <w:t>1.013e0</w:t>
      </w:r>
    </w:p>
    <w:p w:rsidR="005B0461" w:rsidRDefault="005B0461" w:rsidP="005B0461">
      <w:r>
        <w:t>265.3235</w:t>
      </w:r>
      <w:r>
        <w:tab/>
        <w:t>1.013e0</w:t>
      </w:r>
    </w:p>
    <w:p w:rsidR="005B0461" w:rsidRDefault="005B0461" w:rsidP="005B0461">
      <w:r>
        <w:t>265.3284</w:t>
      </w:r>
      <w:r>
        <w:tab/>
        <w:t>1.013e0</w:t>
      </w:r>
    </w:p>
    <w:p w:rsidR="005B0461" w:rsidRDefault="005B0461" w:rsidP="005B0461">
      <w:r>
        <w:lastRenderedPageBreak/>
        <w:t>265.3501</w:t>
      </w:r>
      <w:r>
        <w:tab/>
        <w:t>2.025e0</w:t>
      </w:r>
    </w:p>
    <w:p w:rsidR="005B0461" w:rsidRDefault="005B0461" w:rsidP="005B0461">
      <w:r>
        <w:t>265.3579</w:t>
      </w:r>
      <w:r>
        <w:tab/>
        <w:t>1.013e0</w:t>
      </w:r>
    </w:p>
    <w:p w:rsidR="005B0461" w:rsidRDefault="005B0461" w:rsidP="005B0461">
      <w:r>
        <w:t>265.3849</w:t>
      </w:r>
      <w:r>
        <w:tab/>
        <w:t>1.013e0</w:t>
      </w:r>
    </w:p>
    <w:p w:rsidR="005B0461" w:rsidRDefault="005B0461" w:rsidP="005B0461">
      <w:r>
        <w:t>265.4316</w:t>
      </w:r>
      <w:r>
        <w:tab/>
        <w:t>1.013e0</w:t>
      </w:r>
    </w:p>
    <w:p w:rsidR="005B0461" w:rsidRDefault="005B0461" w:rsidP="005B0461">
      <w:r>
        <w:t>265.4665</w:t>
      </w:r>
      <w:r>
        <w:tab/>
        <w:t>1.013e0</w:t>
      </w:r>
    </w:p>
    <w:p w:rsidR="005B0461" w:rsidRDefault="005B0461" w:rsidP="005B0461">
      <w:r>
        <w:t>265.4769</w:t>
      </w:r>
      <w:r>
        <w:tab/>
        <w:t>3.038e0</w:t>
      </w:r>
    </w:p>
    <w:p w:rsidR="005B0461" w:rsidRDefault="005B0461" w:rsidP="005B0461">
      <w:r>
        <w:t>265.4894</w:t>
      </w:r>
      <w:r>
        <w:tab/>
        <w:t>2.025e0</w:t>
      </w:r>
    </w:p>
    <w:p w:rsidR="005B0461" w:rsidRDefault="005B0461" w:rsidP="005B0461">
      <w:r>
        <w:t>265.5098</w:t>
      </w:r>
      <w:r>
        <w:tab/>
        <w:t>1.013e0</w:t>
      </w:r>
    </w:p>
    <w:p w:rsidR="005B0461" w:rsidRDefault="005B0461" w:rsidP="005B0461">
      <w:r>
        <w:t>265.5441</w:t>
      </w:r>
      <w:r>
        <w:tab/>
        <w:t>1.013e0</w:t>
      </w:r>
    </w:p>
    <w:p w:rsidR="005B0461" w:rsidRDefault="005B0461" w:rsidP="005B0461">
      <w:r>
        <w:t>265.5588</w:t>
      </w:r>
      <w:r>
        <w:tab/>
        <w:t>1.013e0</w:t>
      </w:r>
    </w:p>
    <w:p w:rsidR="005B0461" w:rsidRDefault="005B0461" w:rsidP="005B0461">
      <w:r>
        <w:t>265.5606</w:t>
      </w:r>
      <w:r>
        <w:tab/>
        <w:t>2.025e0</w:t>
      </w:r>
    </w:p>
    <w:p w:rsidR="005B0461" w:rsidRDefault="005B0461" w:rsidP="005B0461">
      <w:r>
        <w:t>265.5750</w:t>
      </w:r>
      <w:r>
        <w:tab/>
        <w:t>1.013e0</w:t>
      </w:r>
    </w:p>
    <w:p w:rsidR="005B0461" w:rsidRDefault="005B0461" w:rsidP="005B0461">
      <w:r>
        <w:t>265.5768</w:t>
      </w:r>
      <w:r>
        <w:tab/>
        <w:t>3.038e0</w:t>
      </w:r>
    </w:p>
    <w:p w:rsidR="005B0461" w:rsidRDefault="005B0461" w:rsidP="005B0461">
      <w:r>
        <w:t>265.6561</w:t>
      </w:r>
      <w:r>
        <w:tab/>
        <w:t>2.025e0</w:t>
      </w:r>
    </w:p>
    <w:p w:rsidR="005B0461" w:rsidRDefault="005B0461" w:rsidP="005B0461">
      <w:r>
        <w:t>265.6618</w:t>
      </w:r>
      <w:r>
        <w:tab/>
        <w:t>3.038e0</w:t>
      </w:r>
    </w:p>
    <w:p w:rsidR="005B0461" w:rsidRDefault="005B0461" w:rsidP="005B0461">
      <w:r>
        <w:t>265.6707</w:t>
      </w:r>
      <w:r>
        <w:tab/>
        <w:t>3.038e0</w:t>
      </w:r>
    </w:p>
    <w:p w:rsidR="005B0461" w:rsidRDefault="005B0461" w:rsidP="005B0461">
      <w:r>
        <w:t>265.6836</w:t>
      </w:r>
      <w:r>
        <w:tab/>
        <w:t>1.013e0</w:t>
      </w:r>
    </w:p>
    <w:p w:rsidR="005B0461" w:rsidRDefault="005B0461" w:rsidP="005B0461">
      <w:r>
        <w:t>265.7184</w:t>
      </w:r>
      <w:r>
        <w:tab/>
        <w:t>1.013e0</w:t>
      </w:r>
    </w:p>
    <w:p w:rsidR="005B0461" w:rsidRDefault="005B0461" w:rsidP="005B0461">
      <w:r>
        <w:t>265.7263</w:t>
      </w:r>
      <w:r>
        <w:tab/>
        <w:t>1.013e0</w:t>
      </w:r>
    </w:p>
    <w:p w:rsidR="005B0461" w:rsidRDefault="005B0461" w:rsidP="005B0461">
      <w:r>
        <w:lastRenderedPageBreak/>
        <w:t>265.7520</w:t>
      </w:r>
      <w:r>
        <w:tab/>
        <w:t>3.038e0</w:t>
      </w:r>
    </w:p>
    <w:p w:rsidR="005B0461" w:rsidRDefault="005B0461" w:rsidP="005B0461">
      <w:r>
        <w:t>265.7747</w:t>
      </w:r>
      <w:r>
        <w:tab/>
        <w:t>1.013e0</w:t>
      </w:r>
    </w:p>
    <w:p w:rsidR="005B0461" w:rsidRDefault="005B0461" w:rsidP="005B0461">
      <w:r>
        <w:t>265.7920</w:t>
      </w:r>
      <w:r>
        <w:tab/>
        <w:t>3.038e0</w:t>
      </w:r>
    </w:p>
    <w:p w:rsidR="005B0461" w:rsidRDefault="005B0461" w:rsidP="005B0461">
      <w:r>
        <w:t>265.8229</w:t>
      </w:r>
      <w:r>
        <w:tab/>
        <w:t>1.013e0</w:t>
      </w:r>
    </w:p>
    <w:p w:rsidR="005B0461" w:rsidRDefault="005B0461" w:rsidP="005B0461">
      <w:r>
        <w:t>265.8309</w:t>
      </w:r>
      <w:r>
        <w:tab/>
        <w:t>1.013e0</w:t>
      </w:r>
    </w:p>
    <w:p w:rsidR="005B0461" w:rsidRDefault="005B0461" w:rsidP="005B0461">
      <w:r>
        <w:t>265.8483</w:t>
      </w:r>
      <w:r>
        <w:tab/>
        <w:t>1.013e0</w:t>
      </w:r>
    </w:p>
    <w:p w:rsidR="005B0461" w:rsidRDefault="005B0461" w:rsidP="005B0461">
      <w:r>
        <w:t>265.8532</w:t>
      </w:r>
      <w:r>
        <w:tab/>
        <w:t>1.013e0</w:t>
      </w:r>
    </w:p>
    <w:p w:rsidR="005B0461" w:rsidRDefault="005B0461" w:rsidP="005B0461">
      <w:r>
        <w:t>265.8597</w:t>
      </w:r>
      <w:r>
        <w:tab/>
        <w:t>2.025e0</w:t>
      </w:r>
    </w:p>
    <w:p w:rsidR="005B0461" w:rsidRDefault="005B0461" w:rsidP="005B0461">
      <w:r>
        <w:t>265.8827</w:t>
      </w:r>
      <w:r>
        <w:tab/>
        <w:t>1.013e0</w:t>
      </w:r>
    </w:p>
    <w:p w:rsidR="005B0461" w:rsidRDefault="005B0461" w:rsidP="005B0461">
      <w:r>
        <w:t>265.9002</w:t>
      </w:r>
      <w:r>
        <w:tab/>
        <w:t>2.025e0</w:t>
      </w:r>
    </w:p>
    <w:p w:rsidR="005B0461" w:rsidRDefault="005B0461" w:rsidP="005B0461">
      <w:r>
        <w:t>265.9171</w:t>
      </w:r>
      <w:r>
        <w:tab/>
        <w:t>1.013e0</w:t>
      </w:r>
    </w:p>
    <w:p w:rsidR="005B0461" w:rsidRDefault="005B0461" w:rsidP="005B0461">
      <w:r>
        <w:t>265.9234</w:t>
      </w:r>
      <w:r>
        <w:tab/>
        <w:t>7.089e0</w:t>
      </w:r>
    </w:p>
    <w:p w:rsidR="005B0461" w:rsidRDefault="005B0461" w:rsidP="005B0461">
      <w:r>
        <w:t>265.9552</w:t>
      </w:r>
      <w:r>
        <w:tab/>
        <w:t>2.025e0</w:t>
      </w:r>
    </w:p>
    <w:p w:rsidR="005B0461" w:rsidRDefault="005B0461" w:rsidP="005B0461">
      <w:r>
        <w:t>265.9641</w:t>
      </w:r>
      <w:r>
        <w:tab/>
        <w:t>2.025e0</w:t>
      </w:r>
    </w:p>
    <w:p w:rsidR="005B0461" w:rsidRDefault="005B0461" w:rsidP="005B0461">
      <w:r>
        <w:t>265.9778</w:t>
      </w:r>
      <w:r>
        <w:tab/>
        <w:t>1.723e0</w:t>
      </w:r>
    </w:p>
    <w:p w:rsidR="005B0461" w:rsidRDefault="005B0461" w:rsidP="005B0461">
      <w:r>
        <w:t>265.9878</w:t>
      </w:r>
      <w:r>
        <w:tab/>
        <w:t>5.063e0</w:t>
      </w:r>
    </w:p>
    <w:p w:rsidR="005B0461" w:rsidRDefault="005B0461" w:rsidP="005B0461">
      <w:r>
        <w:t>265.9926</w:t>
      </w:r>
      <w:r>
        <w:tab/>
        <w:t>3.038e0</w:t>
      </w:r>
    </w:p>
    <w:p w:rsidR="005B0461" w:rsidRDefault="005B0461" w:rsidP="005B0461">
      <w:r>
        <w:t>266.0091</w:t>
      </w:r>
      <w:r>
        <w:tab/>
        <w:t>1.013e0</w:t>
      </w:r>
    </w:p>
    <w:p w:rsidR="005B0461" w:rsidRDefault="005B0461" w:rsidP="005B0461">
      <w:r>
        <w:t>266.0325</w:t>
      </w:r>
      <w:r>
        <w:tab/>
        <w:t>3.145e0</w:t>
      </w:r>
    </w:p>
    <w:p w:rsidR="005B0461" w:rsidRDefault="005B0461" w:rsidP="005B0461">
      <w:r>
        <w:lastRenderedPageBreak/>
        <w:t>266.0560</w:t>
      </w:r>
      <w:r>
        <w:tab/>
        <w:t>3.038e0</w:t>
      </w:r>
    </w:p>
    <w:p w:rsidR="005B0461" w:rsidRDefault="005B0461" w:rsidP="005B0461">
      <w:r>
        <w:t>266.0576</w:t>
      </w:r>
      <w:r>
        <w:tab/>
        <w:t>5.252e0</w:t>
      </w:r>
    </w:p>
    <w:p w:rsidR="005B0461" w:rsidRDefault="005B0461" w:rsidP="005B0461">
      <w:r>
        <w:t>266.0956</w:t>
      </w:r>
      <w:r>
        <w:tab/>
        <w:t>4.051e0</w:t>
      </w:r>
    </w:p>
    <w:p w:rsidR="005B0461" w:rsidRDefault="005B0461" w:rsidP="005B0461">
      <w:r>
        <w:t>266.1143</w:t>
      </w:r>
      <w:r>
        <w:tab/>
        <w:t>2.025e0</w:t>
      </w:r>
    </w:p>
    <w:p w:rsidR="005B0461" w:rsidRDefault="005B0461" w:rsidP="005B0461">
      <w:r>
        <w:t>266.1212</w:t>
      </w:r>
      <w:r>
        <w:tab/>
        <w:t>2.025e0</w:t>
      </w:r>
    </w:p>
    <w:p w:rsidR="005B0461" w:rsidRDefault="005B0461" w:rsidP="005B0461">
      <w:r>
        <w:t>266.1438</w:t>
      </w:r>
      <w:r>
        <w:tab/>
        <w:t>6.076e0</w:t>
      </w:r>
    </w:p>
    <w:p w:rsidR="005B0461" w:rsidRDefault="005B0461" w:rsidP="005B0461">
      <w:r>
        <w:t>266.1469</w:t>
      </w:r>
      <w:r>
        <w:tab/>
        <w:t>4.051e0</w:t>
      </w:r>
    </w:p>
    <w:p w:rsidR="005B0461" w:rsidRDefault="005B0461" w:rsidP="005B0461">
      <w:r>
        <w:t>266.1605</w:t>
      </w:r>
      <w:r>
        <w:tab/>
        <w:t>2.025e0</w:t>
      </w:r>
    </w:p>
    <w:p w:rsidR="005B0461" w:rsidRDefault="005B0461" w:rsidP="005B0461">
      <w:r>
        <w:t>266.1709</w:t>
      </w:r>
      <w:r>
        <w:tab/>
        <w:t>4.051e0</w:t>
      </w:r>
    </w:p>
    <w:p w:rsidR="005B0461" w:rsidRDefault="005B0461" w:rsidP="005B0461">
      <w:r>
        <w:t>266.1823</w:t>
      </w:r>
      <w:r>
        <w:tab/>
        <w:t>2.025e0</w:t>
      </w:r>
    </w:p>
    <w:p w:rsidR="005B0461" w:rsidRDefault="005B0461" w:rsidP="005B0461">
      <w:r>
        <w:t>266.1893</w:t>
      </w:r>
      <w:r>
        <w:tab/>
        <w:t>3.038e0</w:t>
      </w:r>
    </w:p>
    <w:p w:rsidR="005B0461" w:rsidRDefault="005B0461" w:rsidP="005B0461">
      <w:r>
        <w:t>266.2014</w:t>
      </w:r>
      <w:r>
        <w:tab/>
        <w:t>2.025e0</w:t>
      </w:r>
    </w:p>
    <w:p w:rsidR="005B0461" w:rsidRDefault="005B0461" w:rsidP="005B0461">
      <w:r>
        <w:t>266.2034</w:t>
      </w:r>
      <w:r>
        <w:tab/>
        <w:t>1.013e0</w:t>
      </w:r>
    </w:p>
    <w:p w:rsidR="005B0461" w:rsidRDefault="005B0461" w:rsidP="005B0461">
      <w:r>
        <w:t>266.2263</w:t>
      </w:r>
      <w:r>
        <w:tab/>
        <w:t>1.013e0</w:t>
      </w:r>
    </w:p>
    <w:p w:rsidR="005B0461" w:rsidRDefault="005B0461" w:rsidP="005B0461">
      <w:r>
        <w:t>266.2350</w:t>
      </w:r>
      <w:r>
        <w:tab/>
        <w:t>3.038e0</w:t>
      </w:r>
    </w:p>
    <w:p w:rsidR="005B0461" w:rsidRDefault="005B0461" w:rsidP="005B0461">
      <w:r>
        <w:t>266.2383</w:t>
      </w:r>
      <w:r>
        <w:tab/>
        <w:t>1.013e0</w:t>
      </w:r>
    </w:p>
    <w:p w:rsidR="005B0461" w:rsidRDefault="005B0461" w:rsidP="005B0461">
      <w:r>
        <w:t>266.2609</w:t>
      </w:r>
      <w:r>
        <w:tab/>
        <w:t>1.013e0</w:t>
      </w:r>
    </w:p>
    <w:p w:rsidR="005B0461" w:rsidRDefault="005B0461" w:rsidP="005B0461">
      <w:r>
        <w:t>266.3199</w:t>
      </w:r>
      <w:r>
        <w:tab/>
        <w:t>1.013e0</w:t>
      </w:r>
    </w:p>
    <w:p w:rsidR="005B0461" w:rsidRDefault="005B0461" w:rsidP="005B0461">
      <w:r>
        <w:t>266.3249</w:t>
      </w:r>
      <w:r>
        <w:tab/>
        <w:t>1.013e0</w:t>
      </w:r>
    </w:p>
    <w:p w:rsidR="005B0461" w:rsidRDefault="005B0461" w:rsidP="005B0461">
      <w:r>
        <w:lastRenderedPageBreak/>
        <w:t>266.3508</w:t>
      </w:r>
      <w:r>
        <w:tab/>
        <w:t>1.013e0</w:t>
      </w:r>
    </w:p>
    <w:p w:rsidR="005B0461" w:rsidRDefault="005B0461" w:rsidP="005B0461">
      <w:r>
        <w:t>266.3738</w:t>
      </w:r>
      <w:r>
        <w:tab/>
        <w:t>1.013e0</w:t>
      </w:r>
    </w:p>
    <w:p w:rsidR="005B0461" w:rsidRDefault="005B0461" w:rsidP="005B0461">
      <w:r>
        <w:t>266.3937</w:t>
      </w:r>
      <w:r>
        <w:tab/>
        <w:t>1.013e0</w:t>
      </w:r>
    </w:p>
    <w:p w:rsidR="005B0461" w:rsidRDefault="005B0461" w:rsidP="005B0461">
      <w:r>
        <w:t>266.4165</w:t>
      </w:r>
      <w:r>
        <w:tab/>
        <w:t>2.025e0</w:t>
      </w:r>
    </w:p>
    <w:p w:rsidR="005B0461" w:rsidRDefault="005B0461" w:rsidP="005B0461">
      <w:r>
        <w:t>266.4206</w:t>
      </w:r>
      <w:r>
        <w:tab/>
        <w:t>1.013e0</w:t>
      </w:r>
    </w:p>
    <w:p w:rsidR="005B0461" w:rsidRDefault="005B0461" w:rsidP="005B0461">
      <w:r>
        <w:t>266.4246</w:t>
      </w:r>
      <w:r>
        <w:tab/>
        <w:t>1.078e0</w:t>
      </w:r>
    </w:p>
    <w:p w:rsidR="005B0461" w:rsidRDefault="005B0461" w:rsidP="005B0461">
      <w:r>
        <w:t>266.4554</w:t>
      </w:r>
      <w:r>
        <w:tab/>
        <w:t>1.013e0</w:t>
      </w:r>
    </w:p>
    <w:p w:rsidR="005B0461" w:rsidRDefault="005B0461" w:rsidP="005B0461">
      <w:r>
        <w:t>266.4634</w:t>
      </w:r>
      <w:r>
        <w:tab/>
        <w:t>1.013e0</w:t>
      </w:r>
    </w:p>
    <w:p w:rsidR="005B0461" w:rsidRDefault="005B0461" w:rsidP="005B0461">
      <w:r>
        <w:t>266.4735</w:t>
      </w:r>
      <w:r>
        <w:tab/>
        <w:t>2.431e0</w:t>
      </w:r>
    </w:p>
    <w:p w:rsidR="005B0461" w:rsidRDefault="005B0461" w:rsidP="005B0461">
      <w:r>
        <w:t>266.4868</w:t>
      </w:r>
      <w:r>
        <w:tab/>
        <w:t>3.038e0</w:t>
      </w:r>
    </w:p>
    <w:p w:rsidR="005B0461" w:rsidRDefault="005B0461" w:rsidP="005B0461">
      <w:r>
        <w:t>266.4983</w:t>
      </w:r>
      <w:r>
        <w:tab/>
        <w:t>1.013e0</w:t>
      </w:r>
    </w:p>
    <w:p w:rsidR="005B0461" w:rsidRDefault="005B0461" w:rsidP="005B0461">
      <w:r>
        <w:t>266.5068</w:t>
      </w:r>
      <w:r>
        <w:tab/>
        <w:t>1.013e0</w:t>
      </w:r>
    </w:p>
    <w:p w:rsidR="005B0461" w:rsidRDefault="005B0461" w:rsidP="005B0461">
      <w:r>
        <w:t>266.5252</w:t>
      </w:r>
      <w:r>
        <w:tab/>
        <w:t>7.089e0</w:t>
      </w:r>
    </w:p>
    <w:p w:rsidR="005B0461" w:rsidRDefault="005B0461" w:rsidP="005B0461">
      <w:r>
        <w:t>266.5413</w:t>
      </w:r>
      <w:r>
        <w:tab/>
        <w:t>1.013e0</w:t>
      </w:r>
    </w:p>
    <w:p w:rsidR="005B0461" w:rsidRDefault="005B0461" w:rsidP="005B0461">
      <w:r>
        <w:t>266.5531</w:t>
      </w:r>
      <w:r>
        <w:tab/>
        <w:t>2.025e0</w:t>
      </w:r>
    </w:p>
    <w:p w:rsidR="005B0461" w:rsidRDefault="005B0461" w:rsidP="005B0461">
      <w:r>
        <w:t>266.5560</w:t>
      </w:r>
      <w:r>
        <w:tab/>
        <w:t>1.013e0</w:t>
      </w:r>
    </w:p>
    <w:p w:rsidR="005B0461" w:rsidRDefault="005B0461" w:rsidP="005B0461">
      <w:r>
        <w:t>266.6029</w:t>
      </w:r>
      <w:r>
        <w:tab/>
        <w:t>1.013e0</w:t>
      </w:r>
    </w:p>
    <w:p w:rsidR="005B0461" w:rsidRDefault="005B0461" w:rsidP="005B0461">
      <w:r>
        <w:t>266.6069</w:t>
      </w:r>
      <w:r>
        <w:tab/>
        <w:t>1.013e0</w:t>
      </w:r>
    </w:p>
    <w:p w:rsidR="005B0461" w:rsidRDefault="005B0461" w:rsidP="005B0461">
      <w:r>
        <w:t>266.6316</w:t>
      </w:r>
      <w:r>
        <w:tab/>
        <w:t>2.025e0</w:t>
      </w:r>
    </w:p>
    <w:p w:rsidR="005B0461" w:rsidRDefault="005B0461" w:rsidP="005B0461">
      <w:r>
        <w:lastRenderedPageBreak/>
        <w:t>266.6551</w:t>
      </w:r>
      <w:r>
        <w:tab/>
        <w:t>2.025e0</w:t>
      </w:r>
    </w:p>
    <w:p w:rsidR="005B0461" w:rsidRDefault="005B0461" w:rsidP="005B0461">
      <w:r>
        <w:t>266.6687</w:t>
      </w:r>
      <w:r>
        <w:tab/>
        <w:t>2.025e0</w:t>
      </w:r>
    </w:p>
    <w:p w:rsidR="005B0461" w:rsidRDefault="005B0461" w:rsidP="005B0461">
      <w:r>
        <w:t>266.7332</w:t>
      </w:r>
      <w:r>
        <w:tab/>
        <w:t>1.013e0</w:t>
      </w:r>
    </w:p>
    <w:p w:rsidR="005B0461" w:rsidRDefault="005B0461" w:rsidP="005B0461">
      <w:r>
        <w:t>266.7424</w:t>
      </w:r>
      <w:r>
        <w:tab/>
        <w:t>1.013e0</w:t>
      </w:r>
    </w:p>
    <w:p w:rsidR="005B0461" w:rsidRDefault="005B0461" w:rsidP="005B0461">
      <w:r>
        <w:t>266.8859</w:t>
      </w:r>
      <w:r>
        <w:tab/>
        <w:t>1.013e0</w:t>
      </w:r>
    </w:p>
    <w:p w:rsidR="005B0461" w:rsidRDefault="005B0461" w:rsidP="005B0461">
      <w:r>
        <w:t>266.9015</w:t>
      </w:r>
      <w:r>
        <w:tab/>
        <w:t>4.051e0</w:t>
      </w:r>
    </w:p>
    <w:p w:rsidR="005B0461" w:rsidRDefault="005B0461" w:rsidP="005B0461">
      <w:r>
        <w:t>266.9337</w:t>
      </w:r>
      <w:r>
        <w:tab/>
        <w:t>3.038e0</w:t>
      </w:r>
    </w:p>
    <w:p w:rsidR="005B0461" w:rsidRDefault="005B0461" w:rsidP="005B0461">
      <w:r>
        <w:t>266.9532</w:t>
      </w:r>
      <w:r>
        <w:tab/>
        <w:t>3.038e0</w:t>
      </w:r>
    </w:p>
    <w:p w:rsidR="005B0461" w:rsidRDefault="005B0461" w:rsidP="005B0461">
      <w:r>
        <w:t>266.9597</w:t>
      </w:r>
      <w:r>
        <w:tab/>
        <w:t>1.013e0</w:t>
      </w:r>
    </w:p>
    <w:p w:rsidR="005B0461" w:rsidRDefault="005B0461" w:rsidP="005B0461">
      <w:r>
        <w:t>266.9676</w:t>
      </w:r>
      <w:r>
        <w:tab/>
        <w:t>1.869e0</w:t>
      </w:r>
    </w:p>
    <w:p w:rsidR="005B0461" w:rsidRDefault="005B0461" w:rsidP="005B0461">
      <w:r>
        <w:t>267.0066</w:t>
      </w:r>
      <w:r>
        <w:tab/>
        <w:t>1.013e0</w:t>
      </w:r>
    </w:p>
    <w:p w:rsidR="005B0461" w:rsidRDefault="005B0461" w:rsidP="005B0461">
      <w:r>
        <w:t>267.0171</w:t>
      </w:r>
      <w:r>
        <w:tab/>
        <w:t>3.053e0</w:t>
      </w:r>
    </w:p>
    <w:p w:rsidR="005B0461" w:rsidRDefault="005B0461" w:rsidP="005B0461">
      <w:r>
        <w:t>267.0186</w:t>
      </w:r>
      <w:r>
        <w:tab/>
        <w:t>1.394e0</w:t>
      </w:r>
    </w:p>
    <w:p w:rsidR="005B0461" w:rsidRDefault="005B0461" w:rsidP="005B0461">
      <w:r>
        <w:t>267.0484</w:t>
      </w:r>
      <w:r>
        <w:tab/>
        <w:t>3.038e0</w:t>
      </w:r>
    </w:p>
    <w:p w:rsidR="005B0461" w:rsidRDefault="005B0461" w:rsidP="005B0461">
      <w:r>
        <w:t>267.0783</w:t>
      </w:r>
      <w:r>
        <w:tab/>
        <w:t>4.068e0</w:t>
      </w:r>
    </w:p>
    <w:p w:rsidR="005B0461" w:rsidRDefault="005B0461" w:rsidP="005B0461">
      <w:r>
        <w:t>267.0794</w:t>
      </w:r>
      <w:r>
        <w:tab/>
        <w:t>3.038e0</w:t>
      </w:r>
    </w:p>
    <w:p w:rsidR="005B0461" w:rsidRDefault="005B0461" w:rsidP="005B0461">
      <w:r>
        <w:t>267.0939</w:t>
      </w:r>
      <w:r>
        <w:tab/>
        <w:t>6.076e0</w:t>
      </w:r>
    </w:p>
    <w:p w:rsidR="005B0461" w:rsidRDefault="005B0461" w:rsidP="005B0461">
      <w:r>
        <w:t>267.0977</w:t>
      </w:r>
      <w:r>
        <w:tab/>
        <w:t>2.025e0</w:t>
      </w:r>
    </w:p>
    <w:p w:rsidR="005B0461" w:rsidRDefault="005B0461" w:rsidP="005B0461">
      <w:r>
        <w:t>267.1208</w:t>
      </w:r>
      <w:r>
        <w:tab/>
        <w:t>4.051e0</w:t>
      </w:r>
    </w:p>
    <w:p w:rsidR="005B0461" w:rsidRDefault="005B0461" w:rsidP="005B0461">
      <w:r>
        <w:lastRenderedPageBreak/>
        <w:t>267.1227</w:t>
      </w:r>
      <w:r>
        <w:tab/>
        <w:t>4.051e0</w:t>
      </w:r>
    </w:p>
    <w:p w:rsidR="005B0461" w:rsidRDefault="005B0461" w:rsidP="005B0461">
      <w:r>
        <w:t>267.1347</w:t>
      </w:r>
      <w:r>
        <w:tab/>
        <w:t>4.051e0</w:t>
      </w:r>
    </w:p>
    <w:p w:rsidR="005B0461" w:rsidRDefault="005B0461" w:rsidP="005B0461">
      <w:r>
        <w:t>267.1521</w:t>
      </w:r>
      <w:r>
        <w:tab/>
        <w:t>2.025e0</w:t>
      </w:r>
    </w:p>
    <w:p w:rsidR="005B0461" w:rsidRDefault="005B0461" w:rsidP="005B0461">
      <w:r>
        <w:t>267.1627</w:t>
      </w:r>
      <w:r>
        <w:tab/>
        <w:t>3.038e0</w:t>
      </w:r>
    </w:p>
    <w:p w:rsidR="005B0461" w:rsidRDefault="005B0461" w:rsidP="005B0461">
      <w:r>
        <w:t>267.1717</w:t>
      </w:r>
      <w:r>
        <w:tab/>
        <w:t>3.038e0</w:t>
      </w:r>
    </w:p>
    <w:p w:rsidR="005B0461" w:rsidRDefault="005B0461" w:rsidP="005B0461">
      <w:r>
        <w:t>267.1869</w:t>
      </w:r>
      <w:r>
        <w:tab/>
        <w:t>3.038e0</w:t>
      </w:r>
    </w:p>
    <w:p w:rsidR="005B0461" w:rsidRDefault="005B0461" w:rsidP="005B0461">
      <w:r>
        <w:t>267.1911</w:t>
      </w:r>
      <w:r>
        <w:tab/>
        <w:t>3.067e0</w:t>
      </w:r>
    </w:p>
    <w:p w:rsidR="005B0461" w:rsidRDefault="005B0461" w:rsidP="005B0461">
      <w:r>
        <w:t>267.1921</w:t>
      </w:r>
      <w:r>
        <w:tab/>
        <w:t>3.067e0</w:t>
      </w:r>
    </w:p>
    <w:p w:rsidR="005B0461" w:rsidRDefault="005B0461" w:rsidP="005B0461">
      <w:r>
        <w:t>267.2065</w:t>
      </w:r>
      <w:r>
        <w:tab/>
        <w:t>2.025e0</w:t>
      </w:r>
    </w:p>
    <w:p w:rsidR="005B0461" w:rsidRDefault="005B0461" w:rsidP="005B0461">
      <w:r>
        <w:t>267.2392</w:t>
      </w:r>
      <w:r>
        <w:tab/>
        <w:t>7.089e0</w:t>
      </w:r>
    </w:p>
    <w:p w:rsidR="005B0461" w:rsidRDefault="005B0461" w:rsidP="005B0461">
      <w:r>
        <w:t>267.2434</w:t>
      </w:r>
      <w:r>
        <w:tab/>
        <w:t>2.462e0</w:t>
      </w:r>
    </w:p>
    <w:p w:rsidR="005B0461" w:rsidRDefault="005B0461" w:rsidP="005B0461">
      <w:r>
        <w:t>267.2564</w:t>
      </w:r>
      <w:r>
        <w:tab/>
        <w:t>2.025e0</w:t>
      </w:r>
    </w:p>
    <w:p w:rsidR="005B0461" w:rsidRDefault="005B0461" w:rsidP="005B0461">
      <w:r>
        <w:t>267.2925</w:t>
      </w:r>
      <w:r>
        <w:tab/>
        <w:t>2.025e0</w:t>
      </w:r>
    </w:p>
    <w:p w:rsidR="005B0461" w:rsidRDefault="005B0461" w:rsidP="005B0461">
      <w:r>
        <w:t>267.2997</w:t>
      </w:r>
      <w:r>
        <w:tab/>
        <w:t>2.025e0</w:t>
      </w:r>
    </w:p>
    <w:p w:rsidR="005B0461" w:rsidRDefault="005B0461" w:rsidP="005B0461">
      <w:r>
        <w:t>267.3098</w:t>
      </w:r>
      <w:r>
        <w:tab/>
        <w:t>1.013e0</w:t>
      </w:r>
    </w:p>
    <w:p w:rsidR="005B0461" w:rsidRDefault="005B0461" w:rsidP="005B0461">
      <w:r>
        <w:t>267.3366</w:t>
      </w:r>
      <w:r>
        <w:tab/>
        <w:t>1.013e0</w:t>
      </w:r>
    </w:p>
    <w:p w:rsidR="005B0461" w:rsidRDefault="005B0461" w:rsidP="005B0461">
      <w:r>
        <w:t>267.3406</w:t>
      </w:r>
      <w:r>
        <w:tab/>
        <w:t>2.025e0</w:t>
      </w:r>
    </w:p>
    <w:p w:rsidR="005B0461" w:rsidRDefault="005B0461" w:rsidP="005B0461">
      <w:r>
        <w:t>267.3755</w:t>
      </w:r>
      <w:r>
        <w:tab/>
        <w:t>1.013e0</w:t>
      </w:r>
    </w:p>
    <w:p w:rsidR="005B0461" w:rsidRDefault="005B0461" w:rsidP="005B0461">
      <w:r>
        <w:t>267.3925</w:t>
      </w:r>
      <w:r>
        <w:tab/>
        <w:t>3.616e0</w:t>
      </w:r>
    </w:p>
    <w:p w:rsidR="005B0461" w:rsidRDefault="005B0461" w:rsidP="005B0461">
      <w:r>
        <w:lastRenderedPageBreak/>
        <w:t>267.4205</w:t>
      </w:r>
      <w:r>
        <w:tab/>
        <w:t>2.025e0</w:t>
      </w:r>
    </w:p>
    <w:p w:rsidR="005B0461" w:rsidRDefault="005B0461" w:rsidP="005B0461">
      <w:r>
        <w:t>267.4282</w:t>
      </w:r>
      <w:r>
        <w:tab/>
        <w:t>1.013e0</w:t>
      </w:r>
    </w:p>
    <w:p w:rsidR="005B0461" w:rsidRDefault="005B0461" w:rsidP="005B0461">
      <w:r>
        <w:t>267.4493</w:t>
      </w:r>
      <w:r>
        <w:tab/>
        <w:t>1.013e0</w:t>
      </w:r>
    </w:p>
    <w:p w:rsidR="005B0461" w:rsidRDefault="005B0461" w:rsidP="005B0461">
      <w:r>
        <w:t>267.4578</w:t>
      </w:r>
      <w:r>
        <w:tab/>
        <w:t>1.013e0</w:t>
      </w:r>
    </w:p>
    <w:p w:rsidR="005B0461" w:rsidRDefault="005B0461" w:rsidP="005B0461">
      <w:r>
        <w:t>267.4645</w:t>
      </w:r>
      <w:r>
        <w:tab/>
        <w:t>2.025e0</w:t>
      </w:r>
    </w:p>
    <w:p w:rsidR="005B0461" w:rsidRDefault="005B0461" w:rsidP="005B0461">
      <w:r>
        <w:t>267.4802</w:t>
      </w:r>
      <w:r>
        <w:tab/>
        <w:t>3.038e0</w:t>
      </w:r>
    </w:p>
    <w:p w:rsidR="005B0461" w:rsidRDefault="005B0461" w:rsidP="005B0461">
      <w:r>
        <w:t>267.5366</w:t>
      </w:r>
      <w:r>
        <w:tab/>
        <w:t>2.025e0</w:t>
      </w:r>
    </w:p>
    <w:p w:rsidR="005B0461" w:rsidRDefault="005B0461" w:rsidP="005B0461">
      <w:r>
        <w:t>267.5461</w:t>
      </w:r>
      <w:r>
        <w:tab/>
        <w:t>1.013e0</w:t>
      </w:r>
    </w:p>
    <w:p w:rsidR="005B0461" w:rsidRDefault="005B0461" w:rsidP="005B0461">
      <w:r>
        <w:t>267.5500</w:t>
      </w:r>
      <w:r>
        <w:tab/>
        <w:t>1.013e0</w:t>
      </w:r>
    </w:p>
    <w:p w:rsidR="005B0461" w:rsidRDefault="005B0461" w:rsidP="005B0461">
      <w:r>
        <w:t>267.5889</w:t>
      </w:r>
      <w:r>
        <w:tab/>
        <w:t>3.038e0</w:t>
      </w:r>
    </w:p>
    <w:p w:rsidR="005B0461" w:rsidRDefault="005B0461" w:rsidP="005B0461">
      <w:r>
        <w:t>267.6158</w:t>
      </w:r>
      <w:r>
        <w:tab/>
        <w:t>1.013e0</w:t>
      </w:r>
    </w:p>
    <w:p w:rsidR="005B0461" w:rsidRDefault="005B0461" w:rsidP="005B0461">
      <w:r>
        <w:t>267.6238</w:t>
      </w:r>
      <w:r>
        <w:tab/>
        <w:t>1.013e0</w:t>
      </w:r>
    </w:p>
    <w:p w:rsidR="005B0461" w:rsidRDefault="005B0461" w:rsidP="005B0461">
      <w:r>
        <w:t>267.6423</w:t>
      </w:r>
      <w:r>
        <w:tab/>
        <w:t>3.038e0</w:t>
      </w:r>
    </w:p>
    <w:p w:rsidR="005B0461" w:rsidRDefault="005B0461" w:rsidP="005B0461">
      <w:r>
        <w:t>267.6707</w:t>
      </w:r>
      <w:r>
        <w:tab/>
        <w:t>1.013e0</w:t>
      </w:r>
    </w:p>
    <w:p w:rsidR="005B0461" w:rsidRDefault="005B0461" w:rsidP="005B0461">
      <w:r>
        <w:t>267.6898</w:t>
      </w:r>
      <w:r>
        <w:tab/>
        <w:t>1.013e0</w:t>
      </w:r>
    </w:p>
    <w:p w:rsidR="005B0461" w:rsidRDefault="005B0461" w:rsidP="005B0461">
      <w:r>
        <w:t>267.7270</w:t>
      </w:r>
      <w:r>
        <w:tab/>
        <w:t>3.038e0</w:t>
      </w:r>
    </w:p>
    <w:p w:rsidR="005B0461" w:rsidRDefault="005B0461" w:rsidP="005B0461">
      <w:r>
        <w:t>267.7301</w:t>
      </w:r>
      <w:r>
        <w:tab/>
        <w:t>5.063e0</w:t>
      </w:r>
    </w:p>
    <w:p w:rsidR="005B0461" w:rsidRDefault="005B0461" w:rsidP="005B0461">
      <w:r>
        <w:t>267.7406</w:t>
      </w:r>
      <w:r>
        <w:tab/>
        <w:t>1.013e0</w:t>
      </w:r>
    </w:p>
    <w:p w:rsidR="005B0461" w:rsidRDefault="005B0461" w:rsidP="005B0461">
      <w:r>
        <w:t>267.7819</w:t>
      </w:r>
      <w:r>
        <w:tab/>
        <w:t>2.025e0</w:t>
      </w:r>
    </w:p>
    <w:p w:rsidR="005B0461" w:rsidRDefault="005B0461" w:rsidP="005B0461">
      <w:r>
        <w:lastRenderedPageBreak/>
        <w:t>267.7837</w:t>
      </w:r>
      <w:r>
        <w:tab/>
        <w:t>1.013e0</w:t>
      </w:r>
    </w:p>
    <w:p w:rsidR="005B0461" w:rsidRDefault="005B0461" w:rsidP="005B0461">
      <w:r>
        <w:t>267.8022</w:t>
      </w:r>
      <w:r>
        <w:tab/>
        <w:t>3.038e0</w:t>
      </w:r>
    </w:p>
    <w:p w:rsidR="005B0461" w:rsidRDefault="005B0461" w:rsidP="005B0461">
      <w:r>
        <w:t>267.8145</w:t>
      </w:r>
      <w:r>
        <w:tab/>
        <w:t>1.013e0</w:t>
      </w:r>
    </w:p>
    <w:p w:rsidR="005B0461" w:rsidRDefault="005B0461" w:rsidP="005B0461">
      <w:r>
        <w:t>267.8281</w:t>
      </w:r>
      <w:r>
        <w:tab/>
        <w:t>1.013e0</w:t>
      </w:r>
    </w:p>
    <w:p w:rsidR="005B0461" w:rsidRDefault="005B0461" w:rsidP="005B0461">
      <w:r>
        <w:t>267.8538</w:t>
      </w:r>
      <w:r>
        <w:tab/>
        <w:t>2.025e0</w:t>
      </w:r>
    </w:p>
    <w:p w:rsidR="005B0461" w:rsidRDefault="005B0461" w:rsidP="005B0461">
      <w:r>
        <w:t>267.8627</w:t>
      </w:r>
      <w:r>
        <w:tab/>
        <w:t>1.013e0</w:t>
      </w:r>
    </w:p>
    <w:p w:rsidR="005B0461" w:rsidRDefault="005B0461" w:rsidP="005B0461">
      <w:r>
        <w:t>267.9541</w:t>
      </w:r>
      <w:r>
        <w:tab/>
        <w:t>1.013e0</w:t>
      </w:r>
    </w:p>
    <w:p w:rsidR="005B0461" w:rsidRDefault="005B0461" w:rsidP="005B0461">
      <w:r>
        <w:t>267.9910</w:t>
      </w:r>
      <w:r>
        <w:tab/>
        <w:t>2.025e0</w:t>
      </w:r>
    </w:p>
    <w:p w:rsidR="005B0461" w:rsidRDefault="005B0461" w:rsidP="005B0461">
      <w:r>
        <w:t>267.9974</w:t>
      </w:r>
      <w:r>
        <w:tab/>
        <w:t>3.038e0</w:t>
      </w:r>
    </w:p>
    <w:p w:rsidR="005B0461" w:rsidRDefault="005B0461" w:rsidP="005B0461">
      <w:r>
        <w:t>268.0299</w:t>
      </w:r>
      <w:r>
        <w:tab/>
        <w:t>4.051e0</w:t>
      </w:r>
    </w:p>
    <w:p w:rsidR="005B0461" w:rsidRDefault="005B0461" w:rsidP="005B0461">
      <w:r>
        <w:t>268.0387</w:t>
      </w:r>
      <w:r>
        <w:tab/>
        <w:t>2.025e0</w:t>
      </w:r>
    </w:p>
    <w:p w:rsidR="005B0461" w:rsidRDefault="005B0461" w:rsidP="005B0461">
      <w:r>
        <w:t>268.0609</w:t>
      </w:r>
      <w:r>
        <w:tab/>
        <w:t>2.025e0</w:t>
      </w:r>
    </w:p>
    <w:p w:rsidR="005B0461" w:rsidRDefault="005B0461" w:rsidP="005B0461">
      <w:r>
        <w:t>268.0629</w:t>
      </w:r>
      <w:r>
        <w:tab/>
        <w:t>1.013e0</w:t>
      </w:r>
    </w:p>
    <w:p w:rsidR="005B0461" w:rsidRDefault="005B0461" w:rsidP="005B0461">
      <w:r>
        <w:t>268.0648</w:t>
      </w:r>
      <w:r>
        <w:tab/>
        <w:t>2.025e0</w:t>
      </w:r>
    </w:p>
    <w:p w:rsidR="005B0461" w:rsidRDefault="005B0461" w:rsidP="005B0461">
      <w:r>
        <w:t>268.0899</w:t>
      </w:r>
      <w:r>
        <w:tab/>
        <w:t>1.013e0</w:t>
      </w:r>
    </w:p>
    <w:p w:rsidR="005B0461" w:rsidRDefault="005B0461" w:rsidP="005B0461">
      <w:r>
        <w:t>268.0984</w:t>
      </w:r>
      <w:r>
        <w:tab/>
        <w:t>3.916e0</w:t>
      </w:r>
    </w:p>
    <w:p w:rsidR="005B0461" w:rsidRDefault="005B0461" w:rsidP="005B0461">
      <w:r>
        <w:t>268.1173</w:t>
      </w:r>
      <w:r>
        <w:tab/>
        <w:t>2.025e0</w:t>
      </w:r>
    </w:p>
    <w:p w:rsidR="005B0461" w:rsidRDefault="005B0461" w:rsidP="005B0461">
      <w:r>
        <w:t>268.1294</w:t>
      </w:r>
      <w:r>
        <w:tab/>
        <w:t>5.063e0</w:t>
      </w:r>
    </w:p>
    <w:p w:rsidR="005B0461" w:rsidRDefault="005B0461" w:rsidP="005B0461">
      <w:r>
        <w:t>268.1374</w:t>
      </w:r>
      <w:r>
        <w:tab/>
        <w:t>4.009e0</w:t>
      </w:r>
    </w:p>
    <w:p w:rsidR="005B0461" w:rsidRDefault="005B0461" w:rsidP="005B0461">
      <w:r>
        <w:lastRenderedPageBreak/>
        <w:t>268.1494</w:t>
      </w:r>
      <w:r>
        <w:tab/>
        <w:t>1.013e0</w:t>
      </w:r>
    </w:p>
    <w:p w:rsidR="005B0461" w:rsidRDefault="005B0461" w:rsidP="005B0461">
      <w:r>
        <w:t>268.1523</w:t>
      </w:r>
      <w:r>
        <w:tab/>
        <w:t>3.038e0</w:t>
      </w:r>
    </w:p>
    <w:p w:rsidR="005B0461" w:rsidRDefault="005B0461" w:rsidP="005B0461">
      <w:r>
        <w:t>268.1736</w:t>
      </w:r>
      <w:r>
        <w:tab/>
        <w:t>2.025e0</w:t>
      </w:r>
    </w:p>
    <w:p w:rsidR="005B0461" w:rsidRDefault="005B0461" w:rsidP="005B0461">
      <w:r>
        <w:t>268.1796</w:t>
      </w:r>
      <w:r>
        <w:tab/>
        <w:t>1.013e0</w:t>
      </w:r>
    </w:p>
    <w:p w:rsidR="005B0461" w:rsidRDefault="005B0461" w:rsidP="005B0461">
      <w:r>
        <w:t>268.1841</w:t>
      </w:r>
      <w:r>
        <w:tab/>
        <w:t>1.013e0</w:t>
      </w:r>
    </w:p>
    <w:p w:rsidR="005B0461" w:rsidRDefault="005B0461" w:rsidP="005B0461">
      <w:r>
        <w:t>268.1891</w:t>
      </w:r>
      <w:r>
        <w:tab/>
        <w:t>2.025e0</w:t>
      </w:r>
    </w:p>
    <w:p w:rsidR="005B0461" w:rsidRDefault="005B0461" w:rsidP="005B0461">
      <w:r>
        <w:t>268.2056</w:t>
      </w:r>
      <w:r>
        <w:tab/>
        <w:t>5.012e0</w:t>
      </w:r>
    </w:p>
    <w:p w:rsidR="005B0461" w:rsidRDefault="005B0461" w:rsidP="005B0461">
      <w:r>
        <w:t>268.2208</w:t>
      </w:r>
      <w:r>
        <w:tab/>
        <w:t>2.025e0</w:t>
      </w:r>
    </w:p>
    <w:p w:rsidR="005B0461" w:rsidRDefault="005B0461" w:rsidP="005B0461">
      <w:r>
        <w:t>268.2335</w:t>
      </w:r>
      <w:r>
        <w:tab/>
        <w:t>3.038e0</w:t>
      </w:r>
    </w:p>
    <w:p w:rsidR="005B0461" w:rsidRDefault="005B0461" w:rsidP="005B0461">
      <w:r>
        <w:t>268.2394</w:t>
      </w:r>
      <w:r>
        <w:tab/>
        <w:t>2.025e0</w:t>
      </w:r>
    </w:p>
    <w:p w:rsidR="005B0461" w:rsidRDefault="005B0461" w:rsidP="005B0461">
      <w:r>
        <w:t>268.2456</w:t>
      </w:r>
      <w:r>
        <w:tab/>
        <w:t>1.013e0</w:t>
      </w:r>
    </w:p>
    <w:p w:rsidR="005B0461" w:rsidRDefault="005B0461" w:rsidP="005B0461">
      <w:r>
        <w:t>268.2668</w:t>
      </w:r>
      <w:r>
        <w:tab/>
        <w:t>4.051e0</w:t>
      </w:r>
    </w:p>
    <w:p w:rsidR="005B0461" w:rsidRDefault="005B0461" w:rsidP="005B0461">
      <w:r>
        <w:t>268.2921</w:t>
      </w:r>
      <w:r>
        <w:tab/>
        <w:t>2.025e0</w:t>
      </w:r>
    </w:p>
    <w:p w:rsidR="005B0461" w:rsidRDefault="005B0461" w:rsidP="005B0461">
      <w:r>
        <w:t>268.3276</w:t>
      </w:r>
      <w:r>
        <w:tab/>
        <w:t>1.013e0</w:t>
      </w:r>
    </w:p>
    <w:p w:rsidR="005B0461" w:rsidRDefault="005B0461" w:rsidP="005B0461">
      <w:r>
        <w:t>268.3622</w:t>
      </w:r>
      <w:r>
        <w:tab/>
        <w:t>1.013e0</w:t>
      </w:r>
    </w:p>
    <w:p w:rsidR="005B0461" w:rsidRDefault="005B0461" w:rsidP="005B0461">
      <w:r>
        <w:t>268.3933</w:t>
      </w:r>
      <w:r>
        <w:tab/>
        <w:t>1.013e0</w:t>
      </w:r>
    </w:p>
    <w:p w:rsidR="005B0461" w:rsidRDefault="005B0461" w:rsidP="005B0461">
      <w:r>
        <w:t>268.3972</w:t>
      </w:r>
      <w:r>
        <w:tab/>
        <w:t>2.025e0</w:t>
      </w:r>
    </w:p>
    <w:p w:rsidR="005B0461" w:rsidRDefault="005B0461" w:rsidP="005B0461">
      <w:r>
        <w:t>268.4283</w:t>
      </w:r>
      <w:r>
        <w:tab/>
        <w:t>1.013e0</w:t>
      </w:r>
    </w:p>
    <w:p w:rsidR="005B0461" w:rsidRDefault="005B0461" w:rsidP="005B0461">
      <w:r>
        <w:t>268.4464</w:t>
      </w:r>
      <w:r>
        <w:tab/>
        <w:t>1.013e0</w:t>
      </w:r>
    </w:p>
    <w:p w:rsidR="005B0461" w:rsidRDefault="005B0461" w:rsidP="005B0461">
      <w:r>
        <w:lastRenderedPageBreak/>
        <w:t>268.4552</w:t>
      </w:r>
      <w:r>
        <w:tab/>
        <w:t>1.013e0</w:t>
      </w:r>
    </w:p>
    <w:p w:rsidR="005B0461" w:rsidRDefault="005B0461" w:rsidP="005B0461">
      <w:r>
        <w:t>268.4878</w:t>
      </w:r>
      <w:r>
        <w:tab/>
        <w:t>2.025e0</w:t>
      </w:r>
    </w:p>
    <w:p w:rsidR="005B0461" w:rsidRDefault="005B0461" w:rsidP="005B0461">
      <w:r>
        <w:t>268.5107</w:t>
      </w:r>
      <w:r>
        <w:tab/>
        <w:t>1.013e0</w:t>
      </w:r>
    </w:p>
    <w:p w:rsidR="005B0461" w:rsidRDefault="005B0461" w:rsidP="005B0461">
      <w:r>
        <w:t>268.5135</w:t>
      </w:r>
      <w:r>
        <w:tab/>
        <w:t>3.038e0</w:t>
      </w:r>
    </w:p>
    <w:p w:rsidR="005B0461" w:rsidRDefault="005B0461" w:rsidP="005B0461">
      <w:r>
        <w:t>268.5331</w:t>
      </w:r>
      <w:r>
        <w:tab/>
        <w:t>1.013e0</w:t>
      </w:r>
    </w:p>
    <w:p w:rsidR="005B0461" w:rsidRDefault="005B0461" w:rsidP="005B0461">
      <w:r>
        <w:t>268.5435</w:t>
      </w:r>
      <w:r>
        <w:tab/>
        <w:t>2.025e0</w:t>
      </w:r>
    </w:p>
    <w:p w:rsidR="005B0461" w:rsidRDefault="005B0461" w:rsidP="005B0461">
      <w:r>
        <w:t>268.5454</w:t>
      </w:r>
      <w:r>
        <w:tab/>
        <w:t>1.013e0</w:t>
      </w:r>
    </w:p>
    <w:p w:rsidR="005B0461" w:rsidRDefault="005B0461" w:rsidP="005B0461">
      <w:r>
        <w:t>268.5680</w:t>
      </w:r>
      <w:r>
        <w:tab/>
        <w:t>2.025e0</w:t>
      </w:r>
    </w:p>
    <w:p w:rsidR="005B0461" w:rsidRDefault="005B0461" w:rsidP="005B0461">
      <w:r>
        <w:t>268.5990</w:t>
      </w:r>
      <w:r>
        <w:tab/>
        <w:t>2.025e0</w:t>
      </w:r>
    </w:p>
    <w:p w:rsidR="005B0461" w:rsidRDefault="005B0461" w:rsidP="005B0461">
      <w:r>
        <w:t>268.6029</w:t>
      </w:r>
      <w:r>
        <w:tab/>
        <w:t>2.025e0</w:t>
      </w:r>
    </w:p>
    <w:p w:rsidR="005B0461" w:rsidRDefault="005B0461" w:rsidP="005B0461">
      <w:r>
        <w:t>268.6379</w:t>
      </w:r>
      <w:r>
        <w:tab/>
        <w:t>1.013e0</w:t>
      </w:r>
    </w:p>
    <w:p w:rsidR="005B0461" w:rsidRDefault="005B0461" w:rsidP="005B0461">
      <w:r>
        <w:t>268.6419</w:t>
      </w:r>
      <w:r>
        <w:tab/>
        <w:t>1.013e0</w:t>
      </w:r>
    </w:p>
    <w:p w:rsidR="005B0461" w:rsidRDefault="005B0461" w:rsidP="005B0461">
      <w:r>
        <w:t>268.6593</w:t>
      </w:r>
      <w:r>
        <w:tab/>
        <w:t>2.025e0</w:t>
      </w:r>
    </w:p>
    <w:p w:rsidR="005B0461" w:rsidRDefault="005B0461" w:rsidP="005B0461">
      <w:r>
        <w:t>268.6845</w:t>
      </w:r>
      <w:r>
        <w:tab/>
        <w:t>4.051e0</w:t>
      </w:r>
    </w:p>
    <w:p w:rsidR="005B0461" w:rsidRDefault="005B0461" w:rsidP="005B0461">
      <w:r>
        <w:t>268.7260</w:t>
      </w:r>
      <w:r>
        <w:tab/>
        <w:t>2.025e0</w:t>
      </w:r>
    </w:p>
    <w:p w:rsidR="005B0461" w:rsidRDefault="005B0461" w:rsidP="005B0461">
      <w:r>
        <w:t>268.7336</w:t>
      </w:r>
      <w:r>
        <w:tab/>
        <w:t>3.038e0</w:t>
      </w:r>
    </w:p>
    <w:p w:rsidR="005B0461" w:rsidRDefault="005B0461" w:rsidP="005B0461">
      <w:r>
        <w:t>268.7634</w:t>
      </w:r>
      <w:r>
        <w:tab/>
        <w:t>1.013e0</w:t>
      </w:r>
    </w:p>
    <w:p w:rsidR="005B0461" w:rsidRDefault="005B0461" w:rsidP="005B0461">
      <w:r>
        <w:t>268.7817</w:t>
      </w:r>
      <w:r>
        <w:tab/>
        <w:t>1.013e0</w:t>
      </w:r>
    </w:p>
    <w:p w:rsidR="005B0461" w:rsidRDefault="005B0461" w:rsidP="005B0461">
      <w:r>
        <w:t>268.7981</w:t>
      </w:r>
      <w:r>
        <w:tab/>
        <w:t>1.013e0</w:t>
      </w:r>
    </w:p>
    <w:p w:rsidR="005B0461" w:rsidRDefault="005B0461" w:rsidP="005B0461">
      <w:r>
        <w:lastRenderedPageBreak/>
        <w:t>268.8015</w:t>
      </w:r>
      <w:r>
        <w:tab/>
        <w:t>2.025e0</w:t>
      </w:r>
    </w:p>
    <w:p w:rsidR="005B0461" w:rsidRDefault="005B0461" w:rsidP="005B0461">
      <w:r>
        <w:t>268.8206</w:t>
      </w:r>
      <w:r>
        <w:tab/>
        <w:t>1.013e0</w:t>
      </w:r>
    </w:p>
    <w:p w:rsidR="005B0461" w:rsidRDefault="005B0461" w:rsidP="005B0461">
      <w:r>
        <w:t>268.8247</w:t>
      </w:r>
      <w:r>
        <w:tab/>
        <w:t>2.025e0</w:t>
      </w:r>
    </w:p>
    <w:p w:rsidR="005B0461" w:rsidRDefault="005B0461" w:rsidP="005B0461">
      <w:r>
        <w:t>268.8556</w:t>
      </w:r>
      <w:r>
        <w:tab/>
        <w:t>1.013e0</w:t>
      </w:r>
    </w:p>
    <w:p w:rsidR="005B0461" w:rsidRDefault="005B0461" w:rsidP="005B0461">
      <w:r>
        <w:t>268.8675</w:t>
      </w:r>
      <w:r>
        <w:tab/>
        <w:t>1.013e0</w:t>
      </w:r>
    </w:p>
    <w:p w:rsidR="005B0461" w:rsidRDefault="005B0461" w:rsidP="005B0461">
      <w:r>
        <w:t>268.8870</w:t>
      </w:r>
      <w:r>
        <w:tab/>
        <w:t>3.038e0</w:t>
      </w:r>
    </w:p>
    <w:p w:rsidR="005B0461" w:rsidRDefault="005B0461" w:rsidP="005B0461">
      <w:r>
        <w:t>268.8986</w:t>
      </w:r>
      <w:r>
        <w:tab/>
        <w:t>1.013e0</w:t>
      </w:r>
    </w:p>
    <w:p w:rsidR="005B0461" w:rsidRDefault="005B0461" w:rsidP="005B0461">
      <w:r>
        <w:t>268.9025</w:t>
      </w:r>
      <w:r>
        <w:tab/>
        <w:t>1.013e0</w:t>
      </w:r>
    </w:p>
    <w:p w:rsidR="005B0461" w:rsidRDefault="005B0461" w:rsidP="005B0461">
      <w:r>
        <w:t>268.9295</w:t>
      </w:r>
      <w:r>
        <w:tab/>
        <w:t>1.013e0</w:t>
      </w:r>
    </w:p>
    <w:p w:rsidR="005B0461" w:rsidRDefault="005B0461" w:rsidP="005B0461">
      <w:r>
        <w:t>268.9468</w:t>
      </w:r>
      <w:r>
        <w:tab/>
        <w:t>1.013e0</w:t>
      </w:r>
    </w:p>
    <w:p w:rsidR="005B0461" w:rsidRDefault="005B0461" w:rsidP="005B0461">
      <w:r>
        <w:t>268.9726</w:t>
      </w:r>
      <w:r>
        <w:tab/>
        <w:t>2.025e0</w:t>
      </w:r>
    </w:p>
    <w:p w:rsidR="005B0461" w:rsidRDefault="005B0461" w:rsidP="005B0461">
      <w:r>
        <w:t>268.9815</w:t>
      </w:r>
      <w:r>
        <w:tab/>
        <w:t>1.013e0</w:t>
      </w:r>
    </w:p>
    <w:p w:rsidR="005B0461" w:rsidRDefault="005B0461" w:rsidP="005B0461">
      <w:r>
        <w:t>268.9865</w:t>
      </w:r>
      <w:r>
        <w:tab/>
        <w:t>1.013e0</w:t>
      </w:r>
    </w:p>
    <w:p w:rsidR="005B0461" w:rsidRDefault="005B0461" w:rsidP="005B0461">
      <w:r>
        <w:t>268.9894</w:t>
      </w:r>
      <w:r>
        <w:tab/>
        <w:t>3.038e0</w:t>
      </w:r>
    </w:p>
    <w:p w:rsidR="005B0461" w:rsidRDefault="005B0461" w:rsidP="005B0461">
      <w:r>
        <w:t>269.0105</w:t>
      </w:r>
      <w:r>
        <w:tab/>
        <w:t>3.038e0</w:t>
      </w:r>
    </w:p>
    <w:p w:rsidR="005B0461" w:rsidRDefault="005B0461" w:rsidP="005B0461">
      <w:r>
        <w:t>269.0163</w:t>
      </w:r>
      <w:r>
        <w:tab/>
        <w:t>2.025e0</w:t>
      </w:r>
    </w:p>
    <w:p w:rsidR="005B0461" w:rsidRDefault="005B0461" w:rsidP="005B0461">
      <w:r>
        <w:t>269.0305</w:t>
      </w:r>
      <w:r>
        <w:tab/>
        <w:t>2.025e0</w:t>
      </w:r>
    </w:p>
    <w:p w:rsidR="005B0461" w:rsidRDefault="005B0461" w:rsidP="005B0461">
      <w:r>
        <w:t>269.0452</w:t>
      </w:r>
      <w:r>
        <w:tab/>
        <w:t>3.038e0</w:t>
      </w:r>
    </w:p>
    <w:p w:rsidR="005B0461" w:rsidRDefault="005B0461" w:rsidP="005B0461">
      <w:r>
        <w:t>269.0740</w:t>
      </w:r>
      <w:r>
        <w:tab/>
        <w:t>8.101e0</w:t>
      </w:r>
    </w:p>
    <w:p w:rsidR="005B0461" w:rsidRDefault="005B0461" w:rsidP="005B0461">
      <w:r>
        <w:lastRenderedPageBreak/>
        <w:t>269.0820</w:t>
      </w:r>
      <w:r>
        <w:tab/>
        <w:t>9.610e0</w:t>
      </w:r>
    </w:p>
    <w:p w:rsidR="005B0461" w:rsidRDefault="005B0461" w:rsidP="005B0461">
      <w:r>
        <w:t>269.0908</w:t>
      </w:r>
      <w:r>
        <w:tab/>
        <w:t>5.063e0</w:t>
      </w:r>
    </w:p>
    <w:p w:rsidR="005B0461" w:rsidRDefault="005B0461" w:rsidP="005B0461">
      <w:r>
        <w:t>269.1238</w:t>
      </w:r>
      <w:r>
        <w:tab/>
        <w:t>3.038e0</w:t>
      </w:r>
    </w:p>
    <w:p w:rsidR="005B0461" w:rsidRDefault="005B0461" w:rsidP="005B0461">
      <w:r>
        <w:t>269.1329</w:t>
      </w:r>
      <w:r>
        <w:tab/>
        <w:t>2.589e0</w:t>
      </w:r>
    </w:p>
    <w:p w:rsidR="005B0461" w:rsidRDefault="005B0461" w:rsidP="005B0461">
      <w:r>
        <w:t>269.1353</w:t>
      </w:r>
      <w:r>
        <w:tab/>
        <w:t>1.013e0</w:t>
      </w:r>
    </w:p>
    <w:p w:rsidR="005B0461" w:rsidRDefault="005B0461" w:rsidP="005B0461">
      <w:r>
        <w:t>269.1651</w:t>
      </w:r>
      <w:r>
        <w:tab/>
        <w:t>1.013e0</w:t>
      </w:r>
    </w:p>
    <w:p w:rsidR="005B0461" w:rsidRDefault="005B0461" w:rsidP="005B0461">
      <w:r>
        <w:t>269.1693</w:t>
      </w:r>
      <w:r>
        <w:tab/>
        <w:t>3.038e0</w:t>
      </w:r>
    </w:p>
    <w:p w:rsidR="005B0461" w:rsidRDefault="005B0461" w:rsidP="005B0461">
      <w:r>
        <w:t>269.1783</w:t>
      </w:r>
      <w:r>
        <w:tab/>
        <w:t>1.013e0</w:t>
      </w:r>
    </w:p>
    <w:p w:rsidR="005B0461" w:rsidRDefault="005B0461" w:rsidP="005B0461">
      <w:r>
        <w:t>269.1962</w:t>
      </w:r>
      <w:r>
        <w:tab/>
        <w:t>3.395e0</w:t>
      </w:r>
    </w:p>
    <w:p w:rsidR="005B0461" w:rsidRDefault="005B0461" w:rsidP="005B0461">
      <w:r>
        <w:t>269.1975</w:t>
      </w:r>
      <w:r>
        <w:tab/>
        <w:t>2.025e0</w:t>
      </w:r>
    </w:p>
    <w:p w:rsidR="005B0461" w:rsidRDefault="005B0461" w:rsidP="005B0461">
      <w:r>
        <w:t>269.2094</w:t>
      </w:r>
      <w:r>
        <w:tab/>
        <w:t>1.013e0</w:t>
      </w:r>
    </w:p>
    <w:p w:rsidR="005B0461" w:rsidRDefault="005B0461" w:rsidP="005B0461">
      <w:r>
        <w:t>269.2288</w:t>
      </w:r>
      <w:r>
        <w:tab/>
        <w:t>2.025e0</w:t>
      </w:r>
    </w:p>
    <w:p w:rsidR="005B0461" w:rsidRDefault="005B0461" w:rsidP="005B0461">
      <w:r>
        <w:t>269.2327</w:t>
      </w:r>
      <w:r>
        <w:tab/>
        <w:t>6.076e0</w:t>
      </w:r>
    </w:p>
    <w:p w:rsidR="005B0461" w:rsidRDefault="005B0461" w:rsidP="005B0461">
      <w:r>
        <w:t>269.2582</w:t>
      </w:r>
      <w:r>
        <w:tab/>
        <w:t>6.076e0</w:t>
      </w:r>
    </w:p>
    <w:p w:rsidR="005B0461" w:rsidRDefault="005B0461" w:rsidP="005B0461">
      <w:r>
        <w:t>269.2654</w:t>
      </w:r>
      <w:r>
        <w:tab/>
        <w:t>5.063e0</w:t>
      </w:r>
    </w:p>
    <w:p w:rsidR="005B0461" w:rsidRDefault="005B0461" w:rsidP="005B0461">
      <w:r>
        <w:t>269.2664</w:t>
      </w:r>
      <w:r>
        <w:tab/>
        <w:t>5.063e0</w:t>
      </w:r>
    </w:p>
    <w:p w:rsidR="005B0461" w:rsidRDefault="005B0461" w:rsidP="005B0461">
      <w:r>
        <w:t>269.2858</w:t>
      </w:r>
      <w:r>
        <w:tab/>
        <w:t>3.038e0</w:t>
      </w:r>
    </w:p>
    <w:p w:rsidR="005B0461" w:rsidRDefault="005B0461" w:rsidP="005B0461">
      <w:r>
        <w:t>269.3140</w:t>
      </w:r>
      <w:r>
        <w:tab/>
        <w:t>1.013e0</w:t>
      </w:r>
    </w:p>
    <w:p w:rsidR="005B0461" w:rsidRDefault="005B0461" w:rsidP="005B0461">
      <w:r>
        <w:t>269.3281</w:t>
      </w:r>
      <w:r>
        <w:tab/>
        <w:t>2.025e0</w:t>
      </w:r>
    </w:p>
    <w:p w:rsidR="005B0461" w:rsidRDefault="005B0461" w:rsidP="005B0461">
      <w:r>
        <w:lastRenderedPageBreak/>
        <w:t>269.3488</w:t>
      </w:r>
      <w:r>
        <w:tab/>
        <w:t>1.013e0</w:t>
      </w:r>
    </w:p>
    <w:p w:rsidR="005B0461" w:rsidRDefault="005B0461" w:rsidP="005B0461">
      <w:r>
        <w:t>269.3691</w:t>
      </w:r>
      <w:r>
        <w:tab/>
        <w:t>1.013e0</w:t>
      </w:r>
    </w:p>
    <w:p w:rsidR="005B0461" w:rsidRDefault="005B0461" w:rsidP="005B0461">
      <w:r>
        <w:t>269.4183</w:t>
      </w:r>
      <w:r>
        <w:tab/>
        <w:t>1.013e0</w:t>
      </w:r>
    </w:p>
    <w:p w:rsidR="005B0461" w:rsidRDefault="005B0461" w:rsidP="005B0461">
      <w:r>
        <w:t>269.4331</w:t>
      </w:r>
      <w:r>
        <w:tab/>
        <w:t>2.025e0</w:t>
      </w:r>
    </w:p>
    <w:p w:rsidR="005B0461" w:rsidRDefault="005B0461" w:rsidP="005B0461">
      <w:r>
        <w:t>269.4481</w:t>
      </w:r>
      <w:r>
        <w:tab/>
        <w:t>2.025e0</w:t>
      </w:r>
    </w:p>
    <w:p w:rsidR="005B0461" w:rsidRDefault="005B0461" w:rsidP="005B0461">
      <w:r>
        <w:t>269.4741</w:t>
      </w:r>
      <w:r>
        <w:tab/>
        <w:t>1.013e0</w:t>
      </w:r>
    </w:p>
    <w:p w:rsidR="005B0461" w:rsidRDefault="005B0461" w:rsidP="005B0461">
      <w:r>
        <w:t>269.4828</w:t>
      </w:r>
      <w:r>
        <w:tab/>
        <w:t>2.025e0</w:t>
      </w:r>
    </w:p>
    <w:p w:rsidR="005B0461" w:rsidRDefault="005B0461" w:rsidP="005B0461">
      <w:r>
        <w:t>269.4878</w:t>
      </w:r>
      <w:r>
        <w:tab/>
        <w:t>1.013e0</w:t>
      </w:r>
    </w:p>
    <w:p w:rsidR="005B0461" w:rsidRDefault="005B0461" w:rsidP="005B0461">
      <w:r>
        <w:t>269.5276</w:t>
      </w:r>
      <w:r>
        <w:tab/>
        <w:t>1.013e0</w:t>
      </w:r>
    </w:p>
    <w:p w:rsidR="005B0461" w:rsidRDefault="005B0461" w:rsidP="005B0461">
      <w:r>
        <w:t>269.5982</w:t>
      </w:r>
      <w:r>
        <w:tab/>
        <w:t>2.025e0</w:t>
      </w:r>
    </w:p>
    <w:p w:rsidR="005B0461" w:rsidRDefault="005B0461" w:rsidP="005B0461">
      <w:r>
        <w:t>269.6180</w:t>
      </w:r>
      <w:r>
        <w:tab/>
        <w:t>2.025e0</w:t>
      </w:r>
    </w:p>
    <w:p w:rsidR="005B0461" w:rsidRDefault="005B0461" w:rsidP="005B0461">
      <w:r>
        <w:t>269.6315</w:t>
      </w:r>
      <w:r>
        <w:tab/>
        <w:t>2.025e0</w:t>
      </w:r>
    </w:p>
    <w:p w:rsidR="005B0461" w:rsidRDefault="005B0461" w:rsidP="005B0461">
      <w:r>
        <w:t>269.6351</w:t>
      </w:r>
      <w:r>
        <w:tab/>
        <w:t>2.318e0</w:t>
      </w:r>
    </w:p>
    <w:p w:rsidR="005B0461" w:rsidRDefault="005B0461" w:rsidP="005B0461">
      <w:r>
        <w:t>269.6617</w:t>
      </w:r>
      <w:r>
        <w:tab/>
        <w:t>1.013e0</w:t>
      </w:r>
    </w:p>
    <w:p w:rsidR="005B0461" w:rsidRDefault="005B0461" w:rsidP="005B0461">
      <w:r>
        <w:t>269.6880</w:t>
      </w:r>
      <w:r>
        <w:tab/>
        <w:t>1.013e0</w:t>
      </w:r>
    </w:p>
    <w:p w:rsidR="005B0461" w:rsidRDefault="005B0461" w:rsidP="005B0461">
      <w:r>
        <w:t>269.7230</w:t>
      </w:r>
      <w:r>
        <w:tab/>
        <w:t>1.013e0</w:t>
      </w:r>
    </w:p>
    <w:p w:rsidR="005B0461" w:rsidRDefault="005B0461" w:rsidP="005B0461">
      <w:r>
        <w:t>269.7540</w:t>
      </w:r>
      <w:r>
        <w:tab/>
        <w:t>1.013e0</w:t>
      </w:r>
    </w:p>
    <w:p w:rsidR="005B0461" w:rsidRDefault="005B0461" w:rsidP="005B0461">
      <w:r>
        <w:t>269.7781</w:t>
      </w:r>
      <w:r>
        <w:tab/>
        <w:t>2.025e0</w:t>
      </w:r>
    </w:p>
    <w:p w:rsidR="005B0461" w:rsidRDefault="005B0461" w:rsidP="005B0461">
      <w:r>
        <w:t>269.7863</w:t>
      </w:r>
      <w:r>
        <w:tab/>
        <w:t>3.038e0</w:t>
      </w:r>
    </w:p>
    <w:p w:rsidR="005B0461" w:rsidRDefault="005B0461" w:rsidP="005B0461">
      <w:r>
        <w:lastRenderedPageBreak/>
        <w:t>269.8059</w:t>
      </w:r>
      <w:r>
        <w:tab/>
        <w:t>1.013e0</w:t>
      </w:r>
    </w:p>
    <w:p w:rsidR="005B0461" w:rsidRDefault="005B0461" w:rsidP="005B0461">
      <w:r>
        <w:t>269.8204</w:t>
      </w:r>
      <w:r>
        <w:tab/>
        <w:t>3.038e0</w:t>
      </w:r>
    </w:p>
    <w:p w:rsidR="005B0461" w:rsidRDefault="005B0461" w:rsidP="005B0461">
      <w:r>
        <w:t>269.8391</w:t>
      </w:r>
      <w:r>
        <w:tab/>
        <w:t>3.038e0</w:t>
      </w:r>
    </w:p>
    <w:p w:rsidR="005B0461" w:rsidRDefault="005B0461" w:rsidP="005B0461">
      <w:r>
        <w:t>269.8407</w:t>
      </w:r>
      <w:r>
        <w:tab/>
        <w:t>1.013e0</w:t>
      </w:r>
    </w:p>
    <w:p w:rsidR="005B0461" w:rsidRDefault="005B0461" w:rsidP="005B0461">
      <w:r>
        <w:t>269.8610</w:t>
      </w:r>
      <w:r>
        <w:tab/>
        <w:t>2.025e0</w:t>
      </w:r>
    </w:p>
    <w:p w:rsidR="005B0461" w:rsidRDefault="005B0461" w:rsidP="005B0461">
      <w:r>
        <w:t>269.8755</w:t>
      </w:r>
      <w:r>
        <w:tab/>
        <w:t>1.013e0</w:t>
      </w:r>
    </w:p>
    <w:p w:rsidR="005B0461" w:rsidRDefault="005B0461" w:rsidP="005B0461">
      <w:r>
        <w:t>269.8805</w:t>
      </w:r>
      <w:r>
        <w:tab/>
        <w:t>1.013e0</w:t>
      </w:r>
    </w:p>
    <w:p w:rsidR="005B0461" w:rsidRDefault="005B0461" w:rsidP="005B0461">
      <w:r>
        <w:t>269.9020</w:t>
      </w:r>
      <w:r>
        <w:tab/>
        <w:t>1.013e0</w:t>
      </w:r>
    </w:p>
    <w:p w:rsidR="005B0461" w:rsidRDefault="005B0461" w:rsidP="005B0461">
      <w:r>
        <w:t>269.9243</w:t>
      </w:r>
      <w:r>
        <w:tab/>
        <w:t>2.025e0</w:t>
      </w:r>
    </w:p>
    <w:p w:rsidR="005B0461" w:rsidRDefault="005B0461" w:rsidP="005B0461">
      <w:r>
        <w:t>269.9452</w:t>
      </w:r>
      <w:r>
        <w:tab/>
        <w:t>2.025e0</w:t>
      </w:r>
    </w:p>
    <w:p w:rsidR="005B0461" w:rsidRDefault="005B0461" w:rsidP="005B0461">
      <w:r>
        <w:t>269.9679</w:t>
      </w:r>
      <w:r>
        <w:tab/>
        <w:t>1.013e0</w:t>
      </w:r>
    </w:p>
    <w:p w:rsidR="005B0461" w:rsidRDefault="005B0461" w:rsidP="005B0461">
      <w:r>
        <w:t>269.9950</w:t>
      </w:r>
      <w:r>
        <w:tab/>
        <w:t>1.013e0</w:t>
      </w:r>
    </w:p>
    <w:p w:rsidR="005B0461" w:rsidRDefault="005B0461" w:rsidP="005B0461">
      <w:r>
        <w:t>269.9989</w:t>
      </w:r>
      <w:r>
        <w:tab/>
        <w:t>2.025e0</w:t>
      </w:r>
    </w:p>
    <w:p w:rsidR="005B0461" w:rsidRDefault="005B0461" w:rsidP="005B0461">
      <w:r>
        <w:t>270.0110</w:t>
      </w:r>
      <w:r>
        <w:tab/>
        <w:t>1.013e0</w:t>
      </w:r>
    </w:p>
    <w:p w:rsidR="005B0461" w:rsidRDefault="005B0461" w:rsidP="005B0461">
      <w:r>
        <w:t>270.0308</w:t>
      </w:r>
      <w:r>
        <w:tab/>
        <w:t>3.038e0</w:t>
      </w:r>
    </w:p>
    <w:p w:rsidR="005B0461" w:rsidRDefault="005B0461" w:rsidP="005B0461">
      <w:r>
        <w:t>270.0338</w:t>
      </w:r>
      <w:r>
        <w:tab/>
        <w:t>2.025e0</w:t>
      </w:r>
    </w:p>
    <w:p w:rsidR="005B0461" w:rsidRDefault="005B0461" w:rsidP="005B0461">
      <w:r>
        <w:t>270.0668</w:t>
      </w:r>
      <w:r>
        <w:tab/>
        <w:t>3.038e0</w:t>
      </w:r>
    </w:p>
    <w:p w:rsidR="005B0461" w:rsidRDefault="005B0461" w:rsidP="005B0461">
      <w:r>
        <w:t>270.0695</w:t>
      </w:r>
      <w:r>
        <w:tab/>
        <w:t>5.063e0</w:t>
      </w:r>
    </w:p>
    <w:p w:rsidR="005B0461" w:rsidRDefault="005B0461" w:rsidP="005B0461">
      <w:r>
        <w:t>270.0739</w:t>
      </w:r>
      <w:r>
        <w:tab/>
        <w:t>7.089e0</w:t>
      </w:r>
    </w:p>
    <w:p w:rsidR="005B0461" w:rsidRDefault="005B0461" w:rsidP="005B0461">
      <w:r>
        <w:lastRenderedPageBreak/>
        <w:t>270.0909</w:t>
      </w:r>
      <w:r>
        <w:tab/>
        <w:t>2.025e0</w:t>
      </w:r>
    </w:p>
    <w:p w:rsidR="005B0461" w:rsidRDefault="005B0461" w:rsidP="005B0461">
      <w:r>
        <w:t>270.1040</w:t>
      </w:r>
      <w:r>
        <w:tab/>
        <w:t>1.013e0</w:t>
      </w:r>
    </w:p>
    <w:p w:rsidR="005B0461" w:rsidRDefault="005B0461" w:rsidP="005B0461">
      <w:r>
        <w:t>270.1052</w:t>
      </w:r>
      <w:r>
        <w:tab/>
        <w:t>2.025e0</w:t>
      </w:r>
    </w:p>
    <w:p w:rsidR="005B0461" w:rsidRDefault="005B0461" w:rsidP="005B0461">
      <w:r>
        <w:t>270.1379</w:t>
      </w:r>
      <w:r>
        <w:tab/>
        <w:t>2.253e0</w:t>
      </w:r>
    </w:p>
    <w:p w:rsidR="005B0461" w:rsidRDefault="005B0461" w:rsidP="005B0461">
      <w:r>
        <w:t>270.1391</w:t>
      </w:r>
      <w:r>
        <w:tab/>
        <w:t>3.038e0</w:t>
      </w:r>
    </w:p>
    <w:p w:rsidR="005B0461" w:rsidRDefault="005B0461" w:rsidP="005B0461">
      <w:r>
        <w:t>270.1460</w:t>
      </w:r>
      <w:r>
        <w:tab/>
        <w:t>3.038e0</w:t>
      </w:r>
    </w:p>
    <w:p w:rsidR="005B0461" w:rsidRDefault="005B0461" w:rsidP="005B0461">
      <w:r>
        <w:t>270.1780</w:t>
      </w:r>
      <w:r>
        <w:tab/>
        <w:t>2.025e0</w:t>
      </w:r>
    </w:p>
    <w:p w:rsidR="005B0461" w:rsidRDefault="005B0461" w:rsidP="005B0461">
      <w:r>
        <w:t>270.1859</w:t>
      </w:r>
      <w:r>
        <w:tab/>
        <w:t>2.025e0</w:t>
      </w:r>
    </w:p>
    <w:p w:rsidR="005B0461" w:rsidRDefault="005B0461" w:rsidP="005B0461">
      <w:r>
        <w:t>270.2017</w:t>
      </w:r>
      <w:r>
        <w:tab/>
        <w:t>3.038e0</w:t>
      </w:r>
    </w:p>
    <w:p w:rsidR="005B0461" w:rsidRDefault="005B0461" w:rsidP="005B0461">
      <w:r>
        <w:t>270.2060</w:t>
      </w:r>
      <w:r>
        <w:tab/>
        <w:t>2.025e0</w:t>
      </w:r>
    </w:p>
    <w:p w:rsidR="005B0461" w:rsidRDefault="005B0461" w:rsidP="005B0461">
      <w:r>
        <w:t>270.2169</w:t>
      </w:r>
      <w:r>
        <w:tab/>
        <w:t>1.013e0</w:t>
      </w:r>
    </w:p>
    <w:p w:rsidR="005B0461" w:rsidRDefault="005B0461" w:rsidP="005B0461">
      <w:r>
        <w:t>270.2323</w:t>
      </w:r>
      <w:r>
        <w:tab/>
        <w:t>4.051e0</w:t>
      </w:r>
    </w:p>
    <w:p w:rsidR="005B0461" w:rsidRDefault="005B0461" w:rsidP="005B0461">
      <w:r>
        <w:t>270.2384</w:t>
      </w:r>
      <w:r>
        <w:tab/>
        <w:t>2.025e0</w:t>
      </w:r>
    </w:p>
    <w:p w:rsidR="005B0461" w:rsidRDefault="005B0461" w:rsidP="005B0461">
      <w:r>
        <w:t>270.2401</w:t>
      </w:r>
      <w:r>
        <w:tab/>
        <w:t>2.025e0</w:t>
      </w:r>
    </w:p>
    <w:p w:rsidR="005B0461" w:rsidRDefault="005B0461" w:rsidP="005B0461">
      <w:r>
        <w:t>270.2737</w:t>
      </w:r>
      <w:r>
        <w:tab/>
        <w:t>1.013e0</w:t>
      </w:r>
    </w:p>
    <w:p w:rsidR="005B0461" w:rsidRDefault="005B0461" w:rsidP="005B0461">
      <w:r>
        <w:t>270.3086</w:t>
      </w:r>
      <w:r>
        <w:tab/>
        <w:t>1.013e0</w:t>
      </w:r>
    </w:p>
    <w:p w:rsidR="005B0461" w:rsidRDefault="005B0461" w:rsidP="005B0461">
      <w:r>
        <w:t>270.3219</w:t>
      </w:r>
      <w:r>
        <w:tab/>
        <w:t>1.013e0</w:t>
      </w:r>
    </w:p>
    <w:p w:rsidR="005B0461" w:rsidRDefault="005B0461" w:rsidP="005B0461">
      <w:r>
        <w:t>270.3274</w:t>
      </w:r>
      <w:r>
        <w:tab/>
        <w:t>5.063e0</w:t>
      </w:r>
    </w:p>
    <w:p w:rsidR="005B0461" w:rsidRDefault="005B0461" w:rsidP="005B0461">
      <w:r>
        <w:t>270.3385</w:t>
      </w:r>
      <w:r>
        <w:tab/>
        <w:t>1.013e0</w:t>
      </w:r>
    </w:p>
    <w:p w:rsidR="005B0461" w:rsidRDefault="005B0461" w:rsidP="005B0461">
      <w:r>
        <w:lastRenderedPageBreak/>
        <w:t>270.3833</w:t>
      </w:r>
      <w:r>
        <w:tab/>
        <w:t>1.013e0</w:t>
      </w:r>
    </w:p>
    <w:p w:rsidR="005B0461" w:rsidRDefault="005B0461" w:rsidP="005B0461">
      <w:r>
        <w:t>270.4082</w:t>
      </w:r>
      <w:r>
        <w:tab/>
        <w:t>1.013e0</w:t>
      </w:r>
    </w:p>
    <w:p w:rsidR="005B0461" w:rsidRDefault="005B0461" w:rsidP="005B0461">
      <w:r>
        <w:t>270.4390</w:t>
      </w:r>
      <w:r>
        <w:tab/>
        <w:t>1.013e0</w:t>
      </w:r>
    </w:p>
    <w:p w:rsidR="005B0461" w:rsidRDefault="005B0461" w:rsidP="005B0461">
      <w:r>
        <w:t>270.4531</w:t>
      </w:r>
      <w:r>
        <w:tab/>
        <w:t>1.013e0</w:t>
      </w:r>
    </w:p>
    <w:p w:rsidR="005B0461" w:rsidRDefault="005B0461" w:rsidP="005B0461">
      <w:r>
        <w:t>270.4551</w:t>
      </w:r>
      <w:r>
        <w:tab/>
        <w:t>2.025e0</w:t>
      </w:r>
    </w:p>
    <w:p w:rsidR="005B0461" w:rsidRDefault="005B0461" w:rsidP="005B0461">
      <w:r>
        <w:t>270.4876</w:t>
      </w:r>
      <w:r>
        <w:tab/>
        <w:t>4.051e0</w:t>
      </w:r>
    </w:p>
    <w:p w:rsidR="005B0461" w:rsidRDefault="005B0461" w:rsidP="005B0461">
      <w:r>
        <w:t>270.4971</w:t>
      </w:r>
      <w:r>
        <w:tab/>
        <w:t>1.013e0</w:t>
      </w:r>
    </w:p>
    <w:p w:rsidR="005B0461" w:rsidRDefault="005B0461" w:rsidP="005B0461">
      <w:r>
        <w:t>270.5091</w:t>
      </w:r>
      <w:r>
        <w:tab/>
        <w:t>2.025e0</w:t>
      </w:r>
    </w:p>
    <w:p w:rsidR="005B0461" w:rsidRDefault="005B0461" w:rsidP="005B0461">
      <w:r>
        <w:t>270.5365</w:t>
      </w:r>
      <w:r>
        <w:tab/>
        <w:t>4.051e0</w:t>
      </w:r>
    </w:p>
    <w:p w:rsidR="005B0461" w:rsidRDefault="005B0461" w:rsidP="005B0461">
      <w:r>
        <w:t>270.5441</w:t>
      </w:r>
      <w:r>
        <w:tab/>
        <w:t>2.025e0</w:t>
      </w:r>
    </w:p>
    <w:p w:rsidR="005B0461" w:rsidRDefault="005B0461" w:rsidP="005B0461">
      <w:r>
        <w:t>270.5461</w:t>
      </w:r>
      <w:r>
        <w:tab/>
        <w:t>2.025e0</w:t>
      </w:r>
    </w:p>
    <w:p w:rsidR="005B0461" w:rsidRDefault="005B0461" w:rsidP="005B0461">
      <w:r>
        <w:t>270.5731</w:t>
      </w:r>
      <w:r>
        <w:tab/>
        <w:t>2.025e0</w:t>
      </w:r>
    </w:p>
    <w:p w:rsidR="005B0461" w:rsidRDefault="005B0461" w:rsidP="005B0461">
      <w:r>
        <w:t>270.5751</w:t>
      </w:r>
      <w:r>
        <w:tab/>
        <w:t>1.013e0</w:t>
      </w:r>
    </w:p>
    <w:p w:rsidR="005B0461" w:rsidRDefault="005B0461" w:rsidP="005B0461">
      <w:r>
        <w:t>270.5927</w:t>
      </w:r>
      <w:r>
        <w:tab/>
        <w:t>1.013e0</w:t>
      </w:r>
    </w:p>
    <w:p w:rsidR="005B0461" w:rsidRDefault="005B0461" w:rsidP="005B0461">
      <w:r>
        <w:t>270.5985</w:t>
      </w:r>
      <w:r>
        <w:tab/>
        <w:t>2.025e0</w:t>
      </w:r>
    </w:p>
    <w:p w:rsidR="005B0461" w:rsidRDefault="005B0461" w:rsidP="005B0461">
      <w:r>
        <w:t>270.6226</w:t>
      </w:r>
      <w:r>
        <w:tab/>
        <w:t>1.013e0</w:t>
      </w:r>
    </w:p>
    <w:p w:rsidR="005B0461" w:rsidRDefault="005B0461" w:rsidP="005B0461">
      <w:r>
        <w:t>270.6411</w:t>
      </w:r>
      <w:r>
        <w:tab/>
        <w:t>2.025e0</w:t>
      </w:r>
    </w:p>
    <w:p w:rsidR="005B0461" w:rsidRDefault="005B0461" w:rsidP="005B0461">
      <w:r>
        <w:t>270.6531</w:t>
      </w:r>
      <w:r>
        <w:tab/>
        <w:t>1.013e0</w:t>
      </w:r>
    </w:p>
    <w:p w:rsidR="005B0461" w:rsidRDefault="005B0461" w:rsidP="005B0461">
      <w:r>
        <w:t>270.6847</w:t>
      </w:r>
      <w:r>
        <w:tab/>
        <w:t>2.025e0</w:t>
      </w:r>
    </w:p>
    <w:p w:rsidR="005B0461" w:rsidRDefault="005B0461" w:rsidP="005B0461">
      <w:r>
        <w:lastRenderedPageBreak/>
        <w:t>270.7151</w:t>
      </w:r>
      <w:r>
        <w:tab/>
        <w:t>1.013e0</w:t>
      </w:r>
    </w:p>
    <w:p w:rsidR="005B0461" w:rsidRDefault="005B0461" w:rsidP="005B0461">
      <w:r>
        <w:t>270.7192</w:t>
      </w:r>
      <w:r>
        <w:tab/>
        <w:t>1.013e0</w:t>
      </w:r>
    </w:p>
    <w:p w:rsidR="005B0461" w:rsidRDefault="005B0461" w:rsidP="005B0461">
      <w:r>
        <w:t>270.7347</w:t>
      </w:r>
      <w:r>
        <w:tab/>
        <w:t>2.025e0</w:t>
      </w:r>
    </w:p>
    <w:p w:rsidR="005B0461" w:rsidRDefault="005B0461" w:rsidP="005B0461">
      <w:r>
        <w:t>270.7772</w:t>
      </w:r>
      <w:r>
        <w:tab/>
        <w:t>1.013e0</w:t>
      </w:r>
    </w:p>
    <w:p w:rsidR="005B0461" w:rsidRDefault="005B0461" w:rsidP="005B0461">
      <w:r>
        <w:t>270.7852</w:t>
      </w:r>
      <w:r>
        <w:tab/>
        <w:t>1.013e0</w:t>
      </w:r>
    </w:p>
    <w:p w:rsidR="005B0461" w:rsidRDefault="005B0461" w:rsidP="005B0461">
      <w:r>
        <w:t>270.7932</w:t>
      </w:r>
      <w:r>
        <w:tab/>
        <w:t>1.013e0</w:t>
      </w:r>
    </w:p>
    <w:p w:rsidR="005B0461" w:rsidRDefault="005B0461" w:rsidP="005B0461">
      <w:r>
        <w:t>270.8163</w:t>
      </w:r>
      <w:r>
        <w:tab/>
        <w:t>2.025e0</w:t>
      </w:r>
    </w:p>
    <w:p w:rsidR="005B0461" w:rsidRDefault="005B0461" w:rsidP="005B0461">
      <w:r>
        <w:t>270.8331</w:t>
      </w:r>
      <w:r>
        <w:tab/>
        <w:t>2.025e0</w:t>
      </w:r>
    </w:p>
    <w:p w:rsidR="005B0461" w:rsidRDefault="005B0461" w:rsidP="005B0461">
      <w:r>
        <w:t>270.8420</w:t>
      </w:r>
      <w:r>
        <w:tab/>
        <w:t>1.013e0</w:t>
      </w:r>
    </w:p>
    <w:p w:rsidR="005B0461" w:rsidRDefault="005B0461" w:rsidP="005B0461">
      <w:r>
        <w:t>270.8547</w:t>
      </w:r>
      <w:r>
        <w:tab/>
        <w:t>2.025e0</w:t>
      </w:r>
    </w:p>
    <w:p w:rsidR="005B0461" w:rsidRDefault="005B0461" w:rsidP="005B0461">
      <w:r>
        <w:t>270.8720</w:t>
      </w:r>
      <w:r>
        <w:tab/>
        <w:t>1.013e0</w:t>
      </w:r>
    </w:p>
    <w:p w:rsidR="005B0461" w:rsidRDefault="005B0461" w:rsidP="005B0461">
      <w:r>
        <w:t>270.8746</w:t>
      </w:r>
      <w:r>
        <w:tab/>
        <w:t>2.025e0</w:t>
      </w:r>
    </w:p>
    <w:p w:rsidR="005B0461" w:rsidRDefault="005B0461" w:rsidP="005B0461">
      <w:r>
        <w:t>270.8984</w:t>
      </w:r>
      <w:r>
        <w:tab/>
        <w:t>1.013e0</w:t>
      </w:r>
    </w:p>
    <w:p w:rsidR="005B0461" w:rsidRDefault="005B0461" w:rsidP="005B0461">
      <w:r>
        <w:t>270.9003</w:t>
      </w:r>
      <w:r>
        <w:tab/>
        <w:t>2.025e0</w:t>
      </w:r>
    </w:p>
    <w:p w:rsidR="005B0461" w:rsidRDefault="005B0461" w:rsidP="005B0461">
      <w:r>
        <w:t>270.9334</w:t>
      </w:r>
      <w:r>
        <w:tab/>
        <w:t>1.013e0</w:t>
      </w:r>
    </w:p>
    <w:p w:rsidR="005B0461" w:rsidRDefault="005B0461" w:rsidP="005B0461">
      <w:r>
        <w:t>270.9387</w:t>
      </w:r>
      <w:r>
        <w:tab/>
        <w:t>7.089e0</w:t>
      </w:r>
    </w:p>
    <w:p w:rsidR="005B0461" w:rsidRDefault="005B0461" w:rsidP="005B0461">
      <w:r>
        <w:t>270.9644</w:t>
      </w:r>
      <w:r>
        <w:tab/>
        <w:t>1.013e0</w:t>
      </w:r>
    </w:p>
    <w:p w:rsidR="005B0461" w:rsidRDefault="005B0461" w:rsidP="005B0461">
      <w:r>
        <w:t>270.9877</w:t>
      </w:r>
      <w:r>
        <w:tab/>
        <w:t>2.025e0</w:t>
      </w:r>
    </w:p>
    <w:p w:rsidR="005B0461" w:rsidRDefault="005B0461" w:rsidP="005B0461">
      <w:r>
        <w:t>270.9994</w:t>
      </w:r>
      <w:r>
        <w:tab/>
        <w:t>1.013e0</w:t>
      </w:r>
    </w:p>
    <w:p w:rsidR="005B0461" w:rsidRDefault="005B0461" w:rsidP="005B0461">
      <w:r>
        <w:lastRenderedPageBreak/>
        <w:t>271.0125</w:t>
      </w:r>
      <w:r>
        <w:tab/>
        <w:t>3.221e0</w:t>
      </w:r>
    </w:p>
    <w:p w:rsidR="005B0461" w:rsidRDefault="005B0461" w:rsidP="005B0461">
      <w:r>
        <w:t>271.0180</w:t>
      </w:r>
      <w:r>
        <w:tab/>
        <w:t>3.038e0</w:t>
      </w:r>
    </w:p>
    <w:p w:rsidR="005B0461" w:rsidRDefault="005B0461" w:rsidP="005B0461">
      <w:r>
        <w:t>271.0325</w:t>
      </w:r>
      <w:r>
        <w:tab/>
        <w:t>2.025e0</w:t>
      </w:r>
    </w:p>
    <w:p w:rsidR="005B0461" w:rsidRDefault="005B0461" w:rsidP="005B0461">
      <w:r>
        <w:t>271.0430</w:t>
      </w:r>
      <w:r>
        <w:tab/>
        <w:t>5.750e0</w:t>
      </w:r>
    </w:p>
    <w:p w:rsidR="005B0461" w:rsidRDefault="005B0461" w:rsidP="005B0461">
      <w:r>
        <w:t>271.0475</w:t>
      </w:r>
      <w:r>
        <w:tab/>
        <w:t>3.038e0</w:t>
      </w:r>
    </w:p>
    <w:p w:rsidR="005B0461" w:rsidRDefault="005B0461" w:rsidP="005B0461">
      <w:r>
        <w:t>271.0514</w:t>
      </w:r>
      <w:r>
        <w:tab/>
        <w:t>7.775e0</w:t>
      </w:r>
    </w:p>
    <w:p w:rsidR="005B0461" w:rsidRDefault="005B0461" w:rsidP="005B0461">
      <w:r>
        <w:t>271.0712</w:t>
      </w:r>
      <w:r>
        <w:tab/>
        <w:t>3.038e0</w:t>
      </w:r>
    </w:p>
    <w:p w:rsidR="005B0461" w:rsidRDefault="005B0461" w:rsidP="005B0461">
      <w:r>
        <w:t>271.0748</w:t>
      </w:r>
      <w:r>
        <w:tab/>
        <w:t>3.197e0</w:t>
      </w:r>
    </w:p>
    <w:p w:rsidR="005B0461" w:rsidRDefault="005B0461" w:rsidP="005B0461">
      <w:r>
        <w:t>271.0816</w:t>
      </w:r>
      <w:r>
        <w:tab/>
        <w:t>2.025e0</w:t>
      </w:r>
    </w:p>
    <w:p w:rsidR="005B0461" w:rsidRDefault="005B0461" w:rsidP="005B0461">
      <w:r>
        <w:t>271.0854</w:t>
      </w:r>
      <w:r>
        <w:tab/>
        <w:t>4.051e0</w:t>
      </w:r>
    </w:p>
    <w:p w:rsidR="005B0461" w:rsidRDefault="005B0461" w:rsidP="005B0461">
      <w:r>
        <w:t>271.1166</w:t>
      </w:r>
      <w:r>
        <w:tab/>
        <w:t>1.013e0</w:t>
      </w:r>
    </w:p>
    <w:p w:rsidR="005B0461" w:rsidRDefault="005B0461" w:rsidP="005B0461">
      <w:r>
        <w:t>271.1216</w:t>
      </w:r>
      <w:r>
        <w:tab/>
        <w:t>1.013e0</w:t>
      </w:r>
    </w:p>
    <w:p w:rsidR="005B0461" w:rsidRDefault="005B0461" w:rsidP="005B0461">
      <w:r>
        <w:t>271.1266</w:t>
      </w:r>
      <w:r>
        <w:tab/>
        <w:t>1.013e0</w:t>
      </w:r>
    </w:p>
    <w:p w:rsidR="005B0461" w:rsidRDefault="005B0461" w:rsidP="005B0461">
      <w:r>
        <w:t>271.1526</w:t>
      </w:r>
      <w:r>
        <w:tab/>
        <w:t>2.025e0</w:t>
      </w:r>
    </w:p>
    <w:p w:rsidR="005B0461" w:rsidRDefault="005B0461" w:rsidP="005B0461">
      <w:r>
        <w:t>271.1571</w:t>
      </w:r>
      <w:r>
        <w:tab/>
        <w:t>3.038e0</w:t>
      </w:r>
    </w:p>
    <w:p w:rsidR="005B0461" w:rsidRDefault="005B0461" w:rsidP="005B0461">
      <w:r>
        <w:t>271.1615</w:t>
      </w:r>
      <w:r>
        <w:tab/>
        <w:t>2.025e0</w:t>
      </w:r>
    </w:p>
    <w:p w:rsidR="005B0461" w:rsidRDefault="005B0461" w:rsidP="005B0461">
      <w:r>
        <w:t>271.1722</w:t>
      </w:r>
      <w:r>
        <w:tab/>
        <w:t>3.038e0</w:t>
      </w:r>
    </w:p>
    <w:p w:rsidR="005B0461" w:rsidRDefault="005B0461" w:rsidP="005B0461">
      <w:r>
        <w:t>271.1805</w:t>
      </w:r>
      <w:r>
        <w:tab/>
        <w:t>2.025e0</w:t>
      </w:r>
    </w:p>
    <w:p w:rsidR="005B0461" w:rsidRDefault="005B0461" w:rsidP="005B0461">
      <w:r>
        <w:t>271.1875</w:t>
      </w:r>
      <w:r>
        <w:tab/>
        <w:t>2.025e0</w:t>
      </w:r>
    </w:p>
    <w:p w:rsidR="005B0461" w:rsidRDefault="005B0461" w:rsidP="005B0461">
      <w:r>
        <w:lastRenderedPageBreak/>
        <w:t>271.1941</w:t>
      </w:r>
      <w:r>
        <w:tab/>
        <w:t>4.051e0</w:t>
      </w:r>
    </w:p>
    <w:p w:rsidR="005B0461" w:rsidRDefault="005B0461" w:rsidP="005B0461">
      <w:r>
        <w:t>271.2194</w:t>
      </w:r>
      <w:r>
        <w:tab/>
        <w:t>4.051e0</w:t>
      </w:r>
    </w:p>
    <w:p w:rsidR="005B0461" w:rsidRDefault="005B0461" w:rsidP="005B0461">
      <w:r>
        <w:t>271.2211</w:t>
      </w:r>
      <w:r>
        <w:tab/>
        <w:t>4.051e0</w:t>
      </w:r>
    </w:p>
    <w:p w:rsidR="005B0461" w:rsidRDefault="005B0461" w:rsidP="005B0461">
      <w:r>
        <w:t>271.2321</w:t>
      </w:r>
      <w:r>
        <w:tab/>
        <w:t>4.595e0</w:t>
      </w:r>
    </w:p>
    <w:p w:rsidR="005B0461" w:rsidRDefault="005B0461" w:rsidP="005B0461">
      <w:r>
        <w:t>271.2527</w:t>
      </w:r>
      <w:r>
        <w:tab/>
        <w:t>1.013e0</w:t>
      </w:r>
    </w:p>
    <w:p w:rsidR="005B0461" w:rsidRDefault="005B0461" w:rsidP="005B0461">
      <w:r>
        <w:t>271.2581</w:t>
      </w:r>
      <w:r>
        <w:tab/>
        <w:t>3.038e0</w:t>
      </w:r>
    </w:p>
    <w:p w:rsidR="005B0461" w:rsidRDefault="005B0461" w:rsidP="005B0461">
      <w:r>
        <w:t>271.2693</w:t>
      </w:r>
      <w:r>
        <w:tab/>
        <w:t>6.544e0</w:t>
      </w:r>
    </w:p>
    <w:p w:rsidR="005B0461" w:rsidRDefault="005B0461" w:rsidP="005B0461">
      <w:r>
        <w:t>271.2912</w:t>
      </w:r>
      <w:r>
        <w:tab/>
        <w:t>4.051e0</w:t>
      </w:r>
    </w:p>
    <w:p w:rsidR="005B0461" w:rsidRDefault="005B0461" w:rsidP="005B0461">
      <w:r>
        <w:t>271.3108</w:t>
      </w:r>
      <w:r>
        <w:tab/>
        <w:t>1.013e0</w:t>
      </w:r>
    </w:p>
    <w:p w:rsidR="005B0461" w:rsidRDefault="005B0461" w:rsidP="005B0461">
      <w:r>
        <w:t>271.3188</w:t>
      </w:r>
      <w:r>
        <w:tab/>
        <w:t>2.025e0</w:t>
      </w:r>
    </w:p>
    <w:p w:rsidR="005B0461" w:rsidRDefault="005B0461" w:rsidP="005B0461">
      <w:r>
        <w:t>271.3227</w:t>
      </w:r>
      <w:r>
        <w:tab/>
        <w:t>2.025e0</w:t>
      </w:r>
    </w:p>
    <w:p w:rsidR="005B0461" w:rsidRDefault="005B0461" w:rsidP="005B0461">
      <w:r>
        <w:t>271.3267</w:t>
      </w:r>
      <w:r>
        <w:tab/>
        <w:t>1.013e0</w:t>
      </w:r>
    </w:p>
    <w:p w:rsidR="005B0461" w:rsidRDefault="005B0461" w:rsidP="005B0461">
      <w:r>
        <w:t>271.3655</w:t>
      </w:r>
      <w:r>
        <w:tab/>
        <w:t>2.025e0</w:t>
      </w:r>
    </w:p>
    <w:p w:rsidR="005B0461" w:rsidRDefault="005B0461" w:rsidP="005B0461">
      <w:r>
        <w:t>271.3909</w:t>
      </w:r>
      <w:r>
        <w:tab/>
        <w:t>2.025e0</w:t>
      </w:r>
    </w:p>
    <w:p w:rsidR="005B0461" w:rsidRDefault="005B0461" w:rsidP="005B0461">
      <w:r>
        <w:t>271.3939</w:t>
      </w:r>
      <w:r>
        <w:tab/>
        <w:t>2.025e0</w:t>
      </w:r>
    </w:p>
    <w:p w:rsidR="005B0461" w:rsidRDefault="005B0461" w:rsidP="005B0461">
      <w:r>
        <w:t>271.4765</w:t>
      </w:r>
      <w:r>
        <w:tab/>
        <w:t>2.025e0</w:t>
      </w:r>
    </w:p>
    <w:p w:rsidR="005B0461" w:rsidRDefault="005B0461" w:rsidP="005B0461">
      <w:r>
        <w:t>271.5020</w:t>
      </w:r>
      <w:r>
        <w:tab/>
        <w:t>1.013e0</w:t>
      </w:r>
    </w:p>
    <w:p w:rsidR="005B0461" w:rsidRDefault="005B0461" w:rsidP="005B0461">
      <w:r>
        <w:t>271.5064</w:t>
      </w:r>
      <w:r>
        <w:tab/>
        <w:t>1.013e0</w:t>
      </w:r>
    </w:p>
    <w:p w:rsidR="005B0461" w:rsidRDefault="005B0461" w:rsidP="005B0461">
      <w:r>
        <w:t>271.5114</w:t>
      </w:r>
      <w:r>
        <w:tab/>
        <w:t>1.013e0</w:t>
      </w:r>
    </w:p>
    <w:p w:rsidR="005B0461" w:rsidRDefault="005B0461" w:rsidP="005B0461">
      <w:r>
        <w:lastRenderedPageBreak/>
        <w:t>271.5414</w:t>
      </w:r>
      <w:r>
        <w:tab/>
        <w:t>1.013e0</w:t>
      </w:r>
    </w:p>
    <w:p w:rsidR="005B0461" w:rsidRDefault="005B0461" w:rsidP="005B0461">
      <w:r>
        <w:t>271.5464</w:t>
      </w:r>
      <w:r>
        <w:tab/>
        <w:t>1.013e0</w:t>
      </w:r>
    </w:p>
    <w:p w:rsidR="005B0461" w:rsidRDefault="005B0461" w:rsidP="005B0461">
      <w:r>
        <w:t>271.5622</w:t>
      </w:r>
      <w:r>
        <w:tab/>
        <w:t>2.025e0</w:t>
      </w:r>
    </w:p>
    <w:p w:rsidR="005B0461" w:rsidRDefault="005B0461" w:rsidP="005B0461">
      <w:r>
        <w:t>271.5764</w:t>
      </w:r>
      <w:r>
        <w:tab/>
        <w:t>1.013e0</w:t>
      </w:r>
    </w:p>
    <w:p w:rsidR="005B0461" w:rsidRDefault="005B0461" w:rsidP="005B0461">
      <w:r>
        <w:t>271.5913</w:t>
      </w:r>
      <w:r>
        <w:tab/>
        <w:t>1.013e0</w:t>
      </w:r>
    </w:p>
    <w:p w:rsidR="005B0461" w:rsidRDefault="005B0461" w:rsidP="005B0461">
      <w:r>
        <w:t>271.5952</w:t>
      </w:r>
      <w:r>
        <w:tab/>
        <w:t>1.013e0</w:t>
      </w:r>
    </w:p>
    <w:p w:rsidR="005B0461" w:rsidRDefault="005B0461" w:rsidP="005B0461">
      <w:r>
        <w:t>271.6032</w:t>
      </w:r>
      <w:r>
        <w:tab/>
        <w:t>1.013e0</w:t>
      </w:r>
    </w:p>
    <w:p w:rsidR="005B0461" w:rsidRDefault="005B0461" w:rsidP="005B0461">
      <w:r>
        <w:t>271.6264</w:t>
      </w:r>
      <w:r>
        <w:tab/>
        <w:t>1.013e0</w:t>
      </w:r>
    </w:p>
    <w:p w:rsidR="005B0461" w:rsidRDefault="005B0461" w:rsidP="005B0461">
      <w:r>
        <w:t>271.6342</w:t>
      </w:r>
      <w:r>
        <w:tab/>
        <w:t>1.013e0</w:t>
      </w:r>
    </w:p>
    <w:p w:rsidR="005B0461" w:rsidRDefault="005B0461" w:rsidP="005B0461">
      <w:r>
        <w:t>271.6383</w:t>
      </w:r>
      <w:r>
        <w:tab/>
        <w:t>1.013e0</w:t>
      </w:r>
    </w:p>
    <w:p w:rsidR="005B0461" w:rsidRDefault="005B0461" w:rsidP="005B0461">
      <w:r>
        <w:t>271.6584</w:t>
      </w:r>
      <w:r>
        <w:tab/>
        <w:t>2.025e0</w:t>
      </w:r>
    </w:p>
    <w:p w:rsidR="005B0461" w:rsidRDefault="005B0461" w:rsidP="005B0461">
      <w:r>
        <w:t>271.6653</w:t>
      </w:r>
      <w:r>
        <w:tab/>
        <w:t>1.013e0</w:t>
      </w:r>
    </w:p>
    <w:p w:rsidR="005B0461" w:rsidRDefault="005B0461" w:rsidP="005B0461">
      <w:r>
        <w:t>271.6749</w:t>
      </w:r>
      <w:r>
        <w:tab/>
        <w:t>4.051e0</w:t>
      </w:r>
    </w:p>
    <w:p w:rsidR="005B0461" w:rsidRDefault="005B0461" w:rsidP="005B0461">
      <w:r>
        <w:t>271.6971</w:t>
      </w:r>
      <w:r>
        <w:tab/>
        <w:t>2.025e0</w:t>
      </w:r>
    </w:p>
    <w:p w:rsidR="005B0461" w:rsidRDefault="005B0461" w:rsidP="005B0461">
      <w:r>
        <w:t>271.7084</w:t>
      </w:r>
      <w:r>
        <w:tab/>
        <w:t>1.013e0</w:t>
      </w:r>
    </w:p>
    <w:p w:rsidR="005B0461" w:rsidRDefault="005B0461" w:rsidP="005B0461">
      <w:r>
        <w:t>271.7394</w:t>
      </w:r>
      <w:r>
        <w:tab/>
        <w:t>1.013e0</w:t>
      </w:r>
    </w:p>
    <w:p w:rsidR="005B0461" w:rsidRDefault="005B0461" w:rsidP="005B0461">
      <w:r>
        <w:t>271.7475</w:t>
      </w:r>
      <w:r>
        <w:tab/>
        <w:t>2.025e0</w:t>
      </w:r>
    </w:p>
    <w:p w:rsidR="005B0461" w:rsidRDefault="005B0461" w:rsidP="005B0461">
      <w:r>
        <w:t>271.7615</w:t>
      </w:r>
      <w:r>
        <w:tab/>
        <w:t>1.013e0</w:t>
      </w:r>
    </w:p>
    <w:p w:rsidR="005B0461" w:rsidRDefault="005B0461" w:rsidP="005B0461">
      <w:r>
        <w:t>271.7635</w:t>
      </w:r>
      <w:r>
        <w:tab/>
        <w:t>2.025e0</w:t>
      </w:r>
    </w:p>
    <w:p w:rsidR="005B0461" w:rsidRDefault="005B0461" w:rsidP="005B0461">
      <w:r>
        <w:lastRenderedPageBreak/>
        <w:t>271.7865</w:t>
      </w:r>
      <w:r>
        <w:tab/>
        <w:t>1.013e0</w:t>
      </w:r>
    </w:p>
    <w:p w:rsidR="005B0461" w:rsidRDefault="005B0461" w:rsidP="005B0461">
      <w:r>
        <w:t>271.7940</w:t>
      </w:r>
      <w:r>
        <w:tab/>
        <w:t>2.025e0</w:t>
      </w:r>
    </w:p>
    <w:p w:rsidR="005B0461" w:rsidRDefault="005B0461" w:rsidP="005B0461">
      <w:r>
        <w:t>271.8316</w:t>
      </w:r>
      <w:r>
        <w:tab/>
        <w:t>1.013e0</w:t>
      </w:r>
    </w:p>
    <w:p w:rsidR="005B0461" w:rsidRDefault="005B0461" w:rsidP="005B0461">
      <w:r>
        <w:t>271.8716</w:t>
      </w:r>
      <w:r>
        <w:tab/>
        <w:t>1.013e0</w:t>
      </w:r>
    </w:p>
    <w:p w:rsidR="005B0461" w:rsidRDefault="005B0461" w:rsidP="005B0461">
      <w:r>
        <w:t>271.8837</w:t>
      </w:r>
      <w:r>
        <w:tab/>
        <w:t>1.013e0</w:t>
      </w:r>
    </w:p>
    <w:p w:rsidR="005B0461" w:rsidRDefault="005B0461" w:rsidP="005B0461">
      <w:r>
        <w:t>271.8893</w:t>
      </w:r>
      <w:r>
        <w:tab/>
        <w:t>2.025e0</w:t>
      </w:r>
    </w:p>
    <w:p w:rsidR="005B0461" w:rsidRDefault="005B0461" w:rsidP="005B0461">
      <w:r>
        <w:t>271.9016</w:t>
      </w:r>
      <w:r>
        <w:tab/>
        <w:t>1.013e0</w:t>
      </w:r>
    </w:p>
    <w:p w:rsidR="005B0461" w:rsidRDefault="005B0461" w:rsidP="005B0461">
      <w:r>
        <w:t>271.9107</w:t>
      </w:r>
      <w:r>
        <w:tab/>
        <w:t>1.013e0</w:t>
      </w:r>
    </w:p>
    <w:p w:rsidR="005B0461" w:rsidRDefault="005B0461" w:rsidP="005B0461">
      <w:r>
        <w:t>271.9147</w:t>
      </w:r>
      <w:r>
        <w:tab/>
        <w:t>1.013e0</w:t>
      </w:r>
    </w:p>
    <w:p w:rsidR="005B0461" w:rsidRDefault="005B0461" w:rsidP="005B0461">
      <w:r>
        <w:t>271.9363</w:t>
      </w:r>
      <w:r>
        <w:tab/>
        <w:t>2.025e0</w:t>
      </w:r>
    </w:p>
    <w:p w:rsidR="005B0461" w:rsidRDefault="005B0461" w:rsidP="005B0461">
      <w:r>
        <w:t>271.9548</w:t>
      </w:r>
      <w:r>
        <w:tab/>
        <w:t>3.038e0</w:t>
      </w:r>
    </w:p>
    <w:p w:rsidR="005B0461" w:rsidRDefault="005B0461" w:rsidP="005B0461">
      <w:r>
        <w:t>271.9651</w:t>
      </w:r>
      <w:r>
        <w:tab/>
        <w:t>3.038e0</w:t>
      </w:r>
    </w:p>
    <w:p w:rsidR="005B0461" w:rsidRDefault="005B0461" w:rsidP="005B0461">
      <w:r>
        <w:t>272.0001</w:t>
      </w:r>
      <w:r>
        <w:tab/>
        <w:t>3.631e0</w:t>
      </w:r>
    </w:p>
    <w:p w:rsidR="005B0461" w:rsidRDefault="005B0461" w:rsidP="005B0461">
      <w:r>
        <w:t>272.0095</w:t>
      </w:r>
      <w:r>
        <w:tab/>
        <w:t>1.183e1</w:t>
      </w:r>
    </w:p>
    <w:p w:rsidR="005B0461" w:rsidRDefault="005B0461" w:rsidP="005B0461">
      <w:r>
        <w:t>272.0268</w:t>
      </w:r>
      <w:r>
        <w:tab/>
        <w:t>1.332e1</w:t>
      </w:r>
    </w:p>
    <w:p w:rsidR="005B0461" w:rsidRDefault="005B0461" w:rsidP="005B0461">
      <w:r>
        <w:t>272.0309</w:t>
      </w:r>
      <w:r>
        <w:tab/>
        <w:t>1.521e1</w:t>
      </w:r>
    </w:p>
    <w:p w:rsidR="005B0461" w:rsidRDefault="005B0461" w:rsidP="005B0461">
      <w:r>
        <w:t>272.0719</w:t>
      </w:r>
      <w:r>
        <w:tab/>
        <w:t>4.467e0</w:t>
      </w:r>
    </w:p>
    <w:p w:rsidR="005B0461" w:rsidRDefault="005B0461" w:rsidP="005B0461">
      <w:r>
        <w:t>272.1000</w:t>
      </w:r>
      <w:r>
        <w:tab/>
        <w:t>6.962e0</w:t>
      </w:r>
    </w:p>
    <w:p w:rsidR="005B0461" w:rsidRDefault="005B0461" w:rsidP="005B0461">
      <w:r>
        <w:t>272.1020</w:t>
      </w:r>
      <w:r>
        <w:tab/>
        <w:t>1.013e0</w:t>
      </w:r>
    </w:p>
    <w:p w:rsidR="005B0461" w:rsidRDefault="005B0461" w:rsidP="005B0461">
      <w:r>
        <w:lastRenderedPageBreak/>
        <w:t>272.1097</w:t>
      </w:r>
      <w:r>
        <w:tab/>
        <w:t>2.025e0</w:t>
      </w:r>
    </w:p>
    <w:p w:rsidR="005B0461" w:rsidRDefault="005B0461" w:rsidP="005B0461">
      <w:r>
        <w:t>272.1642</w:t>
      </w:r>
      <w:r>
        <w:tab/>
        <w:t>2.025e0</w:t>
      </w:r>
    </w:p>
    <w:p w:rsidR="005B0461" w:rsidRDefault="005B0461" w:rsidP="005B0461">
      <w:r>
        <w:t>272.1721</w:t>
      </w:r>
      <w:r>
        <w:tab/>
        <w:t>1.013e0</w:t>
      </w:r>
    </w:p>
    <w:p w:rsidR="005B0461" w:rsidRDefault="005B0461" w:rsidP="005B0461">
      <w:r>
        <w:t>272.1772</w:t>
      </w:r>
      <w:r>
        <w:tab/>
        <w:t>1.013e0</w:t>
      </w:r>
    </w:p>
    <w:p w:rsidR="005B0461" w:rsidRDefault="005B0461" w:rsidP="005B0461">
      <w:r>
        <w:t>272.1926</w:t>
      </w:r>
      <w:r>
        <w:tab/>
        <w:t>5.063e0</w:t>
      </w:r>
    </w:p>
    <w:p w:rsidR="005B0461" w:rsidRDefault="005B0461" w:rsidP="005B0461">
      <w:r>
        <w:t>272.1993</w:t>
      </w:r>
      <w:r>
        <w:tab/>
        <w:t>1.013e0</w:t>
      </w:r>
    </w:p>
    <w:p w:rsidR="005B0461" w:rsidRDefault="005B0461" w:rsidP="005B0461">
      <w:r>
        <w:t>272.2072</w:t>
      </w:r>
      <w:r>
        <w:tab/>
        <w:t>1.013e0</w:t>
      </w:r>
    </w:p>
    <w:p w:rsidR="005B0461" w:rsidRDefault="005B0461" w:rsidP="005B0461">
      <w:r>
        <w:t>272.2122</w:t>
      </w:r>
      <w:r>
        <w:tab/>
        <w:t>1.013e0</w:t>
      </w:r>
    </w:p>
    <w:p w:rsidR="005B0461" w:rsidRDefault="005B0461" w:rsidP="005B0461">
      <w:r>
        <w:t>272.2579</w:t>
      </w:r>
      <w:r>
        <w:tab/>
        <w:t>4.051e0</w:t>
      </w:r>
    </w:p>
    <w:p w:rsidR="005B0461" w:rsidRDefault="005B0461" w:rsidP="005B0461">
      <w:r>
        <w:t>272.2695</w:t>
      </w:r>
      <w:r>
        <w:tab/>
        <w:t>4.051e0</w:t>
      </w:r>
    </w:p>
    <w:p w:rsidR="005B0461" w:rsidRDefault="005B0461" w:rsidP="005B0461">
      <w:r>
        <w:t>272.3134</w:t>
      </w:r>
      <w:r>
        <w:tab/>
        <w:t>3.038e0</w:t>
      </w:r>
    </w:p>
    <w:p w:rsidR="005B0461" w:rsidRDefault="005B0461" w:rsidP="005B0461">
      <w:r>
        <w:t>272.3397</w:t>
      </w:r>
      <w:r>
        <w:tab/>
        <w:t>2.025e0</w:t>
      </w:r>
    </w:p>
    <w:p w:rsidR="005B0461" w:rsidRDefault="005B0461" w:rsidP="005B0461">
      <w:r>
        <w:t>272.4078</w:t>
      </w:r>
      <w:r>
        <w:tab/>
        <w:t>2.025e0</w:t>
      </w:r>
    </w:p>
    <w:p w:rsidR="005B0461" w:rsidRDefault="005B0461" w:rsidP="005B0461">
      <w:r>
        <w:t>272.4178</w:t>
      </w:r>
      <w:r>
        <w:tab/>
        <w:t>1.013e0</w:t>
      </w:r>
    </w:p>
    <w:p w:rsidR="005B0461" w:rsidRDefault="005B0461" w:rsidP="005B0461">
      <w:r>
        <w:t>272.4278</w:t>
      </w:r>
      <w:r>
        <w:tab/>
        <w:t>1.013e0</w:t>
      </w:r>
    </w:p>
    <w:p w:rsidR="005B0461" w:rsidRDefault="005B0461" w:rsidP="005B0461">
      <w:r>
        <w:t>272.4334</w:t>
      </w:r>
      <w:r>
        <w:tab/>
        <w:t>2.025e0</w:t>
      </w:r>
    </w:p>
    <w:p w:rsidR="005B0461" w:rsidRDefault="005B0461" w:rsidP="005B0461">
      <w:r>
        <w:t>272.4489</w:t>
      </w:r>
      <w:r>
        <w:tab/>
        <w:t>1.013e0</w:t>
      </w:r>
    </w:p>
    <w:p w:rsidR="005B0461" w:rsidRDefault="005B0461" w:rsidP="005B0461">
      <w:r>
        <w:t>272.4720</w:t>
      </w:r>
      <w:r>
        <w:tab/>
        <w:t>2.025e0</w:t>
      </w:r>
    </w:p>
    <w:p w:rsidR="005B0461" w:rsidRDefault="005B0461" w:rsidP="005B0461">
      <w:r>
        <w:t>272.4840</w:t>
      </w:r>
      <w:r>
        <w:tab/>
        <w:t>2.025e0</w:t>
      </w:r>
    </w:p>
    <w:p w:rsidR="005B0461" w:rsidRDefault="005B0461" w:rsidP="005B0461">
      <w:r>
        <w:lastRenderedPageBreak/>
        <w:t>272.5031</w:t>
      </w:r>
      <w:r>
        <w:tab/>
        <w:t>1.013e0</w:t>
      </w:r>
    </w:p>
    <w:p w:rsidR="005B0461" w:rsidRDefault="005B0461" w:rsidP="005B0461">
      <w:r>
        <w:t>272.5502</w:t>
      </w:r>
      <w:r>
        <w:tab/>
        <w:t>2.025e0</w:t>
      </w:r>
    </w:p>
    <w:p w:rsidR="005B0461" w:rsidRDefault="005B0461" w:rsidP="005B0461">
      <w:r>
        <w:t>272.6084</w:t>
      </w:r>
      <w:r>
        <w:tab/>
        <w:t>1.013e0</w:t>
      </w:r>
    </w:p>
    <w:p w:rsidR="005B0461" w:rsidRDefault="005B0461" w:rsidP="005B0461">
      <w:r>
        <w:t>272.6199</w:t>
      </w:r>
      <w:r>
        <w:tab/>
        <w:t>3.038e0</w:t>
      </w:r>
    </w:p>
    <w:p w:rsidR="005B0461" w:rsidRDefault="005B0461" w:rsidP="005B0461">
      <w:r>
        <w:t>272.6436</w:t>
      </w:r>
      <w:r>
        <w:tab/>
        <w:t>1.013e0</w:t>
      </w:r>
    </w:p>
    <w:p w:rsidR="005B0461" w:rsidRDefault="005B0461" w:rsidP="005B0461">
      <w:r>
        <w:t>272.6474</w:t>
      </w:r>
      <w:r>
        <w:tab/>
        <w:t>1.013e0</w:t>
      </w:r>
    </w:p>
    <w:p w:rsidR="005B0461" w:rsidRDefault="005B0461" w:rsidP="005B0461">
      <w:r>
        <w:t>272.6665</w:t>
      </w:r>
      <w:r>
        <w:tab/>
        <w:t>2.025e0</w:t>
      </w:r>
    </w:p>
    <w:p w:rsidR="005B0461" w:rsidRDefault="005B0461" w:rsidP="005B0461">
      <w:r>
        <w:t>272.6786</w:t>
      </w:r>
      <w:r>
        <w:tab/>
        <w:t>1.013e0</w:t>
      </w:r>
    </w:p>
    <w:p w:rsidR="005B0461" w:rsidRDefault="005B0461" w:rsidP="005B0461">
      <w:r>
        <w:t>272.7176</w:t>
      </w:r>
      <w:r>
        <w:tab/>
        <w:t>1.013e0</w:t>
      </w:r>
    </w:p>
    <w:p w:rsidR="005B0461" w:rsidRDefault="005B0461" w:rsidP="005B0461">
      <w:r>
        <w:t>272.7216</w:t>
      </w:r>
      <w:r>
        <w:tab/>
        <w:t>2.025e0</w:t>
      </w:r>
    </w:p>
    <w:p w:rsidR="005B0461" w:rsidRDefault="005B0461" w:rsidP="005B0461">
      <w:r>
        <w:t>272.7389</w:t>
      </w:r>
      <w:r>
        <w:tab/>
        <w:t>1.013e0</w:t>
      </w:r>
    </w:p>
    <w:p w:rsidR="005B0461" w:rsidRDefault="005B0461" w:rsidP="005B0461">
      <w:r>
        <w:t>272.7647</w:t>
      </w:r>
      <w:r>
        <w:tab/>
        <w:t>1.013e0</w:t>
      </w:r>
    </w:p>
    <w:p w:rsidR="005B0461" w:rsidRDefault="005B0461" w:rsidP="005B0461">
      <w:r>
        <w:t>272.7690</w:t>
      </w:r>
      <w:r>
        <w:tab/>
        <w:t>1.013e0</w:t>
      </w:r>
    </w:p>
    <w:p w:rsidR="005B0461" w:rsidRDefault="005B0461" w:rsidP="005B0461">
      <w:r>
        <w:t>272.7740</w:t>
      </w:r>
      <w:r>
        <w:tab/>
        <w:t>1.013e0</w:t>
      </w:r>
    </w:p>
    <w:p w:rsidR="005B0461" w:rsidRDefault="005B0461" w:rsidP="005B0461">
      <w:r>
        <w:t>272.8018</w:t>
      </w:r>
      <w:r>
        <w:tab/>
        <w:t>2.025e0</w:t>
      </w:r>
    </w:p>
    <w:p w:rsidR="005B0461" w:rsidRDefault="005B0461" w:rsidP="005B0461">
      <w:r>
        <w:t>272.8209</w:t>
      </w:r>
      <w:r>
        <w:tab/>
        <w:t>2.025e0</w:t>
      </w:r>
    </w:p>
    <w:p w:rsidR="005B0461" w:rsidRDefault="005B0461" w:rsidP="005B0461">
      <w:r>
        <w:t>272.8620</w:t>
      </w:r>
      <w:r>
        <w:tab/>
        <w:t>1.013e0</w:t>
      </w:r>
    </w:p>
    <w:p w:rsidR="005B0461" w:rsidRDefault="005B0461" w:rsidP="005B0461">
      <w:r>
        <w:t>272.8836</w:t>
      </w:r>
      <w:r>
        <w:tab/>
        <w:t>3.038e0</w:t>
      </w:r>
    </w:p>
    <w:p w:rsidR="005B0461" w:rsidRDefault="005B0461" w:rsidP="005B0461">
      <w:r>
        <w:t>272.8892</w:t>
      </w:r>
      <w:r>
        <w:tab/>
        <w:t>1.013e0</w:t>
      </w:r>
    </w:p>
    <w:p w:rsidR="005B0461" w:rsidRDefault="005B0461" w:rsidP="005B0461">
      <w:r>
        <w:lastRenderedPageBreak/>
        <w:t>272.9291</w:t>
      </w:r>
      <w:r>
        <w:tab/>
        <w:t>3.038e0</w:t>
      </w:r>
    </w:p>
    <w:p w:rsidR="005B0461" w:rsidRDefault="005B0461" w:rsidP="005B0461">
      <w:r>
        <w:t>272.9322</w:t>
      </w:r>
      <w:r>
        <w:tab/>
        <w:t>1.013e0</w:t>
      </w:r>
    </w:p>
    <w:p w:rsidR="005B0461" w:rsidRDefault="005B0461" w:rsidP="005B0461">
      <w:r>
        <w:t>272.9839</w:t>
      </w:r>
      <w:r>
        <w:tab/>
        <w:t>2.413e0</w:t>
      </w:r>
    </w:p>
    <w:p w:rsidR="005B0461" w:rsidRDefault="005B0461" w:rsidP="005B0461">
      <w:r>
        <w:t>272.9939</w:t>
      </w:r>
      <w:r>
        <w:tab/>
        <w:t>3.038e0</w:t>
      </w:r>
    </w:p>
    <w:p w:rsidR="005B0461" w:rsidRDefault="005B0461" w:rsidP="005B0461">
      <w:r>
        <w:t>272.9950</w:t>
      </w:r>
      <w:r>
        <w:tab/>
        <w:t>2.705e0</w:t>
      </w:r>
    </w:p>
    <w:p w:rsidR="005B0461" w:rsidRDefault="005B0461" w:rsidP="005B0461">
      <w:r>
        <w:t>273.0085</w:t>
      </w:r>
      <w:r>
        <w:tab/>
        <w:t>2.025e0</w:t>
      </w:r>
    </w:p>
    <w:p w:rsidR="005B0461" w:rsidRDefault="005B0461" w:rsidP="005B0461">
      <w:r>
        <w:t>273.0254</w:t>
      </w:r>
      <w:r>
        <w:tab/>
        <w:t>3.038e0</w:t>
      </w:r>
    </w:p>
    <w:p w:rsidR="005B0461" w:rsidRDefault="005B0461" w:rsidP="005B0461">
      <w:r>
        <w:t>273.0398</w:t>
      </w:r>
      <w:r>
        <w:tab/>
        <w:t>5.037e0</w:t>
      </w:r>
    </w:p>
    <w:p w:rsidR="005B0461" w:rsidRDefault="005B0461" w:rsidP="005B0461">
      <w:r>
        <w:t>273.0497</w:t>
      </w:r>
      <w:r>
        <w:tab/>
        <w:t>5.471e0</w:t>
      </w:r>
    </w:p>
    <w:p w:rsidR="005B0461" w:rsidRDefault="005B0461" w:rsidP="005B0461">
      <w:r>
        <w:t>273.0615</w:t>
      </w:r>
      <w:r>
        <w:tab/>
        <w:t>3.215e0</w:t>
      </w:r>
    </w:p>
    <w:p w:rsidR="005B0461" w:rsidRDefault="005B0461" w:rsidP="005B0461">
      <w:r>
        <w:t>273.0706</w:t>
      </w:r>
      <w:r>
        <w:tab/>
        <w:t>4.081e0</w:t>
      </w:r>
    </w:p>
    <w:p w:rsidR="005B0461" w:rsidRDefault="005B0461" w:rsidP="005B0461">
      <w:r>
        <w:t>273.0926</w:t>
      </w:r>
      <w:r>
        <w:tab/>
        <w:t>4.051e0</w:t>
      </w:r>
    </w:p>
    <w:p w:rsidR="005B0461" w:rsidRDefault="005B0461" w:rsidP="005B0461">
      <w:r>
        <w:t>273.0948</w:t>
      </w:r>
      <w:r>
        <w:tab/>
        <w:t>8.101e0</w:t>
      </w:r>
    </w:p>
    <w:p w:rsidR="005B0461" w:rsidRDefault="005B0461" w:rsidP="005B0461">
      <w:r>
        <w:t>273.0977</w:t>
      </w:r>
      <w:r>
        <w:tab/>
        <w:t>2.367e1</w:t>
      </w:r>
    </w:p>
    <w:p w:rsidR="005B0461" w:rsidRDefault="005B0461" w:rsidP="005B0461">
      <w:r>
        <w:t>273.1628</w:t>
      </w:r>
      <w:r>
        <w:tab/>
        <w:t>4.051e0</w:t>
      </w:r>
    </w:p>
    <w:p w:rsidR="005B0461" w:rsidRDefault="005B0461" w:rsidP="005B0461">
      <w:r>
        <w:t>273.1713</w:t>
      </w:r>
      <w:r>
        <w:tab/>
        <w:t>4.051e0</w:t>
      </w:r>
    </w:p>
    <w:p w:rsidR="005B0461" w:rsidRDefault="005B0461" w:rsidP="005B0461">
      <w:r>
        <w:t>273.1754</w:t>
      </w:r>
      <w:r>
        <w:tab/>
        <w:t>5.077e0</w:t>
      </w:r>
    </w:p>
    <w:p w:rsidR="005B0461" w:rsidRDefault="005B0461" w:rsidP="005B0461">
      <w:r>
        <w:t>273.1768</w:t>
      </w:r>
      <w:r>
        <w:tab/>
        <w:t>4.051e0</w:t>
      </w:r>
    </w:p>
    <w:p w:rsidR="005B0461" w:rsidRDefault="005B0461" w:rsidP="005B0461">
      <w:r>
        <w:t>273.2010</w:t>
      </w:r>
      <w:r>
        <w:tab/>
        <w:t>3.171e0</w:t>
      </w:r>
    </w:p>
    <w:p w:rsidR="005B0461" w:rsidRDefault="005B0461" w:rsidP="005B0461">
      <w:r>
        <w:lastRenderedPageBreak/>
        <w:t>273.2050</w:t>
      </w:r>
      <w:r>
        <w:tab/>
        <w:t>1.013e0</w:t>
      </w:r>
    </w:p>
    <w:p w:rsidR="005B0461" w:rsidRDefault="005B0461" w:rsidP="005B0461">
      <w:r>
        <w:t>273.2330</w:t>
      </w:r>
      <w:r>
        <w:tab/>
        <w:t>4.051e0</w:t>
      </w:r>
    </w:p>
    <w:p w:rsidR="005B0461" w:rsidRDefault="005B0461" w:rsidP="005B0461">
      <w:r>
        <w:t>273.2352</w:t>
      </w:r>
      <w:r>
        <w:tab/>
        <w:t>4.051e0</w:t>
      </w:r>
    </w:p>
    <w:p w:rsidR="005B0461" w:rsidRDefault="005B0461" w:rsidP="005B0461">
      <w:r>
        <w:t>273.2967</w:t>
      </w:r>
      <w:r>
        <w:tab/>
        <w:t>1.013e0</w:t>
      </w:r>
    </w:p>
    <w:p w:rsidR="005B0461" w:rsidRDefault="005B0461" w:rsidP="005B0461">
      <w:r>
        <w:t>273.3184</w:t>
      </w:r>
      <w:r>
        <w:tab/>
        <w:t>1.013e0</w:t>
      </w:r>
    </w:p>
    <w:p w:rsidR="005B0461" w:rsidRDefault="005B0461" w:rsidP="005B0461">
      <w:r>
        <w:t>273.3260</w:t>
      </w:r>
      <w:r>
        <w:tab/>
        <w:t>2.025e0</w:t>
      </w:r>
    </w:p>
    <w:p w:rsidR="005B0461" w:rsidRDefault="005B0461" w:rsidP="005B0461">
      <w:r>
        <w:t>273.3308</w:t>
      </w:r>
      <w:r>
        <w:tab/>
        <w:t>3.038e0</w:t>
      </w:r>
    </w:p>
    <w:p w:rsidR="005B0461" w:rsidRDefault="005B0461" w:rsidP="005B0461">
      <w:r>
        <w:t>273.3455</w:t>
      </w:r>
      <w:r>
        <w:tab/>
        <w:t>1.013e0</w:t>
      </w:r>
    </w:p>
    <w:p w:rsidR="005B0461" w:rsidRDefault="005B0461" w:rsidP="005B0461">
      <w:r>
        <w:t>273.3688</w:t>
      </w:r>
      <w:r>
        <w:tab/>
        <w:t>2.025e0</w:t>
      </w:r>
    </w:p>
    <w:p w:rsidR="005B0461" w:rsidRDefault="005B0461" w:rsidP="005B0461">
      <w:r>
        <w:t>273.3827</w:t>
      </w:r>
      <w:r>
        <w:tab/>
        <w:t>2.025e0</w:t>
      </w:r>
    </w:p>
    <w:p w:rsidR="005B0461" w:rsidRDefault="005B0461" w:rsidP="005B0461">
      <w:r>
        <w:t>273.3925</w:t>
      </w:r>
      <w:r>
        <w:tab/>
        <w:t>1.013e0</w:t>
      </w:r>
    </w:p>
    <w:p w:rsidR="005B0461" w:rsidRDefault="005B0461" w:rsidP="005B0461">
      <w:r>
        <w:t>273.4157</w:t>
      </w:r>
      <w:r>
        <w:tab/>
        <w:t>1.013e0</w:t>
      </w:r>
    </w:p>
    <w:p w:rsidR="005B0461" w:rsidRDefault="005B0461" w:rsidP="005B0461">
      <w:r>
        <w:t>273.4276</w:t>
      </w:r>
      <w:r>
        <w:tab/>
        <w:t>1.013e0</w:t>
      </w:r>
    </w:p>
    <w:p w:rsidR="005B0461" w:rsidRDefault="005B0461" w:rsidP="005B0461">
      <w:r>
        <w:t>273.4529</w:t>
      </w:r>
      <w:r>
        <w:tab/>
        <w:t>2.025e0</w:t>
      </w:r>
    </w:p>
    <w:p w:rsidR="005B0461" w:rsidRDefault="005B0461" w:rsidP="005B0461">
      <w:r>
        <w:t>273.4979</w:t>
      </w:r>
      <w:r>
        <w:tab/>
        <w:t>1.013e0</w:t>
      </w:r>
    </w:p>
    <w:p w:rsidR="005B0461" w:rsidRDefault="005B0461" w:rsidP="005B0461">
      <w:r>
        <w:t>273.5211</w:t>
      </w:r>
      <w:r>
        <w:tab/>
        <w:t>1.013e0</w:t>
      </w:r>
    </w:p>
    <w:p w:rsidR="005B0461" w:rsidRDefault="005B0461" w:rsidP="005B0461">
      <w:r>
        <w:t>273.5482</w:t>
      </w:r>
      <w:r>
        <w:tab/>
        <w:t>1.013e0</w:t>
      </w:r>
    </w:p>
    <w:p w:rsidR="005B0461" w:rsidRDefault="005B0461" w:rsidP="005B0461">
      <w:r>
        <w:t>273.5562</w:t>
      </w:r>
      <w:r>
        <w:tab/>
        <w:t>1.013e0</w:t>
      </w:r>
    </w:p>
    <w:p w:rsidR="005B0461" w:rsidRDefault="005B0461" w:rsidP="005B0461">
      <w:r>
        <w:t>273.5582</w:t>
      </w:r>
      <w:r>
        <w:tab/>
        <w:t>2.025e0</w:t>
      </w:r>
    </w:p>
    <w:p w:rsidR="005B0461" w:rsidRDefault="005B0461" w:rsidP="005B0461">
      <w:r>
        <w:lastRenderedPageBreak/>
        <w:t>273.5993</w:t>
      </w:r>
      <w:r>
        <w:tab/>
        <w:t>1.013e0</w:t>
      </w:r>
    </w:p>
    <w:p w:rsidR="005B0461" w:rsidRDefault="005B0461" w:rsidP="005B0461">
      <w:r>
        <w:t>273.6108</w:t>
      </w:r>
      <w:r>
        <w:tab/>
        <w:t>3.038e0</w:t>
      </w:r>
    </w:p>
    <w:p w:rsidR="005B0461" w:rsidRDefault="005B0461" w:rsidP="005B0461">
      <w:r>
        <w:t>273.6489</w:t>
      </w:r>
      <w:r>
        <w:tab/>
        <w:t>1.013e0</w:t>
      </w:r>
    </w:p>
    <w:p w:rsidR="005B0461" w:rsidRDefault="005B0461" w:rsidP="005B0461">
      <w:r>
        <w:t>273.6791</w:t>
      </w:r>
      <w:r>
        <w:tab/>
        <w:t>1.013e0</w:t>
      </w:r>
    </w:p>
    <w:p w:rsidR="005B0461" w:rsidRDefault="005B0461" w:rsidP="005B0461">
      <w:r>
        <w:t>273.7008</w:t>
      </w:r>
      <w:r>
        <w:tab/>
        <w:t>1.013e0</w:t>
      </w:r>
    </w:p>
    <w:p w:rsidR="005B0461" w:rsidRDefault="005B0461" w:rsidP="005B0461">
      <w:r>
        <w:t>273.7144</w:t>
      </w:r>
      <w:r>
        <w:tab/>
        <w:t>2.025e0</w:t>
      </w:r>
    </w:p>
    <w:p w:rsidR="005B0461" w:rsidRDefault="005B0461" w:rsidP="005B0461">
      <w:r>
        <w:t>273.7239</w:t>
      </w:r>
      <w:r>
        <w:tab/>
        <w:t>1.013e0</w:t>
      </w:r>
    </w:p>
    <w:p w:rsidR="005B0461" w:rsidRDefault="005B0461" w:rsidP="005B0461">
      <w:r>
        <w:t>273.7278</w:t>
      </w:r>
      <w:r>
        <w:tab/>
        <w:t>1.013e0</w:t>
      </w:r>
    </w:p>
    <w:p w:rsidR="005B0461" w:rsidRDefault="005B0461" w:rsidP="005B0461">
      <w:r>
        <w:t>273.7359</w:t>
      </w:r>
      <w:r>
        <w:tab/>
        <w:t>2.025e0</w:t>
      </w:r>
    </w:p>
    <w:p w:rsidR="005B0461" w:rsidRDefault="005B0461" w:rsidP="005B0461">
      <w:r>
        <w:t>273.7650</w:t>
      </w:r>
      <w:r>
        <w:tab/>
        <w:t>2.025e0</w:t>
      </w:r>
    </w:p>
    <w:p w:rsidR="005B0461" w:rsidRDefault="005B0461" w:rsidP="005B0461">
      <w:r>
        <w:t>273.7710</w:t>
      </w:r>
      <w:r>
        <w:tab/>
        <w:t>1.013e0</w:t>
      </w:r>
    </w:p>
    <w:p w:rsidR="005B0461" w:rsidRDefault="005B0461" w:rsidP="005B0461">
      <w:r>
        <w:t>273.7891</w:t>
      </w:r>
      <w:r>
        <w:tab/>
        <w:t>3.038e0</w:t>
      </w:r>
    </w:p>
    <w:p w:rsidR="005B0461" w:rsidRDefault="005B0461" w:rsidP="005B0461">
      <w:r>
        <w:t>273.8412</w:t>
      </w:r>
      <w:r>
        <w:tab/>
        <w:t>1.013e0</w:t>
      </w:r>
    </w:p>
    <w:p w:rsidR="005B0461" w:rsidRDefault="005B0461" w:rsidP="005B0461">
      <w:r>
        <w:t>273.8549</w:t>
      </w:r>
      <w:r>
        <w:tab/>
        <w:t>2.025e0</w:t>
      </w:r>
    </w:p>
    <w:p w:rsidR="005B0461" w:rsidRDefault="005B0461" w:rsidP="005B0461">
      <w:r>
        <w:t>273.8597</w:t>
      </w:r>
      <w:r>
        <w:tab/>
        <w:t>4.051e0</w:t>
      </w:r>
    </w:p>
    <w:p w:rsidR="005B0461" w:rsidRDefault="005B0461" w:rsidP="005B0461">
      <w:r>
        <w:t>273.8664</w:t>
      </w:r>
      <w:r>
        <w:tab/>
        <w:t>2.025e0</w:t>
      </w:r>
    </w:p>
    <w:p w:rsidR="005B0461" w:rsidRDefault="005B0461" w:rsidP="005B0461">
      <w:r>
        <w:t>273.9076</w:t>
      </w:r>
      <w:r>
        <w:tab/>
        <w:t>1.013e0</w:t>
      </w:r>
    </w:p>
    <w:p w:rsidR="005B0461" w:rsidRDefault="005B0461" w:rsidP="005B0461">
      <w:r>
        <w:t>273.9466</w:t>
      </w:r>
      <w:r>
        <w:tab/>
        <w:t>1.013e0</w:t>
      </w:r>
    </w:p>
    <w:p w:rsidR="005B0461" w:rsidRDefault="005B0461" w:rsidP="005B0461">
      <w:r>
        <w:t>273.9503</w:t>
      </w:r>
      <w:r>
        <w:tab/>
        <w:t>2.025e0</w:t>
      </w:r>
    </w:p>
    <w:p w:rsidR="005B0461" w:rsidRDefault="005B0461" w:rsidP="005B0461">
      <w:r>
        <w:lastRenderedPageBreak/>
        <w:t>273.9749</w:t>
      </w:r>
      <w:r>
        <w:tab/>
        <w:t>4.145e0</w:t>
      </w:r>
    </w:p>
    <w:p w:rsidR="005B0461" w:rsidRDefault="005B0461" w:rsidP="005B0461">
      <w:r>
        <w:t>273.9778</w:t>
      </w:r>
      <w:r>
        <w:tab/>
        <w:t>1.013e0</w:t>
      </w:r>
    </w:p>
    <w:p w:rsidR="005B0461" w:rsidRDefault="005B0461" w:rsidP="005B0461">
      <w:r>
        <w:t>274.0005</w:t>
      </w:r>
      <w:r>
        <w:tab/>
        <w:t>2.025e0</w:t>
      </w:r>
    </w:p>
    <w:p w:rsidR="005B0461" w:rsidRDefault="005B0461" w:rsidP="005B0461">
      <w:r>
        <w:t>274.0154</w:t>
      </w:r>
      <w:r>
        <w:tab/>
        <w:t>8.418e0</w:t>
      </w:r>
    </w:p>
    <w:p w:rsidR="005B0461" w:rsidRDefault="005B0461" w:rsidP="005B0461">
      <w:r>
        <w:t>274.0224</w:t>
      </w:r>
      <w:r>
        <w:tab/>
        <w:t>8.101e0</w:t>
      </w:r>
    </w:p>
    <w:p w:rsidR="005B0461" w:rsidRDefault="005B0461" w:rsidP="005B0461">
      <w:r>
        <w:t>274.0250</w:t>
      </w:r>
      <w:r>
        <w:tab/>
        <w:t>6.076e0</w:t>
      </w:r>
    </w:p>
    <w:p w:rsidR="005B0461" w:rsidRDefault="005B0461" w:rsidP="005B0461">
      <w:r>
        <w:t>274.0400</w:t>
      </w:r>
      <w:r>
        <w:tab/>
        <w:t>1.045e0</w:t>
      </w:r>
    </w:p>
    <w:p w:rsidR="005B0461" w:rsidRDefault="005B0461" w:rsidP="005B0461">
      <w:r>
        <w:t>274.0531</w:t>
      </w:r>
      <w:r>
        <w:tab/>
        <w:t>5.063e0</w:t>
      </w:r>
    </w:p>
    <w:p w:rsidR="005B0461" w:rsidRDefault="005B0461" w:rsidP="005B0461">
      <w:r>
        <w:t>274.0619</w:t>
      </w:r>
      <w:r>
        <w:tab/>
        <w:t>6.076e0</w:t>
      </w:r>
    </w:p>
    <w:p w:rsidR="005B0461" w:rsidRDefault="005B0461" w:rsidP="005B0461">
      <w:r>
        <w:t>274.0641</w:t>
      </w:r>
      <w:r>
        <w:tab/>
        <w:t>1.790e0</w:t>
      </w:r>
    </w:p>
    <w:p w:rsidR="005B0461" w:rsidRDefault="005B0461" w:rsidP="005B0461">
      <w:r>
        <w:t>274.0943</w:t>
      </w:r>
      <w:r>
        <w:tab/>
        <w:t>4.051e0</w:t>
      </w:r>
    </w:p>
    <w:p w:rsidR="005B0461" w:rsidRDefault="005B0461" w:rsidP="005B0461">
      <w:r>
        <w:t>274.1032</w:t>
      </w:r>
      <w:r>
        <w:tab/>
        <w:t>3.038e0</w:t>
      </w:r>
    </w:p>
    <w:p w:rsidR="005B0461" w:rsidRDefault="005B0461" w:rsidP="005B0461">
      <w:r>
        <w:t>274.1214</w:t>
      </w:r>
      <w:r>
        <w:tab/>
        <w:t>3.038e0</w:t>
      </w:r>
    </w:p>
    <w:p w:rsidR="005B0461" w:rsidRDefault="005B0461" w:rsidP="005B0461">
      <w:r>
        <w:t>274.1241</w:t>
      </w:r>
      <w:r>
        <w:tab/>
        <w:t>4.051e0</w:t>
      </w:r>
    </w:p>
    <w:p w:rsidR="005B0461" w:rsidRDefault="005B0461" w:rsidP="005B0461">
      <w:r>
        <w:t>274.1312</w:t>
      </w:r>
      <w:r>
        <w:tab/>
        <w:t>3.449e0</w:t>
      </w:r>
    </w:p>
    <w:p w:rsidR="005B0461" w:rsidRDefault="005B0461" w:rsidP="005B0461">
      <w:r>
        <w:t>274.1511</w:t>
      </w:r>
      <w:r>
        <w:tab/>
        <w:t>4.051e0</w:t>
      </w:r>
    </w:p>
    <w:p w:rsidR="005B0461" w:rsidRDefault="005B0461" w:rsidP="005B0461">
      <w:r>
        <w:t>274.1531</w:t>
      </w:r>
      <w:r>
        <w:tab/>
        <w:t>4.051e0</w:t>
      </w:r>
    </w:p>
    <w:p w:rsidR="005B0461" w:rsidRDefault="005B0461" w:rsidP="005B0461">
      <w:r>
        <w:t>274.1631</w:t>
      </w:r>
      <w:r>
        <w:tab/>
        <w:t>2.025e0</w:t>
      </w:r>
    </w:p>
    <w:p w:rsidR="005B0461" w:rsidRDefault="005B0461" w:rsidP="005B0461">
      <w:r>
        <w:t>274.1806</w:t>
      </w:r>
      <w:r>
        <w:tab/>
        <w:t>3.038e0</w:t>
      </w:r>
    </w:p>
    <w:p w:rsidR="005B0461" w:rsidRDefault="005B0461" w:rsidP="005B0461">
      <w:r>
        <w:lastRenderedPageBreak/>
        <w:t>274.2079</w:t>
      </w:r>
      <w:r>
        <w:tab/>
        <w:t>5.063e0</w:t>
      </w:r>
    </w:p>
    <w:p w:rsidR="005B0461" w:rsidRDefault="005B0461" w:rsidP="005B0461">
      <w:r>
        <w:t>274.2137</w:t>
      </w:r>
      <w:r>
        <w:tab/>
        <w:t>3.038e0</w:t>
      </w:r>
    </w:p>
    <w:p w:rsidR="005B0461" w:rsidRDefault="005B0461" w:rsidP="005B0461">
      <w:r>
        <w:t>274.2223</w:t>
      </w:r>
      <w:r>
        <w:tab/>
        <w:t>4.051e0</w:t>
      </w:r>
    </w:p>
    <w:p w:rsidR="005B0461" w:rsidRDefault="005B0461" w:rsidP="005B0461">
      <w:r>
        <w:t>274.2685</w:t>
      </w:r>
      <w:r>
        <w:tab/>
        <w:t>2.025e0</w:t>
      </w:r>
    </w:p>
    <w:p w:rsidR="005B0461" w:rsidRDefault="005B0461" w:rsidP="005B0461">
      <w:r>
        <w:t>274.3080</w:t>
      </w:r>
      <w:r>
        <w:tab/>
        <w:t>3.038e0</w:t>
      </w:r>
    </w:p>
    <w:p w:rsidR="005B0461" w:rsidRDefault="005B0461" w:rsidP="005B0461">
      <w:r>
        <w:t>274.3213</w:t>
      </w:r>
      <w:r>
        <w:tab/>
        <w:t>1.013e0</w:t>
      </w:r>
    </w:p>
    <w:p w:rsidR="005B0461" w:rsidRDefault="005B0461" w:rsidP="005B0461">
      <w:r>
        <w:t>274.3623</w:t>
      </w:r>
      <w:r>
        <w:tab/>
        <w:t>2.025e0</w:t>
      </w:r>
    </w:p>
    <w:p w:rsidR="005B0461" w:rsidRDefault="005B0461" w:rsidP="005B0461">
      <w:r>
        <w:t>274.3875</w:t>
      </w:r>
      <w:r>
        <w:tab/>
        <w:t>1.013e0</w:t>
      </w:r>
    </w:p>
    <w:p w:rsidR="005B0461" w:rsidRDefault="005B0461" w:rsidP="005B0461">
      <w:r>
        <w:t>274.3915</w:t>
      </w:r>
      <w:r>
        <w:tab/>
        <w:t>1.013e0</w:t>
      </w:r>
    </w:p>
    <w:p w:rsidR="005B0461" w:rsidRDefault="005B0461" w:rsidP="005B0461">
      <w:r>
        <w:t>274.4227</w:t>
      </w:r>
      <w:r>
        <w:tab/>
        <w:t>1.013e0</w:t>
      </w:r>
    </w:p>
    <w:p w:rsidR="005B0461" w:rsidRDefault="005B0461" w:rsidP="005B0461">
      <w:r>
        <w:t>274.4306</w:t>
      </w:r>
      <w:r>
        <w:tab/>
        <w:t>1.013e0</w:t>
      </w:r>
    </w:p>
    <w:p w:rsidR="005B0461" w:rsidRDefault="005B0461" w:rsidP="005B0461">
      <w:r>
        <w:t>274.4498</w:t>
      </w:r>
      <w:r>
        <w:tab/>
        <w:t>1.013e0</w:t>
      </w:r>
    </w:p>
    <w:p w:rsidR="005B0461" w:rsidRDefault="005B0461" w:rsidP="005B0461">
      <w:r>
        <w:t>274.4707</w:t>
      </w:r>
      <w:r>
        <w:tab/>
        <w:t>1.013e0</w:t>
      </w:r>
    </w:p>
    <w:p w:rsidR="005B0461" w:rsidRDefault="005B0461" w:rsidP="005B0461">
      <w:r>
        <w:t>274.4988</w:t>
      </w:r>
      <w:r>
        <w:tab/>
        <w:t>2.025e0</w:t>
      </w:r>
    </w:p>
    <w:p w:rsidR="005B0461" w:rsidRDefault="005B0461" w:rsidP="005B0461">
      <w:r>
        <w:t>274.5111</w:t>
      </w:r>
      <w:r>
        <w:tab/>
        <w:t>1.013e0</w:t>
      </w:r>
    </w:p>
    <w:p w:rsidR="005B0461" w:rsidRDefault="005B0461" w:rsidP="005B0461">
      <w:r>
        <w:t>274.5122</w:t>
      </w:r>
      <w:r>
        <w:tab/>
        <w:t>2.025e0</w:t>
      </w:r>
    </w:p>
    <w:p w:rsidR="005B0461" w:rsidRDefault="005B0461" w:rsidP="005B0461">
      <w:r>
        <w:t>274.5416</w:t>
      </w:r>
      <w:r>
        <w:tab/>
        <w:t>3.038e0</w:t>
      </w:r>
    </w:p>
    <w:p w:rsidR="005B0461" w:rsidRDefault="005B0461" w:rsidP="005B0461">
      <w:r>
        <w:t>274.5633</w:t>
      </w:r>
      <w:r>
        <w:tab/>
        <w:t>2.025e0</w:t>
      </w:r>
    </w:p>
    <w:p w:rsidR="005B0461" w:rsidRDefault="005B0461" w:rsidP="005B0461">
      <w:r>
        <w:t>274.5767</w:t>
      </w:r>
      <w:r>
        <w:tab/>
        <w:t>1.013e0</w:t>
      </w:r>
    </w:p>
    <w:p w:rsidR="005B0461" w:rsidRDefault="005B0461" w:rsidP="005B0461">
      <w:r>
        <w:lastRenderedPageBreak/>
        <w:t>274.5904</w:t>
      </w:r>
      <w:r>
        <w:tab/>
        <w:t>3.038e0</w:t>
      </w:r>
    </w:p>
    <w:p w:rsidR="005B0461" w:rsidRDefault="005B0461" w:rsidP="005B0461">
      <w:r>
        <w:t>274.6255</w:t>
      </w:r>
      <w:r>
        <w:tab/>
        <w:t>1.013e0</w:t>
      </w:r>
    </w:p>
    <w:p w:rsidR="005B0461" w:rsidRDefault="005B0461" w:rsidP="005B0461">
      <w:r>
        <w:t>274.6336</w:t>
      </w:r>
      <w:r>
        <w:tab/>
        <w:t>1.013e0</w:t>
      </w:r>
    </w:p>
    <w:p w:rsidR="005B0461" w:rsidRDefault="005B0461" w:rsidP="005B0461">
      <w:r>
        <w:t>274.6607</w:t>
      </w:r>
      <w:r>
        <w:tab/>
        <w:t>1.013e0</w:t>
      </w:r>
    </w:p>
    <w:p w:rsidR="005B0461" w:rsidRDefault="005B0461" w:rsidP="005B0461">
      <w:r>
        <w:t>274.6688</w:t>
      </w:r>
      <w:r>
        <w:tab/>
        <w:t>1.013e0</w:t>
      </w:r>
    </w:p>
    <w:p w:rsidR="005B0461" w:rsidRDefault="005B0461" w:rsidP="005B0461">
      <w:r>
        <w:t>274.7118</w:t>
      </w:r>
      <w:r>
        <w:tab/>
        <w:t>2.025e0</w:t>
      </w:r>
    </w:p>
    <w:p w:rsidR="005B0461" w:rsidRDefault="005B0461" w:rsidP="005B0461">
      <w:r>
        <w:t>274.7390</w:t>
      </w:r>
      <w:r>
        <w:tab/>
        <w:t>1.013e0</w:t>
      </w:r>
    </w:p>
    <w:p w:rsidR="005B0461" w:rsidRDefault="005B0461" w:rsidP="005B0461">
      <w:r>
        <w:t>274.7703</w:t>
      </w:r>
      <w:r>
        <w:tab/>
        <w:t>1.013e0</w:t>
      </w:r>
    </w:p>
    <w:p w:rsidR="005B0461" w:rsidRDefault="005B0461" w:rsidP="005B0461">
      <w:r>
        <w:t>274.7838</w:t>
      </w:r>
      <w:r>
        <w:tab/>
        <w:t>1.013e0</w:t>
      </w:r>
    </w:p>
    <w:p w:rsidR="005B0461" w:rsidRDefault="005B0461" w:rsidP="005B0461">
      <w:r>
        <w:t>274.8014</w:t>
      </w:r>
      <w:r>
        <w:tab/>
        <w:t>1.013e0</w:t>
      </w:r>
    </w:p>
    <w:p w:rsidR="005B0461" w:rsidRDefault="005B0461" w:rsidP="005B0461">
      <w:r>
        <w:t>274.8192</w:t>
      </w:r>
      <w:r>
        <w:tab/>
        <w:t>1.013e0</w:t>
      </w:r>
    </w:p>
    <w:p w:rsidR="005B0461" w:rsidRDefault="005B0461" w:rsidP="005B0461">
      <w:r>
        <w:t>274.8243</w:t>
      </w:r>
      <w:r>
        <w:tab/>
        <w:t>1.013e0</w:t>
      </w:r>
    </w:p>
    <w:p w:rsidR="005B0461" w:rsidRDefault="005B0461" w:rsidP="005B0461">
      <w:r>
        <w:t>274.8406</w:t>
      </w:r>
      <w:r>
        <w:tab/>
        <w:t>1.013e0</w:t>
      </w:r>
    </w:p>
    <w:p w:rsidR="005B0461" w:rsidRDefault="005B0461" w:rsidP="005B0461">
      <w:r>
        <w:t>274.8674</w:t>
      </w:r>
      <w:r>
        <w:tab/>
        <w:t>2.025e0</w:t>
      </w:r>
    </w:p>
    <w:p w:rsidR="005B0461" w:rsidRDefault="005B0461" w:rsidP="005B0461">
      <w:r>
        <w:t>274.8900</w:t>
      </w:r>
      <w:r>
        <w:tab/>
        <w:t>1.013e0</w:t>
      </w:r>
    </w:p>
    <w:p w:rsidR="005B0461" w:rsidRDefault="005B0461" w:rsidP="005B0461">
      <w:r>
        <w:t>274.8950</w:t>
      </w:r>
      <w:r>
        <w:tab/>
        <w:t>1.013e0</w:t>
      </w:r>
    </w:p>
    <w:p w:rsidR="005B0461" w:rsidRDefault="005B0461" w:rsidP="005B0461">
      <w:r>
        <w:t>274.9247</w:t>
      </w:r>
      <w:r>
        <w:tab/>
        <w:t>2.025e0</w:t>
      </w:r>
    </w:p>
    <w:p w:rsidR="005B0461" w:rsidRDefault="005B0461" w:rsidP="005B0461">
      <w:r>
        <w:t>274.9507</w:t>
      </w:r>
      <w:r>
        <w:tab/>
        <w:t>1.013e0</w:t>
      </w:r>
    </w:p>
    <w:p w:rsidR="005B0461" w:rsidRDefault="005B0461" w:rsidP="005B0461">
      <w:r>
        <w:t>274.9692</w:t>
      </w:r>
      <w:r>
        <w:tab/>
        <w:t>1.013e0</w:t>
      </w:r>
    </w:p>
    <w:p w:rsidR="005B0461" w:rsidRDefault="005B0461" w:rsidP="005B0461">
      <w:r>
        <w:lastRenderedPageBreak/>
        <w:t>274.9732</w:t>
      </w:r>
      <w:r>
        <w:tab/>
        <w:t>1.013e0</w:t>
      </w:r>
    </w:p>
    <w:p w:rsidR="005B0461" w:rsidRDefault="005B0461" w:rsidP="005B0461">
      <w:r>
        <w:t>274.9834</w:t>
      </w:r>
      <w:r>
        <w:tab/>
        <w:t>2.025e0</w:t>
      </w:r>
    </w:p>
    <w:p w:rsidR="005B0461" w:rsidRDefault="005B0461" w:rsidP="005B0461">
      <w:r>
        <w:t>275.0208</w:t>
      </w:r>
      <w:r>
        <w:tab/>
        <w:t>3.038e0</w:t>
      </w:r>
    </w:p>
    <w:p w:rsidR="005B0461" w:rsidRDefault="005B0461" w:rsidP="005B0461">
      <w:r>
        <w:t>275.0240</w:t>
      </w:r>
      <w:r>
        <w:tab/>
        <w:t>4.051e0</w:t>
      </w:r>
    </w:p>
    <w:p w:rsidR="005B0461" w:rsidRDefault="005B0461" w:rsidP="005B0461">
      <w:r>
        <w:t>275.0298</w:t>
      </w:r>
      <w:r>
        <w:tab/>
        <w:t>5.809e0</w:t>
      </w:r>
    </w:p>
    <w:p w:rsidR="005B0461" w:rsidRDefault="005B0461" w:rsidP="005B0461">
      <w:r>
        <w:t>275.0477</w:t>
      </w:r>
      <w:r>
        <w:tab/>
        <w:t>4.765e0</w:t>
      </w:r>
    </w:p>
    <w:p w:rsidR="005B0461" w:rsidRDefault="005B0461" w:rsidP="005B0461">
      <w:r>
        <w:t>275.0581</w:t>
      </w:r>
      <w:r>
        <w:tab/>
        <w:t>4.780e0</w:t>
      </w:r>
    </w:p>
    <w:p w:rsidR="005B0461" w:rsidRDefault="005B0461" w:rsidP="005B0461">
      <w:r>
        <w:t>275.0678</w:t>
      </w:r>
      <w:r>
        <w:tab/>
        <w:t>4.317e0</w:t>
      </w:r>
    </w:p>
    <w:p w:rsidR="005B0461" w:rsidRDefault="005B0461" w:rsidP="005B0461">
      <w:r>
        <w:t>275.0693</w:t>
      </w:r>
      <w:r>
        <w:tab/>
        <w:t>2.025e0</w:t>
      </w:r>
    </w:p>
    <w:p w:rsidR="005B0461" w:rsidRDefault="005B0461" w:rsidP="005B0461">
      <w:r>
        <w:t>275.0714</w:t>
      </w:r>
      <w:r>
        <w:tab/>
        <w:t>3.038e0</w:t>
      </w:r>
    </w:p>
    <w:p w:rsidR="005B0461" w:rsidRDefault="005B0461" w:rsidP="005B0461">
      <w:r>
        <w:t>275.1021</w:t>
      </w:r>
      <w:r>
        <w:tab/>
        <w:t>3.038e0</w:t>
      </w:r>
    </w:p>
    <w:p w:rsidR="005B0461" w:rsidRDefault="005B0461" w:rsidP="005B0461">
      <w:r>
        <w:t>275.1236</w:t>
      </w:r>
      <w:r>
        <w:tab/>
        <w:t>5.063e0</w:t>
      </w:r>
    </w:p>
    <w:p w:rsidR="005B0461" w:rsidRDefault="005B0461" w:rsidP="005B0461">
      <w:r>
        <w:t>275.1257</w:t>
      </w:r>
      <w:r>
        <w:tab/>
        <w:t>2.025e0</w:t>
      </w:r>
    </w:p>
    <w:p w:rsidR="005B0461" w:rsidRDefault="005B0461" w:rsidP="005B0461">
      <w:r>
        <w:t>275.1354</w:t>
      </w:r>
      <w:r>
        <w:tab/>
        <w:t>3.038e0</w:t>
      </w:r>
    </w:p>
    <w:p w:rsidR="005B0461" w:rsidRDefault="005B0461" w:rsidP="005B0461">
      <w:r>
        <w:t>275.1411</w:t>
      </w:r>
      <w:r>
        <w:tab/>
        <w:t>2.025e0</w:t>
      </w:r>
    </w:p>
    <w:p w:rsidR="005B0461" w:rsidRDefault="005B0461" w:rsidP="005B0461">
      <w:r>
        <w:t>275.1560</w:t>
      </w:r>
      <w:r>
        <w:tab/>
        <w:t>2.025e0</w:t>
      </w:r>
    </w:p>
    <w:p w:rsidR="005B0461" w:rsidRDefault="005B0461" w:rsidP="005B0461">
      <w:r>
        <w:t>275.1722</w:t>
      </w:r>
      <w:r>
        <w:tab/>
        <w:t>1.013e0</w:t>
      </w:r>
    </w:p>
    <w:p w:rsidR="005B0461" w:rsidRDefault="005B0461" w:rsidP="005B0461">
      <w:r>
        <w:t>275.1844</w:t>
      </w:r>
      <w:r>
        <w:tab/>
        <w:t>2.025e0</w:t>
      </w:r>
    </w:p>
    <w:p w:rsidR="005B0461" w:rsidRDefault="005B0461" w:rsidP="005B0461">
      <w:r>
        <w:t>275.1893</w:t>
      </w:r>
      <w:r>
        <w:tab/>
        <w:t>7.089e0</w:t>
      </w:r>
    </w:p>
    <w:p w:rsidR="005B0461" w:rsidRDefault="005B0461" w:rsidP="005B0461">
      <w:r>
        <w:lastRenderedPageBreak/>
        <w:t>275.2114</w:t>
      </w:r>
      <w:r>
        <w:tab/>
        <w:t>1.013e0</w:t>
      </w:r>
    </w:p>
    <w:p w:rsidR="005B0461" w:rsidRDefault="005B0461" w:rsidP="005B0461">
      <w:r>
        <w:t>275.2349</w:t>
      </w:r>
      <w:r>
        <w:tab/>
        <w:t>3.038e0</w:t>
      </w:r>
    </w:p>
    <w:p w:rsidR="005B0461" w:rsidRDefault="005B0461" w:rsidP="005B0461">
      <w:r>
        <w:t>275.2506</w:t>
      </w:r>
      <w:r>
        <w:tab/>
        <w:t>2.025e0</w:t>
      </w:r>
    </w:p>
    <w:p w:rsidR="005B0461" w:rsidRDefault="005B0461" w:rsidP="005B0461">
      <w:r>
        <w:t>275.2529</w:t>
      </w:r>
      <w:r>
        <w:tab/>
        <w:t>4.051e0</w:t>
      </w:r>
    </w:p>
    <w:p w:rsidR="005B0461" w:rsidRDefault="005B0461" w:rsidP="005B0461">
      <w:r>
        <w:t>275.2662</w:t>
      </w:r>
      <w:r>
        <w:tab/>
        <w:t>4.051e0</w:t>
      </w:r>
    </w:p>
    <w:p w:rsidR="005B0461" w:rsidRDefault="005B0461" w:rsidP="005B0461">
      <w:r>
        <w:t>275.2997</w:t>
      </w:r>
      <w:r>
        <w:tab/>
        <w:t>1.013e0</w:t>
      </w:r>
    </w:p>
    <w:p w:rsidR="005B0461" w:rsidRDefault="005B0461" w:rsidP="005B0461">
      <w:r>
        <w:t>275.3011</w:t>
      </w:r>
      <w:r>
        <w:tab/>
        <w:t>2.025e0</w:t>
      </w:r>
    </w:p>
    <w:p w:rsidR="005B0461" w:rsidRDefault="005B0461" w:rsidP="005B0461">
      <w:r>
        <w:t>275.3441</w:t>
      </w:r>
      <w:r>
        <w:tab/>
        <w:t>1.013e0</w:t>
      </w:r>
    </w:p>
    <w:p w:rsidR="005B0461" w:rsidRDefault="005B0461" w:rsidP="005B0461">
      <w:r>
        <w:t>275.3605</w:t>
      </w:r>
      <w:r>
        <w:tab/>
        <w:t>1.013e0</w:t>
      </w:r>
    </w:p>
    <w:p w:rsidR="005B0461" w:rsidRDefault="005B0461" w:rsidP="005B0461">
      <w:r>
        <w:t>275.3754</w:t>
      </w:r>
      <w:r>
        <w:tab/>
        <w:t>1.013e0</w:t>
      </w:r>
    </w:p>
    <w:p w:rsidR="005B0461" w:rsidRDefault="005B0461" w:rsidP="005B0461">
      <w:r>
        <w:t>275.4009</w:t>
      </w:r>
      <w:r>
        <w:tab/>
        <w:t>2.025e0</w:t>
      </w:r>
    </w:p>
    <w:p w:rsidR="005B0461" w:rsidRDefault="005B0461" w:rsidP="005B0461">
      <w:r>
        <w:t>275.4145</w:t>
      </w:r>
      <w:r>
        <w:tab/>
        <w:t>1.013e0</w:t>
      </w:r>
    </w:p>
    <w:p w:rsidR="005B0461" w:rsidRDefault="005B0461" w:rsidP="005B0461">
      <w:r>
        <w:t>275.4165</w:t>
      </w:r>
      <w:r>
        <w:tab/>
        <w:t>2.025e0</w:t>
      </w:r>
    </w:p>
    <w:p w:rsidR="005B0461" w:rsidRDefault="005B0461" w:rsidP="005B0461">
      <w:r>
        <w:t>275.4314</w:t>
      </w:r>
      <w:r>
        <w:tab/>
        <w:t>1.013e0</w:t>
      </w:r>
    </w:p>
    <w:p w:rsidR="005B0461" w:rsidRDefault="005B0461" w:rsidP="005B0461">
      <w:r>
        <w:t>275.4415</w:t>
      </w:r>
      <w:r>
        <w:tab/>
        <w:t>1.013e0</w:t>
      </w:r>
    </w:p>
    <w:p w:rsidR="005B0461" w:rsidRDefault="005B0461" w:rsidP="005B0461">
      <w:r>
        <w:t>275.4557</w:t>
      </w:r>
      <w:r>
        <w:tab/>
        <w:t>2.025e0</w:t>
      </w:r>
    </w:p>
    <w:p w:rsidR="005B0461" w:rsidRDefault="005B0461" w:rsidP="005B0461">
      <w:r>
        <w:t>275.4849</w:t>
      </w:r>
      <w:r>
        <w:tab/>
        <w:t>1.013e0</w:t>
      </w:r>
    </w:p>
    <w:p w:rsidR="005B0461" w:rsidRDefault="005B0461" w:rsidP="005B0461">
      <w:r>
        <w:t>275.4929</w:t>
      </w:r>
      <w:r>
        <w:tab/>
        <w:t>1.013e0</w:t>
      </w:r>
    </w:p>
    <w:p w:rsidR="005B0461" w:rsidRDefault="005B0461" w:rsidP="005B0461">
      <w:r>
        <w:t>275.5260</w:t>
      </w:r>
      <w:r>
        <w:tab/>
        <w:t>2.025e0</w:t>
      </w:r>
    </w:p>
    <w:p w:rsidR="005B0461" w:rsidRDefault="005B0461" w:rsidP="005B0461">
      <w:r>
        <w:lastRenderedPageBreak/>
        <w:t>275.5341</w:t>
      </w:r>
      <w:r>
        <w:tab/>
        <w:t>2.025e0</w:t>
      </w:r>
    </w:p>
    <w:p w:rsidR="005B0461" w:rsidRDefault="005B0461" w:rsidP="005B0461">
      <w:r>
        <w:t>275.5533</w:t>
      </w:r>
      <w:r>
        <w:tab/>
        <w:t>2.025e0</w:t>
      </w:r>
    </w:p>
    <w:p w:rsidR="005B0461" w:rsidRDefault="005B0461" w:rsidP="005B0461">
      <w:r>
        <w:t>275.5592</w:t>
      </w:r>
      <w:r>
        <w:tab/>
        <w:t>2.025e0</w:t>
      </w:r>
    </w:p>
    <w:p w:rsidR="005B0461" w:rsidRDefault="005B0461" w:rsidP="005B0461">
      <w:r>
        <w:t>275.5681</w:t>
      </w:r>
      <w:r>
        <w:tab/>
        <w:t>1.013e0</w:t>
      </w:r>
    </w:p>
    <w:p w:rsidR="005B0461" w:rsidRDefault="005B0461" w:rsidP="005B0461">
      <w:r>
        <w:t>275.5905</w:t>
      </w:r>
      <w:r>
        <w:tab/>
        <w:t>1.013e0</w:t>
      </w:r>
    </w:p>
    <w:p w:rsidR="005B0461" w:rsidRDefault="005B0461" w:rsidP="005B0461">
      <w:r>
        <w:t>275.6137</w:t>
      </w:r>
      <w:r>
        <w:tab/>
        <w:t>1.013e0</w:t>
      </w:r>
    </w:p>
    <w:p w:rsidR="005B0461" w:rsidRDefault="005B0461" w:rsidP="005B0461">
      <w:r>
        <w:t>275.6441</w:t>
      </w:r>
      <w:r>
        <w:tab/>
        <w:t>1.013e0</w:t>
      </w:r>
    </w:p>
    <w:p w:rsidR="005B0461" w:rsidRDefault="005B0461" w:rsidP="005B0461">
      <w:r>
        <w:t>275.6489</w:t>
      </w:r>
      <w:r>
        <w:tab/>
        <w:t>1.013e0</w:t>
      </w:r>
    </w:p>
    <w:p w:rsidR="005B0461" w:rsidRDefault="005B0461" w:rsidP="005B0461">
      <w:r>
        <w:t>275.6921</w:t>
      </w:r>
      <w:r>
        <w:tab/>
        <w:t>1.013e0</w:t>
      </w:r>
    </w:p>
    <w:p w:rsidR="005B0461" w:rsidRDefault="005B0461" w:rsidP="005B0461">
      <w:r>
        <w:t>275.6961</w:t>
      </w:r>
      <w:r>
        <w:tab/>
        <w:t>1.013e0</w:t>
      </w:r>
    </w:p>
    <w:p w:rsidR="005B0461" w:rsidRDefault="005B0461" w:rsidP="005B0461">
      <w:r>
        <w:t>275.7404</w:t>
      </w:r>
      <w:r>
        <w:tab/>
        <w:t>1.013e0</w:t>
      </w:r>
    </w:p>
    <w:p w:rsidR="005B0461" w:rsidRDefault="005B0461" w:rsidP="005B0461">
      <w:r>
        <w:t>275.7544</w:t>
      </w:r>
      <w:r>
        <w:tab/>
        <w:t>1.013e0</w:t>
      </w:r>
    </w:p>
    <w:p w:rsidR="005B0461" w:rsidRDefault="005B0461" w:rsidP="005B0461">
      <w:r>
        <w:t>275.7584</w:t>
      </w:r>
      <w:r>
        <w:tab/>
        <w:t>1.013e0</w:t>
      </w:r>
    </w:p>
    <w:p w:rsidR="005B0461" w:rsidRDefault="005B0461" w:rsidP="005B0461">
      <w:r>
        <w:t>275.7977</w:t>
      </w:r>
      <w:r>
        <w:tab/>
        <w:t>1.013e0</w:t>
      </w:r>
    </w:p>
    <w:p w:rsidR="005B0461" w:rsidRDefault="005B0461" w:rsidP="005B0461">
      <w:r>
        <w:t>275.8015</w:t>
      </w:r>
      <w:r>
        <w:tab/>
        <w:t>1.013e0</w:t>
      </w:r>
    </w:p>
    <w:p w:rsidR="005B0461" w:rsidRDefault="005B0461" w:rsidP="005B0461">
      <w:r>
        <w:t>275.8329</w:t>
      </w:r>
      <w:r>
        <w:tab/>
        <w:t>1.013e0</w:t>
      </w:r>
    </w:p>
    <w:p w:rsidR="005B0461" w:rsidRDefault="005B0461" w:rsidP="005B0461">
      <w:r>
        <w:t>275.8743</w:t>
      </w:r>
      <w:r>
        <w:tab/>
        <w:t>2.025e0</w:t>
      </w:r>
    </w:p>
    <w:p w:rsidR="005B0461" w:rsidRDefault="005B0461" w:rsidP="005B0461">
      <w:r>
        <w:t>275.8880</w:t>
      </w:r>
      <w:r>
        <w:tab/>
        <w:t>2.025e0</w:t>
      </w:r>
    </w:p>
    <w:p w:rsidR="005B0461" w:rsidRDefault="005B0461" w:rsidP="005B0461">
      <w:r>
        <w:t>275.8912</w:t>
      </w:r>
      <w:r>
        <w:tab/>
        <w:t>1.013e0</w:t>
      </w:r>
    </w:p>
    <w:p w:rsidR="005B0461" w:rsidRDefault="005B0461" w:rsidP="005B0461">
      <w:r>
        <w:lastRenderedPageBreak/>
        <w:t>275.9589</w:t>
      </w:r>
      <w:r>
        <w:tab/>
        <w:t>4.051e0</w:t>
      </w:r>
    </w:p>
    <w:p w:rsidR="005B0461" w:rsidRDefault="005B0461" w:rsidP="005B0461">
      <w:r>
        <w:t>275.9697</w:t>
      </w:r>
      <w:r>
        <w:tab/>
        <w:t>1.013e0</w:t>
      </w:r>
    </w:p>
    <w:p w:rsidR="005B0461" w:rsidRDefault="005B0461" w:rsidP="005B0461">
      <w:r>
        <w:t>275.9724</w:t>
      </w:r>
      <w:r>
        <w:tab/>
        <w:t>7.549e0</w:t>
      </w:r>
    </w:p>
    <w:p w:rsidR="005B0461" w:rsidRDefault="005B0461" w:rsidP="005B0461">
      <w:r>
        <w:t>276.0008</w:t>
      </w:r>
      <w:r>
        <w:tab/>
        <w:t>2.025e0</w:t>
      </w:r>
    </w:p>
    <w:p w:rsidR="005B0461" w:rsidRDefault="005B0461" w:rsidP="005B0461">
      <w:r>
        <w:t>276.0103</w:t>
      </w:r>
      <w:r>
        <w:tab/>
        <w:t>4.051e0</w:t>
      </w:r>
    </w:p>
    <w:p w:rsidR="005B0461" w:rsidRDefault="005B0461" w:rsidP="005B0461">
      <w:r>
        <w:t>276.0302</w:t>
      </w:r>
      <w:r>
        <w:tab/>
        <w:t>7.029e0</w:t>
      </w:r>
    </w:p>
    <w:p w:rsidR="005B0461" w:rsidRDefault="005B0461" w:rsidP="005B0461">
      <w:r>
        <w:t>276.0337</w:t>
      </w:r>
      <w:r>
        <w:tab/>
        <w:t>6.180e0</w:t>
      </w:r>
    </w:p>
    <w:p w:rsidR="005B0461" w:rsidRDefault="005B0461" w:rsidP="005B0461">
      <w:r>
        <w:t>276.0380</w:t>
      </w:r>
      <w:r>
        <w:tab/>
        <w:t>2.025e0</w:t>
      </w:r>
    </w:p>
    <w:p w:rsidR="005B0461" w:rsidRDefault="005B0461" w:rsidP="005B0461">
      <w:r>
        <w:t>276.0484</w:t>
      </w:r>
      <w:r>
        <w:tab/>
        <w:t>2.503e0</w:t>
      </w:r>
    </w:p>
    <w:p w:rsidR="005B0461" w:rsidRDefault="005B0461" w:rsidP="005B0461">
      <w:r>
        <w:t>276.0673</w:t>
      </w:r>
      <w:r>
        <w:tab/>
        <w:t>1.013e0</w:t>
      </w:r>
    </w:p>
    <w:p w:rsidR="005B0461" w:rsidRDefault="005B0461" w:rsidP="005B0461">
      <w:r>
        <w:t>276.0840</w:t>
      </w:r>
      <w:r>
        <w:tab/>
        <w:t>1.133e0</w:t>
      </w:r>
    </w:p>
    <w:p w:rsidR="005B0461" w:rsidRDefault="005B0461" w:rsidP="005B0461">
      <w:r>
        <w:t>276.0903</w:t>
      </w:r>
      <w:r>
        <w:tab/>
        <w:t>1.013e0</w:t>
      </w:r>
    </w:p>
    <w:p w:rsidR="005B0461" w:rsidRDefault="005B0461" w:rsidP="005B0461">
      <w:r>
        <w:t>276.1016</w:t>
      </w:r>
      <w:r>
        <w:tab/>
        <w:t>3.038e0</w:t>
      </w:r>
    </w:p>
    <w:p w:rsidR="005B0461" w:rsidRDefault="005B0461" w:rsidP="005B0461">
      <w:r>
        <w:t>276.1067</w:t>
      </w:r>
      <w:r>
        <w:tab/>
        <w:t>2.025e0</w:t>
      </w:r>
    </w:p>
    <w:p w:rsidR="005B0461" w:rsidRDefault="005B0461" w:rsidP="005B0461">
      <w:r>
        <w:t>276.1296</w:t>
      </w:r>
      <w:r>
        <w:tab/>
        <w:t>1.013e0</w:t>
      </w:r>
    </w:p>
    <w:p w:rsidR="005B0461" w:rsidRDefault="005B0461" w:rsidP="005B0461">
      <w:r>
        <w:t>276.1317</w:t>
      </w:r>
      <w:r>
        <w:tab/>
        <w:t>2.025e0</w:t>
      </w:r>
    </w:p>
    <w:p w:rsidR="005B0461" w:rsidRDefault="005B0461" w:rsidP="005B0461">
      <w:r>
        <w:t>276.1336</w:t>
      </w:r>
      <w:r>
        <w:tab/>
        <w:t>1.013e0</w:t>
      </w:r>
    </w:p>
    <w:p w:rsidR="005B0461" w:rsidRDefault="005B0461" w:rsidP="005B0461">
      <w:r>
        <w:t>276.1603</w:t>
      </w:r>
      <w:r>
        <w:tab/>
        <w:t>2.025e0</w:t>
      </w:r>
    </w:p>
    <w:p w:rsidR="005B0461" w:rsidRDefault="005B0461" w:rsidP="005B0461">
      <w:r>
        <w:t>276.1817</w:t>
      </w:r>
      <w:r>
        <w:tab/>
        <w:t>2.025e0</w:t>
      </w:r>
    </w:p>
    <w:p w:rsidR="005B0461" w:rsidRDefault="005B0461" w:rsidP="005B0461">
      <w:r>
        <w:lastRenderedPageBreak/>
        <w:t>276.1884</w:t>
      </w:r>
      <w:r>
        <w:tab/>
        <w:t>3.038e0</w:t>
      </w:r>
    </w:p>
    <w:p w:rsidR="005B0461" w:rsidRDefault="005B0461" w:rsidP="005B0461">
      <w:r>
        <w:t>276.2008</w:t>
      </w:r>
      <w:r>
        <w:tab/>
        <w:t>4.051e0</w:t>
      </w:r>
    </w:p>
    <w:p w:rsidR="005B0461" w:rsidRDefault="005B0461" w:rsidP="005B0461">
      <w:r>
        <w:t>276.2082</w:t>
      </w:r>
      <w:r>
        <w:tab/>
        <w:t>4.051e0</w:t>
      </w:r>
    </w:p>
    <w:p w:rsidR="005B0461" w:rsidRDefault="005B0461" w:rsidP="005B0461">
      <w:r>
        <w:t>276.2217</w:t>
      </w:r>
      <w:r>
        <w:tab/>
        <w:t>2.025e0</w:t>
      </w:r>
    </w:p>
    <w:p w:rsidR="005B0461" w:rsidRDefault="005B0461" w:rsidP="005B0461">
      <w:r>
        <w:t>276.2393</w:t>
      </w:r>
      <w:r>
        <w:tab/>
        <w:t>1.013e0</w:t>
      </w:r>
    </w:p>
    <w:p w:rsidR="005B0461" w:rsidRDefault="005B0461" w:rsidP="005B0461">
      <w:r>
        <w:t>276.2508</w:t>
      </w:r>
      <w:r>
        <w:tab/>
        <w:t>3.038e0</w:t>
      </w:r>
    </w:p>
    <w:p w:rsidR="005B0461" w:rsidRDefault="005B0461" w:rsidP="005B0461">
      <w:r>
        <w:t>276.2527</w:t>
      </w:r>
      <w:r>
        <w:tab/>
        <w:t>1.013e0</w:t>
      </w:r>
    </w:p>
    <w:p w:rsidR="005B0461" w:rsidRDefault="005B0461" w:rsidP="005B0461">
      <w:r>
        <w:t>276.2737</w:t>
      </w:r>
      <w:r>
        <w:tab/>
        <w:t>3.038e0</w:t>
      </w:r>
    </w:p>
    <w:p w:rsidR="005B0461" w:rsidRDefault="005B0461" w:rsidP="005B0461">
      <w:r>
        <w:t>276.2952</w:t>
      </w:r>
      <w:r>
        <w:tab/>
        <w:t>2.025e0</w:t>
      </w:r>
    </w:p>
    <w:p w:rsidR="005B0461" w:rsidRDefault="005B0461" w:rsidP="005B0461">
      <w:r>
        <w:t>276.3057</w:t>
      </w:r>
      <w:r>
        <w:tab/>
        <w:t>2.025e0</w:t>
      </w:r>
    </w:p>
    <w:p w:rsidR="005B0461" w:rsidRDefault="005B0461" w:rsidP="005B0461">
      <w:r>
        <w:t>276.3721</w:t>
      </w:r>
      <w:r>
        <w:tab/>
        <w:t>2.025e0</w:t>
      </w:r>
    </w:p>
    <w:p w:rsidR="005B0461" w:rsidRDefault="005B0461" w:rsidP="005B0461">
      <w:r>
        <w:t>276.4094</w:t>
      </w:r>
      <w:r>
        <w:tab/>
        <w:t>2.025e0</w:t>
      </w:r>
    </w:p>
    <w:p w:rsidR="005B0461" w:rsidRDefault="005B0461" w:rsidP="005B0461">
      <w:r>
        <w:t>276.4345</w:t>
      </w:r>
      <w:r>
        <w:tab/>
        <w:t>1.013e0</w:t>
      </w:r>
    </w:p>
    <w:p w:rsidR="005B0461" w:rsidRDefault="005B0461" w:rsidP="005B0461">
      <w:r>
        <w:t>276.4466</w:t>
      </w:r>
      <w:r>
        <w:tab/>
        <w:t>1.013e0</w:t>
      </w:r>
    </w:p>
    <w:p w:rsidR="005B0461" w:rsidRDefault="005B0461" w:rsidP="005B0461">
      <w:r>
        <w:t>276.4966</w:t>
      </w:r>
      <w:r>
        <w:tab/>
        <w:t>1.013e0</w:t>
      </w:r>
    </w:p>
    <w:p w:rsidR="005B0461" w:rsidRDefault="005B0461" w:rsidP="005B0461">
      <w:r>
        <w:t>276.5270</w:t>
      </w:r>
      <w:r>
        <w:tab/>
        <w:t>1.013e0</w:t>
      </w:r>
    </w:p>
    <w:p w:rsidR="005B0461" w:rsidRDefault="005B0461" w:rsidP="005B0461">
      <w:r>
        <w:t>276.5402</w:t>
      </w:r>
      <w:r>
        <w:tab/>
        <w:t>1.013e0</w:t>
      </w:r>
    </w:p>
    <w:p w:rsidR="005B0461" w:rsidRDefault="005B0461" w:rsidP="005B0461">
      <w:r>
        <w:t>276.5482</w:t>
      </w:r>
      <w:r>
        <w:tab/>
        <w:t>1.013e0</w:t>
      </w:r>
    </w:p>
    <w:p w:rsidR="005B0461" w:rsidRDefault="005B0461" w:rsidP="005B0461">
      <w:r>
        <w:t>276.5507</w:t>
      </w:r>
      <w:r>
        <w:tab/>
        <w:t>2.025e0</w:t>
      </w:r>
    </w:p>
    <w:p w:rsidR="005B0461" w:rsidRDefault="005B0461" w:rsidP="005B0461">
      <w:r>
        <w:lastRenderedPageBreak/>
        <w:t>276.6146</w:t>
      </w:r>
      <w:r>
        <w:tab/>
        <w:t>3.038e0</w:t>
      </w:r>
    </w:p>
    <w:p w:rsidR="005B0461" w:rsidRDefault="005B0461" w:rsidP="005B0461">
      <w:r>
        <w:t>276.6418</w:t>
      </w:r>
      <w:r>
        <w:tab/>
        <w:t>1.013e0</w:t>
      </w:r>
    </w:p>
    <w:p w:rsidR="005B0461" w:rsidRDefault="005B0461" w:rsidP="005B0461">
      <w:r>
        <w:t>276.6592</w:t>
      </w:r>
      <w:r>
        <w:tab/>
        <w:t>1.013e0</w:t>
      </w:r>
    </w:p>
    <w:p w:rsidR="005B0461" w:rsidRDefault="005B0461" w:rsidP="005B0461">
      <w:r>
        <w:t>276.6636</w:t>
      </w:r>
      <w:r>
        <w:tab/>
        <w:t>2.025e0</w:t>
      </w:r>
    </w:p>
    <w:p w:rsidR="005B0461" w:rsidRDefault="005B0461" w:rsidP="005B0461">
      <w:r>
        <w:t>276.6692</w:t>
      </w:r>
      <w:r>
        <w:tab/>
        <w:t>1.013e0</w:t>
      </w:r>
    </w:p>
    <w:p w:rsidR="005B0461" w:rsidRDefault="005B0461" w:rsidP="005B0461">
      <w:r>
        <w:t>276.6812</w:t>
      </w:r>
      <w:r>
        <w:tab/>
        <w:t>1.013e0</w:t>
      </w:r>
    </w:p>
    <w:p w:rsidR="005B0461" w:rsidRDefault="005B0461" w:rsidP="005B0461">
      <w:r>
        <w:t>276.7164</w:t>
      </w:r>
      <w:r>
        <w:tab/>
        <w:t>1.013e0</w:t>
      </w:r>
    </w:p>
    <w:p w:rsidR="005B0461" w:rsidRDefault="005B0461" w:rsidP="005B0461">
      <w:r>
        <w:t>276.7300</w:t>
      </w:r>
      <w:r>
        <w:tab/>
        <w:t>2.025e0</w:t>
      </w:r>
    </w:p>
    <w:p w:rsidR="005B0461" w:rsidRDefault="005B0461" w:rsidP="005B0461">
      <w:r>
        <w:t>276.7578</w:t>
      </w:r>
      <w:r>
        <w:tab/>
        <w:t>2.025e0</w:t>
      </w:r>
    </w:p>
    <w:p w:rsidR="005B0461" w:rsidRDefault="005B0461" w:rsidP="005B0461">
      <w:r>
        <w:t>276.7867</w:t>
      </w:r>
      <w:r>
        <w:tab/>
        <w:t>1.013e0</w:t>
      </w:r>
    </w:p>
    <w:p w:rsidR="005B0461" w:rsidRDefault="005B0461" w:rsidP="005B0461">
      <w:r>
        <w:t>276.8016</w:t>
      </w:r>
      <w:r>
        <w:tab/>
        <w:t>1.013e0</w:t>
      </w:r>
    </w:p>
    <w:p w:rsidR="005B0461" w:rsidRDefault="005B0461" w:rsidP="005B0461">
      <w:r>
        <w:t>276.8202</w:t>
      </w:r>
      <w:r>
        <w:tab/>
        <w:t>2.025e0</w:t>
      </w:r>
    </w:p>
    <w:p w:rsidR="005B0461" w:rsidRDefault="005B0461" w:rsidP="005B0461">
      <w:r>
        <w:t>276.8230</w:t>
      </w:r>
      <w:r>
        <w:tab/>
        <w:t>2.025e0</w:t>
      </w:r>
    </w:p>
    <w:p w:rsidR="005B0461" w:rsidRDefault="005B0461" w:rsidP="005B0461">
      <w:r>
        <w:t>276.8389</w:t>
      </w:r>
      <w:r>
        <w:tab/>
        <w:t>2.025e0</w:t>
      </w:r>
    </w:p>
    <w:p w:rsidR="005B0461" w:rsidRDefault="005B0461" w:rsidP="005B0461">
      <w:r>
        <w:t>276.8517</w:t>
      </w:r>
      <w:r>
        <w:tab/>
        <w:t>2.025e0</w:t>
      </w:r>
    </w:p>
    <w:p w:rsidR="005B0461" w:rsidRDefault="005B0461" w:rsidP="005B0461">
      <w:r>
        <w:t>276.8726</w:t>
      </w:r>
      <w:r>
        <w:tab/>
        <w:t>1.013e0</w:t>
      </w:r>
    </w:p>
    <w:p w:rsidR="005B0461" w:rsidRDefault="005B0461" w:rsidP="005B0461">
      <w:r>
        <w:t>276.9197</w:t>
      </w:r>
      <w:r>
        <w:tab/>
        <w:t>1.013e0</w:t>
      </w:r>
    </w:p>
    <w:p w:rsidR="005B0461" w:rsidRDefault="005B0461" w:rsidP="005B0461">
      <w:r>
        <w:t>276.9550</w:t>
      </w:r>
      <w:r>
        <w:tab/>
        <w:t>1.013e0</w:t>
      </w:r>
    </w:p>
    <w:p w:rsidR="005B0461" w:rsidRDefault="005B0461" w:rsidP="005B0461">
      <w:r>
        <w:t>276.9625</w:t>
      </w:r>
      <w:r>
        <w:tab/>
        <w:t>3.038e0</w:t>
      </w:r>
    </w:p>
    <w:p w:rsidR="005B0461" w:rsidRDefault="005B0461" w:rsidP="005B0461">
      <w:r>
        <w:lastRenderedPageBreak/>
        <w:t>276.9782</w:t>
      </w:r>
      <w:r>
        <w:tab/>
        <w:t>2.025e0</w:t>
      </w:r>
    </w:p>
    <w:p w:rsidR="005B0461" w:rsidRDefault="005B0461" w:rsidP="005B0461">
      <w:r>
        <w:t>276.9942</w:t>
      </w:r>
      <w:r>
        <w:tab/>
        <w:t>8.101e0</w:t>
      </w:r>
    </w:p>
    <w:p w:rsidR="005B0461" w:rsidRDefault="005B0461" w:rsidP="005B0461">
      <w:r>
        <w:t>277.0094</w:t>
      </w:r>
      <w:r>
        <w:tab/>
        <w:t>1.013e0</w:t>
      </w:r>
    </w:p>
    <w:p w:rsidR="005B0461" w:rsidRDefault="005B0461" w:rsidP="005B0461">
      <w:r>
        <w:t>277.0122</w:t>
      </w:r>
      <w:r>
        <w:tab/>
        <w:t>3.194e0</w:t>
      </w:r>
    </w:p>
    <w:p w:rsidR="005B0461" w:rsidRDefault="005B0461" w:rsidP="005B0461">
      <w:r>
        <w:t>277.0374</w:t>
      </w:r>
      <w:r>
        <w:tab/>
        <w:t>4.051e0</w:t>
      </w:r>
    </w:p>
    <w:p w:rsidR="005B0461" w:rsidRDefault="005B0461" w:rsidP="005B0461">
      <w:r>
        <w:t>277.0394</w:t>
      </w:r>
      <w:r>
        <w:tab/>
        <w:t>1.221e0</w:t>
      </w:r>
    </w:p>
    <w:p w:rsidR="005B0461" w:rsidRDefault="005B0461" w:rsidP="005B0461">
      <w:r>
        <w:t>277.0611</w:t>
      </w:r>
      <w:r>
        <w:tab/>
        <w:t>3.038e0</w:t>
      </w:r>
    </w:p>
    <w:p w:rsidR="005B0461" w:rsidRDefault="005B0461" w:rsidP="005B0461">
      <w:r>
        <w:t>277.1056</w:t>
      </w:r>
      <w:r>
        <w:tab/>
        <w:t>1.114e1</w:t>
      </w:r>
    </w:p>
    <w:p w:rsidR="005B0461" w:rsidRDefault="005B0461" w:rsidP="005B0461">
      <w:r>
        <w:t>277.1086</w:t>
      </w:r>
      <w:r>
        <w:tab/>
        <w:t>1.013e1</w:t>
      </w:r>
    </w:p>
    <w:p w:rsidR="005B0461" w:rsidRDefault="005B0461" w:rsidP="005B0461">
      <w:r>
        <w:t>277.1100</w:t>
      </w:r>
      <w:r>
        <w:tab/>
        <w:t>6.910e0</w:t>
      </w:r>
    </w:p>
    <w:p w:rsidR="005B0461" w:rsidRDefault="005B0461" w:rsidP="005B0461">
      <w:r>
        <w:t>277.1327</w:t>
      </w:r>
      <w:r>
        <w:tab/>
        <w:t>2.025e0</w:t>
      </w:r>
    </w:p>
    <w:p w:rsidR="005B0461" w:rsidRDefault="005B0461" w:rsidP="005B0461">
      <w:r>
        <w:t>277.1493</w:t>
      </w:r>
      <w:r>
        <w:tab/>
        <w:t>3.038e0</w:t>
      </w:r>
    </w:p>
    <w:p w:rsidR="005B0461" w:rsidRDefault="005B0461" w:rsidP="005B0461">
      <w:r>
        <w:t>277.1731</w:t>
      </w:r>
      <w:r>
        <w:tab/>
        <w:t>1.013e0</w:t>
      </w:r>
    </w:p>
    <w:p w:rsidR="005B0461" w:rsidRDefault="005B0461" w:rsidP="005B0461">
      <w:r>
        <w:t>277.1776</w:t>
      </w:r>
      <w:r>
        <w:tab/>
        <w:t>4.051e0</w:t>
      </w:r>
    </w:p>
    <w:p w:rsidR="005B0461" w:rsidRDefault="005B0461" w:rsidP="005B0461">
      <w:r>
        <w:t>277.1891</w:t>
      </w:r>
      <w:r>
        <w:tab/>
        <w:t>3.038e0</w:t>
      </w:r>
    </w:p>
    <w:p w:rsidR="005B0461" w:rsidRDefault="005B0461" w:rsidP="005B0461">
      <w:r>
        <w:t>277.1975</w:t>
      </w:r>
      <w:r>
        <w:tab/>
        <w:t>2.025e0</w:t>
      </w:r>
    </w:p>
    <w:p w:rsidR="005B0461" w:rsidRDefault="005B0461" w:rsidP="005B0461">
      <w:r>
        <w:t>277.2049</w:t>
      </w:r>
      <w:r>
        <w:tab/>
        <w:t>2.025e0</w:t>
      </w:r>
    </w:p>
    <w:p w:rsidR="005B0461" w:rsidRDefault="005B0461" w:rsidP="005B0461">
      <w:r>
        <w:t>277.2345</w:t>
      </w:r>
      <w:r>
        <w:tab/>
        <w:t>2.025e0</w:t>
      </w:r>
    </w:p>
    <w:p w:rsidR="005B0461" w:rsidRDefault="005B0461" w:rsidP="005B0461">
      <w:r>
        <w:t>277.2502</w:t>
      </w:r>
      <w:r>
        <w:tab/>
        <w:t>2.025e0</w:t>
      </w:r>
    </w:p>
    <w:p w:rsidR="005B0461" w:rsidRDefault="005B0461" w:rsidP="005B0461">
      <w:r>
        <w:lastRenderedPageBreak/>
        <w:t>277.2569</w:t>
      </w:r>
      <w:r>
        <w:tab/>
        <w:t>4.051e0</w:t>
      </w:r>
    </w:p>
    <w:p w:rsidR="005B0461" w:rsidRDefault="005B0461" w:rsidP="005B0461">
      <w:r>
        <w:t>277.2819</w:t>
      </w:r>
      <w:r>
        <w:tab/>
        <w:t>3.038e0</w:t>
      </w:r>
    </w:p>
    <w:p w:rsidR="005B0461" w:rsidRDefault="005B0461" w:rsidP="005B0461">
      <w:r>
        <w:t>277.3185</w:t>
      </w:r>
      <w:r>
        <w:tab/>
        <w:t>2.025e0</w:t>
      </w:r>
    </w:p>
    <w:p w:rsidR="005B0461" w:rsidRDefault="005B0461" w:rsidP="005B0461">
      <w:r>
        <w:t>277.3538</w:t>
      </w:r>
      <w:r>
        <w:tab/>
        <w:t>2.025e0</w:t>
      </w:r>
    </w:p>
    <w:p w:rsidR="005B0461" w:rsidRDefault="005B0461" w:rsidP="005B0461">
      <w:r>
        <w:t>277.3579</w:t>
      </w:r>
      <w:r>
        <w:tab/>
        <w:t>1.013e0</w:t>
      </w:r>
    </w:p>
    <w:p w:rsidR="005B0461" w:rsidRDefault="005B0461" w:rsidP="005B0461">
      <w:r>
        <w:t>277.3808</w:t>
      </w:r>
      <w:r>
        <w:tab/>
        <w:t>2.025e0</w:t>
      </w:r>
    </w:p>
    <w:p w:rsidR="005B0461" w:rsidRDefault="005B0461" w:rsidP="005B0461">
      <w:r>
        <w:t>277.3931</w:t>
      </w:r>
      <w:r>
        <w:tab/>
        <w:t>1.013e0</w:t>
      </w:r>
    </w:p>
    <w:p w:rsidR="005B0461" w:rsidRDefault="005B0461" w:rsidP="005B0461">
      <w:r>
        <w:t>277.4023</w:t>
      </w:r>
      <w:r>
        <w:tab/>
        <w:t>1.013e0</w:t>
      </w:r>
    </w:p>
    <w:p w:rsidR="005B0461" w:rsidRDefault="005B0461" w:rsidP="005B0461">
      <w:r>
        <w:t>277.4244</w:t>
      </w:r>
      <w:r>
        <w:tab/>
        <w:t>1.013e0</w:t>
      </w:r>
    </w:p>
    <w:p w:rsidR="005B0461" w:rsidRDefault="005B0461" w:rsidP="005B0461">
      <w:r>
        <w:t>277.4329</w:t>
      </w:r>
      <w:r>
        <w:tab/>
        <w:t>1.013e0</w:t>
      </w:r>
    </w:p>
    <w:p w:rsidR="005B0461" w:rsidRDefault="005B0461" w:rsidP="005B0461">
      <w:r>
        <w:t>277.4596</w:t>
      </w:r>
      <w:r>
        <w:tab/>
        <w:t>1.013e0</w:t>
      </w:r>
    </w:p>
    <w:p w:rsidR="005B0461" w:rsidRDefault="005B0461" w:rsidP="005B0461">
      <w:r>
        <w:t>277.4736</w:t>
      </w:r>
      <w:r>
        <w:tab/>
        <w:t>1.013e0</w:t>
      </w:r>
    </w:p>
    <w:p w:rsidR="005B0461" w:rsidRDefault="005B0461" w:rsidP="005B0461">
      <w:r>
        <w:t>277.4805</w:t>
      </w:r>
      <w:r>
        <w:tab/>
        <w:t>2.025e0</w:t>
      </w:r>
    </w:p>
    <w:p w:rsidR="005B0461" w:rsidRDefault="005B0461" w:rsidP="005B0461">
      <w:r>
        <w:t>277.5081</w:t>
      </w:r>
      <w:r>
        <w:tab/>
        <w:t>2.025e0</w:t>
      </w:r>
    </w:p>
    <w:p w:rsidR="005B0461" w:rsidRDefault="005B0461" w:rsidP="005B0461">
      <w:r>
        <w:t>277.5261</w:t>
      </w:r>
      <w:r>
        <w:tab/>
        <w:t>1.013e0</w:t>
      </w:r>
    </w:p>
    <w:p w:rsidR="005B0461" w:rsidRDefault="005B0461" w:rsidP="005B0461">
      <w:r>
        <w:t>277.5432</w:t>
      </w:r>
      <w:r>
        <w:tab/>
        <w:t>2.025e0</w:t>
      </w:r>
    </w:p>
    <w:p w:rsidR="005B0461" w:rsidRDefault="005B0461" w:rsidP="005B0461">
      <w:r>
        <w:t>277.5964</w:t>
      </w:r>
      <w:r>
        <w:tab/>
        <w:t>4.051e0</w:t>
      </w:r>
    </w:p>
    <w:p w:rsidR="005B0461" w:rsidRDefault="005B0461" w:rsidP="005B0461">
      <w:r>
        <w:t>277.6094</w:t>
      </w:r>
      <w:r>
        <w:tab/>
        <w:t>5.063e0</w:t>
      </w:r>
    </w:p>
    <w:p w:rsidR="005B0461" w:rsidRDefault="005B0461" w:rsidP="005B0461">
      <w:r>
        <w:t>277.6170</w:t>
      </w:r>
      <w:r>
        <w:tab/>
        <w:t>2.025e0</w:t>
      </w:r>
    </w:p>
    <w:p w:rsidR="005B0461" w:rsidRDefault="005B0461" w:rsidP="005B0461">
      <w:r>
        <w:lastRenderedPageBreak/>
        <w:t>277.6317</w:t>
      </w:r>
      <w:r>
        <w:tab/>
        <w:t>1.013e0</w:t>
      </w:r>
    </w:p>
    <w:p w:rsidR="005B0461" w:rsidRDefault="005B0461" w:rsidP="005B0461">
      <w:r>
        <w:t>277.6550</w:t>
      </w:r>
      <w:r>
        <w:tab/>
        <w:t>1.013e0</w:t>
      </w:r>
    </w:p>
    <w:p w:rsidR="005B0461" w:rsidRDefault="005B0461" w:rsidP="005B0461">
      <w:r>
        <w:t>277.6610</w:t>
      </w:r>
      <w:r>
        <w:tab/>
        <w:t>2.025e0</w:t>
      </w:r>
    </w:p>
    <w:p w:rsidR="005B0461" w:rsidRDefault="005B0461" w:rsidP="005B0461">
      <w:r>
        <w:t>277.6674</w:t>
      </w:r>
      <w:r>
        <w:tab/>
        <w:t>2.025e0</w:t>
      </w:r>
    </w:p>
    <w:p w:rsidR="005B0461" w:rsidRDefault="005B0461" w:rsidP="005B0461">
      <w:r>
        <w:t>277.7082</w:t>
      </w:r>
      <w:r>
        <w:tab/>
        <w:t>1.013e0</w:t>
      </w:r>
    </w:p>
    <w:p w:rsidR="005B0461" w:rsidRDefault="005B0461" w:rsidP="005B0461">
      <w:r>
        <w:t>277.7176</w:t>
      </w:r>
      <w:r>
        <w:tab/>
        <w:t>1.013e0</w:t>
      </w:r>
    </w:p>
    <w:p w:rsidR="005B0461" w:rsidRDefault="005B0461" w:rsidP="005B0461">
      <w:r>
        <w:t>277.7256</w:t>
      </w:r>
      <w:r>
        <w:tab/>
        <w:t>1.013e0</w:t>
      </w:r>
    </w:p>
    <w:p w:rsidR="005B0461" w:rsidRDefault="005B0461" w:rsidP="005B0461">
      <w:r>
        <w:t>277.7439</w:t>
      </w:r>
      <w:r>
        <w:tab/>
        <w:t>1.013e0</w:t>
      </w:r>
    </w:p>
    <w:p w:rsidR="005B0461" w:rsidRDefault="005B0461" w:rsidP="005B0461">
      <w:r>
        <w:t>277.7528</w:t>
      </w:r>
      <w:r>
        <w:tab/>
        <w:t>2.025e0</w:t>
      </w:r>
    </w:p>
    <w:p w:rsidR="005B0461" w:rsidRDefault="005B0461" w:rsidP="005B0461">
      <w:r>
        <w:t>277.7568</w:t>
      </w:r>
      <w:r>
        <w:tab/>
        <w:t>2.025e0</w:t>
      </w:r>
    </w:p>
    <w:p w:rsidR="005B0461" w:rsidRDefault="005B0461" w:rsidP="005B0461">
      <w:r>
        <w:t>277.7796</w:t>
      </w:r>
      <w:r>
        <w:tab/>
        <w:t>1.013e0</w:t>
      </w:r>
    </w:p>
    <w:p w:rsidR="005B0461" w:rsidRDefault="005B0461" w:rsidP="005B0461">
      <w:r>
        <w:t>277.7881</w:t>
      </w:r>
      <w:r>
        <w:tab/>
        <w:t>1.013e0</w:t>
      </w:r>
    </w:p>
    <w:p w:rsidR="005B0461" w:rsidRDefault="005B0461" w:rsidP="005B0461">
      <w:r>
        <w:t>277.8079</w:t>
      </w:r>
      <w:r>
        <w:tab/>
        <w:t>3.038e0</w:t>
      </w:r>
    </w:p>
    <w:p w:rsidR="005B0461" w:rsidRDefault="005B0461" w:rsidP="005B0461">
      <w:r>
        <w:t>277.8175</w:t>
      </w:r>
      <w:r>
        <w:tab/>
        <w:t>2.025e0</w:t>
      </w:r>
    </w:p>
    <w:p w:rsidR="005B0461" w:rsidRDefault="005B0461" w:rsidP="005B0461">
      <w:r>
        <w:t>277.8314</w:t>
      </w:r>
      <w:r>
        <w:tab/>
        <w:t>1.013e0</w:t>
      </w:r>
    </w:p>
    <w:p w:rsidR="005B0461" w:rsidRDefault="005B0461" w:rsidP="005B0461">
      <w:r>
        <w:t>277.8459</w:t>
      </w:r>
      <w:r>
        <w:tab/>
        <w:t>1.013e0</w:t>
      </w:r>
    </w:p>
    <w:p w:rsidR="005B0461" w:rsidRDefault="005B0461" w:rsidP="005B0461">
      <w:r>
        <w:t>277.8627</w:t>
      </w:r>
      <w:r>
        <w:tab/>
        <w:t>1.013e0</w:t>
      </w:r>
    </w:p>
    <w:p w:rsidR="005B0461" w:rsidRDefault="005B0461" w:rsidP="005B0461">
      <w:r>
        <w:t>277.9123</w:t>
      </w:r>
      <w:r>
        <w:tab/>
        <w:t>2.025e0</w:t>
      </w:r>
    </w:p>
    <w:p w:rsidR="005B0461" w:rsidRDefault="005B0461" w:rsidP="005B0461">
      <w:r>
        <w:t>277.9338</w:t>
      </w:r>
      <w:r>
        <w:tab/>
        <w:t>2.025e0</w:t>
      </w:r>
    </w:p>
    <w:p w:rsidR="005B0461" w:rsidRDefault="005B0461" w:rsidP="005B0461">
      <w:r>
        <w:lastRenderedPageBreak/>
        <w:t>277.9507</w:t>
      </w:r>
      <w:r>
        <w:tab/>
        <w:t>3.038e0</w:t>
      </w:r>
    </w:p>
    <w:p w:rsidR="005B0461" w:rsidRDefault="005B0461" w:rsidP="005B0461">
      <w:r>
        <w:t>277.9592</w:t>
      </w:r>
      <w:r>
        <w:tab/>
        <w:t>4.051e0</w:t>
      </w:r>
    </w:p>
    <w:p w:rsidR="005B0461" w:rsidRDefault="005B0461" w:rsidP="005B0461">
      <w:r>
        <w:t>277.9816</w:t>
      </w:r>
      <w:r>
        <w:tab/>
        <w:t>3.983e0</w:t>
      </w:r>
    </w:p>
    <w:p w:rsidR="005B0461" w:rsidRDefault="005B0461" w:rsidP="005B0461">
      <w:r>
        <w:t>277.9889</w:t>
      </w:r>
      <w:r>
        <w:tab/>
        <w:t>3.961e0</w:t>
      </w:r>
    </w:p>
    <w:p w:rsidR="005B0461" w:rsidRDefault="005B0461" w:rsidP="005B0461">
      <w:r>
        <w:t>277.9953</w:t>
      </w:r>
      <w:r>
        <w:tab/>
        <w:t>1.188e1</w:t>
      </w:r>
    </w:p>
    <w:p w:rsidR="005B0461" w:rsidRDefault="005B0461" w:rsidP="005B0461">
      <w:r>
        <w:t>278.0288</w:t>
      </w:r>
      <w:r>
        <w:tab/>
        <w:t>1.685e0</w:t>
      </w:r>
    </w:p>
    <w:p w:rsidR="005B0461" w:rsidRDefault="005B0461" w:rsidP="005B0461">
      <w:r>
        <w:t>278.0507</w:t>
      </w:r>
      <w:r>
        <w:tab/>
        <w:t>6.076e0</w:t>
      </w:r>
    </w:p>
    <w:p w:rsidR="005B0461" w:rsidRDefault="005B0461" w:rsidP="005B0461">
      <w:r>
        <w:t>278.0535</w:t>
      </w:r>
      <w:r>
        <w:tab/>
        <w:t>2.235e0</w:t>
      </w:r>
    </w:p>
    <w:p w:rsidR="005B0461" w:rsidRDefault="005B0461" w:rsidP="005B0461">
      <w:r>
        <w:t>278.0795</w:t>
      </w:r>
      <w:r>
        <w:tab/>
        <w:t>2.445e0</w:t>
      </w:r>
    </w:p>
    <w:p w:rsidR="005B0461" w:rsidRDefault="005B0461" w:rsidP="005B0461">
      <w:r>
        <w:t>278.0939</w:t>
      </w:r>
      <w:r>
        <w:tab/>
        <w:t>1.872e0</w:t>
      </w:r>
    </w:p>
    <w:p w:rsidR="005B0461" w:rsidRDefault="005B0461" w:rsidP="005B0461">
      <w:r>
        <w:t>278.1195</w:t>
      </w:r>
      <w:r>
        <w:tab/>
        <w:t>6.076e0</w:t>
      </w:r>
    </w:p>
    <w:p w:rsidR="005B0461" w:rsidRDefault="005B0461" w:rsidP="005B0461">
      <w:r>
        <w:t>278.1239</w:t>
      </w:r>
      <w:r>
        <w:tab/>
        <w:t>4.051e0</w:t>
      </w:r>
    </w:p>
    <w:p w:rsidR="005B0461" w:rsidRDefault="005B0461" w:rsidP="005B0461">
      <w:r>
        <w:t>278.1330</w:t>
      </w:r>
      <w:r>
        <w:tab/>
        <w:t>2.006e0</w:t>
      </w:r>
    </w:p>
    <w:p w:rsidR="005B0461" w:rsidRDefault="005B0461" w:rsidP="005B0461">
      <w:r>
        <w:t>278.1369</w:t>
      </w:r>
      <w:r>
        <w:tab/>
        <w:t>2.025e0</w:t>
      </w:r>
    </w:p>
    <w:p w:rsidR="005B0461" w:rsidRDefault="005B0461" w:rsidP="005B0461">
      <w:r>
        <w:t>278.1798</w:t>
      </w:r>
      <w:r>
        <w:tab/>
        <w:t>4.051e0</w:t>
      </w:r>
    </w:p>
    <w:p w:rsidR="005B0461" w:rsidRDefault="005B0461" w:rsidP="005B0461">
      <w:r>
        <w:t>278.1953</w:t>
      </w:r>
      <w:r>
        <w:tab/>
        <w:t>1.013e0</w:t>
      </w:r>
    </w:p>
    <w:p w:rsidR="005B0461" w:rsidRDefault="005B0461" w:rsidP="005B0461">
      <w:r>
        <w:t>278.2035</w:t>
      </w:r>
      <w:r>
        <w:tab/>
        <w:t>2.876e0</w:t>
      </w:r>
    </w:p>
    <w:p w:rsidR="005B0461" w:rsidRDefault="005B0461" w:rsidP="005B0461">
      <w:r>
        <w:t>278.2135</w:t>
      </w:r>
      <w:r>
        <w:tab/>
        <w:t>2.025e0</w:t>
      </w:r>
    </w:p>
    <w:p w:rsidR="005B0461" w:rsidRDefault="005B0461" w:rsidP="005B0461">
      <w:r>
        <w:t>278.2391</w:t>
      </w:r>
      <w:r>
        <w:tab/>
        <w:t>1.013e0</w:t>
      </w:r>
    </w:p>
    <w:p w:rsidR="005B0461" w:rsidRDefault="005B0461" w:rsidP="005B0461">
      <w:r>
        <w:lastRenderedPageBreak/>
        <w:t>278.2619</w:t>
      </w:r>
      <w:r>
        <w:tab/>
        <w:t>1.013e0</w:t>
      </w:r>
    </w:p>
    <w:p w:rsidR="005B0461" w:rsidRDefault="005B0461" w:rsidP="005B0461">
      <w:r>
        <w:t>278.2738</w:t>
      </w:r>
      <w:r>
        <w:tab/>
        <w:t>2.025e0</w:t>
      </w:r>
    </w:p>
    <w:p w:rsidR="005B0461" w:rsidRDefault="005B0461" w:rsidP="005B0461">
      <w:r>
        <w:t>278.2997</w:t>
      </w:r>
      <w:r>
        <w:tab/>
        <w:t>2.025e0</w:t>
      </w:r>
    </w:p>
    <w:p w:rsidR="005B0461" w:rsidRDefault="005B0461" w:rsidP="005B0461">
      <w:r>
        <w:t>278.3055</w:t>
      </w:r>
      <w:r>
        <w:tab/>
        <w:t>1.013e0</w:t>
      </w:r>
    </w:p>
    <w:p w:rsidR="005B0461" w:rsidRDefault="005B0461" w:rsidP="005B0461">
      <w:r>
        <w:t>278.3519</w:t>
      </w:r>
      <w:r>
        <w:tab/>
        <w:t>3.038e0</w:t>
      </w:r>
    </w:p>
    <w:p w:rsidR="005B0461" w:rsidRDefault="005B0461" w:rsidP="005B0461">
      <w:r>
        <w:t>278.3557</w:t>
      </w:r>
      <w:r>
        <w:tab/>
        <w:t>2.025e0</w:t>
      </w:r>
    </w:p>
    <w:p w:rsidR="005B0461" w:rsidRDefault="005B0461" w:rsidP="005B0461">
      <w:r>
        <w:t>278.3756</w:t>
      </w:r>
      <w:r>
        <w:tab/>
        <w:t>2.025e0</w:t>
      </w:r>
    </w:p>
    <w:p w:rsidR="005B0461" w:rsidRDefault="005B0461" w:rsidP="005B0461">
      <w:r>
        <w:t>278.3770</w:t>
      </w:r>
      <w:r>
        <w:tab/>
        <w:t>1.013e0</w:t>
      </w:r>
    </w:p>
    <w:p w:rsidR="005B0461" w:rsidRDefault="005B0461" w:rsidP="005B0461">
      <w:r>
        <w:t>278.4343</w:t>
      </w:r>
      <w:r>
        <w:tab/>
        <w:t>2.025e0</w:t>
      </w:r>
    </w:p>
    <w:p w:rsidR="005B0461" w:rsidRDefault="005B0461" w:rsidP="005B0461">
      <w:r>
        <w:t>278.4435</w:t>
      </w:r>
      <w:r>
        <w:tab/>
        <w:t>2.025e0</w:t>
      </w:r>
    </w:p>
    <w:p w:rsidR="005B0461" w:rsidRDefault="005B0461" w:rsidP="005B0461">
      <w:r>
        <w:t>278.4851</w:t>
      </w:r>
      <w:r>
        <w:tab/>
        <w:t>2.025e0</w:t>
      </w:r>
    </w:p>
    <w:p w:rsidR="005B0461" w:rsidRDefault="005B0461" w:rsidP="005B0461">
      <w:r>
        <w:t>278.4928</w:t>
      </w:r>
      <w:r>
        <w:tab/>
        <w:t>2.025e0</w:t>
      </w:r>
    </w:p>
    <w:p w:rsidR="005B0461" w:rsidRDefault="005B0461" w:rsidP="005B0461">
      <w:r>
        <w:t>278.5191</w:t>
      </w:r>
      <w:r>
        <w:tab/>
        <w:t>2.025e0</w:t>
      </w:r>
    </w:p>
    <w:p w:rsidR="005B0461" w:rsidRDefault="005B0461" w:rsidP="005B0461">
      <w:r>
        <w:t>278.5321</w:t>
      </w:r>
      <w:r>
        <w:tab/>
        <w:t>1.013e0</w:t>
      </w:r>
    </w:p>
    <w:p w:rsidR="005B0461" w:rsidRDefault="005B0461" w:rsidP="005B0461">
      <w:r>
        <w:t>278.5566</w:t>
      </w:r>
      <w:r>
        <w:tab/>
        <w:t>2.025e0</w:t>
      </w:r>
    </w:p>
    <w:p w:rsidR="005B0461" w:rsidRDefault="005B0461" w:rsidP="005B0461">
      <w:r>
        <w:t>278.5816</w:t>
      </w:r>
      <w:r>
        <w:tab/>
        <w:t>2.025e0</w:t>
      </w:r>
    </w:p>
    <w:p w:rsidR="005B0461" w:rsidRDefault="005B0461" w:rsidP="005B0461">
      <w:r>
        <w:t>278.6220</w:t>
      </w:r>
      <w:r>
        <w:tab/>
        <w:t>1.013e0</w:t>
      </w:r>
    </w:p>
    <w:p w:rsidR="005B0461" w:rsidRDefault="005B0461" w:rsidP="005B0461">
      <w:r>
        <w:t>278.6300</w:t>
      </w:r>
      <w:r>
        <w:tab/>
        <w:t>1.013e0</w:t>
      </w:r>
    </w:p>
    <w:p w:rsidR="005B0461" w:rsidRDefault="005B0461" w:rsidP="005B0461">
      <w:r>
        <w:t>278.6429</w:t>
      </w:r>
      <w:r>
        <w:tab/>
        <w:t>1.013e0</w:t>
      </w:r>
    </w:p>
    <w:p w:rsidR="005B0461" w:rsidRDefault="005B0461" w:rsidP="005B0461">
      <w:r>
        <w:lastRenderedPageBreak/>
        <w:t>278.6532</w:t>
      </w:r>
      <w:r>
        <w:tab/>
        <w:t>1.013e0</w:t>
      </w:r>
    </w:p>
    <w:p w:rsidR="005B0461" w:rsidRDefault="005B0461" w:rsidP="005B0461">
      <w:r>
        <w:t>278.6736</w:t>
      </w:r>
      <w:r>
        <w:tab/>
        <w:t>1.013e0</w:t>
      </w:r>
    </w:p>
    <w:p w:rsidR="005B0461" w:rsidRDefault="005B0461" w:rsidP="005B0461">
      <w:r>
        <w:t>278.6925</w:t>
      </w:r>
      <w:r>
        <w:tab/>
        <w:t>1.013e0</w:t>
      </w:r>
    </w:p>
    <w:p w:rsidR="005B0461" w:rsidRDefault="005B0461" w:rsidP="005B0461">
      <w:r>
        <w:t>278.7201</w:t>
      </w:r>
      <w:r>
        <w:tab/>
        <w:t>3.038e0</w:t>
      </w:r>
    </w:p>
    <w:p w:rsidR="005B0461" w:rsidRDefault="005B0461" w:rsidP="005B0461">
      <w:r>
        <w:t>278.7430</w:t>
      </w:r>
      <w:r>
        <w:tab/>
        <w:t>2.025e0</w:t>
      </w:r>
    </w:p>
    <w:p w:rsidR="005B0461" w:rsidRDefault="005B0461" w:rsidP="005B0461">
      <w:r>
        <w:t>278.7710</w:t>
      </w:r>
      <w:r>
        <w:tab/>
        <w:t>1.013e0</w:t>
      </w:r>
    </w:p>
    <w:p w:rsidR="005B0461" w:rsidRDefault="005B0461" w:rsidP="005B0461">
      <w:r>
        <w:t>278.7862</w:t>
      </w:r>
      <w:r>
        <w:tab/>
        <w:t>1.013e0</w:t>
      </w:r>
    </w:p>
    <w:p w:rsidR="005B0461" w:rsidRDefault="005B0461" w:rsidP="005B0461">
      <w:r>
        <w:t>278.8477</w:t>
      </w:r>
      <w:r>
        <w:tab/>
        <w:t>1.013e0</w:t>
      </w:r>
    </w:p>
    <w:p w:rsidR="005B0461" w:rsidRDefault="005B0461" w:rsidP="005B0461">
      <w:r>
        <w:t>278.8507</w:t>
      </w:r>
      <w:r>
        <w:tab/>
        <w:t>2.025e0</w:t>
      </w:r>
    </w:p>
    <w:p w:rsidR="005B0461" w:rsidRDefault="005B0461" w:rsidP="005B0461">
      <w:r>
        <w:t>278.8528</w:t>
      </w:r>
      <w:r>
        <w:tab/>
        <w:t>1.013e0</w:t>
      </w:r>
    </w:p>
    <w:p w:rsidR="005B0461" w:rsidRDefault="005B0461" w:rsidP="005B0461">
      <w:r>
        <w:t>278.8883</w:t>
      </w:r>
      <w:r>
        <w:tab/>
        <w:t>1.013e0</w:t>
      </w:r>
    </w:p>
    <w:p w:rsidR="005B0461" w:rsidRDefault="005B0461" w:rsidP="005B0461">
      <w:r>
        <w:t>278.9236</w:t>
      </w:r>
      <w:r>
        <w:tab/>
        <w:t>1.013e0</w:t>
      </w:r>
    </w:p>
    <w:p w:rsidR="005B0461" w:rsidRDefault="005B0461" w:rsidP="005B0461">
      <w:r>
        <w:t>278.9449</w:t>
      </w:r>
      <w:r>
        <w:tab/>
        <w:t>1.013e0</w:t>
      </w:r>
    </w:p>
    <w:p w:rsidR="005B0461" w:rsidRDefault="005B0461" w:rsidP="005B0461">
      <w:r>
        <w:t>278.9510</w:t>
      </w:r>
      <w:r>
        <w:tab/>
        <w:t>2.025e0</w:t>
      </w:r>
    </w:p>
    <w:p w:rsidR="005B0461" w:rsidRDefault="005B0461" w:rsidP="005B0461">
      <w:r>
        <w:t>278.9666</w:t>
      </w:r>
      <w:r>
        <w:tab/>
        <w:t>3.038e0</w:t>
      </w:r>
    </w:p>
    <w:p w:rsidR="005B0461" w:rsidRDefault="005B0461" w:rsidP="005B0461">
      <w:r>
        <w:t>278.9756</w:t>
      </w:r>
      <w:r>
        <w:tab/>
        <w:t>2.025e0</w:t>
      </w:r>
    </w:p>
    <w:p w:rsidR="005B0461" w:rsidRDefault="005B0461" w:rsidP="005B0461">
      <w:r>
        <w:t>278.9927</w:t>
      </w:r>
      <w:r>
        <w:tab/>
        <w:t>3.038e0</w:t>
      </w:r>
    </w:p>
    <w:p w:rsidR="005B0461" w:rsidRDefault="005B0461" w:rsidP="005B0461">
      <w:r>
        <w:t>279.0118</w:t>
      </w:r>
      <w:r>
        <w:tab/>
        <w:t>2.025e0</w:t>
      </w:r>
    </w:p>
    <w:p w:rsidR="005B0461" w:rsidRDefault="005B0461" w:rsidP="005B0461">
      <w:r>
        <w:t>279.0453</w:t>
      </w:r>
      <w:r>
        <w:tab/>
        <w:t>3.306e0</w:t>
      </w:r>
    </w:p>
    <w:p w:rsidR="005B0461" w:rsidRDefault="005B0461" w:rsidP="005B0461">
      <w:r>
        <w:lastRenderedPageBreak/>
        <w:t>279.0763</w:t>
      </w:r>
      <w:r>
        <w:tab/>
        <w:t>6.076e0</w:t>
      </w:r>
    </w:p>
    <w:p w:rsidR="005B0461" w:rsidRDefault="005B0461" w:rsidP="005B0461">
      <w:r>
        <w:t>279.0917</w:t>
      </w:r>
      <w:r>
        <w:tab/>
        <w:t>4.594e1</w:t>
      </w:r>
    </w:p>
    <w:p w:rsidR="005B0461" w:rsidRDefault="005B0461" w:rsidP="005B0461">
      <w:r>
        <w:t>279.0933</w:t>
      </w:r>
      <w:r>
        <w:tab/>
        <w:t>1.769e1</w:t>
      </w:r>
    </w:p>
    <w:p w:rsidR="005B0461" w:rsidRDefault="005B0461" w:rsidP="005B0461">
      <w:r>
        <w:t>279.1100</w:t>
      </w:r>
      <w:r>
        <w:tab/>
        <w:t>7.600e0</w:t>
      </w:r>
    </w:p>
    <w:p w:rsidR="005B0461" w:rsidRDefault="005B0461" w:rsidP="005B0461">
      <w:r>
        <w:t>279.1549</w:t>
      </w:r>
      <w:r>
        <w:tab/>
        <w:t>3.315e0</w:t>
      </w:r>
    </w:p>
    <w:p w:rsidR="005B0461" w:rsidRDefault="005B0461" w:rsidP="005B0461">
      <w:r>
        <w:t>279.1571</w:t>
      </w:r>
      <w:r>
        <w:tab/>
        <w:t>8.101e0</w:t>
      </w:r>
    </w:p>
    <w:p w:rsidR="005B0461" w:rsidRDefault="005B0461" w:rsidP="005B0461">
      <w:r>
        <w:t>279.1610</w:t>
      </w:r>
      <w:r>
        <w:tab/>
        <w:t>1.999e1</w:t>
      </w:r>
    </w:p>
    <w:p w:rsidR="005B0461" w:rsidRDefault="005B0461" w:rsidP="005B0461">
      <w:r>
        <w:t>279.2099</w:t>
      </w:r>
      <w:r>
        <w:tab/>
        <w:t>2.025e0</w:t>
      </w:r>
    </w:p>
    <w:p w:rsidR="005B0461" w:rsidRDefault="005B0461" w:rsidP="005B0461">
      <w:r>
        <w:t>279.2292</w:t>
      </w:r>
      <w:r>
        <w:tab/>
        <w:t>7.089e0</w:t>
      </w:r>
    </w:p>
    <w:p w:rsidR="005B0461" w:rsidRDefault="005B0461" w:rsidP="005B0461">
      <w:r>
        <w:t>279.2686</w:t>
      </w:r>
      <w:r>
        <w:tab/>
        <w:t>1.013e0</w:t>
      </w:r>
    </w:p>
    <w:p w:rsidR="005B0461" w:rsidRDefault="005B0461" w:rsidP="005B0461">
      <w:r>
        <w:t>279.2728</w:t>
      </w:r>
      <w:r>
        <w:tab/>
        <w:t>1.013e0</w:t>
      </w:r>
    </w:p>
    <w:p w:rsidR="005B0461" w:rsidRDefault="005B0461" w:rsidP="005B0461">
      <w:r>
        <w:t>279.2755</w:t>
      </w:r>
      <w:r>
        <w:tab/>
        <w:t>4.051e0</w:t>
      </w:r>
    </w:p>
    <w:p w:rsidR="005B0461" w:rsidRDefault="005B0461" w:rsidP="005B0461">
      <w:r>
        <w:t>279.2959</w:t>
      </w:r>
      <w:r>
        <w:tab/>
        <w:t>1.013e0</w:t>
      </w:r>
    </w:p>
    <w:p w:rsidR="005B0461" w:rsidRDefault="005B0461" w:rsidP="005B0461">
      <w:r>
        <w:t>279.3087</w:t>
      </w:r>
      <w:r>
        <w:tab/>
        <w:t>1.013e0</w:t>
      </w:r>
    </w:p>
    <w:p w:rsidR="005B0461" w:rsidRDefault="005B0461" w:rsidP="005B0461">
      <w:r>
        <w:t>279.3271</w:t>
      </w:r>
      <w:r>
        <w:tab/>
        <w:t>1.013e0</w:t>
      </w:r>
    </w:p>
    <w:p w:rsidR="005B0461" w:rsidRDefault="005B0461" w:rsidP="005B0461">
      <w:r>
        <w:t>279.3446</w:t>
      </w:r>
      <w:r>
        <w:tab/>
        <w:t>1.013e0</w:t>
      </w:r>
    </w:p>
    <w:p w:rsidR="005B0461" w:rsidRDefault="005B0461" w:rsidP="005B0461">
      <w:r>
        <w:t>279.3625</w:t>
      </w:r>
      <w:r>
        <w:tab/>
        <w:t>1.013e0</w:t>
      </w:r>
    </w:p>
    <w:p w:rsidR="005B0461" w:rsidRDefault="005B0461" w:rsidP="005B0461">
      <w:r>
        <w:t>279.3714</w:t>
      </w:r>
      <w:r>
        <w:tab/>
        <w:t>2.025e0</w:t>
      </w:r>
    </w:p>
    <w:p w:rsidR="005B0461" w:rsidRDefault="005B0461" w:rsidP="005B0461">
      <w:r>
        <w:t>279.3924</w:t>
      </w:r>
      <w:r>
        <w:tab/>
        <w:t>3.038e0</w:t>
      </w:r>
    </w:p>
    <w:p w:rsidR="005B0461" w:rsidRDefault="005B0461" w:rsidP="005B0461">
      <w:r>
        <w:lastRenderedPageBreak/>
        <w:t>279.4271</w:t>
      </w:r>
      <w:r>
        <w:tab/>
        <w:t>2.025e0</w:t>
      </w:r>
    </w:p>
    <w:p w:rsidR="005B0461" w:rsidRDefault="005B0461" w:rsidP="005B0461">
      <w:r>
        <w:t>279.4291</w:t>
      </w:r>
      <w:r>
        <w:tab/>
        <w:t>2.025e0</w:t>
      </w:r>
    </w:p>
    <w:p w:rsidR="005B0461" w:rsidRDefault="005B0461" w:rsidP="005B0461">
      <w:r>
        <w:t>279.4410</w:t>
      </w:r>
      <w:r>
        <w:tab/>
        <w:t>2.025e0</w:t>
      </w:r>
    </w:p>
    <w:p w:rsidR="005B0461" w:rsidRDefault="005B0461" w:rsidP="005B0461">
      <w:r>
        <w:t>279.4717</w:t>
      </w:r>
      <w:r>
        <w:tab/>
        <w:t>3.038e0</w:t>
      </w:r>
    </w:p>
    <w:p w:rsidR="005B0461" w:rsidRDefault="005B0461" w:rsidP="005B0461">
      <w:r>
        <w:t>279.4728</w:t>
      </w:r>
      <w:r>
        <w:tab/>
        <w:t>1.013e0</w:t>
      </w:r>
    </w:p>
    <w:p w:rsidR="005B0461" w:rsidRDefault="005B0461" w:rsidP="005B0461">
      <w:r>
        <w:t>279.4878</w:t>
      </w:r>
      <w:r>
        <w:tab/>
        <w:t>1.013e0</w:t>
      </w:r>
    </w:p>
    <w:p w:rsidR="005B0461" w:rsidRDefault="005B0461" w:rsidP="005B0461">
      <w:r>
        <w:t>279.4998</w:t>
      </w:r>
      <w:r>
        <w:tab/>
        <w:t>1.013e0</w:t>
      </w:r>
    </w:p>
    <w:p w:rsidR="005B0461" w:rsidRDefault="005B0461" w:rsidP="005B0461">
      <w:r>
        <w:t>279.5270</w:t>
      </w:r>
      <w:r>
        <w:tab/>
        <w:t>3.038e0</w:t>
      </w:r>
    </w:p>
    <w:p w:rsidR="005B0461" w:rsidRDefault="005B0461" w:rsidP="005B0461">
      <w:r>
        <w:t>279.5663</w:t>
      </w:r>
      <w:r>
        <w:tab/>
        <w:t>2.025e0</w:t>
      </w:r>
    </w:p>
    <w:p w:rsidR="005B0461" w:rsidRDefault="005B0461" w:rsidP="005B0461">
      <w:r>
        <w:t>279.5896</w:t>
      </w:r>
      <w:r>
        <w:tab/>
        <w:t>1.013e0</w:t>
      </w:r>
    </w:p>
    <w:p w:rsidR="005B0461" w:rsidRDefault="005B0461" w:rsidP="005B0461">
      <w:r>
        <w:t>279.6311</w:t>
      </w:r>
      <w:r>
        <w:tab/>
        <w:t>2.025e0</w:t>
      </w:r>
    </w:p>
    <w:p w:rsidR="005B0461" w:rsidRDefault="005B0461" w:rsidP="005B0461">
      <w:r>
        <w:t>279.6472</w:t>
      </w:r>
      <w:r>
        <w:tab/>
        <w:t>1.013e0</w:t>
      </w:r>
    </w:p>
    <w:p w:rsidR="005B0461" w:rsidRDefault="005B0461" w:rsidP="005B0461">
      <w:r>
        <w:t>279.6563</w:t>
      </w:r>
      <w:r>
        <w:tab/>
        <w:t>1.013e0</w:t>
      </w:r>
    </w:p>
    <w:p w:rsidR="005B0461" w:rsidRDefault="005B0461" w:rsidP="005B0461">
      <w:r>
        <w:t>279.6662</w:t>
      </w:r>
      <w:r>
        <w:tab/>
        <w:t>2.025e0</w:t>
      </w:r>
    </w:p>
    <w:p w:rsidR="005B0461" w:rsidRDefault="005B0461" w:rsidP="005B0461">
      <w:r>
        <w:t>279.6683</w:t>
      </w:r>
      <w:r>
        <w:tab/>
        <w:t>1.013e0</w:t>
      </w:r>
    </w:p>
    <w:p w:rsidR="005B0461" w:rsidRDefault="005B0461" w:rsidP="005B0461">
      <w:r>
        <w:t>279.7088</w:t>
      </w:r>
      <w:r>
        <w:tab/>
        <w:t>1.013e0</w:t>
      </w:r>
    </w:p>
    <w:p w:rsidR="005B0461" w:rsidRDefault="005B0461" w:rsidP="005B0461">
      <w:r>
        <w:t>279.7289</w:t>
      </w:r>
      <w:r>
        <w:tab/>
        <w:t>2.025e0</w:t>
      </w:r>
    </w:p>
    <w:p w:rsidR="005B0461" w:rsidRDefault="005B0461" w:rsidP="005B0461">
      <w:r>
        <w:t>279.7309</w:t>
      </w:r>
      <w:r>
        <w:tab/>
        <w:t>2.025e0</w:t>
      </w:r>
    </w:p>
    <w:p w:rsidR="005B0461" w:rsidRDefault="005B0461" w:rsidP="005B0461">
      <w:r>
        <w:t>279.7321</w:t>
      </w:r>
      <w:r>
        <w:tab/>
        <w:t>2.025e0</w:t>
      </w:r>
    </w:p>
    <w:p w:rsidR="005B0461" w:rsidRDefault="005B0461" w:rsidP="005B0461">
      <w:r>
        <w:lastRenderedPageBreak/>
        <w:t>279.7542</w:t>
      </w:r>
      <w:r>
        <w:tab/>
        <w:t>1.013e0</w:t>
      </w:r>
    </w:p>
    <w:p w:rsidR="005B0461" w:rsidRDefault="005B0461" w:rsidP="005B0461">
      <w:r>
        <w:t>279.8024</w:t>
      </w:r>
      <w:r>
        <w:tab/>
        <w:t>3.038e0</w:t>
      </w:r>
    </w:p>
    <w:p w:rsidR="005B0461" w:rsidRDefault="005B0461" w:rsidP="005B0461">
      <w:r>
        <w:t>279.8112</w:t>
      </w:r>
      <w:r>
        <w:tab/>
        <w:t>2.025e0</w:t>
      </w:r>
    </w:p>
    <w:p w:rsidR="005B0461" w:rsidRDefault="005B0461" w:rsidP="005B0461">
      <w:r>
        <w:t>279.8467</w:t>
      </w:r>
      <w:r>
        <w:tab/>
        <w:t>2.025e0</w:t>
      </w:r>
    </w:p>
    <w:p w:rsidR="005B0461" w:rsidRDefault="005B0461" w:rsidP="005B0461">
      <w:r>
        <w:t>279.8731</w:t>
      </w:r>
      <w:r>
        <w:tab/>
        <w:t>1.013e0</w:t>
      </w:r>
    </w:p>
    <w:p w:rsidR="005B0461" w:rsidRDefault="005B0461" w:rsidP="005B0461">
      <w:r>
        <w:t>279.8782</w:t>
      </w:r>
      <w:r>
        <w:tab/>
        <w:t>1.013e0</w:t>
      </w:r>
    </w:p>
    <w:p w:rsidR="005B0461" w:rsidRDefault="005B0461" w:rsidP="005B0461">
      <w:r>
        <w:t>279.9048</w:t>
      </w:r>
      <w:r>
        <w:tab/>
        <w:t>2.025e0</w:t>
      </w:r>
    </w:p>
    <w:p w:rsidR="005B0461" w:rsidRDefault="005B0461" w:rsidP="005B0461">
      <w:r>
        <w:t>279.9144</w:t>
      </w:r>
      <w:r>
        <w:tab/>
        <w:t>4.051e0</w:t>
      </w:r>
    </w:p>
    <w:p w:rsidR="005B0461" w:rsidRDefault="005B0461" w:rsidP="005B0461">
      <w:r>
        <w:t>279.9309</w:t>
      </w:r>
      <w:r>
        <w:tab/>
        <w:t>1.013e0</w:t>
      </w:r>
    </w:p>
    <w:p w:rsidR="005B0461" w:rsidRDefault="005B0461" w:rsidP="005B0461">
      <w:r>
        <w:t>279.9622</w:t>
      </w:r>
      <w:r>
        <w:tab/>
        <w:t>3.038e0</w:t>
      </w:r>
    </w:p>
    <w:p w:rsidR="005B0461" w:rsidRDefault="005B0461" w:rsidP="005B0461">
      <w:r>
        <w:t>279.9723</w:t>
      </w:r>
      <w:r>
        <w:tab/>
        <w:t>2.025e0</w:t>
      </w:r>
    </w:p>
    <w:p w:rsidR="005B0461" w:rsidRDefault="005B0461" w:rsidP="005B0461">
      <w:r>
        <w:t>280.0510</w:t>
      </w:r>
      <w:r>
        <w:tab/>
        <w:t>2.802e0</w:t>
      </w:r>
    </w:p>
    <w:p w:rsidR="005B0461" w:rsidRDefault="005B0461" w:rsidP="005B0461">
      <w:r>
        <w:t>280.0582</w:t>
      </w:r>
      <w:r>
        <w:tab/>
        <w:t>2.025e0</w:t>
      </w:r>
    </w:p>
    <w:p w:rsidR="005B0461" w:rsidRDefault="005B0461" w:rsidP="005B0461">
      <w:r>
        <w:t>280.0939</w:t>
      </w:r>
      <w:r>
        <w:tab/>
        <w:t>9.743e0</w:t>
      </w:r>
    </w:p>
    <w:p w:rsidR="005B0461" w:rsidRDefault="005B0461" w:rsidP="005B0461">
      <w:r>
        <w:t>280.0975</w:t>
      </w:r>
      <w:r>
        <w:tab/>
        <w:t>3.038e0</w:t>
      </w:r>
    </w:p>
    <w:p w:rsidR="005B0461" w:rsidRDefault="005B0461" w:rsidP="005B0461">
      <w:r>
        <w:t>280.1010</w:t>
      </w:r>
      <w:r>
        <w:tab/>
        <w:t>2.609e0</w:t>
      </w:r>
    </w:p>
    <w:p w:rsidR="005B0461" w:rsidRDefault="005B0461" w:rsidP="005B0461">
      <w:r>
        <w:t>280.1071</w:t>
      </w:r>
      <w:r>
        <w:tab/>
        <w:t>3.038e0</w:t>
      </w:r>
    </w:p>
    <w:p w:rsidR="005B0461" w:rsidRDefault="005B0461" w:rsidP="005B0461">
      <w:r>
        <w:t>280.1312</w:t>
      </w:r>
      <w:r>
        <w:tab/>
        <w:t>2.025e0</w:t>
      </w:r>
    </w:p>
    <w:p w:rsidR="005B0461" w:rsidRDefault="005B0461" w:rsidP="005B0461">
      <w:r>
        <w:t>280.1502</w:t>
      </w:r>
      <w:r>
        <w:tab/>
        <w:t>5.063e0</w:t>
      </w:r>
    </w:p>
    <w:p w:rsidR="005B0461" w:rsidRDefault="005B0461" w:rsidP="005B0461">
      <w:r>
        <w:lastRenderedPageBreak/>
        <w:t>280.1755</w:t>
      </w:r>
      <w:r>
        <w:tab/>
        <w:t>4.051e0</w:t>
      </w:r>
    </w:p>
    <w:p w:rsidR="005B0461" w:rsidRDefault="005B0461" w:rsidP="005B0461">
      <w:r>
        <w:t>280.1808</w:t>
      </w:r>
      <w:r>
        <w:tab/>
        <w:t>3.038e0</w:t>
      </w:r>
    </w:p>
    <w:p w:rsidR="005B0461" w:rsidRDefault="005B0461" w:rsidP="005B0461">
      <w:r>
        <w:t>280.1870</w:t>
      </w:r>
      <w:r>
        <w:tab/>
        <w:t>2.732e0</w:t>
      </w:r>
    </w:p>
    <w:p w:rsidR="005B0461" w:rsidRDefault="005B0461" w:rsidP="005B0461">
      <w:r>
        <w:t>280.1936</w:t>
      </w:r>
      <w:r>
        <w:tab/>
        <w:t>1.013e0</w:t>
      </w:r>
    </w:p>
    <w:p w:rsidR="005B0461" w:rsidRDefault="005B0461" w:rsidP="005B0461">
      <w:r>
        <w:t>280.2114</w:t>
      </w:r>
      <w:r>
        <w:tab/>
        <w:t>2.025e0</w:t>
      </w:r>
    </w:p>
    <w:p w:rsidR="005B0461" w:rsidRDefault="005B0461" w:rsidP="005B0461">
      <w:r>
        <w:t>280.2349</w:t>
      </w:r>
      <w:r>
        <w:tab/>
        <w:t>2.656e0</w:t>
      </w:r>
    </w:p>
    <w:p w:rsidR="005B0461" w:rsidRDefault="005B0461" w:rsidP="005B0461">
      <w:r>
        <w:t>280.2359</w:t>
      </w:r>
      <w:r>
        <w:tab/>
        <w:t>2.025e0</w:t>
      </w:r>
    </w:p>
    <w:p w:rsidR="005B0461" w:rsidRDefault="005B0461" w:rsidP="005B0461">
      <w:r>
        <w:t>280.2630</w:t>
      </w:r>
      <w:r>
        <w:tab/>
        <w:t>2.025e0</w:t>
      </w:r>
    </w:p>
    <w:p w:rsidR="005B0461" w:rsidRDefault="005B0461" w:rsidP="005B0461">
      <w:r>
        <w:t>280.2739</w:t>
      </w:r>
      <w:r>
        <w:tab/>
        <w:t>2.025e0</w:t>
      </w:r>
    </w:p>
    <w:p w:rsidR="005B0461" w:rsidRDefault="005B0461" w:rsidP="005B0461">
      <w:r>
        <w:t>280.2955</w:t>
      </w:r>
      <w:r>
        <w:tab/>
        <w:t>1.013e0</w:t>
      </w:r>
    </w:p>
    <w:p w:rsidR="005B0461" w:rsidRDefault="005B0461" w:rsidP="005B0461">
      <w:r>
        <w:t>280.3048</w:t>
      </w:r>
      <w:r>
        <w:tab/>
        <w:t>1.013e0</w:t>
      </w:r>
    </w:p>
    <w:p w:rsidR="005B0461" w:rsidRDefault="005B0461" w:rsidP="005B0461">
      <w:r>
        <w:t>280.3149</w:t>
      </w:r>
      <w:r>
        <w:tab/>
        <w:t>1.013e0</w:t>
      </w:r>
    </w:p>
    <w:p w:rsidR="005B0461" w:rsidRDefault="005B0461" w:rsidP="005B0461">
      <w:r>
        <w:t>280.3594</w:t>
      </w:r>
      <w:r>
        <w:tab/>
        <w:t>3.038e0</w:t>
      </w:r>
    </w:p>
    <w:p w:rsidR="005B0461" w:rsidRDefault="005B0461" w:rsidP="005B0461">
      <w:r>
        <w:t>280.3665</w:t>
      </w:r>
      <w:r>
        <w:tab/>
        <w:t>1.013e0</w:t>
      </w:r>
    </w:p>
    <w:p w:rsidR="005B0461" w:rsidRDefault="005B0461" w:rsidP="005B0461">
      <w:r>
        <w:t>280.3895</w:t>
      </w:r>
      <w:r>
        <w:tab/>
        <w:t>1.013e0</w:t>
      </w:r>
    </w:p>
    <w:p w:rsidR="005B0461" w:rsidRDefault="005B0461" w:rsidP="005B0461">
      <w:r>
        <w:t>280.3936</w:t>
      </w:r>
      <w:r>
        <w:tab/>
        <w:t>1.013e0</w:t>
      </w:r>
    </w:p>
    <w:p w:rsidR="005B0461" w:rsidRDefault="005B0461" w:rsidP="005B0461">
      <w:r>
        <w:t>280.4168</w:t>
      </w:r>
      <w:r>
        <w:tab/>
        <w:t>3.038e0</w:t>
      </w:r>
    </w:p>
    <w:p w:rsidR="005B0461" w:rsidRDefault="005B0461" w:rsidP="005B0461">
      <w:r>
        <w:t>280.4694</w:t>
      </w:r>
      <w:r>
        <w:tab/>
        <w:t>1.013e0</w:t>
      </w:r>
    </w:p>
    <w:p w:rsidR="005B0461" w:rsidRDefault="005B0461" w:rsidP="005B0461">
      <w:r>
        <w:t>280.4875</w:t>
      </w:r>
      <w:r>
        <w:tab/>
        <w:t>2.025e0</w:t>
      </w:r>
    </w:p>
    <w:p w:rsidR="005B0461" w:rsidRDefault="005B0461" w:rsidP="005B0461">
      <w:r>
        <w:lastRenderedPageBreak/>
        <w:t>280.5234</w:t>
      </w:r>
      <w:r>
        <w:tab/>
        <w:t>2.025e0</w:t>
      </w:r>
    </w:p>
    <w:p w:rsidR="005B0461" w:rsidRDefault="005B0461" w:rsidP="005B0461">
      <w:r>
        <w:t>280.5305</w:t>
      </w:r>
      <w:r>
        <w:tab/>
        <w:t>2.025e0</w:t>
      </w:r>
    </w:p>
    <w:p w:rsidR="005B0461" w:rsidRDefault="005B0461" w:rsidP="005B0461">
      <w:r>
        <w:t>280.5363</w:t>
      </w:r>
      <w:r>
        <w:tab/>
        <w:t>1.013e0</w:t>
      </w:r>
    </w:p>
    <w:p w:rsidR="005B0461" w:rsidRDefault="005B0461" w:rsidP="005B0461">
      <w:r>
        <w:t>280.5424</w:t>
      </w:r>
      <w:r>
        <w:tab/>
        <w:t>3.038e0</w:t>
      </w:r>
    </w:p>
    <w:p w:rsidR="005B0461" w:rsidRDefault="005B0461" w:rsidP="005B0461">
      <w:r>
        <w:t>280.5896</w:t>
      </w:r>
      <w:r>
        <w:tab/>
        <w:t>1.013e0</w:t>
      </w:r>
    </w:p>
    <w:p w:rsidR="005B0461" w:rsidRDefault="005B0461" w:rsidP="005B0461">
      <w:r>
        <w:t>280.6209</w:t>
      </w:r>
      <w:r>
        <w:tab/>
        <w:t>2.025e0</w:t>
      </w:r>
    </w:p>
    <w:p w:rsidR="005B0461" w:rsidRDefault="005B0461" w:rsidP="005B0461">
      <w:r>
        <w:t>280.6250</w:t>
      </w:r>
      <w:r>
        <w:tab/>
        <w:t>1.013e0</w:t>
      </w:r>
    </w:p>
    <w:p w:rsidR="005B0461" w:rsidRDefault="005B0461" w:rsidP="005B0461">
      <w:r>
        <w:t>280.6444</w:t>
      </w:r>
      <w:r>
        <w:tab/>
        <w:t>1.013e0</w:t>
      </w:r>
    </w:p>
    <w:p w:rsidR="005B0461" w:rsidRDefault="005B0461" w:rsidP="005B0461">
      <w:r>
        <w:t>280.6671</w:t>
      </w:r>
      <w:r>
        <w:tab/>
        <w:t>5.063e0</w:t>
      </w:r>
    </w:p>
    <w:p w:rsidR="005B0461" w:rsidRDefault="005B0461" w:rsidP="005B0461">
      <w:r>
        <w:t>280.7583</w:t>
      </w:r>
      <w:r>
        <w:tab/>
        <w:t>1.013e0</w:t>
      </w:r>
    </w:p>
    <w:p w:rsidR="005B0461" w:rsidRDefault="005B0461" w:rsidP="005B0461">
      <w:r>
        <w:t>280.7662</w:t>
      </w:r>
      <w:r>
        <w:tab/>
        <w:t>2.025e0</w:t>
      </w:r>
    </w:p>
    <w:p w:rsidR="005B0461" w:rsidRDefault="005B0461" w:rsidP="005B0461">
      <w:r>
        <w:t>280.7697</w:t>
      </w:r>
      <w:r>
        <w:tab/>
        <w:t>2.574e0</w:t>
      </w:r>
    </w:p>
    <w:p w:rsidR="005B0461" w:rsidRDefault="005B0461" w:rsidP="005B0461">
      <w:r>
        <w:t>280.7731</w:t>
      </w:r>
      <w:r>
        <w:tab/>
        <w:t>1.013e0</w:t>
      </w:r>
    </w:p>
    <w:p w:rsidR="005B0461" w:rsidRDefault="005B0461" w:rsidP="005B0461">
      <w:r>
        <w:t>280.7937</w:t>
      </w:r>
      <w:r>
        <w:tab/>
        <w:t>1.013e0</w:t>
      </w:r>
    </w:p>
    <w:p w:rsidR="005B0461" w:rsidRDefault="005B0461" w:rsidP="005B0461">
      <w:r>
        <w:t>280.8040</w:t>
      </w:r>
      <w:r>
        <w:tab/>
        <w:t>1.013e0</w:t>
      </w:r>
    </w:p>
    <w:p w:rsidR="005B0461" w:rsidRDefault="005B0461" w:rsidP="005B0461">
      <w:r>
        <w:t>280.8130</w:t>
      </w:r>
      <w:r>
        <w:tab/>
        <w:t>3.038e0</w:t>
      </w:r>
    </w:p>
    <w:p w:rsidR="005B0461" w:rsidRDefault="005B0461" w:rsidP="005B0461">
      <w:r>
        <w:t>280.8524</w:t>
      </w:r>
      <w:r>
        <w:tab/>
        <w:t>3.038e0</w:t>
      </w:r>
    </w:p>
    <w:p w:rsidR="005B0461" w:rsidRDefault="005B0461" w:rsidP="005B0461">
      <w:r>
        <w:t>280.8837</w:t>
      </w:r>
      <w:r>
        <w:tab/>
        <w:t>1.013e0</w:t>
      </w:r>
    </w:p>
    <w:p w:rsidR="005B0461" w:rsidRDefault="005B0461" w:rsidP="005B0461">
      <w:r>
        <w:t>280.9070</w:t>
      </w:r>
      <w:r>
        <w:tab/>
        <w:t>1.013e0</w:t>
      </w:r>
    </w:p>
    <w:p w:rsidR="005B0461" w:rsidRDefault="005B0461" w:rsidP="005B0461">
      <w:r>
        <w:lastRenderedPageBreak/>
        <w:t>280.9231</w:t>
      </w:r>
      <w:r>
        <w:tab/>
        <w:t>1.013e0</w:t>
      </w:r>
    </w:p>
    <w:p w:rsidR="005B0461" w:rsidRDefault="005B0461" w:rsidP="005B0461">
      <w:r>
        <w:t>280.9688</w:t>
      </w:r>
      <w:r>
        <w:tab/>
        <w:t>1.013e0</w:t>
      </w:r>
    </w:p>
    <w:p w:rsidR="005B0461" w:rsidRDefault="005B0461" w:rsidP="005B0461">
      <w:r>
        <w:t>280.9731</w:t>
      </w:r>
      <w:r>
        <w:tab/>
        <w:t>3.038e0</w:t>
      </w:r>
    </w:p>
    <w:p w:rsidR="005B0461" w:rsidRDefault="005B0461" w:rsidP="005B0461">
      <w:r>
        <w:t>280.9764</w:t>
      </w:r>
      <w:r>
        <w:tab/>
        <w:t>3.038e0</w:t>
      </w:r>
    </w:p>
    <w:p w:rsidR="005B0461" w:rsidRDefault="005B0461" w:rsidP="005B0461">
      <w:r>
        <w:t>281.0144</w:t>
      </w:r>
      <w:r>
        <w:tab/>
        <w:t>2.000e1</w:t>
      </w:r>
    </w:p>
    <w:p w:rsidR="005B0461" w:rsidRDefault="005B0461" w:rsidP="005B0461">
      <w:r>
        <w:t>281.0175</w:t>
      </w:r>
      <w:r>
        <w:tab/>
        <w:t>2.538e1</w:t>
      </w:r>
    </w:p>
    <w:p w:rsidR="005B0461" w:rsidRDefault="005B0461" w:rsidP="005B0461">
      <w:r>
        <w:t>281.0233</w:t>
      </w:r>
      <w:r>
        <w:tab/>
        <w:t>5.058e0</w:t>
      </w:r>
    </w:p>
    <w:p w:rsidR="005B0461" w:rsidRDefault="005B0461" w:rsidP="005B0461">
      <w:r>
        <w:t>281.0674</w:t>
      </w:r>
      <w:r>
        <w:tab/>
        <w:t>3.038e0</w:t>
      </w:r>
    </w:p>
    <w:p w:rsidR="005B0461" w:rsidRDefault="005B0461" w:rsidP="005B0461">
      <w:r>
        <w:t>281.0754</w:t>
      </w:r>
      <w:r>
        <w:tab/>
        <w:t>1.369e0</w:t>
      </w:r>
    </w:p>
    <w:p w:rsidR="005B0461" w:rsidRDefault="005B0461" w:rsidP="005B0461">
      <w:r>
        <w:t>281.0859</w:t>
      </w:r>
      <w:r>
        <w:tab/>
        <w:t>2.334e0</w:t>
      </w:r>
    </w:p>
    <w:p w:rsidR="005B0461" w:rsidRDefault="005B0461" w:rsidP="005B0461">
      <w:r>
        <w:t>281.0926</w:t>
      </w:r>
      <w:r>
        <w:tab/>
        <w:t>1.977e0</w:t>
      </w:r>
    </w:p>
    <w:p w:rsidR="005B0461" w:rsidRDefault="005B0461" w:rsidP="005B0461">
      <w:r>
        <w:t>281.1025</w:t>
      </w:r>
      <w:r>
        <w:tab/>
        <w:t>1.701e0</w:t>
      </w:r>
    </w:p>
    <w:p w:rsidR="005B0461" w:rsidRDefault="005B0461" w:rsidP="005B0461">
      <w:r>
        <w:t>281.1308</w:t>
      </w:r>
      <w:r>
        <w:tab/>
        <w:t>2.025e0</w:t>
      </w:r>
    </w:p>
    <w:p w:rsidR="005B0461" w:rsidRDefault="005B0461" w:rsidP="005B0461">
      <w:r>
        <w:t>281.1382</w:t>
      </w:r>
      <w:r>
        <w:tab/>
        <w:t>3.038e0</w:t>
      </w:r>
    </w:p>
    <w:p w:rsidR="005B0461" w:rsidRDefault="005B0461" w:rsidP="005B0461">
      <w:r>
        <w:t>281.1622</w:t>
      </w:r>
      <w:r>
        <w:tab/>
        <w:t>4.051e0</w:t>
      </w:r>
    </w:p>
    <w:p w:rsidR="005B0461" w:rsidRDefault="005B0461" w:rsidP="005B0461">
      <w:r>
        <w:t>281.1689</w:t>
      </w:r>
      <w:r>
        <w:tab/>
        <w:t>3.038e0</w:t>
      </w:r>
    </w:p>
    <w:p w:rsidR="005B0461" w:rsidRDefault="005B0461" w:rsidP="005B0461">
      <w:r>
        <w:t>281.1819</w:t>
      </w:r>
      <w:r>
        <w:tab/>
        <w:t>2.025e0</w:t>
      </w:r>
    </w:p>
    <w:p w:rsidR="005B0461" w:rsidRDefault="005B0461" w:rsidP="005B0461">
      <w:r>
        <w:t>281.1937</w:t>
      </w:r>
      <w:r>
        <w:tab/>
        <w:t>3.038e0</w:t>
      </w:r>
    </w:p>
    <w:p w:rsidR="005B0461" w:rsidRDefault="005B0461" w:rsidP="005B0461">
      <w:r>
        <w:t>281.2046</w:t>
      </w:r>
      <w:r>
        <w:tab/>
        <w:t>3.573e0</w:t>
      </w:r>
    </w:p>
    <w:p w:rsidR="005B0461" w:rsidRDefault="005B0461" w:rsidP="005B0461">
      <w:r>
        <w:lastRenderedPageBreak/>
        <w:t>281.2215</w:t>
      </w:r>
      <w:r>
        <w:tab/>
        <w:t>4.051e0</w:t>
      </w:r>
    </w:p>
    <w:p w:rsidR="005B0461" w:rsidRDefault="005B0461" w:rsidP="005B0461">
      <w:r>
        <w:t>281.2406</w:t>
      </w:r>
      <w:r>
        <w:tab/>
        <w:t>1.013e0</w:t>
      </w:r>
    </w:p>
    <w:p w:rsidR="005B0461" w:rsidRDefault="005B0461" w:rsidP="005B0461">
      <w:r>
        <w:t>281.2730</w:t>
      </w:r>
      <w:r>
        <w:tab/>
        <w:t>4.051e0</w:t>
      </w:r>
    </w:p>
    <w:p w:rsidR="005B0461" w:rsidRDefault="005B0461" w:rsidP="005B0461">
      <w:r>
        <w:t>281.3154</w:t>
      </w:r>
      <w:r>
        <w:tab/>
        <w:t>1.013e0</w:t>
      </w:r>
    </w:p>
    <w:p w:rsidR="005B0461" w:rsidRDefault="005B0461" w:rsidP="005B0461">
      <w:r>
        <w:t>281.3195</w:t>
      </w:r>
      <w:r>
        <w:tab/>
        <w:t>1.013e0</w:t>
      </w:r>
    </w:p>
    <w:p w:rsidR="005B0461" w:rsidRDefault="005B0461" w:rsidP="005B0461">
      <w:r>
        <w:t>281.3468</w:t>
      </w:r>
      <w:r>
        <w:tab/>
        <w:t>1.013e0</w:t>
      </w:r>
    </w:p>
    <w:p w:rsidR="005B0461" w:rsidRDefault="005B0461" w:rsidP="005B0461">
      <w:r>
        <w:t>281.3607</w:t>
      </w:r>
      <w:r>
        <w:tab/>
        <w:t>1.013e0</w:t>
      </w:r>
    </w:p>
    <w:p w:rsidR="005B0461" w:rsidRDefault="005B0461" w:rsidP="005B0461">
      <w:r>
        <w:t>281.3659</w:t>
      </w:r>
      <w:r>
        <w:tab/>
        <w:t>2.025e0</w:t>
      </w:r>
    </w:p>
    <w:p w:rsidR="005B0461" w:rsidRDefault="005B0461" w:rsidP="005B0461">
      <w:r>
        <w:t>281.3851</w:t>
      </w:r>
      <w:r>
        <w:tab/>
        <w:t>3.038e0</w:t>
      </w:r>
    </w:p>
    <w:p w:rsidR="005B0461" w:rsidRDefault="005B0461" w:rsidP="005B0461">
      <w:r>
        <w:t>281.3969</w:t>
      </w:r>
      <w:r>
        <w:tab/>
        <w:t>1.013e0</w:t>
      </w:r>
    </w:p>
    <w:p w:rsidR="005B0461" w:rsidRDefault="005B0461" w:rsidP="005B0461">
      <w:r>
        <w:t>281.4170</w:t>
      </w:r>
      <w:r>
        <w:tab/>
        <w:t>2.025e0</w:t>
      </w:r>
    </w:p>
    <w:p w:rsidR="005B0461" w:rsidRDefault="005B0461" w:rsidP="005B0461">
      <w:r>
        <w:t>281.4488</w:t>
      </w:r>
      <w:r>
        <w:tab/>
        <w:t>1.013e0</w:t>
      </w:r>
    </w:p>
    <w:p w:rsidR="005B0461" w:rsidRDefault="005B0461" w:rsidP="005B0461">
      <w:r>
        <w:t>281.4846</w:t>
      </w:r>
      <w:r>
        <w:tab/>
        <w:t>1.013e0</w:t>
      </w:r>
    </w:p>
    <w:p w:rsidR="005B0461" w:rsidRDefault="005B0461" w:rsidP="005B0461">
      <w:r>
        <w:t>281.4949</w:t>
      </w:r>
      <w:r>
        <w:tab/>
        <w:t>1.013e0</w:t>
      </w:r>
    </w:p>
    <w:p w:rsidR="005B0461" w:rsidRDefault="005B0461" w:rsidP="005B0461">
      <w:r>
        <w:t>281.5311</w:t>
      </w:r>
      <w:r>
        <w:tab/>
        <w:t>1.013e0</w:t>
      </w:r>
    </w:p>
    <w:p w:rsidR="005B0461" w:rsidRDefault="005B0461" w:rsidP="005B0461">
      <w:r>
        <w:t>281.5477</w:t>
      </w:r>
      <w:r>
        <w:tab/>
        <w:t>2.025e0</w:t>
      </w:r>
    </w:p>
    <w:p w:rsidR="005B0461" w:rsidRDefault="005B0461" w:rsidP="005B0461">
      <w:r>
        <w:t>281.5517</w:t>
      </w:r>
      <w:r>
        <w:tab/>
        <w:t>1.013e0</w:t>
      </w:r>
    </w:p>
    <w:p w:rsidR="005B0461" w:rsidRDefault="005B0461" w:rsidP="005B0461">
      <w:r>
        <w:t>281.5744</w:t>
      </w:r>
      <w:r>
        <w:tab/>
        <w:t>1.064e0</w:t>
      </w:r>
    </w:p>
    <w:p w:rsidR="005B0461" w:rsidRDefault="005B0461" w:rsidP="005B0461">
      <w:r>
        <w:t>281.6005</w:t>
      </w:r>
      <w:r>
        <w:tab/>
        <w:t>2.025e0</w:t>
      </w:r>
    </w:p>
    <w:p w:rsidR="005B0461" w:rsidRDefault="005B0461" w:rsidP="005B0461">
      <w:r>
        <w:lastRenderedPageBreak/>
        <w:t>281.6188</w:t>
      </w:r>
      <w:r>
        <w:tab/>
        <w:t>1.013e0</w:t>
      </w:r>
    </w:p>
    <w:p w:rsidR="005B0461" w:rsidRDefault="005B0461" w:rsidP="005B0461">
      <w:r>
        <w:t>281.6240</w:t>
      </w:r>
      <w:r>
        <w:tab/>
        <w:t>1.013e0</w:t>
      </w:r>
    </w:p>
    <w:p w:rsidR="005B0461" w:rsidRDefault="005B0461" w:rsidP="005B0461">
      <w:r>
        <w:t>281.6331</w:t>
      </w:r>
      <w:r>
        <w:tab/>
        <w:t>1.013e0</w:t>
      </w:r>
    </w:p>
    <w:p w:rsidR="005B0461" w:rsidRDefault="005B0461" w:rsidP="005B0461">
      <w:r>
        <w:t>281.6498</w:t>
      </w:r>
      <w:r>
        <w:tab/>
        <w:t>1.013e0</w:t>
      </w:r>
    </w:p>
    <w:p w:rsidR="005B0461" w:rsidRDefault="005B0461" w:rsidP="005B0461">
      <w:r>
        <w:t>281.6931</w:t>
      </w:r>
      <w:r>
        <w:tab/>
        <w:t>2.025e0</w:t>
      </w:r>
    </w:p>
    <w:p w:rsidR="005B0461" w:rsidRDefault="005B0461" w:rsidP="005B0461">
      <w:r>
        <w:t>281.7159</w:t>
      </w:r>
      <w:r>
        <w:tab/>
        <w:t>2.025e0</w:t>
      </w:r>
    </w:p>
    <w:p w:rsidR="005B0461" w:rsidRDefault="005B0461" w:rsidP="005B0461">
      <w:r>
        <w:t>281.7393</w:t>
      </w:r>
      <w:r>
        <w:tab/>
        <w:t>1.013e0</w:t>
      </w:r>
    </w:p>
    <w:p w:rsidR="005B0461" w:rsidRDefault="005B0461" w:rsidP="005B0461">
      <w:r>
        <w:t>281.7493</w:t>
      </w:r>
      <w:r>
        <w:tab/>
        <w:t>2.025e0</w:t>
      </w:r>
    </w:p>
    <w:p w:rsidR="005B0461" w:rsidRDefault="005B0461" w:rsidP="005B0461">
      <w:r>
        <w:t>281.7724</w:t>
      </w:r>
      <w:r>
        <w:tab/>
        <w:t>3.038e0</w:t>
      </w:r>
    </w:p>
    <w:p w:rsidR="005B0461" w:rsidRDefault="005B0461" w:rsidP="005B0461">
      <w:r>
        <w:t>281.7789</w:t>
      </w:r>
      <w:r>
        <w:tab/>
        <w:t>1.013e0</w:t>
      </w:r>
    </w:p>
    <w:p w:rsidR="005B0461" w:rsidRDefault="005B0461" w:rsidP="005B0461">
      <w:r>
        <w:t>281.7841</w:t>
      </w:r>
      <w:r>
        <w:tab/>
        <w:t>1.013e0</w:t>
      </w:r>
    </w:p>
    <w:p w:rsidR="005B0461" w:rsidRDefault="005B0461" w:rsidP="005B0461">
      <w:r>
        <w:t>281.8061</w:t>
      </w:r>
      <w:r>
        <w:tab/>
        <w:t>1.013e0</w:t>
      </w:r>
    </w:p>
    <w:p w:rsidR="005B0461" w:rsidRDefault="005B0461" w:rsidP="005B0461">
      <w:r>
        <w:t>281.8555</w:t>
      </w:r>
      <w:r>
        <w:tab/>
        <w:t>2.025e0</w:t>
      </w:r>
    </w:p>
    <w:p w:rsidR="005B0461" w:rsidRDefault="005B0461" w:rsidP="005B0461">
      <w:r>
        <w:t>281.9002</w:t>
      </w:r>
      <w:r>
        <w:tab/>
        <w:t>1.013e0</w:t>
      </w:r>
    </w:p>
    <w:p w:rsidR="005B0461" w:rsidRDefault="005B0461" w:rsidP="005B0461">
      <w:r>
        <w:t>281.9042</w:t>
      </w:r>
      <w:r>
        <w:tab/>
        <w:t>1.013e0</w:t>
      </w:r>
    </w:p>
    <w:p w:rsidR="005B0461" w:rsidRDefault="005B0461" w:rsidP="005B0461">
      <w:r>
        <w:t>281.9112</w:t>
      </w:r>
      <w:r>
        <w:tab/>
        <w:t>2.025e0</w:t>
      </w:r>
    </w:p>
    <w:p w:rsidR="005B0461" w:rsidRDefault="005B0461" w:rsidP="005B0461">
      <w:r>
        <w:t>281.9356</w:t>
      </w:r>
      <w:r>
        <w:tab/>
        <w:t>1.013e0</w:t>
      </w:r>
    </w:p>
    <w:p w:rsidR="005B0461" w:rsidRDefault="005B0461" w:rsidP="005B0461">
      <w:r>
        <w:t>281.9589</w:t>
      </w:r>
      <w:r>
        <w:tab/>
        <w:t>2.025e0</w:t>
      </w:r>
    </w:p>
    <w:p w:rsidR="005B0461" w:rsidRDefault="005B0461" w:rsidP="005B0461">
      <w:r>
        <w:t>281.9602</w:t>
      </w:r>
      <w:r>
        <w:tab/>
        <w:t>4.051e0</w:t>
      </w:r>
    </w:p>
    <w:p w:rsidR="005B0461" w:rsidRDefault="005B0461" w:rsidP="005B0461">
      <w:r>
        <w:lastRenderedPageBreak/>
        <w:t>281.9763</w:t>
      </w:r>
      <w:r>
        <w:tab/>
        <w:t>2.025e0</w:t>
      </w:r>
    </w:p>
    <w:p w:rsidR="005B0461" w:rsidRDefault="005B0461" w:rsidP="005B0461">
      <w:r>
        <w:t>281.9963</w:t>
      </w:r>
      <w:r>
        <w:tab/>
        <w:t>2.025e0</w:t>
      </w:r>
    </w:p>
    <w:p w:rsidR="005B0461" w:rsidRDefault="005B0461" w:rsidP="005B0461">
      <w:r>
        <w:t>282.0191</w:t>
      </w:r>
      <w:r>
        <w:tab/>
        <w:t>1.946e0</w:t>
      </w:r>
    </w:p>
    <w:p w:rsidR="005B0461" w:rsidRDefault="005B0461" w:rsidP="005B0461">
      <w:r>
        <w:t>282.0486</w:t>
      </w:r>
      <w:r>
        <w:tab/>
        <w:t>1.845e0</w:t>
      </w:r>
    </w:p>
    <w:p w:rsidR="005B0461" w:rsidRDefault="005B0461" w:rsidP="005B0461">
      <w:r>
        <w:t>282.0535</w:t>
      </w:r>
      <w:r>
        <w:tab/>
        <w:t>7.588e0</w:t>
      </w:r>
    </w:p>
    <w:p w:rsidR="005B0461" w:rsidRDefault="005B0461" w:rsidP="005B0461">
      <w:r>
        <w:t>282.0786</w:t>
      </w:r>
      <w:r>
        <w:tab/>
        <w:t>9.978e0</w:t>
      </w:r>
    </w:p>
    <w:p w:rsidR="005B0461" w:rsidRDefault="005B0461" w:rsidP="005B0461">
      <w:r>
        <w:t>282.1154</w:t>
      </w:r>
      <w:r>
        <w:tab/>
        <w:t>4.376e0</w:t>
      </w:r>
    </w:p>
    <w:p w:rsidR="005B0461" w:rsidRDefault="005B0461" w:rsidP="005B0461">
      <w:r>
        <w:t>282.1259</w:t>
      </w:r>
      <w:r>
        <w:tab/>
        <w:t>2.025e0</w:t>
      </w:r>
    </w:p>
    <w:p w:rsidR="005B0461" w:rsidRDefault="005B0461" w:rsidP="005B0461">
      <w:r>
        <w:t>282.1332</w:t>
      </w:r>
      <w:r>
        <w:tab/>
        <w:t>5.063e0</w:t>
      </w:r>
    </w:p>
    <w:p w:rsidR="005B0461" w:rsidRDefault="005B0461" w:rsidP="005B0461">
      <w:r>
        <w:t>282.1540</w:t>
      </w:r>
      <w:r>
        <w:tab/>
        <w:t>3.038e0</w:t>
      </w:r>
    </w:p>
    <w:p w:rsidR="005B0461" w:rsidRDefault="005B0461" w:rsidP="005B0461">
      <w:r>
        <w:t>282.1793</w:t>
      </w:r>
      <w:r>
        <w:tab/>
        <w:t>1.620e0</w:t>
      </w:r>
    </w:p>
    <w:p w:rsidR="005B0461" w:rsidRDefault="005B0461" w:rsidP="005B0461">
      <w:r>
        <w:t>282.1906</w:t>
      </w:r>
      <w:r>
        <w:tab/>
        <w:t>2.025e0</w:t>
      </w:r>
    </w:p>
    <w:p w:rsidR="005B0461" w:rsidRDefault="005B0461" w:rsidP="005B0461">
      <w:r>
        <w:t>282.1989</w:t>
      </w:r>
      <w:r>
        <w:tab/>
        <w:t>2.025e0</w:t>
      </w:r>
    </w:p>
    <w:p w:rsidR="005B0461" w:rsidRDefault="005B0461" w:rsidP="005B0461">
      <w:r>
        <w:t>282.2102</w:t>
      </w:r>
      <w:r>
        <w:tab/>
        <w:t>2.957e0</w:t>
      </w:r>
    </w:p>
    <w:p w:rsidR="005B0461" w:rsidRDefault="005B0461" w:rsidP="005B0461">
      <w:r>
        <w:t>282.2134</w:t>
      </w:r>
      <w:r>
        <w:tab/>
        <w:t>3.720e0</w:t>
      </w:r>
    </w:p>
    <w:p w:rsidR="005B0461" w:rsidRDefault="005B0461" w:rsidP="005B0461">
      <w:r>
        <w:t>282.2594</w:t>
      </w:r>
      <w:r>
        <w:tab/>
        <w:t>2.025e0</w:t>
      </w:r>
    </w:p>
    <w:p w:rsidR="005B0461" w:rsidRDefault="005B0461" w:rsidP="005B0461">
      <w:r>
        <w:t>282.2681</w:t>
      </w:r>
      <w:r>
        <w:tab/>
        <w:t>7.089e0</w:t>
      </w:r>
    </w:p>
    <w:p w:rsidR="005B0461" w:rsidRDefault="005B0461" w:rsidP="005B0461">
      <w:r>
        <w:t>282.2766</w:t>
      </w:r>
      <w:r>
        <w:tab/>
        <w:t>5.063e0</w:t>
      </w:r>
    </w:p>
    <w:p w:rsidR="005B0461" w:rsidRDefault="005B0461" w:rsidP="005B0461">
      <w:r>
        <w:t>282.2831</w:t>
      </w:r>
      <w:r>
        <w:tab/>
        <w:t>3.038e0</w:t>
      </w:r>
    </w:p>
    <w:p w:rsidR="005B0461" w:rsidRDefault="005B0461" w:rsidP="005B0461">
      <w:r>
        <w:lastRenderedPageBreak/>
        <w:t>282.3080</w:t>
      </w:r>
      <w:r>
        <w:tab/>
        <w:t>8.101e0</w:t>
      </w:r>
    </w:p>
    <w:p w:rsidR="005B0461" w:rsidRDefault="005B0461" w:rsidP="005B0461">
      <w:r>
        <w:t>282.3091</w:t>
      </w:r>
      <w:r>
        <w:tab/>
        <w:t>4.051e0</w:t>
      </w:r>
    </w:p>
    <w:p w:rsidR="005B0461" w:rsidRDefault="005B0461" w:rsidP="005B0461">
      <w:r>
        <w:t>282.3426</w:t>
      </w:r>
      <w:r>
        <w:tab/>
        <w:t>1.013e0</w:t>
      </w:r>
    </w:p>
    <w:p w:rsidR="005B0461" w:rsidRDefault="005B0461" w:rsidP="005B0461">
      <w:r>
        <w:t>282.3466</w:t>
      </w:r>
      <w:r>
        <w:tab/>
        <w:t>2.025e0</w:t>
      </w:r>
    </w:p>
    <w:p w:rsidR="005B0461" w:rsidRDefault="005B0461" w:rsidP="005B0461">
      <w:r>
        <w:t>282.3715</w:t>
      </w:r>
      <w:r>
        <w:tab/>
        <w:t>3.038e0</w:t>
      </w:r>
    </w:p>
    <w:p w:rsidR="005B0461" w:rsidRDefault="005B0461" w:rsidP="005B0461">
      <w:r>
        <w:t>282.3788</w:t>
      </w:r>
      <w:r>
        <w:tab/>
        <w:t>1.013e0</w:t>
      </w:r>
    </w:p>
    <w:p w:rsidR="005B0461" w:rsidRDefault="005B0461" w:rsidP="005B0461">
      <w:r>
        <w:t>282.3830</w:t>
      </w:r>
      <w:r>
        <w:tab/>
        <w:t>1.013e0</w:t>
      </w:r>
    </w:p>
    <w:p w:rsidR="005B0461" w:rsidRDefault="005B0461" w:rsidP="005B0461">
      <w:r>
        <w:t>282.3976</w:t>
      </w:r>
      <w:r>
        <w:tab/>
        <w:t>2.025e0</w:t>
      </w:r>
    </w:p>
    <w:p w:rsidR="005B0461" w:rsidRDefault="005B0461" w:rsidP="005B0461">
      <w:r>
        <w:t>282.4099</w:t>
      </w:r>
      <w:r>
        <w:tab/>
        <w:t>1.013e0</w:t>
      </w:r>
    </w:p>
    <w:p w:rsidR="005B0461" w:rsidRDefault="005B0461" w:rsidP="005B0461">
      <w:r>
        <w:t>282.4306</w:t>
      </w:r>
      <w:r>
        <w:tab/>
        <w:t>1.013e0</w:t>
      </w:r>
    </w:p>
    <w:p w:rsidR="005B0461" w:rsidRDefault="005B0461" w:rsidP="005B0461">
      <w:r>
        <w:t>282.4579</w:t>
      </w:r>
      <w:r>
        <w:tab/>
        <w:t>2.025e0</w:t>
      </w:r>
    </w:p>
    <w:p w:rsidR="005B0461" w:rsidRDefault="005B0461" w:rsidP="005B0461">
      <w:r>
        <w:t>282.4696</w:t>
      </w:r>
      <w:r>
        <w:tab/>
        <w:t>2.025e0</w:t>
      </w:r>
    </w:p>
    <w:p w:rsidR="005B0461" w:rsidRDefault="005B0461" w:rsidP="005B0461">
      <w:r>
        <w:t>282.4812</w:t>
      </w:r>
      <w:r>
        <w:tab/>
        <w:t>1.013e0</w:t>
      </w:r>
    </w:p>
    <w:p w:rsidR="005B0461" w:rsidRDefault="005B0461" w:rsidP="005B0461">
      <w:r>
        <w:t>282.4932</w:t>
      </w:r>
      <w:r>
        <w:tab/>
        <w:t>2.025e0</w:t>
      </w:r>
    </w:p>
    <w:p w:rsidR="005B0461" w:rsidRDefault="005B0461" w:rsidP="005B0461">
      <w:r>
        <w:t>282.5126</w:t>
      </w:r>
      <w:r>
        <w:tab/>
        <w:t>1.013e0</w:t>
      </w:r>
    </w:p>
    <w:p w:rsidR="005B0461" w:rsidRDefault="005B0461" w:rsidP="005B0461">
      <w:r>
        <w:t>282.5140</w:t>
      </w:r>
      <w:r>
        <w:tab/>
        <w:t>2.025e0</w:t>
      </w:r>
    </w:p>
    <w:p w:rsidR="005B0461" w:rsidRDefault="005B0461" w:rsidP="005B0461">
      <w:r>
        <w:t>282.5259</w:t>
      </w:r>
      <w:r>
        <w:tab/>
        <w:t>3.038e0</w:t>
      </w:r>
    </w:p>
    <w:p w:rsidR="005B0461" w:rsidRDefault="005B0461" w:rsidP="005B0461">
      <w:r>
        <w:t>282.5600</w:t>
      </w:r>
      <w:r>
        <w:tab/>
        <w:t>1.013e0</w:t>
      </w:r>
    </w:p>
    <w:p w:rsidR="005B0461" w:rsidRDefault="005B0461" w:rsidP="005B0461">
      <w:r>
        <w:t>282.5834</w:t>
      </w:r>
      <w:r>
        <w:tab/>
        <w:t>1.013e0</w:t>
      </w:r>
    </w:p>
    <w:p w:rsidR="005B0461" w:rsidRDefault="005B0461" w:rsidP="005B0461">
      <w:r>
        <w:lastRenderedPageBreak/>
        <w:t>282.6066</w:t>
      </w:r>
      <w:r>
        <w:tab/>
        <w:t>1.013e0</w:t>
      </w:r>
    </w:p>
    <w:p w:rsidR="005B0461" w:rsidRDefault="005B0461" w:rsidP="005B0461">
      <w:r>
        <w:t>282.6108</w:t>
      </w:r>
      <w:r>
        <w:tab/>
        <w:t>1.013e0</w:t>
      </w:r>
    </w:p>
    <w:p w:rsidR="005B0461" w:rsidRDefault="005B0461" w:rsidP="005B0461">
      <w:r>
        <w:t>282.6382</w:t>
      </w:r>
      <w:r>
        <w:tab/>
        <w:t>4.051e0</w:t>
      </w:r>
    </w:p>
    <w:p w:rsidR="005B0461" w:rsidRDefault="005B0461" w:rsidP="005B0461">
      <w:r>
        <w:t>282.6902</w:t>
      </w:r>
      <w:r>
        <w:tab/>
        <w:t>4.051e0</w:t>
      </w:r>
    </w:p>
    <w:p w:rsidR="005B0461" w:rsidRDefault="005B0461" w:rsidP="005B0461">
      <w:r>
        <w:t>282.6927</w:t>
      </w:r>
      <w:r>
        <w:tab/>
        <w:t>2.025e0</w:t>
      </w:r>
    </w:p>
    <w:p w:rsidR="005B0461" w:rsidRDefault="005B0461" w:rsidP="005B0461">
      <w:r>
        <w:t>282.7171</w:t>
      </w:r>
      <w:r>
        <w:tab/>
        <w:t>1.013e0</w:t>
      </w:r>
    </w:p>
    <w:p w:rsidR="005B0461" w:rsidRDefault="005B0461" w:rsidP="005B0461">
      <w:r>
        <w:t>282.7485</w:t>
      </w:r>
      <w:r>
        <w:tab/>
        <w:t>1.013e0</w:t>
      </w:r>
    </w:p>
    <w:p w:rsidR="005B0461" w:rsidRDefault="005B0461" w:rsidP="005B0461">
      <w:r>
        <w:t>282.7839</w:t>
      </w:r>
      <w:r>
        <w:tab/>
        <w:t>1.013e0</w:t>
      </w:r>
    </w:p>
    <w:p w:rsidR="005B0461" w:rsidRDefault="005B0461" w:rsidP="005B0461">
      <w:r>
        <w:t>282.8113</w:t>
      </w:r>
      <w:r>
        <w:tab/>
        <w:t>1.013e0</w:t>
      </w:r>
    </w:p>
    <w:p w:rsidR="005B0461" w:rsidRDefault="005B0461" w:rsidP="005B0461">
      <w:r>
        <w:t>282.8506</w:t>
      </w:r>
      <w:r>
        <w:tab/>
        <w:t>1.013e0</w:t>
      </w:r>
    </w:p>
    <w:p w:rsidR="005B0461" w:rsidRDefault="005B0461" w:rsidP="005B0461">
      <w:r>
        <w:t>282.8701</w:t>
      </w:r>
      <w:r>
        <w:tab/>
        <w:t>1.013e0</w:t>
      </w:r>
    </w:p>
    <w:p w:rsidR="005B0461" w:rsidRDefault="005B0461" w:rsidP="005B0461">
      <w:r>
        <w:t>282.8781</w:t>
      </w:r>
      <w:r>
        <w:tab/>
        <w:t>1.013e0</w:t>
      </w:r>
    </w:p>
    <w:p w:rsidR="005B0461" w:rsidRDefault="005B0461" w:rsidP="005B0461">
      <w:r>
        <w:t>282.9043</w:t>
      </w:r>
      <w:r>
        <w:tab/>
        <w:t>2.025e0</w:t>
      </w:r>
    </w:p>
    <w:p w:rsidR="005B0461" w:rsidRDefault="005B0461" w:rsidP="005B0461">
      <w:r>
        <w:t>282.9054</w:t>
      </w:r>
      <w:r>
        <w:tab/>
        <w:t>1.013e0</w:t>
      </w:r>
    </w:p>
    <w:p w:rsidR="005B0461" w:rsidRDefault="005B0461" w:rsidP="005B0461">
      <w:r>
        <w:t>282.9471</w:t>
      </w:r>
      <w:r>
        <w:tab/>
        <w:t>2.025e0</w:t>
      </w:r>
    </w:p>
    <w:p w:rsidR="005B0461" w:rsidRDefault="005B0461" w:rsidP="005B0461">
      <w:r>
        <w:t>282.9642</w:t>
      </w:r>
      <w:r>
        <w:tab/>
        <w:t>1.013e0</w:t>
      </w:r>
    </w:p>
    <w:p w:rsidR="005B0461" w:rsidRDefault="005B0461" w:rsidP="005B0461">
      <w:r>
        <w:t>282.9701</w:t>
      </w:r>
      <w:r>
        <w:tab/>
        <w:t>2.025e0</w:t>
      </w:r>
    </w:p>
    <w:p w:rsidR="005B0461" w:rsidRDefault="005B0461" w:rsidP="005B0461">
      <w:r>
        <w:t>282.9762</w:t>
      </w:r>
      <w:r>
        <w:tab/>
        <w:t>4.051e0</w:t>
      </w:r>
    </w:p>
    <w:p w:rsidR="005B0461" w:rsidRDefault="005B0461" w:rsidP="005B0461">
      <w:r>
        <w:t>283.0138</w:t>
      </w:r>
      <w:r>
        <w:tab/>
        <w:t>1.425e1</w:t>
      </w:r>
    </w:p>
    <w:p w:rsidR="005B0461" w:rsidRDefault="005B0461" w:rsidP="005B0461">
      <w:r>
        <w:lastRenderedPageBreak/>
        <w:t>283.0156</w:t>
      </w:r>
      <w:r>
        <w:tab/>
        <w:t>1.066e1</w:t>
      </w:r>
    </w:p>
    <w:p w:rsidR="005B0461" w:rsidRDefault="005B0461" w:rsidP="005B0461">
      <w:r>
        <w:t>283.0174</w:t>
      </w:r>
      <w:r>
        <w:tab/>
        <w:t>8.619e0</w:t>
      </w:r>
    </w:p>
    <w:p w:rsidR="005B0461" w:rsidRDefault="005B0461" w:rsidP="005B0461">
      <w:r>
        <w:t>283.0198</w:t>
      </w:r>
      <w:r>
        <w:tab/>
        <w:t>5.417e0</w:t>
      </w:r>
    </w:p>
    <w:p w:rsidR="005B0461" w:rsidRDefault="005B0461" w:rsidP="005B0461">
      <w:r>
        <w:t>283.0474</w:t>
      </w:r>
      <w:r>
        <w:tab/>
        <w:t>4.544e0</w:t>
      </w:r>
    </w:p>
    <w:p w:rsidR="005B0461" w:rsidRDefault="005B0461" w:rsidP="005B0461">
      <w:r>
        <w:t>283.0745</w:t>
      </w:r>
      <w:r>
        <w:tab/>
        <w:t>4.827e0</w:t>
      </w:r>
    </w:p>
    <w:p w:rsidR="005B0461" w:rsidRDefault="005B0461" w:rsidP="005B0461">
      <w:r>
        <w:t>283.1023</w:t>
      </w:r>
      <w:r>
        <w:tab/>
        <w:t>5.435e0</w:t>
      </w:r>
    </w:p>
    <w:p w:rsidR="005B0461" w:rsidRDefault="005B0461" w:rsidP="005B0461">
      <w:r>
        <w:t>283.1155</w:t>
      </w:r>
      <w:r>
        <w:tab/>
        <w:t>1.811e0</w:t>
      </w:r>
    </w:p>
    <w:p w:rsidR="005B0461" w:rsidRDefault="005B0461" w:rsidP="005B0461">
      <w:r>
        <w:t>283.1186</w:t>
      </w:r>
      <w:r>
        <w:tab/>
        <w:t>3.038e0</w:t>
      </w:r>
    </w:p>
    <w:p w:rsidR="005B0461" w:rsidRDefault="005B0461" w:rsidP="005B0461">
      <w:r>
        <w:t>283.1602</w:t>
      </w:r>
      <w:r>
        <w:tab/>
        <w:t>1.829e0</w:t>
      </w:r>
    </w:p>
    <w:p w:rsidR="005B0461" w:rsidRDefault="005B0461" w:rsidP="005B0461">
      <w:r>
        <w:t>283.1966</w:t>
      </w:r>
      <w:r>
        <w:tab/>
        <w:t>1.519e1</w:t>
      </w:r>
    </w:p>
    <w:p w:rsidR="005B0461" w:rsidRDefault="005B0461" w:rsidP="005B0461">
      <w:r>
        <w:t>283.2139</w:t>
      </w:r>
      <w:r>
        <w:tab/>
        <w:t>1.866e0</w:t>
      </w:r>
    </w:p>
    <w:p w:rsidR="005B0461" w:rsidRDefault="005B0461" w:rsidP="005B0461">
      <w:r>
        <w:t>283.2395</w:t>
      </w:r>
      <w:r>
        <w:tab/>
        <w:t>3.038e0</w:t>
      </w:r>
    </w:p>
    <w:p w:rsidR="005B0461" w:rsidRDefault="005B0461" w:rsidP="005B0461">
      <w:r>
        <w:t>283.2417</w:t>
      </w:r>
      <w:r>
        <w:tab/>
        <w:t>6.945e0</w:t>
      </w:r>
    </w:p>
    <w:p w:rsidR="005B0461" w:rsidRDefault="005B0461" w:rsidP="005B0461">
      <w:r>
        <w:t>283.2711</w:t>
      </w:r>
      <w:r>
        <w:tab/>
        <w:t>1.013e0</w:t>
      </w:r>
    </w:p>
    <w:p w:rsidR="005B0461" w:rsidRDefault="005B0461" w:rsidP="005B0461">
      <w:r>
        <w:t>283.2751</w:t>
      </w:r>
      <w:r>
        <w:tab/>
        <w:t>4.051e0</w:t>
      </w:r>
    </w:p>
    <w:p w:rsidR="005B0461" w:rsidRDefault="005B0461" w:rsidP="005B0461">
      <w:r>
        <w:t>283.2807</w:t>
      </w:r>
      <w:r>
        <w:tab/>
        <w:t>1.013e0</w:t>
      </w:r>
    </w:p>
    <w:p w:rsidR="005B0461" w:rsidRDefault="005B0461" w:rsidP="005B0461">
      <w:r>
        <w:t>283.2868</w:t>
      </w:r>
      <w:r>
        <w:tab/>
        <w:t>3.038e0</w:t>
      </w:r>
    </w:p>
    <w:p w:rsidR="005B0461" w:rsidRDefault="005B0461" w:rsidP="005B0461">
      <w:r>
        <w:t>283.3223</w:t>
      </w:r>
      <w:r>
        <w:tab/>
        <w:t>4.051e0</w:t>
      </w:r>
    </w:p>
    <w:p w:rsidR="005B0461" w:rsidRDefault="005B0461" w:rsidP="005B0461">
      <w:r>
        <w:t>283.3259</w:t>
      </w:r>
      <w:r>
        <w:tab/>
        <w:t>1.013e0</w:t>
      </w:r>
    </w:p>
    <w:p w:rsidR="005B0461" w:rsidRDefault="005B0461" w:rsidP="005B0461">
      <w:r>
        <w:lastRenderedPageBreak/>
        <w:t>283.3573</w:t>
      </w:r>
      <w:r>
        <w:tab/>
        <w:t>2.197e0</w:t>
      </w:r>
    </w:p>
    <w:p w:rsidR="005B0461" w:rsidRDefault="005B0461" w:rsidP="005B0461">
      <w:r>
        <w:t>283.3845</w:t>
      </w:r>
      <w:r>
        <w:tab/>
        <w:t>1.013e0</w:t>
      </w:r>
    </w:p>
    <w:p w:rsidR="005B0461" w:rsidRDefault="005B0461" w:rsidP="005B0461">
      <w:r>
        <w:t>283.4105</w:t>
      </w:r>
      <w:r>
        <w:tab/>
        <w:t>1.013e0</w:t>
      </w:r>
    </w:p>
    <w:p w:rsidR="005B0461" w:rsidRDefault="005B0461" w:rsidP="005B0461">
      <w:r>
        <w:t>283.4202</w:t>
      </w:r>
      <w:r>
        <w:tab/>
        <w:t>1.013e0</w:t>
      </w:r>
    </w:p>
    <w:p w:rsidR="005B0461" w:rsidRDefault="005B0461" w:rsidP="005B0461">
      <w:r>
        <w:t>283.4441</w:t>
      </w:r>
      <w:r>
        <w:tab/>
        <w:t>2.025e0</w:t>
      </w:r>
    </w:p>
    <w:p w:rsidR="005B0461" w:rsidRDefault="005B0461" w:rsidP="005B0461">
      <w:r>
        <w:t>283.4832</w:t>
      </w:r>
      <w:r>
        <w:tab/>
        <w:t>1.013e0</w:t>
      </w:r>
    </w:p>
    <w:p w:rsidR="005B0461" w:rsidRDefault="005B0461" w:rsidP="005B0461">
      <w:r>
        <w:t>283.4990</w:t>
      </w:r>
      <w:r>
        <w:tab/>
        <w:t>2.025e0</w:t>
      </w:r>
    </w:p>
    <w:p w:rsidR="005B0461" w:rsidRDefault="005B0461" w:rsidP="005B0461">
      <w:r>
        <w:t>283.5040</w:t>
      </w:r>
      <w:r>
        <w:tab/>
        <w:t>1.013e0</w:t>
      </w:r>
    </w:p>
    <w:p w:rsidR="005B0461" w:rsidRDefault="005B0461" w:rsidP="005B0461">
      <w:r>
        <w:t>283.5133</w:t>
      </w:r>
      <w:r>
        <w:tab/>
        <w:t>2.025e0</w:t>
      </w:r>
    </w:p>
    <w:p w:rsidR="005B0461" w:rsidRDefault="005B0461" w:rsidP="005B0461">
      <w:r>
        <w:t>283.5266</w:t>
      </w:r>
      <w:r>
        <w:tab/>
        <w:t>1.013e0</w:t>
      </w:r>
    </w:p>
    <w:p w:rsidR="005B0461" w:rsidRDefault="005B0461" w:rsidP="005B0461">
      <w:r>
        <w:t>283.5470</w:t>
      </w:r>
      <w:r>
        <w:tab/>
        <w:t>3.038e0</w:t>
      </w:r>
    </w:p>
    <w:p w:rsidR="005B0461" w:rsidRDefault="005B0461" w:rsidP="005B0461">
      <w:r>
        <w:t>283.5539</w:t>
      </w:r>
      <w:r>
        <w:tab/>
        <w:t>1.013e0</w:t>
      </w:r>
    </w:p>
    <w:p w:rsidR="005B0461" w:rsidRDefault="005B0461" w:rsidP="005B0461">
      <w:r>
        <w:t>283.6248</w:t>
      </w:r>
      <w:r>
        <w:tab/>
        <w:t>2.025e0</w:t>
      </w:r>
    </w:p>
    <w:p w:rsidR="005B0461" w:rsidRDefault="005B0461" w:rsidP="005B0461">
      <w:r>
        <w:t>283.6390</w:t>
      </w:r>
      <w:r>
        <w:tab/>
        <w:t>1.013e0</w:t>
      </w:r>
    </w:p>
    <w:p w:rsidR="005B0461" w:rsidRDefault="005B0461" w:rsidP="005B0461">
      <w:r>
        <w:t>283.6482</w:t>
      </w:r>
      <w:r>
        <w:tab/>
        <w:t>1.013e0</w:t>
      </w:r>
    </w:p>
    <w:p w:rsidR="005B0461" w:rsidRDefault="005B0461" w:rsidP="005B0461">
      <w:r>
        <w:t>283.6522</w:t>
      </w:r>
      <w:r>
        <w:tab/>
        <w:t>1.013e0</w:t>
      </w:r>
    </w:p>
    <w:p w:rsidR="005B0461" w:rsidRDefault="005B0461" w:rsidP="005B0461">
      <w:r>
        <w:t>283.6877</w:t>
      </w:r>
      <w:r>
        <w:tab/>
        <w:t>1.013e0</w:t>
      </w:r>
    </w:p>
    <w:p w:rsidR="005B0461" w:rsidRDefault="005B0461" w:rsidP="005B0461">
      <w:r>
        <w:t>283.6938</w:t>
      </w:r>
      <w:r>
        <w:tab/>
        <w:t>2.025e0</w:t>
      </w:r>
    </w:p>
    <w:p w:rsidR="005B0461" w:rsidRDefault="005B0461" w:rsidP="005B0461">
      <w:r>
        <w:t>283.7014</w:t>
      </w:r>
      <w:r>
        <w:tab/>
        <w:t>1.013e0</w:t>
      </w:r>
    </w:p>
    <w:p w:rsidR="005B0461" w:rsidRDefault="005B0461" w:rsidP="005B0461">
      <w:r>
        <w:lastRenderedPageBreak/>
        <w:t>283.7037</w:t>
      </w:r>
      <w:r>
        <w:tab/>
        <w:t>2.025e0</w:t>
      </w:r>
    </w:p>
    <w:p w:rsidR="005B0461" w:rsidRDefault="005B0461" w:rsidP="005B0461">
      <w:r>
        <w:t>283.7378</w:t>
      </w:r>
      <w:r>
        <w:tab/>
        <w:t>1.013e0</w:t>
      </w:r>
    </w:p>
    <w:p w:rsidR="005B0461" w:rsidRDefault="005B0461" w:rsidP="005B0461">
      <w:r>
        <w:t>283.7586</w:t>
      </w:r>
      <w:r>
        <w:tab/>
        <w:t>2.025e0</w:t>
      </w:r>
    </w:p>
    <w:p w:rsidR="005B0461" w:rsidRDefault="005B0461" w:rsidP="005B0461">
      <w:r>
        <w:t>283.7881</w:t>
      </w:r>
      <w:r>
        <w:tab/>
        <w:t>2.025e0</w:t>
      </w:r>
    </w:p>
    <w:p w:rsidR="005B0461" w:rsidRDefault="005B0461" w:rsidP="005B0461">
      <w:r>
        <w:t>283.8214</w:t>
      </w:r>
      <w:r>
        <w:tab/>
        <w:t>1.013e0</w:t>
      </w:r>
    </w:p>
    <w:p w:rsidR="005B0461" w:rsidRDefault="005B0461" w:rsidP="005B0461">
      <w:r>
        <w:t>283.8672</w:t>
      </w:r>
      <w:r>
        <w:tab/>
        <w:t>3.038e0</w:t>
      </w:r>
    </w:p>
    <w:p w:rsidR="005B0461" w:rsidRDefault="005B0461" w:rsidP="005B0461">
      <w:r>
        <w:t>283.8962</w:t>
      </w:r>
      <w:r>
        <w:tab/>
        <w:t>2.025e0</w:t>
      </w:r>
    </w:p>
    <w:p w:rsidR="005B0461" w:rsidRDefault="005B0461" w:rsidP="005B0461">
      <w:r>
        <w:t>283.9139</w:t>
      </w:r>
      <w:r>
        <w:tab/>
        <w:t>2.025e0</w:t>
      </w:r>
    </w:p>
    <w:p w:rsidR="005B0461" w:rsidRDefault="005B0461" w:rsidP="005B0461">
      <w:r>
        <w:t>283.9312</w:t>
      </w:r>
      <w:r>
        <w:tab/>
        <w:t>4.051e0</w:t>
      </w:r>
    </w:p>
    <w:p w:rsidR="005B0461" w:rsidRDefault="005B0461" w:rsidP="005B0461">
      <w:r>
        <w:t>283.9432</w:t>
      </w:r>
      <w:r>
        <w:tab/>
        <w:t>1.013e0</w:t>
      </w:r>
    </w:p>
    <w:p w:rsidR="005B0461" w:rsidRDefault="005B0461" w:rsidP="005B0461">
      <w:r>
        <w:t>283.9614</w:t>
      </w:r>
      <w:r>
        <w:tab/>
        <w:t>1.013e0</w:t>
      </w:r>
    </w:p>
    <w:p w:rsidR="005B0461" w:rsidRDefault="005B0461" w:rsidP="005B0461">
      <w:r>
        <w:t>283.9655</w:t>
      </w:r>
      <w:r>
        <w:tab/>
        <w:t>2.025e0</w:t>
      </w:r>
    </w:p>
    <w:p w:rsidR="005B0461" w:rsidRDefault="005B0461" w:rsidP="005B0461">
      <w:r>
        <w:t>283.9787</w:t>
      </w:r>
      <w:r>
        <w:tab/>
        <w:t>1.013e0</w:t>
      </w:r>
    </w:p>
    <w:p w:rsidR="005B0461" w:rsidRDefault="005B0461" w:rsidP="005B0461">
      <w:r>
        <w:t>284.0044</w:t>
      </w:r>
      <w:r>
        <w:tab/>
        <w:t>8.241e0</w:t>
      </w:r>
    </w:p>
    <w:p w:rsidR="005B0461" w:rsidRDefault="005B0461" w:rsidP="005B0461">
      <w:r>
        <w:t>284.0079</w:t>
      </w:r>
      <w:r>
        <w:tab/>
        <w:t>3.873e0</w:t>
      </w:r>
    </w:p>
    <w:p w:rsidR="005B0461" w:rsidRDefault="005B0461" w:rsidP="005B0461">
      <w:r>
        <w:t>284.0457</w:t>
      </w:r>
      <w:r>
        <w:tab/>
        <w:t>4.269e0</w:t>
      </w:r>
    </w:p>
    <w:p w:rsidR="005B0461" w:rsidRDefault="005B0461" w:rsidP="005B0461">
      <w:r>
        <w:t>284.0491</w:t>
      </w:r>
      <w:r>
        <w:tab/>
        <w:t>2.443e0</w:t>
      </w:r>
    </w:p>
    <w:p w:rsidR="005B0461" w:rsidRDefault="005B0461" w:rsidP="005B0461">
      <w:r>
        <w:t>284.0727</w:t>
      </w:r>
      <w:r>
        <w:tab/>
        <w:t>8.640e0</w:t>
      </w:r>
    </w:p>
    <w:p w:rsidR="005B0461" w:rsidRDefault="005B0461" w:rsidP="005B0461">
      <w:r>
        <w:t>284.0799</w:t>
      </w:r>
      <w:r>
        <w:tab/>
        <w:t>2.064e0</w:t>
      </w:r>
    </w:p>
    <w:p w:rsidR="005B0461" w:rsidRDefault="005B0461" w:rsidP="005B0461">
      <w:r>
        <w:lastRenderedPageBreak/>
        <w:t>284.0850</w:t>
      </w:r>
      <w:r>
        <w:tab/>
        <w:t>1.927e0</w:t>
      </w:r>
    </w:p>
    <w:p w:rsidR="005B0461" w:rsidRDefault="005B0461" w:rsidP="005B0461">
      <w:r>
        <w:t>284.1154</w:t>
      </w:r>
      <w:r>
        <w:tab/>
        <w:t>2.025e0</w:t>
      </w:r>
    </w:p>
    <w:p w:rsidR="005B0461" w:rsidRDefault="005B0461" w:rsidP="005B0461">
      <w:r>
        <w:t>284.1631</w:t>
      </w:r>
      <w:r>
        <w:tab/>
        <w:t>2.025e0</w:t>
      </w:r>
    </w:p>
    <w:p w:rsidR="005B0461" w:rsidRDefault="005B0461" w:rsidP="005B0461">
      <w:r>
        <w:t>284.1713</w:t>
      </w:r>
      <w:r>
        <w:tab/>
        <w:t>2.025e0</w:t>
      </w:r>
    </w:p>
    <w:p w:rsidR="005B0461" w:rsidRDefault="005B0461" w:rsidP="005B0461">
      <w:r>
        <w:t>284.1728</w:t>
      </w:r>
      <w:r>
        <w:tab/>
        <w:t>4.496e0</w:t>
      </w:r>
    </w:p>
    <w:p w:rsidR="005B0461" w:rsidRDefault="005B0461" w:rsidP="005B0461">
      <w:r>
        <w:t>284.1851</w:t>
      </w:r>
      <w:r>
        <w:tab/>
        <w:t>1.013e0</w:t>
      </w:r>
    </w:p>
    <w:p w:rsidR="005B0461" w:rsidRDefault="005B0461" w:rsidP="005B0461">
      <w:r>
        <w:t>284.2009</w:t>
      </w:r>
      <w:r>
        <w:tab/>
        <w:t>3.038e0</w:t>
      </w:r>
    </w:p>
    <w:p w:rsidR="005B0461" w:rsidRDefault="005B0461" w:rsidP="005B0461">
      <w:r>
        <w:t>284.2028</w:t>
      </w:r>
      <w:r>
        <w:tab/>
        <w:t>1.013e0</w:t>
      </w:r>
    </w:p>
    <w:p w:rsidR="005B0461" w:rsidRDefault="005B0461" w:rsidP="005B0461">
      <w:r>
        <w:t>284.2274</w:t>
      </w:r>
      <w:r>
        <w:tab/>
        <w:t>3.038e0</w:t>
      </w:r>
    </w:p>
    <w:p w:rsidR="005B0461" w:rsidRDefault="005B0461" w:rsidP="005B0461">
      <w:r>
        <w:t>284.2347</w:t>
      </w:r>
      <w:r>
        <w:tab/>
        <w:t>2.025e0</w:t>
      </w:r>
    </w:p>
    <w:p w:rsidR="005B0461" w:rsidRDefault="005B0461" w:rsidP="005B0461">
      <w:r>
        <w:t>284.2479</w:t>
      </w:r>
      <w:r>
        <w:tab/>
        <w:t>2.025e0</w:t>
      </w:r>
    </w:p>
    <w:p w:rsidR="005B0461" w:rsidRDefault="005B0461" w:rsidP="005B0461">
      <w:r>
        <w:t>284.2657</w:t>
      </w:r>
      <w:r>
        <w:tab/>
        <w:t>2.025e0</w:t>
      </w:r>
    </w:p>
    <w:p w:rsidR="005B0461" w:rsidRDefault="005B0461" w:rsidP="005B0461">
      <w:r>
        <w:t>284.2736</w:t>
      </w:r>
      <w:r>
        <w:tab/>
        <w:t>1.013e0</w:t>
      </w:r>
    </w:p>
    <w:p w:rsidR="005B0461" w:rsidRDefault="005B0461" w:rsidP="005B0461">
      <w:r>
        <w:t>284.2930</w:t>
      </w:r>
      <w:r>
        <w:tab/>
        <w:t>1.013e0</w:t>
      </w:r>
    </w:p>
    <w:p w:rsidR="005B0461" w:rsidRDefault="005B0461" w:rsidP="005B0461">
      <w:r>
        <w:t>284.3044</w:t>
      </w:r>
      <w:r>
        <w:tab/>
        <w:t>2.171e0</w:t>
      </w:r>
    </w:p>
    <w:p w:rsidR="005B0461" w:rsidRDefault="005B0461" w:rsidP="005B0461">
      <w:r>
        <w:t>284.3222</w:t>
      </w:r>
      <w:r>
        <w:tab/>
        <w:t>4.051e0</w:t>
      </w:r>
    </w:p>
    <w:p w:rsidR="005B0461" w:rsidRDefault="005B0461" w:rsidP="005B0461">
      <w:r>
        <w:t>284.3244</w:t>
      </w:r>
      <w:r>
        <w:tab/>
        <w:t>3.038e0</w:t>
      </w:r>
    </w:p>
    <w:p w:rsidR="005B0461" w:rsidRDefault="005B0461" w:rsidP="005B0461">
      <w:r>
        <w:t>284.3328</w:t>
      </w:r>
      <w:r>
        <w:tab/>
        <w:t>4.069e0</w:t>
      </w:r>
    </w:p>
    <w:p w:rsidR="005B0461" w:rsidRDefault="005B0461" w:rsidP="005B0461">
      <w:r>
        <w:t>284.3455</w:t>
      </w:r>
      <w:r>
        <w:tab/>
        <w:t>7.089e0</w:t>
      </w:r>
    </w:p>
    <w:p w:rsidR="005B0461" w:rsidRDefault="005B0461" w:rsidP="005B0461">
      <w:r>
        <w:lastRenderedPageBreak/>
        <w:t>284.4351</w:t>
      </w:r>
      <w:r>
        <w:tab/>
        <w:t>1.013e0</w:t>
      </w:r>
    </w:p>
    <w:p w:rsidR="005B0461" w:rsidRDefault="005B0461" w:rsidP="005B0461">
      <w:r>
        <w:t>284.4819</w:t>
      </w:r>
      <w:r>
        <w:tab/>
        <w:t>1.013e0</w:t>
      </w:r>
    </w:p>
    <w:p w:rsidR="005B0461" w:rsidRDefault="005B0461" w:rsidP="005B0461">
      <w:r>
        <w:t>284.4977</w:t>
      </w:r>
      <w:r>
        <w:tab/>
        <w:t>1.013e0</w:t>
      </w:r>
    </w:p>
    <w:p w:rsidR="005B0461" w:rsidRDefault="005B0461" w:rsidP="005B0461">
      <w:r>
        <w:t>284.5132</w:t>
      </w:r>
      <w:r>
        <w:tab/>
        <w:t>1.013e0</w:t>
      </w:r>
    </w:p>
    <w:p w:rsidR="005B0461" w:rsidRDefault="005B0461" w:rsidP="005B0461">
      <w:r>
        <w:t>284.5245</w:t>
      </w:r>
      <w:r>
        <w:tab/>
        <w:t>3.038e0</w:t>
      </w:r>
    </w:p>
    <w:p w:rsidR="005B0461" w:rsidRDefault="005B0461" w:rsidP="005B0461">
      <w:r>
        <w:t>284.5596</w:t>
      </w:r>
      <w:r>
        <w:tab/>
        <w:t>2.025e0</w:t>
      </w:r>
    </w:p>
    <w:p w:rsidR="005B0461" w:rsidRDefault="005B0461" w:rsidP="005B0461">
      <w:r>
        <w:t>284.5653</w:t>
      </w:r>
      <w:r>
        <w:tab/>
        <w:t>1.013e0</w:t>
      </w:r>
    </w:p>
    <w:p w:rsidR="005B0461" w:rsidRDefault="005B0461" w:rsidP="005B0461">
      <w:r>
        <w:t>284.5705</w:t>
      </w:r>
      <w:r>
        <w:tab/>
        <w:t>1.013e0</w:t>
      </w:r>
    </w:p>
    <w:p w:rsidR="005B0461" w:rsidRDefault="005B0461" w:rsidP="005B0461">
      <w:r>
        <w:t>284.5757</w:t>
      </w:r>
      <w:r>
        <w:tab/>
        <w:t>1.013e0</w:t>
      </w:r>
    </w:p>
    <w:p w:rsidR="005B0461" w:rsidRDefault="005B0461" w:rsidP="005B0461">
      <w:r>
        <w:t>284.5966</w:t>
      </w:r>
      <w:r>
        <w:tab/>
        <w:t>1.013e0</w:t>
      </w:r>
    </w:p>
    <w:p w:rsidR="005B0461" w:rsidRDefault="005B0461" w:rsidP="005B0461">
      <w:r>
        <w:t>284.6018</w:t>
      </w:r>
      <w:r>
        <w:tab/>
        <w:t>1.013e0</w:t>
      </w:r>
    </w:p>
    <w:p w:rsidR="005B0461" w:rsidRDefault="005B0461" w:rsidP="005B0461">
      <w:r>
        <w:t>284.6471</w:t>
      </w:r>
      <w:r>
        <w:tab/>
        <w:t>1.013e0</w:t>
      </w:r>
    </w:p>
    <w:p w:rsidR="005B0461" w:rsidRDefault="005B0461" w:rsidP="005B0461">
      <w:r>
        <w:t>284.6512</w:t>
      </w:r>
      <w:r>
        <w:tab/>
        <w:t>1.013e0</w:t>
      </w:r>
    </w:p>
    <w:p w:rsidR="005B0461" w:rsidRDefault="005B0461" w:rsidP="005B0461">
      <w:r>
        <w:t>284.6826</w:t>
      </w:r>
      <w:r>
        <w:tab/>
        <w:t>1.013e0</w:t>
      </w:r>
    </w:p>
    <w:p w:rsidR="005B0461" w:rsidRDefault="005B0461" w:rsidP="005B0461">
      <w:r>
        <w:t>284.7140</w:t>
      </w:r>
      <w:r>
        <w:tab/>
        <w:t>1.013e0</w:t>
      </w:r>
    </w:p>
    <w:p w:rsidR="005B0461" w:rsidRDefault="005B0461" w:rsidP="005B0461">
      <w:r>
        <w:t>284.7318</w:t>
      </w:r>
      <w:r>
        <w:tab/>
        <w:t>2.025e0</w:t>
      </w:r>
    </w:p>
    <w:p w:rsidR="005B0461" w:rsidRDefault="005B0461" w:rsidP="005B0461">
      <w:r>
        <w:t>284.7455</w:t>
      </w:r>
      <w:r>
        <w:tab/>
        <w:t>1.013e0</w:t>
      </w:r>
    </w:p>
    <w:p w:rsidR="005B0461" w:rsidRDefault="005B0461" w:rsidP="005B0461">
      <w:r>
        <w:t>284.7535</w:t>
      </w:r>
      <w:r>
        <w:tab/>
        <w:t>1.013e0</w:t>
      </w:r>
    </w:p>
    <w:p w:rsidR="005B0461" w:rsidRDefault="005B0461" w:rsidP="005B0461">
      <w:r>
        <w:t>284.8168</w:t>
      </w:r>
      <w:r>
        <w:tab/>
        <w:t>2.025e0</w:t>
      </w:r>
    </w:p>
    <w:p w:rsidR="005B0461" w:rsidRDefault="005B0461" w:rsidP="005B0461">
      <w:r>
        <w:lastRenderedPageBreak/>
        <w:t>284.8260</w:t>
      </w:r>
      <w:r>
        <w:tab/>
        <w:t>1.013e0</w:t>
      </w:r>
    </w:p>
    <w:p w:rsidR="005B0461" w:rsidRDefault="005B0461" w:rsidP="005B0461">
      <w:r>
        <w:t>284.8521</w:t>
      </w:r>
      <w:r>
        <w:tab/>
        <w:t>1.013e0</w:t>
      </w:r>
    </w:p>
    <w:p w:rsidR="005B0461" w:rsidRDefault="005B0461" w:rsidP="005B0461">
      <w:r>
        <w:t>284.8674</w:t>
      </w:r>
      <w:r>
        <w:tab/>
        <w:t>1.013e0</w:t>
      </w:r>
    </w:p>
    <w:p w:rsidR="005B0461" w:rsidRDefault="005B0461" w:rsidP="005B0461">
      <w:r>
        <w:t>284.8754</w:t>
      </w:r>
      <w:r>
        <w:tab/>
        <w:t>1.013e0</w:t>
      </w:r>
    </w:p>
    <w:p w:rsidR="005B0461" w:rsidRDefault="005B0461" w:rsidP="005B0461">
      <w:r>
        <w:t>284.8989</w:t>
      </w:r>
      <w:r>
        <w:tab/>
        <w:t>2.025e0</w:t>
      </w:r>
    </w:p>
    <w:p w:rsidR="005B0461" w:rsidRDefault="005B0461" w:rsidP="005B0461">
      <w:r>
        <w:t>284.9088</w:t>
      </w:r>
      <w:r>
        <w:tab/>
        <w:t>2.025e0</w:t>
      </w:r>
    </w:p>
    <w:p w:rsidR="005B0461" w:rsidRDefault="005B0461" w:rsidP="005B0461">
      <w:r>
        <w:t>284.9383</w:t>
      </w:r>
      <w:r>
        <w:tab/>
        <w:t>1.013e0</w:t>
      </w:r>
    </w:p>
    <w:p w:rsidR="005B0461" w:rsidRDefault="005B0461" w:rsidP="005B0461">
      <w:r>
        <w:t>284.9462</w:t>
      </w:r>
      <w:r>
        <w:tab/>
        <w:t>2.025e0</w:t>
      </w:r>
    </w:p>
    <w:p w:rsidR="005B0461" w:rsidRDefault="005B0461" w:rsidP="005B0461">
      <w:r>
        <w:t>284.9778</w:t>
      </w:r>
      <w:r>
        <w:tab/>
        <w:t>2.025e0</w:t>
      </w:r>
    </w:p>
    <w:p w:rsidR="005B0461" w:rsidRDefault="005B0461" w:rsidP="005B0461">
      <w:r>
        <w:t>284.9827</w:t>
      </w:r>
      <w:r>
        <w:tab/>
        <w:t>2.467e0</w:t>
      </w:r>
    </w:p>
    <w:p w:rsidR="005B0461" w:rsidRDefault="005B0461" w:rsidP="005B0461">
      <w:r>
        <w:t>285.0020</w:t>
      </w:r>
      <w:r>
        <w:tab/>
        <w:t>1.262e0</w:t>
      </w:r>
    </w:p>
    <w:p w:rsidR="005B0461" w:rsidRDefault="005B0461" w:rsidP="005B0461">
      <w:r>
        <w:t>285.0261</w:t>
      </w:r>
      <w:r>
        <w:tab/>
        <w:t>2.025e0</w:t>
      </w:r>
    </w:p>
    <w:p w:rsidR="005B0461" w:rsidRDefault="005B0461" w:rsidP="005B0461">
      <w:r>
        <w:t>285.0281</w:t>
      </w:r>
      <w:r>
        <w:tab/>
        <w:t>5.600e0</w:t>
      </w:r>
    </w:p>
    <w:p w:rsidR="005B0461" w:rsidRDefault="005B0461" w:rsidP="005B0461">
      <w:r>
        <w:t>285.0308</w:t>
      </w:r>
      <w:r>
        <w:tab/>
        <w:t>2.025e0</w:t>
      </w:r>
    </w:p>
    <w:p w:rsidR="005B0461" w:rsidRDefault="005B0461" w:rsidP="005B0461">
      <w:r>
        <w:t>285.0613</w:t>
      </w:r>
      <w:r>
        <w:tab/>
        <w:t>3.038e0</w:t>
      </w:r>
    </w:p>
    <w:p w:rsidR="005B0461" w:rsidRDefault="005B0461" w:rsidP="005B0461">
      <w:r>
        <w:t>285.0718</w:t>
      </w:r>
      <w:r>
        <w:tab/>
        <w:t>4.051e0</w:t>
      </w:r>
    </w:p>
    <w:p w:rsidR="005B0461" w:rsidRDefault="005B0461" w:rsidP="005B0461">
      <w:r>
        <w:t>285.0782</w:t>
      </w:r>
      <w:r>
        <w:tab/>
        <w:t>3.817e0</w:t>
      </w:r>
    </w:p>
    <w:p w:rsidR="005B0461" w:rsidRDefault="005B0461" w:rsidP="005B0461">
      <w:r>
        <w:t>285.1191</w:t>
      </w:r>
      <w:r>
        <w:tab/>
        <w:t>2.025e0</w:t>
      </w:r>
    </w:p>
    <w:p w:rsidR="005B0461" w:rsidRDefault="005B0461" w:rsidP="005B0461">
      <w:r>
        <w:t>285.1338</w:t>
      </w:r>
      <w:r>
        <w:tab/>
        <w:t>4.051e0</w:t>
      </w:r>
    </w:p>
    <w:p w:rsidR="005B0461" w:rsidRDefault="005B0461" w:rsidP="005B0461">
      <w:r>
        <w:lastRenderedPageBreak/>
        <w:t>285.1529</w:t>
      </w:r>
      <w:r>
        <w:tab/>
        <w:t>2.189e0</w:t>
      </w:r>
    </w:p>
    <w:p w:rsidR="005B0461" w:rsidRDefault="005B0461" w:rsidP="005B0461">
      <w:r>
        <w:t>285.1541</w:t>
      </w:r>
      <w:r>
        <w:tab/>
        <w:t>1.301e0</w:t>
      </w:r>
    </w:p>
    <w:p w:rsidR="005B0461" w:rsidRDefault="005B0461" w:rsidP="005B0461">
      <w:r>
        <w:t>285.1803</w:t>
      </w:r>
      <w:r>
        <w:tab/>
        <w:t>2.025e0</w:t>
      </w:r>
    </w:p>
    <w:p w:rsidR="005B0461" w:rsidRDefault="005B0461" w:rsidP="005B0461">
      <w:r>
        <w:t>285.1839</w:t>
      </w:r>
      <w:r>
        <w:tab/>
        <w:t>3.995e0</w:t>
      </w:r>
    </w:p>
    <w:p w:rsidR="005B0461" w:rsidRDefault="005B0461" w:rsidP="005B0461">
      <w:r>
        <w:t>285.2070</w:t>
      </w:r>
      <w:r>
        <w:tab/>
        <w:t>1.013e0</w:t>
      </w:r>
    </w:p>
    <w:p w:rsidR="005B0461" w:rsidRDefault="005B0461" w:rsidP="005B0461">
      <w:r>
        <w:t>285.2086</w:t>
      </w:r>
      <w:r>
        <w:tab/>
        <w:t>3.732e0</w:t>
      </w:r>
    </w:p>
    <w:p w:rsidR="005B0461" w:rsidRDefault="005B0461" w:rsidP="005B0461">
      <w:r>
        <w:t>285.2215</w:t>
      </w:r>
      <w:r>
        <w:tab/>
        <w:t>1.013e0</w:t>
      </w:r>
    </w:p>
    <w:p w:rsidR="005B0461" w:rsidRDefault="005B0461" w:rsidP="005B0461">
      <w:r>
        <w:t>285.2391</w:t>
      </w:r>
      <w:r>
        <w:tab/>
        <w:t>2.025e0</w:t>
      </w:r>
    </w:p>
    <w:p w:rsidR="005B0461" w:rsidRDefault="005B0461" w:rsidP="005B0461">
      <w:r>
        <w:t>285.2629</w:t>
      </w:r>
      <w:r>
        <w:tab/>
        <w:t>3.295e0</w:t>
      </w:r>
    </w:p>
    <w:p w:rsidR="005B0461" w:rsidRDefault="005B0461" w:rsidP="005B0461">
      <w:r>
        <w:t>285.2650</w:t>
      </w:r>
      <w:r>
        <w:tab/>
        <w:t>1.013e0</w:t>
      </w:r>
    </w:p>
    <w:p w:rsidR="005B0461" w:rsidRDefault="005B0461" w:rsidP="005B0461">
      <w:r>
        <w:t>285.2801</w:t>
      </w:r>
      <w:r>
        <w:tab/>
        <w:t>1.013e0</w:t>
      </w:r>
    </w:p>
    <w:p w:rsidR="005B0461" w:rsidRDefault="005B0461" w:rsidP="005B0461">
      <w:r>
        <w:t>285.2845</w:t>
      </w:r>
      <w:r>
        <w:tab/>
        <w:t>1.013e0</w:t>
      </w:r>
    </w:p>
    <w:p w:rsidR="005B0461" w:rsidRDefault="005B0461" w:rsidP="005B0461">
      <w:r>
        <w:t>285.3086</w:t>
      </w:r>
      <w:r>
        <w:tab/>
        <w:t>2.025e0</w:t>
      </w:r>
    </w:p>
    <w:p w:rsidR="005B0461" w:rsidRDefault="005B0461" w:rsidP="005B0461">
      <w:r>
        <w:t>285.3265</w:t>
      </w:r>
      <w:r>
        <w:tab/>
        <w:t>2.025e0</w:t>
      </w:r>
    </w:p>
    <w:p w:rsidR="005B0461" w:rsidRDefault="005B0461" w:rsidP="005B0461">
      <w:r>
        <w:t>285.3280</w:t>
      </w:r>
      <w:r>
        <w:tab/>
        <w:t>1.013e0</w:t>
      </w:r>
    </w:p>
    <w:p w:rsidR="005B0461" w:rsidRDefault="005B0461" w:rsidP="005B0461">
      <w:r>
        <w:t>285.3323</w:t>
      </w:r>
      <w:r>
        <w:tab/>
        <w:t>1.013e0</w:t>
      </w:r>
    </w:p>
    <w:p w:rsidR="005B0461" w:rsidRDefault="005B0461" w:rsidP="005B0461">
      <w:r>
        <w:t>285.3555</w:t>
      </w:r>
      <w:r>
        <w:tab/>
        <w:t>1.013e0</w:t>
      </w:r>
    </w:p>
    <w:p w:rsidR="005B0461" w:rsidRDefault="005B0461" w:rsidP="005B0461">
      <w:r>
        <w:t>285.3675</w:t>
      </w:r>
      <w:r>
        <w:tab/>
        <w:t>2.025e0</w:t>
      </w:r>
    </w:p>
    <w:p w:rsidR="005B0461" w:rsidRDefault="005B0461" w:rsidP="005B0461">
      <w:r>
        <w:t>285.3741</w:t>
      </w:r>
      <w:r>
        <w:tab/>
        <w:t>2.025e0</w:t>
      </w:r>
    </w:p>
    <w:p w:rsidR="005B0461" w:rsidRDefault="005B0461" w:rsidP="005B0461">
      <w:r>
        <w:lastRenderedPageBreak/>
        <w:t>285.3950</w:t>
      </w:r>
      <w:r>
        <w:tab/>
        <w:t>3.038e0</w:t>
      </w:r>
    </w:p>
    <w:p w:rsidR="005B0461" w:rsidRDefault="005B0461" w:rsidP="005B0461">
      <w:r>
        <w:t>285.4055</w:t>
      </w:r>
      <w:r>
        <w:tab/>
        <w:t>1.013e0</w:t>
      </w:r>
    </w:p>
    <w:p w:rsidR="005B0461" w:rsidRDefault="005B0461" w:rsidP="005B0461">
      <w:r>
        <w:t>285.4185</w:t>
      </w:r>
      <w:r>
        <w:tab/>
        <w:t>1.013e0</w:t>
      </w:r>
    </w:p>
    <w:p w:rsidR="005B0461" w:rsidRDefault="005B0461" w:rsidP="005B0461">
      <w:r>
        <w:t>285.4368</w:t>
      </w:r>
      <w:r>
        <w:tab/>
        <w:t>1.013e0</w:t>
      </w:r>
    </w:p>
    <w:p w:rsidR="005B0461" w:rsidRDefault="005B0461" w:rsidP="005B0461">
      <w:r>
        <w:t>285.4388</w:t>
      </w:r>
      <w:r>
        <w:tab/>
        <w:t>2.025e0</w:t>
      </w:r>
    </w:p>
    <w:p w:rsidR="005B0461" w:rsidRDefault="005B0461" w:rsidP="005B0461">
      <w:r>
        <w:t>285.4579</w:t>
      </w:r>
      <w:r>
        <w:tab/>
        <w:t>1.013e0</w:t>
      </w:r>
    </w:p>
    <w:p w:rsidR="005B0461" w:rsidRDefault="005B0461" w:rsidP="005B0461">
      <w:r>
        <w:t>285.5047</w:t>
      </w:r>
      <w:r>
        <w:tab/>
        <w:t>1.013e0</w:t>
      </w:r>
    </w:p>
    <w:p w:rsidR="005B0461" w:rsidRDefault="005B0461" w:rsidP="005B0461">
      <w:r>
        <w:t>285.5307</w:t>
      </w:r>
      <w:r>
        <w:tab/>
        <w:t>2.025e0</w:t>
      </w:r>
    </w:p>
    <w:p w:rsidR="005B0461" w:rsidRDefault="005B0461" w:rsidP="005B0461">
      <w:r>
        <w:t>285.5443</w:t>
      </w:r>
      <w:r>
        <w:tab/>
        <w:t>1.013e0</w:t>
      </w:r>
    </w:p>
    <w:p w:rsidR="005B0461" w:rsidRDefault="005B0461" w:rsidP="005B0461">
      <w:r>
        <w:t>285.5667</w:t>
      </w:r>
      <w:r>
        <w:tab/>
        <w:t>3.038e0</w:t>
      </w:r>
    </w:p>
    <w:p w:rsidR="005B0461" w:rsidRDefault="005B0461" w:rsidP="005B0461">
      <w:r>
        <w:t>285.6028</w:t>
      </w:r>
      <w:r>
        <w:tab/>
        <w:t>2.025e0</w:t>
      </w:r>
    </w:p>
    <w:p w:rsidR="005B0461" w:rsidRDefault="005B0461" w:rsidP="005B0461">
      <w:r>
        <w:t>285.6094</w:t>
      </w:r>
      <w:r>
        <w:tab/>
        <w:t>2.025e0</w:t>
      </w:r>
    </w:p>
    <w:p w:rsidR="005B0461" w:rsidRDefault="005B0461" w:rsidP="005B0461">
      <w:r>
        <w:t>285.6250</w:t>
      </w:r>
      <w:r>
        <w:tab/>
        <w:t>1.013e0</w:t>
      </w:r>
    </w:p>
    <w:p w:rsidR="005B0461" w:rsidRDefault="005B0461" w:rsidP="005B0461">
      <w:r>
        <w:t>285.6349</w:t>
      </w:r>
      <w:r>
        <w:tab/>
        <w:t>1.013e0</w:t>
      </w:r>
    </w:p>
    <w:p w:rsidR="005B0461" w:rsidRDefault="005B0461" w:rsidP="005B0461">
      <w:r>
        <w:t>285.6703</w:t>
      </w:r>
      <w:r>
        <w:tab/>
        <w:t>1.013e0</w:t>
      </w:r>
    </w:p>
    <w:p w:rsidR="005B0461" w:rsidRDefault="005B0461" w:rsidP="005B0461">
      <w:r>
        <w:t>285.6766</w:t>
      </w:r>
      <w:r>
        <w:tab/>
        <w:t>2.025e0</w:t>
      </w:r>
    </w:p>
    <w:p w:rsidR="005B0461" w:rsidRDefault="005B0461" w:rsidP="005B0461">
      <w:r>
        <w:t>285.7099</w:t>
      </w:r>
      <w:r>
        <w:tab/>
        <w:t>1.013e0</w:t>
      </w:r>
    </w:p>
    <w:p w:rsidR="005B0461" w:rsidRDefault="005B0461" w:rsidP="005B0461">
      <w:r>
        <w:t>285.7294</w:t>
      </w:r>
      <w:r>
        <w:tab/>
        <w:t>1.013e0</w:t>
      </w:r>
    </w:p>
    <w:p w:rsidR="005B0461" w:rsidRDefault="005B0461" w:rsidP="005B0461">
      <w:r>
        <w:t>285.7557</w:t>
      </w:r>
      <w:r>
        <w:tab/>
        <w:t>1.013e0</w:t>
      </w:r>
    </w:p>
    <w:p w:rsidR="005B0461" w:rsidRDefault="005B0461" w:rsidP="005B0461">
      <w:r>
        <w:lastRenderedPageBreak/>
        <w:t>285.7609</w:t>
      </w:r>
      <w:r>
        <w:tab/>
        <w:t>1.013e0</w:t>
      </w:r>
    </w:p>
    <w:p w:rsidR="005B0461" w:rsidRDefault="005B0461" w:rsidP="005B0461">
      <w:r>
        <w:t>285.7809</w:t>
      </w:r>
      <w:r>
        <w:tab/>
        <w:t>2.025e0</w:t>
      </w:r>
    </w:p>
    <w:p w:rsidR="005B0461" w:rsidRDefault="005B0461" w:rsidP="005B0461">
      <w:r>
        <w:t>285.7911</w:t>
      </w:r>
      <w:r>
        <w:tab/>
        <w:t>2.025e0</w:t>
      </w:r>
    </w:p>
    <w:p w:rsidR="005B0461" w:rsidRDefault="005B0461" w:rsidP="005B0461">
      <w:r>
        <w:t>285.8112</w:t>
      </w:r>
      <w:r>
        <w:tab/>
        <w:t>2.025e0</w:t>
      </w:r>
    </w:p>
    <w:p w:rsidR="005B0461" w:rsidRDefault="005B0461" w:rsidP="005B0461">
      <w:r>
        <w:t>285.8242</w:t>
      </w:r>
      <w:r>
        <w:tab/>
        <w:t>2.025e0</w:t>
      </w:r>
    </w:p>
    <w:p w:rsidR="005B0461" w:rsidRDefault="005B0461" w:rsidP="005B0461">
      <w:r>
        <w:t>285.8591</w:t>
      </w:r>
      <w:r>
        <w:tab/>
        <w:t>2.025e0</w:t>
      </w:r>
    </w:p>
    <w:p w:rsidR="005B0461" w:rsidRDefault="005B0461" w:rsidP="005B0461">
      <w:r>
        <w:t>285.8674</w:t>
      </w:r>
      <w:r>
        <w:tab/>
        <w:t>1.013e0</w:t>
      </w:r>
    </w:p>
    <w:p w:rsidR="005B0461" w:rsidRDefault="005B0461" w:rsidP="005B0461">
      <w:r>
        <w:t>285.8760</w:t>
      </w:r>
      <w:r>
        <w:tab/>
        <w:t>1.013e0</w:t>
      </w:r>
    </w:p>
    <w:p w:rsidR="005B0461" w:rsidRDefault="005B0461" w:rsidP="005B0461">
      <w:r>
        <w:t>285.9074</w:t>
      </w:r>
      <w:r>
        <w:tab/>
        <w:t>1.013e0</w:t>
      </w:r>
    </w:p>
    <w:p w:rsidR="005B0461" w:rsidRDefault="005B0461" w:rsidP="005B0461">
      <w:r>
        <w:t>285.9127</w:t>
      </w:r>
      <w:r>
        <w:tab/>
        <w:t>1.013e0</w:t>
      </w:r>
    </w:p>
    <w:p w:rsidR="005B0461" w:rsidRDefault="005B0461" w:rsidP="005B0461">
      <w:r>
        <w:t>285.9262</w:t>
      </w:r>
      <w:r>
        <w:tab/>
        <w:t>1.013e0</w:t>
      </w:r>
    </w:p>
    <w:p w:rsidR="005B0461" w:rsidRDefault="005B0461" w:rsidP="005B0461">
      <w:r>
        <w:t>285.9304</w:t>
      </w:r>
      <w:r>
        <w:tab/>
        <w:t>1.013e0</w:t>
      </w:r>
    </w:p>
    <w:p w:rsidR="005B0461" w:rsidRDefault="005B0461" w:rsidP="005B0461">
      <w:r>
        <w:t>285.9798</w:t>
      </w:r>
      <w:r>
        <w:tab/>
        <w:t>2.025e0</w:t>
      </w:r>
    </w:p>
    <w:p w:rsidR="005B0461" w:rsidRDefault="005B0461" w:rsidP="005B0461">
      <w:r>
        <w:t>285.9838</w:t>
      </w:r>
      <w:r>
        <w:tab/>
        <w:t>2.785e0</w:t>
      </w:r>
    </w:p>
    <w:p w:rsidR="005B0461" w:rsidRDefault="005B0461" w:rsidP="005B0461">
      <w:r>
        <w:t>285.9854</w:t>
      </w:r>
      <w:r>
        <w:tab/>
        <w:t>3.038e0</w:t>
      </w:r>
    </w:p>
    <w:p w:rsidR="005B0461" w:rsidRDefault="005B0461" w:rsidP="005B0461">
      <w:r>
        <w:t>286.0228</w:t>
      </w:r>
      <w:r>
        <w:tab/>
        <w:t>2.025e0</w:t>
      </w:r>
    </w:p>
    <w:p w:rsidR="005B0461" w:rsidRDefault="005B0461" w:rsidP="005B0461">
      <w:r>
        <w:t>286.0339</w:t>
      </w:r>
      <w:r>
        <w:tab/>
        <w:t>3.038e0</w:t>
      </w:r>
    </w:p>
    <w:p w:rsidR="005B0461" w:rsidRDefault="005B0461" w:rsidP="005B0461">
      <w:r>
        <w:t>286.0521</w:t>
      </w:r>
      <w:r>
        <w:tab/>
        <w:t>2.756e0</w:t>
      </w:r>
    </w:p>
    <w:p w:rsidR="005B0461" w:rsidRDefault="005B0461" w:rsidP="005B0461">
      <w:r>
        <w:t>286.0789</w:t>
      </w:r>
      <w:r>
        <w:tab/>
        <w:t>3.038e0</w:t>
      </w:r>
    </w:p>
    <w:p w:rsidR="005B0461" w:rsidRDefault="005B0461" w:rsidP="005B0461">
      <w:r>
        <w:lastRenderedPageBreak/>
        <w:t>286.0815</w:t>
      </w:r>
      <w:r>
        <w:tab/>
        <w:t>2.109e0</w:t>
      </w:r>
    </w:p>
    <w:p w:rsidR="005B0461" w:rsidRDefault="005B0461" w:rsidP="005B0461">
      <w:r>
        <w:t>286.0918</w:t>
      </w:r>
      <w:r>
        <w:tab/>
        <w:t>1.013e0</w:t>
      </w:r>
    </w:p>
    <w:p w:rsidR="005B0461" w:rsidRDefault="005B0461" w:rsidP="005B0461">
      <w:r>
        <w:t>286.1117</w:t>
      </w:r>
      <w:r>
        <w:tab/>
        <w:t>1.832e0</w:t>
      </w:r>
    </w:p>
    <w:p w:rsidR="005B0461" w:rsidRDefault="005B0461" w:rsidP="005B0461">
      <w:r>
        <w:t>286.1256</w:t>
      </w:r>
      <w:r>
        <w:tab/>
        <w:t>1.999e0</w:t>
      </w:r>
    </w:p>
    <w:p w:rsidR="005B0461" w:rsidRDefault="005B0461" w:rsidP="005B0461">
      <w:r>
        <w:t>286.1417</w:t>
      </w:r>
      <w:r>
        <w:tab/>
        <w:t>1.832e0</w:t>
      </w:r>
    </w:p>
    <w:p w:rsidR="005B0461" w:rsidRDefault="005B0461" w:rsidP="005B0461">
      <w:r>
        <w:t>286.1515</w:t>
      </w:r>
      <w:r>
        <w:tab/>
        <w:t>1.705e0</w:t>
      </w:r>
    </w:p>
    <w:p w:rsidR="005B0461" w:rsidRDefault="005B0461" w:rsidP="005B0461">
      <w:r>
        <w:t>286.1572</w:t>
      </w:r>
      <w:r>
        <w:tab/>
        <w:t>6.341e0</w:t>
      </w:r>
    </w:p>
    <w:p w:rsidR="005B0461" w:rsidRDefault="005B0461" w:rsidP="005B0461">
      <w:r>
        <w:t>286.1744</w:t>
      </w:r>
      <w:r>
        <w:tab/>
        <w:t>1.013e0</w:t>
      </w:r>
    </w:p>
    <w:p w:rsidR="005B0461" w:rsidRDefault="005B0461" w:rsidP="005B0461">
      <w:r>
        <w:t>286.1988</w:t>
      </w:r>
      <w:r>
        <w:tab/>
        <w:t>2.452e0</w:t>
      </w:r>
    </w:p>
    <w:p w:rsidR="005B0461" w:rsidRDefault="005B0461" w:rsidP="005B0461">
      <w:r>
        <w:t>286.2169</w:t>
      </w:r>
      <w:r>
        <w:tab/>
        <w:t>3.038e0</w:t>
      </w:r>
    </w:p>
    <w:p w:rsidR="005B0461" w:rsidRDefault="005B0461" w:rsidP="005B0461">
      <w:r>
        <w:t>286.2229</w:t>
      </w:r>
      <w:r>
        <w:tab/>
        <w:t>1.830e0</w:t>
      </w:r>
    </w:p>
    <w:p w:rsidR="005B0461" w:rsidRDefault="005B0461" w:rsidP="005B0461">
      <w:r>
        <w:t>286.2373</w:t>
      </w:r>
      <w:r>
        <w:tab/>
        <w:t>1.013e0</w:t>
      </w:r>
    </w:p>
    <w:p w:rsidR="005B0461" w:rsidRDefault="005B0461" w:rsidP="005B0461">
      <w:r>
        <w:t>286.2654</w:t>
      </w:r>
      <w:r>
        <w:tab/>
        <w:t>3.038e0</w:t>
      </w:r>
    </w:p>
    <w:p w:rsidR="005B0461" w:rsidRDefault="005B0461" w:rsidP="005B0461">
      <w:r>
        <w:t>286.2728</w:t>
      </w:r>
      <w:r>
        <w:tab/>
        <w:t>2.025e0</w:t>
      </w:r>
    </w:p>
    <w:p w:rsidR="005B0461" w:rsidRDefault="005B0461" w:rsidP="005B0461">
      <w:r>
        <w:t>286.2768</w:t>
      </w:r>
      <w:r>
        <w:tab/>
        <w:t>1.013e0</w:t>
      </w:r>
    </w:p>
    <w:p w:rsidR="005B0461" w:rsidRDefault="005B0461" w:rsidP="005B0461">
      <w:r>
        <w:t>286.3215</w:t>
      </w:r>
      <w:r>
        <w:tab/>
        <w:t>4.051e0</w:t>
      </w:r>
    </w:p>
    <w:p w:rsidR="005B0461" w:rsidRDefault="005B0461" w:rsidP="005B0461">
      <w:r>
        <w:t>286.3673</w:t>
      </w:r>
      <w:r>
        <w:tab/>
        <w:t>2.025e0</w:t>
      </w:r>
    </w:p>
    <w:p w:rsidR="005B0461" w:rsidRDefault="005B0461" w:rsidP="005B0461">
      <w:r>
        <w:t>286.3892</w:t>
      </w:r>
      <w:r>
        <w:tab/>
        <w:t>1.013e0</w:t>
      </w:r>
    </w:p>
    <w:p w:rsidR="005B0461" w:rsidRDefault="005B0461" w:rsidP="005B0461">
      <w:r>
        <w:t>286.3945</w:t>
      </w:r>
      <w:r>
        <w:tab/>
        <w:t>1.013e0</w:t>
      </w:r>
    </w:p>
    <w:p w:rsidR="005B0461" w:rsidRDefault="005B0461" w:rsidP="005B0461">
      <w:r>
        <w:lastRenderedPageBreak/>
        <w:t>286.4230</w:t>
      </w:r>
      <w:r>
        <w:tab/>
        <w:t>2.025e0</w:t>
      </w:r>
    </w:p>
    <w:p w:rsidR="005B0461" w:rsidRDefault="005B0461" w:rsidP="005B0461">
      <w:r>
        <w:t>286.4343</w:t>
      </w:r>
      <w:r>
        <w:tab/>
        <w:t>1.013e0</w:t>
      </w:r>
    </w:p>
    <w:p w:rsidR="005B0461" w:rsidRDefault="005B0461" w:rsidP="005B0461">
      <w:r>
        <w:t>286.4384</w:t>
      </w:r>
      <w:r>
        <w:tab/>
        <w:t>1.013e0</w:t>
      </w:r>
    </w:p>
    <w:p w:rsidR="005B0461" w:rsidRDefault="005B0461" w:rsidP="005B0461">
      <w:r>
        <w:t>286.4689</w:t>
      </w:r>
      <w:r>
        <w:tab/>
        <w:t>3.038e0</w:t>
      </w:r>
    </w:p>
    <w:p w:rsidR="005B0461" w:rsidRDefault="005B0461" w:rsidP="005B0461">
      <w:r>
        <w:t>286.4783</w:t>
      </w:r>
      <w:r>
        <w:tab/>
        <w:t>1.013e0</w:t>
      </w:r>
    </w:p>
    <w:p w:rsidR="005B0461" w:rsidRDefault="005B0461" w:rsidP="005B0461">
      <w:r>
        <w:t>286.4928</w:t>
      </w:r>
      <w:r>
        <w:tab/>
        <w:t>2.025e0</w:t>
      </w:r>
    </w:p>
    <w:p w:rsidR="005B0461" w:rsidRDefault="005B0461" w:rsidP="005B0461">
      <w:r>
        <w:t>286.5150</w:t>
      </w:r>
      <w:r>
        <w:tab/>
        <w:t>1.013e0</w:t>
      </w:r>
    </w:p>
    <w:p w:rsidR="005B0461" w:rsidRDefault="005B0461" w:rsidP="005B0461">
      <w:r>
        <w:t>286.5438</w:t>
      </w:r>
      <w:r>
        <w:tab/>
        <w:t>5.063e0</w:t>
      </w:r>
    </w:p>
    <w:p w:rsidR="005B0461" w:rsidRDefault="005B0461" w:rsidP="005B0461">
      <w:r>
        <w:t>286.5485</w:t>
      </w:r>
      <w:r>
        <w:tab/>
        <w:t>2.025e0</w:t>
      </w:r>
    </w:p>
    <w:p w:rsidR="005B0461" w:rsidRDefault="005B0461" w:rsidP="005B0461">
      <w:r>
        <w:t>286.5645</w:t>
      </w:r>
      <w:r>
        <w:tab/>
        <w:t>1.013e0</w:t>
      </w:r>
    </w:p>
    <w:p w:rsidR="005B0461" w:rsidRDefault="005B0461" w:rsidP="005B0461">
      <w:r>
        <w:t>286.5919</w:t>
      </w:r>
      <w:r>
        <w:tab/>
        <w:t>1.013e0</w:t>
      </w:r>
    </w:p>
    <w:p w:rsidR="005B0461" w:rsidRDefault="005B0461" w:rsidP="005B0461">
      <w:r>
        <w:t>286.6096</w:t>
      </w:r>
      <w:r>
        <w:tab/>
        <w:t>2.025e0</w:t>
      </w:r>
    </w:p>
    <w:p w:rsidR="005B0461" w:rsidRDefault="005B0461" w:rsidP="005B0461">
      <w:r>
        <w:t>286.6138</w:t>
      </w:r>
      <w:r>
        <w:tab/>
        <w:t>5.063e0</w:t>
      </w:r>
    </w:p>
    <w:p w:rsidR="005B0461" w:rsidRDefault="005B0461" w:rsidP="005B0461">
      <w:r>
        <w:t>286.6195</w:t>
      </w:r>
      <w:r>
        <w:tab/>
        <w:t>1.013e0</w:t>
      </w:r>
    </w:p>
    <w:p w:rsidR="005B0461" w:rsidRDefault="005B0461" w:rsidP="005B0461">
      <w:r>
        <w:t>286.6470</w:t>
      </w:r>
      <w:r>
        <w:tab/>
        <w:t>2.025e0</w:t>
      </w:r>
    </w:p>
    <w:p w:rsidR="005B0461" w:rsidRDefault="005B0461" w:rsidP="005B0461">
      <w:r>
        <w:t>286.6776</w:t>
      </w:r>
      <w:r>
        <w:tab/>
        <w:t>1.013e0</w:t>
      </w:r>
    </w:p>
    <w:p w:rsidR="005B0461" w:rsidRDefault="005B0461" w:rsidP="005B0461">
      <w:r>
        <w:t>286.7038</w:t>
      </w:r>
      <w:r>
        <w:tab/>
        <w:t>1.013e0</w:t>
      </w:r>
    </w:p>
    <w:p w:rsidR="005B0461" w:rsidRDefault="005B0461" w:rsidP="005B0461">
      <w:r>
        <w:t>286.7185</w:t>
      </w:r>
      <w:r>
        <w:tab/>
        <w:t>3.038e0</w:t>
      </w:r>
    </w:p>
    <w:p w:rsidR="005B0461" w:rsidRDefault="005B0461" w:rsidP="005B0461">
      <w:r>
        <w:t>286.7479</w:t>
      </w:r>
      <w:r>
        <w:tab/>
        <w:t>2.025e0</w:t>
      </w:r>
    </w:p>
    <w:p w:rsidR="005B0461" w:rsidRDefault="005B0461" w:rsidP="005B0461">
      <w:r>
        <w:lastRenderedPageBreak/>
        <w:t>286.7515</w:t>
      </w:r>
      <w:r>
        <w:tab/>
        <w:t>2.025e0</w:t>
      </w:r>
    </w:p>
    <w:p w:rsidR="005B0461" w:rsidRDefault="005B0461" w:rsidP="005B0461">
      <w:r>
        <w:t>286.7720</w:t>
      </w:r>
      <w:r>
        <w:tab/>
        <w:t>1.013e0</w:t>
      </w:r>
    </w:p>
    <w:p w:rsidR="005B0461" w:rsidRDefault="005B0461" w:rsidP="005B0461">
      <w:r>
        <w:t>286.7794</w:t>
      </w:r>
      <w:r>
        <w:tab/>
        <w:t>2.025e0</w:t>
      </w:r>
    </w:p>
    <w:p w:rsidR="005B0461" w:rsidRDefault="005B0461" w:rsidP="005B0461">
      <w:r>
        <w:t>286.8125</w:t>
      </w:r>
      <w:r>
        <w:tab/>
        <w:t>1.013e0</w:t>
      </w:r>
    </w:p>
    <w:p w:rsidR="005B0461" w:rsidRDefault="005B0461" w:rsidP="005B0461">
      <w:r>
        <w:t>286.8257</w:t>
      </w:r>
      <w:r>
        <w:tab/>
        <w:t>2.025e0</w:t>
      </w:r>
    </w:p>
    <w:p w:rsidR="005B0461" w:rsidRDefault="005B0461" w:rsidP="005B0461">
      <w:r>
        <w:t>286.8612</w:t>
      </w:r>
      <w:r>
        <w:tab/>
        <w:t>1.013e0</w:t>
      </w:r>
    </w:p>
    <w:p w:rsidR="005B0461" w:rsidRDefault="005B0461" w:rsidP="005B0461">
      <w:r>
        <w:t>286.8836</w:t>
      </w:r>
      <w:r>
        <w:tab/>
        <w:t>1.013e0</w:t>
      </w:r>
    </w:p>
    <w:p w:rsidR="005B0461" w:rsidRDefault="005B0461" w:rsidP="005B0461">
      <w:r>
        <w:t>286.8875</w:t>
      </w:r>
      <w:r>
        <w:tab/>
        <w:t>1.013e0</w:t>
      </w:r>
    </w:p>
    <w:p w:rsidR="005B0461" w:rsidRDefault="005B0461" w:rsidP="005B0461">
      <w:r>
        <w:t>286.9216</w:t>
      </w:r>
      <w:r>
        <w:tab/>
        <w:t>2.025e0</w:t>
      </w:r>
    </w:p>
    <w:p w:rsidR="005B0461" w:rsidRDefault="005B0461" w:rsidP="005B0461">
      <w:r>
        <w:t>286.9386</w:t>
      </w:r>
      <w:r>
        <w:tab/>
        <w:t>1.013e0</w:t>
      </w:r>
    </w:p>
    <w:p w:rsidR="005B0461" w:rsidRDefault="005B0461" w:rsidP="005B0461">
      <w:r>
        <w:t>286.9630</w:t>
      </w:r>
      <w:r>
        <w:tab/>
        <w:t>2.025e0</w:t>
      </w:r>
    </w:p>
    <w:p w:rsidR="005B0461" w:rsidRDefault="005B0461" w:rsidP="005B0461">
      <w:r>
        <w:t>286.9845</w:t>
      </w:r>
      <w:r>
        <w:tab/>
        <w:t>4.051e0</w:t>
      </w:r>
    </w:p>
    <w:p w:rsidR="005B0461" w:rsidRDefault="005B0461" w:rsidP="005B0461">
      <w:r>
        <w:t>287.0057</w:t>
      </w:r>
      <w:r>
        <w:tab/>
        <w:t>2.025e0</w:t>
      </w:r>
    </w:p>
    <w:p w:rsidR="005B0461" w:rsidRDefault="005B0461" w:rsidP="005B0461">
      <w:r>
        <w:t>287.0504</w:t>
      </w:r>
      <w:r>
        <w:tab/>
        <w:t>2.633e1</w:t>
      </w:r>
    </w:p>
    <w:p w:rsidR="005B0461" w:rsidRDefault="005B0461" w:rsidP="005B0461">
      <w:r>
        <w:t>287.0534</w:t>
      </w:r>
      <w:r>
        <w:tab/>
        <w:t>2.390e1</w:t>
      </w:r>
    </w:p>
    <w:p w:rsidR="005B0461" w:rsidRDefault="005B0461" w:rsidP="005B0461">
      <w:r>
        <w:t>287.0563</w:t>
      </w:r>
      <w:r>
        <w:tab/>
        <w:t>5.591e1</w:t>
      </w:r>
    </w:p>
    <w:p w:rsidR="005B0461" w:rsidRDefault="005B0461" w:rsidP="005B0461">
      <w:r>
        <w:t>287.1065</w:t>
      </w:r>
      <w:r>
        <w:tab/>
        <w:t>2.972e0</w:t>
      </w:r>
    </w:p>
    <w:p w:rsidR="005B0461" w:rsidRDefault="005B0461" w:rsidP="005B0461">
      <w:r>
        <w:t>287.1182</w:t>
      </w:r>
      <w:r>
        <w:tab/>
        <w:t>3.954e0</w:t>
      </w:r>
    </w:p>
    <w:p w:rsidR="005B0461" w:rsidRDefault="005B0461" w:rsidP="005B0461">
      <w:r>
        <w:t>287.1235</w:t>
      </w:r>
      <w:r>
        <w:tab/>
        <w:t>1.237e0</w:t>
      </w:r>
    </w:p>
    <w:p w:rsidR="005B0461" w:rsidRDefault="005B0461" w:rsidP="005B0461">
      <w:r>
        <w:lastRenderedPageBreak/>
        <w:t>287.1324</w:t>
      </w:r>
      <w:r>
        <w:tab/>
        <w:t>3.007e0</w:t>
      </w:r>
    </w:p>
    <w:p w:rsidR="005B0461" w:rsidRDefault="005B0461" w:rsidP="005B0461">
      <w:r>
        <w:t>287.1527</w:t>
      </w:r>
      <w:r>
        <w:tab/>
        <w:t>3.038e0</w:t>
      </w:r>
    </w:p>
    <w:p w:rsidR="005B0461" w:rsidRDefault="005B0461" w:rsidP="005B0461">
      <w:r>
        <w:t>287.1568</w:t>
      </w:r>
      <w:r>
        <w:tab/>
        <w:t>1.576e0</w:t>
      </w:r>
    </w:p>
    <w:p w:rsidR="005B0461" w:rsidRDefault="005B0461" w:rsidP="005B0461">
      <w:r>
        <w:t>287.1763</w:t>
      </w:r>
      <w:r>
        <w:tab/>
        <w:t>2.025e0</w:t>
      </w:r>
    </w:p>
    <w:p w:rsidR="005B0461" w:rsidRDefault="005B0461" w:rsidP="005B0461">
      <w:r>
        <w:t>287.1802</w:t>
      </w:r>
      <w:r>
        <w:tab/>
        <w:t>3.038e0</w:t>
      </w:r>
    </w:p>
    <w:p w:rsidR="005B0461" w:rsidRDefault="005B0461" w:rsidP="005B0461">
      <w:r>
        <w:t>287.1974</w:t>
      </w:r>
      <w:r>
        <w:tab/>
        <w:t>1.586e0</w:t>
      </w:r>
    </w:p>
    <w:p w:rsidR="005B0461" w:rsidRDefault="005B0461" w:rsidP="005B0461">
      <w:r>
        <w:t>287.2056</w:t>
      </w:r>
      <w:r>
        <w:tab/>
        <w:t>2.781e0</w:t>
      </w:r>
    </w:p>
    <w:p w:rsidR="005B0461" w:rsidRDefault="005B0461" w:rsidP="005B0461">
      <w:r>
        <w:t>287.2189</w:t>
      </w:r>
      <w:r>
        <w:tab/>
        <w:t>4.051e0</w:t>
      </w:r>
    </w:p>
    <w:p w:rsidR="005B0461" w:rsidRDefault="005B0461" w:rsidP="005B0461">
      <w:r>
        <w:t>287.2284</w:t>
      </w:r>
      <w:r>
        <w:tab/>
        <w:t>2.025e0</w:t>
      </w:r>
    </w:p>
    <w:p w:rsidR="005B0461" w:rsidRDefault="005B0461" w:rsidP="005B0461">
      <w:r>
        <w:t>287.2386</w:t>
      </w:r>
      <w:r>
        <w:tab/>
        <w:t>1.886e0</w:t>
      </w:r>
    </w:p>
    <w:p w:rsidR="005B0461" w:rsidRDefault="005B0461" w:rsidP="005B0461">
      <w:r>
        <w:t>287.2621</w:t>
      </w:r>
      <w:r>
        <w:tab/>
        <w:t>5.063e0</w:t>
      </w:r>
    </w:p>
    <w:p w:rsidR="005B0461" w:rsidRDefault="005B0461" w:rsidP="005B0461">
      <w:r>
        <w:t>287.2854</w:t>
      </w:r>
      <w:r>
        <w:tab/>
        <w:t>1.013e0</w:t>
      </w:r>
    </w:p>
    <w:p w:rsidR="005B0461" w:rsidRDefault="005B0461" w:rsidP="005B0461">
      <w:r>
        <w:t>287.2935</w:t>
      </w:r>
      <w:r>
        <w:tab/>
        <w:t>1.013e0</w:t>
      </w:r>
    </w:p>
    <w:p w:rsidR="005B0461" w:rsidRDefault="005B0461" w:rsidP="005B0461">
      <w:r>
        <w:t>287.3392</w:t>
      </w:r>
      <w:r>
        <w:tab/>
        <w:t>1.013e0</w:t>
      </w:r>
    </w:p>
    <w:p w:rsidR="005B0461" w:rsidRDefault="005B0461" w:rsidP="005B0461">
      <w:r>
        <w:t>287.3489</w:t>
      </w:r>
      <w:r>
        <w:tab/>
        <w:t>3.038e0</w:t>
      </w:r>
    </w:p>
    <w:p w:rsidR="005B0461" w:rsidRDefault="005B0461" w:rsidP="005B0461">
      <w:r>
        <w:t>287.3840</w:t>
      </w:r>
      <w:r>
        <w:tab/>
        <w:t>1.013e0</w:t>
      </w:r>
    </w:p>
    <w:p w:rsidR="005B0461" w:rsidRDefault="005B0461" w:rsidP="005B0461">
      <w:r>
        <w:t>287.3920</w:t>
      </w:r>
      <w:r>
        <w:tab/>
        <w:t>1.013e0</w:t>
      </w:r>
    </w:p>
    <w:p w:rsidR="005B0461" w:rsidRDefault="005B0461" w:rsidP="005B0461">
      <w:r>
        <w:t>287.3970</w:t>
      </w:r>
      <w:r>
        <w:tab/>
        <w:t>1.013e0</w:t>
      </w:r>
    </w:p>
    <w:p w:rsidR="005B0461" w:rsidRDefault="005B0461" w:rsidP="005B0461">
      <w:r>
        <w:t>287.4096</w:t>
      </w:r>
      <w:r>
        <w:tab/>
        <w:t>2.025e0</w:t>
      </w:r>
    </w:p>
    <w:p w:rsidR="005B0461" w:rsidRDefault="005B0461" w:rsidP="005B0461">
      <w:r>
        <w:lastRenderedPageBreak/>
        <w:t>287.4156</w:t>
      </w:r>
      <w:r>
        <w:tab/>
        <w:t>1.013e0</w:t>
      </w:r>
    </w:p>
    <w:p w:rsidR="005B0461" w:rsidRDefault="005B0461" w:rsidP="005B0461">
      <w:r>
        <w:t>287.4391</w:t>
      </w:r>
      <w:r>
        <w:tab/>
        <w:t>1.013e0</w:t>
      </w:r>
    </w:p>
    <w:p w:rsidR="005B0461" w:rsidRDefault="005B0461" w:rsidP="005B0461">
      <w:r>
        <w:t>287.4528</w:t>
      </w:r>
      <w:r>
        <w:tab/>
        <w:t>2.025e0</w:t>
      </w:r>
    </w:p>
    <w:p w:rsidR="005B0461" w:rsidRDefault="005B0461" w:rsidP="005B0461">
      <w:r>
        <w:t>287.4827</w:t>
      </w:r>
      <w:r>
        <w:tab/>
        <w:t>2.025e0</w:t>
      </w:r>
    </w:p>
    <w:p w:rsidR="005B0461" w:rsidRDefault="005B0461" w:rsidP="005B0461">
      <w:r>
        <w:t>287.5061</w:t>
      </w:r>
      <w:r>
        <w:tab/>
        <w:t>1.013e0</w:t>
      </w:r>
    </w:p>
    <w:p w:rsidR="005B0461" w:rsidRDefault="005B0461" w:rsidP="005B0461">
      <w:r>
        <w:t>287.5143</w:t>
      </w:r>
      <w:r>
        <w:tab/>
        <w:t>1.013e0</w:t>
      </w:r>
    </w:p>
    <w:p w:rsidR="005B0461" w:rsidRDefault="005B0461" w:rsidP="005B0461">
      <w:r>
        <w:t>287.5377</w:t>
      </w:r>
      <w:r>
        <w:tab/>
        <w:t>1.013e0</w:t>
      </w:r>
    </w:p>
    <w:p w:rsidR="005B0461" w:rsidRDefault="005B0461" w:rsidP="005B0461">
      <w:r>
        <w:t>287.5417</w:t>
      </w:r>
      <w:r>
        <w:tab/>
        <w:t>3.038e0</w:t>
      </w:r>
    </w:p>
    <w:p w:rsidR="005B0461" w:rsidRDefault="005B0461" w:rsidP="005B0461">
      <w:r>
        <w:t>287.6008</w:t>
      </w:r>
      <w:r>
        <w:tab/>
        <w:t>1.013e0</w:t>
      </w:r>
    </w:p>
    <w:p w:rsidR="005B0461" w:rsidRDefault="005B0461" w:rsidP="005B0461">
      <w:r>
        <w:t>287.6110</w:t>
      </w:r>
      <w:r>
        <w:tab/>
        <w:t>2.025e0</w:t>
      </w:r>
    </w:p>
    <w:p w:rsidR="005B0461" w:rsidRDefault="005B0461" w:rsidP="005B0461">
      <w:r>
        <w:t>287.6237</w:t>
      </w:r>
      <w:r>
        <w:tab/>
        <w:t>3.557e0</w:t>
      </w:r>
    </w:p>
    <w:p w:rsidR="005B0461" w:rsidRDefault="005B0461" w:rsidP="005B0461">
      <w:r>
        <w:t>287.6404</w:t>
      </w:r>
      <w:r>
        <w:tab/>
        <w:t>2.025e0</w:t>
      </w:r>
    </w:p>
    <w:p w:rsidR="005B0461" w:rsidRDefault="005B0461" w:rsidP="005B0461">
      <w:r>
        <w:t>287.6638</w:t>
      </w:r>
      <w:r>
        <w:tab/>
        <w:t>1.013e0</w:t>
      </w:r>
    </w:p>
    <w:p w:rsidR="005B0461" w:rsidRDefault="005B0461" w:rsidP="005B0461">
      <w:r>
        <w:t>287.6720</w:t>
      </w:r>
      <w:r>
        <w:tab/>
        <w:t>1.013e0</w:t>
      </w:r>
    </w:p>
    <w:p w:rsidR="005B0461" w:rsidRDefault="005B0461" w:rsidP="005B0461">
      <w:r>
        <w:t>287.6837</w:t>
      </w:r>
      <w:r>
        <w:tab/>
        <w:t>2.025e0</w:t>
      </w:r>
    </w:p>
    <w:p w:rsidR="005B0461" w:rsidRDefault="005B0461" w:rsidP="005B0461">
      <w:r>
        <w:t>287.7035</w:t>
      </w:r>
      <w:r>
        <w:tab/>
        <w:t>1.013e0</w:t>
      </w:r>
    </w:p>
    <w:p w:rsidR="005B0461" w:rsidRDefault="005B0461" w:rsidP="005B0461">
      <w:r>
        <w:t>287.7249</w:t>
      </w:r>
      <w:r>
        <w:tab/>
        <w:t>3.038e0</w:t>
      </w:r>
    </w:p>
    <w:p w:rsidR="005B0461" w:rsidRDefault="005B0461" w:rsidP="005B0461">
      <w:r>
        <w:t>287.7448</w:t>
      </w:r>
      <w:r>
        <w:tab/>
        <w:t>2.025e0</w:t>
      </w:r>
    </w:p>
    <w:p w:rsidR="005B0461" w:rsidRDefault="005B0461" w:rsidP="005B0461">
      <w:r>
        <w:t>287.8213</w:t>
      </w:r>
      <w:r>
        <w:tab/>
        <w:t>4.051e0</w:t>
      </w:r>
    </w:p>
    <w:p w:rsidR="005B0461" w:rsidRDefault="005B0461" w:rsidP="005B0461">
      <w:r>
        <w:lastRenderedPageBreak/>
        <w:t>287.8257</w:t>
      </w:r>
      <w:r>
        <w:tab/>
        <w:t>1.013e0</w:t>
      </w:r>
    </w:p>
    <w:p w:rsidR="005B0461" w:rsidRDefault="005B0461" w:rsidP="005B0461">
      <w:r>
        <w:t>287.8531</w:t>
      </w:r>
      <w:r>
        <w:tab/>
        <w:t>2.025e0</w:t>
      </w:r>
    </w:p>
    <w:p w:rsidR="005B0461" w:rsidRDefault="005B0461" w:rsidP="005B0461">
      <w:r>
        <w:t>287.8652</w:t>
      </w:r>
      <w:r>
        <w:tab/>
        <w:t>2.025e0</w:t>
      </w:r>
    </w:p>
    <w:p w:rsidR="005B0461" w:rsidRDefault="005B0461" w:rsidP="005B0461">
      <w:r>
        <w:t>287.9124</w:t>
      </w:r>
      <w:r>
        <w:tab/>
        <w:t>1.013e0</w:t>
      </w:r>
    </w:p>
    <w:p w:rsidR="005B0461" w:rsidRDefault="005B0461" w:rsidP="005B0461">
      <w:r>
        <w:t>287.9439</w:t>
      </w:r>
      <w:r>
        <w:tab/>
        <w:t>1.013e0</w:t>
      </w:r>
    </w:p>
    <w:p w:rsidR="005B0461" w:rsidRDefault="005B0461" w:rsidP="005B0461">
      <w:r>
        <w:t>287.9600</w:t>
      </w:r>
      <w:r>
        <w:tab/>
        <w:t>2.025e0</w:t>
      </w:r>
    </w:p>
    <w:p w:rsidR="005B0461" w:rsidRDefault="005B0461" w:rsidP="005B0461">
      <w:r>
        <w:t>287.9653</w:t>
      </w:r>
      <w:r>
        <w:tab/>
        <w:t>1.013e0</w:t>
      </w:r>
    </w:p>
    <w:p w:rsidR="005B0461" w:rsidRDefault="005B0461" w:rsidP="005B0461">
      <w:r>
        <w:t>288.0286</w:t>
      </w:r>
      <w:r>
        <w:tab/>
        <w:t>4.051e0</w:t>
      </w:r>
    </w:p>
    <w:p w:rsidR="005B0461" w:rsidRDefault="005B0461" w:rsidP="005B0461">
      <w:r>
        <w:t>288.0306</w:t>
      </w:r>
      <w:r>
        <w:tab/>
        <w:t>2.025e0</w:t>
      </w:r>
    </w:p>
    <w:p w:rsidR="005B0461" w:rsidRDefault="005B0461" w:rsidP="005B0461">
      <w:r>
        <w:t>288.0482</w:t>
      </w:r>
      <w:r>
        <w:tab/>
        <w:t>7.612e0</w:t>
      </w:r>
    </w:p>
    <w:p w:rsidR="005B0461" w:rsidRDefault="005B0461" w:rsidP="005B0461">
      <w:r>
        <w:t>288.0499</w:t>
      </w:r>
      <w:r>
        <w:tab/>
        <w:t>5.023e0</w:t>
      </w:r>
    </w:p>
    <w:p w:rsidR="005B0461" w:rsidRDefault="005B0461" w:rsidP="005B0461">
      <w:r>
        <w:t>288.0668</w:t>
      </w:r>
      <w:r>
        <w:tab/>
        <w:t>8.654e0</w:t>
      </w:r>
    </w:p>
    <w:p w:rsidR="005B0461" w:rsidRDefault="005B0461" w:rsidP="005B0461">
      <w:r>
        <w:t>288.0821</w:t>
      </w:r>
      <w:r>
        <w:tab/>
        <w:t>2.025e0</w:t>
      </w:r>
    </w:p>
    <w:p w:rsidR="005B0461" w:rsidRDefault="005B0461" w:rsidP="005B0461">
      <w:r>
        <w:t>288.1136</w:t>
      </w:r>
      <w:r>
        <w:tab/>
        <w:t>1.863e0</w:t>
      </w:r>
    </w:p>
    <w:p w:rsidR="005B0461" w:rsidRDefault="005B0461" w:rsidP="005B0461">
      <w:r>
        <w:t>288.1173</w:t>
      </w:r>
      <w:r>
        <w:tab/>
        <w:t>2.339e0</w:t>
      </w:r>
    </w:p>
    <w:p w:rsidR="005B0461" w:rsidRDefault="005B0461" w:rsidP="005B0461">
      <w:r>
        <w:t>288.1444</w:t>
      </w:r>
      <w:r>
        <w:tab/>
        <w:t>3.982e0</w:t>
      </w:r>
    </w:p>
    <w:p w:rsidR="005B0461" w:rsidRDefault="005B0461" w:rsidP="005B0461">
      <w:r>
        <w:t>288.1495</w:t>
      </w:r>
      <w:r>
        <w:tab/>
        <w:t>3.038e0</w:t>
      </w:r>
    </w:p>
    <w:p w:rsidR="005B0461" w:rsidRDefault="005B0461" w:rsidP="005B0461">
      <w:r>
        <w:t>288.1726</w:t>
      </w:r>
      <w:r>
        <w:tab/>
        <w:t>3.402e0</w:t>
      </w:r>
    </w:p>
    <w:p w:rsidR="005B0461" w:rsidRDefault="005B0461" w:rsidP="005B0461">
      <w:r>
        <w:t>288.2003</w:t>
      </w:r>
      <w:r>
        <w:tab/>
        <w:t>2.025e0</w:t>
      </w:r>
    </w:p>
    <w:p w:rsidR="005B0461" w:rsidRDefault="005B0461" w:rsidP="005B0461">
      <w:r>
        <w:lastRenderedPageBreak/>
        <w:t>288.2214</w:t>
      </w:r>
      <w:r>
        <w:tab/>
        <w:t>8.684e0</w:t>
      </w:r>
    </w:p>
    <w:p w:rsidR="005B0461" w:rsidRDefault="005B0461" w:rsidP="005B0461">
      <w:r>
        <w:t>288.2250</w:t>
      </w:r>
      <w:r>
        <w:tab/>
        <w:t>2.634e0</w:t>
      </w:r>
    </w:p>
    <w:p w:rsidR="005B0461" w:rsidRDefault="005B0461" w:rsidP="005B0461">
      <w:r>
        <w:t>288.2349</w:t>
      </w:r>
      <w:r>
        <w:tab/>
        <w:t>7.301e0</w:t>
      </w:r>
    </w:p>
    <w:p w:rsidR="005B0461" w:rsidRDefault="005B0461" w:rsidP="005B0461">
      <w:r>
        <w:t>288.2464</w:t>
      </w:r>
      <w:r>
        <w:tab/>
        <w:t>1.097e1</w:t>
      </w:r>
    </w:p>
    <w:p w:rsidR="005B0461" w:rsidRDefault="005B0461" w:rsidP="005B0461">
      <w:r>
        <w:t>288.2580</w:t>
      </w:r>
      <w:r>
        <w:tab/>
        <w:t>6.596e0</w:t>
      </w:r>
    </w:p>
    <w:p w:rsidR="005B0461" w:rsidRDefault="005B0461" w:rsidP="005B0461">
      <w:r>
        <w:t>288.2602</w:t>
      </w:r>
      <w:r>
        <w:tab/>
        <w:t>8.101e0</w:t>
      </w:r>
    </w:p>
    <w:p w:rsidR="005B0461" w:rsidRDefault="005B0461" w:rsidP="005B0461">
      <w:r>
        <w:t>288.2616</w:t>
      </w:r>
      <w:r>
        <w:tab/>
        <w:t>6.204e0</w:t>
      </w:r>
    </w:p>
    <w:p w:rsidR="005B0461" w:rsidRDefault="005B0461" w:rsidP="005B0461">
      <w:r>
        <w:t>288.3057</w:t>
      </w:r>
      <w:r>
        <w:tab/>
        <w:t>3.038e0</w:t>
      </w:r>
    </w:p>
    <w:p w:rsidR="005B0461" w:rsidRDefault="005B0461" w:rsidP="005B0461">
      <w:r>
        <w:t>288.3180</w:t>
      </w:r>
      <w:r>
        <w:tab/>
        <w:t>3.038e0</w:t>
      </w:r>
    </w:p>
    <w:p w:rsidR="005B0461" w:rsidRDefault="005B0461" w:rsidP="005B0461">
      <w:r>
        <w:t>288.3320</w:t>
      </w:r>
      <w:r>
        <w:tab/>
        <w:t>2.025e0</w:t>
      </w:r>
    </w:p>
    <w:p w:rsidR="005B0461" w:rsidRDefault="005B0461" w:rsidP="005B0461">
      <w:r>
        <w:t>288.3937</w:t>
      </w:r>
      <w:r>
        <w:tab/>
        <w:t>2.025e0</w:t>
      </w:r>
    </w:p>
    <w:p w:rsidR="005B0461" w:rsidRDefault="005B0461" w:rsidP="005B0461">
      <w:r>
        <w:t>288.4091</w:t>
      </w:r>
      <w:r>
        <w:tab/>
        <w:t>2.025e0</w:t>
      </w:r>
    </w:p>
    <w:p w:rsidR="005B0461" w:rsidRDefault="005B0461" w:rsidP="005B0461">
      <w:r>
        <w:t>288.4343</w:t>
      </w:r>
      <w:r>
        <w:tab/>
        <w:t>1.013e0</w:t>
      </w:r>
    </w:p>
    <w:p w:rsidR="005B0461" w:rsidRDefault="005B0461" w:rsidP="005B0461">
      <w:r>
        <w:t>288.4422</w:t>
      </w:r>
      <w:r>
        <w:tab/>
        <w:t>3.038e0</w:t>
      </w:r>
    </w:p>
    <w:p w:rsidR="005B0461" w:rsidRDefault="005B0461" w:rsidP="005B0461">
      <w:r>
        <w:t>288.4685</w:t>
      </w:r>
      <w:r>
        <w:tab/>
        <w:t>2.025e0</w:t>
      </w:r>
    </w:p>
    <w:p w:rsidR="005B0461" w:rsidRDefault="005B0461" w:rsidP="005B0461">
      <w:r>
        <w:t>288.4879</w:t>
      </w:r>
      <w:r>
        <w:tab/>
        <w:t>4.051e0</w:t>
      </w:r>
    </w:p>
    <w:p w:rsidR="005B0461" w:rsidRDefault="005B0461" w:rsidP="005B0461">
      <w:r>
        <w:t>288.4923</w:t>
      </w:r>
      <w:r>
        <w:tab/>
        <w:t>1.013e0</w:t>
      </w:r>
    </w:p>
    <w:p w:rsidR="005B0461" w:rsidRDefault="005B0461" w:rsidP="005B0461">
      <w:r>
        <w:t>288.5118</w:t>
      </w:r>
      <w:r>
        <w:tab/>
        <w:t>1.013e0</w:t>
      </w:r>
    </w:p>
    <w:p w:rsidR="005B0461" w:rsidRDefault="005B0461" w:rsidP="005B0461">
      <w:r>
        <w:t>288.5159</w:t>
      </w:r>
      <w:r>
        <w:tab/>
        <w:t>2.025e0</w:t>
      </w:r>
    </w:p>
    <w:p w:rsidR="005B0461" w:rsidRDefault="005B0461" w:rsidP="005B0461">
      <w:r>
        <w:lastRenderedPageBreak/>
        <w:t>288.5181</w:t>
      </w:r>
      <w:r>
        <w:tab/>
        <w:t>2.025e0</w:t>
      </w:r>
    </w:p>
    <w:p w:rsidR="005B0461" w:rsidRDefault="005B0461" w:rsidP="005B0461">
      <w:r>
        <w:t>288.5587</w:t>
      </w:r>
      <w:r>
        <w:tab/>
        <w:t>2.025e0</w:t>
      </w:r>
    </w:p>
    <w:p w:rsidR="005B0461" w:rsidRDefault="005B0461" w:rsidP="005B0461">
      <w:r>
        <w:t>288.5750</w:t>
      </w:r>
      <w:r>
        <w:tab/>
        <w:t>1.013e0</w:t>
      </w:r>
    </w:p>
    <w:p w:rsidR="005B0461" w:rsidRDefault="005B0461" w:rsidP="005B0461">
      <w:r>
        <w:t>288.5903</w:t>
      </w:r>
      <w:r>
        <w:tab/>
        <w:t>2.025e0</w:t>
      </w:r>
    </w:p>
    <w:p w:rsidR="005B0461" w:rsidRDefault="005B0461" w:rsidP="005B0461">
      <w:r>
        <w:t>288.6065</w:t>
      </w:r>
      <w:r>
        <w:tab/>
        <w:t>1.013e0</w:t>
      </w:r>
    </w:p>
    <w:p w:rsidR="005B0461" w:rsidRDefault="005B0461" w:rsidP="005B0461">
      <w:r>
        <w:t>288.6381</w:t>
      </w:r>
      <w:r>
        <w:tab/>
        <w:t>1.013e0</w:t>
      </w:r>
    </w:p>
    <w:p w:rsidR="005B0461" w:rsidRDefault="005B0461" w:rsidP="005B0461">
      <w:r>
        <w:t>288.6559</w:t>
      </w:r>
      <w:r>
        <w:tab/>
        <w:t>1.013e0</w:t>
      </w:r>
    </w:p>
    <w:p w:rsidR="005B0461" w:rsidRDefault="005B0461" w:rsidP="005B0461">
      <w:r>
        <w:t>288.6651</w:t>
      </w:r>
      <w:r>
        <w:tab/>
        <w:t>2.025e0</w:t>
      </w:r>
    </w:p>
    <w:p w:rsidR="005B0461" w:rsidRDefault="005B0461" w:rsidP="005B0461">
      <w:r>
        <w:t>288.6792</w:t>
      </w:r>
      <w:r>
        <w:tab/>
        <w:t>3.038e0</w:t>
      </w:r>
    </w:p>
    <w:p w:rsidR="005B0461" w:rsidRDefault="005B0461" w:rsidP="005B0461">
      <w:r>
        <w:t>288.6875</w:t>
      </w:r>
      <w:r>
        <w:tab/>
        <w:t>1.013e0</w:t>
      </w:r>
    </w:p>
    <w:p w:rsidR="005B0461" w:rsidRDefault="005B0461" w:rsidP="005B0461">
      <w:r>
        <w:t>288.6928</w:t>
      </w:r>
      <w:r>
        <w:tab/>
        <w:t>1.013e0</w:t>
      </w:r>
    </w:p>
    <w:p w:rsidR="005B0461" w:rsidRDefault="005B0461" w:rsidP="005B0461">
      <w:r>
        <w:t>288.7139</w:t>
      </w:r>
      <w:r>
        <w:tab/>
        <w:t>1.013e0</w:t>
      </w:r>
    </w:p>
    <w:p w:rsidR="005B0461" w:rsidRDefault="005B0461" w:rsidP="005B0461">
      <w:r>
        <w:t>288.7289</w:t>
      </w:r>
      <w:r>
        <w:tab/>
        <w:t>1.013e0</w:t>
      </w:r>
    </w:p>
    <w:p w:rsidR="005B0461" w:rsidRDefault="005B0461" w:rsidP="005B0461">
      <w:r>
        <w:t>288.7562</w:t>
      </w:r>
      <w:r>
        <w:tab/>
        <w:t>2.025e0</w:t>
      </w:r>
    </w:p>
    <w:p w:rsidR="005B0461" w:rsidRDefault="005B0461" w:rsidP="005B0461">
      <w:r>
        <w:t>288.7604</w:t>
      </w:r>
      <w:r>
        <w:tab/>
        <w:t>1.013e0</w:t>
      </w:r>
    </w:p>
    <w:p w:rsidR="005B0461" w:rsidRDefault="005B0461" w:rsidP="005B0461">
      <w:r>
        <w:t>288.8200</w:t>
      </w:r>
      <w:r>
        <w:tab/>
        <w:t>2.025e0</w:t>
      </w:r>
    </w:p>
    <w:p w:rsidR="005B0461" w:rsidRDefault="005B0461" w:rsidP="005B0461">
      <w:r>
        <w:t>288.8235</w:t>
      </w:r>
      <w:r>
        <w:tab/>
        <w:t>1.013e0</w:t>
      </w:r>
    </w:p>
    <w:p w:rsidR="005B0461" w:rsidRDefault="005B0461" w:rsidP="005B0461">
      <w:r>
        <w:t>288.8406</w:t>
      </w:r>
      <w:r>
        <w:tab/>
        <w:t>1.013e0</w:t>
      </w:r>
    </w:p>
    <w:p w:rsidR="005B0461" w:rsidRDefault="005B0461" w:rsidP="005B0461">
      <w:r>
        <w:t>288.8486</w:t>
      </w:r>
      <w:r>
        <w:tab/>
        <w:t>3.038e0</w:t>
      </w:r>
    </w:p>
    <w:p w:rsidR="005B0461" w:rsidRDefault="005B0461" w:rsidP="005B0461">
      <w:r>
        <w:lastRenderedPageBreak/>
        <w:t>288.8907</w:t>
      </w:r>
      <w:r>
        <w:tab/>
        <w:t>1.013e0</w:t>
      </w:r>
    </w:p>
    <w:p w:rsidR="005B0461" w:rsidRDefault="005B0461" w:rsidP="005B0461">
      <w:r>
        <w:t>288.8983</w:t>
      </w:r>
      <w:r>
        <w:tab/>
        <w:t>2.025e0</w:t>
      </w:r>
    </w:p>
    <w:p w:rsidR="005B0461" w:rsidRDefault="005B0461" w:rsidP="005B0461">
      <w:r>
        <w:t>288.9236</w:t>
      </w:r>
      <w:r>
        <w:tab/>
        <w:t>3.038e0</w:t>
      </w:r>
    </w:p>
    <w:p w:rsidR="005B0461" w:rsidRDefault="005B0461" w:rsidP="005B0461">
      <w:r>
        <w:t>288.9264</w:t>
      </w:r>
      <w:r>
        <w:tab/>
        <w:t>2.025e0</w:t>
      </w:r>
    </w:p>
    <w:p w:rsidR="005B0461" w:rsidRDefault="005B0461" w:rsidP="005B0461">
      <w:r>
        <w:t>288.9316</w:t>
      </w:r>
      <w:r>
        <w:tab/>
        <w:t>2.025e0</w:t>
      </w:r>
    </w:p>
    <w:p w:rsidR="005B0461" w:rsidRDefault="005B0461" w:rsidP="005B0461">
      <w:r>
        <w:t>288.9519</w:t>
      </w:r>
      <w:r>
        <w:tab/>
        <w:t>2.025e0</w:t>
      </w:r>
    </w:p>
    <w:p w:rsidR="005B0461" w:rsidRDefault="005B0461" w:rsidP="005B0461">
      <w:r>
        <w:t>288.9558</w:t>
      </w:r>
      <w:r>
        <w:tab/>
        <w:t>2.025e0</w:t>
      </w:r>
    </w:p>
    <w:p w:rsidR="005B0461" w:rsidRDefault="005B0461" w:rsidP="005B0461">
      <w:r>
        <w:t>288.9601</w:t>
      </w:r>
      <w:r>
        <w:tab/>
        <w:t>3.038e0</w:t>
      </w:r>
    </w:p>
    <w:p w:rsidR="005B0461" w:rsidRDefault="005B0461" w:rsidP="005B0461">
      <w:r>
        <w:t>289.0011</w:t>
      </w:r>
      <w:r>
        <w:tab/>
        <w:t>2.025e0</w:t>
      </w:r>
    </w:p>
    <w:p w:rsidR="005B0461" w:rsidRDefault="005B0461" w:rsidP="005B0461">
      <w:r>
        <w:t>289.0251</w:t>
      </w:r>
      <w:r>
        <w:tab/>
        <w:t>4.084e0</w:t>
      </w:r>
    </w:p>
    <w:p w:rsidR="005B0461" w:rsidRDefault="005B0461" w:rsidP="005B0461">
      <w:r>
        <w:t>289.0382</w:t>
      </w:r>
      <w:r>
        <w:tab/>
        <w:t>5.450e0</w:t>
      </w:r>
    </w:p>
    <w:p w:rsidR="005B0461" w:rsidRDefault="005B0461" w:rsidP="005B0461">
      <w:r>
        <w:t>289.0424</w:t>
      </w:r>
      <w:r>
        <w:tab/>
        <w:t>6.938e0</w:t>
      </w:r>
    </w:p>
    <w:p w:rsidR="005B0461" w:rsidRDefault="005B0461" w:rsidP="005B0461">
      <w:r>
        <w:t>289.0504</w:t>
      </w:r>
      <w:r>
        <w:tab/>
        <w:t>4.051e0</w:t>
      </w:r>
    </w:p>
    <w:p w:rsidR="005B0461" w:rsidRDefault="005B0461" w:rsidP="005B0461">
      <w:r>
        <w:t>289.0688</w:t>
      </w:r>
      <w:r>
        <w:tab/>
        <w:t>3.077e0</w:t>
      </w:r>
    </w:p>
    <w:p w:rsidR="005B0461" w:rsidRDefault="005B0461" w:rsidP="005B0461">
      <w:r>
        <w:t>289.0964</w:t>
      </w:r>
      <w:r>
        <w:tab/>
        <w:t>1.538e0</w:t>
      </w:r>
    </w:p>
    <w:p w:rsidR="005B0461" w:rsidRDefault="005B0461" w:rsidP="005B0461">
      <w:r>
        <w:t>289.1133</w:t>
      </w:r>
      <w:r>
        <w:tab/>
        <w:t>2.887e0</w:t>
      </w:r>
    </w:p>
    <w:p w:rsidR="005B0461" w:rsidRDefault="005B0461" w:rsidP="005B0461">
      <w:r>
        <w:t>289.1326</w:t>
      </w:r>
      <w:r>
        <w:tab/>
        <w:t>5.111e0</w:t>
      </w:r>
    </w:p>
    <w:p w:rsidR="005B0461" w:rsidRDefault="005B0461" w:rsidP="005B0461">
      <w:r>
        <w:t>289.1383</w:t>
      </w:r>
      <w:r>
        <w:tab/>
        <w:t>4.051e0</w:t>
      </w:r>
    </w:p>
    <w:p w:rsidR="005B0461" w:rsidRDefault="005B0461" w:rsidP="005B0461">
      <w:r>
        <w:t>289.1510</w:t>
      </w:r>
      <w:r>
        <w:tab/>
        <w:t>2.369e0</w:t>
      </w:r>
    </w:p>
    <w:p w:rsidR="005B0461" w:rsidRDefault="005B0461" w:rsidP="005B0461">
      <w:r>
        <w:lastRenderedPageBreak/>
        <w:t>289.1893</w:t>
      </w:r>
      <w:r>
        <w:tab/>
        <w:t>1.013e0</w:t>
      </w:r>
    </w:p>
    <w:p w:rsidR="005B0461" w:rsidRDefault="005B0461" w:rsidP="005B0461">
      <w:r>
        <w:t>289.1919</w:t>
      </w:r>
      <w:r>
        <w:tab/>
        <w:t>7.534e0</w:t>
      </w:r>
    </w:p>
    <w:p w:rsidR="005B0461" w:rsidRDefault="005B0461" w:rsidP="005B0461">
      <w:r>
        <w:t>289.1969</w:t>
      </w:r>
      <w:r>
        <w:tab/>
        <w:t>2.611e0</w:t>
      </w:r>
    </w:p>
    <w:p w:rsidR="005B0461" w:rsidRDefault="005B0461" w:rsidP="005B0461">
      <w:r>
        <w:t>289.2118</w:t>
      </w:r>
      <w:r>
        <w:tab/>
        <w:t>4.051e0</w:t>
      </w:r>
    </w:p>
    <w:p w:rsidR="005B0461" w:rsidRDefault="005B0461" w:rsidP="005B0461">
      <w:r>
        <w:t>289.2367</w:t>
      </w:r>
      <w:r>
        <w:tab/>
        <w:t>1.618e0</w:t>
      </w:r>
    </w:p>
    <w:p w:rsidR="005B0461" w:rsidRDefault="005B0461" w:rsidP="005B0461">
      <w:r>
        <w:t>289.2584</w:t>
      </w:r>
      <w:r>
        <w:tab/>
        <w:t>2.025e0</w:t>
      </w:r>
    </w:p>
    <w:p w:rsidR="005B0461" w:rsidRDefault="005B0461" w:rsidP="005B0461">
      <w:r>
        <w:t>289.2616</w:t>
      </w:r>
      <w:r>
        <w:tab/>
        <w:t>1.013e0</w:t>
      </w:r>
    </w:p>
    <w:p w:rsidR="005B0461" w:rsidRDefault="005B0461" w:rsidP="005B0461">
      <w:r>
        <w:t>289.2778</w:t>
      </w:r>
      <w:r>
        <w:tab/>
        <w:t>2.025e0</w:t>
      </w:r>
    </w:p>
    <w:p w:rsidR="005B0461" w:rsidRDefault="005B0461" w:rsidP="005B0461">
      <w:r>
        <w:t>289.2792</w:t>
      </w:r>
      <w:r>
        <w:tab/>
        <w:t>1.013e0</w:t>
      </w:r>
    </w:p>
    <w:p w:rsidR="005B0461" w:rsidRDefault="005B0461" w:rsidP="005B0461">
      <w:r>
        <w:t>289.2932</w:t>
      </w:r>
      <w:r>
        <w:tab/>
        <w:t>1.013e0</w:t>
      </w:r>
    </w:p>
    <w:p w:rsidR="005B0461" w:rsidRDefault="005B0461" w:rsidP="005B0461">
      <w:r>
        <w:t>289.3289</w:t>
      </w:r>
      <w:r>
        <w:tab/>
        <w:t>1.013e0</w:t>
      </w:r>
    </w:p>
    <w:p w:rsidR="005B0461" w:rsidRDefault="005B0461" w:rsidP="005B0461">
      <w:r>
        <w:t>289.3329</w:t>
      </w:r>
      <w:r>
        <w:tab/>
        <w:t>1.013e0</w:t>
      </w:r>
    </w:p>
    <w:p w:rsidR="005B0461" w:rsidRDefault="005B0461" w:rsidP="005B0461">
      <w:r>
        <w:t>289.3479</w:t>
      </w:r>
      <w:r>
        <w:tab/>
        <w:t>1.013e0</w:t>
      </w:r>
    </w:p>
    <w:p w:rsidR="005B0461" w:rsidRDefault="005B0461" w:rsidP="005B0461">
      <w:r>
        <w:t>289.3668</w:t>
      </w:r>
      <w:r>
        <w:tab/>
        <w:t>2.025e0</w:t>
      </w:r>
    </w:p>
    <w:p w:rsidR="005B0461" w:rsidRDefault="005B0461" w:rsidP="005B0461">
      <w:r>
        <w:t>289.3744</w:t>
      </w:r>
      <w:r>
        <w:tab/>
        <w:t>1.013e0</w:t>
      </w:r>
    </w:p>
    <w:p w:rsidR="005B0461" w:rsidRDefault="005B0461" w:rsidP="005B0461">
      <w:r>
        <w:t>289.3803</w:t>
      </w:r>
      <w:r>
        <w:tab/>
        <w:t>2.025e0</w:t>
      </w:r>
    </w:p>
    <w:p w:rsidR="005B0461" w:rsidRDefault="005B0461" w:rsidP="005B0461">
      <w:r>
        <w:t>289.4276</w:t>
      </w:r>
      <w:r>
        <w:tab/>
        <w:t>1.013e0</w:t>
      </w:r>
    </w:p>
    <w:p w:rsidR="005B0461" w:rsidRDefault="005B0461" w:rsidP="005B0461">
      <w:r>
        <w:t>289.4306</w:t>
      </w:r>
      <w:r>
        <w:tab/>
        <w:t>2.025e0</w:t>
      </w:r>
    </w:p>
    <w:p w:rsidR="005B0461" w:rsidRDefault="005B0461" w:rsidP="005B0461">
      <w:r>
        <w:t>289.4379</w:t>
      </w:r>
      <w:r>
        <w:tab/>
        <w:t>1.013e0</w:t>
      </w:r>
    </w:p>
    <w:p w:rsidR="005B0461" w:rsidRDefault="005B0461" w:rsidP="005B0461">
      <w:r>
        <w:lastRenderedPageBreak/>
        <w:t>289.4828</w:t>
      </w:r>
      <w:r>
        <w:tab/>
        <w:t>1.013e0</w:t>
      </w:r>
    </w:p>
    <w:p w:rsidR="005B0461" w:rsidRDefault="005B0461" w:rsidP="005B0461">
      <w:r>
        <w:t>289.4961</w:t>
      </w:r>
      <w:r>
        <w:tab/>
        <w:t>1.013e0</w:t>
      </w:r>
    </w:p>
    <w:p w:rsidR="005B0461" w:rsidRDefault="005B0461" w:rsidP="005B0461">
      <w:r>
        <w:t>289.5185</w:t>
      </w:r>
      <w:r>
        <w:tab/>
        <w:t>1.013e0</w:t>
      </w:r>
    </w:p>
    <w:p w:rsidR="005B0461" w:rsidRDefault="005B0461" w:rsidP="005B0461">
      <w:r>
        <w:t>289.5466</w:t>
      </w:r>
      <w:r>
        <w:tab/>
        <w:t>2.025e0</w:t>
      </w:r>
    </w:p>
    <w:p w:rsidR="005B0461" w:rsidRDefault="005B0461" w:rsidP="005B0461">
      <w:r>
        <w:t>289.5913</w:t>
      </w:r>
      <w:r>
        <w:tab/>
        <w:t>1.013e0</w:t>
      </w:r>
    </w:p>
    <w:p w:rsidR="005B0461" w:rsidRDefault="005B0461" w:rsidP="005B0461">
      <w:r>
        <w:t>289.5966</w:t>
      </w:r>
      <w:r>
        <w:tab/>
        <w:t>1.013e0</w:t>
      </w:r>
    </w:p>
    <w:p w:rsidR="005B0461" w:rsidRDefault="005B0461" w:rsidP="005B0461">
      <w:r>
        <w:t>289.6052</w:t>
      </w:r>
      <w:r>
        <w:tab/>
        <w:t>2.025e0</w:t>
      </w:r>
    </w:p>
    <w:p w:rsidR="005B0461" w:rsidRDefault="005B0461" w:rsidP="005B0461">
      <w:r>
        <w:t>289.6178</w:t>
      </w:r>
      <w:r>
        <w:tab/>
        <w:t>1.013e0</w:t>
      </w:r>
    </w:p>
    <w:p w:rsidR="005B0461" w:rsidRDefault="005B0461" w:rsidP="005B0461">
      <w:r>
        <w:t>289.6284</w:t>
      </w:r>
      <w:r>
        <w:tab/>
        <w:t>1.013e0</w:t>
      </w:r>
    </w:p>
    <w:p w:rsidR="005B0461" w:rsidRDefault="005B0461" w:rsidP="005B0461">
      <w:r>
        <w:t>289.6471</w:t>
      </w:r>
      <w:r>
        <w:tab/>
        <w:t>2.025e0</w:t>
      </w:r>
    </w:p>
    <w:p w:rsidR="005B0461" w:rsidRDefault="005B0461" w:rsidP="005B0461">
      <w:r>
        <w:t>289.6643</w:t>
      </w:r>
      <w:r>
        <w:tab/>
        <w:t>1.013e0</w:t>
      </w:r>
    </w:p>
    <w:p w:rsidR="005B0461" w:rsidRDefault="005B0461" w:rsidP="005B0461">
      <w:r>
        <w:t>289.6763</w:t>
      </w:r>
      <w:r>
        <w:tab/>
        <w:t>2.025e0</w:t>
      </w:r>
    </w:p>
    <w:p w:rsidR="005B0461" w:rsidRDefault="005B0461" w:rsidP="005B0461">
      <w:r>
        <w:t>289.7276</w:t>
      </w:r>
      <w:r>
        <w:tab/>
        <w:t>2.025e0</w:t>
      </w:r>
    </w:p>
    <w:p w:rsidR="005B0461" w:rsidRDefault="005B0461" w:rsidP="005B0461">
      <w:r>
        <w:t>289.7316</w:t>
      </w:r>
      <w:r>
        <w:tab/>
        <w:t>2.025e0</w:t>
      </w:r>
    </w:p>
    <w:p w:rsidR="005B0461" w:rsidRDefault="005B0461" w:rsidP="005B0461">
      <w:r>
        <w:t>289.7375</w:t>
      </w:r>
      <w:r>
        <w:tab/>
        <w:t>2.025e0</w:t>
      </w:r>
    </w:p>
    <w:p w:rsidR="005B0461" w:rsidRDefault="005B0461" w:rsidP="005B0461">
      <w:r>
        <w:t>289.7395</w:t>
      </w:r>
      <w:r>
        <w:tab/>
        <w:t>1.013e0</w:t>
      </w:r>
    </w:p>
    <w:p w:rsidR="005B0461" w:rsidRDefault="005B0461" w:rsidP="005B0461">
      <w:r>
        <w:t>289.7766</w:t>
      </w:r>
      <w:r>
        <w:tab/>
        <w:t>2.025e0</w:t>
      </w:r>
    </w:p>
    <w:p w:rsidR="005B0461" w:rsidRDefault="005B0461" w:rsidP="005B0461">
      <w:r>
        <w:t>289.7985</w:t>
      </w:r>
      <w:r>
        <w:tab/>
        <w:t>3.038e0</w:t>
      </w:r>
    </w:p>
    <w:p w:rsidR="005B0461" w:rsidRDefault="005B0461" w:rsidP="005B0461">
      <w:r>
        <w:t>289.8283</w:t>
      </w:r>
      <w:r>
        <w:tab/>
        <w:t>2.025e0</w:t>
      </w:r>
    </w:p>
    <w:p w:rsidR="005B0461" w:rsidRDefault="005B0461" w:rsidP="005B0461">
      <w:r>
        <w:lastRenderedPageBreak/>
        <w:t>289.8620</w:t>
      </w:r>
      <w:r>
        <w:tab/>
        <w:t>3.038e0</w:t>
      </w:r>
    </w:p>
    <w:p w:rsidR="005B0461" w:rsidRDefault="005B0461" w:rsidP="005B0461">
      <w:r>
        <w:t>289.8815</w:t>
      </w:r>
      <w:r>
        <w:tab/>
        <w:t>2.025e0</w:t>
      </w:r>
    </w:p>
    <w:p w:rsidR="005B0461" w:rsidRDefault="005B0461" w:rsidP="005B0461">
      <w:r>
        <w:t>289.9037</w:t>
      </w:r>
      <w:r>
        <w:tab/>
        <w:t>1.013e0</w:t>
      </w:r>
    </w:p>
    <w:p w:rsidR="005B0461" w:rsidRDefault="005B0461" w:rsidP="005B0461">
      <w:r>
        <w:t>289.9079</w:t>
      </w:r>
      <w:r>
        <w:tab/>
        <w:t>3.038e0</w:t>
      </w:r>
    </w:p>
    <w:p w:rsidR="005B0461" w:rsidRDefault="005B0461" w:rsidP="005B0461">
      <w:r>
        <w:t>289.9153</w:t>
      </w:r>
      <w:r>
        <w:tab/>
        <w:t>2.025e0</w:t>
      </w:r>
    </w:p>
    <w:p w:rsidR="005B0461" w:rsidRDefault="005B0461" w:rsidP="005B0461">
      <w:r>
        <w:t>289.9350</w:t>
      </w:r>
      <w:r>
        <w:tab/>
        <w:t>2.025e0</w:t>
      </w:r>
    </w:p>
    <w:p w:rsidR="005B0461" w:rsidRDefault="005B0461" w:rsidP="005B0461">
      <w:r>
        <w:t>289.9408</w:t>
      </w:r>
      <w:r>
        <w:tab/>
        <w:t>1.013e0</w:t>
      </w:r>
    </w:p>
    <w:p w:rsidR="005B0461" w:rsidRDefault="005B0461" w:rsidP="005B0461">
      <w:r>
        <w:t>289.9468</w:t>
      </w:r>
      <w:r>
        <w:tab/>
        <w:t>2.025e0</w:t>
      </w:r>
    </w:p>
    <w:p w:rsidR="005B0461" w:rsidRDefault="005B0461" w:rsidP="005B0461">
      <w:r>
        <w:t>289.9508</w:t>
      </w:r>
      <w:r>
        <w:tab/>
        <w:t>2.025e0</w:t>
      </w:r>
    </w:p>
    <w:p w:rsidR="005B0461" w:rsidRDefault="005B0461" w:rsidP="005B0461">
      <w:r>
        <w:t>289.9722</w:t>
      </w:r>
      <w:r>
        <w:tab/>
        <w:t>3.038e0</w:t>
      </w:r>
    </w:p>
    <w:p w:rsidR="005B0461" w:rsidRDefault="005B0461" w:rsidP="005B0461">
      <w:r>
        <w:t>290.0049</w:t>
      </w:r>
      <w:r>
        <w:tab/>
        <w:t>3.079e0</w:t>
      </w:r>
    </w:p>
    <w:p w:rsidR="005B0461" w:rsidRDefault="005B0461" w:rsidP="005B0461">
      <w:r>
        <w:t>290.0092</w:t>
      </w:r>
      <w:r>
        <w:tab/>
        <w:t>1.667e0</w:t>
      </w:r>
    </w:p>
    <w:p w:rsidR="005B0461" w:rsidRDefault="005B0461" w:rsidP="005B0461">
      <w:r>
        <w:t>290.0293</w:t>
      </w:r>
      <w:r>
        <w:tab/>
        <w:t>5.697e0</w:t>
      </w:r>
    </w:p>
    <w:p w:rsidR="005B0461" w:rsidRDefault="005B0461" w:rsidP="005B0461">
      <w:r>
        <w:t>290.0473</w:t>
      </w:r>
      <w:r>
        <w:tab/>
        <w:t>8.452e0</w:t>
      </w:r>
    </w:p>
    <w:p w:rsidR="005B0461" w:rsidRDefault="005B0461" w:rsidP="005B0461">
      <w:r>
        <w:t>290.0552</w:t>
      </w:r>
      <w:r>
        <w:tab/>
        <w:t>1.497e0</w:t>
      </w:r>
    </w:p>
    <w:p w:rsidR="005B0461" w:rsidRDefault="005B0461" w:rsidP="005B0461">
      <w:r>
        <w:t>290.1195</w:t>
      </w:r>
      <w:r>
        <w:tab/>
        <w:t>1.922e2</w:t>
      </w:r>
    </w:p>
    <w:p w:rsidR="005B0461" w:rsidRDefault="005B0461" w:rsidP="005B0461">
      <w:r>
        <w:t>290.1216</w:t>
      </w:r>
      <w:r>
        <w:tab/>
        <w:t>9.482e1</w:t>
      </w:r>
    </w:p>
    <w:p w:rsidR="005B0461" w:rsidRDefault="005B0461" w:rsidP="005B0461">
      <w:r>
        <w:t>290.1237</w:t>
      </w:r>
      <w:r>
        <w:tab/>
        <w:t>9.699e1</w:t>
      </w:r>
    </w:p>
    <w:p w:rsidR="005B0461" w:rsidRDefault="005B0461" w:rsidP="005B0461">
      <w:r>
        <w:t>290.2077</w:t>
      </w:r>
      <w:r>
        <w:tab/>
        <w:t>3.428e0</w:t>
      </w:r>
    </w:p>
    <w:p w:rsidR="005B0461" w:rsidRDefault="005B0461" w:rsidP="005B0461">
      <w:r>
        <w:lastRenderedPageBreak/>
        <w:t>290.2130</w:t>
      </w:r>
      <w:r>
        <w:tab/>
        <w:t>4.660e0</w:t>
      </w:r>
    </w:p>
    <w:p w:rsidR="005B0461" w:rsidRDefault="005B0461" w:rsidP="005B0461">
      <w:r>
        <w:t>290.2172</w:t>
      </w:r>
      <w:r>
        <w:tab/>
        <w:t>2.025e0</w:t>
      </w:r>
    </w:p>
    <w:p w:rsidR="005B0461" w:rsidRDefault="005B0461" w:rsidP="005B0461">
      <w:r>
        <w:t>290.2522</w:t>
      </w:r>
      <w:r>
        <w:tab/>
        <w:t>2.025e0</w:t>
      </w:r>
    </w:p>
    <w:p w:rsidR="005B0461" w:rsidRDefault="005B0461" w:rsidP="005B0461">
      <w:r>
        <w:t>290.2540</w:t>
      </w:r>
      <w:r>
        <w:tab/>
        <w:t>4.979e0</w:t>
      </w:r>
    </w:p>
    <w:p w:rsidR="005B0461" w:rsidRDefault="005B0461" w:rsidP="005B0461">
      <w:r>
        <w:t>290.2726</w:t>
      </w:r>
      <w:r>
        <w:tab/>
        <w:t>3.038e0</w:t>
      </w:r>
    </w:p>
    <w:p w:rsidR="005B0461" w:rsidRDefault="005B0461" w:rsidP="005B0461">
      <w:r>
        <w:t>290.2925</w:t>
      </w:r>
      <w:r>
        <w:tab/>
        <w:t>1.013e0</w:t>
      </w:r>
    </w:p>
    <w:p w:rsidR="005B0461" w:rsidRDefault="005B0461" w:rsidP="005B0461">
      <w:r>
        <w:t>290.2971</w:t>
      </w:r>
      <w:r>
        <w:tab/>
        <w:t>4.051e0</w:t>
      </w:r>
    </w:p>
    <w:p w:rsidR="005B0461" w:rsidRDefault="005B0461" w:rsidP="005B0461">
      <w:r>
        <w:t>290.3331</w:t>
      </w:r>
      <w:r>
        <w:tab/>
        <w:t>1.013e0</w:t>
      </w:r>
    </w:p>
    <w:p w:rsidR="005B0461" w:rsidRDefault="005B0461" w:rsidP="005B0461">
      <w:r>
        <w:t>290.3359</w:t>
      </w:r>
      <w:r>
        <w:tab/>
        <w:t>2.025e0</w:t>
      </w:r>
    </w:p>
    <w:p w:rsidR="005B0461" w:rsidRDefault="005B0461" w:rsidP="005B0461">
      <w:r>
        <w:t>290.3425</w:t>
      </w:r>
      <w:r>
        <w:tab/>
        <w:t>2.025e0</w:t>
      </w:r>
    </w:p>
    <w:p w:rsidR="005B0461" w:rsidRDefault="005B0461" w:rsidP="005B0461">
      <w:r>
        <w:t>290.3649</w:t>
      </w:r>
      <w:r>
        <w:tab/>
        <w:t>2.025e0</w:t>
      </w:r>
    </w:p>
    <w:p w:rsidR="005B0461" w:rsidRDefault="005B0461" w:rsidP="005B0461">
      <w:r>
        <w:t>290.3914</w:t>
      </w:r>
      <w:r>
        <w:tab/>
        <w:t>2.025e0</w:t>
      </w:r>
    </w:p>
    <w:p w:rsidR="005B0461" w:rsidRDefault="005B0461" w:rsidP="005B0461">
      <w:r>
        <w:t>290.4109</w:t>
      </w:r>
      <w:r>
        <w:tab/>
        <w:t>1.013e0</w:t>
      </w:r>
    </w:p>
    <w:p w:rsidR="005B0461" w:rsidRDefault="005B0461" w:rsidP="005B0461">
      <w:r>
        <w:t>290.4189</w:t>
      </w:r>
      <w:r>
        <w:tab/>
        <w:t>1.013e0</w:t>
      </w:r>
    </w:p>
    <w:p w:rsidR="005B0461" w:rsidRDefault="005B0461" w:rsidP="005B0461">
      <w:r>
        <w:t>290.4433</w:t>
      </w:r>
      <w:r>
        <w:tab/>
        <w:t>3.038e0</w:t>
      </w:r>
    </w:p>
    <w:p w:rsidR="005B0461" w:rsidRDefault="005B0461" w:rsidP="005B0461">
      <w:r>
        <w:t>290.4708</w:t>
      </w:r>
      <w:r>
        <w:tab/>
        <w:t>4.051e0</w:t>
      </w:r>
    </w:p>
    <w:p w:rsidR="005B0461" w:rsidRDefault="005B0461" w:rsidP="005B0461">
      <w:r>
        <w:t>290.4920</w:t>
      </w:r>
      <w:r>
        <w:tab/>
        <w:t>3.038e0</w:t>
      </w:r>
    </w:p>
    <w:p w:rsidR="005B0461" w:rsidRDefault="005B0461" w:rsidP="005B0461">
      <w:r>
        <w:t>290.5205</w:t>
      </w:r>
      <w:r>
        <w:tab/>
        <w:t>3.038e0</w:t>
      </w:r>
    </w:p>
    <w:p w:rsidR="005B0461" w:rsidRDefault="005B0461" w:rsidP="005B0461">
      <w:r>
        <w:t>290.5311</w:t>
      </w:r>
      <w:r>
        <w:tab/>
        <w:t>2.025e0</w:t>
      </w:r>
    </w:p>
    <w:p w:rsidR="005B0461" w:rsidRDefault="005B0461" w:rsidP="005B0461">
      <w:r>
        <w:lastRenderedPageBreak/>
        <w:t>290.5559</w:t>
      </w:r>
      <w:r>
        <w:tab/>
        <w:t>1.013e0</w:t>
      </w:r>
    </w:p>
    <w:p w:rsidR="005B0461" w:rsidRDefault="005B0461" w:rsidP="005B0461">
      <w:r>
        <w:t>290.6090</w:t>
      </w:r>
      <w:r>
        <w:tab/>
        <w:t>1.013e0</w:t>
      </w:r>
    </w:p>
    <w:p w:rsidR="005B0461" w:rsidRDefault="005B0461" w:rsidP="005B0461">
      <w:r>
        <w:t>290.6213</w:t>
      </w:r>
      <w:r>
        <w:tab/>
        <w:t>3.038e0</w:t>
      </w:r>
    </w:p>
    <w:p w:rsidR="005B0461" w:rsidRDefault="005B0461" w:rsidP="005B0461">
      <w:r>
        <w:t>290.6649</w:t>
      </w:r>
      <w:r>
        <w:tab/>
        <w:t>3.038e0</w:t>
      </w:r>
    </w:p>
    <w:p w:rsidR="005B0461" w:rsidRDefault="005B0461" w:rsidP="005B0461">
      <w:r>
        <w:t>290.6874</w:t>
      </w:r>
      <w:r>
        <w:tab/>
        <w:t>1.013e0</w:t>
      </w:r>
    </w:p>
    <w:p w:rsidR="005B0461" w:rsidRDefault="005B0461" w:rsidP="005B0461">
      <w:r>
        <w:t>290.6940</w:t>
      </w:r>
      <w:r>
        <w:tab/>
        <w:t>4.048e0</w:t>
      </w:r>
    </w:p>
    <w:p w:rsidR="005B0461" w:rsidRDefault="005B0461" w:rsidP="005B0461">
      <w:r>
        <w:t>290.6956</w:t>
      </w:r>
      <w:r>
        <w:tab/>
        <w:t>1.013e0</w:t>
      </w:r>
    </w:p>
    <w:p w:rsidR="005B0461" w:rsidRDefault="005B0461" w:rsidP="005B0461">
      <w:r>
        <w:t>290.7271</w:t>
      </w:r>
      <w:r>
        <w:tab/>
        <w:t>5.063e0</w:t>
      </w:r>
    </w:p>
    <w:p w:rsidR="005B0461" w:rsidRDefault="005B0461" w:rsidP="005B0461">
      <w:r>
        <w:t>290.7286</w:t>
      </w:r>
      <w:r>
        <w:tab/>
        <w:t>3.038e0</w:t>
      </w:r>
    </w:p>
    <w:p w:rsidR="005B0461" w:rsidRDefault="005B0461" w:rsidP="005B0461">
      <w:r>
        <w:t>290.7458</w:t>
      </w:r>
      <w:r>
        <w:tab/>
        <w:t>2.025e0</w:t>
      </w:r>
    </w:p>
    <w:p w:rsidR="005B0461" w:rsidRDefault="005B0461" w:rsidP="005B0461">
      <w:r>
        <w:t>290.7737</w:t>
      </w:r>
      <w:r>
        <w:tab/>
        <w:t>1.013e0</w:t>
      </w:r>
    </w:p>
    <w:p w:rsidR="005B0461" w:rsidRDefault="005B0461" w:rsidP="005B0461">
      <w:r>
        <w:t>290.7926</w:t>
      </w:r>
      <w:r>
        <w:tab/>
        <w:t>2.025e0</w:t>
      </w:r>
    </w:p>
    <w:p w:rsidR="005B0461" w:rsidRDefault="005B0461" w:rsidP="005B0461">
      <w:r>
        <w:t>290.8019</w:t>
      </w:r>
      <w:r>
        <w:tab/>
        <w:t>2.025e0</w:t>
      </w:r>
    </w:p>
    <w:p w:rsidR="005B0461" w:rsidRDefault="005B0461" w:rsidP="005B0461">
      <w:r>
        <w:t>290.8055</w:t>
      </w:r>
      <w:r>
        <w:tab/>
        <w:t>1.013e0</w:t>
      </w:r>
    </w:p>
    <w:p w:rsidR="005B0461" w:rsidRDefault="005B0461" w:rsidP="005B0461">
      <w:r>
        <w:t>290.8374</w:t>
      </w:r>
      <w:r>
        <w:tab/>
        <w:t>1.013e0</w:t>
      </w:r>
    </w:p>
    <w:p w:rsidR="005B0461" w:rsidRDefault="005B0461" w:rsidP="005B0461">
      <w:r>
        <w:t>290.8667</w:t>
      </w:r>
      <w:r>
        <w:tab/>
        <w:t>3.038e0</w:t>
      </w:r>
    </w:p>
    <w:p w:rsidR="005B0461" w:rsidRDefault="005B0461" w:rsidP="005B0461">
      <w:r>
        <w:t>290.8693</w:t>
      </w:r>
      <w:r>
        <w:tab/>
        <w:t>1.013e0</w:t>
      </w:r>
    </w:p>
    <w:p w:rsidR="005B0461" w:rsidRDefault="005B0461" w:rsidP="005B0461">
      <w:r>
        <w:t>290.8717</w:t>
      </w:r>
      <w:r>
        <w:tab/>
        <w:t>3.038e0</w:t>
      </w:r>
    </w:p>
    <w:p w:rsidR="005B0461" w:rsidRDefault="005B0461" w:rsidP="005B0461">
      <w:r>
        <w:t>290.8749</w:t>
      </w:r>
      <w:r>
        <w:tab/>
        <w:t>4.051e0</w:t>
      </w:r>
    </w:p>
    <w:p w:rsidR="005B0461" w:rsidRDefault="005B0461" w:rsidP="005B0461">
      <w:r>
        <w:lastRenderedPageBreak/>
        <w:t>290.9074</w:t>
      </w:r>
      <w:r>
        <w:tab/>
        <w:t>3.038e0</w:t>
      </w:r>
    </w:p>
    <w:p w:rsidR="005B0461" w:rsidRDefault="005B0461" w:rsidP="005B0461">
      <w:r>
        <w:t>290.9224</w:t>
      </w:r>
      <w:r>
        <w:tab/>
        <w:t>2.025e0</w:t>
      </w:r>
    </w:p>
    <w:p w:rsidR="005B0461" w:rsidRDefault="005B0461" w:rsidP="005B0461">
      <w:r>
        <w:t>290.9268</w:t>
      </w:r>
      <w:r>
        <w:tab/>
        <w:t>3.038e0</w:t>
      </w:r>
    </w:p>
    <w:p w:rsidR="005B0461" w:rsidRDefault="005B0461" w:rsidP="005B0461">
      <w:r>
        <w:t>290.9496</w:t>
      </w:r>
      <w:r>
        <w:tab/>
        <w:t>3.038e0</w:t>
      </w:r>
    </w:p>
    <w:p w:rsidR="005B0461" w:rsidRDefault="005B0461" w:rsidP="005B0461">
      <w:r>
        <w:t>290.9600</w:t>
      </w:r>
      <w:r>
        <w:tab/>
        <w:t>4.051e0</w:t>
      </w:r>
    </w:p>
    <w:p w:rsidR="005B0461" w:rsidRDefault="005B0461" w:rsidP="005B0461">
      <w:r>
        <w:t>290.9890</w:t>
      </w:r>
      <w:r>
        <w:tab/>
        <w:t>3.038e0</w:t>
      </w:r>
    </w:p>
    <w:p w:rsidR="005B0461" w:rsidRDefault="005B0461" w:rsidP="005B0461">
      <w:r>
        <w:t>291.0157</w:t>
      </w:r>
      <w:r>
        <w:tab/>
        <w:t>1.617e0</w:t>
      </w:r>
    </w:p>
    <w:p w:rsidR="005B0461" w:rsidRDefault="005B0461" w:rsidP="005B0461">
      <w:r>
        <w:t>291.0185</w:t>
      </w:r>
      <w:r>
        <w:tab/>
        <w:t>4.051e0</w:t>
      </w:r>
    </w:p>
    <w:p w:rsidR="005B0461" w:rsidRDefault="005B0461" w:rsidP="005B0461">
      <w:r>
        <w:t>291.0393</w:t>
      </w:r>
      <w:r>
        <w:tab/>
        <w:t>1.964e0</w:t>
      </w:r>
    </w:p>
    <w:p w:rsidR="005B0461" w:rsidRDefault="005B0461" w:rsidP="005B0461">
      <w:r>
        <w:t>291.0619</w:t>
      </w:r>
      <w:r>
        <w:tab/>
        <w:t>7.172e0</w:t>
      </w:r>
    </w:p>
    <w:p w:rsidR="005B0461" w:rsidRDefault="005B0461" w:rsidP="005B0461">
      <w:r>
        <w:t>291.0888</w:t>
      </w:r>
      <w:r>
        <w:tab/>
        <w:t>8.101e0</w:t>
      </w:r>
    </w:p>
    <w:p w:rsidR="005B0461" w:rsidRDefault="005B0461" w:rsidP="005B0461">
      <w:r>
        <w:t>291.1246</w:t>
      </w:r>
      <w:r>
        <w:tab/>
        <w:t>5.112e1</w:t>
      </w:r>
    </w:p>
    <w:p w:rsidR="005B0461" w:rsidRDefault="005B0461" w:rsidP="005B0461">
      <w:r>
        <w:t>291.1268</w:t>
      </w:r>
      <w:r>
        <w:tab/>
        <w:t>5.212e1</w:t>
      </w:r>
    </w:p>
    <w:p w:rsidR="005B0461" w:rsidRDefault="005B0461" w:rsidP="005B0461">
      <w:r>
        <w:t>291.1900</w:t>
      </w:r>
      <w:r>
        <w:tab/>
        <w:t>2.602e0</w:t>
      </w:r>
    </w:p>
    <w:p w:rsidR="005B0461" w:rsidRDefault="005B0461" w:rsidP="005B0461">
      <w:r>
        <w:t>291.1935</w:t>
      </w:r>
      <w:r>
        <w:tab/>
        <w:t>3.038e0</w:t>
      </w:r>
    </w:p>
    <w:p w:rsidR="005B0461" w:rsidRDefault="005B0461" w:rsidP="005B0461">
      <w:r>
        <w:t>291.2061</w:t>
      </w:r>
      <w:r>
        <w:tab/>
        <w:t>6.907e0</w:t>
      </w:r>
    </w:p>
    <w:p w:rsidR="005B0461" w:rsidRDefault="005B0461" w:rsidP="005B0461">
      <w:r>
        <w:t>291.2095</w:t>
      </w:r>
      <w:r>
        <w:tab/>
        <w:t>2.747e0</w:t>
      </w:r>
    </w:p>
    <w:p w:rsidR="005B0461" w:rsidRDefault="005B0461" w:rsidP="005B0461">
      <w:r>
        <w:t>291.2411</w:t>
      </w:r>
      <w:r>
        <w:tab/>
        <w:t>5.063e0</w:t>
      </w:r>
    </w:p>
    <w:p w:rsidR="005B0461" w:rsidRDefault="005B0461" w:rsidP="005B0461">
      <w:r>
        <w:t>291.2503</w:t>
      </w:r>
      <w:r>
        <w:tab/>
        <w:t>3.779e0</w:t>
      </w:r>
    </w:p>
    <w:p w:rsidR="005B0461" w:rsidRDefault="005B0461" w:rsidP="005B0461">
      <w:r>
        <w:lastRenderedPageBreak/>
        <w:t>291.2999</w:t>
      </w:r>
      <w:r>
        <w:tab/>
        <w:t>1.013e0</w:t>
      </w:r>
    </w:p>
    <w:p w:rsidR="005B0461" w:rsidRDefault="005B0461" w:rsidP="005B0461">
      <w:r>
        <w:t>291.3080</w:t>
      </w:r>
      <w:r>
        <w:tab/>
        <w:t>1.013e0</w:t>
      </w:r>
    </w:p>
    <w:p w:rsidR="005B0461" w:rsidRDefault="005B0461" w:rsidP="005B0461">
      <w:r>
        <w:t>291.3318</w:t>
      </w:r>
      <w:r>
        <w:tab/>
        <w:t>1.013e0</w:t>
      </w:r>
    </w:p>
    <w:p w:rsidR="005B0461" w:rsidRDefault="005B0461" w:rsidP="005B0461">
      <w:r>
        <w:t>291.3397</w:t>
      </w:r>
      <w:r>
        <w:tab/>
        <w:t>1.013e0</w:t>
      </w:r>
    </w:p>
    <w:p w:rsidR="005B0461" w:rsidRDefault="005B0461" w:rsidP="005B0461">
      <w:r>
        <w:t>291.3438</w:t>
      </w:r>
      <w:r>
        <w:tab/>
        <w:t>1.013e0</w:t>
      </w:r>
    </w:p>
    <w:p w:rsidR="005B0461" w:rsidRDefault="005B0461" w:rsidP="005B0461">
      <w:r>
        <w:t>291.3585</w:t>
      </w:r>
      <w:r>
        <w:tab/>
        <w:t>1.013e0</w:t>
      </w:r>
    </w:p>
    <w:p w:rsidR="005B0461" w:rsidRDefault="005B0461" w:rsidP="005B0461">
      <w:r>
        <w:t>291.3739</w:t>
      </w:r>
      <w:r>
        <w:tab/>
        <w:t>2.025e0</w:t>
      </w:r>
    </w:p>
    <w:p w:rsidR="005B0461" w:rsidRDefault="005B0461" w:rsidP="005B0461">
      <w:r>
        <w:t>291.3797</w:t>
      </w:r>
      <w:r>
        <w:tab/>
        <w:t>1.013e0</w:t>
      </w:r>
    </w:p>
    <w:p w:rsidR="005B0461" w:rsidRDefault="005B0461" w:rsidP="005B0461">
      <w:r>
        <w:t>291.3850</w:t>
      </w:r>
      <w:r>
        <w:tab/>
        <w:t>1.013e0</w:t>
      </w:r>
    </w:p>
    <w:p w:rsidR="005B0461" w:rsidRDefault="005B0461" w:rsidP="005B0461">
      <w:r>
        <w:t>291.3904</w:t>
      </w:r>
      <w:r>
        <w:tab/>
        <w:t>1.013e0</w:t>
      </w:r>
    </w:p>
    <w:p w:rsidR="005B0461" w:rsidRDefault="005B0461" w:rsidP="005B0461">
      <w:r>
        <w:t>291.4117</w:t>
      </w:r>
      <w:r>
        <w:tab/>
        <w:t>1.013e0</w:t>
      </w:r>
    </w:p>
    <w:p w:rsidR="005B0461" w:rsidRDefault="005B0461" w:rsidP="005B0461">
      <w:r>
        <w:t>291.4266</w:t>
      </w:r>
      <w:r>
        <w:tab/>
        <w:t>1.013e0</w:t>
      </w:r>
    </w:p>
    <w:p w:rsidR="005B0461" w:rsidRDefault="005B0461" w:rsidP="005B0461">
      <w:r>
        <w:t>291.4347</w:t>
      </w:r>
      <w:r>
        <w:tab/>
        <w:t>1.013e0</w:t>
      </w:r>
    </w:p>
    <w:p w:rsidR="005B0461" w:rsidRDefault="005B0461" w:rsidP="005B0461">
      <w:r>
        <w:t>291.4530</w:t>
      </w:r>
      <w:r>
        <w:tab/>
        <w:t>2.025e0</w:t>
      </w:r>
    </w:p>
    <w:p w:rsidR="005B0461" w:rsidRDefault="005B0461" w:rsidP="005B0461">
      <w:r>
        <w:t>291.4663</w:t>
      </w:r>
      <w:r>
        <w:tab/>
        <w:t>2.025e0</w:t>
      </w:r>
    </w:p>
    <w:p w:rsidR="005B0461" w:rsidRDefault="005B0461" w:rsidP="005B0461">
      <w:r>
        <w:t>291.4980</w:t>
      </w:r>
      <w:r>
        <w:tab/>
        <w:t>2.025e0</w:t>
      </w:r>
    </w:p>
    <w:p w:rsidR="005B0461" w:rsidRDefault="005B0461" w:rsidP="005B0461">
      <w:r>
        <w:t>291.5021</w:t>
      </w:r>
      <w:r>
        <w:tab/>
        <w:t>1.013e0</w:t>
      </w:r>
    </w:p>
    <w:p w:rsidR="005B0461" w:rsidRDefault="005B0461" w:rsidP="005B0461">
      <w:r>
        <w:t>291.5128</w:t>
      </w:r>
      <w:r>
        <w:tab/>
        <w:t>1.013e0</w:t>
      </w:r>
    </w:p>
    <w:p w:rsidR="005B0461" w:rsidRDefault="005B0461" w:rsidP="005B0461">
      <w:r>
        <w:t>291.5714</w:t>
      </w:r>
      <w:r>
        <w:tab/>
        <w:t>1.013e0</w:t>
      </w:r>
    </w:p>
    <w:p w:rsidR="005B0461" w:rsidRDefault="005B0461" w:rsidP="005B0461">
      <w:r>
        <w:lastRenderedPageBreak/>
        <w:t>291.5736</w:t>
      </w:r>
      <w:r>
        <w:tab/>
        <w:t>2.025e0</w:t>
      </w:r>
    </w:p>
    <w:p w:rsidR="005B0461" w:rsidRDefault="005B0461" w:rsidP="005B0461">
      <w:r>
        <w:t>291.5927</w:t>
      </w:r>
      <w:r>
        <w:tab/>
        <w:t>1.013e0</w:t>
      </w:r>
    </w:p>
    <w:p w:rsidR="005B0461" w:rsidRDefault="005B0461" w:rsidP="005B0461">
      <w:r>
        <w:t>291.6125</w:t>
      </w:r>
      <w:r>
        <w:tab/>
        <w:t>2.025e0</w:t>
      </w:r>
    </w:p>
    <w:p w:rsidR="005B0461" w:rsidRDefault="005B0461" w:rsidP="005B0461">
      <w:r>
        <w:t>291.6372</w:t>
      </w:r>
      <w:r>
        <w:tab/>
        <w:t>2.025e0</w:t>
      </w:r>
    </w:p>
    <w:p w:rsidR="005B0461" w:rsidRDefault="005B0461" w:rsidP="005B0461">
      <w:r>
        <w:t>291.6619</w:t>
      </w:r>
      <w:r>
        <w:tab/>
        <w:t>1.013e0</w:t>
      </w:r>
    </w:p>
    <w:p w:rsidR="005B0461" w:rsidRDefault="005B0461" w:rsidP="005B0461">
      <w:r>
        <w:t>291.7209</w:t>
      </w:r>
      <w:r>
        <w:tab/>
        <w:t>3.038e0</w:t>
      </w:r>
    </w:p>
    <w:p w:rsidR="005B0461" w:rsidRDefault="005B0461" w:rsidP="005B0461">
      <w:r>
        <w:t>291.7258</w:t>
      </w:r>
      <w:r>
        <w:tab/>
        <w:t>1.013e0</w:t>
      </w:r>
    </w:p>
    <w:p w:rsidR="005B0461" w:rsidRDefault="005B0461" w:rsidP="005B0461">
      <w:r>
        <w:t>291.7628</w:t>
      </w:r>
      <w:r>
        <w:tab/>
        <w:t>1.013e0</w:t>
      </w:r>
    </w:p>
    <w:p w:rsidR="005B0461" w:rsidRDefault="005B0461" w:rsidP="005B0461">
      <w:r>
        <w:t>291.7708</w:t>
      </w:r>
      <w:r>
        <w:tab/>
        <w:t>1.013e0</w:t>
      </w:r>
    </w:p>
    <w:p w:rsidR="005B0461" w:rsidRDefault="005B0461" w:rsidP="005B0461">
      <w:r>
        <w:t>291.8030</w:t>
      </w:r>
      <w:r>
        <w:tab/>
        <w:t>4.051e0</w:t>
      </w:r>
    </w:p>
    <w:p w:rsidR="005B0461" w:rsidRDefault="005B0461" w:rsidP="005B0461">
      <w:r>
        <w:t>291.8179</w:t>
      </w:r>
      <w:r>
        <w:tab/>
        <w:t>2.025e0</w:t>
      </w:r>
    </w:p>
    <w:p w:rsidR="005B0461" w:rsidRDefault="005B0461" w:rsidP="005B0461">
      <w:r>
        <w:t>291.8235</w:t>
      </w:r>
      <w:r>
        <w:tab/>
        <w:t>2.025e0</w:t>
      </w:r>
    </w:p>
    <w:p w:rsidR="005B0461" w:rsidRDefault="005B0461" w:rsidP="005B0461">
      <w:r>
        <w:t>291.8293</w:t>
      </w:r>
      <w:r>
        <w:tab/>
        <w:t>2.025e0</w:t>
      </w:r>
    </w:p>
    <w:p w:rsidR="005B0461" w:rsidRDefault="005B0461" w:rsidP="005B0461">
      <w:r>
        <w:t>291.8512</w:t>
      </w:r>
      <w:r>
        <w:tab/>
        <w:t>2.025e0</w:t>
      </w:r>
    </w:p>
    <w:p w:rsidR="005B0461" w:rsidRDefault="005B0461" w:rsidP="005B0461">
      <w:r>
        <w:t>291.8750</w:t>
      </w:r>
      <w:r>
        <w:tab/>
        <w:t>1.013e0</w:t>
      </w:r>
    </w:p>
    <w:p w:rsidR="005B0461" w:rsidRDefault="005B0461" w:rsidP="005B0461">
      <w:r>
        <w:t>291.9250</w:t>
      </w:r>
      <w:r>
        <w:tab/>
        <w:t>1.013e0</w:t>
      </w:r>
    </w:p>
    <w:p w:rsidR="005B0461" w:rsidRDefault="005B0461" w:rsidP="005B0461">
      <w:r>
        <w:t>291.9290</w:t>
      </w:r>
      <w:r>
        <w:tab/>
        <w:t>1.013e0</w:t>
      </w:r>
    </w:p>
    <w:p w:rsidR="005B0461" w:rsidRDefault="005B0461" w:rsidP="005B0461">
      <w:r>
        <w:t>291.9486</w:t>
      </w:r>
      <w:r>
        <w:tab/>
        <w:t>1.013e0</w:t>
      </w:r>
    </w:p>
    <w:p w:rsidR="005B0461" w:rsidRDefault="005B0461" w:rsidP="005B0461">
      <w:r>
        <w:t>291.9606</w:t>
      </w:r>
      <w:r>
        <w:tab/>
        <w:t>1.013e0</w:t>
      </w:r>
    </w:p>
    <w:p w:rsidR="005B0461" w:rsidRDefault="005B0461" w:rsidP="005B0461">
      <w:r>
        <w:lastRenderedPageBreak/>
        <w:t>291.9709</w:t>
      </w:r>
      <w:r>
        <w:tab/>
        <w:t>1.013e0</w:t>
      </w:r>
    </w:p>
    <w:p w:rsidR="005B0461" w:rsidRDefault="005B0461" w:rsidP="005B0461">
      <w:r>
        <w:t>291.9735</w:t>
      </w:r>
      <w:r>
        <w:tab/>
        <w:t>6.076e0</w:t>
      </w:r>
    </w:p>
    <w:p w:rsidR="005B0461" w:rsidRDefault="005B0461" w:rsidP="005B0461">
      <w:r>
        <w:t>291.9981</w:t>
      </w:r>
      <w:r>
        <w:tab/>
        <w:t>1.862e0</w:t>
      </w:r>
    </w:p>
    <w:p w:rsidR="005B0461" w:rsidRDefault="005B0461" w:rsidP="005B0461">
      <w:r>
        <w:t>292.0020</w:t>
      </w:r>
      <w:r>
        <w:tab/>
        <w:t>4.051e0</w:t>
      </w:r>
    </w:p>
    <w:p w:rsidR="005B0461" w:rsidRDefault="005B0461" w:rsidP="005B0461">
      <w:r>
        <w:t>292.0053</w:t>
      </w:r>
      <w:r>
        <w:tab/>
        <w:t>3.038e0</w:t>
      </w:r>
    </w:p>
    <w:p w:rsidR="005B0461" w:rsidRDefault="005B0461" w:rsidP="005B0461">
      <w:r>
        <w:t>292.0281</w:t>
      </w:r>
      <w:r>
        <w:tab/>
        <w:t>4.050e0</w:t>
      </w:r>
    </w:p>
    <w:p w:rsidR="005B0461" w:rsidRDefault="005B0461" w:rsidP="005B0461">
      <w:r>
        <w:t>292.0434</w:t>
      </w:r>
      <w:r>
        <w:tab/>
        <w:t>2.629e0</w:t>
      </w:r>
    </w:p>
    <w:p w:rsidR="005B0461" w:rsidRDefault="005B0461" w:rsidP="005B0461">
      <w:r>
        <w:t>292.0501</w:t>
      </w:r>
      <w:r>
        <w:tab/>
        <w:t>4.932e0</w:t>
      </w:r>
    </w:p>
    <w:p w:rsidR="005B0461" w:rsidRDefault="005B0461" w:rsidP="005B0461">
      <w:r>
        <w:t>292.0561</w:t>
      </w:r>
      <w:r>
        <w:tab/>
        <w:t>4.051e0</w:t>
      </w:r>
    </w:p>
    <w:p w:rsidR="005B0461" w:rsidRDefault="005B0461" w:rsidP="005B0461">
      <w:r>
        <w:t>292.0955</w:t>
      </w:r>
      <w:r>
        <w:tab/>
        <w:t>5.747e0</w:t>
      </w:r>
    </w:p>
    <w:p w:rsidR="005B0461" w:rsidRDefault="005B0461" w:rsidP="005B0461">
      <w:r>
        <w:t>292.1095</w:t>
      </w:r>
      <w:r>
        <w:tab/>
        <w:t>1.253e1</w:t>
      </w:r>
    </w:p>
    <w:p w:rsidR="005B0461" w:rsidRDefault="005B0461" w:rsidP="005B0461">
      <w:r>
        <w:t>292.1121</w:t>
      </w:r>
      <w:r>
        <w:tab/>
        <w:t>8.761e0</w:t>
      </w:r>
    </w:p>
    <w:p w:rsidR="005B0461" w:rsidRDefault="005B0461" w:rsidP="005B0461">
      <w:r>
        <w:t>292.1195</w:t>
      </w:r>
      <w:r>
        <w:tab/>
        <w:t>3.982e0</w:t>
      </w:r>
    </w:p>
    <w:p w:rsidR="005B0461" w:rsidRDefault="005B0461" w:rsidP="005B0461">
      <w:r>
        <w:t>292.1374</w:t>
      </w:r>
      <w:r>
        <w:tab/>
        <w:t>3.853e0</w:t>
      </w:r>
    </w:p>
    <w:p w:rsidR="005B0461" w:rsidRDefault="005B0461" w:rsidP="005B0461">
      <w:r>
        <w:t>292.1406</w:t>
      </w:r>
      <w:r>
        <w:tab/>
        <w:t>4.051e0</w:t>
      </w:r>
    </w:p>
    <w:p w:rsidR="005B0461" w:rsidRDefault="005B0461" w:rsidP="005B0461">
      <w:r>
        <w:t>292.1522</w:t>
      </w:r>
      <w:r>
        <w:tab/>
        <w:t>1.612e0</w:t>
      </w:r>
    </w:p>
    <w:p w:rsidR="005B0461" w:rsidRDefault="005B0461" w:rsidP="005B0461">
      <w:r>
        <w:t>292.1870</w:t>
      </w:r>
      <w:r>
        <w:tab/>
        <w:t>5.286e0</w:t>
      </w:r>
    </w:p>
    <w:p w:rsidR="005B0461" w:rsidRDefault="005B0461" w:rsidP="005B0461">
      <w:r>
        <w:t>292.1997</w:t>
      </w:r>
      <w:r>
        <w:tab/>
        <w:t>1.977e0</w:t>
      </w:r>
    </w:p>
    <w:p w:rsidR="005B0461" w:rsidRDefault="005B0461" w:rsidP="005B0461">
      <w:r>
        <w:t>292.2066</w:t>
      </w:r>
      <w:r>
        <w:tab/>
        <w:t>1.666e0</w:t>
      </w:r>
    </w:p>
    <w:p w:rsidR="005B0461" w:rsidRDefault="005B0461" w:rsidP="005B0461">
      <w:r>
        <w:lastRenderedPageBreak/>
        <w:t>292.2274</w:t>
      </w:r>
      <w:r>
        <w:tab/>
        <w:t>5.063e0</w:t>
      </w:r>
    </w:p>
    <w:p w:rsidR="005B0461" w:rsidRDefault="005B0461" w:rsidP="005B0461">
      <w:r>
        <w:t>292.2314</w:t>
      </w:r>
      <w:r>
        <w:tab/>
        <w:t>1.906e0</w:t>
      </w:r>
    </w:p>
    <w:p w:rsidR="005B0461" w:rsidRDefault="005B0461" w:rsidP="005B0461">
      <w:r>
        <w:t>292.2422</w:t>
      </w:r>
      <w:r>
        <w:tab/>
        <w:t>1.464e0</w:t>
      </w:r>
    </w:p>
    <w:p w:rsidR="005B0461" w:rsidRDefault="005B0461" w:rsidP="005B0461">
      <w:r>
        <w:t>292.2737</w:t>
      </w:r>
      <w:r>
        <w:tab/>
        <w:t>5.063e0</w:t>
      </w:r>
    </w:p>
    <w:p w:rsidR="005B0461" w:rsidRDefault="005B0461" w:rsidP="005B0461">
      <w:r>
        <w:t>292.2776</w:t>
      </w:r>
      <w:r>
        <w:tab/>
        <w:t>4.655e0</w:t>
      </w:r>
    </w:p>
    <w:p w:rsidR="005B0461" w:rsidRDefault="005B0461" w:rsidP="005B0461">
      <w:r>
        <w:t>292.2854</w:t>
      </w:r>
      <w:r>
        <w:tab/>
        <w:t>5.063e0</w:t>
      </w:r>
    </w:p>
    <w:p w:rsidR="005B0461" w:rsidRDefault="005B0461" w:rsidP="005B0461">
      <w:r>
        <w:t>292.3165</w:t>
      </w:r>
      <w:r>
        <w:tab/>
        <w:t>1.013e0</w:t>
      </w:r>
    </w:p>
    <w:p w:rsidR="005B0461" w:rsidRDefault="005B0461" w:rsidP="005B0461">
      <w:r>
        <w:t>292.3205</w:t>
      </w:r>
      <w:r>
        <w:tab/>
        <w:t>1.013e0</w:t>
      </w:r>
    </w:p>
    <w:p w:rsidR="005B0461" w:rsidRDefault="005B0461" w:rsidP="005B0461">
      <w:r>
        <w:t>292.3316</w:t>
      </w:r>
      <w:r>
        <w:tab/>
        <w:t>2.025e0</w:t>
      </w:r>
    </w:p>
    <w:p w:rsidR="005B0461" w:rsidRDefault="005B0461" w:rsidP="005B0461">
      <w:r>
        <w:t>292.3336</w:t>
      </w:r>
      <w:r>
        <w:tab/>
        <w:t>1.013e0</w:t>
      </w:r>
    </w:p>
    <w:p w:rsidR="005B0461" w:rsidRDefault="005B0461" w:rsidP="005B0461">
      <w:r>
        <w:t>292.3562</w:t>
      </w:r>
      <w:r>
        <w:tab/>
        <w:t>1.013e0</w:t>
      </w:r>
    </w:p>
    <w:p w:rsidR="005B0461" w:rsidRDefault="005B0461" w:rsidP="005B0461">
      <w:r>
        <w:t>292.3659</w:t>
      </w:r>
      <w:r>
        <w:tab/>
        <w:t>3.038e0</w:t>
      </w:r>
    </w:p>
    <w:p w:rsidR="005B0461" w:rsidRDefault="005B0461" w:rsidP="005B0461">
      <w:r>
        <w:t>292.3702</w:t>
      </w:r>
      <w:r>
        <w:tab/>
        <w:t>2.025e0</w:t>
      </w:r>
    </w:p>
    <w:p w:rsidR="005B0461" w:rsidRDefault="005B0461" w:rsidP="005B0461">
      <w:r>
        <w:t>292.3923</w:t>
      </w:r>
      <w:r>
        <w:tab/>
        <w:t>1.013e0</w:t>
      </w:r>
    </w:p>
    <w:p w:rsidR="005B0461" w:rsidRDefault="005B0461" w:rsidP="005B0461">
      <w:r>
        <w:t>292.3977</w:t>
      </w:r>
      <w:r>
        <w:tab/>
        <w:t>1.013e0</w:t>
      </w:r>
    </w:p>
    <w:p w:rsidR="005B0461" w:rsidRDefault="005B0461" w:rsidP="005B0461">
      <w:r>
        <w:t>292.4585</w:t>
      </w:r>
      <w:r>
        <w:tab/>
        <w:t>3.038e0</w:t>
      </w:r>
    </w:p>
    <w:p w:rsidR="005B0461" w:rsidRDefault="005B0461" w:rsidP="005B0461">
      <w:r>
        <w:t>292.4813</w:t>
      </w:r>
      <w:r>
        <w:tab/>
        <w:t>2.025e0</w:t>
      </w:r>
    </w:p>
    <w:p w:rsidR="005B0461" w:rsidRDefault="005B0461" w:rsidP="005B0461">
      <w:r>
        <w:t>292.4911</w:t>
      </w:r>
      <w:r>
        <w:tab/>
        <w:t>3.038e0</w:t>
      </w:r>
    </w:p>
    <w:p w:rsidR="005B0461" w:rsidRDefault="005B0461" w:rsidP="005B0461">
      <w:r>
        <w:t>292.5472</w:t>
      </w:r>
      <w:r>
        <w:tab/>
        <w:t>1.013e0</w:t>
      </w:r>
    </w:p>
    <w:p w:rsidR="005B0461" w:rsidRDefault="005B0461" w:rsidP="005B0461">
      <w:r>
        <w:lastRenderedPageBreak/>
        <w:t>292.5525</w:t>
      </w:r>
      <w:r>
        <w:tab/>
        <w:t>1.013e0</w:t>
      </w:r>
    </w:p>
    <w:p w:rsidR="005B0461" w:rsidRDefault="005B0461" w:rsidP="005B0461">
      <w:r>
        <w:t>292.5579</w:t>
      </w:r>
      <w:r>
        <w:tab/>
        <w:t>1.013e0</w:t>
      </w:r>
    </w:p>
    <w:p w:rsidR="005B0461" w:rsidRDefault="005B0461" w:rsidP="005B0461">
      <w:r>
        <w:t>292.5699</w:t>
      </w:r>
      <w:r>
        <w:tab/>
        <w:t>2.025e0</w:t>
      </w:r>
    </w:p>
    <w:p w:rsidR="005B0461" w:rsidRDefault="005B0461" w:rsidP="005B0461">
      <w:r>
        <w:t>292.6059</w:t>
      </w:r>
      <w:r>
        <w:tab/>
        <w:t>2.025e0</w:t>
      </w:r>
    </w:p>
    <w:p w:rsidR="005B0461" w:rsidRDefault="005B0461" w:rsidP="005B0461">
      <w:r>
        <w:t>292.6070</w:t>
      </w:r>
      <w:r>
        <w:tab/>
        <w:t>2.025e0</w:t>
      </w:r>
    </w:p>
    <w:p w:rsidR="005B0461" w:rsidRDefault="005B0461" w:rsidP="005B0461">
      <w:r>
        <w:t>292.6113</w:t>
      </w:r>
      <w:r>
        <w:tab/>
        <w:t>1.013e0</w:t>
      </w:r>
    </w:p>
    <w:p w:rsidR="005B0461" w:rsidRDefault="005B0461" w:rsidP="005B0461">
      <w:r>
        <w:t>292.6323</w:t>
      </w:r>
      <w:r>
        <w:tab/>
        <w:t>3.038e0</w:t>
      </w:r>
    </w:p>
    <w:p w:rsidR="005B0461" w:rsidRDefault="005B0461" w:rsidP="005B0461">
      <w:r>
        <w:t>292.6388</w:t>
      </w:r>
      <w:r>
        <w:tab/>
        <w:t>2.025e0</w:t>
      </w:r>
    </w:p>
    <w:p w:rsidR="005B0461" w:rsidRDefault="005B0461" w:rsidP="005B0461">
      <w:r>
        <w:t>292.6806</w:t>
      </w:r>
      <w:r>
        <w:tab/>
        <w:t>1.013e0</w:t>
      </w:r>
    </w:p>
    <w:p w:rsidR="005B0461" w:rsidRDefault="005B0461" w:rsidP="005B0461">
      <w:r>
        <w:t>292.6967</w:t>
      </w:r>
      <w:r>
        <w:tab/>
        <w:t>1.013e0</w:t>
      </w:r>
    </w:p>
    <w:p w:rsidR="005B0461" w:rsidRDefault="005B0461" w:rsidP="005B0461">
      <w:r>
        <w:t>292.7024</w:t>
      </w:r>
      <w:r>
        <w:tab/>
        <w:t>2.025e0</w:t>
      </w:r>
    </w:p>
    <w:p w:rsidR="005B0461" w:rsidRDefault="005B0461" w:rsidP="005B0461">
      <w:r>
        <w:t>292.7288</w:t>
      </w:r>
      <w:r>
        <w:tab/>
        <w:t>1.013e0</w:t>
      </w:r>
    </w:p>
    <w:p w:rsidR="005B0461" w:rsidRDefault="005B0461" w:rsidP="005B0461">
      <w:r>
        <w:t>292.7329</w:t>
      </w:r>
      <w:r>
        <w:tab/>
        <w:t>3.038e0</w:t>
      </w:r>
    </w:p>
    <w:p w:rsidR="005B0461" w:rsidRDefault="005B0461" w:rsidP="005B0461">
      <w:r>
        <w:t>292.7340</w:t>
      </w:r>
      <w:r>
        <w:tab/>
        <w:t>2.025e0</w:t>
      </w:r>
    </w:p>
    <w:p w:rsidR="005B0461" w:rsidRDefault="005B0461" w:rsidP="005B0461">
      <w:r>
        <w:t>292.7487</w:t>
      </w:r>
      <w:r>
        <w:tab/>
        <w:t>3.038e0</w:t>
      </w:r>
    </w:p>
    <w:p w:rsidR="005B0461" w:rsidRDefault="005B0461" w:rsidP="005B0461">
      <w:r>
        <w:t>292.7982</w:t>
      </w:r>
      <w:r>
        <w:tab/>
        <w:t>1.013e0</w:t>
      </w:r>
    </w:p>
    <w:p w:rsidR="005B0461" w:rsidRDefault="005B0461" w:rsidP="005B0461">
      <w:r>
        <w:t>292.8039</w:t>
      </w:r>
      <w:r>
        <w:tab/>
        <w:t>3.038e0</w:t>
      </w:r>
    </w:p>
    <w:p w:rsidR="005B0461" w:rsidRDefault="005B0461" w:rsidP="005B0461">
      <w:r>
        <w:t>292.8073</w:t>
      </w:r>
      <w:r>
        <w:tab/>
        <w:t>2.025e0</w:t>
      </w:r>
    </w:p>
    <w:p w:rsidR="005B0461" w:rsidRDefault="005B0461" w:rsidP="005B0461">
      <w:r>
        <w:t>292.8113</w:t>
      </w:r>
      <w:r>
        <w:tab/>
        <w:t>1.013e0</w:t>
      </w:r>
    </w:p>
    <w:p w:rsidR="005B0461" w:rsidRDefault="005B0461" w:rsidP="005B0461">
      <w:r>
        <w:lastRenderedPageBreak/>
        <w:t>292.8525</w:t>
      </w:r>
      <w:r>
        <w:tab/>
        <w:t>2.025e0</w:t>
      </w:r>
    </w:p>
    <w:p w:rsidR="005B0461" w:rsidRDefault="005B0461" w:rsidP="005B0461">
      <w:r>
        <w:t>292.8785</w:t>
      </w:r>
      <w:r>
        <w:tab/>
        <w:t>1.013e0</w:t>
      </w:r>
    </w:p>
    <w:p w:rsidR="005B0461" w:rsidRDefault="005B0461" w:rsidP="005B0461">
      <w:r>
        <w:t>292.9066</w:t>
      </w:r>
      <w:r>
        <w:tab/>
        <w:t>2.025e0</w:t>
      </w:r>
    </w:p>
    <w:p w:rsidR="005B0461" w:rsidRDefault="005B0461" w:rsidP="005B0461">
      <w:r>
        <w:t>292.9299</w:t>
      </w:r>
      <w:r>
        <w:tab/>
        <w:t>2.025e0</w:t>
      </w:r>
    </w:p>
    <w:p w:rsidR="005B0461" w:rsidRDefault="005B0461" w:rsidP="005B0461">
      <w:r>
        <w:t>292.9379</w:t>
      </w:r>
      <w:r>
        <w:tab/>
        <w:t>2.025e0</w:t>
      </w:r>
    </w:p>
    <w:p w:rsidR="005B0461" w:rsidRDefault="005B0461" w:rsidP="005B0461">
      <w:r>
        <w:t>292.9637</w:t>
      </w:r>
      <w:r>
        <w:tab/>
        <w:t>3.038e0</w:t>
      </w:r>
    </w:p>
    <w:p w:rsidR="005B0461" w:rsidRDefault="005B0461" w:rsidP="005B0461">
      <w:r>
        <w:t>292.9647</w:t>
      </w:r>
      <w:r>
        <w:tab/>
        <w:t>3.038e0</w:t>
      </w:r>
    </w:p>
    <w:p w:rsidR="005B0461" w:rsidRDefault="005B0461" w:rsidP="005B0461">
      <w:r>
        <w:t>292.9916</w:t>
      </w:r>
      <w:r>
        <w:tab/>
        <w:t>3.711e0</w:t>
      </w:r>
    </w:p>
    <w:p w:rsidR="005B0461" w:rsidRDefault="005B0461" w:rsidP="005B0461">
      <w:r>
        <w:t>292.9957</w:t>
      </w:r>
      <w:r>
        <w:tab/>
        <w:t>2.689e0</w:t>
      </w:r>
    </w:p>
    <w:p w:rsidR="005B0461" w:rsidRDefault="005B0461" w:rsidP="005B0461">
      <w:r>
        <w:t>293.0063</w:t>
      </w:r>
      <w:r>
        <w:tab/>
        <w:t>4.622e0</w:t>
      </w:r>
    </w:p>
    <w:p w:rsidR="005B0461" w:rsidRDefault="005B0461" w:rsidP="005B0461">
      <w:r>
        <w:t>293.0076</w:t>
      </w:r>
      <w:r>
        <w:tab/>
        <w:t>3.431e0</w:t>
      </w:r>
    </w:p>
    <w:p w:rsidR="005B0461" w:rsidRDefault="005B0461" w:rsidP="005B0461">
      <w:r>
        <w:t>293.0383</w:t>
      </w:r>
      <w:r>
        <w:tab/>
        <w:t>4.317e0</w:t>
      </w:r>
    </w:p>
    <w:p w:rsidR="005B0461" w:rsidRDefault="005B0461" w:rsidP="005B0461">
      <w:r>
        <w:t>293.0399</w:t>
      </w:r>
      <w:r>
        <w:tab/>
        <w:t>3.480e0</w:t>
      </w:r>
    </w:p>
    <w:p w:rsidR="005B0461" w:rsidRDefault="005B0461" w:rsidP="005B0461">
      <w:r>
        <w:t>293.0487</w:t>
      </w:r>
      <w:r>
        <w:tab/>
        <w:t>4.190e0</w:t>
      </w:r>
    </w:p>
    <w:p w:rsidR="005B0461" w:rsidRDefault="005B0461" w:rsidP="005B0461">
      <w:r>
        <w:t>293.0709</w:t>
      </w:r>
      <w:r>
        <w:tab/>
        <w:t>2.025e0</w:t>
      </w:r>
    </w:p>
    <w:p w:rsidR="005B0461" w:rsidRDefault="005B0461" w:rsidP="005B0461">
      <w:r>
        <w:t>293.0862</w:t>
      </w:r>
      <w:r>
        <w:tab/>
        <w:t>3.038e0</w:t>
      </w:r>
    </w:p>
    <w:p w:rsidR="005B0461" w:rsidRDefault="005B0461" w:rsidP="005B0461">
      <w:r>
        <w:t>293.1090</w:t>
      </w:r>
      <w:r>
        <w:tab/>
        <w:t>3.038e0</w:t>
      </w:r>
    </w:p>
    <w:p w:rsidR="005B0461" w:rsidRDefault="005B0461" w:rsidP="005B0461">
      <w:r>
        <w:t>293.1257</w:t>
      </w:r>
      <w:r>
        <w:tab/>
        <w:t>8.712e0</w:t>
      </w:r>
    </w:p>
    <w:p w:rsidR="005B0461" w:rsidRDefault="005B0461" w:rsidP="005B0461">
      <w:r>
        <w:t>293.1603</w:t>
      </w:r>
      <w:r>
        <w:tab/>
        <w:t>5.655e0</w:t>
      </w:r>
    </w:p>
    <w:p w:rsidR="005B0461" w:rsidRDefault="005B0461" w:rsidP="005B0461">
      <w:r>
        <w:lastRenderedPageBreak/>
        <w:t>293.1617</w:t>
      </w:r>
      <w:r>
        <w:tab/>
        <w:t>5.994e0</w:t>
      </w:r>
    </w:p>
    <w:p w:rsidR="005B0461" w:rsidRDefault="005B0461" w:rsidP="005B0461">
      <w:r>
        <w:t>293.1645</w:t>
      </w:r>
      <w:r>
        <w:tab/>
        <w:t>6.464e0</w:t>
      </w:r>
    </w:p>
    <w:p w:rsidR="005B0461" w:rsidRDefault="005B0461" w:rsidP="005B0461">
      <w:r>
        <w:t>293.1931</w:t>
      </w:r>
      <w:r>
        <w:tab/>
        <w:t>3.498e0</w:t>
      </w:r>
    </w:p>
    <w:p w:rsidR="005B0461" w:rsidRDefault="005B0461" w:rsidP="005B0461">
      <w:r>
        <w:t>293.2012</w:t>
      </w:r>
      <w:r>
        <w:tab/>
        <w:t>4.003e0</w:t>
      </w:r>
    </w:p>
    <w:p w:rsidR="005B0461" w:rsidRDefault="005B0461" w:rsidP="005B0461">
      <w:r>
        <w:t>293.2050</w:t>
      </w:r>
      <w:r>
        <w:tab/>
        <w:t>3.038e0</w:t>
      </w:r>
    </w:p>
    <w:p w:rsidR="005B0461" w:rsidRDefault="005B0461" w:rsidP="005B0461">
      <w:r>
        <w:t>293.2270</w:t>
      </w:r>
      <w:r>
        <w:tab/>
        <w:t>3.038e0</w:t>
      </w:r>
    </w:p>
    <w:p w:rsidR="005B0461" w:rsidRDefault="005B0461" w:rsidP="005B0461">
      <w:r>
        <w:t>293.2306</w:t>
      </w:r>
      <w:r>
        <w:tab/>
        <w:t>8.208e0</w:t>
      </w:r>
    </w:p>
    <w:p w:rsidR="005B0461" w:rsidRDefault="005B0461" w:rsidP="005B0461">
      <w:r>
        <w:t>293.2619</w:t>
      </w:r>
      <w:r>
        <w:tab/>
        <w:t>3.014e0</w:t>
      </w:r>
    </w:p>
    <w:p w:rsidR="005B0461" w:rsidRDefault="005B0461" w:rsidP="005B0461">
      <w:r>
        <w:t>293.2823</w:t>
      </w:r>
      <w:r>
        <w:tab/>
        <w:t>2.025e0</w:t>
      </w:r>
    </w:p>
    <w:p w:rsidR="005B0461" w:rsidRDefault="005B0461" w:rsidP="005B0461">
      <w:r>
        <w:t>293.2902</w:t>
      </w:r>
      <w:r>
        <w:tab/>
        <w:t>1.013e0</w:t>
      </w:r>
    </w:p>
    <w:p w:rsidR="005B0461" w:rsidRDefault="005B0461" w:rsidP="005B0461">
      <w:r>
        <w:t>293.2919</w:t>
      </w:r>
      <w:r>
        <w:tab/>
        <w:t>3.927e0</w:t>
      </w:r>
    </w:p>
    <w:p w:rsidR="005B0461" w:rsidRDefault="005B0461" w:rsidP="005B0461">
      <w:r>
        <w:t>293.3299</w:t>
      </w:r>
      <w:r>
        <w:tab/>
        <w:t>1.013e0</w:t>
      </w:r>
    </w:p>
    <w:p w:rsidR="005B0461" w:rsidRDefault="005B0461" w:rsidP="005B0461">
      <w:r>
        <w:t>293.3338</w:t>
      </w:r>
      <w:r>
        <w:tab/>
        <w:t>3.038e0</w:t>
      </w:r>
    </w:p>
    <w:p w:rsidR="005B0461" w:rsidRDefault="005B0461" w:rsidP="005B0461">
      <w:r>
        <w:t>293.3491</w:t>
      </w:r>
      <w:r>
        <w:tab/>
        <w:t>3.038e0</w:t>
      </w:r>
    </w:p>
    <w:p w:rsidR="005B0461" w:rsidRDefault="005B0461" w:rsidP="005B0461">
      <w:r>
        <w:t>293.3915</w:t>
      </w:r>
      <w:r>
        <w:tab/>
        <w:t>2.025e0</w:t>
      </w:r>
    </w:p>
    <w:p w:rsidR="005B0461" w:rsidRDefault="005B0461" w:rsidP="005B0461">
      <w:r>
        <w:t>293.4209</w:t>
      </w:r>
      <w:r>
        <w:tab/>
        <w:t>3.038e0</w:t>
      </w:r>
    </w:p>
    <w:p w:rsidR="005B0461" w:rsidRDefault="005B0461" w:rsidP="005B0461">
      <w:r>
        <w:t>293.4357</w:t>
      </w:r>
      <w:r>
        <w:tab/>
        <w:t>3.038e0</w:t>
      </w:r>
    </w:p>
    <w:p w:rsidR="005B0461" w:rsidRDefault="005B0461" w:rsidP="005B0461">
      <w:r>
        <w:t>293.4669</w:t>
      </w:r>
      <w:r>
        <w:tab/>
        <w:t>1.013e0</w:t>
      </w:r>
    </w:p>
    <w:p w:rsidR="005B0461" w:rsidRDefault="005B0461" w:rsidP="005B0461">
      <w:r>
        <w:t>293.4725</w:t>
      </w:r>
      <w:r>
        <w:tab/>
        <w:t>3.038e0</w:t>
      </w:r>
    </w:p>
    <w:p w:rsidR="005B0461" w:rsidRDefault="005B0461" w:rsidP="005B0461">
      <w:r>
        <w:lastRenderedPageBreak/>
        <w:t>293.5205</w:t>
      </w:r>
      <w:r>
        <w:tab/>
        <w:t>1.013e0</w:t>
      </w:r>
    </w:p>
    <w:p w:rsidR="005B0461" w:rsidRDefault="005B0461" w:rsidP="005B0461">
      <w:r>
        <w:t>293.5222</w:t>
      </w:r>
      <w:r>
        <w:tab/>
        <w:t>2.025e0</w:t>
      </w:r>
    </w:p>
    <w:p w:rsidR="005B0461" w:rsidRDefault="005B0461" w:rsidP="005B0461">
      <w:r>
        <w:t>293.5356</w:t>
      </w:r>
      <w:r>
        <w:tab/>
        <w:t>1.013e0</w:t>
      </w:r>
    </w:p>
    <w:p w:rsidR="005B0461" w:rsidRDefault="005B0461" w:rsidP="005B0461">
      <w:r>
        <w:t>293.5396</w:t>
      </w:r>
      <w:r>
        <w:tab/>
        <w:t>2.025e0</w:t>
      </w:r>
    </w:p>
    <w:p w:rsidR="005B0461" w:rsidRDefault="005B0461" w:rsidP="005B0461">
      <w:r>
        <w:t>293.5634</w:t>
      </w:r>
      <w:r>
        <w:tab/>
        <w:t>1.013e0</w:t>
      </w:r>
    </w:p>
    <w:p w:rsidR="005B0461" w:rsidRDefault="005B0461" w:rsidP="005B0461">
      <w:r>
        <w:t>293.5653</w:t>
      </w:r>
      <w:r>
        <w:tab/>
        <w:t>2.025e0</w:t>
      </w:r>
    </w:p>
    <w:p w:rsidR="005B0461" w:rsidRDefault="005B0461" w:rsidP="005B0461">
      <w:r>
        <w:t>293.5673</w:t>
      </w:r>
      <w:r>
        <w:tab/>
        <w:t>2.025e0</w:t>
      </w:r>
    </w:p>
    <w:p w:rsidR="005B0461" w:rsidRDefault="005B0461" w:rsidP="005B0461">
      <w:r>
        <w:t>293.5901</w:t>
      </w:r>
      <w:r>
        <w:tab/>
        <w:t>1.013e0</w:t>
      </w:r>
    </w:p>
    <w:p w:rsidR="005B0461" w:rsidRDefault="005B0461" w:rsidP="005B0461">
      <w:r>
        <w:t>293.6070</w:t>
      </w:r>
      <w:r>
        <w:tab/>
        <w:t>1.013e0</w:t>
      </w:r>
    </w:p>
    <w:p w:rsidR="005B0461" w:rsidRDefault="005B0461" w:rsidP="005B0461">
      <w:r>
        <w:t>293.6116</w:t>
      </w:r>
      <w:r>
        <w:tab/>
        <w:t>1.013e0</w:t>
      </w:r>
    </w:p>
    <w:p w:rsidR="005B0461" w:rsidRDefault="005B0461" w:rsidP="005B0461">
      <w:r>
        <w:t>293.6223</w:t>
      </w:r>
      <w:r>
        <w:tab/>
        <w:t>1.013e0</w:t>
      </w:r>
    </w:p>
    <w:p w:rsidR="005B0461" w:rsidRDefault="005B0461" w:rsidP="005B0461">
      <w:r>
        <w:t>293.6307</w:t>
      </w:r>
      <w:r>
        <w:tab/>
        <w:t>1.013e0</w:t>
      </w:r>
    </w:p>
    <w:p w:rsidR="005B0461" w:rsidRDefault="005B0461" w:rsidP="005B0461">
      <w:r>
        <w:t>293.6548</w:t>
      </w:r>
      <w:r>
        <w:tab/>
        <w:t>2.025e0</w:t>
      </w:r>
    </w:p>
    <w:p w:rsidR="005B0461" w:rsidRDefault="005B0461" w:rsidP="005B0461">
      <w:r>
        <w:t>293.6861</w:t>
      </w:r>
      <w:r>
        <w:tab/>
        <w:t>1.013e0</w:t>
      </w:r>
    </w:p>
    <w:p w:rsidR="005B0461" w:rsidRDefault="005B0461" w:rsidP="005B0461">
      <w:r>
        <w:t>293.6981</w:t>
      </w:r>
      <w:r>
        <w:tab/>
        <w:t>1.013e0</w:t>
      </w:r>
    </w:p>
    <w:p w:rsidR="005B0461" w:rsidRDefault="005B0461" w:rsidP="005B0461">
      <w:r>
        <w:t>293.7402</w:t>
      </w:r>
      <w:r>
        <w:tab/>
        <w:t>2.025e0</w:t>
      </w:r>
    </w:p>
    <w:p w:rsidR="005B0461" w:rsidRDefault="005B0461" w:rsidP="005B0461">
      <w:r>
        <w:t>293.7455</w:t>
      </w:r>
      <w:r>
        <w:tab/>
        <w:t>1.013e0</w:t>
      </w:r>
    </w:p>
    <w:p w:rsidR="005B0461" w:rsidRDefault="005B0461" w:rsidP="005B0461">
      <w:r>
        <w:t>293.7938</w:t>
      </w:r>
      <w:r>
        <w:tab/>
        <w:t>1.013e0</w:t>
      </w:r>
    </w:p>
    <w:p w:rsidR="005B0461" w:rsidRDefault="005B0461" w:rsidP="005B0461">
      <w:r>
        <w:t>293.7991</w:t>
      </w:r>
      <w:r>
        <w:tab/>
        <w:t>1.013e0</w:t>
      </w:r>
    </w:p>
    <w:p w:rsidR="005B0461" w:rsidRDefault="005B0461" w:rsidP="005B0461">
      <w:r>
        <w:lastRenderedPageBreak/>
        <w:t>293.8405</w:t>
      </w:r>
      <w:r>
        <w:tab/>
        <w:t>1.013e0</w:t>
      </w:r>
    </w:p>
    <w:p w:rsidR="005B0461" w:rsidRDefault="005B0461" w:rsidP="005B0461">
      <w:r>
        <w:t>293.8635</w:t>
      </w:r>
      <w:r>
        <w:tab/>
        <w:t>1.013e0</w:t>
      </w:r>
    </w:p>
    <w:p w:rsidR="005B0461" w:rsidRDefault="005B0461" w:rsidP="005B0461">
      <w:r>
        <w:t>293.8902</w:t>
      </w:r>
      <w:r>
        <w:tab/>
        <w:t>2.025e0</w:t>
      </w:r>
    </w:p>
    <w:p w:rsidR="005B0461" w:rsidRDefault="005B0461" w:rsidP="005B0461">
      <w:r>
        <w:t>293.9082</w:t>
      </w:r>
      <w:r>
        <w:tab/>
        <w:t>3.038e0</w:t>
      </w:r>
    </w:p>
    <w:p w:rsidR="005B0461" w:rsidRDefault="005B0461" w:rsidP="005B0461">
      <w:r>
        <w:t>293.9171</w:t>
      </w:r>
      <w:r>
        <w:tab/>
        <w:t>1.013e0</w:t>
      </w:r>
    </w:p>
    <w:p w:rsidR="005B0461" w:rsidRDefault="005B0461" w:rsidP="005B0461">
      <w:r>
        <w:t>293.9435</w:t>
      </w:r>
      <w:r>
        <w:tab/>
        <w:t>5.063e0</w:t>
      </w:r>
    </w:p>
    <w:p w:rsidR="005B0461" w:rsidRDefault="005B0461" w:rsidP="005B0461">
      <w:r>
        <w:t>293.9594</w:t>
      </w:r>
      <w:r>
        <w:tab/>
        <w:t>2.025e0</w:t>
      </w:r>
    </w:p>
    <w:p w:rsidR="005B0461" w:rsidRDefault="005B0461" w:rsidP="005B0461">
      <w:r>
        <w:t>293.9633</w:t>
      </w:r>
      <w:r>
        <w:tab/>
        <w:t>1.013e0</w:t>
      </w:r>
    </w:p>
    <w:p w:rsidR="005B0461" w:rsidRDefault="005B0461" w:rsidP="005B0461">
      <w:r>
        <w:t>293.9868</w:t>
      </w:r>
      <w:r>
        <w:tab/>
        <w:t>1.013e0</w:t>
      </w:r>
    </w:p>
    <w:p w:rsidR="005B0461" w:rsidRDefault="005B0461" w:rsidP="005B0461">
      <w:r>
        <w:t>293.9914</w:t>
      </w:r>
      <w:r>
        <w:tab/>
        <w:t>4.051e0</w:t>
      </w:r>
    </w:p>
    <w:p w:rsidR="005B0461" w:rsidRDefault="005B0461" w:rsidP="005B0461">
      <w:r>
        <w:t>293.9992</w:t>
      </w:r>
      <w:r>
        <w:tab/>
        <w:t>3.038e0</w:t>
      </w:r>
    </w:p>
    <w:p w:rsidR="005B0461" w:rsidRDefault="005B0461" w:rsidP="005B0461">
      <w:r>
        <w:t>294.0054</w:t>
      </w:r>
      <w:r>
        <w:tab/>
        <w:t>4.539e0</w:t>
      </w:r>
    </w:p>
    <w:p w:rsidR="005B0461" w:rsidRDefault="005B0461" w:rsidP="005B0461">
      <w:r>
        <w:t>294.0176</w:t>
      </w:r>
      <w:r>
        <w:tab/>
        <w:t>2.025e0</w:t>
      </w:r>
    </w:p>
    <w:p w:rsidR="005B0461" w:rsidRDefault="005B0461" w:rsidP="005B0461">
      <w:r>
        <w:t>294.0363</w:t>
      </w:r>
      <w:r>
        <w:tab/>
        <w:t>3.024e0</w:t>
      </w:r>
    </w:p>
    <w:p w:rsidR="005B0461" w:rsidRDefault="005B0461" w:rsidP="005B0461">
      <w:r>
        <w:t>294.0457</w:t>
      </w:r>
      <w:r>
        <w:tab/>
        <w:t>7.403e0</w:t>
      </w:r>
    </w:p>
    <w:p w:rsidR="005B0461" w:rsidRDefault="005B0461" w:rsidP="005B0461">
      <w:r>
        <w:t>294.0615</w:t>
      </w:r>
      <w:r>
        <w:tab/>
        <w:t>2.698e0</w:t>
      </w:r>
    </w:p>
    <w:p w:rsidR="005B0461" w:rsidRDefault="005B0461" w:rsidP="005B0461">
      <w:r>
        <w:t>294.0714</w:t>
      </w:r>
      <w:r>
        <w:tab/>
        <w:t>2.578e0</w:t>
      </w:r>
    </w:p>
    <w:p w:rsidR="005B0461" w:rsidRDefault="005B0461" w:rsidP="005B0461">
      <w:r>
        <w:t>294.0862</w:t>
      </w:r>
      <w:r>
        <w:tab/>
        <w:t>1.013e0</w:t>
      </w:r>
    </w:p>
    <w:p w:rsidR="005B0461" w:rsidRDefault="005B0461" w:rsidP="005B0461">
      <w:r>
        <w:t>294.0887</w:t>
      </w:r>
      <w:r>
        <w:tab/>
        <w:t>4.051e0</w:t>
      </w:r>
    </w:p>
    <w:p w:rsidR="005B0461" w:rsidRDefault="005B0461" w:rsidP="005B0461">
      <w:r>
        <w:lastRenderedPageBreak/>
        <w:t>294.0903</w:t>
      </w:r>
      <w:r>
        <w:tab/>
        <w:t>1.013e0</w:t>
      </w:r>
    </w:p>
    <w:p w:rsidR="005B0461" w:rsidRDefault="005B0461" w:rsidP="005B0461">
      <w:r>
        <w:t>294.1269</w:t>
      </w:r>
      <w:r>
        <w:tab/>
        <w:t>4.051e0</w:t>
      </w:r>
    </w:p>
    <w:p w:rsidR="005B0461" w:rsidRDefault="005B0461" w:rsidP="005B0461">
      <w:r>
        <w:t>294.1388</w:t>
      </w:r>
      <w:r>
        <w:tab/>
        <w:t>4.982e0</w:t>
      </w:r>
    </w:p>
    <w:p w:rsidR="005B0461" w:rsidRDefault="005B0461" w:rsidP="005B0461">
      <w:r>
        <w:t>294.1497</w:t>
      </w:r>
      <w:r>
        <w:tab/>
        <w:t>1.970e0</w:t>
      </w:r>
    </w:p>
    <w:p w:rsidR="005B0461" w:rsidRDefault="005B0461" w:rsidP="005B0461">
      <w:r>
        <w:t>294.1625</w:t>
      </w:r>
      <w:r>
        <w:tab/>
        <w:t>3.038e0</w:t>
      </w:r>
    </w:p>
    <w:p w:rsidR="005B0461" w:rsidRDefault="005B0461" w:rsidP="005B0461">
      <w:r>
        <w:t>294.1657</w:t>
      </w:r>
      <w:r>
        <w:tab/>
        <w:t>4.051e0</w:t>
      </w:r>
    </w:p>
    <w:p w:rsidR="005B0461" w:rsidRDefault="005B0461" w:rsidP="005B0461">
      <w:r>
        <w:t>294.1886</w:t>
      </w:r>
      <w:r>
        <w:tab/>
        <w:t>2.926e0</w:t>
      </w:r>
    </w:p>
    <w:p w:rsidR="005B0461" w:rsidRDefault="005B0461" w:rsidP="005B0461">
      <w:r>
        <w:t>294.2104</w:t>
      </w:r>
      <w:r>
        <w:tab/>
        <w:t>8.005e0</w:t>
      </w:r>
    </w:p>
    <w:p w:rsidR="005B0461" w:rsidRDefault="005B0461" w:rsidP="005B0461">
      <w:r>
        <w:t>294.2211</w:t>
      </w:r>
      <w:r>
        <w:tab/>
        <w:t>2.025e0</w:t>
      </w:r>
    </w:p>
    <w:p w:rsidR="005B0461" w:rsidRDefault="005B0461" w:rsidP="005B0461">
      <w:r>
        <w:t>294.2572</w:t>
      </w:r>
      <w:r>
        <w:tab/>
        <w:t>2.025e0</w:t>
      </w:r>
    </w:p>
    <w:p w:rsidR="005B0461" w:rsidRDefault="005B0461" w:rsidP="005B0461">
      <w:r>
        <w:t>294.2947</w:t>
      </w:r>
      <w:r>
        <w:tab/>
        <w:t>2.025e0</w:t>
      </w:r>
    </w:p>
    <w:p w:rsidR="005B0461" w:rsidRDefault="005B0461" w:rsidP="005B0461">
      <w:r>
        <w:t>294.3358</w:t>
      </w:r>
      <w:r>
        <w:tab/>
        <w:t>1.013e0</w:t>
      </w:r>
    </w:p>
    <w:p w:rsidR="005B0461" w:rsidRDefault="005B0461" w:rsidP="005B0461">
      <w:r>
        <w:t>294.3410</w:t>
      </w:r>
      <w:r>
        <w:tab/>
        <w:t>1.013e0</w:t>
      </w:r>
    </w:p>
    <w:p w:rsidR="005B0461" w:rsidRDefault="005B0461" w:rsidP="005B0461">
      <w:r>
        <w:t>294.3517</w:t>
      </w:r>
      <w:r>
        <w:tab/>
        <w:t>1.013e0</w:t>
      </w:r>
    </w:p>
    <w:p w:rsidR="005B0461" w:rsidRDefault="005B0461" w:rsidP="005B0461">
      <w:r>
        <w:t>294.3914</w:t>
      </w:r>
      <w:r>
        <w:tab/>
        <w:t>1.013e0</w:t>
      </w:r>
    </w:p>
    <w:p w:rsidR="005B0461" w:rsidRDefault="005B0461" w:rsidP="005B0461">
      <w:r>
        <w:t>294.4001</w:t>
      </w:r>
      <w:r>
        <w:tab/>
        <w:t>2.025e0</w:t>
      </w:r>
    </w:p>
    <w:p w:rsidR="005B0461" w:rsidRDefault="005B0461" w:rsidP="005B0461">
      <w:r>
        <w:t>294.4591</w:t>
      </w:r>
      <w:r>
        <w:tab/>
        <w:t>1.013e0</w:t>
      </w:r>
    </w:p>
    <w:p w:rsidR="005B0461" w:rsidRDefault="005B0461" w:rsidP="005B0461">
      <w:r>
        <w:t>294.4646</w:t>
      </w:r>
      <w:r>
        <w:tab/>
        <w:t>2.025e0</w:t>
      </w:r>
    </w:p>
    <w:p w:rsidR="005B0461" w:rsidRDefault="005B0461" w:rsidP="005B0461">
      <w:r>
        <w:t>294.4756</w:t>
      </w:r>
      <w:r>
        <w:tab/>
        <w:t>2.025e0</w:t>
      </w:r>
    </w:p>
    <w:p w:rsidR="005B0461" w:rsidRDefault="005B0461" w:rsidP="005B0461">
      <w:r>
        <w:lastRenderedPageBreak/>
        <w:t>294.5060</w:t>
      </w:r>
      <w:r>
        <w:tab/>
        <w:t>2.025e0</w:t>
      </w:r>
    </w:p>
    <w:p w:rsidR="005B0461" w:rsidRDefault="005B0461" w:rsidP="005B0461">
      <w:r>
        <w:t>294.5239</w:t>
      </w:r>
      <w:r>
        <w:tab/>
        <w:t>5.063e0</w:t>
      </w:r>
    </w:p>
    <w:p w:rsidR="005B0461" w:rsidRDefault="005B0461" w:rsidP="005B0461">
      <w:r>
        <w:t>294.5302</w:t>
      </w:r>
      <w:r>
        <w:tab/>
        <w:t>3.038e0</w:t>
      </w:r>
    </w:p>
    <w:p w:rsidR="005B0461" w:rsidRDefault="005B0461" w:rsidP="005B0461">
      <w:r>
        <w:t>294.5656</w:t>
      </w:r>
      <w:r>
        <w:tab/>
        <w:t>1.013e0</w:t>
      </w:r>
    </w:p>
    <w:p w:rsidR="005B0461" w:rsidRDefault="005B0461" w:rsidP="005B0461">
      <w:r>
        <w:t>294.6051</w:t>
      </w:r>
      <w:r>
        <w:tab/>
        <w:t>3.038e0</w:t>
      </w:r>
    </w:p>
    <w:p w:rsidR="005B0461" w:rsidRDefault="005B0461" w:rsidP="005B0461">
      <w:r>
        <w:t>294.6250</w:t>
      </w:r>
      <w:r>
        <w:tab/>
        <w:t>3.038e0</w:t>
      </w:r>
    </w:p>
    <w:p w:rsidR="005B0461" w:rsidRDefault="005B0461" w:rsidP="005B0461">
      <w:r>
        <w:t>294.6290</w:t>
      </w:r>
      <w:r>
        <w:tab/>
        <w:t>1.013e0</w:t>
      </w:r>
    </w:p>
    <w:p w:rsidR="005B0461" w:rsidRDefault="005B0461" w:rsidP="005B0461">
      <w:r>
        <w:t>294.6525</w:t>
      </w:r>
      <w:r>
        <w:tab/>
        <w:t>1.013e0</w:t>
      </w:r>
    </w:p>
    <w:p w:rsidR="005B0461" w:rsidRDefault="005B0461" w:rsidP="005B0461">
      <w:r>
        <w:t>294.6648</w:t>
      </w:r>
      <w:r>
        <w:tab/>
        <w:t>1.013e0</w:t>
      </w:r>
    </w:p>
    <w:p w:rsidR="005B0461" w:rsidRDefault="005B0461" w:rsidP="005B0461">
      <w:r>
        <w:t>294.6814</w:t>
      </w:r>
      <w:r>
        <w:tab/>
        <w:t>2.025e0</w:t>
      </w:r>
    </w:p>
    <w:p w:rsidR="005B0461" w:rsidRDefault="005B0461" w:rsidP="005B0461">
      <w:r>
        <w:t>294.7281</w:t>
      </w:r>
      <w:r>
        <w:tab/>
        <w:t>1.013e0</w:t>
      </w:r>
    </w:p>
    <w:p w:rsidR="005B0461" w:rsidRDefault="005B0461" w:rsidP="005B0461">
      <w:r>
        <w:t>294.7407</w:t>
      </w:r>
      <w:r>
        <w:tab/>
        <w:t>2.025e0</w:t>
      </w:r>
    </w:p>
    <w:p w:rsidR="005B0461" w:rsidRDefault="005B0461" w:rsidP="005B0461">
      <w:r>
        <w:t>294.7439</w:t>
      </w:r>
      <w:r>
        <w:tab/>
        <w:t>1.013e0</w:t>
      </w:r>
    </w:p>
    <w:p w:rsidR="005B0461" w:rsidRDefault="005B0461" w:rsidP="005B0461">
      <w:r>
        <w:t>294.7625</w:t>
      </w:r>
      <w:r>
        <w:tab/>
        <w:t>3.038e0</w:t>
      </w:r>
    </w:p>
    <w:p w:rsidR="005B0461" w:rsidRDefault="005B0461" w:rsidP="005B0461">
      <w:r>
        <w:t>294.7816</w:t>
      </w:r>
      <w:r>
        <w:tab/>
        <w:t>2.025e0</w:t>
      </w:r>
    </w:p>
    <w:p w:rsidR="005B0461" w:rsidRDefault="005B0461" w:rsidP="005B0461">
      <w:r>
        <w:t>294.7923</w:t>
      </w:r>
      <w:r>
        <w:tab/>
        <w:t>2.025e0</w:t>
      </w:r>
    </w:p>
    <w:p w:rsidR="005B0461" w:rsidRDefault="005B0461" w:rsidP="005B0461">
      <w:r>
        <w:t>294.8010</w:t>
      </w:r>
      <w:r>
        <w:tab/>
        <w:t>2.025e0</w:t>
      </w:r>
    </w:p>
    <w:p w:rsidR="005B0461" w:rsidRDefault="005B0461" w:rsidP="005B0461">
      <w:r>
        <w:t>294.8708</w:t>
      </w:r>
      <w:r>
        <w:tab/>
        <w:t>1.013e0</w:t>
      </w:r>
    </w:p>
    <w:p w:rsidR="005B0461" w:rsidRDefault="005B0461" w:rsidP="005B0461">
      <w:r>
        <w:t>294.8749</w:t>
      </w:r>
      <w:r>
        <w:tab/>
        <w:t>1.013e0</w:t>
      </w:r>
    </w:p>
    <w:p w:rsidR="005B0461" w:rsidRDefault="005B0461" w:rsidP="005B0461">
      <w:r>
        <w:lastRenderedPageBreak/>
        <w:t>294.8904</w:t>
      </w:r>
      <w:r>
        <w:tab/>
        <w:t>2.025e0</w:t>
      </w:r>
    </w:p>
    <w:p w:rsidR="005B0461" w:rsidRDefault="005B0461" w:rsidP="005B0461">
      <w:r>
        <w:t>294.9026</w:t>
      </w:r>
      <w:r>
        <w:tab/>
        <w:t>3.038e0</w:t>
      </w:r>
    </w:p>
    <w:p w:rsidR="005B0461" w:rsidRDefault="005B0461" w:rsidP="005B0461">
      <w:r>
        <w:t>294.9106</w:t>
      </w:r>
      <w:r>
        <w:tab/>
        <w:t>1.013e0</w:t>
      </w:r>
    </w:p>
    <w:p w:rsidR="005B0461" w:rsidRDefault="005B0461" w:rsidP="005B0461">
      <w:r>
        <w:t>294.9270</w:t>
      </w:r>
      <w:r>
        <w:tab/>
        <w:t>2.025e0</w:t>
      </w:r>
    </w:p>
    <w:p w:rsidR="005B0461" w:rsidRDefault="005B0461" w:rsidP="005B0461">
      <w:r>
        <w:t>294.9620</w:t>
      </w:r>
      <w:r>
        <w:tab/>
        <w:t>2.025e0</w:t>
      </w:r>
    </w:p>
    <w:p w:rsidR="005B0461" w:rsidRDefault="005B0461" w:rsidP="005B0461">
      <w:r>
        <w:t>294.9805</w:t>
      </w:r>
      <w:r>
        <w:tab/>
        <w:t>1.013e0</w:t>
      </w:r>
    </w:p>
    <w:p w:rsidR="005B0461" w:rsidRDefault="005B0461" w:rsidP="005B0461">
      <w:r>
        <w:t>294.9858</w:t>
      </w:r>
      <w:r>
        <w:tab/>
        <w:t>1.013e0</w:t>
      </w:r>
    </w:p>
    <w:p w:rsidR="005B0461" w:rsidRDefault="005B0461" w:rsidP="005B0461">
      <w:r>
        <w:t>295.0070</w:t>
      </w:r>
      <w:r>
        <w:tab/>
        <w:t>3.291e0</w:t>
      </w:r>
    </w:p>
    <w:p w:rsidR="005B0461" w:rsidRDefault="005B0461" w:rsidP="005B0461">
      <w:r>
        <w:t>295.0089</w:t>
      </w:r>
      <w:r>
        <w:tab/>
        <w:t>4.190e0</w:t>
      </w:r>
    </w:p>
    <w:p w:rsidR="005B0461" w:rsidRDefault="005B0461" w:rsidP="005B0461">
      <w:r>
        <w:t>295.0796</w:t>
      </w:r>
      <w:r>
        <w:tab/>
        <w:t>3.143e0</w:t>
      </w:r>
    </w:p>
    <w:p w:rsidR="005B0461" w:rsidRDefault="005B0461" w:rsidP="005B0461">
      <w:r>
        <w:t>295.0808</w:t>
      </w:r>
      <w:r>
        <w:tab/>
        <w:t>1.013e0</w:t>
      </w:r>
    </w:p>
    <w:p w:rsidR="005B0461" w:rsidRDefault="005B0461" w:rsidP="005B0461">
      <w:r>
        <w:t>295.0998</w:t>
      </w:r>
      <w:r>
        <w:tab/>
        <w:t>3.416e0</w:t>
      </w:r>
    </w:p>
    <w:p w:rsidR="005B0461" w:rsidRDefault="005B0461" w:rsidP="005B0461">
      <w:r>
        <w:t>295.1117</w:t>
      </w:r>
      <w:r>
        <w:tab/>
        <w:t>3.663e0</w:t>
      </w:r>
    </w:p>
    <w:p w:rsidR="005B0461" w:rsidRDefault="005B0461" w:rsidP="005B0461">
      <w:r>
        <w:t>295.1426</w:t>
      </w:r>
      <w:r>
        <w:tab/>
        <w:t>2.748e0</w:t>
      </w:r>
    </w:p>
    <w:p w:rsidR="005B0461" w:rsidRDefault="005B0461" w:rsidP="005B0461">
      <w:r>
        <w:t>295.1446</w:t>
      </w:r>
      <w:r>
        <w:tab/>
        <w:t>5.960e0</w:t>
      </w:r>
    </w:p>
    <w:p w:rsidR="005B0461" w:rsidRDefault="005B0461" w:rsidP="005B0461">
      <w:r>
        <w:t>295.1539</w:t>
      </w:r>
      <w:r>
        <w:tab/>
        <w:t>4.413e0</w:t>
      </w:r>
    </w:p>
    <w:p w:rsidR="005B0461" w:rsidRDefault="005B0461" w:rsidP="005B0461">
      <w:r>
        <w:t>295.1783</w:t>
      </w:r>
      <w:r>
        <w:tab/>
        <w:t>6.380e0</w:t>
      </w:r>
    </w:p>
    <w:p w:rsidR="005B0461" w:rsidRDefault="005B0461" w:rsidP="005B0461">
      <w:r>
        <w:t>295.1899</w:t>
      </w:r>
      <w:r>
        <w:tab/>
        <w:t>5.752e0</w:t>
      </w:r>
    </w:p>
    <w:p w:rsidR="005B0461" w:rsidRDefault="005B0461" w:rsidP="005B0461">
      <w:r>
        <w:t>295.1970</w:t>
      </w:r>
      <w:r>
        <w:tab/>
        <w:t>4.899e0</w:t>
      </w:r>
    </w:p>
    <w:p w:rsidR="005B0461" w:rsidRDefault="005B0461" w:rsidP="005B0461">
      <w:r>
        <w:lastRenderedPageBreak/>
        <w:t>295.2077</w:t>
      </w:r>
      <w:r>
        <w:tab/>
        <w:t>1.688e0</w:t>
      </w:r>
    </w:p>
    <w:p w:rsidR="005B0461" w:rsidRDefault="005B0461" w:rsidP="005B0461">
      <w:r>
        <w:t>295.2247</w:t>
      </w:r>
      <w:r>
        <w:tab/>
        <w:t>2.025e0</w:t>
      </w:r>
    </w:p>
    <w:p w:rsidR="005B0461" w:rsidRDefault="005B0461" w:rsidP="005B0461">
      <w:r>
        <w:t>295.2317</w:t>
      </w:r>
      <w:r>
        <w:tab/>
        <w:t>1.697e0</w:t>
      </w:r>
    </w:p>
    <w:p w:rsidR="005B0461" w:rsidRDefault="005B0461" w:rsidP="005B0461">
      <w:r>
        <w:t>295.2568</w:t>
      </w:r>
      <w:r>
        <w:tab/>
        <w:t>2.476e0</w:t>
      </w:r>
    </w:p>
    <w:p w:rsidR="005B0461" w:rsidRDefault="005B0461" w:rsidP="005B0461">
      <w:r>
        <w:t>295.2674</w:t>
      </w:r>
      <w:r>
        <w:tab/>
        <w:t>1.960e0</w:t>
      </w:r>
    </w:p>
    <w:p w:rsidR="005B0461" w:rsidRDefault="005B0461" w:rsidP="005B0461">
      <w:r>
        <w:t>295.2889</w:t>
      </w:r>
      <w:r>
        <w:tab/>
        <w:t>2.025e0</w:t>
      </w:r>
    </w:p>
    <w:p w:rsidR="005B0461" w:rsidRDefault="005B0461" w:rsidP="005B0461">
      <w:r>
        <w:t>295.3142</w:t>
      </w:r>
      <w:r>
        <w:tab/>
        <w:t>1.013e0</w:t>
      </w:r>
    </w:p>
    <w:p w:rsidR="005B0461" w:rsidRDefault="005B0461" w:rsidP="005B0461">
      <w:r>
        <w:t>295.3358</w:t>
      </w:r>
      <w:r>
        <w:tab/>
        <w:t>1.013e0</w:t>
      </w:r>
    </w:p>
    <w:p w:rsidR="005B0461" w:rsidRDefault="005B0461" w:rsidP="005B0461">
      <w:r>
        <w:t>295.3411</w:t>
      </w:r>
      <w:r>
        <w:tab/>
        <w:t>1.013e0</w:t>
      </w:r>
    </w:p>
    <w:p w:rsidR="005B0461" w:rsidRDefault="005B0461" w:rsidP="005B0461">
      <w:r>
        <w:t>295.3504</w:t>
      </w:r>
      <w:r>
        <w:tab/>
        <w:t>1.013e0</w:t>
      </w:r>
    </w:p>
    <w:p w:rsidR="005B0461" w:rsidRDefault="005B0461" w:rsidP="005B0461">
      <w:r>
        <w:t>295.3667</w:t>
      </w:r>
      <w:r>
        <w:tab/>
        <w:t>2.025e0</w:t>
      </w:r>
    </w:p>
    <w:p w:rsidR="005B0461" w:rsidRDefault="005B0461" w:rsidP="005B0461">
      <w:r>
        <w:t>295.3681</w:t>
      </w:r>
      <w:r>
        <w:tab/>
        <w:t>1.013e0</w:t>
      </w:r>
    </w:p>
    <w:p w:rsidR="005B0461" w:rsidRDefault="005B0461" w:rsidP="005B0461">
      <w:r>
        <w:t>295.3902</w:t>
      </w:r>
      <w:r>
        <w:tab/>
        <w:t>1.013e0</w:t>
      </w:r>
    </w:p>
    <w:p w:rsidR="005B0461" w:rsidRDefault="005B0461" w:rsidP="005B0461">
      <w:r>
        <w:t>295.4140</w:t>
      </w:r>
      <w:r>
        <w:tab/>
        <w:t>1.033e0</w:t>
      </w:r>
    </w:p>
    <w:p w:rsidR="005B0461" w:rsidRDefault="005B0461" w:rsidP="005B0461">
      <w:r>
        <w:t>295.4298</w:t>
      </w:r>
      <w:r>
        <w:tab/>
        <w:t>2.025e0</w:t>
      </w:r>
    </w:p>
    <w:p w:rsidR="005B0461" w:rsidRDefault="005B0461" w:rsidP="005B0461">
      <w:r>
        <w:t>295.4327</w:t>
      </w:r>
      <w:r>
        <w:tab/>
        <w:t>1.013e0</w:t>
      </w:r>
    </w:p>
    <w:p w:rsidR="005B0461" w:rsidRDefault="005B0461" w:rsidP="005B0461">
      <w:r>
        <w:t>295.4400</w:t>
      </w:r>
      <w:r>
        <w:tab/>
        <w:t>2.025e0</w:t>
      </w:r>
    </w:p>
    <w:p w:rsidR="005B0461" w:rsidRDefault="005B0461" w:rsidP="005B0461">
      <w:r>
        <w:t>295.4527</w:t>
      </w:r>
      <w:r>
        <w:tab/>
        <w:t>3.038e0</w:t>
      </w:r>
    </w:p>
    <w:p w:rsidR="005B0461" w:rsidRDefault="005B0461" w:rsidP="005B0461">
      <w:r>
        <w:t>295.4650</w:t>
      </w:r>
      <w:r>
        <w:tab/>
        <w:t>1.013e0</w:t>
      </w:r>
    </w:p>
    <w:p w:rsidR="005B0461" w:rsidRDefault="005B0461" w:rsidP="005B0461">
      <w:r>
        <w:lastRenderedPageBreak/>
        <w:t>295.4775</w:t>
      </w:r>
      <w:r>
        <w:tab/>
        <w:t>1.013e0</w:t>
      </w:r>
    </w:p>
    <w:p w:rsidR="005B0461" w:rsidRDefault="005B0461" w:rsidP="005B0461">
      <w:r>
        <w:t>295.4793</w:t>
      </w:r>
      <w:r>
        <w:tab/>
        <w:t>2.025e0</w:t>
      </w:r>
    </w:p>
    <w:p w:rsidR="005B0461" w:rsidRDefault="005B0461" w:rsidP="005B0461">
      <w:r>
        <w:t>295.4919</w:t>
      </w:r>
      <w:r>
        <w:tab/>
        <w:t>1.013e0</w:t>
      </w:r>
    </w:p>
    <w:p w:rsidR="005B0461" w:rsidRDefault="005B0461" w:rsidP="005B0461">
      <w:r>
        <w:t>295.5289</w:t>
      </w:r>
      <w:r>
        <w:tab/>
        <w:t>2.025e0</w:t>
      </w:r>
    </w:p>
    <w:p w:rsidR="005B0461" w:rsidRDefault="005B0461" w:rsidP="005B0461">
      <w:r>
        <w:t>295.5409</w:t>
      </w:r>
      <w:r>
        <w:tab/>
        <w:t>1.013e0</w:t>
      </w:r>
    </w:p>
    <w:p w:rsidR="005B0461" w:rsidRDefault="005B0461" w:rsidP="005B0461">
      <w:r>
        <w:t>295.5760</w:t>
      </w:r>
      <w:r>
        <w:tab/>
        <w:t>2.025e0</w:t>
      </w:r>
    </w:p>
    <w:p w:rsidR="005B0461" w:rsidRDefault="005B0461" w:rsidP="005B0461">
      <w:r>
        <w:t>295.5782</w:t>
      </w:r>
      <w:r>
        <w:tab/>
        <w:t>1.013e0</w:t>
      </w:r>
    </w:p>
    <w:p w:rsidR="005B0461" w:rsidRDefault="005B0461" w:rsidP="005B0461">
      <w:r>
        <w:t>295.6051</w:t>
      </w:r>
      <w:r>
        <w:tab/>
        <w:t>2.025e0</w:t>
      </w:r>
    </w:p>
    <w:p w:rsidR="005B0461" w:rsidRDefault="005B0461" w:rsidP="005B0461">
      <w:r>
        <w:t>295.6241</w:t>
      </w:r>
      <w:r>
        <w:tab/>
        <w:t>1.013e0</w:t>
      </w:r>
    </w:p>
    <w:p w:rsidR="005B0461" w:rsidRDefault="005B0461" w:rsidP="005B0461">
      <w:r>
        <w:t>295.6304</w:t>
      </w:r>
      <w:r>
        <w:tab/>
        <w:t>2.025e0</w:t>
      </w:r>
    </w:p>
    <w:p w:rsidR="005B0461" w:rsidRDefault="005B0461" w:rsidP="005B0461">
      <w:r>
        <w:t>295.6676</w:t>
      </w:r>
      <w:r>
        <w:tab/>
        <w:t>4.051e0</w:t>
      </w:r>
    </w:p>
    <w:p w:rsidR="005B0461" w:rsidRDefault="005B0461" w:rsidP="005B0461">
      <w:r>
        <w:t>295.6734</w:t>
      </w:r>
      <w:r>
        <w:tab/>
        <w:t>2.025e0</w:t>
      </w:r>
    </w:p>
    <w:p w:rsidR="005B0461" w:rsidRDefault="005B0461" w:rsidP="005B0461">
      <w:r>
        <w:t>295.6793</w:t>
      </w:r>
      <w:r>
        <w:tab/>
        <w:t>1.653e0</w:t>
      </w:r>
    </w:p>
    <w:p w:rsidR="005B0461" w:rsidRDefault="005B0461" w:rsidP="005B0461">
      <w:r>
        <w:t>295.7146</w:t>
      </w:r>
      <w:r>
        <w:tab/>
        <w:t>4.051e0</w:t>
      </w:r>
    </w:p>
    <w:p w:rsidR="005B0461" w:rsidRDefault="005B0461" w:rsidP="005B0461">
      <w:r>
        <w:t>295.7216</w:t>
      </w:r>
      <w:r>
        <w:tab/>
        <w:t>2.025e0</w:t>
      </w:r>
    </w:p>
    <w:p w:rsidR="005B0461" w:rsidRDefault="005B0461" w:rsidP="005B0461">
      <w:r>
        <w:t>295.7813</w:t>
      </w:r>
      <w:r>
        <w:tab/>
        <w:t>2.025e0</w:t>
      </w:r>
    </w:p>
    <w:p w:rsidR="005B0461" w:rsidRDefault="005B0461" w:rsidP="005B0461">
      <w:r>
        <w:t>295.8026</w:t>
      </w:r>
      <w:r>
        <w:tab/>
        <w:t>2.025e0</w:t>
      </w:r>
    </w:p>
    <w:p w:rsidR="005B0461" w:rsidRDefault="005B0461" w:rsidP="005B0461">
      <w:r>
        <w:t>295.8067</w:t>
      </w:r>
      <w:r>
        <w:tab/>
        <w:t>1.013e0</w:t>
      </w:r>
    </w:p>
    <w:p w:rsidR="005B0461" w:rsidRDefault="005B0461" w:rsidP="005B0461">
      <w:r>
        <w:t>295.8250</w:t>
      </w:r>
      <w:r>
        <w:tab/>
        <w:t>2.025e0</w:t>
      </w:r>
    </w:p>
    <w:p w:rsidR="005B0461" w:rsidRDefault="005B0461" w:rsidP="005B0461">
      <w:r>
        <w:lastRenderedPageBreak/>
        <w:t>295.8423</w:t>
      </w:r>
      <w:r>
        <w:tab/>
        <w:t>1.013e0</w:t>
      </w:r>
    </w:p>
    <w:p w:rsidR="005B0461" w:rsidRDefault="005B0461" w:rsidP="005B0461">
      <w:r>
        <w:t>295.8503</w:t>
      </w:r>
      <w:r>
        <w:tab/>
        <w:t>2.025e0</w:t>
      </w:r>
    </w:p>
    <w:p w:rsidR="005B0461" w:rsidRDefault="005B0461" w:rsidP="005B0461">
      <w:r>
        <w:t>295.8621</w:t>
      </w:r>
      <w:r>
        <w:tab/>
        <w:t>1.013e0</w:t>
      </w:r>
    </w:p>
    <w:p w:rsidR="005B0461" w:rsidRDefault="005B0461" w:rsidP="005B0461">
      <w:r>
        <w:t>295.9071</w:t>
      </w:r>
      <w:r>
        <w:tab/>
        <w:t>1.013e0</w:t>
      </w:r>
    </w:p>
    <w:p w:rsidR="005B0461" w:rsidRDefault="005B0461" w:rsidP="005B0461">
      <w:r>
        <w:t>295.9118</w:t>
      </w:r>
      <w:r>
        <w:tab/>
        <w:t>2.025e0</w:t>
      </w:r>
    </w:p>
    <w:p w:rsidR="005B0461" w:rsidRDefault="005B0461" w:rsidP="005B0461">
      <w:r>
        <w:t>295.9692</w:t>
      </w:r>
      <w:r>
        <w:tab/>
        <w:t>2.025e0</w:t>
      </w:r>
    </w:p>
    <w:p w:rsidR="005B0461" w:rsidRDefault="005B0461" w:rsidP="005B0461">
      <w:r>
        <w:t>295.9892</w:t>
      </w:r>
      <w:r>
        <w:tab/>
        <w:t>1.013e0</w:t>
      </w:r>
    </w:p>
    <w:p w:rsidR="005B0461" w:rsidRDefault="005B0461" w:rsidP="005B0461">
      <w:r>
        <w:t>296.0035</w:t>
      </w:r>
      <w:r>
        <w:tab/>
        <w:t>3.038e0</w:t>
      </w:r>
    </w:p>
    <w:p w:rsidR="005B0461" w:rsidRDefault="005B0461" w:rsidP="005B0461">
      <w:r>
        <w:t>296.0244</w:t>
      </w:r>
      <w:r>
        <w:tab/>
        <w:t>6.879e0</w:t>
      </w:r>
    </w:p>
    <w:p w:rsidR="005B0461" w:rsidRDefault="005B0461" w:rsidP="005B0461">
      <w:r>
        <w:t>296.0423</w:t>
      </w:r>
      <w:r>
        <w:tab/>
        <w:t>3.038e0</w:t>
      </w:r>
    </w:p>
    <w:p w:rsidR="005B0461" w:rsidRDefault="005B0461" w:rsidP="005B0461">
      <w:r>
        <w:t>296.0495</w:t>
      </w:r>
      <w:r>
        <w:tab/>
        <w:t>5.177e0</w:t>
      </w:r>
    </w:p>
    <w:p w:rsidR="005B0461" w:rsidRDefault="005B0461" w:rsidP="005B0461">
      <w:r>
        <w:t>296.0639</w:t>
      </w:r>
      <w:r>
        <w:tab/>
        <w:t>5.569e0</w:t>
      </w:r>
    </w:p>
    <w:p w:rsidR="005B0461" w:rsidRDefault="005B0461" w:rsidP="005B0461">
      <w:r>
        <w:t>296.0849</w:t>
      </w:r>
      <w:r>
        <w:tab/>
        <w:t>3.038e0</w:t>
      </w:r>
    </w:p>
    <w:p w:rsidR="005B0461" w:rsidRDefault="005B0461" w:rsidP="005B0461">
      <w:r>
        <w:t>296.0905</w:t>
      </w:r>
      <w:r>
        <w:tab/>
        <w:t>2.025e0</w:t>
      </w:r>
    </w:p>
    <w:p w:rsidR="005B0461" w:rsidRDefault="005B0461" w:rsidP="005B0461">
      <w:r>
        <w:t>296.0957</w:t>
      </w:r>
      <w:r>
        <w:tab/>
        <w:t>1.531e0</w:t>
      </w:r>
    </w:p>
    <w:p w:rsidR="005B0461" w:rsidRDefault="005B0461" w:rsidP="005B0461">
      <w:r>
        <w:t>296.1254</w:t>
      </w:r>
      <w:r>
        <w:tab/>
        <w:t>2.025e0</w:t>
      </w:r>
    </w:p>
    <w:p w:rsidR="005B0461" w:rsidRDefault="005B0461" w:rsidP="005B0461">
      <w:r>
        <w:t>296.1291</w:t>
      </w:r>
      <w:r>
        <w:tab/>
        <w:t>2.451e0</w:t>
      </w:r>
    </w:p>
    <w:p w:rsidR="005B0461" w:rsidRDefault="005B0461" w:rsidP="005B0461">
      <w:r>
        <w:t>296.1708</w:t>
      </w:r>
      <w:r>
        <w:tab/>
        <w:t>1.185e1</w:t>
      </w:r>
    </w:p>
    <w:p w:rsidR="005B0461" w:rsidRDefault="005B0461" w:rsidP="005B0461">
      <w:r>
        <w:t>296.1805</w:t>
      </w:r>
      <w:r>
        <w:tab/>
        <w:t>2.551e0</w:t>
      </w:r>
    </w:p>
    <w:p w:rsidR="005B0461" w:rsidRDefault="005B0461" w:rsidP="005B0461">
      <w:r>
        <w:lastRenderedPageBreak/>
        <w:t>296.1913</w:t>
      </w:r>
      <w:r>
        <w:tab/>
        <w:t>1.013e0</w:t>
      </w:r>
    </w:p>
    <w:p w:rsidR="005B0461" w:rsidRDefault="005B0461" w:rsidP="005B0461">
      <w:r>
        <w:t>296.2025</w:t>
      </w:r>
      <w:r>
        <w:tab/>
        <w:t>2.798e0</w:t>
      </w:r>
    </w:p>
    <w:p w:rsidR="005B0461" w:rsidRDefault="005B0461" w:rsidP="005B0461">
      <w:r>
        <w:t>296.2078</w:t>
      </w:r>
      <w:r>
        <w:tab/>
        <w:t>2.795e0</w:t>
      </w:r>
    </w:p>
    <w:p w:rsidR="005B0461" w:rsidRDefault="005B0461" w:rsidP="005B0461">
      <w:r>
        <w:t>296.2390</w:t>
      </w:r>
      <w:r>
        <w:tab/>
        <w:t>2.025e0</w:t>
      </w:r>
    </w:p>
    <w:p w:rsidR="005B0461" w:rsidRDefault="005B0461" w:rsidP="005B0461">
      <w:r>
        <w:t>296.2580</w:t>
      </w:r>
      <w:r>
        <w:tab/>
        <w:t>4.051e0</w:t>
      </w:r>
    </w:p>
    <w:p w:rsidR="005B0461" w:rsidRDefault="005B0461" w:rsidP="005B0461">
      <w:r>
        <w:t>296.2734</w:t>
      </w:r>
      <w:r>
        <w:tab/>
        <w:t>3.717e0</w:t>
      </w:r>
    </w:p>
    <w:p w:rsidR="005B0461" w:rsidRDefault="005B0461" w:rsidP="005B0461">
      <w:r>
        <w:t>296.2906</w:t>
      </w:r>
      <w:r>
        <w:tab/>
        <w:t>1.013e0</w:t>
      </w:r>
    </w:p>
    <w:p w:rsidR="005B0461" w:rsidRDefault="005B0461" w:rsidP="005B0461">
      <w:r>
        <w:t>296.3011</w:t>
      </w:r>
      <w:r>
        <w:tab/>
        <w:t>2.025e0</w:t>
      </w:r>
    </w:p>
    <w:p w:rsidR="005B0461" w:rsidRDefault="005B0461" w:rsidP="005B0461">
      <w:r>
        <w:t>296.3145</w:t>
      </w:r>
      <w:r>
        <w:tab/>
        <w:t>1.013e0</w:t>
      </w:r>
    </w:p>
    <w:p w:rsidR="005B0461" w:rsidRDefault="005B0461" w:rsidP="005B0461">
      <w:r>
        <w:t>296.3551</w:t>
      </w:r>
      <w:r>
        <w:tab/>
        <w:t>1.013e0</w:t>
      </w:r>
    </w:p>
    <w:p w:rsidR="005B0461" w:rsidRDefault="005B0461" w:rsidP="005B0461">
      <w:r>
        <w:t>296.3740</w:t>
      </w:r>
      <w:r>
        <w:tab/>
        <w:t>2.025e0</w:t>
      </w:r>
    </w:p>
    <w:p w:rsidR="005B0461" w:rsidRDefault="005B0461" w:rsidP="005B0461">
      <w:r>
        <w:t>296.4097</w:t>
      </w:r>
      <w:r>
        <w:tab/>
        <w:t>1.013e0</w:t>
      </w:r>
    </w:p>
    <w:p w:rsidR="005B0461" w:rsidRDefault="005B0461" w:rsidP="005B0461">
      <w:r>
        <w:t>296.4199</w:t>
      </w:r>
      <w:r>
        <w:tab/>
        <w:t>1.013e0</w:t>
      </w:r>
    </w:p>
    <w:p w:rsidR="005B0461" w:rsidRDefault="005B0461" w:rsidP="005B0461">
      <w:r>
        <w:t>296.4335</w:t>
      </w:r>
      <w:r>
        <w:tab/>
        <w:t>1.013e0</w:t>
      </w:r>
    </w:p>
    <w:p w:rsidR="005B0461" w:rsidRDefault="005B0461" w:rsidP="005B0461">
      <w:r>
        <w:t>296.4572</w:t>
      </w:r>
      <w:r>
        <w:tab/>
        <w:t>1.013e0</w:t>
      </w:r>
    </w:p>
    <w:p w:rsidR="005B0461" w:rsidRDefault="005B0461" w:rsidP="005B0461">
      <w:r>
        <w:t>296.4822</w:t>
      </w:r>
      <w:r>
        <w:tab/>
        <w:t>3.038e0</w:t>
      </w:r>
    </w:p>
    <w:p w:rsidR="005B0461" w:rsidRDefault="005B0461" w:rsidP="005B0461">
      <w:r>
        <w:t>296.4865</w:t>
      </w:r>
      <w:r>
        <w:tab/>
        <w:t>2.025e0</w:t>
      </w:r>
    </w:p>
    <w:p w:rsidR="005B0461" w:rsidRDefault="005B0461" w:rsidP="005B0461">
      <w:r>
        <w:t>296.5387</w:t>
      </w:r>
      <w:r>
        <w:tab/>
        <w:t>3.038e0</w:t>
      </w:r>
    </w:p>
    <w:p w:rsidR="005B0461" w:rsidRDefault="005B0461" w:rsidP="005B0461">
      <w:r>
        <w:t>296.5460</w:t>
      </w:r>
      <w:r>
        <w:tab/>
        <w:t>2.025e0</w:t>
      </w:r>
    </w:p>
    <w:p w:rsidR="005B0461" w:rsidRDefault="005B0461" w:rsidP="005B0461">
      <w:r>
        <w:lastRenderedPageBreak/>
        <w:t>296.5502</w:t>
      </w:r>
      <w:r>
        <w:tab/>
        <w:t>3.289e0</w:t>
      </w:r>
    </w:p>
    <w:p w:rsidR="005B0461" w:rsidRDefault="005B0461" w:rsidP="005B0461">
      <w:r>
        <w:t>296.5604</w:t>
      </w:r>
      <w:r>
        <w:tab/>
        <w:t>1.013e0</w:t>
      </w:r>
    </w:p>
    <w:p w:rsidR="005B0461" w:rsidRDefault="005B0461" w:rsidP="005B0461">
      <w:r>
        <w:t>296.6120</w:t>
      </w:r>
      <w:r>
        <w:tab/>
        <w:t>4.051e0</w:t>
      </w:r>
    </w:p>
    <w:p w:rsidR="005B0461" w:rsidRDefault="005B0461" w:rsidP="005B0461">
      <w:r>
        <w:t>296.6160</w:t>
      </w:r>
      <w:r>
        <w:tab/>
        <w:t>2.025e0</w:t>
      </w:r>
    </w:p>
    <w:p w:rsidR="005B0461" w:rsidRDefault="005B0461" w:rsidP="005B0461">
      <w:r>
        <w:t>296.6417</w:t>
      </w:r>
      <w:r>
        <w:tab/>
        <w:t>3.038e0</w:t>
      </w:r>
    </w:p>
    <w:p w:rsidR="005B0461" w:rsidRDefault="005B0461" w:rsidP="005B0461">
      <w:r>
        <w:t>296.6439</w:t>
      </w:r>
      <w:r>
        <w:tab/>
        <w:t>1.013e0</w:t>
      </w:r>
    </w:p>
    <w:p w:rsidR="005B0461" w:rsidRDefault="005B0461" w:rsidP="005B0461">
      <w:r>
        <w:t>296.6795</w:t>
      </w:r>
      <w:r>
        <w:tab/>
        <w:t>1.013e0</w:t>
      </w:r>
    </w:p>
    <w:p w:rsidR="005B0461" w:rsidRDefault="005B0461" w:rsidP="005B0461">
      <w:r>
        <w:t>296.6855</w:t>
      </w:r>
      <w:r>
        <w:tab/>
        <w:t>2.025e0</w:t>
      </w:r>
    </w:p>
    <w:p w:rsidR="005B0461" w:rsidRDefault="005B0461" w:rsidP="005B0461">
      <w:r>
        <w:t>296.7096</w:t>
      </w:r>
      <w:r>
        <w:tab/>
        <w:t>2.025e0</w:t>
      </w:r>
    </w:p>
    <w:p w:rsidR="005B0461" w:rsidRDefault="005B0461" w:rsidP="005B0461">
      <w:r>
        <w:t>296.7390</w:t>
      </w:r>
      <w:r>
        <w:tab/>
        <w:t>1.013e0</w:t>
      </w:r>
    </w:p>
    <w:p w:rsidR="005B0461" w:rsidRDefault="005B0461" w:rsidP="005B0461">
      <w:r>
        <w:t>296.7470</w:t>
      </w:r>
      <w:r>
        <w:tab/>
        <w:t>2.025e0</w:t>
      </w:r>
    </w:p>
    <w:p w:rsidR="005B0461" w:rsidRDefault="005B0461" w:rsidP="005B0461">
      <w:r>
        <w:t>296.7588</w:t>
      </w:r>
      <w:r>
        <w:tab/>
        <w:t>1.013e0</w:t>
      </w:r>
    </w:p>
    <w:p w:rsidR="005B0461" w:rsidRDefault="005B0461" w:rsidP="005B0461">
      <w:r>
        <w:t>296.7669</w:t>
      </w:r>
      <w:r>
        <w:tab/>
        <w:t>1.013e0</w:t>
      </w:r>
    </w:p>
    <w:p w:rsidR="005B0461" w:rsidRDefault="005B0461" w:rsidP="005B0461">
      <w:r>
        <w:t>296.7713</w:t>
      </w:r>
      <w:r>
        <w:tab/>
        <w:t>1.013e0</w:t>
      </w:r>
    </w:p>
    <w:p w:rsidR="005B0461" w:rsidRDefault="005B0461" w:rsidP="005B0461">
      <w:r>
        <w:t>296.7810</w:t>
      </w:r>
      <w:r>
        <w:tab/>
        <w:t>4.051e0</w:t>
      </w:r>
    </w:p>
    <w:p w:rsidR="005B0461" w:rsidRDefault="005B0461" w:rsidP="005B0461">
      <w:r>
        <w:t>296.8037</w:t>
      </w:r>
      <w:r>
        <w:tab/>
        <w:t>1.013e0</w:t>
      </w:r>
    </w:p>
    <w:p w:rsidR="005B0461" w:rsidRDefault="005B0461" w:rsidP="005B0461">
      <w:r>
        <w:t>296.8362</w:t>
      </w:r>
      <w:r>
        <w:tab/>
        <w:t>2.025e0</w:t>
      </w:r>
    </w:p>
    <w:p w:rsidR="005B0461" w:rsidRDefault="005B0461" w:rsidP="005B0461">
      <w:r>
        <w:t>296.8741</w:t>
      </w:r>
      <w:r>
        <w:tab/>
        <w:t>1.013e0</w:t>
      </w:r>
    </w:p>
    <w:p w:rsidR="005B0461" w:rsidRDefault="005B0461" w:rsidP="005B0461">
      <w:r>
        <w:t>296.8820</w:t>
      </w:r>
      <w:r>
        <w:tab/>
        <w:t>1.013e0</w:t>
      </w:r>
    </w:p>
    <w:p w:rsidR="005B0461" w:rsidRDefault="005B0461" w:rsidP="005B0461">
      <w:r>
        <w:lastRenderedPageBreak/>
        <w:t>296.9177</w:t>
      </w:r>
      <w:r>
        <w:tab/>
        <w:t>1.013e0</w:t>
      </w:r>
    </w:p>
    <w:p w:rsidR="005B0461" w:rsidRDefault="005B0461" w:rsidP="005B0461">
      <w:r>
        <w:t>296.9228</w:t>
      </w:r>
      <w:r>
        <w:tab/>
        <w:t>1.013e0</w:t>
      </w:r>
    </w:p>
    <w:p w:rsidR="005B0461" w:rsidRDefault="005B0461" w:rsidP="005B0461">
      <w:r>
        <w:t>296.9353</w:t>
      </w:r>
      <w:r>
        <w:tab/>
        <w:t>3.038e0</w:t>
      </w:r>
    </w:p>
    <w:p w:rsidR="005B0461" w:rsidRDefault="005B0461" w:rsidP="005B0461">
      <w:r>
        <w:t>296.9519</w:t>
      </w:r>
      <w:r>
        <w:tab/>
        <w:t>4.051e0</w:t>
      </w:r>
    </w:p>
    <w:p w:rsidR="005B0461" w:rsidRDefault="005B0461" w:rsidP="005B0461">
      <w:r>
        <w:t>296.9721</w:t>
      </w:r>
      <w:r>
        <w:tab/>
        <w:t>4.165e0</w:t>
      </w:r>
    </w:p>
    <w:p w:rsidR="005B0461" w:rsidRDefault="005B0461" w:rsidP="005B0461">
      <w:r>
        <w:t>296.9753</w:t>
      </w:r>
      <w:r>
        <w:tab/>
        <w:t>4.051e0</w:t>
      </w:r>
    </w:p>
    <w:p w:rsidR="005B0461" w:rsidRDefault="005B0461" w:rsidP="005B0461">
      <w:r>
        <w:t>296.9784</w:t>
      </w:r>
      <w:r>
        <w:tab/>
        <w:t>8.032e0</w:t>
      </w:r>
    </w:p>
    <w:p w:rsidR="005B0461" w:rsidRDefault="005B0461" w:rsidP="005B0461">
      <w:r>
        <w:t>296.9820</w:t>
      </w:r>
      <w:r>
        <w:tab/>
        <w:t>2.601e0</w:t>
      </w:r>
    </w:p>
    <w:p w:rsidR="005B0461" w:rsidRDefault="005B0461" w:rsidP="005B0461">
      <w:r>
        <w:t>297.0187</w:t>
      </w:r>
      <w:r>
        <w:tab/>
        <w:t>2.025e0</w:t>
      </w:r>
    </w:p>
    <w:p w:rsidR="005B0461" w:rsidRDefault="005B0461" w:rsidP="005B0461">
      <w:r>
        <w:t>297.0284</w:t>
      </w:r>
      <w:r>
        <w:tab/>
        <w:t>6.461e0</w:t>
      </w:r>
    </w:p>
    <w:p w:rsidR="005B0461" w:rsidRDefault="005B0461" w:rsidP="005B0461">
      <w:r>
        <w:t>297.0349</w:t>
      </w:r>
      <w:r>
        <w:tab/>
        <w:t>2.025e0</w:t>
      </w:r>
    </w:p>
    <w:p w:rsidR="005B0461" w:rsidRDefault="005B0461" w:rsidP="005B0461">
      <w:r>
        <w:t>297.0621</w:t>
      </w:r>
      <w:r>
        <w:tab/>
        <w:t>3.291e0</w:t>
      </w:r>
    </w:p>
    <w:p w:rsidR="005B0461" w:rsidRDefault="005B0461" w:rsidP="005B0461">
      <w:r>
        <w:t>297.0693</w:t>
      </w:r>
      <w:r>
        <w:tab/>
        <w:t>2.201e0</w:t>
      </w:r>
    </w:p>
    <w:p w:rsidR="005B0461" w:rsidRDefault="005B0461" w:rsidP="005B0461">
      <w:r>
        <w:t>297.0706</w:t>
      </w:r>
      <w:r>
        <w:tab/>
        <w:t>3.466e0</w:t>
      </w:r>
    </w:p>
    <w:p w:rsidR="005B0461" w:rsidRDefault="005B0461" w:rsidP="005B0461">
      <w:r>
        <w:t>297.1157</w:t>
      </w:r>
      <w:r>
        <w:tab/>
        <w:t>1.556e0</w:t>
      </w:r>
    </w:p>
    <w:p w:rsidR="005B0461" w:rsidRDefault="005B0461" w:rsidP="005B0461">
      <w:r>
        <w:t>297.1308</w:t>
      </w:r>
      <w:r>
        <w:tab/>
        <w:t>3.038e0</w:t>
      </w:r>
    </w:p>
    <w:p w:rsidR="005B0461" w:rsidRDefault="005B0461" w:rsidP="005B0461">
      <w:r>
        <w:t>297.1718</w:t>
      </w:r>
      <w:r>
        <w:tab/>
        <w:t>5.341e0</w:t>
      </w:r>
    </w:p>
    <w:p w:rsidR="005B0461" w:rsidRDefault="005B0461" w:rsidP="005B0461">
      <w:r>
        <w:t>297.1922</w:t>
      </w:r>
      <w:r>
        <w:tab/>
        <w:t>4.977e0</w:t>
      </w:r>
    </w:p>
    <w:p w:rsidR="005B0461" w:rsidRDefault="005B0461" w:rsidP="005B0461">
      <w:r>
        <w:t>297.2108</w:t>
      </w:r>
      <w:r>
        <w:tab/>
        <w:t>3.197e0</w:t>
      </w:r>
    </w:p>
    <w:p w:rsidR="005B0461" w:rsidRDefault="005B0461" w:rsidP="005B0461">
      <w:r>
        <w:lastRenderedPageBreak/>
        <w:t>297.2164</w:t>
      </w:r>
      <w:r>
        <w:tab/>
        <w:t>3.021e0</w:t>
      </w:r>
    </w:p>
    <w:p w:rsidR="005B0461" w:rsidRDefault="005B0461" w:rsidP="005B0461">
      <w:r>
        <w:t>297.2465</w:t>
      </w:r>
      <w:r>
        <w:tab/>
        <w:t>4.641e0</w:t>
      </w:r>
    </w:p>
    <w:p w:rsidR="005B0461" w:rsidRDefault="005B0461" w:rsidP="005B0461">
      <w:r>
        <w:t>297.2487</w:t>
      </w:r>
      <w:r>
        <w:tab/>
        <w:t>3.517e0</w:t>
      </w:r>
    </w:p>
    <w:p w:rsidR="005B0461" w:rsidRDefault="005B0461" w:rsidP="005B0461">
      <w:r>
        <w:t>297.2507</w:t>
      </w:r>
      <w:r>
        <w:tab/>
        <w:t>2.025e0</w:t>
      </w:r>
    </w:p>
    <w:p w:rsidR="005B0461" w:rsidRDefault="005B0461" w:rsidP="005B0461">
      <w:r>
        <w:t>297.2848</w:t>
      </w:r>
      <w:r>
        <w:tab/>
        <w:t>5.063e0</w:t>
      </w:r>
    </w:p>
    <w:p w:rsidR="005B0461" w:rsidRDefault="005B0461" w:rsidP="005B0461">
      <w:r>
        <w:t>297.2872</w:t>
      </w:r>
      <w:r>
        <w:tab/>
        <w:t>4.051e0</w:t>
      </w:r>
    </w:p>
    <w:p w:rsidR="005B0461" w:rsidRDefault="005B0461" w:rsidP="005B0461">
      <w:r>
        <w:t>297.2886</w:t>
      </w:r>
      <w:r>
        <w:tab/>
        <w:t>9.000e0</w:t>
      </w:r>
    </w:p>
    <w:p w:rsidR="005B0461" w:rsidRDefault="005B0461" w:rsidP="005B0461">
      <w:r>
        <w:t>297.2992</w:t>
      </w:r>
      <w:r>
        <w:tab/>
        <w:t>3.038e0</w:t>
      </w:r>
    </w:p>
    <w:p w:rsidR="005B0461" w:rsidRDefault="005B0461" w:rsidP="005B0461">
      <w:r>
        <w:t>297.3266</w:t>
      </w:r>
      <w:r>
        <w:tab/>
        <w:t>2.025e0</w:t>
      </w:r>
    </w:p>
    <w:p w:rsidR="005B0461" w:rsidRDefault="005B0461" w:rsidP="005B0461">
      <w:r>
        <w:t>297.3451</w:t>
      </w:r>
      <w:r>
        <w:tab/>
        <w:t>1.013e0</w:t>
      </w:r>
    </w:p>
    <w:p w:rsidR="005B0461" w:rsidRDefault="005B0461" w:rsidP="005B0461">
      <w:r>
        <w:t>297.3625</w:t>
      </w:r>
      <w:r>
        <w:tab/>
        <w:t>1.013e0</w:t>
      </w:r>
    </w:p>
    <w:p w:rsidR="005B0461" w:rsidRDefault="005B0461" w:rsidP="005B0461">
      <w:r>
        <w:t>297.3822</w:t>
      </w:r>
      <w:r>
        <w:tab/>
        <w:t>1.013e0</w:t>
      </w:r>
    </w:p>
    <w:p w:rsidR="005B0461" w:rsidRDefault="005B0461" w:rsidP="005B0461">
      <w:r>
        <w:t>297.4009</w:t>
      </w:r>
      <w:r>
        <w:tab/>
        <w:t>3.038e0</w:t>
      </w:r>
    </w:p>
    <w:p w:rsidR="005B0461" w:rsidRDefault="005B0461" w:rsidP="005B0461">
      <w:r>
        <w:t>297.4139</w:t>
      </w:r>
      <w:r>
        <w:tab/>
        <w:t>2.025e0</w:t>
      </w:r>
    </w:p>
    <w:p w:rsidR="005B0461" w:rsidRDefault="005B0461" w:rsidP="005B0461">
      <w:r>
        <w:t>297.4457</w:t>
      </w:r>
      <w:r>
        <w:tab/>
        <w:t>1.013e0</w:t>
      </w:r>
    </w:p>
    <w:p w:rsidR="005B0461" w:rsidRDefault="005B0461" w:rsidP="005B0461">
      <w:r>
        <w:t>297.4735</w:t>
      </w:r>
      <w:r>
        <w:tab/>
        <w:t>1.013e0</w:t>
      </w:r>
    </w:p>
    <w:p w:rsidR="005B0461" w:rsidRDefault="005B0461" w:rsidP="005B0461">
      <w:r>
        <w:t>297.4776</w:t>
      </w:r>
      <w:r>
        <w:tab/>
        <w:t>1.013e0</w:t>
      </w:r>
    </w:p>
    <w:p w:rsidR="005B0461" w:rsidRDefault="005B0461" w:rsidP="005B0461">
      <w:r>
        <w:t>297.5032</w:t>
      </w:r>
      <w:r>
        <w:tab/>
        <w:t>4.051e0</w:t>
      </w:r>
    </w:p>
    <w:p w:rsidR="005B0461" w:rsidRDefault="005B0461" w:rsidP="005B0461">
      <w:r>
        <w:t>297.5265</w:t>
      </w:r>
      <w:r>
        <w:tab/>
        <w:t>2.025e0</w:t>
      </w:r>
    </w:p>
    <w:p w:rsidR="005B0461" w:rsidRDefault="005B0461" w:rsidP="005B0461">
      <w:r>
        <w:lastRenderedPageBreak/>
        <w:t>297.5371</w:t>
      </w:r>
      <w:r>
        <w:tab/>
        <w:t>1.013e0</w:t>
      </w:r>
    </w:p>
    <w:p w:rsidR="005B0461" w:rsidRDefault="005B0461" w:rsidP="005B0461">
      <w:r>
        <w:t>297.5402</w:t>
      </w:r>
      <w:r>
        <w:tab/>
        <w:t>3.043e0</w:t>
      </w:r>
    </w:p>
    <w:p w:rsidR="005B0461" w:rsidRDefault="005B0461" w:rsidP="005B0461">
      <w:r>
        <w:t>297.6285</w:t>
      </w:r>
      <w:r>
        <w:tab/>
        <w:t>1.013e0</w:t>
      </w:r>
    </w:p>
    <w:p w:rsidR="005B0461" w:rsidRDefault="005B0461" w:rsidP="005B0461">
      <w:r>
        <w:t>297.6324</w:t>
      </w:r>
      <w:r>
        <w:tab/>
        <w:t>1.013e0</w:t>
      </w:r>
    </w:p>
    <w:p w:rsidR="005B0461" w:rsidRDefault="005B0461" w:rsidP="005B0461">
      <w:r>
        <w:t>297.6642</w:t>
      </w:r>
      <w:r>
        <w:tab/>
        <w:t>2.025e0</w:t>
      </w:r>
    </w:p>
    <w:p w:rsidR="005B0461" w:rsidRDefault="005B0461" w:rsidP="005B0461">
      <w:r>
        <w:t>297.6702</w:t>
      </w:r>
      <w:r>
        <w:tab/>
        <w:t>4.051e0</w:t>
      </w:r>
    </w:p>
    <w:p w:rsidR="005B0461" w:rsidRDefault="005B0461" w:rsidP="005B0461">
      <w:r>
        <w:t>297.7079</w:t>
      </w:r>
      <w:r>
        <w:tab/>
        <w:t>1.013e0</w:t>
      </w:r>
    </w:p>
    <w:p w:rsidR="005B0461" w:rsidRDefault="005B0461" w:rsidP="005B0461">
      <w:r>
        <w:t>297.7354</w:t>
      </w:r>
      <w:r>
        <w:tab/>
        <w:t>1.013e0</w:t>
      </w:r>
    </w:p>
    <w:p w:rsidR="005B0461" w:rsidRDefault="005B0461" w:rsidP="005B0461">
      <w:r>
        <w:t>297.7396</w:t>
      </w:r>
      <w:r>
        <w:tab/>
        <w:t>1.013e0</w:t>
      </w:r>
    </w:p>
    <w:p w:rsidR="005B0461" w:rsidRDefault="005B0461" w:rsidP="005B0461">
      <w:r>
        <w:t>297.7755</w:t>
      </w:r>
      <w:r>
        <w:tab/>
        <w:t>2.025e0</w:t>
      </w:r>
    </w:p>
    <w:p w:rsidR="005B0461" w:rsidRDefault="005B0461" w:rsidP="005B0461">
      <w:r>
        <w:t>297.7835</w:t>
      </w:r>
      <w:r>
        <w:tab/>
        <w:t>2.025e0</w:t>
      </w:r>
    </w:p>
    <w:p w:rsidR="005B0461" w:rsidRDefault="005B0461" w:rsidP="005B0461">
      <w:r>
        <w:t>297.8192</w:t>
      </w:r>
      <w:r>
        <w:tab/>
        <w:t>2.025e0</w:t>
      </w:r>
    </w:p>
    <w:p w:rsidR="005B0461" w:rsidRDefault="005B0461" w:rsidP="005B0461">
      <w:r>
        <w:t>297.8291</w:t>
      </w:r>
      <w:r>
        <w:tab/>
        <w:t>2.025e0</w:t>
      </w:r>
    </w:p>
    <w:p w:rsidR="005B0461" w:rsidRDefault="005B0461" w:rsidP="005B0461">
      <w:r>
        <w:t>297.8351</w:t>
      </w:r>
      <w:r>
        <w:tab/>
        <w:t>3.038e0</w:t>
      </w:r>
    </w:p>
    <w:p w:rsidR="005B0461" w:rsidRDefault="005B0461" w:rsidP="005B0461">
      <w:r>
        <w:t>297.8439</w:t>
      </w:r>
      <w:r>
        <w:tab/>
        <w:t>1.013e0</w:t>
      </w:r>
    </w:p>
    <w:p w:rsidR="005B0461" w:rsidRDefault="005B0461" w:rsidP="005B0461">
      <w:r>
        <w:t>297.8710</w:t>
      </w:r>
      <w:r>
        <w:tab/>
        <w:t>1.013e0</w:t>
      </w:r>
    </w:p>
    <w:p w:rsidR="005B0461" w:rsidRDefault="005B0461" w:rsidP="005B0461">
      <w:r>
        <w:t>297.8825</w:t>
      </w:r>
      <w:r>
        <w:tab/>
        <w:t>2.025e0</w:t>
      </w:r>
    </w:p>
    <w:p w:rsidR="005B0461" w:rsidRDefault="005B0461" w:rsidP="005B0461">
      <w:r>
        <w:t>297.8866</w:t>
      </w:r>
      <w:r>
        <w:tab/>
        <w:t>1.013e0</w:t>
      </w:r>
    </w:p>
    <w:p w:rsidR="005B0461" w:rsidRDefault="005B0461" w:rsidP="005B0461">
      <w:r>
        <w:t>297.8947</w:t>
      </w:r>
      <w:r>
        <w:tab/>
        <w:t>1.013e0</w:t>
      </w:r>
    </w:p>
    <w:p w:rsidR="005B0461" w:rsidRDefault="005B0461" w:rsidP="005B0461">
      <w:r>
        <w:lastRenderedPageBreak/>
        <w:t>297.9144</w:t>
      </w:r>
      <w:r>
        <w:tab/>
        <w:t>1.013e0</w:t>
      </w:r>
    </w:p>
    <w:p w:rsidR="005B0461" w:rsidRDefault="005B0461" w:rsidP="005B0461">
      <w:r>
        <w:t>297.9224</w:t>
      </w:r>
      <w:r>
        <w:tab/>
        <w:t>2.025e0</w:t>
      </w:r>
    </w:p>
    <w:p w:rsidR="005B0461" w:rsidRDefault="005B0461" w:rsidP="005B0461">
      <w:r>
        <w:t>297.9307</w:t>
      </w:r>
      <w:r>
        <w:tab/>
        <w:t>1.013e0</w:t>
      </w:r>
    </w:p>
    <w:p w:rsidR="005B0461" w:rsidRDefault="005B0461" w:rsidP="005B0461">
      <w:r>
        <w:t>297.9543</w:t>
      </w:r>
      <w:r>
        <w:tab/>
        <w:t>1.013e0</w:t>
      </w:r>
    </w:p>
    <w:p w:rsidR="005B0461" w:rsidRDefault="005B0461" w:rsidP="005B0461">
      <w:r>
        <w:t>297.9660</w:t>
      </w:r>
      <w:r>
        <w:tab/>
        <w:t>2.025e0</w:t>
      </w:r>
    </w:p>
    <w:p w:rsidR="005B0461" w:rsidRDefault="005B0461" w:rsidP="005B0461">
      <w:r>
        <w:t>297.9904</w:t>
      </w:r>
      <w:r>
        <w:tab/>
        <w:t>3.038e0</w:t>
      </w:r>
    </w:p>
    <w:p w:rsidR="005B0461" w:rsidRDefault="005B0461" w:rsidP="005B0461">
      <w:r>
        <w:t>297.9958</w:t>
      </w:r>
      <w:r>
        <w:tab/>
        <w:t>1.013e0</w:t>
      </w:r>
    </w:p>
    <w:p w:rsidR="005B0461" w:rsidRDefault="005B0461" w:rsidP="005B0461">
      <w:r>
        <w:t>297.9968</w:t>
      </w:r>
      <w:r>
        <w:tab/>
        <w:t>1.676e0</w:t>
      </w:r>
    </w:p>
    <w:p w:rsidR="005B0461" w:rsidRDefault="005B0461" w:rsidP="005B0461">
      <w:r>
        <w:t>298.0004</w:t>
      </w:r>
      <w:r>
        <w:tab/>
        <w:t>3.038e0</w:t>
      </w:r>
    </w:p>
    <w:p w:rsidR="005B0461" w:rsidRDefault="005B0461" w:rsidP="005B0461">
      <w:r>
        <w:t>298.0277</w:t>
      </w:r>
      <w:r>
        <w:tab/>
        <w:t>2.025e0</w:t>
      </w:r>
    </w:p>
    <w:p w:rsidR="005B0461" w:rsidRDefault="005B0461" w:rsidP="005B0461">
      <w:r>
        <w:t>298.0482</w:t>
      </w:r>
      <w:r>
        <w:tab/>
        <w:t>1.960e0</w:t>
      </w:r>
    </w:p>
    <w:p w:rsidR="005B0461" w:rsidRDefault="005B0461" w:rsidP="005B0461">
      <w:r>
        <w:t>298.0642</w:t>
      </w:r>
      <w:r>
        <w:tab/>
        <w:t>3.984e0</w:t>
      </w:r>
    </w:p>
    <w:p w:rsidR="005B0461" w:rsidRDefault="005B0461" w:rsidP="005B0461">
      <w:r>
        <w:t>298.0728</w:t>
      </w:r>
      <w:r>
        <w:tab/>
        <w:t>5.901e0</w:t>
      </w:r>
    </w:p>
    <w:p w:rsidR="005B0461" w:rsidRDefault="005B0461" w:rsidP="005B0461">
      <w:r>
        <w:t>298.0776</w:t>
      </w:r>
      <w:r>
        <w:tab/>
        <w:t>5.063e0</w:t>
      </w:r>
    </w:p>
    <w:p w:rsidR="005B0461" w:rsidRDefault="005B0461" w:rsidP="005B0461">
      <w:r>
        <w:t>298.0852</w:t>
      </w:r>
      <w:r>
        <w:tab/>
        <w:t>1.631e0</w:t>
      </w:r>
    </w:p>
    <w:p w:rsidR="005B0461" w:rsidRDefault="005B0461" w:rsidP="005B0461">
      <w:r>
        <w:t>298.0983</w:t>
      </w:r>
      <w:r>
        <w:tab/>
        <w:t>3.776e0</w:t>
      </w:r>
    </w:p>
    <w:p w:rsidR="005B0461" w:rsidRDefault="005B0461" w:rsidP="005B0461">
      <w:r>
        <w:t>298.1376</w:t>
      </w:r>
      <w:r>
        <w:tab/>
        <w:t>2.748e0</w:t>
      </w:r>
    </w:p>
    <w:p w:rsidR="005B0461" w:rsidRDefault="005B0461" w:rsidP="005B0461">
      <w:r>
        <w:t>298.1416</w:t>
      </w:r>
      <w:r>
        <w:tab/>
        <w:t>5.042e0</w:t>
      </w:r>
    </w:p>
    <w:p w:rsidR="005B0461" w:rsidRDefault="005B0461" w:rsidP="005B0461">
      <w:r>
        <w:t>298.2095</w:t>
      </w:r>
      <w:r>
        <w:tab/>
        <w:t>2.025e0</w:t>
      </w:r>
    </w:p>
    <w:p w:rsidR="005B0461" w:rsidRDefault="005B0461" w:rsidP="005B0461">
      <w:r>
        <w:lastRenderedPageBreak/>
        <w:t>298.2345</w:t>
      </w:r>
      <w:r>
        <w:tab/>
        <w:t>3.038e0</w:t>
      </w:r>
    </w:p>
    <w:p w:rsidR="005B0461" w:rsidRDefault="005B0461" w:rsidP="005B0461">
      <w:r>
        <w:t>298.2482</w:t>
      </w:r>
      <w:r>
        <w:tab/>
        <w:t>1.078e0</w:t>
      </w:r>
    </w:p>
    <w:p w:rsidR="005B0461" w:rsidRDefault="005B0461" w:rsidP="005B0461">
      <w:r>
        <w:t>298.2625</w:t>
      </w:r>
      <w:r>
        <w:tab/>
        <w:t>1.713e0</w:t>
      </w:r>
    </w:p>
    <w:p w:rsidR="005B0461" w:rsidRDefault="005B0461" w:rsidP="005B0461">
      <w:r>
        <w:t>298.2896</w:t>
      </w:r>
      <w:r>
        <w:tab/>
        <w:t>3.038e0</w:t>
      </w:r>
    </w:p>
    <w:p w:rsidR="005B0461" w:rsidRDefault="005B0461" w:rsidP="005B0461">
      <w:r>
        <w:t>298.2914</w:t>
      </w:r>
      <w:r>
        <w:tab/>
        <w:t>4.051e0</w:t>
      </w:r>
    </w:p>
    <w:p w:rsidR="005B0461" w:rsidRDefault="005B0461" w:rsidP="005B0461">
      <w:r>
        <w:t>298.2999</w:t>
      </w:r>
      <w:r>
        <w:tab/>
        <w:t>1.013e0</w:t>
      </w:r>
    </w:p>
    <w:p w:rsidR="005B0461" w:rsidRDefault="005B0461" w:rsidP="005B0461">
      <w:r>
        <w:t>298.3495</w:t>
      </w:r>
      <w:r>
        <w:tab/>
        <w:t>9.114e0</w:t>
      </w:r>
    </w:p>
    <w:p w:rsidR="005B0461" w:rsidRDefault="005B0461" w:rsidP="005B0461">
      <w:r>
        <w:t>298.3552</w:t>
      </w:r>
      <w:r>
        <w:tab/>
        <w:t>2.025e0</w:t>
      </w:r>
    </w:p>
    <w:p w:rsidR="005B0461" w:rsidRDefault="005B0461" w:rsidP="005B0461">
      <w:r>
        <w:t>298.3715</w:t>
      </w:r>
      <w:r>
        <w:tab/>
        <w:t>1.013e0</w:t>
      </w:r>
    </w:p>
    <w:p w:rsidR="005B0461" w:rsidRDefault="005B0461" w:rsidP="005B0461">
      <w:r>
        <w:t>298.3869</w:t>
      </w:r>
      <w:r>
        <w:tab/>
        <w:t>1.013e0</w:t>
      </w:r>
    </w:p>
    <w:p w:rsidR="005B0461" w:rsidRDefault="005B0461" w:rsidP="005B0461">
      <w:r>
        <w:t>298.4196</w:t>
      </w:r>
      <w:r>
        <w:tab/>
        <w:t>3.038e0</w:t>
      </w:r>
    </w:p>
    <w:p w:rsidR="005B0461" w:rsidRDefault="005B0461" w:rsidP="005B0461">
      <w:r>
        <w:t>298.4467</w:t>
      </w:r>
      <w:r>
        <w:tab/>
        <w:t>2.025e0</w:t>
      </w:r>
    </w:p>
    <w:p w:rsidR="005B0461" w:rsidRDefault="005B0461" w:rsidP="005B0461">
      <w:r>
        <w:t>298.4787</w:t>
      </w:r>
      <w:r>
        <w:tab/>
        <w:t>1.013e0</w:t>
      </w:r>
    </w:p>
    <w:p w:rsidR="005B0461" w:rsidRDefault="005B0461" w:rsidP="005B0461">
      <w:r>
        <w:t>298.5104</w:t>
      </w:r>
      <w:r>
        <w:tab/>
        <w:t>1.013e0</w:t>
      </w:r>
    </w:p>
    <w:p w:rsidR="005B0461" w:rsidRDefault="005B0461" w:rsidP="005B0461">
      <w:r>
        <w:t>298.5145</w:t>
      </w:r>
      <w:r>
        <w:tab/>
        <w:t>1.013e0</w:t>
      </w:r>
    </w:p>
    <w:p w:rsidR="005B0461" w:rsidRDefault="005B0461" w:rsidP="005B0461">
      <w:r>
        <w:t>298.5228</w:t>
      </w:r>
      <w:r>
        <w:tab/>
        <w:t>1.013e0</w:t>
      </w:r>
    </w:p>
    <w:p w:rsidR="005B0461" w:rsidRDefault="005B0461" w:rsidP="005B0461">
      <w:r>
        <w:t>298.5484</w:t>
      </w:r>
      <w:r>
        <w:tab/>
        <w:t>2.025e0</w:t>
      </w:r>
    </w:p>
    <w:p w:rsidR="005B0461" w:rsidRDefault="005B0461" w:rsidP="005B0461">
      <w:r>
        <w:t>298.5880</w:t>
      </w:r>
      <w:r>
        <w:tab/>
        <w:t>2.025e0</w:t>
      </w:r>
    </w:p>
    <w:p w:rsidR="005B0461" w:rsidRDefault="005B0461" w:rsidP="005B0461">
      <w:r>
        <w:t>298.5934</w:t>
      </w:r>
      <w:r>
        <w:tab/>
        <w:t>1.013e0</w:t>
      </w:r>
    </w:p>
    <w:p w:rsidR="005B0461" w:rsidRDefault="005B0461" w:rsidP="005B0461">
      <w:r>
        <w:lastRenderedPageBreak/>
        <w:t>298.6033</w:t>
      </w:r>
      <w:r>
        <w:tab/>
        <w:t>3.038e0</w:t>
      </w:r>
    </w:p>
    <w:p w:rsidR="005B0461" w:rsidRDefault="005B0461" w:rsidP="005B0461">
      <w:r>
        <w:t>298.6296</w:t>
      </w:r>
      <w:r>
        <w:tab/>
        <w:t>1.013e0</w:t>
      </w:r>
    </w:p>
    <w:p w:rsidR="005B0461" w:rsidRDefault="005B0461" w:rsidP="005B0461">
      <w:r>
        <w:t>298.6478</w:t>
      </w:r>
      <w:r>
        <w:tab/>
        <w:t>1.013e0</w:t>
      </w:r>
    </w:p>
    <w:p w:rsidR="005B0461" w:rsidRDefault="005B0461" w:rsidP="005B0461">
      <w:r>
        <w:t>298.6696</w:t>
      </w:r>
      <w:r>
        <w:tab/>
        <w:t>1.013e0</w:t>
      </w:r>
    </w:p>
    <w:p w:rsidR="005B0461" w:rsidRDefault="005B0461" w:rsidP="005B0461">
      <w:r>
        <w:t>298.6854</w:t>
      </w:r>
      <w:r>
        <w:tab/>
        <w:t>1.013e0</w:t>
      </w:r>
    </w:p>
    <w:p w:rsidR="005B0461" w:rsidRDefault="005B0461" w:rsidP="005B0461">
      <w:r>
        <w:t>298.7171</w:t>
      </w:r>
      <w:r>
        <w:tab/>
        <w:t>1.013e0</w:t>
      </w:r>
    </w:p>
    <w:p w:rsidR="005B0461" w:rsidRDefault="005B0461" w:rsidP="005B0461">
      <w:r>
        <w:t>298.7349</w:t>
      </w:r>
      <w:r>
        <w:tab/>
        <w:t>1.013e0</w:t>
      </w:r>
    </w:p>
    <w:p w:rsidR="005B0461" w:rsidRDefault="005B0461" w:rsidP="005B0461">
      <w:r>
        <w:t>298.7443</w:t>
      </w:r>
      <w:r>
        <w:tab/>
        <w:t>2.025e0</w:t>
      </w:r>
    </w:p>
    <w:p w:rsidR="005B0461" w:rsidRDefault="005B0461" w:rsidP="005B0461">
      <w:r>
        <w:t>298.7767</w:t>
      </w:r>
      <w:r>
        <w:tab/>
        <w:t>2.025e0</w:t>
      </w:r>
    </w:p>
    <w:p w:rsidR="005B0461" w:rsidRDefault="005B0461" w:rsidP="005B0461">
      <w:r>
        <w:t>298.8273</w:t>
      </w:r>
      <w:r>
        <w:tab/>
        <w:t>2.025e0</w:t>
      </w:r>
    </w:p>
    <w:p w:rsidR="005B0461" w:rsidRDefault="005B0461" w:rsidP="005B0461">
      <w:r>
        <w:t>298.8546</w:t>
      </w:r>
      <w:r>
        <w:tab/>
        <w:t>1.013e0</w:t>
      </w:r>
    </w:p>
    <w:p w:rsidR="005B0461" w:rsidRDefault="005B0461" w:rsidP="005B0461">
      <w:r>
        <w:t>298.8570</w:t>
      </w:r>
      <w:r>
        <w:tab/>
        <w:t>3.038e0</w:t>
      </w:r>
    </w:p>
    <w:p w:rsidR="005B0461" w:rsidRDefault="005B0461" w:rsidP="005B0461">
      <w:r>
        <w:t>298.8600</w:t>
      </w:r>
      <w:r>
        <w:tab/>
        <w:t>1.013e0</w:t>
      </w:r>
    </w:p>
    <w:p w:rsidR="005B0461" w:rsidRDefault="005B0461" w:rsidP="005B0461">
      <w:r>
        <w:t>298.8841</w:t>
      </w:r>
      <w:r>
        <w:tab/>
        <w:t>2.025e0</w:t>
      </w:r>
    </w:p>
    <w:p w:rsidR="005B0461" w:rsidRDefault="005B0461" w:rsidP="005B0461">
      <w:r>
        <w:t>298.8960</w:t>
      </w:r>
      <w:r>
        <w:tab/>
        <w:t>2.025e0</w:t>
      </w:r>
    </w:p>
    <w:p w:rsidR="005B0461" w:rsidRDefault="005B0461" w:rsidP="005B0461">
      <w:r>
        <w:t>298.9144</w:t>
      </w:r>
      <w:r>
        <w:tab/>
        <w:t>1.013e0</w:t>
      </w:r>
    </w:p>
    <w:p w:rsidR="005B0461" w:rsidRDefault="005B0461" w:rsidP="005B0461">
      <w:r>
        <w:t>298.9362</w:t>
      </w:r>
      <w:r>
        <w:tab/>
        <w:t>1.013e0</w:t>
      </w:r>
    </w:p>
    <w:p w:rsidR="005B0461" w:rsidRDefault="005B0461" w:rsidP="005B0461">
      <w:r>
        <w:t>298.9557</w:t>
      </w:r>
      <w:r>
        <w:tab/>
        <w:t>2.025e0</w:t>
      </w:r>
    </w:p>
    <w:p w:rsidR="005B0461" w:rsidRDefault="005B0461" w:rsidP="005B0461">
      <w:r>
        <w:t>298.9577</w:t>
      </w:r>
      <w:r>
        <w:tab/>
        <w:t>2.025e0</w:t>
      </w:r>
    </w:p>
    <w:p w:rsidR="005B0461" w:rsidRDefault="005B0461" w:rsidP="005B0461">
      <w:r>
        <w:lastRenderedPageBreak/>
        <w:t>298.9875</w:t>
      </w:r>
      <w:r>
        <w:tab/>
        <w:t>2.025e0</w:t>
      </w:r>
    </w:p>
    <w:p w:rsidR="005B0461" w:rsidRDefault="005B0461" w:rsidP="005B0461">
      <w:r>
        <w:t>298.9998</w:t>
      </w:r>
      <w:r>
        <w:tab/>
        <w:t>3.038e0</w:t>
      </w:r>
    </w:p>
    <w:p w:rsidR="005B0461" w:rsidRDefault="005B0461" w:rsidP="005B0461">
      <w:r>
        <w:t>299.0047</w:t>
      </w:r>
      <w:r>
        <w:tab/>
        <w:t>5.919e0</w:t>
      </w:r>
    </w:p>
    <w:p w:rsidR="005B0461" w:rsidRDefault="005B0461" w:rsidP="005B0461">
      <w:r>
        <w:t>299.0134</w:t>
      </w:r>
      <w:r>
        <w:tab/>
        <w:t>2.025e0</w:t>
      </w:r>
    </w:p>
    <w:p w:rsidR="005B0461" w:rsidRDefault="005B0461" w:rsidP="005B0461">
      <w:r>
        <w:t>299.0472</w:t>
      </w:r>
      <w:r>
        <w:tab/>
        <w:t>2.607e0</w:t>
      </w:r>
    </w:p>
    <w:p w:rsidR="005B0461" w:rsidRDefault="005B0461" w:rsidP="005B0461">
      <w:r>
        <w:t>299.0583</w:t>
      </w:r>
      <w:r>
        <w:tab/>
        <w:t>6.696e0</w:t>
      </w:r>
    </w:p>
    <w:p w:rsidR="005B0461" w:rsidRDefault="005B0461" w:rsidP="005B0461">
      <w:r>
        <w:t>299.0832</w:t>
      </w:r>
      <w:r>
        <w:tab/>
        <w:t>6.947e0</w:t>
      </w:r>
    </w:p>
    <w:p w:rsidR="005B0461" w:rsidRDefault="005B0461" w:rsidP="005B0461">
      <w:r>
        <w:t>299.0963</w:t>
      </w:r>
      <w:r>
        <w:tab/>
        <w:t>4.051e0</w:t>
      </w:r>
    </w:p>
    <w:p w:rsidR="005B0461" w:rsidRDefault="005B0461" w:rsidP="005B0461">
      <w:r>
        <w:t>299.1154</w:t>
      </w:r>
      <w:r>
        <w:tab/>
        <w:t>1.937e0</w:t>
      </w:r>
    </w:p>
    <w:p w:rsidR="005B0461" w:rsidRDefault="005B0461" w:rsidP="005B0461">
      <w:r>
        <w:t>299.1206</w:t>
      </w:r>
      <w:r>
        <w:tab/>
        <w:t>1.340e0</w:t>
      </w:r>
    </w:p>
    <w:p w:rsidR="005B0461" w:rsidRDefault="005B0461" w:rsidP="005B0461">
      <w:r>
        <w:t>299.1346</w:t>
      </w:r>
      <w:r>
        <w:tab/>
        <w:t>1.703e0</w:t>
      </w:r>
    </w:p>
    <w:p w:rsidR="005B0461" w:rsidRDefault="005B0461" w:rsidP="005B0461">
      <w:r>
        <w:t>299.1479</w:t>
      </w:r>
      <w:r>
        <w:tab/>
        <w:t>2.480e0</w:t>
      </w:r>
    </w:p>
    <w:p w:rsidR="005B0461" w:rsidRDefault="005B0461" w:rsidP="005B0461">
      <w:r>
        <w:t>299.1826</w:t>
      </w:r>
      <w:r>
        <w:tab/>
        <w:t>2.989e0</w:t>
      </w:r>
    </w:p>
    <w:p w:rsidR="005B0461" w:rsidRDefault="005B0461" w:rsidP="005B0461">
      <w:r>
        <w:t>299.1873</w:t>
      </w:r>
      <w:r>
        <w:tab/>
        <w:t>3.038e0</w:t>
      </w:r>
    </w:p>
    <w:p w:rsidR="005B0461" w:rsidRDefault="005B0461" w:rsidP="005B0461">
      <w:r>
        <w:t>299.2221</w:t>
      </w:r>
      <w:r>
        <w:tab/>
        <w:t>1.013e0</w:t>
      </w:r>
    </w:p>
    <w:p w:rsidR="005B0461" w:rsidRDefault="005B0461" w:rsidP="005B0461">
      <w:r>
        <w:t>299.2245</w:t>
      </w:r>
      <w:r>
        <w:tab/>
        <w:t>2.001e0</w:t>
      </w:r>
    </w:p>
    <w:p w:rsidR="005B0461" w:rsidRDefault="005B0461" w:rsidP="005B0461">
      <w:r>
        <w:t>299.2267</w:t>
      </w:r>
      <w:r>
        <w:tab/>
        <w:t>3.878e0</w:t>
      </w:r>
    </w:p>
    <w:p w:rsidR="005B0461" w:rsidRDefault="005B0461" w:rsidP="005B0461">
      <w:r>
        <w:t>299.2498</w:t>
      </w:r>
      <w:r>
        <w:tab/>
        <w:t>2.025e0</w:t>
      </w:r>
    </w:p>
    <w:p w:rsidR="005B0461" w:rsidRDefault="005B0461" w:rsidP="005B0461">
      <w:r>
        <w:t>299.2519</w:t>
      </w:r>
      <w:r>
        <w:tab/>
        <w:t>2.025e0</w:t>
      </w:r>
    </w:p>
    <w:p w:rsidR="005B0461" w:rsidRDefault="005B0461" w:rsidP="005B0461">
      <w:r>
        <w:lastRenderedPageBreak/>
        <w:t>299.2666</w:t>
      </w:r>
      <w:r>
        <w:tab/>
        <w:t>1.379e0</w:t>
      </w:r>
    </w:p>
    <w:p w:rsidR="005B0461" w:rsidRDefault="005B0461" w:rsidP="005B0461">
      <w:r>
        <w:t>299.2697</w:t>
      </w:r>
      <w:r>
        <w:tab/>
        <w:t>4.041e0</w:t>
      </w:r>
    </w:p>
    <w:p w:rsidR="005B0461" w:rsidRDefault="005B0461" w:rsidP="005B0461">
      <w:r>
        <w:t>299.2920</w:t>
      </w:r>
      <w:r>
        <w:tab/>
        <w:t>4.051e0</w:t>
      </w:r>
    </w:p>
    <w:p w:rsidR="005B0461" w:rsidRDefault="005B0461" w:rsidP="005B0461">
      <w:r>
        <w:t>299.3030</w:t>
      </w:r>
      <w:r>
        <w:tab/>
        <w:t>4.051e0</w:t>
      </w:r>
    </w:p>
    <w:p w:rsidR="005B0461" w:rsidRDefault="005B0461" w:rsidP="005B0461">
      <w:r>
        <w:t>299.3116</w:t>
      </w:r>
      <w:r>
        <w:tab/>
        <w:t>2.025e0</w:t>
      </w:r>
    </w:p>
    <w:p w:rsidR="005B0461" w:rsidRDefault="005B0461" w:rsidP="005B0461">
      <w:r>
        <w:t>299.3353</w:t>
      </w:r>
      <w:r>
        <w:tab/>
        <w:t>2.025e0</w:t>
      </w:r>
    </w:p>
    <w:p w:rsidR="005B0461" w:rsidRDefault="005B0461" w:rsidP="005B0461">
      <w:r>
        <w:t>299.3501</w:t>
      </w:r>
      <w:r>
        <w:tab/>
        <w:t>1.013e0</w:t>
      </w:r>
    </w:p>
    <w:p w:rsidR="005B0461" w:rsidRDefault="005B0461" w:rsidP="005B0461">
      <w:r>
        <w:t>299.3692</w:t>
      </w:r>
      <w:r>
        <w:tab/>
        <w:t>2.025e0</w:t>
      </w:r>
    </w:p>
    <w:p w:rsidR="005B0461" w:rsidRDefault="005B0461" w:rsidP="005B0461">
      <w:r>
        <w:t>299.3930</w:t>
      </w:r>
      <w:r>
        <w:tab/>
        <w:t>1.013e0</w:t>
      </w:r>
    </w:p>
    <w:p w:rsidR="005B0461" w:rsidRDefault="005B0461" w:rsidP="005B0461">
      <w:r>
        <w:t>299.4329</w:t>
      </w:r>
      <w:r>
        <w:tab/>
        <w:t>2.025e0</w:t>
      </w:r>
    </w:p>
    <w:p w:rsidR="005B0461" w:rsidRDefault="005B0461" w:rsidP="005B0461">
      <w:r>
        <w:t>299.4608</w:t>
      </w:r>
      <w:r>
        <w:tab/>
        <w:t>1.013e0</w:t>
      </w:r>
    </w:p>
    <w:p w:rsidR="005B0461" w:rsidRDefault="005B0461" w:rsidP="005B0461">
      <w:r>
        <w:t>299.4780</w:t>
      </w:r>
      <w:r>
        <w:tab/>
        <w:t>3.038e0</w:t>
      </w:r>
    </w:p>
    <w:p w:rsidR="005B0461" w:rsidRDefault="005B0461" w:rsidP="005B0461">
      <w:r>
        <w:t>299.5028</w:t>
      </w:r>
      <w:r>
        <w:tab/>
        <w:t>1.013e0</w:t>
      </w:r>
    </w:p>
    <w:p w:rsidR="005B0461" w:rsidRDefault="005B0461" w:rsidP="005B0461">
      <w:r>
        <w:t>299.5442</w:t>
      </w:r>
      <w:r>
        <w:tab/>
        <w:t>2.025e0</w:t>
      </w:r>
    </w:p>
    <w:p w:rsidR="005B0461" w:rsidRDefault="005B0461" w:rsidP="005B0461">
      <w:r>
        <w:t>299.5720</w:t>
      </w:r>
      <w:r>
        <w:tab/>
        <w:t>2.025e0</w:t>
      </w:r>
    </w:p>
    <w:p w:rsidR="005B0461" w:rsidRDefault="005B0461" w:rsidP="005B0461">
      <w:r>
        <w:t>299.6227</w:t>
      </w:r>
      <w:r>
        <w:tab/>
        <w:t>1.013e0</w:t>
      </w:r>
    </w:p>
    <w:p w:rsidR="005B0461" w:rsidRDefault="005B0461" w:rsidP="005B0461">
      <w:r>
        <w:t>299.6277</w:t>
      </w:r>
      <w:r>
        <w:tab/>
        <w:t>1.013e0</w:t>
      </w:r>
    </w:p>
    <w:p w:rsidR="005B0461" w:rsidRDefault="005B0461" w:rsidP="005B0461">
      <w:r>
        <w:t>299.6358</w:t>
      </w:r>
      <w:r>
        <w:tab/>
        <w:t>1.013e0</w:t>
      </w:r>
    </w:p>
    <w:p w:rsidR="005B0461" w:rsidRDefault="005B0461" w:rsidP="005B0461">
      <w:r>
        <w:t>299.6558</w:t>
      </w:r>
      <w:r>
        <w:tab/>
        <w:t>2.025e0</w:t>
      </w:r>
    </w:p>
    <w:p w:rsidR="005B0461" w:rsidRDefault="005B0461" w:rsidP="005B0461">
      <w:r>
        <w:lastRenderedPageBreak/>
        <w:t>299.6677</w:t>
      </w:r>
      <w:r>
        <w:tab/>
        <w:t>5.063e0</w:t>
      </w:r>
    </w:p>
    <w:p w:rsidR="005B0461" w:rsidRDefault="005B0461" w:rsidP="005B0461">
      <w:r>
        <w:t>299.7191</w:t>
      </w:r>
      <w:r>
        <w:tab/>
        <w:t>1.013e0</w:t>
      </w:r>
    </w:p>
    <w:p w:rsidR="005B0461" w:rsidRDefault="005B0461" w:rsidP="005B0461">
      <w:r>
        <w:t>299.7470</w:t>
      </w:r>
      <w:r>
        <w:tab/>
        <w:t>1.013e0</w:t>
      </w:r>
    </w:p>
    <w:p w:rsidR="005B0461" w:rsidRDefault="005B0461" w:rsidP="005B0461">
      <w:r>
        <w:t>299.7510</w:t>
      </w:r>
      <w:r>
        <w:tab/>
        <w:t>1.013e0</w:t>
      </w:r>
    </w:p>
    <w:p w:rsidR="005B0461" w:rsidRDefault="005B0461" w:rsidP="005B0461">
      <w:r>
        <w:t>299.7551</w:t>
      </w:r>
      <w:r>
        <w:tab/>
        <w:t>1.013e0</w:t>
      </w:r>
    </w:p>
    <w:p w:rsidR="005B0461" w:rsidRDefault="005B0461" w:rsidP="005B0461">
      <w:r>
        <w:t>299.7591</w:t>
      </w:r>
      <w:r>
        <w:tab/>
        <w:t>1.013e0</w:t>
      </w:r>
    </w:p>
    <w:p w:rsidR="005B0461" w:rsidRDefault="005B0461" w:rsidP="005B0461">
      <w:r>
        <w:t>299.8028</w:t>
      </w:r>
      <w:r>
        <w:tab/>
        <w:t>1.013e0</w:t>
      </w:r>
    </w:p>
    <w:p w:rsidR="005B0461" w:rsidRDefault="005B0461" w:rsidP="005B0461">
      <w:r>
        <w:t>299.8067</w:t>
      </w:r>
      <w:r>
        <w:tab/>
        <w:t>3.038e0</w:t>
      </w:r>
    </w:p>
    <w:p w:rsidR="005B0461" w:rsidRDefault="005B0461" w:rsidP="005B0461">
      <w:r>
        <w:t>299.8246</w:t>
      </w:r>
      <w:r>
        <w:tab/>
        <w:t>1.013e0</w:t>
      </w:r>
    </w:p>
    <w:p w:rsidR="005B0461" w:rsidRDefault="005B0461" w:rsidP="005B0461">
      <w:r>
        <w:t>299.8519</w:t>
      </w:r>
      <w:r>
        <w:tab/>
        <w:t>1.013e0</w:t>
      </w:r>
    </w:p>
    <w:p w:rsidR="005B0461" w:rsidRDefault="005B0461" w:rsidP="005B0461">
      <w:r>
        <w:t>299.8663</w:t>
      </w:r>
      <w:r>
        <w:tab/>
        <w:t>1.013e0</w:t>
      </w:r>
    </w:p>
    <w:p w:rsidR="005B0461" w:rsidRDefault="005B0461" w:rsidP="005B0461">
      <w:r>
        <w:t>299.8744</w:t>
      </w:r>
      <w:r>
        <w:tab/>
        <w:t>1.013e0</w:t>
      </w:r>
    </w:p>
    <w:p w:rsidR="005B0461" w:rsidRDefault="005B0461" w:rsidP="005B0461">
      <w:r>
        <w:t>299.9096</w:t>
      </w:r>
      <w:r>
        <w:tab/>
        <w:t>2.025e0</w:t>
      </w:r>
    </w:p>
    <w:p w:rsidR="005B0461" w:rsidRDefault="005B0461" w:rsidP="005B0461">
      <w:r>
        <w:t>299.9231</w:t>
      </w:r>
      <w:r>
        <w:tab/>
        <w:t>2.025e0</w:t>
      </w:r>
    </w:p>
    <w:p w:rsidR="005B0461" w:rsidRDefault="005B0461" w:rsidP="005B0461">
      <w:r>
        <w:t>299.9242</w:t>
      </w:r>
      <w:r>
        <w:tab/>
        <w:t>2.025e0</w:t>
      </w:r>
    </w:p>
    <w:p w:rsidR="005B0461" w:rsidRDefault="005B0461" w:rsidP="005B0461">
      <w:r>
        <w:t>299.9629</w:t>
      </w:r>
      <w:r>
        <w:tab/>
        <w:t>4.051e0</w:t>
      </w:r>
    </w:p>
    <w:p w:rsidR="005B0461" w:rsidRDefault="005B0461" w:rsidP="005B0461">
      <w:r>
        <w:t>299.9664</w:t>
      </w:r>
      <w:r>
        <w:tab/>
        <w:t>4.051e0</w:t>
      </w:r>
    </w:p>
    <w:p w:rsidR="005B0461" w:rsidRDefault="005B0461" w:rsidP="005B0461">
      <w:r>
        <w:t>299.9817</w:t>
      </w:r>
      <w:r>
        <w:tab/>
        <w:t>3.038e0</w:t>
      </w:r>
    </w:p>
    <w:p w:rsidR="005B0461" w:rsidRDefault="005B0461" w:rsidP="005B0461">
      <w:r>
        <w:t>299.9937</w:t>
      </w:r>
      <w:r>
        <w:tab/>
        <w:t>4.051e0</w:t>
      </w:r>
    </w:p>
    <w:p w:rsidR="005B0461" w:rsidRDefault="005B0461" w:rsidP="005B0461">
      <w:r>
        <w:lastRenderedPageBreak/>
        <w:t>299.9997</w:t>
      </w:r>
      <w:r>
        <w:tab/>
        <w:t>4.051e0</w:t>
      </w:r>
    </w:p>
    <w:p w:rsidR="005B0461" w:rsidRDefault="005B0461" w:rsidP="005B0461">
      <w:r>
        <w:t>300.0246</w:t>
      </w:r>
      <w:r>
        <w:tab/>
        <w:t>2.025e0</w:t>
      </w:r>
    </w:p>
    <w:p w:rsidR="005B0461" w:rsidRDefault="005B0461" w:rsidP="005B0461">
      <w:r>
        <w:t>300.0283</w:t>
      </w:r>
      <w:r>
        <w:tab/>
        <w:t>3.038e0</w:t>
      </w:r>
    </w:p>
    <w:p w:rsidR="005B0461" w:rsidRDefault="005B0461" w:rsidP="005B0461">
      <w:r>
        <w:t>300.0343</w:t>
      </w:r>
      <w:r>
        <w:tab/>
        <w:t>4.051e0</w:t>
      </w:r>
    </w:p>
    <w:p w:rsidR="005B0461" w:rsidRDefault="005B0461" w:rsidP="005B0461">
      <w:r>
        <w:t>300.0685</w:t>
      </w:r>
      <w:r>
        <w:tab/>
        <w:t>4.974e0</w:t>
      </w:r>
    </w:p>
    <w:p w:rsidR="005B0461" w:rsidRDefault="005B0461" w:rsidP="005B0461">
      <w:r>
        <w:t>300.0843</w:t>
      </w:r>
      <w:r>
        <w:tab/>
        <w:t>5.063e0</w:t>
      </w:r>
    </w:p>
    <w:p w:rsidR="005B0461" w:rsidRDefault="005B0461" w:rsidP="005B0461">
      <w:r>
        <w:t>300.0952</w:t>
      </w:r>
      <w:r>
        <w:tab/>
        <w:t>2.976e0</w:t>
      </w:r>
    </w:p>
    <w:p w:rsidR="005B0461" w:rsidRDefault="005B0461" w:rsidP="005B0461">
      <w:r>
        <w:t>300.0980</w:t>
      </w:r>
      <w:r>
        <w:tab/>
        <w:t>7.794e0</w:t>
      </w:r>
    </w:p>
    <w:p w:rsidR="005B0461" w:rsidRDefault="005B0461" w:rsidP="005B0461">
      <w:r>
        <w:t>300.1140</w:t>
      </w:r>
      <w:r>
        <w:tab/>
        <w:t>1.013e0</w:t>
      </w:r>
    </w:p>
    <w:p w:rsidR="005B0461" w:rsidRDefault="005B0461" w:rsidP="005B0461">
      <w:r>
        <w:t>300.1331</w:t>
      </w:r>
      <w:r>
        <w:tab/>
        <w:t>2.527e0</w:t>
      </w:r>
    </w:p>
    <w:p w:rsidR="005B0461" w:rsidRDefault="005B0461" w:rsidP="005B0461">
      <w:r>
        <w:t>300.1980</w:t>
      </w:r>
      <w:r>
        <w:tab/>
        <w:t>7.089e0</w:t>
      </w:r>
    </w:p>
    <w:p w:rsidR="005B0461" w:rsidRDefault="005B0461" w:rsidP="005B0461">
      <w:r>
        <w:t>300.2016</w:t>
      </w:r>
      <w:r>
        <w:tab/>
        <w:t>9.114e0</w:t>
      </w:r>
    </w:p>
    <w:p w:rsidR="005B0461" w:rsidRDefault="005B0461" w:rsidP="005B0461">
      <w:r>
        <w:t>300.2070</w:t>
      </w:r>
      <w:r>
        <w:tab/>
        <w:t>7.379e0</w:t>
      </w:r>
    </w:p>
    <w:p w:rsidR="005B0461" w:rsidRDefault="005B0461" w:rsidP="005B0461">
      <w:r>
        <w:t>300.2105</w:t>
      </w:r>
      <w:r>
        <w:tab/>
        <w:t>1.162e1</w:t>
      </w:r>
    </w:p>
    <w:p w:rsidR="005B0461" w:rsidRDefault="005B0461" w:rsidP="005B0461">
      <w:r>
        <w:t>300.2425</w:t>
      </w:r>
      <w:r>
        <w:tab/>
        <w:t>3.038e0</w:t>
      </w:r>
    </w:p>
    <w:p w:rsidR="005B0461" w:rsidRDefault="005B0461" w:rsidP="005B0461">
      <w:r>
        <w:t>300.2483</w:t>
      </w:r>
      <w:r>
        <w:tab/>
        <w:t>1.013e0</w:t>
      </w:r>
    </w:p>
    <w:p w:rsidR="005B0461" w:rsidRDefault="005B0461" w:rsidP="005B0461">
      <w:r>
        <w:t>300.2849</w:t>
      </w:r>
      <w:r>
        <w:tab/>
        <w:t>2.025e0</w:t>
      </w:r>
    </w:p>
    <w:p w:rsidR="005B0461" w:rsidRDefault="005B0461" w:rsidP="005B0461">
      <w:r>
        <w:t>300.2920</w:t>
      </w:r>
      <w:r>
        <w:tab/>
        <w:t>4.051e0</w:t>
      </w:r>
    </w:p>
    <w:p w:rsidR="005B0461" w:rsidRDefault="005B0461" w:rsidP="005B0461">
      <w:r>
        <w:t>300.2955</w:t>
      </w:r>
      <w:r>
        <w:tab/>
        <w:t>3.038e0</w:t>
      </w:r>
    </w:p>
    <w:p w:rsidR="005B0461" w:rsidRDefault="005B0461" w:rsidP="005B0461">
      <w:r>
        <w:lastRenderedPageBreak/>
        <w:t>300.2977</w:t>
      </w:r>
      <w:r>
        <w:tab/>
        <w:t>2.025e0</w:t>
      </w:r>
    </w:p>
    <w:p w:rsidR="005B0461" w:rsidRDefault="005B0461" w:rsidP="005B0461">
      <w:r>
        <w:t>300.3439</w:t>
      </w:r>
      <w:r>
        <w:tab/>
        <w:t>1.013e0</w:t>
      </w:r>
    </w:p>
    <w:p w:rsidR="005B0461" w:rsidRDefault="005B0461" w:rsidP="005B0461">
      <w:r>
        <w:t>300.3718</w:t>
      </w:r>
      <w:r>
        <w:tab/>
        <w:t>2.025e0</w:t>
      </w:r>
    </w:p>
    <w:p w:rsidR="005B0461" w:rsidRDefault="005B0461" w:rsidP="005B0461">
      <w:r>
        <w:t>300.3751</w:t>
      </w:r>
      <w:r>
        <w:tab/>
        <w:t>3.038e0</w:t>
      </w:r>
    </w:p>
    <w:p w:rsidR="005B0461" w:rsidRDefault="005B0461" w:rsidP="005B0461">
      <w:r>
        <w:t>300.3956</w:t>
      </w:r>
      <w:r>
        <w:tab/>
        <w:t>1.013e0</w:t>
      </w:r>
    </w:p>
    <w:p w:rsidR="005B0461" w:rsidRDefault="005B0461" w:rsidP="005B0461">
      <w:r>
        <w:t>300.3997</w:t>
      </w:r>
      <w:r>
        <w:tab/>
        <w:t>2.025e0</w:t>
      </w:r>
    </w:p>
    <w:p w:rsidR="005B0461" w:rsidRDefault="005B0461" w:rsidP="005B0461">
      <w:r>
        <w:t>300.4559</w:t>
      </w:r>
      <w:r>
        <w:tab/>
        <w:t>2.025e0</w:t>
      </w:r>
    </w:p>
    <w:p w:rsidR="005B0461" w:rsidRDefault="005B0461" w:rsidP="005B0461">
      <w:r>
        <w:t>300.4747</w:t>
      </w:r>
      <w:r>
        <w:tab/>
        <w:t>1.013e0</w:t>
      </w:r>
    </w:p>
    <w:p w:rsidR="005B0461" w:rsidRDefault="005B0461" w:rsidP="005B0461">
      <w:r>
        <w:t>300.4991</w:t>
      </w:r>
      <w:r>
        <w:tab/>
        <w:t>2.025e0</w:t>
      </w:r>
    </w:p>
    <w:p w:rsidR="005B0461" w:rsidRDefault="005B0461" w:rsidP="005B0461">
      <w:r>
        <w:t>300.5071</w:t>
      </w:r>
      <w:r>
        <w:tab/>
        <w:t>1.013e0</w:t>
      </w:r>
    </w:p>
    <w:p w:rsidR="005B0461" w:rsidRDefault="005B0461" w:rsidP="005B0461">
      <w:r>
        <w:t>300.5110</w:t>
      </w:r>
      <w:r>
        <w:tab/>
        <w:t>1.013e0</w:t>
      </w:r>
    </w:p>
    <w:p w:rsidR="005B0461" w:rsidRDefault="005B0461" w:rsidP="005B0461">
      <w:r>
        <w:t>300.5469</w:t>
      </w:r>
      <w:r>
        <w:tab/>
        <w:t>1.013e0</w:t>
      </w:r>
    </w:p>
    <w:p w:rsidR="005B0461" w:rsidRDefault="005B0461" w:rsidP="005B0461">
      <w:r>
        <w:t>300.5524</w:t>
      </w:r>
      <w:r>
        <w:tab/>
        <w:t>2.025e0</w:t>
      </w:r>
    </w:p>
    <w:p w:rsidR="005B0461" w:rsidRDefault="005B0461" w:rsidP="005B0461">
      <w:r>
        <w:t>300.5688</w:t>
      </w:r>
      <w:r>
        <w:tab/>
        <w:t>2.025e0</w:t>
      </w:r>
    </w:p>
    <w:p w:rsidR="005B0461" w:rsidRDefault="005B0461" w:rsidP="005B0461">
      <w:r>
        <w:t>300.5897</w:t>
      </w:r>
      <w:r>
        <w:tab/>
        <w:t>5.063e0</w:t>
      </w:r>
    </w:p>
    <w:p w:rsidR="005B0461" w:rsidRDefault="005B0461" w:rsidP="005B0461">
      <w:r>
        <w:t>300.5947</w:t>
      </w:r>
      <w:r>
        <w:tab/>
        <w:t>1.013e0</w:t>
      </w:r>
    </w:p>
    <w:p w:rsidR="005B0461" w:rsidRDefault="005B0461" w:rsidP="005B0461">
      <w:r>
        <w:t>300.6127</w:t>
      </w:r>
      <w:r>
        <w:tab/>
        <w:t>2.025e0</w:t>
      </w:r>
    </w:p>
    <w:p w:rsidR="005B0461" w:rsidRDefault="005B0461" w:rsidP="005B0461">
      <w:r>
        <w:t>300.6367</w:t>
      </w:r>
      <w:r>
        <w:tab/>
        <w:t>2.025e0</w:t>
      </w:r>
    </w:p>
    <w:p w:rsidR="005B0461" w:rsidRDefault="005B0461" w:rsidP="005B0461">
      <w:r>
        <w:t>300.6624</w:t>
      </w:r>
      <w:r>
        <w:tab/>
        <w:t>1.013e0</w:t>
      </w:r>
    </w:p>
    <w:p w:rsidR="005B0461" w:rsidRDefault="005B0461" w:rsidP="005B0461">
      <w:r>
        <w:lastRenderedPageBreak/>
        <w:t>300.6942</w:t>
      </w:r>
      <w:r>
        <w:tab/>
        <w:t>1.013e0</w:t>
      </w:r>
    </w:p>
    <w:p w:rsidR="005B0461" w:rsidRDefault="005B0461" w:rsidP="005B0461">
      <w:r>
        <w:t>300.7284</w:t>
      </w:r>
      <w:r>
        <w:tab/>
        <w:t>3.038e0</w:t>
      </w:r>
    </w:p>
    <w:p w:rsidR="005B0461" w:rsidRDefault="005B0461" w:rsidP="005B0461">
      <w:r>
        <w:t>300.7320</w:t>
      </w:r>
      <w:r>
        <w:tab/>
        <w:t>2.025e0</w:t>
      </w:r>
    </w:p>
    <w:p w:rsidR="005B0461" w:rsidRDefault="005B0461" w:rsidP="005B0461">
      <w:r>
        <w:t>300.7737</w:t>
      </w:r>
      <w:r>
        <w:tab/>
        <w:t>2.025e0</w:t>
      </w:r>
    </w:p>
    <w:p w:rsidR="005B0461" w:rsidRDefault="005B0461" w:rsidP="005B0461">
      <w:r>
        <w:t>300.7978</w:t>
      </w:r>
      <w:r>
        <w:tab/>
        <w:t>2.025e0</w:t>
      </w:r>
    </w:p>
    <w:p w:rsidR="005B0461" w:rsidRDefault="005B0461" w:rsidP="005B0461">
      <w:r>
        <w:t>300.8056</w:t>
      </w:r>
      <w:r>
        <w:tab/>
        <w:t>1.013e0</w:t>
      </w:r>
    </w:p>
    <w:p w:rsidR="005B0461" w:rsidRDefault="005B0461" w:rsidP="005B0461">
      <w:r>
        <w:t>300.8574</w:t>
      </w:r>
      <w:r>
        <w:tab/>
        <w:t>1.013e0</w:t>
      </w:r>
    </w:p>
    <w:p w:rsidR="005B0461" w:rsidRDefault="005B0461" w:rsidP="005B0461">
      <w:r>
        <w:t>300.8734</w:t>
      </w:r>
      <w:r>
        <w:tab/>
        <w:t>2.025e0</w:t>
      </w:r>
    </w:p>
    <w:p w:rsidR="005B0461" w:rsidRDefault="005B0461" w:rsidP="005B0461">
      <w:r>
        <w:t>300.9127</w:t>
      </w:r>
      <w:r>
        <w:tab/>
        <w:t>3.038e0</w:t>
      </w:r>
    </w:p>
    <w:p w:rsidR="005B0461" w:rsidRDefault="005B0461" w:rsidP="005B0461">
      <w:r>
        <w:t>300.9398</w:t>
      </w:r>
      <w:r>
        <w:tab/>
        <w:t>1.013e0</w:t>
      </w:r>
    </w:p>
    <w:p w:rsidR="005B0461" w:rsidRDefault="005B0461" w:rsidP="005B0461">
      <w:r>
        <w:t>300.9419</w:t>
      </w:r>
      <w:r>
        <w:tab/>
        <w:t>2.025e0</w:t>
      </w:r>
    </w:p>
    <w:p w:rsidR="005B0461" w:rsidRDefault="005B0461" w:rsidP="005B0461">
      <w:r>
        <w:t>300.9489</w:t>
      </w:r>
      <w:r>
        <w:tab/>
        <w:t>1.013e0</w:t>
      </w:r>
    </w:p>
    <w:p w:rsidR="005B0461" w:rsidRDefault="005B0461" w:rsidP="005B0461">
      <w:r>
        <w:t>300.9536</w:t>
      </w:r>
      <w:r>
        <w:tab/>
        <w:t>4.051e0</w:t>
      </w:r>
    </w:p>
    <w:p w:rsidR="005B0461" w:rsidRDefault="005B0461" w:rsidP="005B0461">
      <w:r>
        <w:t>300.9877</w:t>
      </w:r>
      <w:r>
        <w:tab/>
        <w:t>3.038e0</w:t>
      </w:r>
    </w:p>
    <w:p w:rsidR="005B0461" w:rsidRDefault="005B0461" w:rsidP="005B0461">
      <w:r>
        <w:t>301.0009</w:t>
      </w:r>
      <w:r>
        <w:tab/>
        <w:t>3.038e0</w:t>
      </w:r>
    </w:p>
    <w:p w:rsidR="005B0461" w:rsidRDefault="005B0461" w:rsidP="005B0461">
      <w:r>
        <w:t>301.0044</w:t>
      </w:r>
      <w:r>
        <w:tab/>
        <w:t>4.051e0</w:t>
      </w:r>
    </w:p>
    <w:p w:rsidR="005B0461" w:rsidRDefault="005B0461" w:rsidP="005B0461">
      <w:r>
        <w:t>301.0073</w:t>
      </w:r>
      <w:r>
        <w:tab/>
        <w:t>2.632e0</w:t>
      </w:r>
    </w:p>
    <w:p w:rsidR="005B0461" w:rsidRDefault="005B0461" w:rsidP="005B0461">
      <w:r>
        <w:t>301.0408</w:t>
      </w:r>
      <w:r>
        <w:tab/>
        <w:t>2.353e0</w:t>
      </w:r>
    </w:p>
    <w:p w:rsidR="005B0461" w:rsidRDefault="005B0461" w:rsidP="005B0461">
      <w:r>
        <w:t>301.0429</w:t>
      </w:r>
      <w:r>
        <w:tab/>
        <w:t>4.051e0</w:t>
      </w:r>
    </w:p>
    <w:p w:rsidR="005B0461" w:rsidRDefault="005B0461" w:rsidP="005B0461">
      <w:r>
        <w:lastRenderedPageBreak/>
        <w:t>301.0548</w:t>
      </w:r>
      <w:r>
        <w:tab/>
        <w:t>1.013e0</w:t>
      </w:r>
    </w:p>
    <w:p w:rsidR="005B0461" w:rsidRDefault="005B0461" w:rsidP="005B0461">
      <w:r>
        <w:t>301.0806</w:t>
      </w:r>
      <w:r>
        <w:tab/>
        <w:t>2.025e0</w:t>
      </w:r>
    </w:p>
    <w:p w:rsidR="005B0461" w:rsidRDefault="005B0461" w:rsidP="005B0461">
      <w:r>
        <w:t>301.0962</w:t>
      </w:r>
      <w:r>
        <w:tab/>
        <w:t>1.013e0</w:t>
      </w:r>
    </w:p>
    <w:p w:rsidR="005B0461" w:rsidRDefault="005B0461" w:rsidP="005B0461">
      <w:r>
        <w:t>301.1285</w:t>
      </w:r>
      <w:r>
        <w:tab/>
        <w:t>3.909e0</w:t>
      </w:r>
    </w:p>
    <w:p w:rsidR="005B0461" w:rsidRDefault="005B0461" w:rsidP="005B0461">
      <w:r>
        <w:t>301.1489</w:t>
      </w:r>
      <w:r>
        <w:tab/>
        <w:t>4.003e0</w:t>
      </w:r>
    </w:p>
    <w:p w:rsidR="005B0461" w:rsidRDefault="005B0461" w:rsidP="005B0461">
      <w:r>
        <w:t>301.1754</w:t>
      </w:r>
      <w:r>
        <w:tab/>
        <w:t>1.013e0</w:t>
      </w:r>
    </w:p>
    <w:p w:rsidR="005B0461" w:rsidRDefault="005B0461" w:rsidP="005B0461">
      <w:r>
        <w:t>301.1862</w:t>
      </w:r>
      <w:r>
        <w:tab/>
        <w:t>1.788e0</w:t>
      </w:r>
    </w:p>
    <w:p w:rsidR="005B0461" w:rsidRDefault="005B0461" w:rsidP="005B0461">
      <w:r>
        <w:t>301.1976</w:t>
      </w:r>
      <w:r>
        <w:tab/>
        <w:t>3.038e0</w:t>
      </w:r>
    </w:p>
    <w:p w:rsidR="005B0461" w:rsidRDefault="005B0461" w:rsidP="005B0461">
      <w:r>
        <w:t>301.2087</w:t>
      </w:r>
      <w:r>
        <w:tab/>
        <w:t>4.838e0</w:t>
      </w:r>
    </w:p>
    <w:p w:rsidR="005B0461" w:rsidRDefault="005B0461" w:rsidP="005B0461">
      <w:r>
        <w:t>301.2277</w:t>
      </w:r>
      <w:r>
        <w:tab/>
        <w:t>1.996e0</w:t>
      </w:r>
    </w:p>
    <w:p w:rsidR="005B0461" w:rsidRDefault="005B0461" w:rsidP="005B0461">
      <w:r>
        <w:t>301.2301</w:t>
      </w:r>
      <w:r>
        <w:tab/>
        <w:t>1.013e0</w:t>
      </w:r>
    </w:p>
    <w:p w:rsidR="005B0461" w:rsidRDefault="005B0461" w:rsidP="005B0461">
      <w:r>
        <w:t>301.2397</w:t>
      </w:r>
      <w:r>
        <w:tab/>
        <w:t>5.288e0</w:t>
      </w:r>
    </w:p>
    <w:p w:rsidR="005B0461" w:rsidRDefault="005B0461" w:rsidP="005B0461">
      <w:r>
        <w:t>301.2493</w:t>
      </w:r>
      <w:r>
        <w:tab/>
        <w:t>4.085e0</w:t>
      </w:r>
    </w:p>
    <w:p w:rsidR="005B0461" w:rsidRDefault="005B0461" w:rsidP="005B0461">
      <w:r>
        <w:t>301.2737</w:t>
      </w:r>
      <w:r>
        <w:tab/>
        <w:t>1.013e1</w:t>
      </w:r>
    </w:p>
    <w:p w:rsidR="005B0461" w:rsidRDefault="005B0461" w:rsidP="005B0461">
      <w:r>
        <w:t>301.2954</w:t>
      </w:r>
      <w:r>
        <w:tab/>
        <w:t>2.025e0</w:t>
      </w:r>
    </w:p>
    <w:p w:rsidR="005B0461" w:rsidRDefault="005B0461" w:rsidP="005B0461">
      <w:r>
        <w:t>301.2979</w:t>
      </w:r>
      <w:r>
        <w:tab/>
        <w:t>3.038e0</w:t>
      </w:r>
    </w:p>
    <w:p w:rsidR="005B0461" w:rsidRDefault="005B0461" w:rsidP="005B0461">
      <w:r>
        <w:t>301.3117</w:t>
      </w:r>
      <w:r>
        <w:tab/>
        <w:t>5.063e0</w:t>
      </w:r>
    </w:p>
    <w:p w:rsidR="005B0461" w:rsidRDefault="005B0461" w:rsidP="005B0461">
      <w:r>
        <w:t>301.3352</w:t>
      </w:r>
      <w:r>
        <w:tab/>
        <w:t>1.013e0</w:t>
      </w:r>
    </w:p>
    <w:p w:rsidR="005B0461" w:rsidRDefault="005B0461" w:rsidP="005B0461">
      <w:r>
        <w:t>301.3507</w:t>
      </w:r>
      <w:r>
        <w:tab/>
        <w:t>1.013e0</w:t>
      </w:r>
    </w:p>
    <w:p w:rsidR="005B0461" w:rsidRDefault="005B0461" w:rsidP="005B0461">
      <w:r>
        <w:lastRenderedPageBreak/>
        <w:t>301.3536</w:t>
      </w:r>
      <w:r>
        <w:tab/>
        <w:t>3.038e0</w:t>
      </w:r>
    </w:p>
    <w:p w:rsidR="005B0461" w:rsidRDefault="005B0461" w:rsidP="005B0461">
      <w:r>
        <w:t>301.3704</w:t>
      </w:r>
      <w:r>
        <w:tab/>
        <w:t>2.025e0</w:t>
      </w:r>
    </w:p>
    <w:p w:rsidR="005B0461" w:rsidRDefault="005B0461" w:rsidP="005B0461">
      <w:r>
        <w:t>301.3801</w:t>
      </w:r>
      <w:r>
        <w:tab/>
        <w:t>2.025e0</w:t>
      </w:r>
    </w:p>
    <w:p w:rsidR="005B0461" w:rsidRDefault="005B0461" w:rsidP="005B0461">
      <w:r>
        <w:t>301.4229</w:t>
      </w:r>
      <w:r>
        <w:tab/>
        <w:t>1.013e0</w:t>
      </w:r>
    </w:p>
    <w:p w:rsidR="005B0461" w:rsidRDefault="005B0461" w:rsidP="005B0461">
      <w:r>
        <w:t>301.4384</w:t>
      </w:r>
      <w:r>
        <w:tab/>
        <w:t>1.013e0</w:t>
      </w:r>
    </w:p>
    <w:p w:rsidR="005B0461" w:rsidRDefault="005B0461" w:rsidP="005B0461">
      <w:r>
        <w:t>301.4508</w:t>
      </w:r>
      <w:r>
        <w:tab/>
        <w:t>2.025e0</w:t>
      </w:r>
    </w:p>
    <w:p w:rsidR="005B0461" w:rsidRDefault="005B0461" w:rsidP="005B0461">
      <w:r>
        <w:t>301.4659</w:t>
      </w:r>
      <w:r>
        <w:tab/>
        <w:t>1.013e0</w:t>
      </w:r>
    </w:p>
    <w:p w:rsidR="005B0461" w:rsidRDefault="005B0461" w:rsidP="005B0461">
      <w:r>
        <w:t>301.4745</w:t>
      </w:r>
      <w:r>
        <w:tab/>
        <w:t>1.013e0</w:t>
      </w:r>
    </w:p>
    <w:p w:rsidR="005B0461" w:rsidRDefault="005B0461" w:rsidP="005B0461">
      <w:r>
        <w:t>301.4807</w:t>
      </w:r>
      <w:r>
        <w:tab/>
        <w:t>2.025e0</w:t>
      </w:r>
    </w:p>
    <w:p w:rsidR="005B0461" w:rsidRDefault="005B0461" w:rsidP="005B0461">
      <w:r>
        <w:t>301.5105</w:t>
      </w:r>
      <w:r>
        <w:tab/>
        <w:t>1.013e0</w:t>
      </w:r>
    </w:p>
    <w:p w:rsidR="005B0461" w:rsidRDefault="005B0461" w:rsidP="005B0461">
      <w:r>
        <w:t>301.5262</w:t>
      </w:r>
      <w:r>
        <w:tab/>
        <w:t>1.013e0</w:t>
      </w:r>
    </w:p>
    <w:p w:rsidR="005B0461" w:rsidRDefault="005B0461" w:rsidP="005B0461">
      <w:r>
        <w:t>301.5613</w:t>
      </w:r>
      <w:r>
        <w:tab/>
        <w:t>2.025e0</w:t>
      </w:r>
    </w:p>
    <w:p w:rsidR="005B0461" w:rsidRDefault="005B0461" w:rsidP="005B0461">
      <w:r>
        <w:t>301.5642</w:t>
      </w:r>
      <w:r>
        <w:tab/>
        <w:t>2.025e0</w:t>
      </w:r>
    </w:p>
    <w:p w:rsidR="005B0461" w:rsidRDefault="005B0461" w:rsidP="005B0461">
      <w:r>
        <w:t>301.5990</w:t>
      </w:r>
      <w:r>
        <w:tab/>
        <w:t>2.025e0</w:t>
      </w:r>
    </w:p>
    <w:p w:rsidR="005B0461" w:rsidRDefault="005B0461" w:rsidP="005B0461">
      <w:r>
        <w:t>301.6220</w:t>
      </w:r>
      <w:r>
        <w:tab/>
        <w:t>1.013e0</w:t>
      </w:r>
    </w:p>
    <w:p w:rsidR="005B0461" w:rsidRDefault="005B0461" w:rsidP="005B0461">
      <w:r>
        <w:t>301.6260</w:t>
      </w:r>
      <w:r>
        <w:tab/>
        <w:t>3.038e0</w:t>
      </w:r>
    </w:p>
    <w:p w:rsidR="005B0461" w:rsidRDefault="005B0461" w:rsidP="005B0461">
      <w:r>
        <w:t>301.6435</w:t>
      </w:r>
      <w:r>
        <w:tab/>
        <w:t>2.025e0</w:t>
      </w:r>
    </w:p>
    <w:p w:rsidR="005B0461" w:rsidRDefault="005B0461" w:rsidP="005B0461">
      <w:r>
        <w:t>301.6634</w:t>
      </w:r>
      <w:r>
        <w:tab/>
        <w:t>1.013e0</w:t>
      </w:r>
    </w:p>
    <w:p w:rsidR="005B0461" w:rsidRDefault="005B0461" w:rsidP="005B0461">
      <w:r>
        <w:t>301.6737</w:t>
      </w:r>
      <w:r>
        <w:tab/>
        <w:t>1.013e0</w:t>
      </w:r>
    </w:p>
    <w:p w:rsidR="005B0461" w:rsidRDefault="005B0461" w:rsidP="005B0461">
      <w:r>
        <w:lastRenderedPageBreak/>
        <w:t>301.6908</w:t>
      </w:r>
      <w:r>
        <w:tab/>
        <w:t>1.013e0</w:t>
      </w:r>
    </w:p>
    <w:p w:rsidR="005B0461" w:rsidRDefault="005B0461" w:rsidP="005B0461">
      <w:r>
        <w:t>301.7017</w:t>
      </w:r>
      <w:r>
        <w:tab/>
        <w:t>1.013e0</w:t>
      </w:r>
    </w:p>
    <w:p w:rsidR="005B0461" w:rsidRDefault="005B0461" w:rsidP="005B0461">
      <w:r>
        <w:t>301.7614</w:t>
      </w:r>
      <w:r>
        <w:tab/>
        <w:t>1.013e0</w:t>
      </w:r>
    </w:p>
    <w:p w:rsidR="005B0461" w:rsidRDefault="005B0461" w:rsidP="005B0461">
      <w:r>
        <w:t>301.7786</w:t>
      </w:r>
      <w:r>
        <w:tab/>
        <w:t>1.013e0</w:t>
      </w:r>
    </w:p>
    <w:p w:rsidR="005B0461" w:rsidRDefault="005B0461" w:rsidP="005B0461">
      <w:r>
        <w:t>301.7953</w:t>
      </w:r>
      <w:r>
        <w:tab/>
        <w:t>2.025e0</w:t>
      </w:r>
    </w:p>
    <w:p w:rsidR="005B0461" w:rsidRDefault="005B0461" w:rsidP="005B0461">
      <w:r>
        <w:t>301.7973</w:t>
      </w:r>
      <w:r>
        <w:tab/>
        <w:t>2.025e0</w:t>
      </w:r>
    </w:p>
    <w:p w:rsidR="005B0461" w:rsidRDefault="005B0461" w:rsidP="005B0461">
      <w:r>
        <w:t>301.8116</w:t>
      </w:r>
      <w:r>
        <w:tab/>
        <w:t>1.013e0</w:t>
      </w:r>
    </w:p>
    <w:p w:rsidR="005B0461" w:rsidRDefault="005B0461" w:rsidP="005B0461">
      <w:r>
        <w:t>301.8570</w:t>
      </w:r>
      <w:r>
        <w:tab/>
        <w:t>2.025e0</w:t>
      </w:r>
    </w:p>
    <w:p w:rsidR="005B0461" w:rsidRDefault="005B0461" w:rsidP="005B0461">
      <w:r>
        <w:t>301.8931</w:t>
      </w:r>
      <w:r>
        <w:tab/>
        <w:t>2.025e0</w:t>
      </w:r>
    </w:p>
    <w:p w:rsidR="005B0461" w:rsidRDefault="005B0461" w:rsidP="005B0461">
      <w:r>
        <w:t>301.8979</w:t>
      </w:r>
      <w:r>
        <w:tab/>
        <w:t>3.038e0</w:t>
      </w:r>
    </w:p>
    <w:p w:rsidR="005B0461" w:rsidRDefault="005B0461" w:rsidP="005B0461">
      <w:r>
        <w:t>301.9407</w:t>
      </w:r>
      <w:r>
        <w:tab/>
        <w:t>2.025e0</w:t>
      </w:r>
    </w:p>
    <w:p w:rsidR="005B0461" w:rsidRDefault="005B0461" w:rsidP="005B0461">
      <w:r>
        <w:t>301.9565</w:t>
      </w:r>
      <w:r>
        <w:tab/>
        <w:t>2.025e0</w:t>
      </w:r>
    </w:p>
    <w:p w:rsidR="005B0461" w:rsidRDefault="005B0461" w:rsidP="005B0461">
      <w:r>
        <w:t>301.9612</w:t>
      </w:r>
      <w:r>
        <w:tab/>
        <w:t>4.873e0</w:t>
      </w:r>
    </w:p>
    <w:p w:rsidR="005B0461" w:rsidRDefault="005B0461" w:rsidP="005B0461">
      <w:r>
        <w:t>301.9739</w:t>
      </w:r>
      <w:r>
        <w:tab/>
        <w:t>4.051e0</w:t>
      </w:r>
    </w:p>
    <w:p w:rsidR="005B0461" w:rsidRDefault="005B0461" w:rsidP="005B0461">
      <w:r>
        <w:t>302.0160</w:t>
      </w:r>
      <w:r>
        <w:tab/>
        <w:t>1.900e1</w:t>
      </w:r>
    </w:p>
    <w:p w:rsidR="005B0461" w:rsidRDefault="005B0461" w:rsidP="005B0461">
      <w:r>
        <w:t>302.0294</w:t>
      </w:r>
      <w:r>
        <w:tab/>
        <w:t>1.114e1</w:t>
      </w:r>
    </w:p>
    <w:p w:rsidR="005B0461" w:rsidRDefault="005B0461" w:rsidP="005B0461">
      <w:r>
        <w:t>302.0445</w:t>
      </w:r>
      <w:r>
        <w:tab/>
        <w:t>4.655e0</w:t>
      </w:r>
    </w:p>
    <w:p w:rsidR="005B0461" w:rsidRDefault="005B0461" w:rsidP="005B0461">
      <w:r>
        <w:t>302.0466</w:t>
      </w:r>
      <w:r>
        <w:tab/>
        <w:t>2.025e0</w:t>
      </w:r>
    </w:p>
    <w:p w:rsidR="005B0461" w:rsidRDefault="005B0461" w:rsidP="005B0461">
      <w:r>
        <w:t>302.0698</w:t>
      </w:r>
      <w:r>
        <w:tab/>
        <w:t>4.451e0</w:t>
      </w:r>
    </w:p>
    <w:p w:rsidR="005B0461" w:rsidRDefault="005B0461" w:rsidP="005B0461">
      <w:r>
        <w:lastRenderedPageBreak/>
        <w:t>302.0983</w:t>
      </w:r>
      <w:r>
        <w:tab/>
        <w:t>1.762e0</w:t>
      </w:r>
    </w:p>
    <w:p w:rsidR="005B0461" w:rsidRDefault="005B0461" w:rsidP="005B0461">
      <w:r>
        <w:t>302.1026</w:t>
      </w:r>
      <w:r>
        <w:tab/>
        <w:t>1.013e0</w:t>
      </w:r>
    </w:p>
    <w:p w:rsidR="005B0461" w:rsidRDefault="005B0461" w:rsidP="005B0461">
      <w:r>
        <w:t>302.1160</w:t>
      </w:r>
      <w:r>
        <w:tab/>
        <w:t>3.038e0</w:t>
      </w:r>
    </w:p>
    <w:p w:rsidR="005B0461" w:rsidRDefault="005B0461" w:rsidP="005B0461">
      <w:r>
        <w:t>302.1577</w:t>
      </w:r>
      <w:r>
        <w:tab/>
        <w:t>5.063e0</w:t>
      </w:r>
    </w:p>
    <w:p w:rsidR="005B0461" w:rsidRDefault="005B0461" w:rsidP="005B0461">
      <w:r>
        <w:t>302.1729</w:t>
      </w:r>
      <w:r>
        <w:tab/>
        <w:t>3.167e0</w:t>
      </w:r>
    </w:p>
    <w:p w:rsidR="005B0461" w:rsidRDefault="005B0461" w:rsidP="005B0461">
      <w:r>
        <w:t>302.1748</w:t>
      </w:r>
      <w:r>
        <w:tab/>
        <w:t>2.801e0</w:t>
      </w:r>
    </w:p>
    <w:p w:rsidR="005B0461" w:rsidRDefault="005B0461" w:rsidP="005B0461">
      <w:r>
        <w:t>302.2090</w:t>
      </w:r>
      <w:r>
        <w:tab/>
        <w:t>3.222e0</w:t>
      </w:r>
    </w:p>
    <w:p w:rsidR="005B0461" w:rsidRDefault="005B0461" w:rsidP="005B0461">
      <w:r>
        <w:t>302.2223</w:t>
      </w:r>
      <w:r>
        <w:tab/>
        <w:t>9.733e0</w:t>
      </w:r>
    </w:p>
    <w:p w:rsidR="005B0461" w:rsidRDefault="005B0461" w:rsidP="005B0461">
      <w:r>
        <w:t>302.2263</w:t>
      </w:r>
      <w:r>
        <w:tab/>
        <w:t>4.051e0</w:t>
      </w:r>
    </w:p>
    <w:p w:rsidR="005B0461" w:rsidRDefault="005B0461" w:rsidP="005B0461">
      <w:r>
        <w:t>302.2399</w:t>
      </w:r>
      <w:r>
        <w:tab/>
        <w:t>2.672e0</w:t>
      </w:r>
    </w:p>
    <w:p w:rsidR="005B0461" w:rsidRDefault="005B0461" w:rsidP="005B0461">
      <w:r>
        <w:t>302.2510</w:t>
      </w:r>
      <w:r>
        <w:tab/>
        <w:t>2.025e0</w:t>
      </w:r>
    </w:p>
    <w:p w:rsidR="005B0461" w:rsidRDefault="005B0461" w:rsidP="005B0461">
      <w:r>
        <w:t>302.2730</w:t>
      </w:r>
      <w:r>
        <w:tab/>
        <w:t>1.013e0</w:t>
      </w:r>
    </w:p>
    <w:p w:rsidR="005B0461" w:rsidRDefault="005B0461" w:rsidP="005B0461">
      <w:r>
        <w:t>302.2849</w:t>
      </w:r>
      <w:r>
        <w:tab/>
        <w:t>4.051e0</w:t>
      </w:r>
    </w:p>
    <w:p w:rsidR="005B0461" w:rsidRDefault="005B0461" w:rsidP="005B0461">
      <w:r>
        <w:t>302.3053</w:t>
      </w:r>
      <w:r>
        <w:tab/>
        <w:t>2.025e0</w:t>
      </w:r>
    </w:p>
    <w:p w:rsidR="005B0461" w:rsidRDefault="005B0461" w:rsidP="005B0461">
      <w:r>
        <w:t>302.3193</w:t>
      </w:r>
      <w:r>
        <w:tab/>
        <w:t>1.013e0</w:t>
      </w:r>
    </w:p>
    <w:p w:rsidR="005B0461" w:rsidRDefault="005B0461" w:rsidP="005B0461">
      <w:r>
        <w:t>302.3280</w:t>
      </w:r>
      <w:r>
        <w:tab/>
        <w:t>1.013e0</w:t>
      </w:r>
    </w:p>
    <w:p w:rsidR="005B0461" w:rsidRDefault="005B0461" w:rsidP="005B0461">
      <w:r>
        <w:t>302.3335</w:t>
      </w:r>
      <w:r>
        <w:tab/>
        <w:t>1.013e0</w:t>
      </w:r>
    </w:p>
    <w:p w:rsidR="005B0461" w:rsidRDefault="005B0461" w:rsidP="005B0461">
      <w:r>
        <w:t>302.3471</w:t>
      </w:r>
      <w:r>
        <w:tab/>
        <w:t>1.013e0</w:t>
      </w:r>
    </w:p>
    <w:p w:rsidR="005B0461" w:rsidRDefault="005B0461" w:rsidP="005B0461">
      <w:r>
        <w:t>302.3750</w:t>
      </w:r>
      <w:r>
        <w:tab/>
        <w:t>1.013e0</w:t>
      </w:r>
    </w:p>
    <w:p w:rsidR="005B0461" w:rsidRDefault="005B0461" w:rsidP="005B0461">
      <w:r>
        <w:lastRenderedPageBreak/>
        <w:t>302.4156</w:t>
      </w:r>
      <w:r>
        <w:tab/>
        <w:t>5.063e0</w:t>
      </w:r>
    </w:p>
    <w:p w:rsidR="005B0461" w:rsidRDefault="005B0461" w:rsidP="005B0461">
      <w:r>
        <w:t>302.4565</w:t>
      </w:r>
      <w:r>
        <w:tab/>
        <w:t>2.025e0</w:t>
      </w:r>
    </w:p>
    <w:p w:rsidR="005B0461" w:rsidRDefault="005B0461" w:rsidP="005B0461">
      <w:r>
        <w:t>302.4627</w:t>
      </w:r>
      <w:r>
        <w:tab/>
        <w:t>2.025e0</w:t>
      </w:r>
    </w:p>
    <w:p w:rsidR="005B0461" w:rsidRDefault="005B0461" w:rsidP="005B0461">
      <w:r>
        <w:t>302.5004</w:t>
      </w:r>
      <w:r>
        <w:tab/>
        <w:t>3.038e0</w:t>
      </w:r>
    </w:p>
    <w:p w:rsidR="005B0461" w:rsidRDefault="005B0461" w:rsidP="005B0461">
      <w:r>
        <w:t>302.5053</w:t>
      </w:r>
      <w:r>
        <w:tab/>
        <w:t>3.038e0</w:t>
      </w:r>
    </w:p>
    <w:p w:rsidR="005B0461" w:rsidRDefault="005B0461" w:rsidP="005B0461">
      <w:r>
        <w:t>302.5668</w:t>
      </w:r>
      <w:r>
        <w:tab/>
        <w:t>2.025e0</w:t>
      </w:r>
    </w:p>
    <w:p w:rsidR="005B0461" w:rsidRDefault="005B0461" w:rsidP="005B0461">
      <w:r>
        <w:t>302.5700</w:t>
      </w:r>
      <w:r>
        <w:tab/>
        <w:t>1.013e0</w:t>
      </w:r>
    </w:p>
    <w:p w:rsidR="005B0461" w:rsidRDefault="005B0461" w:rsidP="005B0461">
      <w:r>
        <w:t>302.5888</w:t>
      </w:r>
      <w:r>
        <w:tab/>
        <w:t>2.025e0</w:t>
      </w:r>
    </w:p>
    <w:p w:rsidR="005B0461" w:rsidRDefault="005B0461" w:rsidP="005B0461">
      <w:r>
        <w:t>302.6103</w:t>
      </w:r>
      <w:r>
        <w:tab/>
        <w:t>1.013e0</w:t>
      </w:r>
    </w:p>
    <w:p w:rsidR="005B0461" w:rsidRDefault="005B0461" w:rsidP="005B0461">
      <w:r>
        <w:t>302.6124</w:t>
      </w:r>
      <w:r>
        <w:tab/>
        <w:t>2.025e0</w:t>
      </w:r>
    </w:p>
    <w:p w:rsidR="005B0461" w:rsidRDefault="005B0461" w:rsidP="005B0461">
      <w:r>
        <w:t>302.6302</w:t>
      </w:r>
      <w:r>
        <w:tab/>
        <w:t>1.013e0</w:t>
      </w:r>
    </w:p>
    <w:p w:rsidR="005B0461" w:rsidRDefault="005B0461" w:rsidP="005B0461">
      <w:r>
        <w:t>302.6597</w:t>
      </w:r>
      <w:r>
        <w:tab/>
        <w:t>2.025e0</w:t>
      </w:r>
    </w:p>
    <w:p w:rsidR="005B0461" w:rsidRDefault="005B0461" w:rsidP="005B0461">
      <w:r>
        <w:t>302.6745</w:t>
      </w:r>
      <w:r>
        <w:tab/>
        <w:t>1.013e0</w:t>
      </w:r>
    </w:p>
    <w:p w:rsidR="005B0461" w:rsidRDefault="005B0461" w:rsidP="005B0461">
      <w:r>
        <w:t>302.6928</w:t>
      </w:r>
      <w:r>
        <w:tab/>
        <w:t>5.063e0</w:t>
      </w:r>
    </w:p>
    <w:p w:rsidR="005B0461" w:rsidRDefault="005B0461" w:rsidP="005B0461">
      <w:r>
        <w:t>302.7280</w:t>
      </w:r>
      <w:r>
        <w:tab/>
        <w:t>2.025e0</w:t>
      </w:r>
    </w:p>
    <w:p w:rsidR="005B0461" w:rsidRDefault="005B0461" w:rsidP="005B0461">
      <w:r>
        <w:t>302.7498</w:t>
      </w:r>
      <w:r>
        <w:tab/>
        <w:t>2.025e0</w:t>
      </w:r>
    </w:p>
    <w:p w:rsidR="005B0461" w:rsidRDefault="005B0461" w:rsidP="005B0461">
      <w:r>
        <w:t>302.7583</w:t>
      </w:r>
      <w:r>
        <w:tab/>
        <w:t>3.038e0</w:t>
      </w:r>
    </w:p>
    <w:p w:rsidR="005B0461" w:rsidRDefault="005B0461" w:rsidP="005B0461">
      <w:r>
        <w:t>302.7974</w:t>
      </w:r>
      <w:r>
        <w:tab/>
        <w:t>2.025e0</w:t>
      </w:r>
    </w:p>
    <w:p w:rsidR="005B0461" w:rsidRDefault="005B0461" w:rsidP="005B0461">
      <w:r>
        <w:t>302.8159</w:t>
      </w:r>
      <w:r>
        <w:tab/>
        <w:t>2.025e0</w:t>
      </w:r>
    </w:p>
    <w:p w:rsidR="005B0461" w:rsidRDefault="005B0461" w:rsidP="005B0461">
      <w:r>
        <w:lastRenderedPageBreak/>
        <w:t>302.8363</w:t>
      </w:r>
      <w:r>
        <w:tab/>
        <w:t>3.038e0</w:t>
      </w:r>
    </w:p>
    <w:p w:rsidR="005B0461" w:rsidRDefault="005B0461" w:rsidP="005B0461">
      <w:r>
        <w:t>302.8759</w:t>
      </w:r>
      <w:r>
        <w:tab/>
        <w:t>2.025e0</w:t>
      </w:r>
    </w:p>
    <w:p w:rsidR="005B0461" w:rsidRDefault="005B0461" w:rsidP="005B0461">
      <w:r>
        <w:t>302.8782</w:t>
      </w:r>
      <w:r>
        <w:tab/>
        <w:t>1.013e0</w:t>
      </w:r>
    </w:p>
    <w:p w:rsidR="005B0461" w:rsidRDefault="005B0461" w:rsidP="005B0461">
      <w:r>
        <w:t>302.9058</w:t>
      </w:r>
      <w:r>
        <w:tab/>
        <w:t>1.013e0</w:t>
      </w:r>
    </w:p>
    <w:p w:rsidR="005B0461" w:rsidRDefault="005B0461" w:rsidP="005B0461">
      <w:r>
        <w:t>302.9605</w:t>
      </w:r>
      <w:r>
        <w:tab/>
        <w:t>3.038e0</w:t>
      </w:r>
    </w:p>
    <w:p w:rsidR="005B0461" w:rsidRDefault="005B0461" w:rsidP="005B0461">
      <w:r>
        <w:t>302.9718</w:t>
      </w:r>
      <w:r>
        <w:tab/>
        <w:t>1.013e0</w:t>
      </w:r>
    </w:p>
    <w:p w:rsidR="005B0461" w:rsidRDefault="005B0461" w:rsidP="005B0461">
      <w:r>
        <w:t>302.9788</w:t>
      </w:r>
      <w:r>
        <w:tab/>
        <w:t>3.038e0</w:t>
      </w:r>
    </w:p>
    <w:p w:rsidR="005B0461" w:rsidRDefault="005B0461" w:rsidP="005B0461">
      <w:r>
        <w:t>302.9900</w:t>
      </w:r>
      <w:r>
        <w:tab/>
        <w:t>4.401e0</w:t>
      </w:r>
    </w:p>
    <w:p w:rsidR="005B0461" w:rsidRDefault="005B0461" w:rsidP="005B0461">
      <w:r>
        <w:t>303.0246</w:t>
      </w:r>
      <w:r>
        <w:tab/>
        <w:t>6.598e0</w:t>
      </w:r>
    </w:p>
    <w:p w:rsidR="005B0461" w:rsidRDefault="005B0461" w:rsidP="005B0461">
      <w:r>
        <w:t>303.0302</w:t>
      </w:r>
      <w:r>
        <w:tab/>
        <w:t>3.646e1</w:t>
      </w:r>
    </w:p>
    <w:p w:rsidR="005B0461" w:rsidRDefault="005B0461" w:rsidP="005B0461">
      <w:r>
        <w:t>303.0421</w:t>
      </w:r>
      <w:r>
        <w:tab/>
        <w:t>1.094e1</w:t>
      </w:r>
    </w:p>
    <w:p w:rsidR="005B0461" w:rsidRDefault="005B0461" w:rsidP="005B0461">
      <w:r>
        <w:t>303.0609</w:t>
      </w:r>
      <w:r>
        <w:tab/>
        <w:t>2.793e0</w:t>
      </w:r>
    </w:p>
    <w:p w:rsidR="005B0461" w:rsidRDefault="005B0461" w:rsidP="005B0461">
      <w:r>
        <w:t>303.0965</w:t>
      </w:r>
      <w:r>
        <w:tab/>
        <w:t>2.025e0</w:t>
      </w:r>
    </w:p>
    <w:p w:rsidR="005B0461" w:rsidRDefault="005B0461" w:rsidP="005B0461">
      <w:r>
        <w:t>303.1263</w:t>
      </w:r>
      <w:r>
        <w:tab/>
        <w:t>4.051e0</w:t>
      </w:r>
    </w:p>
    <w:p w:rsidR="005B0461" w:rsidRDefault="005B0461" w:rsidP="005B0461">
      <w:r>
        <w:t>303.1332</w:t>
      </w:r>
      <w:r>
        <w:tab/>
        <w:t>2.025e0</w:t>
      </w:r>
    </w:p>
    <w:p w:rsidR="005B0461" w:rsidRDefault="005B0461" w:rsidP="005B0461">
      <w:r>
        <w:t>303.1651</w:t>
      </w:r>
      <w:r>
        <w:tab/>
        <w:t>4.051e0</w:t>
      </w:r>
    </w:p>
    <w:p w:rsidR="005B0461" w:rsidRDefault="005B0461" w:rsidP="005B0461">
      <w:r>
        <w:t>303.1843</w:t>
      </w:r>
      <w:r>
        <w:tab/>
        <w:t>1.013e0</w:t>
      </w:r>
    </w:p>
    <w:p w:rsidR="005B0461" w:rsidRDefault="005B0461" w:rsidP="005B0461">
      <w:r>
        <w:t>303.1932</w:t>
      </w:r>
      <w:r>
        <w:tab/>
        <w:t>3.038e0</w:t>
      </w:r>
    </w:p>
    <w:p w:rsidR="005B0461" w:rsidRDefault="005B0461" w:rsidP="005B0461">
      <w:r>
        <w:t>303.1978</w:t>
      </w:r>
      <w:r>
        <w:tab/>
        <w:t>1.013e0</w:t>
      </w:r>
    </w:p>
    <w:p w:rsidR="005B0461" w:rsidRDefault="005B0461" w:rsidP="005B0461">
      <w:r>
        <w:lastRenderedPageBreak/>
        <w:t>303.2046</w:t>
      </w:r>
      <w:r>
        <w:tab/>
        <w:t>3.804e0</w:t>
      </w:r>
    </w:p>
    <w:p w:rsidR="005B0461" w:rsidRDefault="005B0461" w:rsidP="005B0461">
      <w:r>
        <w:t>303.2245</w:t>
      </w:r>
      <w:r>
        <w:tab/>
        <w:t>2.025e0</w:t>
      </w:r>
    </w:p>
    <w:p w:rsidR="005B0461" w:rsidRDefault="005B0461" w:rsidP="005B0461">
      <w:r>
        <w:t>303.2461</w:t>
      </w:r>
      <w:r>
        <w:tab/>
        <w:t>2.001e0</w:t>
      </w:r>
    </w:p>
    <w:p w:rsidR="005B0461" w:rsidRDefault="005B0461" w:rsidP="005B0461">
      <w:r>
        <w:t>303.2554</w:t>
      </w:r>
      <w:r>
        <w:tab/>
        <w:t>3.038e0</w:t>
      </w:r>
    </w:p>
    <w:p w:rsidR="005B0461" w:rsidRDefault="005B0461" w:rsidP="005B0461">
      <w:r>
        <w:t>303.2741</w:t>
      </w:r>
      <w:r>
        <w:tab/>
        <w:t>3.038e0</w:t>
      </w:r>
    </w:p>
    <w:p w:rsidR="005B0461" w:rsidRDefault="005B0461" w:rsidP="005B0461">
      <w:r>
        <w:t>303.2860</w:t>
      </w:r>
      <w:r>
        <w:tab/>
        <w:t>1.013e0</w:t>
      </w:r>
    </w:p>
    <w:p w:rsidR="005B0461" w:rsidRDefault="005B0461" w:rsidP="005B0461">
      <w:r>
        <w:t>303.3094</w:t>
      </w:r>
      <w:r>
        <w:tab/>
        <w:t>2.025e0</w:t>
      </w:r>
    </w:p>
    <w:p w:rsidR="005B0461" w:rsidRDefault="005B0461" w:rsidP="005B0461">
      <w:r>
        <w:t>303.3247</w:t>
      </w:r>
      <w:r>
        <w:tab/>
        <w:t>2.025e0</w:t>
      </w:r>
    </w:p>
    <w:p w:rsidR="005B0461" w:rsidRDefault="005B0461" w:rsidP="005B0461">
      <w:r>
        <w:t>303.3559</w:t>
      </w:r>
      <w:r>
        <w:tab/>
        <w:t>2.025e0</w:t>
      </w:r>
    </w:p>
    <w:p w:rsidR="005B0461" w:rsidRDefault="005B0461" w:rsidP="005B0461">
      <w:r>
        <w:t>303.3687</w:t>
      </w:r>
      <w:r>
        <w:tab/>
        <w:t>1.013e0</w:t>
      </w:r>
    </w:p>
    <w:p w:rsidR="005B0461" w:rsidRDefault="005B0461" w:rsidP="005B0461">
      <w:r>
        <w:t>303.3837</w:t>
      </w:r>
      <w:r>
        <w:tab/>
        <w:t>2.025e0</w:t>
      </w:r>
    </w:p>
    <w:p w:rsidR="005B0461" w:rsidRDefault="005B0461" w:rsidP="005B0461">
      <w:r>
        <w:t>303.3963</w:t>
      </w:r>
      <w:r>
        <w:tab/>
        <w:t>1.013e0</w:t>
      </w:r>
    </w:p>
    <w:p w:rsidR="005B0461" w:rsidRDefault="005B0461" w:rsidP="005B0461">
      <w:r>
        <w:t>303.4116</w:t>
      </w:r>
      <w:r>
        <w:tab/>
        <w:t>2.025e0</w:t>
      </w:r>
    </w:p>
    <w:p w:rsidR="005B0461" w:rsidRDefault="005B0461" w:rsidP="005B0461">
      <w:r>
        <w:t>303.4396</w:t>
      </w:r>
      <w:r>
        <w:tab/>
        <w:t>1.013e0</w:t>
      </w:r>
    </w:p>
    <w:p w:rsidR="005B0461" w:rsidRDefault="005B0461" w:rsidP="005B0461">
      <w:r>
        <w:t>303.4624</w:t>
      </w:r>
      <w:r>
        <w:tab/>
        <w:t>1.013e0</w:t>
      </w:r>
    </w:p>
    <w:p w:rsidR="005B0461" w:rsidRDefault="005B0461" w:rsidP="005B0461">
      <w:r>
        <w:t>303.4845</w:t>
      </w:r>
      <w:r>
        <w:tab/>
        <w:t>1.013e0</w:t>
      </w:r>
    </w:p>
    <w:p w:rsidR="005B0461" w:rsidRDefault="005B0461" w:rsidP="005B0461">
      <w:r>
        <w:t>303.4882</w:t>
      </w:r>
      <w:r>
        <w:tab/>
        <w:t>3.038e0</w:t>
      </w:r>
    </w:p>
    <w:p w:rsidR="005B0461" w:rsidRDefault="005B0461" w:rsidP="005B0461">
      <w:r>
        <w:t>303.4993</w:t>
      </w:r>
      <w:r>
        <w:tab/>
        <w:t>1.013e0</w:t>
      </w:r>
    </w:p>
    <w:p w:rsidR="005B0461" w:rsidRDefault="005B0461" w:rsidP="005B0461">
      <w:r>
        <w:t>303.5176</w:t>
      </w:r>
      <w:r>
        <w:tab/>
        <w:t>1.013e0</w:t>
      </w:r>
    </w:p>
    <w:p w:rsidR="005B0461" w:rsidRDefault="005B0461" w:rsidP="005B0461">
      <w:r>
        <w:lastRenderedPageBreak/>
        <w:t>303.5409</w:t>
      </w:r>
      <w:r>
        <w:tab/>
        <w:t>2.025e0</w:t>
      </w:r>
    </w:p>
    <w:p w:rsidR="005B0461" w:rsidRDefault="005B0461" w:rsidP="005B0461">
      <w:r>
        <w:t>303.5526</w:t>
      </w:r>
      <w:r>
        <w:tab/>
        <w:t>2.025e0</w:t>
      </w:r>
    </w:p>
    <w:p w:rsidR="005B0461" w:rsidRDefault="005B0461" w:rsidP="005B0461">
      <w:r>
        <w:t>303.5592</w:t>
      </w:r>
      <w:r>
        <w:tab/>
        <w:t>1.013e0</w:t>
      </w:r>
    </w:p>
    <w:p w:rsidR="005B0461" w:rsidRDefault="005B0461" w:rsidP="005B0461">
      <w:r>
        <w:t>303.5672</w:t>
      </w:r>
      <w:r>
        <w:tab/>
        <w:t>4.051e0</w:t>
      </w:r>
    </w:p>
    <w:p w:rsidR="005B0461" w:rsidRDefault="005B0461" w:rsidP="005B0461">
      <w:r>
        <w:t>303.5871</w:t>
      </w:r>
      <w:r>
        <w:tab/>
        <w:t>1.013e0</w:t>
      </w:r>
    </w:p>
    <w:p w:rsidR="005B0461" w:rsidRDefault="005B0461" w:rsidP="005B0461">
      <w:r>
        <w:t>303.6309</w:t>
      </w:r>
      <w:r>
        <w:tab/>
        <w:t>2.025e0</w:t>
      </w:r>
    </w:p>
    <w:p w:rsidR="005B0461" w:rsidRDefault="005B0461" w:rsidP="005B0461">
      <w:r>
        <w:t>303.6357</w:t>
      </w:r>
      <w:r>
        <w:tab/>
        <w:t>2.025e0</w:t>
      </w:r>
    </w:p>
    <w:p w:rsidR="005B0461" w:rsidRDefault="005B0461" w:rsidP="005B0461">
      <w:r>
        <w:t>303.6686</w:t>
      </w:r>
      <w:r>
        <w:tab/>
        <w:t>2.025e0</w:t>
      </w:r>
    </w:p>
    <w:p w:rsidR="005B0461" w:rsidRDefault="005B0461" w:rsidP="005B0461">
      <w:r>
        <w:t>303.7387</w:t>
      </w:r>
      <w:r>
        <w:tab/>
        <w:t>2.025e0</w:t>
      </w:r>
    </w:p>
    <w:p w:rsidR="005B0461" w:rsidRDefault="005B0461" w:rsidP="005B0461">
      <w:r>
        <w:t>303.7468</w:t>
      </w:r>
      <w:r>
        <w:tab/>
        <w:t>2.025e0</w:t>
      </w:r>
    </w:p>
    <w:p w:rsidR="005B0461" w:rsidRDefault="005B0461" w:rsidP="005B0461">
      <w:r>
        <w:t>303.7866</w:t>
      </w:r>
      <w:r>
        <w:tab/>
        <w:t>1.013e0</w:t>
      </w:r>
    </w:p>
    <w:p w:rsidR="005B0461" w:rsidRDefault="005B0461" w:rsidP="005B0461">
      <w:r>
        <w:t>303.8102</w:t>
      </w:r>
      <w:r>
        <w:tab/>
        <w:t>1.013e0</w:t>
      </w:r>
    </w:p>
    <w:p w:rsidR="005B0461" w:rsidRDefault="005B0461" w:rsidP="005B0461">
      <w:r>
        <w:t>303.8120</w:t>
      </w:r>
      <w:r>
        <w:tab/>
        <w:t>2.025e0</w:t>
      </w:r>
    </w:p>
    <w:p w:rsidR="005B0461" w:rsidRDefault="005B0461" w:rsidP="005B0461">
      <w:r>
        <w:t>303.8485</w:t>
      </w:r>
      <w:r>
        <w:tab/>
        <w:t>2.025e0</w:t>
      </w:r>
    </w:p>
    <w:p w:rsidR="005B0461" w:rsidRDefault="005B0461" w:rsidP="005B0461">
      <w:r>
        <w:t>303.8614</w:t>
      </w:r>
      <w:r>
        <w:tab/>
        <w:t>3.038e0</w:t>
      </w:r>
    </w:p>
    <w:p w:rsidR="005B0461" w:rsidRDefault="005B0461" w:rsidP="005B0461">
      <w:r>
        <w:t>303.8645</w:t>
      </w:r>
      <w:r>
        <w:tab/>
        <w:t>2.025e0</w:t>
      </w:r>
    </w:p>
    <w:p w:rsidR="005B0461" w:rsidRDefault="005B0461" w:rsidP="005B0461">
      <w:r>
        <w:t>303.8674</w:t>
      </w:r>
      <w:r>
        <w:tab/>
        <w:t>2.025e0</w:t>
      </w:r>
    </w:p>
    <w:p w:rsidR="005B0461" w:rsidRDefault="005B0461" w:rsidP="005B0461">
      <w:r>
        <w:t>303.9103</w:t>
      </w:r>
      <w:r>
        <w:tab/>
        <w:t>1.013e0</w:t>
      </w:r>
    </w:p>
    <w:p w:rsidR="005B0461" w:rsidRDefault="005B0461" w:rsidP="005B0461">
      <w:r>
        <w:t>303.9151</w:t>
      </w:r>
      <w:r>
        <w:tab/>
        <w:t>1.013e0</w:t>
      </w:r>
    </w:p>
    <w:p w:rsidR="005B0461" w:rsidRDefault="005B0461" w:rsidP="005B0461">
      <w:r>
        <w:lastRenderedPageBreak/>
        <w:t>303.9261</w:t>
      </w:r>
      <w:r>
        <w:tab/>
        <w:t>1.013e0</w:t>
      </w:r>
    </w:p>
    <w:p w:rsidR="005B0461" w:rsidRDefault="005B0461" w:rsidP="005B0461">
      <w:r>
        <w:t>303.9343</w:t>
      </w:r>
      <w:r>
        <w:tab/>
        <w:t>1.013e0</w:t>
      </w:r>
    </w:p>
    <w:p w:rsidR="005B0461" w:rsidRDefault="005B0461" w:rsidP="005B0461">
      <w:r>
        <w:t>303.9582</w:t>
      </w:r>
      <w:r>
        <w:tab/>
        <w:t>1.013e0</w:t>
      </w:r>
    </w:p>
    <w:p w:rsidR="005B0461" w:rsidRDefault="005B0461" w:rsidP="005B0461">
      <w:r>
        <w:t>303.9759</w:t>
      </w:r>
      <w:r>
        <w:tab/>
        <w:t>1.013e0</w:t>
      </w:r>
    </w:p>
    <w:p w:rsidR="005B0461" w:rsidRDefault="005B0461" w:rsidP="005B0461">
      <w:r>
        <w:t>304.0023</w:t>
      </w:r>
      <w:r>
        <w:tab/>
        <w:t>1.420e0</w:t>
      </w:r>
    </w:p>
    <w:p w:rsidR="005B0461" w:rsidRDefault="005B0461" w:rsidP="005B0461">
      <w:r>
        <w:t>304.0035</w:t>
      </w:r>
      <w:r>
        <w:tab/>
        <w:t>2.433e0</w:t>
      </w:r>
    </w:p>
    <w:p w:rsidR="005B0461" w:rsidRDefault="005B0461" w:rsidP="005B0461">
      <w:r>
        <w:t>304.0090</w:t>
      </w:r>
      <w:r>
        <w:tab/>
        <w:t>1.013e0</w:t>
      </w:r>
    </w:p>
    <w:p w:rsidR="005B0461" w:rsidRDefault="005B0461" w:rsidP="005B0461">
      <w:r>
        <w:t>304.0102</w:t>
      </w:r>
      <w:r>
        <w:tab/>
        <w:t>2.793e0</w:t>
      </w:r>
    </w:p>
    <w:p w:rsidR="005B0461" w:rsidRDefault="005B0461" w:rsidP="005B0461">
      <w:r>
        <w:t>304.0432</w:t>
      </w:r>
      <w:r>
        <w:tab/>
        <w:t>5.063e0</w:t>
      </w:r>
    </w:p>
    <w:p w:rsidR="005B0461" w:rsidRDefault="005B0461" w:rsidP="005B0461">
      <w:r>
        <w:t>304.0444</w:t>
      </w:r>
      <w:r>
        <w:tab/>
        <w:t>9.515e0</w:t>
      </w:r>
    </w:p>
    <w:p w:rsidR="005B0461" w:rsidRDefault="005B0461" w:rsidP="005B0461">
      <w:r>
        <w:t>304.0638</w:t>
      </w:r>
      <w:r>
        <w:tab/>
        <w:t>5.831e0</w:t>
      </w:r>
    </w:p>
    <w:p w:rsidR="005B0461" w:rsidRDefault="005B0461" w:rsidP="005B0461">
      <w:r>
        <w:t>304.0664</w:t>
      </w:r>
      <w:r>
        <w:tab/>
        <w:t>5.063e0</w:t>
      </w:r>
    </w:p>
    <w:p w:rsidR="005B0461" w:rsidRDefault="005B0461" w:rsidP="005B0461">
      <w:r>
        <w:t>304.0805</w:t>
      </w:r>
      <w:r>
        <w:tab/>
        <w:t>3.038e0</w:t>
      </w:r>
    </w:p>
    <w:p w:rsidR="005B0461" w:rsidRDefault="005B0461" w:rsidP="005B0461">
      <w:r>
        <w:t>304.1103</w:t>
      </w:r>
      <w:r>
        <w:tab/>
        <w:t>6.173e0</w:t>
      </w:r>
    </w:p>
    <w:p w:rsidR="005B0461" w:rsidRDefault="005B0461" w:rsidP="005B0461">
      <w:r>
        <w:t>304.1140</w:t>
      </w:r>
      <w:r>
        <w:tab/>
        <w:t>1.013e0</w:t>
      </w:r>
    </w:p>
    <w:p w:rsidR="005B0461" w:rsidRDefault="005B0461" w:rsidP="005B0461">
      <w:r>
        <w:t>304.1414</w:t>
      </w:r>
      <w:r>
        <w:tab/>
        <w:t>4.051e0</w:t>
      </w:r>
    </w:p>
    <w:p w:rsidR="005B0461" w:rsidRDefault="005B0461" w:rsidP="005B0461">
      <w:r>
        <w:t>304.1607</w:t>
      </w:r>
      <w:r>
        <w:tab/>
        <w:t>3.038e0</w:t>
      </w:r>
    </w:p>
    <w:p w:rsidR="005B0461" w:rsidRDefault="005B0461" w:rsidP="005B0461">
      <w:r>
        <w:t>304.1697</w:t>
      </w:r>
      <w:r>
        <w:tab/>
        <w:t>2.025e0</w:t>
      </w:r>
    </w:p>
    <w:p w:rsidR="005B0461" w:rsidRDefault="005B0461" w:rsidP="005B0461">
      <w:r>
        <w:t>304.1786</w:t>
      </w:r>
      <w:r>
        <w:tab/>
        <w:t>4.051e0</w:t>
      </w:r>
    </w:p>
    <w:p w:rsidR="005B0461" w:rsidRDefault="005B0461" w:rsidP="005B0461">
      <w:r>
        <w:lastRenderedPageBreak/>
        <w:t>304.2220</w:t>
      </w:r>
      <w:r>
        <w:tab/>
        <w:t>3.944e0</w:t>
      </w:r>
    </w:p>
    <w:p w:rsidR="005B0461" w:rsidRDefault="005B0461" w:rsidP="005B0461">
      <w:r>
        <w:t>304.2235</w:t>
      </w:r>
      <w:r>
        <w:tab/>
        <w:t>2.025e0</w:t>
      </w:r>
    </w:p>
    <w:p w:rsidR="005B0461" w:rsidRDefault="005B0461" w:rsidP="005B0461">
      <w:r>
        <w:t>304.2356</w:t>
      </w:r>
      <w:r>
        <w:tab/>
        <w:t>2.025e0</w:t>
      </w:r>
    </w:p>
    <w:p w:rsidR="005B0461" w:rsidRDefault="005B0461" w:rsidP="005B0461">
      <w:r>
        <w:t>304.2455</w:t>
      </w:r>
      <w:r>
        <w:tab/>
        <w:t>2.025e0</w:t>
      </w:r>
    </w:p>
    <w:p w:rsidR="005B0461" w:rsidRDefault="005B0461" w:rsidP="005B0461">
      <w:r>
        <w:t>304.2991</w:t>
      </w:r>
      <w:r>
        <w:tab/>
        <w:t>7.149e1</w:t>
      </w:r>
    </w:p>
    <w:p w:rsidR="005B0461" w:rsidRDefault="005B0461" w:rsidP="005B0461">
      <w:r>
        <w:t>304.3015</w:t>
      </w:r>
      <w:r>
        <w:tab/>
        <w:t>5.955e1</w:t>
      </w:r>
    </w:p>
    <w:p w:rsidR="005B0461" w:rsidRDefault="005B0461" w:rsidP="005B0461">
      <w:r>
        <w:t>304.3030</w:t>
      </w:r>
      <w:r>
        <w:tab/>
        <w:t>1.396e2</w:t>
      </w:r>
    </w:p>
    <w:p w:rsidR="005B0461" w:rsidRDefault="005B0461" w:rsidP="005B0461">
      <w:r>
        <w:t>304.3598</w:t>
      </w:r>
      <w:r>
        <w:tab/>
        <w:t>3.038e0</w:t>
      </w:r>
    </w:p>
    <w:p w:rsidR="005B0461" w:rsidRDefault="005B0461" w:rsidP="005B0461">
      <w:r>
        <w:t>304.3734</w:t>
      </w:r>
      <w:r>
        <w:tab/>
        <w:t>1.677e0</w:t>
      </w:r>
    </w:p>
    <w:p w:rsidR="005B0461" w:rsidRDefault="005B0461" w:rsidP="005B0461">
      <w:r>
        <w:t>304.3892</w:t>
      </w:r>
      <w:r>
        <w:tab/>
        <w:t>1.013e0</w:t>
      </w:r>
    </w:p>
    <w:p w:rsidR="005B0461" w:rsidRDefault="005B0461" w:rsidP="005B0461">
      <w:r>
        <w:t>304.4172</w:t>
      </w:r>
      <w:r>
        <w:tab/>
        <w:t>3.038e0</w:t>
      </w:r>
    </w:p>
    <w:p w:rsidR="005B0461" w:rsidRDefault="005B0461" w:rsidP="005B0461">
      <w:r>
        <w:t>304.4211</w:t>
      </w:r>
      <w:r>
        <w:tab/>
        <w:t>2.025e0</w:t>
      </w:r>
    </w:p>
    <w:p w:rsidR="005B0461" w:rsidRDefault="005B0461" w:rsidP="005B0461">
      <w:r>
        <w:t>304.4532</w:t>
      </w:r>
      <w:r>
        <w:tab/>
        <w:t>1.013e0</w:t>
      </w:r>
    </w:p>
    <w:p w:rsidR="005B0461" w:rsidRDefault="005B0461" w:rsidP="005B0461">
      <w:r>
        <w:t>304.4551</w:t>
      </w:r>
      <w:r>
        <w:tab/>
        <w:t>2.025e0</w:t>
      </w:r>
    </w:p>
    <w:p w:rsidR="005B0461" w:rsidRDefault="005B0461" w:rsidP="005B0461">
      <w:r>
        <w:t>304.4844</w:t>
      </w:r>
      <w:r>
        <w:tab/>
        <w:t>2.025e0</w:t>
      </w:r>
    </w:p>
    <w:p w:rsidR="005B0461" w:rsidRDefault="005B0461" w:rsidP="005B0461">
      <w:r>
        <w:t>304.4948</w:t>
      </w:r>
      <w:r>
        <w:tab/>
        <w:t>5.063e0</w:t>
      </w:r>
    </w:p>
    <w:p w:rsidR="005B0461" w:rsidRDefault="005B0461" w:rsidP="005B0461">
      <w:r>
        <w:t>304.5011</w:t>
      </w:r>
      <w:r>
        <w:tab/>
        <w:t>1.013e0</w:t>
      </w:r>
    </w:p>
    <w:p w:rsidR="005B0461" w:rsidRDefault="005B0461" w:rsidP="005B0461">
      <w:r>
        <w:t>304.5232</w:t>
      </w:r>
      <w:r>
        <w:tab/>
        <w:t>1.013e0</w:t>
      </w:r>
    </w:p>
    <w:p w:rsidR="005B0461" w:rsidRDefault="005B0461" w:rsidP="005B0461">
      <w:r>
        <w:t>304.5564</w:t>
      </w:r>
      <w:r>
        <w:tab/>
        <w:t>1.013e0</w:t>
      </w:r>
    </w:p>
    <w:p w:rsidR="005B0461" w:rsidRDefault="005B0461" w:rsidP="005B0461">
      <w:r>
        <w:lastRenderedPageBreak/>
        <w:t>304.6062</w:t>
      </w:r>
      <w:r>
        <w:tab/>
        <w:t>1.013e0</w:t>
      </w:r>
    </w:p>
    <w:p w:rsidR="005B0461" w:rsidRDefault="005B0461" w:rsidP="005B0461">
      <w:r>
        <w:t>304.6339</w:t>
      </w:r>
      <w:r>
        <w:tab/>
        <w:t>1.013e0</w:t>
      </w:r>
    </w:p>
    <w:p w:rsidR="005B0461" w:rsidRDefault="005B0461" w:rsidP="005B0461">
      <w:r>
        <w:t>304.6447</w:t>
      </w:r>
      <w:r>
        <w:tab/>
        <w:t>1.013e0</w:t>
      </w:r>
    </w:p>
    <w:p w:rsidR="005B0461" w:rsidRDefault="005B0461" w:rsidP="005B0461">
      <w:r>
        <w:t>304.6566</w:t>
      </w:r>
      <w:r>
        <w:tab/>
        <w:t>1.013e0</w:t>
      </w:r>
    </w:p>
    <w:p w:rsidR="005B0461" w:rsidRDefault="005B0461" w:rsidP="005B0461">
      <w:r>
        <w:t>304.6616</w:t>
      </w:r>
      <w:r>
        <w:tab/>
        <w:t>1.013e0</w:t>
      </w:r>
    </w:p>
    <w:p w:rsidR="005B0461" w:rsidRDefault="005B0461" w:rsidP="005B0461">
      <w:r>
        <w:t>304.6671</w:t>
      </w:r>
      <w:r>
        <w:tab/>
        <w:t>1.013e0</w:t>
      </w:r>
    </w:p>
    <w:p w:rsidR="005B0461" w:rsidRDefault="005B0461" w:rsidP="005B0461">
      <w:r>
        <w:t>304.7045</w:t>
      </w:r>
      <w:r>
        <w:tab/>
        <w:t>1.013e0</w:t>
      </w:r>
    </w:p>
    <w:p w:rsidR="005B0461" w:rsidRDefault="005B0461" w:rsidP="005B0461">
      <w:r>
        <w:t>304.7142</w:t>
      </w:r>
      <w:r>
        <w:tab/>
        <w:t>3.038e0</w:t>
      </w:r>
    </w:p>
    <w:p w:rsidR="005B0461" w:rsidRDefault="005B0461" w:rsidP="005B0461">
      <w:r>
        <w:t>304.7280</w:t>
      </w:r>
      <w:r>
        <w:tab/>
        <w:t>1.013e0</w:t>
      </w:r>
    </w:p>
    <w:p w:rsidR="005B0461" w:rsidRDefault="005B0461" w:rsidP="005B0461">
      <w:r>
        <w:t>304.7604</w:t>
      </w:r>
      <w:r>
        <w:tab/>
        <w:t>1.013e0</w:t>
      </w:r>
    </w:p>
    <w:p w:rsidR="005B0461" w:rsidRDefault="005B0461" w:rsidP="005B0461">
      <w:r>
        <w:t>304.7685</w:t>
      </w:r>
      <w:r>
        <w:tab/>
        <w:t>2.025e0</w:t>
      </w:r>
    </w:p>
    <w:p w:rsidR="005B0461" w:rsidRDefault="005B0461" w:rsidP="005B0461">
      <w:r>
        <w:t>304.7834</w:t>
      </w:r>
      <w:r>
        <w:tab/>
        <w:t>1.013e0</w:t>
      </w:r>
    </w:p>
    <w:p w:rsidR="005B0461" w:rsidRDefault="005B0461" w:rsidP="005B0461">
      <w:r>
        <w:t>304.8004</w:t>
      </w:r>
      <w:r>
        <w:tab/>
        <w:t>1.013e0</w:t>
      </w:r>
    </w:p>
    <w:p w:rsidR="005B0461" w:rsidRDefault="005B0461" w:rsidP="005B0461">
      <w:r>
        <w:t>304.8843</w:t>
      </w:r>
      <w:r>
        <w:tab/>
        <w:t>1.013e0</w:t>
      </w:r>
    </w:p>
    <w:p w:rsidR="005B0461" w:rsidRDefault="005B0461" w:rsidP="005B0461">
      <w:r>
        <w:t>304.8918</w:t>
      </w:r>
      <w:r>
        <w:tab/>
        <w:t>2.025e0</w:t>
      </w:r>
    </w:p>
    <w:p w:rsidR="005B0461" w:rsidRDefault="005B0461" w:rsidP="005B0461">
      <w:r>
        <w:t>304.8997</w:t>
      </w:r>
      <w:r>
        <w:tab/>
        <w:t>2.025e0</w:t>
      </w:r>
    </w:p>
    <w:p w:rsidR="005B0461" w:rsidRDefault="005B0461" w:rsidP="005B0461">
      <w:r>
        <w:t>304.9401</w:t>
      </w:r>
      <w:r>
        <w:tab/>
        <w:t>2.025e0</w:t>
      </w:r>
    </w:p>
    <w:p w:rsidR="005B0461" w:rsidRDefault="005B0461" w:rsidP="005B0461">
      <w:r>
        <w:t>304.9414</w:t>
      </w:r>
      <w:r>
        <w:tab/>
        <w:t>3.262e0</w:t>
      </w:r>
    </w:p>
    <w:p w:rsidR="005B0461" w:rsidRDefault="005B0461" w:rsidP="005B0461">
      <w:r>
        <w:t>304.9601</w:t>
      </w:r>
      <w:r>
        <w:tab/>
        <w:t>1.013e0</w:t>
      </w:r>
    </w:p>
    <w:p w:rsidR="005B0461" w:rsidRDefault="005B0461" w:rsidP="005B0461">
      <w:r>
        <w:lastRenderedPageBreak/>
        <w:t>304.9661</w:t>
      </w:r>
      <w:r>
        <w:tab/>
        <w:t>2.025e0</w:t>
      </w:r>
    </w:p>
    <w:p w:rsidR="005B0461" w:rsidRDefault="005B0461" w:rsidP="005B0461">
      <w:r>
        <w:t>304.9834</w:t>
      </w:r>
      <w:r>
        <w:tab/>
        <w:t>3.038e0</w:t>
      </w:r>
    </w:p>
    <w:p w:rsidR="005B0461" w:rsidRDefault="005B0461" w:rsidP="005B0461">
      <w:r>
        <w:t>304.9899</w:t>
      </w:r>
      <w:r>
        <w:tab/>
        <w:t>3.038e0</w:t>
      </w:r>
    </w:p>
    <w:p w:rsidR="005B0461" w:rsidRDefault="005B0461" w:rsidP="005B0461">
      <w:r>
        <w:t>305.0105</w:t>
      </w:r>
      <w:r>
        <w:tab/>
        <w:t>1.013e0</w:t>
      </w:r>
    </w:p>
    <w:p w:rsidR="005B0461" w:rsidRDefault="005B0461" w:rsidP="005B0461">
      <w:r>
        <w:t>305.0307</w:t>
      </w:r>
      <w:r>
        <w:tab/>
        <w:t>3.365e0</w:t>
      </w:r>
    </w:p>
    <w:p w:rsidR="005B0461" w:rsidRDefault="005B0461" w:rsidP="005B0461">
      <w:r>
        <w:t>305.0520</w:t>
      </w:r>
      <w:r>
        <w:tab/>
        <w:t>1.013e0</w:t>
      </w:r>
    </w:p>
    <w:p w:rsidR="005B0461" w:rsidRDefault="005B0461" w:rsidP="005B0461">
      <w:r>
        <w:t>305.0534</w:t>
      </w:r>
      <w:r>
        <w:tab/>
        <w:t>3.808e0</w:t>
      </w:r>
    </w:p>
    <w:p w:rsidR="005B0461" w:rsidRDefault="005B0461" w:rsidP="005B0461">
      <w:r>
        <w:t>305.0719</w:t>
      </w:r>
      <w:r>
        <w:tab/>
        <w:t>2.025e0</w:t>
      </w:r>
    </w:p>
    <w:p w:rsidR="005B0461" w:rsidRDefault="005B0461" w:rsidP="005B0461">
      <w:r>
        <w:t>305.0840</w:t>
      </w:r>
      <w:r>
        <w:tab/>
        <w:t>1.013e0</w:t>
      </w:r>
    </w:p>
    <w:p w:rsidR="005B0461" w:rsidRDefault="005B0461" w:rsidP="005B0461">
      <w:r>
        <w:t>305.0886</w:t>
      </w:r>
      <w:r>
        <w:tab/>
        <w:t>3.500e0</w:t>
      </w:r>
    </w:p>
    <w:p w:rsidR="005B0461" w:rsidRDefault="005B0461" w:rsidP="005B0461">
      <w:r>
        <w:t>305.0921</w:t>
      </w:r>
      <w:r>
        <w:tab/>
        <w:t>2.025e0</w:t>
      </w:r>
    </w:p>
    <w:p w:rsidR="005B0461" w:rsidRDefault="005B0461" w:rsidP="005B0461">
      <w:r>
        <w:t>305.1136</w:t>
      </w:r>
      <w:r>
        <w:tab/>
        <w:t>4.051e0</w:t>
      </w:r>
    </w:p>
    <w:p w:rsidR="005B0461" w:rsidRDefault="005B0461" w:rsidP="005B0461">
      <w:r>
        <w:t>305.1491</w:t>
      </w:r>
      <w:r>
        <w:tab/>
        <w:t>2.025e0</w:t>
      </w:r>
    </w:p>
    <w:p w:rsidR="005B0461" w:rsidRDefault="005B0461" w:rsidP="005B0461">
      <w:r>
        <w:t>305.1595</w:t>
      </w:r>
      <w:r>
        <w:tab/>
        <w:t>1.081e1</w:t>
      </w:r>
    </w:p>
    <w:p w:rsidR="005B0461" w:rsidRDefault="005B0461" w:rsidP="005B0461">
      <w:r>
        <w:t>305.1614</w:t>
      </w:r>
      <w:r>
        <w:tab/>
        <w:t>1.418e1</w:t>
      </w:r>
    </w:p>
    <w:p w:rsidR="005B0461" w:rsidRDefault="005B0461" w:rsidP="005B0461">
      <w:r>
        <w:t>305.1657</w:t>
      </w:r>
      <w:r>
        <w:tab/>
        <w:t>9.114e0</w:t>
      </w:r>
    </w:p>
    <w:p w:rsidR="005B0461" w:rsidRDefault="005B0461" w:rsidP="005B0461">
      <w:r>
        <w:t>305.1792</w:t>
      </w:r>
      <w:r>
        <w:tab/>
        <w:t>3.038e0</w:t>
      </w:r>
    </w:p>
    <w:p w:rsidR="005B0461" w:rsidRDefault="005B0461" w:rsidP="005B0461">
      <w:r>
        <w:t>305.2105</w:t>
      </w:r>
      <w:r>
        <w:tab/>
        <w:t>1.741e0</w:t>
      </w:r>
    </w:p>
    <w:p w:rsidR="005B0461" w:rsidRDefault="005B0461" w:rsidP="005B0461">
      <w:r>
        <w:t>305.2322</w:t>
      </w:r>
      <w:r>
        <w:tab/>
        <w:t>2.025e0</w:t>
      </w:r>
    </w:p>
    <w:p w:rsidR="005B0461" w:rsidRDefault="005B0461" w:rsidP="005B0461">
      <w:r>
        <w:lastRenderedPageBreak/>
        <w:t>305.2535</w:t>
      </w:r>
      <w:r>
        <w:tab/>
        <w:t>2.025e0</w:t>
      </w:r>
    </w:p>
    <w:p w:rsidR="005B0461" w:rsidRDefault="005B0461" w:rsidP="005B0461">
      <w:r>
        <w:t>305.2618</w:t>
      </w:r>
      <w:r>
        <w:tab/>
        <w:t>2.271e0</w:t>
      </w:r>
    </w:p>
    <w:p w:rsidR="005B0461" w:rsidRDefault="005B0461" w:rsidP="005B0461">
      <w:r>
        <w:t>305.3031</w:t>
      </w:r>
      <w:r>
        <w:tab/>
        <w:t>3.384e1</w:t>
      </w:r>
    </w:p>
    <w:p w:rsidR="005B0461" w:rsidRDefault="005B0461" w:rsidP="005B0461">
      <w:r>
        <w:t>305.3042</w:t>
      </w:r>
      <w:r>
        <w:tab/>
        <w:t>1.389e1</w:t>
      </w:r>
    </w:p>
    <w:p w:rsidR="005B0461" w:rsidRDefault="005B0461" w:rsidP="005B0461">
      <w:r>
        <w:t>305.3059</w:t>
      </w:r>
      <w:r>
        <w:tab/>
        <w:t>1.662e1</w:t>
      </w:r>
    </w:p>
    <w:p w:rsidR="005B0461" w:rsidRDefault="005B0461" w:rsidP="005B0461">
      <w:r>
        <w:t>305.3434</w:t>
      </w:r>
      <w:r>
        <w:tab/>
        <w:t>1.013e0</w:t>
      </w:r>
    </w:p>
    <w:p w:rsidR="005B0461" w:rsidRDefault="005B0461" w:rsidP="005B0461">
      <w:r>
        <w:t>305.3485</w:t>
      </w:r>
      <w:r>
        <w:tab/>
        <w:t>5.654e0</w:t>
      </w:r>
    </w:p>
    <w:p w:rsidR="005B0461" w:rsidRDefault="005B0461" w:rsidP="005B0461">
      <w:r>
        <w:t>305.3527</w:t>
      </w:r>
      <w:r>
        <w:tab/>
        <w:t>3.038e0</w:t>
      </w:r>
    </w:p>
    <w:p w:rsidR="005B0461" w:rsidRDefault="005B0461" w:rsidP="005B0461">
      <w:r>
        <w:t>305.3816</w:t>
      </w:r>
      <w:r>
        <w:tab/>
        <w:t>3.038e0</w:t>
      </w:r>
    </w:p>
    <w:p w:rsidR="005B0461" w:rsidRDefault="005B0461" w:rsidP="005B0461">
      <w:r>
        <w:t>305.4193</w:t>
      </w:r>
      <w:r>
        <w:tab/>
        <w:t>1.013e0</w:t>
      </w:r>
    </w:p>
    <w:p w:rsidR="005B0461" w:rsidRDefault="005B0461" w:rsidP="005B0461">
      <w:r>
        <w:t>305.4234</w:t>
      </w:r>
      <w:r>
        <w:tab/>
        <w:t>3.038e0</w:t>
      </w:r>
    </w:p>
    <w:p w:rsidR="005B0461" w:rsidRDefault="005B0461" w:rsidP="005B0461">
      <w:r>
        <w:t>305.4513</w:t>
      </w:r>
      <w:r>
        <w:tab/>
        <w:t>1.013e0</w:t>
      </w:r>
    </w:p>
    <w:p w:rsidR="005B0461" w:rsidRDefault="005B0461" w:rsidP="005B0461">
      <w:r>
        <w:t>305.4554</w:t>
      </w:r>
      <w:r>
        <w:tab/>
        <w:t>1.013e0</w:t>
      </w:r>
    </w:p>
    <w:p w:rsidR="005B0461" w:rsidRDefault="005B0461" w:rsidP="005B0461">
      <w:r>
        <w:t>305.4597</w:t>
      </w:r>
      <w:r>
        <w:tab/>
        <w:t>1.013e0</w:t>
      </w:r>
    </w:p>
    <w:p w:rsidR="005B0461" w:rsidRDefault="005B0461" w:rsidP="005B0461">
      <w:r>
        <w:t>305.4915</w:t>
      </w:r>
      <w:r>
        <w:tab/>
        <w:t>2.025e0</w:t>
      </w:r>
    </w:p>
    <w:p w:rsidR="005B0461" w:rsidRDefault="005B0461" w:rsidP="005B0461">
      <w:r>
        <w:t>305.4930</w:t>
      </w:r>
      <w:r>
        <w:tab/>
        <w:t>1.013e0</w:t>
      </w:r>
    </w:p>
    <w:p w:rsidR="005B0461" w:rsidRDefault="005B0461" w:rsidP="005B0461">
      <w:r>
        <w:t>305.5333</w:t>
      </w:r>
      <w:r>
        <w:tab/>
        <w:t>4.051e0</w:t>
      </w:r>
    </w:p>
    <w:p w:rsidR="005B0461" w:rsidRDefault="005B0461" w:rsidP="005B0461">
      <w:r>
        <w:t>305.5370</w:t>
      </w:r>
      <w:r>
        <w:tab/>
        <w:t>3.038e0</w:t>
      </w:r>
    </w:p>
    <w:p w:rsidR="005B0461" w:rsidRDefault="005B0461" w:rsidP="005B0461">
      <w:r>
        <w:t>305.5540</w:t>
      </w:r>
      <w:r>
        <w:tab/>
        <w:t>1.013e0</w:t>
      </w:r>
    </w:p>
    <w:p w:rsidR="005B0461" w:rsidRDefault="005B0461" w:rsidP="005B0461">
      <w:r>
        <w:lastRenderedPageBreak/>
        <w:t>305.5672</w:t>
      </w:r>
      <w:r>
        <w:tab/>
        <w:t>1.013e0</w:t>
      </w:r>
    </w:p>
    <w:p w:rsidR="005B0461" w:rsidRDefault="005B0461" w:rsidP="005B0461">
      <w:r>
        <w:t>305.5911</w:t>
      </w:r>
      <w:r>
        <w:tab/>
        <w:t>1.013e0</w:t>
      </w:r>
    </w:p>
    <w:p w:rsidR="005B0461" w:rsidRDefault="005B0461" w:rsidP="005B0461">
      <w:r>
        <w:t>305.6151</w:t>
      </w:r>
      <w:r>
        <w:tab/>
        <w:t>1.013e0</w:t>
      </w:r>
    </w:p>
    <w:p w:rsidR="005B0461" w:rsidRDefault="005B0461" w:rsidP="005B0461">
      <w:r>
        <w:t>305.6372</w:t>
      </w:r>
      <w:r>
        <w:tab/>
        <w:t>1.013e0</w:t>
      </w:r>
    </w:p>
    <w:p w:rsidR="005B0461" w:rsidRDefault="005B0461" w:rsidP="005B0461">
      <w:r>
        <w:t>305.6428</w:t>
      </w:r>
      <w:r>
        <w:tab/>
        <w:t>1.013e0</w:t>
      </w:r>
    </w:p>
    <w:p w:rsidR="005B0461" w:rsidRDefault="005B0461" w:rsidP="005B0461">
      <w:r>
        <w:t>305.6532</w:t>
      </w:r>
      <w:r>
        <w:tab/>
        <w:t>5.063e0</w:t>
      </w:r>
    </w:p>
    <w:p w:rsidR="005B0461" w:rsidRDefault="005B0461" w:rsidP="005B0461">
      <w:r>
        <w:t>305.6706</w:t>
      </w:r>
      <w:r>
        <w:tab/>
        <w:t>2.025e0</w:t>
      </w:r>
    </w:p>
    <w:p w:rsidR="005B0461" w:rsidRDefault="005B0461" w:rsidP="005B0461">
      <w:r>
        <w:t>305.6831</w:t>
      </w:r>
      <w:r>
        <w:tab/>
        <w:t>1.013e0</w:t>
      </w:r>
    </w:p>
    <w:p w:rsidR="005B0461" w:rsidRDefault="005B0461" w:rsidP="005B0461">
      <w:r>
        <w:t>305.7205</w:t>
      </w:r>
      <w:r>
        <w:tab/>
        <w:t>2.025e0</w:t>
      </w:r>
    </w:p>
    <w:p w:rsidR="005B0461" w:rsidRDefault="005B0461" w:rsidP="005B0461">
      <w:r>
        <w:t>305.7310</w:t>
      </w:r>
      <w:r>
        <w:tab/>
        <w:t>1.013e0</w:t>
      </w:r>
    </w:p>
    <w:p w:rsidR="005B0461" w:rsidRDefault="005B0461" w:rsidP="005B0461">
      <w:r>
        <w:t>305.7390</w:t>
      </w:r>
      <w:r>
        <w:tab/>
        <w:t>1.013e0</w:t>
      </w:r>
    </w:p>
    <w:p w:rsidR="005B0461" w:rsidRDefault="005B0461" w:rsidP="005B0461">
      <w:r>
        <w:t>305.7727</w:t>
      </w:r>
      <w:r>
        <w:tab/>
        <w:t>3.038e0</w:t>
      </w:r>
    </w:p>
    <w:p w:rsidR="005B0461" w:rsidRDefault="005B0461" w:rsidP="005B0461">
      <w:r>
        <w:t>305.7870</w:t>
      </w:r>
      <w:r>
        <w:tab/>
        <w:t>1.013e0</w:t>
      </w:r>
    </w:p>
    <w:p w:rsidR="005B0461" w:rsidRDefault="005B0461" w:rsidP="005B0461">
      <w:r>
        <w:t>305.8067</w:t>
      </w:r>
      <w:r>
        <w:tab/>
        <w:t>2.025e0</w:t>
      </w:r>
    </w:p>
    <w:p w:rsidR="005B0461" w:rsidRDefault="005B0461" w:rsidP="005B0461">
      <w:r>
        <w:t>305.8509</w:t>
      </w:r>
      <w:r>
        <w:tab/>
        <w:t>1.013e0</w:t>
      </w:r>
    </w:p>
    <w:p w:rsidR="005B0461" w:rsidRDefault="005B0461" w:rsidP="005B0461">
      <w:r>
        <w:t>305.8549</w:t>
      </w:r>
      <w:r>
        <w:tab/>
        <w:t>1.013e0</w:t>
      </w:r>
    </w:p>
    <w:p w:rsidR="005B0461" w:rsidRDefault="005B0461" w:rsidP="005B0461">
      <w:r>
        <w:t>305.8705</w:t>
      </w:r>
      <w:r>
        <w:tab/>
        <w:t>1.013e0</w:t>
      </w:r>
    </w:p>
    <w:p w:rsidR="005B0461" w:rsidRDefault="005B0461" w:rsidP="005B0461">
      <w:r>
        <w:t>305.8821</w:t>
      </w:r>
      <w:r>
        <w:tab/>
        <w:t>4.051e0</w:t>
      </w:r>
    </w:p>
    <w:p w:rsidR="005B0461" w:rsidRDefault="005B0461" w:rsidP="005B0461">
      <w:r>
        <w:t>305.8927</w:t>
      </w:r>
      <w:r>
        <w:tab/>
        <w:t>1.013e0</w:t>
      </w:r>
    </w:p>
    <w:p w:rsidR="005B0461" w:rsidRDefault="005B0461" w:rsidP="005B0461">
      <w:r>
        <w:lastRenderedPageBreak/>
        <w:t>305.9001</w:t>
      </w:r>
      <w:r>
        <w:tab/>
        <w:t>2.025e0</w:t>
      </w:r>
    </w:p>
    <w:p w:rsidR="005B0461" w:rsidRDefault="005B0461" w:rsidP="005B0461">
      <w:r>
        <w:t>305.9307</w:t>
      </w:r>
      <w:r>
        <w:tab/>
        <w:t>1.013e0</w:t>
      </w:r>
    </w:p>
    <w:p w:rsidR="005B0461" w:rsidRDefault="005B0461" w:rsidP="005B0461">
      <w:r>
        <w:t>305.9587</w:t>
      </w:r>
      <w:r>
        <w:tab/>
        <w:t>1.013e0</w:t>
      </w:r>
    </w:p>
    <w:p w:rsidR="005B0461" w:rsidRDefault="005B0461" w:rsidP="005B0461">
      <w:r>
        <w:t>305.9739</w:t>
      </w:r>
      <w:r>
        <w:tab/>
        <w:t>4.051e0</w:t>
      </w:r>
    </w:p>
    <w:p w:rsidR="005B0461" w:rsidRDefault="005B0461" w:rsidP="005B0461">
      <w:r>
        <w:t>305.9816</w:t>
      </w:r>
      <w:r>
        <w:tab/>
        <w:t>1.013e0</w:t>
      </w:r>
    </w:p>
    <w:p w:rsidR="005B0461" w:rsidRDefault="005B0461" w:rsidP="005B0461">
      <w:r>
        <w:t>306.0214</w:t>
      </w:r>
      <w:r>
        <w:tab/>
        <w:t>5.063e0</w:t>
      </w:r>
    </w:p>
    <w:p w:rsidR="005B0461" w:rsidRDefault="005B0461" w:rsidP="005B0461">
      <w:r>
        <w:t>306.0227</w:t>
      </w:r>
      <w:r>
        <w:tab/>
        <w:t>1.013e0</w:t>
      </w:r>
    </w:p>
    <w:p w:rsidR="005B0461" w:rsidRDefault="005B0461" w:rsidP="005B0461">
      <w:r>
        <w:t>306.0294</w:t>
      </w:r>
      <w:r>
        <w:tab/>
        <w:t>2.547e0</w:t>
      </w:r>
    </w:p>
    <w:p w:rsidR="005B0461" w:rsidRDefault="005B0461" w:rsidP="005B0461">
      <w:r>
        <w:t>306.0492</w:t>
      </w:r>
      <w:r>
        <w:tab/>
        <w:t>7.515e0</w:t>
      </w:r>
    </w:p>
    <w:p w:rsidR="005B0461" w:rsidRDefault="005B0461" w:rsidP="005B0461">
      <w:r>
        <w:t>306.0582</w:t>
      </w:r>
      <w:r>
        <w:tab/>
        <w:t>3.038e0</w:t>
      </w:r>
    </w:p>
    <w:p w:rsidR="005B0461" w:rsidRDefault="005B0461" w:rsidP="005B0461">
      <w:r>
        <w:t>306.0670</w:t>
      </w:r>
      <w:r>
        <w:tab/>
        <w:t>2.874e0</w:t>
      </w:r>
    </w:p>
    <w:p w:rsidR="005B0461" w:rsidRDefault="005B0461" w:rsidP="005B0461">
      <w:r>
        <w:t>306.1046</w:t>
      </w:r>
      <w:r>
        <w:tab/>
        <w:t>2.025e0</w:t>
      </w:r>
    </w:p>
    <w:p w:rsidR="005B0461" w:rsidRDefault="005B0461" w:rsidP="005B0461">
      <w:r>
        <w:t>306.1095</w:t>
      </w:r>
      <w:r>
        <w:tab/>
        <w:t>1.418e1</w:t>
      </w:r>
    </w:p>
    <w:p w:rsidR="005B0461" w:rsidRDefault="005B0461" w:rsidP="005B0461">
      <w:r>
        <w:t>306.1120</w:t>
      </w:r>
      <w:r>
        <w:tab/>
        <w:t>3.038e0</w:t>
      </w:r>
    </w:p>
    <w:p w:rsidR="005B0461" w:rsidRDefault="005B0461" w:rsidP="005B0461">
      <w:r>
        <w:t>306.1421</w:t>
      </w:r>
      <w:r>
        <w:tab/>
        <w:t>3.038e0</w:t>
      </w:r>
    </w:p>
    <w:p w:rsidR="005B0461" w:rsidRDefault="005B0461" w:rsidP="005B0461">
      <w:r>
        <w:t>306.1540</w:t>
      </w:r>
      <w:r>
        <w:tab/>
        <w:t>5.063e0</w:t>
      </w:r>
    </w:p>
    <w:p w:rsidR="005B0461" w:rsidRDefault="005B0461" w:rsidP="005B0461">
      <w:r>
        <w:t>306.1625</w:t>
      </w:r>
      <w:r>
        <w:tab/>
        <w:t>1.013e0</w:t>
      </w:r>
    </w:p>
    <w:p w:rsidR="005B0461" w:rsidRDefault="005B0461" w:rsidP="005B0461">
      <w:r>
        <w:t>306.1647</w:t>
      </w:r>
      <w:r>
        <w:tab/>
        <w:t>2.025e0</w:t>
      </w:r>
    </w:p>
    <w:p w:rsidR="005B0461" w:rsidRDefault="005B0461" w:rsidP="005B0461">
      <w:r>
        <w:t>306.1844</w:t>
      </w:r>
      <w:r>
        <w:tab/>
        <w:t>4.488e0</w:t>
      </w:r>
    </w:p>
    <w:p w:rsidR="005B0461" w:rsidRDefault="005B0461" w:rsidP="005B0461">
      <w:r>
        <w:lastRenderedPageBreak/>
        <w:t>306.1856</w:t>
      </w:r>
      <w:r>
        <w:tab/>
        <w:t>3.038e0</w:t>
      </w:r>
    </w:p>
    <w:p w:rsidR="005B0461" w:rsidRDefault="005B0461" w:rsidP="005B0461">
      <w:r>
        <w:t>306.1945</w:t>
      </w:r>
      <w:r>
        <w:tab/>
        <w:t>2.025e0</w:t>
      </w:r>
    </w:p>
    <w:p w:rsidR="005B0461" w:rsidRDefault="005B0461" w:rsidP="005B0461">
      <w:r>
        <w:t>306.2367</w:t>
      </w:r>
      <w:r>
        <w:tab/>
        <w:t>5.063e0</w:t>
      </w:r>
    </w:p>
    <w:p w:rsidR="005B0461" w:rsidRDefault="005B0461" w:rsidP="005B0461">
      <w:r>
        <w:t>306.2422</w:t>
      </w:r>
      <w:r>
        <w:tab/>
        <w:t>6.557e0</w:t>
      </w:r>
    </w:p>
    <w:p w:rsidR="005B0461" w:rsidRDefault="005B0461" w:rsidP="005B0461">
      <w:r>
        <w:t>306.2786</w:t>
      </w:r>
      <w:r>
        <w:tab/>
        <w:t>3.038e0</w:t>
      </w:r>
    </w:p>
    <w:p w:rsidR="005B0461" w:rsidRDefault="005B0461" w:rsidP="005B0461">
      <w:r>
        <w:t>306.3023</w:t>
      </w:r>
      <w:r>
        <w:tab/>
        <w:t>3.038e0</w:t>
      </w:r>
    </w:p>
    <w:p w:rsidR="005B0461" w:rsidRDefault="005B0461" w:rsidP="005B0461">
      <w:r>
        <w:t>306.3123</w:t>
      </w:r>
      <w:r>
        <w:tab/>
        <w:t>4.051e0</w:t>
      </w:r>
    </w:p>
    <w:p w:rsidR="005B0461" w:rsidRDefault="005B0461" w:rsidP="005B0461">
      <w:r>
        <w:t>306.3430</w:t>
      </w:r>
      <w:r>
        <w:tab/>
        <w:t>1.013e0</w:t>
      </w:r>
    </w:p>
    <w:p w:rsidR="005B0461" w:rsidRDefault="005B0461" w:rsidP="005B0461">
      <w:r>
        <w:t>306.3884</w:t>
      </w:r>
      <w:r>
        <w:tab/>
        <w:t>2.025e0</w:t>
      </w:r>
    </w:p>
    <w:p w:rsidR="005B0461" w:rsidRDefault="005B0461" w:rsidP="005B0461">
      <w:r>
        <w:t>306.3904</w:t>
      </w:r>
      <w:r>
        <w:tab/>
        <w:t>1.013e0</w:t>
      </w:r>
    </w:p>
    <w:p w:rsidR="005B0461" w:rsidRDefault="005B0461" w:rsidP="005B0461">
      <w:r>
        <w:t>306.3969</w:t>
      </w:r>
      <w:r>
        <w:tab/>
        <w:t>2.025e0</w:t>
      </w:r>
    </w:p>
    <w:p w:rsidR="005B0461" w:rsidRDefault="005B0461" w:rsidP="005B0461">
      <w:r>
        <w:t>306.4098</w:t>
      </w:r>
      <w:r>
        <w:tab/>
        <w:t>1.013e0</w:t>
      </w:r>
    </w:p>
    <w:p w:rsidR="005B0461" w:rsidRDefault="005B0461" w:rsidP="005B0461">
      <w:r>
        <w:t>306.4224</w:t>
      </w:r>
      <w:r>
        <w:tab/>
        <w:t>1.013e0</w:t>
      </w:r>
    </w:p>
    <w:p w:rsidR="005B0461" w:rsidRDefault="005B0461" w:rsidP="005B0461">
      <w:r>
        <w:t>306.4422</w:t>
      </w:r>
      <w:r>
        <w:tab/>
        <w:t>6.076e0</w:t>
      </w:r>
    </w:p>
    <w:p w:rsidR="005B0461" w:rsidRDefault="005B0461" w:rsidP="005B0461">
      <w:r>
        <w:t>306.4758</w:t>
      </w:r>
      <w:r>
        <w:tab/>
        <w:t>5.063e0</w:t>
      </w:r>
    </w:p>
    <w:p w:rsidR="005B0461" w:rsidRDefault="005B0461" w:rsidP="005B0461">
      <w:r>
        <w:t>306.5263</w:t>
      </w:r>
      <w:r>
        <w:tab/>
        <w:t>1.013e0</w:t>
      </w:r>
    </w:p>
    <w:p w:rsidR="005B0461" w:rsidRDefault="005B0461" w:rsidP="005B0461">
      <w:r>
        <w:t>306.5343</w:t>
      </w:r>
      <w:r>
        <w:tab/>
        <w:t>1.013e0</w:t>
      </w:r>
    </w:p>
    <w:p w:rsidR="005B0461" w:rsidRDefault="005B0461" w:rsidP="005B0461">
      <w:r>
        <w:t>306.5433</w:t>
      </w:r>
      <w:r>
        <w:tab/>
        <w:t>1.013e0</w:t>
      </w:r>
    </w:p>
    <w:p w:rsidR="005B0461" w:rsidRDefault="005B0461" w:rsidP="005B0461">
      <w:r>
        <w:t>306.5623</w:t>
      </w:r>
      <w:r>
        <w:tab/>
        <w:t>1.013e0</w:t>
      </w:r>
    </w:p>
    <w:p w:rsidR="005B0461" w:rsidRDefault="005B0461" w:rsidP="005B0461">
      <w:r>
        <w:lastRenderedPageBreak/>
        <w:t>306.5862</w:t>
      </w:r>
      <w:r>
        <w:tab/>
        <w:t>2.025e0</w:t>
      </w:r>
    </w:p>
    <w:p w:rsidR="005B0461" w:rsidRDefault="005B0461" w:rsidP="005B0461">
      <w:r>
        <w:t>306.5882</w:t>
      </w:r>
      <w:r>
        <w:tab/>
        <w:t>2.025e0</w:t>
      </w:r>
    </w:p>
    <w:p w:rsidR="005B0461" w:rsidRDefault="005B0461" w:rsidP="005B0461">
      <w:r>
        <w:t>306.6339</w:t>
      </w:r>
      <w:r>
        <w:tab/>
        <w:t>3.038e0</w:t>
      </w:r>
    </w:p>
    <w:p w:rsidR="005B0461" w:rsidRDefault="005B0461" w:rsidP="005B0461">
      <w:r>
        <w:t>306.6462</w:t>
      </w:r>
      <w:r>
        <w:tab/>
        <w:t>1.013e0</w:t>
      </w:r>
    </w:p>
    <w:p w:rsidR="005B0461" w:rsidRDefault="005B0461" w:rsidP="005B0461">
      <w:r>
        <w:t>306.6646</w:t>
      </w:r>
      <w:r>
        <w:tab/>
        <w:t>2.727e0</w:t>
      </w:r>
    </w:p>
    <w:p w:rsidR="005B0461" w:rsidRDefault="005B0461" w:rsidP="005B0461">
      <w:r>
        <w:t>306.6722</w:t>
      </w:r>
      <w:r>
        <w:tab/>
        <w:t>2.025e0</w:t>
      </w:r>
    </w:p>
    <w:p w:rsidR="005B0461" w:rsidRDefault="005B0461" w:rsidP="005B0461">
      <w:r>
        <w:t>306.7062</w:t>
      </w:r>
      <w:r>
        <w:tab/>
        <w:t>1.013e0</w:t>
      </w:r>
    </w:p>
    <w:p w:rsidR="005B0461" w:rsidRDefault="005B0461" w:rsidP="005B0461">
      <w:r>
        <w:t>306.7077</w:t>
      </w:r>
      <w:r>
        <w:tab/>
        <w:t>3.038e0</w:t>
      </w:r>
    </w:p>
    <w:p w:rsidR="005B0461" w:rsidRDefault="005B0461" w:rsidP="005B0461">
      <w:r>
        <w:t>306.7301</w:t>
      </w:r>
      <w:r>
        <w:tab/>
        <w:t>1.013e0</w:t>
      </w:r>
    </w:p>
    <w:p w:rsidR="005B0461" w:rsidRDefault="005B0461" w:rsidP="005B0461">
      <w:r>
        <w:t>306.7493</w:t>
      </w:r>
      <w:r>
        <w:tab/>
        <w:t>1.013e0</w:t>
      </w:r>
    </w:p>
    <w:p w:rsidR="005B0461" w:rsidRDefault="005B0461" w:rsidP="005B0461">
      <w:r>
        <w:t>306.7541</w:t>
      </w:r>
      <w:r>
        <w:tab/>
        <w:t>1.013e0</w:t>
      </w:r>
    </w:p>
    <w:p w:rsidR="005B0461" w:rsidRDefault="005B0461" w:rsidP="005B0461">
      <w:r>
        <w:t>306.7741</w:t>
      </w:r>
      <w:r>
        <w:tab/>
        <w:t>2.025e0</w:t>
      </w:r>
    </w:p>
    <w:p w:rsidR="005B0461" w:rsidRDefault="005B0461" w:rsidP="005B0461">
      <w:r>
        <w:t>306.8050</w:t>
      </w:r>
      <w:r>
        <w:tab/>
        <w:t>1.013e0</w:t>
      </w:r>
    </w:p>
    <w:p w:rsidR="005B0461" w:rsidRDefault="005B0461" w:rsidP="005B0461">
      <w:r>
        <w:t>306.8141</w:t>
      </w:r>
      <w:r>
        <w:tab/>
        <w:t>1.013e0</w:t>
      </w:r>
    </w:p>
    <w:p w:rsidR="005B0461" w:rsidRDefault="005B0461" w:rsidP="005B0461">
      <w:r>
        <w:t>306.8501</w:t>
      </w:r>
      <w:r>
        <w:tab/>
        <w:t>1.013e0</w:t>
      </w:r>
    </w:p>
    <w:p w:rsidR="005B0461" w:rsidRDefault="005B0461" w:rsidP="005B0461">
      <w:r>
        <w:t>306.8700</w:t>
      </w:r>
      <w:r>
        <w:tab/>
        <w:t>1.013e0</w:t>
      </w:r>
    </w:p>
    <w:p w:rsidR="005B0461" w:rsidRDefault="005B0461" w:rsidP="005B0461">
      <w:r>
        <w:t>306.8771</w:t>
      </w:r>
      <w:r>
        <w:tab/>
        <w:t>6.076e0</w:t>
      </w:r>
    </w:p>
    <w:p w:rsidR="005B0461" w:rsidRDefault="005B0461" w:rsidP="005B0461">
      <w:r>
        <w:t>306.9260</w:t>
      </w:r>
      <w:r>
        <w:tab/>
        <w:t>2.025e0</w:t>
      </w:r>
    </w:p>
    <w:p w:rsidR="005B0461" w:rsidRDefault="005B0461" w:rsidP="005B0461">
      <w:r>
        <w:t>306.9301</w:t>
      </w:r>
      <w:r>
        <w:tab/>
        <w:t>1.013e0</w:t>
      </w:r>
    </w:p>
    <w:p w:rsidR="005B0461" w:rsidRDefault="005B0461" w:rsidP="005B0461">
      <w:r>
        <w:lastRenderedPageBreak/>
        <w:t>306.9499</w:t>
      </w:r>
      <w:r>
        <w:tab/>
        <w:t>1.013e0</w:t>
      </w:r>
    </w:p>
    <w:p w:rsidR="005B0461" w:rsidRDefault="005B0461" w:rsidP="005B0461">
      <w:r>
        <w:t>306.9666</w:t>
      </w:r>
      <w:r>
        <w:tab/>
        <w:t>1.013e0</w:t>
      </w:r>
    </w:p>
    <w:p w:rsidR="005B0461" w:rsidRDefault="005B0461" w:rsidP="005B0461">
      <w:r>
        <w:t>306.9781</w:t>
      </w:r>
      <w:r>
        <w:tab/>
        <w:t>2.025e0</w:t>
      </w:r>
    </w:p>
    <w:p w:rsidR="005B0461" w:rsidRDefault="005B0461" w:rsidP="005B0461">
      <w:r>
        <w:t>307.0036</w:t>
      </w:r>
      <w:r>
        <w:tab/>
        <w:t>3.038e0</w:t>
      </w:r>
    </w:p>
    <w:p w:rsidR="005B0461" w:rsidRDefault="005B0461" w:rsidP="005B0461">
      <w:r>
        <w:t>307.0100</w:t>
      </w:r>
      <w:r>
        <w:tab/>
        <w:t>1.013e0</w:t>
      </w:r>
    </w:p>
    <w:p w:rsidR="005B0461" w:rsidRDefault="005B0461" w:rsidP="005B0461">
      <w:r>
        <w:t>307.0140</w:t>
      </w:r>
      <w:r>
        <w:tab/>
        <w:t>1.013e0</w:t>
      </w:r>
    </w:p>
    <w:p w:rsidR="005B0461" w:rsidRDefault="005B0461" w:rsidP="005B0461">
      <w:r>
        <w:t>307.0421</w:t>
      </w:r>
      <w:r>
        <w:tab/>
        <w:t>3.038e0</w:t>
      </w:r>
    </w:p>
    <w:p w:rsidR="005B0461" w:rsidRDefault="005B0461" w:rsidP="005B0461">
      <w:r>
        <w:t>307.0646</w:t>
      </w:r>
      <w:r>
        <w:tab/>
        <w:t>1.023e1</w:t>
      </w:r>
    </w:p>
    <w:p w:rsidR="005B0461" w:rsidRDefault="005B0461" w:rsidP="005B0461">
      <w:r>
        <w:t>307.0749</w:t>
      </w:r>
      <w:r>
        <w:tab/>
        <w:t>6.178e0</w:t>
      </w:r>
    </w:p>
    <w:p w:rsidR="005B0461" w:rsidRDefault="005B0461" w:rsidP="005B0461">
      <w:r>
        <w:t>307.0975</w:t>
      </w:r>
      <w:r>
        <w:tab/>
        <w:t>4.051e0</w:t>
      </w:r>
    </w:p>
    <w:p w:rsidR="005B0461" w:rsidRDefault="005B0461" w:rsidP="005B0461">
      <w:r>
        <w:t>307.1114</w:t>
      </w:r>
      <w:r>
        <w:tab/>
        <w:t>6.076e0</w:t>
      </w:r>
    </w:p>
    <w:p w:rsidR="005B0461" w:rsidRDefault="005B0461" w:rsidP="005B0461">
      <w:r>
        <w:t>307.1412</w:t>
      </w:r>
      <w:r>
        <w:tab/>
        <w:t>4.428e0</w:t>
      </w:r>
    </w:p>
    <w:p w:rsidR="005B0461" w:rsidRDefault="005B0461" w:rsidP="005B0461">
      <w:r>
        <w:t>307.1501</w:t>
      </w:r>
      <w:r>
        <w:tab/>
        <w:t>2.025e0</w:t>
      </w:r>
    </w:p>
    <w:p w:rsidR="005B0461" w:rsidRDefault="005B0461" w:rsidP="005B0461">
      <w:r>
        <w:t>307.1573</w:t>
      </w:r>
      <w:r>
        <w:tab/>
        <w:t>3.169e0</w:t>
      </w:r>
    </w:p>
    <w:p w:rsidR="005B0461" w:rsidRDefault="005B0461" w:rsidP="005B0461">
      <w:r>
        <w:t>307.1819</w:t>
      </w:r>
      <w:r>
        <w:tab/>
        <w:t>1.013e0</w:t>
      </w:r>
    </w:p>
    <w:p w:rsidR="005B0461" w:rsidRDefault="005B0461" w:rsidP="005B0461">
      <w:r>
        <w:t>307.1835</w:t>
      </w:r>
      <w:r>
        <w:tab/>
        <w:t>6.068e0</w:t>
      </w:r>
    </w:p>
    <w:p w:rsidR="005B0461" w:rsidRDefault="005B0461" w:rsidP="005B0461">
      <w:r>
        <w:t>307.1881</w:t>
      </w:r>
      <w:r>
        <w:tab/>
        <w:t>1.788e0</w:t>
      </w:r>
    </w:p>
    <w:p w:rsidR="005B0461" w:rsidRDefault="005B0461" w:rsidP="005B0461">
      <w:r>
        <w:t>307.1952</w:t>
      </w:r>
      <w:r>
        <w:tab/>
        <w:t>2.025e0</w:t>
      </w:r>
    </w:p>
    <w:p w:rsidR="005B0461" w:rsidRDefault="005B0461" w:rsidP="005B0461">
      <w:r>
        <w:t>307.2149</w:t>
      </w:r>
      <w:r>
        <w:tab/>
        <w:t>5.071e0</w:t>
      </w:r>
    </w:p>
    <w:p w:rsidR="005B0461" w:rsidRDefault="005B0461" w:rsidP="005B0461">
      <w:r>
        <w:lastRenderedPageBreak/>
        <w:t>307.2283</w:t>
      </w:r>
      <w:r>
        <w:tab/>
        <w:t>4.051e0</w:t>
      </w:r>
    </w:p>
    <w:p w:rsidR="005B0461" w:rsidRDefault="005B0461" w:rsidP="005B0461">
      <w:r>
        <w:t>307.2384</w:t>
      </w:r>
      <w:r>
        <w:tab/>
        <w:t>4.214e0</w:t>
      </w:r>
    </w:p>
    <w:p w:rsidR="005B0461" w:rsidRDefault="005B0461" w:rsidP="005B0461">
      <w:r>
        <w:t>307.2900</w:t>
      </w:r>
      <w:r>
        <w:tab/>
        <w:t>1.013e0</w:t>
      </w:r>
    </w:p>
    <w:p w:rsidR="005B0461" w:rsidRDefault="005B0461" w:rsidP="005B0461">
      <w:r>
        <w:t>307.2939</w:t>
      </w:r>
      <w:r>
        <w:tab/>
        <w:t>1.013e0</w:t>
      </w:r>
    </w:p>
    <w:p w:rsidR="005B0461" w:rsidRDefault="005B0461" w:rsidP="005B0461">
      <w:r>
        <w:t>307.3477</w:t>
      </w:r>
      <w:r>
        <w:tab/>
        <w:t>2.025e0</w:t>
      </w:r>
    </w:p>
    <w:p w:rsidR="005B0461" w:rsidRDefault="005B0461" w:rsidP="005B0461">
      <w:r>
        <w:t>307.3497</w:t>
      </w:r>
      <w:r>
        <w:tab/>
        <w:t>2.025e0</w:t>
      </w:r>
    </w:p>
    <w:p w:rsidR="005B0461" w:rsidRDefault="005B0461" w:rsidP="005B0461">
      <w:r>
        <w:t>307.3580</w:t>
      </w:r>
      <w:r>
        <w:tab/>
        <w:t>1.013e0</w:t>
      </w:r>
    </w:p>
    <w:p w:rsidR="005B0461" w:rsidRDefault="005B0461" w:rsidP="005B0461">
      <w:r>
        <w:t>307.3737</w:t>
      </w:r>
      <w:r>
        <w:tab/>
        <w:t>1.013e0</w:t>
      </w:r>
    </w:p>
    <w:p w:rsidR="005B0461" w:rsidRDefault="005B0461" w:rsidP="005B0461">
      <w:r>
        <w:t>307.3753</w:t>
      </w:r>
      <w:r>
        <w:tab/>
        <w:t>1.303e0</w:t>
      </w:r>
    </w:p>
    <w:p w:rsidR="005B0461" w:rsidRDefault="005B0461" w:rsidP="005B0461">
      <w:r>
        <w:t>307.4100</w:t>
      </w:r>
      <w:r>
        <w:tab/>
        <w:t>2.025e0</w:t>
      </w:r>
    </w:p>
    <w:p w:rsidR="005B0461" w:rsidRDefault="005B0461" w:rsidP="005B0461">
      <w:r>
        <w:t>307.4183</w:t>
      </w:r>
      <w:r>
        <w:tab/>
        <w:t>1.013e0</w:t>
      </w:r>
    </w:p>
    <w:p w:rsidR="005B0461" w:rsidRDefault="005B0461" w:rsidP="005B0461">
      <w:r>
        <w:t>307.4462</w:t>
      </w:r>
      <w:r>
        <w:tab/>
        <w:t>1.013e0</w:t>
      </w:r>
    </w:p>
    <w:p w:rsidR="005B0461" w:rsidRDefault="005B0461" w:rsidP="005B0461">
      <w:r>
        <w:t>307.5099</w:t>
      </w:r>
      <w:r>
        <w:tab/>
        <w:t>2.025e0</w:t>
      </w:r>
    </w:p>
    <w:p w:rsidR="005B0461" w:rsidRDefault="005B0461" w:rsidP="005B0461">
      <w:r>
        <w:t>307.5132</w:t>
      </w:r>
      <w:r>
        <w:tab/>
        <w:t>1.013e0</w:t>
      </w:r>
    </w:p>
    <w:p w:rsidR="005B0461" w:rsidRDefault="005B0461" w:rsidP="005B0461">
      <w:r>
        <w:t>307.5840</w:t>
      </w:r>
      <w:r>
        <w:tab/>
        <w:t>2.025e0</w:t>
      </w:r>
    </w:p>
    <w:p w:rsidR="005B0461" w:rsidRDefault="005B0461" w:rsidP="005B0461">
      <w:r>
        <w:t>307.6248</w:t>
      </w:r>
      <w:r>
        <w:tab/>
        <w:t>1.013e0</w:t>
      </w:r>
    </w:p>
    <w:p w:rsidR="005B0461" w:rsidRDefault="005B0461" w:rsidP="005B0461">
      <w:r>
        <w:t>307.6301</w:t>
      </w:r>
      <w:r>
        <w:tab/>
        <w:t>1.013e0</w:t>
      </w:r>
    </w:p>
    <w:p w:rsidR="005B0461" w:rsidRDefault="005B0461" w:rsidP="005B0461">
      <w:r>
        <w:t>307.6711</w:t>
      </w:r>
      <w:r>
        <w:tab/>
        <w:t>2.025e0</w:t>
      </w:r>
    </w:p>
    <w:p w:rsidR="005B0461" w:rsidRDefault="005B0461" w:rsidP="005B0461">
      <w:r>
        <w:t>307.6727</w:t>
      </w:r>
      <w:r>
        <w:tab/>
        <w:t>2.025e0</w:t>
      </w:r>
    </w:p>
    <w:p w:rsidR="005B0461" w:rsidRDefault="005B0461" w:rsidP="005B0461">
      <w:r>
        <w:lastRenderedPageBreak/>
        <w:t>307.6807</w:t>
      </w:r>
      <w:r>
        <w:tab/>
        <w:t>1.013e0</w:t>
      </w:r>
    </w:p>
    <w:p w:rsidR="005B0461" w:rsidRDefault="005B0461" w:rsidP="005B0461">
      <w:r>
        <w:t>307.7221</w:t>
      </w:r>
      <w:r>
        <w:tab/>
        <w:t>1.013e0</w:t>
      </w:r>
    </w:p>
    <w:p w:rsidR="005B0461" w:rsidRDefault="005B0461" w:rsidP="005B0461">
      <w:r>
        <w:t>307.7675</w:t>
      </w:r>
      <w:r>
        <w:tab/>
        <w:t>2.025e0</w:t>
      </w:r>
    </w:p>
    <w:p w:rsidR="005B0461" w:rsidRDefault="005B0461" w:rsidP="005B0461">
      <w:r>
        <w:t>307.7821</w:t>
      </w:r>
      <w:r>
        <w:tab/>
        <w:t>1.013e0</w:t>
      </w:r>
    </w:p>
    <w:p w:rsidR="005B0461" w:rsidRDefault="005B0461" w:rsidP="005B0461">
      <w:r>
        <w:t>307.8126</w:t>
      </w:r>
      <w:r>
        <w:tab/>
        <w:t>2.025e0</w:t>
      </w:r>
    </w:p>
    <w:p w:rsidR="005B0461" w:rsidRDefault="005B0461" w:rsidP="005B0461">
      <w:r>
        <w:t>307.8358</w:t>
      </w:r>
      <w:r>
        <w:tab/>
        <w:t>3.038e0</w:t>
      </w:r>
    </w:p>
    <w:p w:rsidR="005B0461" w:rsidRDefault="005B0461" w:rsidP="005B0461">
      <w:r>
        <w:t>307.8501</w:t>
      </w:r>
      <w:r>
        <w:tab/>
        <w:t>2.025e0</w:t>
      </w:r>
    </w:p>
    <w:p w:rsidR="005B0461" w:rsidRDefault="005B0461" w:rsidP="005B0461">
      <w:r>
        <w:t>307.8661</w:t>
      </w:r>
      <w:r>
        <w:tab/>
        <w:t>1.013e0</w:t>
      </w:r>
    </w:p>
    <w:p w:rsidR="005B0461" w:rsidRDefault="005B0461" w:rsidP="005B0461">
      <w:r>
        <w:t>307.8706</w:t>
      </w:r>
      <w:r>
        <w:tab/>
        <w:t>1.013e0</w:t>
      </w:r>
    </w:p>
    <w:p w:rsidR="005B0461" w:rsidRDefault="005B0461" w:rsidP="005B0461">
      <w:r>
        <w:t>307.8901</w:t>
      </w:r>
      <w:r>
        <w:tab/>
        <w:t>2.025e0</w:t>
      </w:r>
    </w:p>
    <w:p w:rsidR="005B0461" w:rsidRDefault="005B0461" w:rsidP="005B0461">
      <w:r>
        <w:t>307.9265</w:t>
      </w:r>
      <w:r>
        <w:tab/>
        <w:t>1.013e0</w:t>
      </w:r>
    </w:p>
    <w:p w:rsidR="005B0461" w:rsidRDefault="005B0461" w:rsidP="005B0461">
      <w:r>
        <w:t>307.9381</w:t>
      </w:r>
      <w:r>
        <w:tab/>
        <w:t>2.025e0</w:t>
      </w:r>
    </w:p>
    <w:p w:rsidR="005B0461" w:rsidRDefault="005B0461" w:rsidP="005B0461">
      <w:r>
        <w:t>307.9486</w:t>
      </w:r>
      <w:r>
        <w:tab/>
        <w:t>2.310e0</w:t>
      </w:r>
    </w:p>
    <w:p w:rsidR="005B0461" w:rsidRDefault="005B0461" w:rsidP="005B0461">
      <w:r>
        <w:t>307.9583</w:t>
      </w:r>
      <w:r>
        <w:tab/>
        <w:t>2.025e0</w:t>
      </w:r>
    </w:p>
    <w:p w:rsidR="005B0461" w:rsidRDefault="005B0461" w:rsidP="005B0461">
      <w:r>
        <w:t>307.9674</w:t>
      </w:r>
      <w:r>
        <w:tab/>
        <w:t>2.025e0</w:t>
      </w:r>
    </w:p>
    <w:p w:rsidR="005B0461" w:rsidRDefault="005B0461" w:rsidP="005B0461">
      <w:r>
        <w:t>307.9701</w:t>
      </w:r>
      <w:r>
        <w:tab/>
        <w:t>1.013e0</w:t>
      </w:r>
    </w:p>
    <w:p w:rsidR="005B0461" w:rsidRDefault="005B0461" w:rsidP="005B0461">
      <w:r>
        <w:t>307.9879</w:t>
      </w:r>
      <w:r>
        <w:tab/>
        <w:t>1.013e0</w:t>
      </w:r>
    </w:p>
    <w:p w:rsidR="005B0461" w:rsidRDefault="005B0461" w:rsidP="005B0461">
      <w:r>
        <w:t>307.9957</w:t>
      </w:r>
      <w:r>
        <w:tab/>
        <w:t>4.051e0</w:t>
      </w:r>
    </w:p>
    <w:p w:rsidR="005B0461" w:rsidRDefault="005B0461" w:rsidP="005B0461">
      <w:r>
        <w:t>308.0263</w:t>
      </w:r>
      <w:r>
        <w:tab/>
        <w:t>1.617e0</w:t>
      </w:r>
    </w:p>
    <w:p w:rsidR="005B0461" w:rsidRDefault="005B0461" w:rsidP="005B0461">
      <w:r>
        <w:lastRenderedPageBreak/>
        <w:t>308.0342</w:t>
      </w:r>
      <w:r>
        <w:tab/>
        <w:t>1.013e0</w:t>
      </w:r>
    </w:p>
    <w:p w:rsidR="005B0461" w:rsidRDefault="005B0461" w:rsidP="005B0461">
      <w:r>
        <w:t>308.0461</w:t>
      </w:r>
      <w:r>
        <w:tab/>
        <w:t>3.038e0</w:t>
      </w:r>
    </w:p>
    <w:p w:rsidR="005B0461" w:rsidRDefault="005B0461" w:rsidP="005B0461">
      <w:r>
        <w:t>308.0982</w:t>
      </w:r>
      <w:r>
        <w:tab/>
        <w:t>5.063e0</w:t>
      </w:r>
    </w:p>
    <w:p w:rsidR="005B0461" w:rsidRDefault="005B0461" w:rsidP="005B0461">
      <w:r>
        <w:t>308.1148</w:t>
      </w:r>
      <w:r>
        <w:tab/>
        <w:t>4.087e0</w:t>
      </w:r>
    </w:p>
    <w:p w:rsidR="005B0461" w:rsidRDefault="005B0461" w:rsidP="005B0461">
      <w:r>
        <w:t>308.1267</w:t>
      </w:r>
      <w:r>
        <w:tab/>
        <w:t>6.076e0</w:t>
      </w:r>
    </w:p>
    <w:p w:rsidR="005B0461" w:rsidRDefault="005B0461" w:rsidP="005B0461">
      <w:r>
        <w:t>308.1501</w:t>
      </w:r>
      <w:r>
        <w:tab/>
        <w:t>1.013e0</w:t>
      </w:r>
    </w:p>
    <w:p w:rsidR="005B0461" w:rsidRDefault="005B0461" w:rsidP="005B0461">
      <w:r>
        <w:t>308.1631</w:t>
      </w:r>
      <w:r>
        <w:tab/>
        <w:t>1.931e0</w:t>
      </w:r>
    </w:p>
    <w:p w:rsidR="005B0461" w:rsidRDefault="005B0461" w:rsidP="005B0461">
      <w:r>
        <w:t>308.1860</w:t>
      </w:r>
      <w:r>
        <w:tab/>
        <w:t>6.757e0</w:t>
      </w:r>
    </w:p>
    <w:p w:rsidR="005B0461" w:rsidRDefault="005B0461" w:rsidP="005B0461">
      <w:r>
        <w:t>308.2002</w:t>
      </w:r>
      <w:r>
        <w:tab/>
        <w:t>2.025e0</w:t>
      </w:r>
    </w:p>
    <w:p w:rsidR="005B0461" w:rsidRDefault="005B0461" w:rsidP="005B0461">
      <w:r>
        <w:t>308.2375</w:t>
      </w:r>
      <w:r>
        <w:tab/>
        <w:t>3.729e0</w:t>
      </w:r>
    </w:p>
    <w:p w:rsidR="005B0461" w:rsidRDefault="005B0461" w:rsidP="005B0461">
      <w:r>
        <w:t>308.2530</w:t>
      </w:r>
      <w:r>
        <w:tab/>
        <w:t>3.038e0</w:t>
      </w:r>
    </w:p>
    <w:p w:rsidR="005B0461" w:rsidRDefault="005B0461" w:rsidP="005B0461">
      <w:r>
        <w:t>308.2563</w:t>
      </w:r>
      <w:r>
        <w:tab/>
        <w:t>2.025e0</w:t>
      </w:r>
    </w:p>
    <w:p w:rsidR="005B0461" w:rsidRDefault="005B0461" w:rsidP="005B0461">
      <w:r>
        <w:t>308.2641</w:t>
      </w:r>
      <w:r>
        <w:tab/>
        <w:t>3.038e0</w:t>
      </w:r>
    </w:p>
    <w:p w:rsidR="005B0461" w:rsidRDefault="005B0461" w:rsidP="005B0461">
      <w:r>
        <w:t>308.2822</w:t>
      </w:r>
      <w:r>
        <w:tab/>
        <w:t>1.013e0</w:t>
      </w:r>
    </w:p>
    <w:p w:rsidR="005B0461" w:rsidRDefault="005B0461" w:rsidP="005B0461">
      <w:r>
        <w:t>308.2955</w:t>
      </w:r>
      <w:r>
        <w:tab/>
        <w:t>1.013e0</w:t>
      </w:r>
    </w:p>
    <w:p w:rsidR="005B0461" w:rsidRDefault="005B0461" w:rsidP="005B0461">
      <w:r>
        <w:t>308.3311</w:t>
      </w:r>
      <w:r>
        <w:tab/>
        <w:t>2.025e0</w:t>
      </w:r>
    </w:p>
    <w:p w:rsidR="005B0461" w:rsidRDefault="005B0461" w:rsidP="005B0461">
      <w:r>
        <w:t>308.3403</w:t>
      </w:r>
      <w:r>
        <w:tab/>
        <w:t>2.025e0</w:t>
      </w:r>
    </w:p>
    <w:p w:rsidR="005B0461" w:rsidRDefault="005B0461" w:rsidP="005B0461">
      <w:r>
        <w:t>308.3570</w:t>
      </w:r>
      <w:r>
        <w:tab/>
        <w:t>1.013e0</w:t>
      </w:r>
    </w:p>
    <w:p w:rsidR="005B0461" w:rsidRDefault="005B0461" w:rsidP="005B0461">
      <w:r>
        <w:t>308.3794</w:t>
      </w:r>
      <w:r>
        <w:tab/>
        <w:t>2.025e0</w:t>
      </w:r>
    </w:p>
    <w:p w:rsidR="005B0461" w:rsidRDefault="005B0461" w:rsidP="005B0461">
      <w:r>
        <w:lastRenderedPageBreak/>
        <w:t>308.4107</w:t>
      </w:r>
      <w:r>
        <w:tab/>
        <w:t>5.063e0</w:t>
      </w:r>
    </w:p>
    <w:p w:rsidR="005B0461" w:rsidRDefault="005B0461" w:rsidP="005B0461">
      <w:r>
        <w:t>308.4124</w:t>
      </w:r>
      <w:r>
        <w:tab/>
        <w:t>2.025e0</w:t>
      </w:r>
    </w:p>
    <w:p w:rsidR="005B0461" w:rsidRDefault="005B0461" w:rsidP="005B0461">
      <w:r>
        <w:t>308.4584</w:t>
      </w:r>
      <w:r>
        <w:tab/>
        <w:t>1.013e0</w:t>
      </w:r>
    </w:p>
    <w:p w:rsidR="005B0461" w:rsidRDefault="005B0461" w:rsidP="005B0461">
      <w:r>
        <w:t>308.4745</w:t>
      </w:r>
      <w:r>
        <w:tab/>
        <w:t>1.013e0</w:t>
      </w:r>
    </w:p>
    <w:p w:rsidR="005B0461" w:rsidRDefault="005B0461" w:rsidP="005B0461">
      <w:r>
        <w:t>308.5025</w:t>
      </w:r>
      <w:r>
        <w:tab/>
        <w:t>1.013e0</w:t>
      </w:r>
    </w:p>
    <w:p w:rsidR="005B0461" w:rsidRDefault="005B0461" w:rsidP="005B0461">
      <w:r>
        <w:t>308.5461</w:t>
      </w:r>
      <w:r>
        <w:tab/>
        <w:t>3.038e0</w:t>
      </w:r>
    </w:p>
    <w:p w:rsidR="005B0461" w:rsidRDefault="005B0461" w:rsidP="005B0461">
      <w:r>
        <w:t>308.5473</w:t>
      </w:r>
      <w:r>
        <w:tab/>
        <w:t>1.013e0</w:t>
      </w:r>
    </w:p>
    <w:p w:rsidR="005B0461" w:rsidRDefault="005B0461" w:rsidP="005B0461">
      <w:r>
        <w:t>308.5747</w:t>
      </w:r>
      <w:r>
        <w:tab/>
        <w:t>2.025e0</w:t>
      </w:r>
    </w:p>
    <w:p w:rsidR="005B0461" w:rsidRDefault="005B0461" w:rsidP="005B0461">
      <w:r>
        <w:t>308.5797</w:t>
      </w:r>
      <w:r>
        <w:tab/>
        <w:t>3.038e0</w:t>
      </w:r>
    </w:p>
    <w:p w:rsidR="005B0461" w:rsidRDefault="005B0461" w:rsidP="005B0461">
      <w:r>
        <w:t>308.6180</w:t>
      </w:r>
      <w:r>
        <w:tab/>
        <w:t>3.038e0</w:t>
      </w:r>
    </w:p>
    <w:p w:rsidR="005B0461" w:rsidRDefault="005B0461" w:rsidP="005B0461">
      <w:r>
        <w:t>308.6465</w:t>
      </w:r>
      <w:r>
        <w:tab/>
        <w:t>1.013e0</w:t>
      </w:r>
    </w:p>
    <w:p w:rsidR="005B0461" w:rsidRDefault="005B0461" w:rsidP="005B0461">
      <w:r>
        <w:t>308.6593</w:t>
      </w:r>
      <w:r>
        <w:tab/>
        <w:t>1.013e0</w:t>
      </w:r>
    </w:p>
    <w:p w:rsidR="005B0461" w:rsidRDefault="005B0461" w:rsidP="005B0461">
      <w:r>
        <w:t>308.6745</w:t>
      </w:r>
      <w:r>
        <w:tab/>
        <w:t>1.013e0</w:t>
      </w:r>
    </w:p>
    <w:p w:rsidR="005B0461" w:rsidRDefault="005B0461" w:rsidP="005B0461">
      <w:r>
        <w:t>308.7043</w:t>
      </w:r>
      <w:r>
        <w:tab/>
        <w:t>2.025e0</w:t>
      </w:r>
    </w:p>
    <w:p w:rsidR="005B0461" w:rsidRDefault="005B0461" w:rsidP="005B0461">
      <w:r>
        <w:t>308.7148</w:t>
      </w:r>
      <w:r>
        <w:tab/>
        <w:t>2.025e0</w:t>
      </w:r>
    </w:p>
    <w:p w:rsidR="005B0461" w:rsidRDefault="005B0461" w:rsidP="005B0461">
      <w:r>
        <w:t>308.7265</w:t>
      </w:r>
      <w:r>
        <w:tab/>
        <w:t>2.025e0</w:t>
      </w:r>
    </w:p>
    <w:p w:rsidR="005B0461" w:rsidRDefault="005B0461" w:rsidP="005B0461">
      <w:r>
        <w:t>308.7522</w:t>
      </w:r>
      <w:r>
        <w:tab/>
        <w:t>2.025e0</w:t>
      </w:r>
    </w:p>
    <w:p w:rsidR="005B0461" w:rsidRDefault="005B0461" w:rsidP="005B0461">
      <w:r>
        <w:t>308.7947</w:t>
      </w:r>
      <w:r>
        <w:tab/>
        <w:t>1.013e0</w:t>
      </w:r>
    </w:p>
    <w:p w:rsidR="005B0461" w:rsidRDefault="005B0461" w:rsidP="005B0461">
      <w:r>
        <w:t>308.8049</w:t>
      </w:r>
      <w:r>
        <w:tab/>
        <w:t>1.013e0</w:t>
      </w:r>
    </w:p>
    <w:p w:rsidR="005B0461" w:rsidRDefault="005B0461" w:rsidP="005B0461">
      <w:r>
        <w:lastRenderedPageBreak/>
        <w:t>308.8085</w:t>
      </w:r>
      <w:r>
        <w:tab/>
        <w:t>4.051e0</w:t>
      </w:r>
    </w:p>
    <w:p w:rsidR="005B0461" w:rsidRDefault="005B0461" w:rsidP="005B0461">
      <w:r>
        <w:t>308.8514</w:t>
      </w:r>
      <w:r>
        <w:tab/>
        <w:t>2.025e0</w:t>
      </w:r>
    </w:p>
    <w:p w:rsidR="005B0461" w:rsidRDefault="005B0461" w:rsidP="005B0461">
      <w:r>
        <w:t>308.8533</w:t>
      </w:r>
      <w:r>
        <w:tab/>
        <w:t>3.038e0</w:t>
      </w:r>
    </w:p>
    <w:p w:rsidR="005B0461" w:rsidRDefault="005B0461" w:rsidP="005B0461">
      <w:r>
        <w:t>308.8549</w:t>
      </w:r>
      <w:r>
        <w:tab/>
        <w:t>2.025e0</w:t>
      </w:r>
    </w:p>
    <w:p w:rsidR="005B0461" w:rsidRDefault="005B0461" w:rsidP="005B0461">
      <w:r>
        <w:t>308.9093</w:t>
      </w:r>
      <w:r>
        <w:tab/>
        <w:t>3.038e0</w:t>
      </w:r>
    </w:p>
    <w:p w:rsidR="005B0461" w:rsidRDefault="005B0461" w:rsidP="005B0461">
      <w:r>
        <w:t>308.9114</w:t>
      </w:r>
      <w:r>
        <w:tab/>
        <w:t>1.013e0</w:t>
      </w:r>
    </w:p>
    <w:p w:rsidR="005B0461" w:rsidRDefault="005B0461" w:rsidP="005B0461">
      <w:r>
        <w:t>308.9829</w:t>
      </w:r>
      <w:r>
        <w:tab/>
        <w:t>1.013e0</w:t>
      </w:r>
    </w:p>
    <w:p w:rsidR="005B0461" w:rsidRDefault="005B0461" w:rsidP="005B0461">
      <w:r>
        <w:t>309.0020</w:t>
      </w:r>
      <w:r>
        <w:tab/>
        <w:t>3.038e0</w:t>
      </w:r>
    </w:p>
    <w:p w:rsidR="005B0461" w:rsidRDefault="005B0461" w:rsidP="005B0461">
      <w:r>
        <w:t>309.0068</w:t>
      </w:r>
      <w:r>
        <w:tab/>
        <w:t>4.051e0</w:t>
      </w:r>
    </w:p>
    <w:p w:rsidR="005B0461" w:rsidRDefault="005B0461" w:rsidP="005B0461">
      <w:r>
        <w:t>309.0085</w:t>
      </w:r>
      <w:r>
        <w:tab/>
        <w:t>1.911e0</w:t>
      </w:r>
    </w:p>
    <w:p w:rsidR="005B0461" w:rsidRDefault="005B0461" w:rsidP="005B0461">
      <w:r>
        <w:t>309.0396</w:t>
      </w:r>
      <w:r>
        <w:tab/>
        <w:t>1.455e0</w:t>
      </w:r>
    </w:p>
    <w:p w:rsidR="005B0461" w:rsidRDefault="005B0461" w:rsidP="005B0461">
      <w:r>
        <w:t>309.0694</w:t>
      </w:r>
      <w:r>
        <w:tab/>
        <w:t>3.038e0</w:t>
      </w:r>
    </w:p>
    <w:p w:rsidR="005B0461" w:rsidRDefault="005B0461" w:rsidP="005B0461">
      <w:r>
        <w:t>309.0767</w:t>
      </w:r>
      <w:r>
        <w:tab/>
        <w:t>3.038e0</w:t>
      </w:r>
    </w:p>
    <w:p w:rsidR="005B0461" w:rsidRDefault="005B0461" w:rsidP="005B0461">
      <w:r>
        <w:t>309.0821</w:t>
      </w:r>
      <w:r>
        <w:tab/>
        <w:t>5.063e0</w:t>
      </w:r>
    </w:p>
    <w:p w:rsidR="005B0461" w:rsidRDefault="005B0461" w:rsidP="005B0461">
      <w:r>
        <w:t>309.1204</w:t>
      </w:r>
      <w:r>
        <w:tab/>
        <w:t>1.300e0</w:t>
      </w:r>
    </w:p>
    <w:p w:rsidR="005B0461" w:rsidRDefault="005B0461" w:rsidP="005B0461">
      <w:r>
        <w:t>309.1273</w:t>
      </w:r>
      <w:r>
        <w:tab/>
        <w:t>3.038e0</w:t>
      </w:r>
    </w:p>
    <w:p w:rsidR="005B0461" w:rsidRDefault="005B0461" w:rsidP="005B0461">
      <w:r>
        <w:t>309.1393</w:t>
      </w:r>
      <w:r>
        <w:tab/>
        <w:t>3.038e0</w:t>
      </w:r>
    </w:p>
    <w:p w:rsidR="005B0461" w:rsidRDefault="005B0461" w:rsidP="005B0461">
      <w:r>
        <w:t>309.1592</w:t>
      </w:r>
      <w:r>
        <w:tab/>
        <w:t>2.943e0</w:t>
      </w:r>
    </w:p>
    <w:p w:rsidR="005B0461" w:rsidRDefault="005B0461" w:rsidP="005B0461">
      <w:r>
        <w:t>309.1677</w:t>
      </w:r>
      <w:r>
        <w:tab/>
        <w:t>3.038e0</w:t>
      </w:r>
    </w:p>
    <w:p w:rsidR="005B0461" w:rsidRDefault="005B0461" w:rsidP="005B0461">
      <w:r>
        <w:lastRenderedPageBreak/>
        <w:t>309.1807</w:t>
      </w:r>
      <w:r>
        <w:tab/>
        <w:t>2.025e0</w:t>
      </w:r>
    </w:p>
    <w:p w:rsidR="005B0461" w:rsidRDefault="005B0461" w:rsidP="005B0461">
      <w:r>
        <w:t>309.2196</w:t>
      </w:r>
      <w:r>
        <w:tab/>
        <w:t>1.716e0</w:t>
      </w:r>
    </w:p>
    <w:p w:rsidR="005B0461" w:rsidRDefault="005B0461" w:rsidP="005B0461">
      <w:r>
        <w:t>309.2235</w:t>
      </w:r>
      <w:r>
        <w:tab/>
        <w:t>3.038e0</w:t>
      </w:r>
    </w:p>
    <w:p w:rsidR="005B0461" w:rsidRDefault="005B0461" w:rsidP="005B0461">
      <w:r>
        <w:t>309.2285</w:t>
      </w:r>
      <w:r>
        <w:tab/>
        <w:t>3.038e0</w:t>
      </w:r>
    </w:p>
    <w:p w:rsidR="005B0461" w:rsidRDefault="005B0461" w:rsidP="005B0461">
      <w:r>
        <w:t>309.2331</w:t>
      </w:r>
      <w:r>
        <w:tab/>
        <w:t>4.051e0</w:t>
      </w:r>
    </w:p>
    <w:p w:rsidR="005B0461" w:rsidRDefault="005B0461" w:rsidP="005B0461">
      <w:r>
        <w:t>309.2652</w:t>
      </w:r>
      <w:r>
        <w:tab/>
        <w:t>2.041e0</w:t>
      </w:r>
    </w:p>
    <w:p w:rsidR="005B0461" w:rsidRDefault="005B0461" w:rsidP="005B0461">
      <w:r>
        <w:t>309.2929</w:t>
      </w:r>
      <w:r>
        <w:tab/>
        <w:t>2.025e0</w:t>
      </w:r>
    </w:p>
    <w:p w:rsidR="005B0461" w:rsidRDefault="005B0461" w:rsidP="005B0461">
      <w:r>
        <w:t>309.3039</w:t>
      </w:r>
      <w:r>
        <w:tab/>
        <w:t>1.013e0</w:t>
      </w:r>
    </w:p>
    <w:p w:rsidR="005B0461" w:rsidRDefault="005B0461" w:rsidP="005B0461">
      <w:r>
        <w:t>309.3391</w:t>
      </w:r>
      <w:r>
        <w:tab/>
        <w:t>2.025e0</w:t>
      </w:r>
    </w:p>
    <w:p w:rsidR="005B0461" w:rsidRDefault="005B0461" w:rsidP="005B0461">
      <w:r>
        <w:t>309.3554</w:t>
      </w:r>
      <w:r>
        <w:tab/>
        <w:t>1.013e0</w:t>
      </w:r>
    </w:p>
    <w:p w:rsidR="005B0461" w:rsidRDefault="005B0461" w:rsidP="005B0461">
      <w:r>
        <w:t>309.3587</w:t>
      </w:r>
      <w:r>
        <w:tab/>
        <w:t>3.038e0</w:t>
      </w:r>
    </w:p>
    <w:p w:rsidR="005B0461" w:rsidRDefault="005B0461" w:rsidP="005B0461">
      <w:r>
        <w:t>309.3881</w:t>
      </w:r>
      <w:r>
        <w:tab/>
        <w:t>1.013e0</w:t>
      </w:r>
    </w:p>
    <w:p w:rsidR="005B0461" w:rsidRDefault="005B0461" w:rsidP="005B0461">
      <w:r>
        <w:t>309.4075</w:t>
      </w:r>
      <w:r>
        <w:tab/>
        <w:t>1.013e0</w:t>
      </w:r>
    </w:p>
    <w:p w:rsidR="005B0461" w:rsidRDefault="005B0461" w:rsidP="005B0461">
      <w:r>
        <w:t>309.4395</w:t>
      </w:r>
      <w:r>
        <w:tab/>
        <w:t>1.013e0</w:t>
      </w:r>
    </w:p>
    <w:p w:rsidR="005B0461" w:rsidRDefault="005B0461" w:rsidP="005B0461">
      <w:r>
        <w:t>309.4676</w:t>
      </w:r>
      <w:r>
        <w:tab/>
        <w:t>1.013e0</w:t>
      </w:r>
    </w:p>
    <w:p w:rsidR="005B0461" w:rsidRDefault="005B0461" w:rsidP="005B0461">
      <w:r>
        <w:t>309.4723</w:t>
      </w:r>
      <w:r>
        <w:tab/>
        <w:t>1.013e0</w:t>
      </w:r>
    </w:p>
    <w:p w:rsidR="005B0461" w:rsidRDefault="005B0461" w:rsidP="005B0461">
      <w:r>
        <w:t>309.5003</w:t>
      </w:r>
      <w:r>
        <w:tab/>
        <w:t>1.013e0</w:t>
      </w:r>
    </w:p>
    <w:p w:rsidR="005B0461" w:rsidRDefault="005B0461" w:rsidP="005B0461">
      <w:r>
        <w:t>309.5396</w:t>
      </w:r>
      <w:r>
        <w:tab/>
        <w:t>1.013e0</w:t>
      </w:r>
    </w:p>
    <w:p w:rsidR="005B0461" w:rsidRDefault="005B0461" w:rsidP="005B0461">
      <w:r>
        <w:t>309.5477</w:t>
      </w:r>
      <w:r>
        <w:tab/>
        <w:t>1.013e0</w:t>
      </w:r>
    </w:p>
    <w:p w:rsidR="005B0461" w:rsidRDefault="005B0461" w:rsidP="005B0461">
      <w:r>
        <w:lastRenderedPageBreak/>
        <w:t>309.5789</w:t>
      </w:r>
      <w:r>
        <w:tab/>
        <w:t>2.025e0</w:t>
      </w:r>
    </w:p>
    <w:p w:rsidR="005B0461" w:rsidRDefault="005B0461" w:rsidP="005B0461">
      <w:r>
        <w:t>309.5826</w:t>
      </w:r>
      <w:r>
        <w:tab/>
        <w:t>2.025e0</w:t>
      </w:r>
    </w:p>
    <w:p w:rsidR="005B0461" w:rsidRDefault="005B0461" w:rsidP="005B0461">
      <w:r>
        <w:t>309.5841</w:t>
      </w:r>
      <w:r>
        <w:tab/>
        <w:t>3.038e0</w:t>
      </w:r>
    </w:p>
    <w:p w:rsidR="005B0461" w:rsidRDefault="005B0461" w:rsidP="005B0461">
      <w:r>
        <w:t>309.7025</w:t>
      </w:r>
      <w:r>
        <w:tab/>
        <w:t>1.013e0</w:t>
      </w:r>
    </w:p>
    <w:p w:rsidR="005B0461" w:rsidRDefault="005B0461" w:rsidP="005B0461">
      <w:r>
        <w:t>309.7082</w:t>
      </w:r>
      <w:r>
        <w:tab/>
        <w:t>3.038e0</w:t>
      </w:r>
    </w:p>
    <w:p w:rsidR="005B0461" w:rsidRDefault="005B0461" w:rsidP="005B0461">
      <w:r>
        <w:t>309.7399</w:t>
      </w:r>
      <w:r>
        <w:tab/>
        <w:t>2.025e0</w:t>
      </w:r>
    </w:p>
    <w:p w:rsidR="005B0461" w:rsidRDefault="005B0461" w:rsidP="005B0461">
      <w:r>
        <w:t>309.7498</w:t>
      </w:r>
      <w:r>
        <w:tab/>
        <w:t>3.038e0</w:t>
      </w:r>
    </w:p>
    <w:p w:rsidR="005B0461" w:rsidRDefault="005B0461" w:rsidP="005B0461">
      <w:r>
        <w:t>309.7539</w:t>
      </w:r>
      <w:r>
        <w:tab/>
        <w:t>2.025e0</w:t>
      </w:r>
    </w:p>
    <w:p w:rsidR="005B0461" w:rsidRDefault="005B0461" w:rsidP="005B0461">
      <w:r>
        <w:t>309.7811</w:t>
      </w:r>
      <w:r>
        <w:tab/>
        <w:t>1.013e0</w:t>
      </w:r>
    </w:p>
    <w:p w:rsidR="005B0461" w:rsidRDefault="005B0461" w:rsidP="005B0461">
      <w:r>
        <w:t>309.7960</w:t>
      </w:r>
      <w:r>
        <w:tab/>
        <w:t>1.013e0</w:t>
      </w:r>
    </w:p>
    <w:p w:rsidR="005B0461" w:rsidRDefault="005B0461" w:rsidP="005B0461">
      <w:r>
        <w:t>309.8202</w:t>
      </w:r>
      <w:r>
        <w:tab/>
        <w:t>2.025e0</w:t>
      </w:r>
    </w:p>
    <w:p w:rsidR="005B0461" w:rsidRDefault="005B0461" w:rsidP="005B0461">
      <w:r>
        <w:t>309.8630</w:t>
      </w:r>
      <w:r>
        <w:tab/>
        <w:t>2.025e0</w:t>
      </w:r>
    </w:p>
    <w:p w:rsidR="005B0461" w:rsidRDefault="005B0461" w:rsidP="005B0461">
      <w:r>
        <w:t>309.8662</w:t>
      </w:r>
      <w:r>
        <w:tab/>
        <w:t>2.025e0</w:t>
      </w:r>
    </w:p>
    <w:p w:rsidR="005B0461" w:rsidRDefault="005B0461" w:rsidP="005B0461">
      <w:r>
        <w:t>309.9015</w:t>
      </w:r>
      <w:r>
        <w:tab/>
        <w:t>2.025e0</w:t>
      </w:r>
    </w:p>
    <w:p w:rsidR="005B0461" w:rsidRDefault="005B0461" w:rsidP="005B0461">
      <w:r>
        <w:t>309.9216</w:t>
      </w:r>
      <w:r>
        <w:tab/>
        <w:t>2.025e0</w:t>
      </w:r>
    </w:p>
    <w:p w:rsidR="005B0461" w:rsidRDefault="005B0461" w:rsidP="005B0461">
      <w:r>
        <w:t>309.9324</w:t>
      </w:r>
      <w:r>
        <w:tab/>
        <w:t>1.013e0</w:t>
      </w:r>
    </w:p>
    <w:p w:rsidR="005B0461" w:rsidRDefault="005B0461" w:rsidP="005B0461">
      <w:r>
        <w:t>309.9347</w:t>
      </w:r>
      <w:r>
        <w:tab/>
        <w:t>2.025e0</w:t>
      </w:r>
    </w:p>
    <w:p w:rsidR="005B0461" w:rsidRDefault="005B0461" w:rsidP="005B0461">
      <w:r>
        <w:t>309.9664</w:t>
      </w:r>
      <w:r>
        <w:tab/>
        <w:t>2.025e0</w:t>
      </w:r>
    </w:p>
    <w:p w:rsidR="005B0461" w:rsidRDefault="005B0461" w:rsidP="005B0461">
      <w:r>
        <w:t>309.9757</w:t>
      </w:r>
      <w:r>
        <w:tab/>
        <w:t>2.025e0</w:t>
      </w:r>
    </w:p>
    <w:p w:rsidR="005B0461" w:rsidRDefault="005B0461" w:rsidP="005B0461">
      <w:r>
        <w:lastRenderedPageBreak/>
        <w:t>309.9924</w:t>
      </w:r>
      <w:r>
        <w:tab/>
        <w:t>1.013e0</w:t>
      </w:r>
    </w:p>
    <w:p w:rsidR="005B0461" w:rsidRDefault="005B0461" w:rsidP="005B0461">
      <w:r>
        <w:t>309.9936</w:t>
      </w:r>
      <w:r>
        <w:tab/>
        <w:t>4.051e0</w:t>
      </w:r>
    </w:p>
    <w:p w:rsidR="005B0461" w:rsidRDefault="005B0461" w:rsidP="005B0461">
      <w:r>
        <w:t>310.0083</w:t>
      </w:r>
      <w:r>
        <w:tab/>
        <w:t>3.272e0</w:t>
      </w:r>
    </w:p>
    <w:p w:rsidR="005B0461" w:rsidRDefault="005B0461" w:rsidP="005B0461">
      <w:r>
        <w:t>310.0150</w:t>
      </w:r>
      <w:r>
        <w:tab/>
        <w:t>5.063e0</w:t>
      </w:r>
    </w:p>
    <w:p w:rsidR="005B0461" w:rsidRDefault="005B0461" w:rsidP="005B0461">
      <w:r>
        <w:t>310.0532</w:t>
      </w:r>
      <w:r>
        <w:tab/>
        <w:t>3.025e0</w:t>
      </w:r>
    </w:p>
    <w:p w:rsidR="005B0461" w:rsidRDefault="005B0461" w:rsidP="005B0461">
      <w:r>
        <w:t>310.0608</w:t>
      </w:r>
      <w:r>
        <w:tab/>
        <w:t>7.089e0</w:t>
      </w:r>
    </w:p>
    <w:p w:rsidR="005B0461" w:rsidRDefault="005B0461" w:rsidP="005B0461">
      <w:r>
        <w:t>310.0652</w:t>
      </w:r>
      <w:r>
        <w:tab/>
        <w:t>6.076e0</w:t>
      </w:r>
    </w:p>
    <w:p w:rsidR="005B0461" w:rsidRDefault="005B0461" w:rsidP="005B0461">
      <w:r>
        <w:t>310.0906</w:t>
      </w:r>
      <w:r>
        <w:tab/>
        <w:t>4.051e0</w:t>
      </w:r>
    </w:p>
    <w:p w:rsidR="005B0461" w:rsidRDefault="005B0461" w:rsidP="005B0461">
      <w:r>
        <w:t>310.0961</w:t>
      </w:r>
      <w:r>
        <w:tab/>
        <w:t>3.038e0</w:t>
      </w:r>
    </w:p>
    <w:p w:rsidR="005B0461" w:rsidRDefault="005B0461" w:rsidP="005B0461">
      <w:r>
        <w:t>310.1188</w:t>
      </w:r>
      <w:r>
        <w:tab/>
        <w:t>4.051e0</w:t>
      </w:r>
    </w:p>
    <w:p w:rsidR="005B0461" w:rsidRDefault="005B0461" w:rsidP="005B0461">
      <w:r>
        <w:t>310.1641</w:t>
      </w:r>
      <w:r>
        <w:tab/>
        <w:t>7.089e0</w:t>
      </w:r>
    </w:p>
    <w:p w:rsidR="005B0461" w:rsidRDefault="005B0461" w:rsidP="005B0461">
      <w:r>
        <w:t>310.1823</w:t>
      </w:r>
      <w:r>
        <w:tab/>
        <w:t>3.038e0</w:t>
      </w:r>
    </w:p>
    <w:p w:rsidR="005B0461" w:rsidRDefault="005B0461" w:rsidP="005B0461">
      <w:r>
        <w:t>310.2000</w:t>
      </w:r>
      <w:r>
        <w:tab/>
        <w:t>1.063e1</w:t>
      </w:r>
    </w:p>
    <w:p w:rsidR="005B0461" w:rsidRDefault="005B0461" w:rsidP="005B0461">
      <w:r>
        <w:t>310.2061</w:t>
      </w:r>
      <w:r>
        <w:tab/>
        <w:t>3.038e0</w:t>
      </w:r>
    </w:p>
    <w:p w:rsidR="005B0461" w:rsidRDefault="005B0461" w:rsidP="005B0461">
      <w:r>
        <w:t>310.2450</w:t>
      </w:r>
      <w:r>
        <w:tab/>
        <w:t>1.013e0</w:t>
      </w:r>
    </w:p>
    <w:p w:rsidR="005B0461" w:rsidRDefault="005B0461" w:rsidP="005B0461">
      <w:r>
        <w:t>310.2496</w:t>
      </w:r>
      <w:r>
        <w:tab/>
        <w:t>2.962e0</w:t>
      </w:r>
    </w:p>
    <w:p w:rsidR="005B0461" w:rsidRDefault="005B0461" w:rsidP="005B0461">
      <w:r>
        <w:t>310.2534</w:t>
      </w:r>
      <w:r>
        <w:tab/>
        <w:t>1.013e0</w:t>
      </w:r>
    </w:p>
    <w:p w:rsidR="005B0461" w:rsidRDefault="005B0461" w:rsidP="005B0461">
      <w:r>
        <w:t>310.2690</w:t>
      </w:r>
      <w:r>
        <w:tab/>
        <w:t>1.013e0</w:t>
      </w:r>
    </w:p>
    <w:p w:rsidR="005B0461" w:rsidRDefault="005B0461" w:rsidP="005B0461">
      <w:r>
        <w:t>310.2888</w:t>
      </w:r>
      <w:r>
        <w:tab/>
        <w:t>3.038e0</w:t>
      </w:r>
    </w:p>
    <w:p w:rsidR="005B0461" w:rsidRDefault="005B0461" w:rsidP="005B0461">
      <w:r>
        <w:lastRenderedPageBreak/>
        <w:t>310.3239</w:t>
      </w:r>
      <w:r>
        <w:tab/>
        <w:t>3.038e0</w:t>
      </w:r>
    </w:p>
    <w:p w:rsidR="005B0461" w:rsidRDefault="005B0461" w:rsidP="005B0461">
      <w:r>
        <w:t>310.3281</w:t>
      </w:r>
      <w:r>
        <w:tab/>
        <w:t>4.051e0</w:t>
      </w:r>
    </w:p>
    <w:p w:rsidR="005B0461" w:rsidRDefault="005B0461" w:rsidP="005B0461">
      <w:r>
        <w:t>310.3292</w:t>
      </w:r>
      <w:r>
        <w:tab/>
        <w:t>1.013e0</w:t>
      </w:r>
    </w:p>
    <w:p w:rsidR="005B0461" w:rsidRDefault="005B0461" w:rsidP="005B0461">
      <w:r>
        <w:t>310.3612</w:t>
      </w:r>
      <w:r>
        <w:tab/>
        <w:t>1.013e0</w:t>
      </w:r>
    </w:p>
    <w:p w:rsidR="005B0461" w:rsidRDefault="005B0461" w:rsidP="005B0461">
      <w:r>
        <w:t>310.3716</w:t>
      </w:r>
      <w:r>
        <w:tab/>
        <w:t>1.013e0</w:t>
      </w:r>
    </w:p>
    <w:p w:rsidR="005B0461" w:rsidRDefault="005B0461" w:rsidP="005B0461">
      <w:r>
        <w:t>310.3893</w:t>
      </w:r>
      <w:r>
        <w:tab/>
        <w:t>1.013e0</w:t>
      </w:r>
    </w:p>
    <w:p w:rsidR="005B0461" w:rsidRDefault="005B0461" w:rsidP="005B0461">
      <w:r>
        <w:t>310.3941</w:t>
      </w:r>
      <w:r>
        <w:tab/>
        <w:t>1.013e0</w:t>
      </w:r>
    </w:p>
    <w:p w:rsidR="005B0461" w:rsidRDefault="005B0461" w:rsidP="005B0461">
      <w:r>
        <w:t>310.4152</w:t>
      </w:r>
      <w:r>
        <w:tab/>
        <w:t>2.025e0</w:t>
      </w:r>
    </w:p>
    <w:p w:rsidR="005B0461" w:rsidRDefault="005B0461" w:rsidP="005B0461">
      <w:r>
        <w:t>310.4252</w:t>
      </w:r>
      <w:r>
        <w:tab/>
        <w:t>2.025e0</w:t>
      </w:r>
    </w:p>
    <w:p w:rsidR="005B0461" w:rsidRDefault="005B0461" w:rsidP="005B0461">
      <w:r>
        <w:t>310.4765</w:t>
      </w:r>
      <w:r>
        <w:tab/>
        <w:t>2.025e0</w:t>
      </w:r>
    </w:p>
    <w:p w:rsidR="005B0461" w:rsidRDefault="005B0461" w:rsidP="005B0461">
      <w:r>
        <w:t>310.5123</w:t>
      </w:r>
      <w:r>
        <w:tab/>
        <w:t>1.013e0</w:t>
      </w:r>
    </w:p>
    <w:p w:rsidR="005B0461" w:rsidRDefault="005B0461" w:rsidP="005B0461">
      <w:r>
        <w:t>310.5215</w:t>
      </w:r>
      <w:r>
        <w:tab/>
        <w:t>1.013e0</w:t>
      </w:r>
    </w:p>
    <w:p w:rsidR="005B0461" w:rsidRDefault="005B0461" w:rsidP="005B0461">
      <w:r>
        <w:t>310.5295</w:t>
      </w:r>
      <w:r>
        <w:tab/>
        <w:t>1.013e0</w:t>
      </w:r>
    </w:p>
    <w:p w:rsidR="005B0461" w:rsidRDefault="005B0461" w:rsidP="005B0461">
      <w:r>
        <w:t>310.5356</w:t>
      </w:r>
      <w:r>
        <w:tab/>
        <w:t>2.025e0</w:t>
      </w:r>
    </w:p>
    <w:p w:rsidR="005B0461" w:rsidRDefault="005B0461" w:rsidP="005B0461">
      <w:r>
        <w:t>310.5537</w:t>
      </w:r>
      <w:r>
        <w:tab/>
        <w:t>2.025e0</w:t>
      </w:r>
    </w:p>
    <w:p w:rsidR="005B0461" w:rsidRDefault="005B0461" w:rsidP="005B0461">
      <w:r>
        <w:t>310.5958</w:t>
      </w:r>
      <w:r>
        <w:tab/>
        <w:t>2.025e0</w:t>
      </w:r>
    </w:p>
    <w:p w:rsidR="005B0461" w:rsidRDefault="005B0461" w:rsidP="005B0461">
      <w:r>
        <w:t>310.6057</w:t>
      </w:r>
      <w:r>
        <w:tab/>
        <w:t>1.013e0</w:t>
      </w:r>
    </w:p>
    <w:p w:rsidR="005B0461" w:rsidRDefault="005B0461" w:rsidP="005B0461">
      <w:r>
        <w:t>310.6298</w:t>
      </w:r>
      <w:r>
        <w:tab/>
        <w:t>2.025e0</w:t>
      </w:r>
    </w:p>
    <w:p w:rsidR="005B0461" w:rsidRDefault="005B0461" w:rsidP="005B0461">
      <w:r>
        <w:t>310.6682</w:t>
      </w:r>
      <w:r>
        <w:tab/>
        <w:t>2.025e0</w:t>
      </w:r>
    </w:p>
    <w:p w:rsidR="005B0461" w:rsidRDefault="005B0461" w:rsidP="005B0461">
      <w:r>
        <w:lastRenderedPageBreak/>
        <w:t>310.6779</w:t>
      </w:r>
      <w:r>
        <w:tab/>
        <w:t>2.025e0</w:t>
      </w:r>
    </w:p>
    <w:p w:rsidR="005B0461" w:rsidRDefault="005B0461" w:rsidP="005B0461">
      <w:r>
        <w:t>310.6940</w:t>
      </w:r>
      <w:r>
        <w:tab/>
        <w:t>1.013e0</w:t>
      </w:r>
    </w:p>
    <w:p w:rsidR="005B0461" w:rsidRDefault="005B0461" w:rsidP="005B0461">
      <w:r>
        <w:t>310.7420</w:t>
      </w:r>
      <w:r>
        <w:tab/>
        <w:t>1.013e0</w:t>
      </w:r>
    </w:p>
    <w:p w:rsidR="005B0461" w:rsidRDefault="005B0461" w:rsidP="005B0461">
      <w:r>
        <w:t>310.7657</w:t>
      </w:r>
      <w:r>
        <w:tab/>
        <w:t>1.013e0</w:t>
      </w:r>
    </w:p>
    <w:p w:rsidR="005B0461" w:rsidRDefault="005B0461" w:rsidP="005B0461">
      <w:r>
        <w:t>310.8062</w:t>
      </w:r>
      <w:r>
        <w:tab/>
        <w:t>1.013e0</w:t>
      </w:r>
    </w:p>
    <w:p w:rsidR="005B0461" w:rsidRDefault="005B0461" w:rsidP="005B0461">
      <w:r>
        <w:t>310.8107</w:t>
      </w:r>
      <w:r>
        <w:tab/>
        <w:t>3.038e0</w:t>
      </w:r>
    </w:p>
    <w:p w:rsidR="005B0461" w:rsidRDefault="005B0461" w:rsidP="005B0461">
      <w:r>
        <w:t>310.8180</w:t>
      </w:r>
      <w:r>
        <w:tab/>
        <w:t>2.025e0</w:t>
      </w:r>
    </w:p>
    <w:p w:rsidR="005B0461" w:rsidRDefault="005B0461" w:rsidP="005B0461">
      <w:r>
        <w:t>310.8751</w:t>
      </w:r>
      <w:r>
        <w:tab/>
        <w:t>2.025e0</w:t>
      </w:r>
    </w:p>
    <w:p w:rsidR="005B0461" w:rsidRDefault="005B0461" w:rsidP="005B0461">
      <w:r>
        <w:t>310.8953</w:t>
      </w:r>
      <w:r>
        <w:tab/>
        <w:t>1.013e0</w:t>
      </w:r>
    </w:p>
    <w:p w:rsidR="005B0461" w:rsidRDefault="005B0461" w:rsidP="005B0461">
      <w:r>
        <w:t>310.9141</w:t>
      </w:r>
      <w:r>
        <w:tab/>
        <w:t>4.051e0</w:t>
      </w:r>
    </w:p>
    <w:p w:rsidR="005B0461" w:rsidRDefault="005B0461" w:rsidP="005B0461">
      <w:r>
        <w:t>310.9426</w:t>
      </w:r>
      <w:r>
        <w:tab/>
        <w:t>2.025e0</w:t>
      </w:r>
    </w:p>
    <w:p w:rsidR="005B0461" w:rsidRDefault="005B0461" w:rsidP="005B0461">
      <w:r>
        <w:t>310.9477</w:t>
      </w:r>
      <w:r>
        <w:tab/>
        <w:t>2.025e0</w:t>
      </w:r>
    </w:p>
    <w:p w:rsidR="005B0461" w:rsidRDefault="005B0461" w:rsidP="005B0461">
      <w:r>
        <w:t>310.9566</w:t>
      </w:r>
      <w:r>
        <w:tab/>
        <w:t>2.025e0</w:t>
      </w:r>
    </w:p>
    <w:p w:rsidR="005B0461" w:rsidRDefault="005B0461" w:rsidP="005B0461">
      <w:r>
        <w:t>310.9855</w:t>
      </w:r>
      <w:r>
        <w:tab/>
        <w:t>1.013e0</w:t>
      </w:r>
    </w:p>
    <w:p w:rsidR="005B0461" w:rsidRDefault="005B0461" w:rsidP="005B0461">
      <w:r>
        <w:t>311.0059</w:t>
      </w:r>
      <w:r>
        <w:tab/>
        <w:t>1.820e0</w:t>
      </w:r>
    </w:p>
    <w:p w:rsidR="005B0461" w:rsidRDefault="005B0461" w:rsidP="005B0461">
      <w:r>
        <w:t>311.0126</w:t>
      </w:r>
      <w:r>
        <w:tab/>
        <w:t>1.929e0</w:t>
      </w:r>
    </w:p>
    <w:p w:rsidR="005B0461" w:rsidRDefault="005B0461" w:rsidP="005B0461">
      <w:r>
        <w:t>311.0188</w:t>
      </w:r>
      <w:r>
        <w:tab/>
        <w:t>2.025e0</w:t>
      </w:r>
    </w:p>
    <w:p w:rsidR="005B0461" w:rsidRDefault="005B0461" w:rsidP="005B0461">
      <w:r>
        <w:t>311.0316</w:t>
      </w:r>
      <w:r>
        <w:tab/>
        <w:t>4.051e0</w:t>
      </w:r>
    </w:p>
    <w:p w:rsidR="005B0461" w:rsidRDefault="005B0461" w:rsidP="005B0461">
      <w:r>
        <w:t>311.0528</w:t>
      </w:r>
      <w:r>
        <w:tab/>
        <w:t>1.785e0</w:t>
      </w:r>
    </w:p>
    <w:p w:rsidR="005B0461" w:rsidRDefault="005B0461" w:rsidP="005B0461">
      <w:r>
        <w:lastRenderedPageBreak/>
        <w:t>311.0856</w:t>
      </w:r>
      <w:r>
        <w:tab/>
        <w:t>3.038e0</w:t>
      </w:r>
    </w:p>
    <w:p w:rsidR="005B0461" w:rsidRDefault="005B0461" w:rsidP="005B0461">
      <w:r>
        <w:t>311.0912</w:t>
      </w:r>
      <w:r>
        <w:tab/>
        <w:t>4.051e0</w:t>
      </w:r>
    </w:p>
    <w:p w:rsidR="005B0461" w:rsidRDefault="005B0461" w:rsidP="005B0461">
      <w:r>
        <w:t>311.1152</w:t>
      </w:r>
      <w:r>
        <w:tab/>
        <w:t>1.013e0</w:t>
      </w:r>
    </w:p>
    <w:p w:rsidR="005B0461" w:rsidRDefault="005B0461" w:rsidP="005B0461">
      <w:r>
        <w:t>311.1265</w:t>
      </w:r>
      <w:r>
        <w:tab/>
        <w:t>1.013e0</w:t>
      </w:r>
    </w:p>
    <w:p w:rsidR="005B0461" w:rsidRDefault="005B0461" w:rsidP="005B0461">
      <w:r>
        <w:t>311.1490</w:t>
      </w:r>
      <w:r>
        <w:tab/>
        <w:t>5.022e0</w:t>
      </w:r>
    </w:p>
    <w:p w:rsidR="005B0461" w:rsidRDefault="005B0461" w:rsidP="005B0461">
      <w:r>
        <w:t>311.1551</w:t>
      </w:r>
      <w:r>
        <w:tab/>
        <w:t>2.025e0</w:t>
      </w:r>
    </w:p>
    <w:p w:rsidR="005B0461" w:rsidRDefault="005B0461" w:rsidP="005B0461">
      <w:r>
        <w:t>311.1608</w:t>
      </w:r>
      <w:r>
        <w:tab/>
        <w:t>6.598e0</w:t>
      </w:r>
    </w:p>
    <w:p w:rsidR="005B0461" w:rsidRDefault="005B0461" w:rsidP="005B0461">
      <w:r>
        <w:t>311.1912</w:t>
      </w:r>
      <w:r>
        <w:tab/>
        <w:t>1.013e0</w:t>
      </w:r>
    </w:p>
    <w:p w:rsidR="005B0461" w:rsidRDefault="005B0461" w:rsidP="005B0461">
      <w:r>
        <w:t>311.1960</w:t>
      </w:r>
      <w:r>
        <w:tab/>
        <w:t>2.788e0</w:t>
      </w:r>
    </w:p>
    <w:p w:rsidR="005B0461" w:rsidRDefault="005B0461" w:rsidP="005B0461">
      <w:r>
        <w:t>311.1993</w:t>
      </w:r>
      <w:r>
        <w:tab/>
        <w:t>2.025e0</w:t>
      </w:r>
    </w:p>
    <w:p w:rsidR="005B0461" w:rsidRDefault="005B0461" w:rsidP="005B0461">
      <w:r>
        <w:t>311.2243</w:t>
      </w:r>
      <w:r>
        <w:tab/>
        <w:t>4.051e0</w:t>
      </w:r>
    </w:p>
    <w:p w:rsidR="005B0461" w:rsidRDefault="005B0461" w:rsidP="005B0461">
      <w:r>
        <w:t>311.2509</w:t>
      </w:r>
      <w:r>
        <w:tab/>
        <w:t>5.063e0</w:t>
      </w:r>
    </w:p>
    <w:p w:rsidR="005B0461" w:rsidRDefault="005B0461" w:rsidP="005B0461">
      <w:r>
        <w:t>311.2570</w:t>
      </w:r>
      <w:r>
        <w:tab/>
        <w:t>3.038e0</w:t>
      </w:r>
    </w:p>
    <w:p w:rsidR="005B0461" w:rsidRDefault="005B0461" w:rsidP="005B0461">
      <w:r>
        <w:t>311.2607</w:t>
      </w:r>
      <w:r>
        <w:tab/>
        <w:t>3.038e0</w:t>
      </w:r>
    </w:p>
    <w:p w:rsidR="005B0461" w:rsidRDefault="005B0461" w:rsidP="005B0461">
      <w:r>
        <w:t>311.2957</w:t>
      </w:r>
      <w:r>
        <w:tab/>
        <w:t>1.013e0</w:t>
      </w:r>
    </w:p>
    <w:p w:rsidR="005B0461" w:rsidRDefault="005B0461" w:rsidP="005B0461">
      <w:r>
        <w:t>311.2996</w:t>
      </w:r>
      <w:r>
        <w:tab/>
        <w:t>2.025e0</w:t>
      </w:r>
    </w:p>
    <w:p w:rsidR="005B0461" w:rsidRDefault="005B0461" w:rsidP="005B0461">
      <w:r>
        <w:t>311.3143</w:t>
      </w:r>
      <w:r>
        <w:tab/>
        <w:t>3.038e0</w:t>
      </w:r>
    </w:p>
    <w:p w:rsidR="005B0461" w:rsidRDefault="005B0461" w:rsidP="005B0461">
      <w:r>
        <w:t>311.3316</w:t>
      </w:r>
      <w:r>
        <w:tab/>
        <w:t>2.025e0</w:t>
      </w:r>
    </w:p>
    <w:p w:rsidR="005B0461" w:rsidRDefault="005B0461" w:rsidP="005B0461">
      <w:r>
        <w:t>311.3437</w:t>
      </w:r>
      <w:r>
        <w:tab/>
        <w:t>2.025e0</w:t>
      </w:r>
    </w:p>
    <w:p w:rsidR="005B0461" w:rsidRDefault="005B0461" w:rsidP="005B0461">
      <w:r>
        <w:lastRenderedPageBreak/>
        <w:t>311.3729</w:t>
      </w:r>
      <w:r>
        <w:tab/>
        <w:t>3.038e0</w:t>
      </w:r>
    </w:p>
    <w:p w:rsidR="005B0461" w:rsidRDefault="005B0461" w:rsidP="005B0461">
      <w:r>
        <w:t>311.3798</w:t>
      </w:r>
      <w:r>
        <w:tab/>
        <w:t>1.013e0</w:t>
      </w:r>
    </w:p>
    <w:p w:rsidR="005B0461" w:rsidRDefault="005B0461" w:rsidP="005B0461">
      <w:r>
        <w:t>311.4032</w:t>
      </w:r>
      <w:r>
        <w:tab/>
        <w:t>3.038e0</w:t>
      </w:r>
    </w:p>
    <w:p w:rsidR="005B0461" w:rsidRDefault="005B0461" w:rsidP="005B0461">
      <w:r>
        <w:t>311.4118</w:t>
      </w:r>
      <w:r>
        <w:tab/>
        <w:t>1.013e0</w:t>
      </w:r>
    </w:p>
    <w:p w:rsidR="005B0461" w:rsidRDefault="005B0461" w:rsidP="005B0461">
      <w:r>
        <w:t>311.4538</w:t>
      </w:r>
      <w:r>
        <w:tab/>
        <w:t>1.013e0</w:t>
      </w:r>
    </w:p>
    <w:p w:rsidR="005B0461" w:rsidRDefault="005B0461" w:rsidP="005B0461">
      <w:r>
        <w:t>311.4876</w:t>
      </w:r>
      <w:r>
        <w:tab/>
        <w:t>2.025e0</w:t>
      </w:r>
    </w:p>
    <w:p w:rsidR="005B0461" w:rsidRDefault="005B0461" w:rsidP="005B0461">
      <w:r>
        <w:t>311.4920</w:t>
      </w:r>
      <w:r>
        <w:tab/>
        <w:t>1.013e0</w:t>
      </w:r>
    </w:p>
    <w:p w:rsidR="005B0461" w:rsidRDefault="005B0461" w:rsidP="005B0461">
      <w:r>
        <w:t>311.5159</w:t>
      </w:r>
      <w:r>
        <w:tab/>
        <w:t>1.013e0</w:t>
      </w:r>
    </w:p>
    <w:p w:rsidR="005B0461" w:rsidRDefault="005B0461" w:rsidP="005B0461">
      <w:r>
        <w:t>311.5201</w:t>
      </w:r>
      <w:r>
        <w:tab/>
        <w:t>1.013e0</w:t>
      </w:r>
    </w:p>
    <w:p w:rsidR="005B0461" w:rsidRDefault="005B0461" w:rsidP="005B0461">
      <w:r>
        <w:t>311.5553</w:t>
      </w:r>
      <w:r>
        <w:tab/>
        <w:t>2.025e0</w:t>
      </w:r>
    </w:p>
    <w:p w:rsidR="005B0461" w:rsidRDefault="005B0461" w:rsidP="005B0461">
      <w:r>
        <w:t>311.5690</w:t>
      </w:r>
      <w:r>
        <w:tab/>
        <w:t>2.025e0</w:t>
      </w:r>
    </w:p>
    <w:p w:rsidR="005B0461" w:rsidRDefault="005B0461" w:rsidP="005B0461">
      <w:r>
        <w:t>311.5964</w:t>
      </w:r>
      <w:r>
        <w:tab/>
        <w:t>2.025e0</w:t>
      </w:r>
    </w:p>
    <w:p w:rsidR="005B0461" w:rsidRDefault="005B0461" w:rsidP="005B0461">
      <w:r>
        <w:t>311.6022</w:t>
      </w:r>
      <w:r>
        <w:tab/>
        <w:t>2.025e0</w:t>
      </w:r>
    </w:p>
    <w:p w:rsidR="005B0461" w:rsidRDefault="005B0461" w:rsidP="005B0461">
      <w:r>
        <w:t>311.6324</w:t>
      </w:r>
      <w:r>
        <w:tab/>
        <w:t>1.013e0</w:t>
      </w:r>
    </w:p>
    <w:p w:rsidR="005B0461" w:rsidRDefault="005B0461" w:rsidP="005B0461">
      <w:r>
        <w:t>311.6365</w:t>
      </w:r>
      <w:r>
        <w:tab/>
        <w:t>2.025e0</w:t>
      </w:r>
    </w:p>
    <w:p w:rsidR="005B0461" w:rsidRDefault="005B0461" w:rsidP="005B0461">
      <w:r>
        <w:t>311.6685</w:t>
      </w:r>
      <w:r>
        <w:tab/>
        <w:t>1.013e0</w:t>
      </w:r>
    </w:p>
    <w:p w:rsidR="005B0461" w:rsidRDefault="005B0461" w:rsidP="005B0461">
      <w:r>
        <w:t>311.6746</w:t>
      </w:r>
      <w:r>
        <w:tab/>
        <w:t>2.025e0</w:t>
      </w:r>
    </w:p>
    <w:p w:rsidR="005B0461" w:rsidRDefault="005B0461" w:rsidP="005B0461">
      <w:r>
        <w:t>311.7007</w:t>
      </w:r>
      <w:r>
        <w:tab/>
        <w:t>3.038e0</w:t>
      </w:r>
    </w:p>
    <w:p w:rsidR="005B0461" w:rsidRDefault="005B0461" w:rsidP="005B0461">
      <w:r>
        <w:t>311.7167</w:t>
      </w:r>
      <w:r>
        <w:tab/>
        <w:t>1.013e0</w:t>
      </w:r>
    </w:p>
    <w:p w:rsidR="005B0461" w:rsidRDefault="005B0461" w:rsidP="005B0461">
      <w:r>
        <w:lastRenderedPageBreak/>
        <w:t>311.7208</w:t>
      </w:r>
      <w:r>
        <w:tab/>
        <w:t>1.013e0</w:t>
      </w:r>
    </w:p>
    <w:p w:rsidR="005B0461" w:rsidRDefault="005B0461" w:rsidP="005B0461">
      <w:r>
        <w:t>311.7513</w:t>
      </w:r>
      <w:r>
        <w:tab/>
        <w:t>2.025e0</w:t>
      </w:r>
    </w:p>
    <w:p w:rsidR="005B0461" w:rsidRDefault="005B0461" w:rsidP="005B0461">
      <w:r>
        <w:t>311.7587</w:t>
      </w:r>
      <w:r>
        <w:tab/>
        <w:t>2.025e0</w:t>
      </w:r>
    </w:p>
    <w:p w:rsidR="005B0461" w:rsidRDefault="005B0461" w:rsidP="005B0461">
      <w:r>
        <w:t>311.7813</w:t>
      </w:r>
      <w:r>
        <w:tab/>
        <w:t>1.013e0</w:t>
      </w:r>
    </w:p>
    <w:p w:rsidR="005B0461" w:rsidRDefault="005B0461" w:rsidP="005B0461">
      <w:r>
        <w:t>311.8152</w:t>
      </w:r>
      <w:r>
        <w:tab/>
        <w:t>1.013e0</w:t>
      </w:r>
    </w:p>
    <w:p w:rsidR="005B0461" w:rsidRDefault="005B0461" w:rsidP="005B0461">
      <w:r>
        <w:t>311.8333</w:t>
      </w:r>
      <w:r>
        <w:tab/>
        <w:t>3.038e0</w:t>
      </w:r>
    </w:p>
    <w:p w:rsidR="005B0461" w:rsidRDefault="005B0461" w:rsidP="005B0461">
      <w:r>
        <w:t>311.8550</w:t>
      </w:r>
      <w:r>
        <w:tab/>
        <w:t>2.025e0</w:t>
      </w:r>
    </w:p>
    <w:p w:rsidR="005B0461" w:rsidRDefault="005B0461" w:rsidP="005B0461">
      <w:r>
        <w:t>311.8661</w:t>
      </w:r>
      <w:r>
        <w:tab/>
        <w:t>2.025e0</w:t>
      </w:r>
    </w:p>
    <w:p w:rsidR="005B0461" w:rsidRDefault="005B0461" w:rsidP="005B0461">
      <w:r>
        <w:t>311.9000</w:t>
      </w:r>
      <w:r>
        <w:tab/>
        <w:t>1.013e0</w:t>
      </w:r>
    </w:p>
    <w:p w:rsidR="005B0461" w:rsidRDefault="005B0461" w:rsidP="005B0461">
      <w:r>
        <w:t>311.9205</w:t>
      </w:r>
      <w:r>
        <w:tab/>
        <w:t>2.025e0</w:t>
      </w:r>
    </w:p>
    <w:p w:rsidR="005B0461" w:rsidRDefault="005B0461" w:rsidP="005B0461">
      <w:r>
        <w:t>311.9384</w:t>
      </w:r>
      <w:r>
        <w:tab/>
        <w:t>3.038e0</w:t>
      </w:r>
    </w:p>
    <w:p w:rsidR="005B0461" w:rsidRDefault="005B0461" w:rsidP="005B0461">
      <w:r>
        <w:t>311.9415</w:t>
      </w:r>
      <w:r>
        <w:tab/>
        <w:t>1.013e0</w:t>
      </w:r>
    </w:p>
    <w:p w:rsidR="005B0461" w:rsidRDefault="005B0461" w:rsidP="005B0461">
      <w:r>
        <w:t>311.9835</w:t>
      </w:r>
      <w:r>
        <w:tab/>
        <w:t>2.025e0</w:t>
      </w:r>
    </w:p>
    <w:p w:rsidR="005B0461" w:rsidRDefault="005B0461" w:rsidP="005B0461">
      <w:r>
        <w:t>311.9856</w:t>
      </w:r>
      <w:r>
        <w:tab/>
        <w:t>4.051e0</w:t>
      </w:r>
    </w:p>
    <w:p w:rsidR="005B0461" w:rsidRDefault="005B0461" w:rsidP="005B0461">
      <w:r>
        <w:t>312.0001</w:t>
      </w:r>
      <w:r>
        <w:tab/>
        <w:t>2.025e0</w:t>
      </w:r>
    </w:p>
    <w:p w:rsidR="005B0461" w:rsidRDefault="005B0461" w:rsidP="005B0461">
      <w:r>
        <w:t>312.0242</w:t>
      </w:r>
      <w:r>
        <w:tab/>
        <w:t>3.615e0</w:t>
      </w:r>
    </w:p>
    <w:p w:rsidR="005B0461" w:rsidRDefault="005B0461" w:rsidP="005B0461">
      <w:r>
        <w:t>312.0414</w:t>
      </w:r>
      <w:r>
        <w:tab/>
        <w:t>5.063e0</w:t>
      </w:r>
    </w:p>
    <w:p w:rsidR="005B0461" w:rsidRDefault="005B0461" w:rsidP="005B0461">
      <w:r>
        <w:t>312.0432</w:t>
      </w:r>
      <w:r>
        <w:tab/>
        <w:t>1.086e0</w:t>
      </w:r>
    </w:p>
    <w:p w:rsidR="005B0461" w:rsidRDefault="005B0461" w:rsidP="005B0461">
      <w:r>
        <w:t>312.0498</w:t>
      </w:r>
      <w:r>
        <w:tab/>
        <w:t>2.494e0</w:t>
      </w:r>
    </w:p>
    <w:p w:rsidR="005B0461" w:rsidRDefault="005B0461" w:rsidP="005B0461">
      <w:r>
        <w:lastRenderedPageBreak/>
        <w:t>312.0901</w:t>
      </w:r>
      <w:r>
        <w:tab/>
        <w:t>2.025e0</w:t>
      </w:r>
    </w:p>
    <w:p w:rsidR="005B0461" w:rsidRDefault="005B0461" w:rsidP="005B0461">
      <w:r>
        <w:t>312.1100</w:t>
      </w:r>
      <w:r>
        <w:tab/>
        <w:t>1.013e0</w:t>
      </w:r>
    </w:p>
    <w:p w:rsidR="005B0461" w:rsidRDefault="005B0461" w:rsidP="005B0461">
      <w:r>
        <w:t>312.1577</w:t>
      </w:r>
      <w:r>
        <w:tab/>
        <w:t>4.051e0</w:t>
      </w:r>
    </w:p>
    <w:p w:rsidR="005B0461" w:rsidRDefault="005B0461" w:rsidP="005B0461">
      <w:r>
        <w:t>312.1622</w:t>
      </w:r>
      <w:r>
        <w:tab/>
        <w:t>2.025e0</w:t>
      </w:r>
    </w:p>
    <w:p w:rsidR="005B0461" w:rsidRDefault="005B0461" w:rsidP="005B0461">
      <w:r>
        <w:t>312.1714</w:t>
      </w:r>
      <w:r>
        <w:tab/>
        <w:t>1.013e0</w:t>
      </w:r>
    </w:p>
    <w:p w:rsidR="005B0461" w:rsidRDefault="005B0461" w:rsidP="005B0461">
      <w:r>
        <w:t>312.1906</w:t>
      </w:r>
      <w:r>
        <w:tab/>
        <w:t>3.038e0</w:t>
      </w:r>
    </w:p>
    <w:p w:rsidR="005B0461" w:rsidRDefault="005B0461" w:rsidP="005B0461">
      <w:r>
        <w:t>312.2104</w:t>
      </w:r>
      <w:r>
        <w:tab/>
        <w:t>1.013e0</w:t>
      </w:r>
    </w:p>
    <w:p w:rsidR="005B0461" w:rsidRDefault="005B0461" w:rsidP="005B0461">
      <w:r>
        <w:t>312.2349</w:t>
      </w:r>
      <w:r>
        <w:tab/>
        <w:t>3.038e0</w:t>
      </w:r>
    </w:p>
    <w:p w:rsidR="005B0461" w:rsidRDefault="005B0461" w:rsidP="005B0461">
      <w:r>
        <w:t>312.2509</w:t>
      </w:r>
      <w:r>
        <w:tab/>
        <w:t>5.063e0</w:t>
      </w:r>
    </w:p>
    <w:p w:rsidR="005B0461" w:rsidRDefault="005B0461" w:rsidP="005B0461">
      <w:r>
        <w:t>312.2687</w:t>
      </w:r>
      <w:r>
        <w:tab/>
        <w:t>2.122e0</w:t>
      </w:r>
    </w:p>
    <w:p w:rsidR="005B0461" w:rsidRDefault="005B0461" w:rsidP="005B0461">
      <w:r>
        <w:t>312.2706</w:t>
      </w:r>
      <w:r>
        <w:tab/>
        <w:t>1.013e0</w:t>
      </w:r>
    </w:p>
    <w:p w:rsidR="005B0461" w:rsidRDefault="005B0461" w:rsidP="005B0461">
      <w:r>
        <w:t>312.2946</w:t>
      </w:r>
      <w:r>
        <w:tab/>
        <w:t>2.025e0</w:t>
      </w:r>
    </w:p>
    <w:p w:rsidR="005B0461" w:rsidRDefault="005B0461" w:rsidP="005B0461">
      <w:r>
        <w:t>312.2987</w:t>
      </w:r>
      <w:r>
        <w:tab/>
        <w:t>1.013e0</w:t>
      </w:r>
    </w:p>
    <w:p w:rsidR="005B0461" w:rsidRDefault="005B0461" w:rsidP="005B0461">
      <w:r>
        <w:t>312.3153</w:t>
      </w:r>
      <w:r>
        <w:tab/>
        <w:t>2.025e0</w:t>
      </w:r>
    </w:p>
    <w:p w:rsidR="005B0461" w:rsidRDefault="005B0461" w:rsidP="005B0461">
      <w:r>
        <w:t>312.3549</w:t>
      </w:r>
      <w:r>
        <w:tab/>
        <w:t>3.100e0</w:t>
      </w:r>
    </w:p>
    <w:p w:rsidR="005B0461" w:rsidRDefault="005B0461" w:rsidP="005B0461">
      <w:r>
        <w:t>312.3560</w:t>
      </w:r>
      <w:r>
        <w:tab/>
        <w:t>2.025e0</w:t>
      </w:r>
    </w:p>
    <w:p w:rsidR="005B0461" w:rsidRDefault="005B0461" w:rsidP="005B0461">
      <w:r>
        <w:t>312.3638</w:t>
      </w:r>
      <w:r>
        <w:tab/>
        <w:t>1.013e0</w:t>
      </w:r>
    </w:p>
    <w:p w:rsidR="005B0461" w:rsidRDefault="005B0461" w:rsidP="005B0461">
      <w:r>
        <w:t>312.3708</w:t>
      </w:r>
      <w:r>
        <w:tab/>
        <w:t>4.051e0</w:t>
      </w:r>
    </w:p>
    <w:p w:rsidR="005B0461" w:rsidRDefault="005B0461" w:rsidP="005B0461">
      <w:r>
        <w:t>312.3921</w:t>
      </w:r>
      <w:r>
        <w:tab/>
        <w:t>1.013e0</w:t>
      </w:r>
    </w:p>
    <w:p w:rsidR="005B0461" w:rsidRDefault="005B0461" w:rsidP="005B0461">
      <w:r>
        <w:lastRenderedPageBreak/>
        <w:t>312.3999</w:t>
      </w:r>
      <w:r>
        <w:tab/>
        <w:t>2.025e0</w:t>
      </w:r>
    </w:p>
    <w:p w:rsidR="005B0461" w:rsidRDefault="005B0461" w:rsidP="005B0461">
      <w:r>
        <w:t>312.4070</w:t>
      </w:r>
      <w:r>
        <w:tab/>
        <w:t>1.013e0</w:t>
      </w:r>
    </w:p>
    <w:p w:rsidR="005B0461" w:rsidRDefault="005B0461" w:rsidP="005B0461">
      <w:r>
        <w:t>312.4351</w:t>
      </w:r>
      <w:r>
        <w:tab/>
        <w:t>1.013e0</w:t>
      </w:r>
    </w:p>
    <w:p w:rsidR="005B0461" w:rsidRDefault="005B0461" w:rsidP="005B0461">
      <w:r>
        <w:t>312.4772</w:t>
      </w:r>
      <w:r>
        <w:tab/>
        <w:t>3.038e0</w:t>
      </w:r>
    </w:p>
    <w:p w:rsidR="005B0461" w:rsidRDefault="005B0461" w:rsidP="005B0461">
      <w:r>
        <w:t>312.4955</w:t>
      </w:r>
      <w:r>
        <w:tab/>
        <w:t>1.013e0</w:t>
      </w:r>
    </w:p>
    <w:p w:rsidR="005B0461" w:rsidRDefault="005B0461" w:rsidP="005B0461">
      <w:r>
        <w:t>312.5195</w:t>
      </w:r>
      <w:r>
        <w:tab/>
        <w:t>1.013e0</w:t>
      </w:r>
    </w:p>
    <w:p w:rsidR="005B0461" w:rsidRDefault="005B0461" w:rsidP="005B0461">
      <w:r>
        <w:t>312.5552</w:t>
      </w:r>
      <w:r>
        <w:tab/>
        <w:t>3.038e0</w:t>
      </w:r>
    </w:p>
    <w:p w:rsidR="005B0461" w:rsidRDefault="005B0461" w:rsidP="005B0461">
      <w:r>
        <w:t>312.5599</w:t>
      </w:r>
      <w:r>
        <w:tab/>
        <w:t>4.051e0</w:t>
      </w:r>
    </w:p>
    <w:p w:rsidR="005B0461" w:rsidRDefault="005B0461" w:rsidP="005B0461">
      <w:r>
        <w:t>312.5959</w:t>
      </w:r>
      <w:r>
        <w:tab/>
        <w:t>1.013e0</w:t>
      </w:r>
    </w:p>
    <w:p w:rsidR="005B0461" w:rsidRDefault="005B0461" w:rsidP="005B0461">
      <w:r>
        <w:t>312.6039</w:t>
      </w:r>
      <w:r>
        <w:tab/>
        <w:t>2.025e0</w:t>
      </w:r>
    </w:p>
    <w:p w:rsidR="005B0461" w:rsidRDefault="005B0461" w:rsidP="005B0461">
      <w:r>
        <w:t>312.6078</w:t>
      </w:r>
      <w:r>
        <w:tab/>
        <w:t>1.013e0</w:t>
      </w:r>
    </w:p>
    <w:p w:rsidR="005B0461" w:rsidRDefault="005B0461" w:rsidP="005B0461">
      <w:r>
        <w:t>312.7163</w:t>
      </w:r>
      <w:r>
        <w:tab/>
        <w:t>1.013e0</w:t>
      </w:r>
    </w:p>
    <w:p w:rsidR="005B0461" w:rsidRDefault="005B0461" w:rsidP="005B0461">
      <w:r>
        <w:t>312.7602</w:t>
      </w:r>
      <w:r>
        <w:tab/>
        <w:t>1.013e0</w:t>
      </w:r>
    </w:p>
    <w:p w:rsidR="005B0461" w:rsidRDefault="005B0461" w:rsidP="005B0461">
      <w:r>
        <w:t>312.7965</w:t>
      </w:r>
      <w:r>
        <w:tab/>
        <w:t>2.025e0</w:t>
      </w:r>
    </w:p>
    <w:p w:rsidR="005B0461" w:rsidRDefault="005B0461" w:rsidP="005B0461">
      <w:r>
        <w:t>312.8056</w:t>
      </w:r>
      <w:r>
        <w:tab/>
        <w:t>1.013e0</w:t>
      </w:r>
    </w:p>
    <w:p w:rsidR="005B0461" w:rsidRDefault="005B0461" w:rsidP="005B0461">
      <w:r>
        <w:t>312.8112</w:t>
      </w:r>
      <w:r>
        <w:tab/>
        <w:t>1.013e0</w:t>
      </w:r>
    </w:p>
    <w:p w:rsidR="005B0461" w:rsidRDefault="005B0461" w:rsidP="005B0461">
      <w:r>
        <w:t>312.8247</w:t>
      </w:r>
      <w:r>
        <w:tab/>
        <w:t>1.013e0</w:t>
      </w:r>
    </w:p>
    <w:p w:rsidR="005B0461" w:rsidRDefault="005B0461" w:rsidP="005B0461">
      <w:r>
        <w:t>312.8286</w:t>
      </w:r>
      <w:r>
        <w:tab/>
        <w:t>1.013e0</w:t>
      </w:r>
    </w:p>
    <w:p w:rsidR="005B0461" w:rsidRDefault="005B0461" w:rsidP="005B0461">
      <w:r>
        <w:t>312.8962</w:t>
      </w:r>
      <w:r>
        <w:tab/>
        <w:t>1.013e0</w:t>
      </w:r>
    </w:p>
    <w:p w:rsidR="005B0461" w:rsidRDefault="005B0461" w:rsidP="005B0461">
      <w:r>
        <w:lastRenderedPageBreak/>
        <w:t>312.9090</w:t>
      </w:r>
      <w:r>
        <w:tab/>
        <w:t>1.013e0</w:t>
      </w:r>
    </w:p>
    <w:p w:rsidR="005B0461" w:rsidRDefault="005B0461" w:rsidP="005B0461">
      <w:r>
        <w:t>312.9106</w:t>
      </w:r>
      <w:r>
        <w:tab/>
        <w:t>3.038e0</w:t>
      </w:r>
    </w:p>
    <w:p w:rsidR="005B0461" w:rsidRDefault="005B0461" w:rsidP="005B0461">
      <w:r>
        <w:t>312.9491</w:t>
      </w:r>
      <w:r>
        <w:tab/>
        <w:t>5.063e0</w:t>
      </w:r>
    </w:p>
    <w:p w:rsidR="005B0461" w:rsidRDefault="005B0461" w:rsidP="005B0461">
      <w:r>
        <w:t>312.9590</w:t>
      </w:r>
      <w:r>
        <w:tab/>
        <w:t>4.051e0</w:t>
      </w:r>
    </w:p>
    <w:p w:rsidR="005B0461" w:rsidRDefault="005B0461" w:rsidP="005B0461">
      <w:r>
        <w:t>312.9730</w:t>
      </w:r>
      <w:r>
        <w:tab/>
        <w:t>2.025e0</w:t>
      </w:r>
    </w:p>
    <w:p w:rsidR="005B0461" w:rsidRDefault="005B0461" w:rsidP="005B0461">
      <w:r>
        <w:t>312.9830</w:t>
      </w:r>
      <w:r>
        <w:tab/>
        <w:t>2.025e0</w:t>
      </w:r>
    </w:p>
    <w:p w:rsidR="005B0461" w:rsidRDefault="005B0461" w:rsidP="005B0461">
      <w:r>
        <w:t>312.9942</w:t>
      </w:r>
      <w:r>
        <w:tab/>
        <w:t>3.038e0</w:t>
      </w:r>
    </w:p>
    <w:p w:rsidR="005B0461" w:rsidRDefault="005B0461" w:rsidP="005B0461">
      <w:r>
        <w:t>313.0061</w:t>
      </w:r>
      <w:r>
        <w:tab/>
        <w:t>1.926e0</w:t>
      </w:r>
    </w:p>
    <w:p w:rsidR="005B0461" w:rsidRDefault="005B0461" w:rsidP="005B0461">
      <w:r>
        <w:t>313.0087</w:t>
      </w:r>
      <w:r>
        <w:tab/>
        <w:t>1.808e0</w:t>
      </w:r>
    </w:p>
    <w:p w:rsidR="005B0461" w:rsidRDefault="005B0461" w:rsidP="005B0461">
      <w:r>
        <w:t>313.0577</w:t>
      </w:r>
      <w:r>
        <w:tab/>
        <w:t>1.826e0</w:t>
      </w:r>
    </w:p>
    <w:p w:rsidR="005B0461" w:rsidRDefault="005B0461" w:rsidP="005B0461">
      <w:r>
        <w:t>313.0677</w:t>
      </w:r>
      <w:r>
        <w:tab/>
        <w:t>1.615e0</w:t>
      </w:r>
    </w:p>
    <w:p w:rsidR="005B0461" w:rsidRDefault="005B0461" w:rsidP="005B0461">
      <w:r>
        <w:t>313.0797</w:t>
      </w:r>
      <w:r>
        <w:tab/>
        <w:t>4.705e0</w:t>
      </w:r>
    </w:p>
    <w:p w:rsidR="005B0461" w:rsidRDefault="005B0461" w:rsidP="005B0461">
      <w:r>
        <w:t>313.1122</w:t>
      </w:r>
      <w:r>
        <w:tab/>
        <w:t>2.822e0</w:t>
      </w:r>
    </w:p>
    <w:p w:rsidR="005B0461" w:rsidRDefault="005B0461" w:rsidP="005B0461">
      <w:r>
        <w:t>313.1436</w:t>
      </w:r>
      <w:r>
        <w:tab/>
        <w:t>4.051e0</w:t>
      </w:r>
    </w:p>
    <w:p w:rsidR="005B0461" w:rsidRDefault="005B0461" w:rsidP="005B0461">
      <w:r>
        <w:t>313.1638</w:t>
      </w:r>
      <w:r>
        <w:tab/>
        <w:t>2.025e0</w:t>
      </w:r>
    </w:p>
    <w:p w:rsidR="005B0461" w:rsidRDefault="005B0461" w:rsidP="005B0461">
      <w:r>
        <w:t>313.1801</w:t>
      </w:r>
      <w:r>
        <w:tab/>
        <w:t>2.005e0</w:t>
      </w:r>
    </w:p>
    <w:p w:rsidR="005B0461" w:rsidRDefault="005B0461" w:rsidP="005B0461">
      <w:r>
        <w:t>313.2041</w:t>
      </w:r>
      <w:r>
        <w:tab/>
        <w:t>2.025e0</w:t>
      </w:r>
    </w:p>
    <w:p w:rsidR="005B0461" w:rsidRDefault="005B0461" w:rsidP="005B0461">
      <w:r>
        <w:t>313.2061</w:t>
      </w:r>
      <w:r>
        <w:tab/>
        <w:t>1.013e0</w:t>
      </w:r>
    </w:p>
    <w:p w:rsidR="005B0461" w:rsidRDefault="005B0461" w:rsidP="005B0461">
      <w:r>
        <w:t>313.2097</w:t>
      </w:r>
      <w:r>
        <w:tab/>
        <w:t>3.022e0</w:t>
      </w:r>
    </w:p>
    <w:p w:rsidR="005B0461" w:rsidRDefault="005B0461" w:rsidP="005B0461">
      <w:r>
        <w:lastRenderedPageBreak/>
        <w:t>313.2139</w:t>
      </w:r>
      <w:r>
        <w:tab/>
        <w:t>2.025e0</w:t>
      </w:r>
    </w:p>
    <w:p w:rsidR="005B0461" w:rsidRDefault="005B0461" w:rsidP="005B0461">
      <w:r>
        <w:t>313.2437</w:t>
      </w:r>
      <w:r>
        <w:tab/>
        <w:t>2.025e0</w:t>
      </w:r>
    </w:p>
    <w:p w:rsidR="005B0461" w:rsidRDefault="005B0461" w:rsidP="005B0461">
      <w:r>
        <w:t>313.2791</w:t>
      </w:r>
      <w:r>
        <w:tab/>
        <w:t>3.038e0</w:t>
      </w:r>
    </w:p>
    <w:p w:rsidR="005B0461" w:rsidRDefault="005B0461" w:rsidP="005B0461">
      <w:r>
        <w:t>313.2865</w:t>
      </w:r>
      <w:r>
        <w:tab/>
        <w:t>1.013e0</w:t>
      </w:r>
    </w:p>
    <w:p w:rsidR="005B0461" w:rsidRDefault="005B0461" w:rsidP="005B0461">
      <w:r>
        <w:t>313.3146</w:t>
      </w:r>
      <w:r>
        <w:tab/>
        <w:t>1.013e0</w:t>
      </w:r>
    </w:p>
    <w:p w:rsidR="005B0461" w:rsidRDefault="005B0461" w:rsidP="005B0461">
      <w:r>
        <w:t>313.3167</w:t>
      </w:r>
      <w:r>
        <w:tab/>
        <w:t>2.025e0</w:t>
      </w:r>
    </w:p>
    <w:p w:rsidR="005B0461" w:rsidRDefault="005B0461" w:rsidP="005B0461">
      <w:r>
        <w:t>313.3242</w:t>
      </w:r>
      <w:r>
        <w:tab/>
        <w:t>4.051e0</w:t>
      </w:r>
    </w:p>
    <w:p w:rsidR="005B0461" w:rsidRDefault="005B0461" w:rsidP="005B0461">
      <w:r>
        <w:t>313.3508</w:t>
      </w:r>
      <w:r>
        <w:tab/>
        <w:t>1.013e0</w:t>
      </w:r>
    </w:p>
    <w:p w:rsidR="005B0461" w:rsidRDefault="005B0461" w:rsidP="005B0461">
      <w:r>
        <w:t>313.3628</w:t>
      </w:r>
      <w:r>
        <w:tab/>
        <w:t>4.051e0</w:t>
      </w:r>
    </w:p>
    <w:p w:rsidR="005B0461" w:rsidRDefault="005B0461" w:rsidP="005B0461">
      <w:r>
        <w:t>313.3922</w:t>
      </w:r>
      <w:r>
        <w:tab/>
        <w:t>2.025e0</w:t>
      </w:r>
    </w:p>
    <w:p w:rsidR="005B0461" w:rsidRDefault="005B0461" w:rsidP="005B0461">
      <w:r>
        <w:t>313.3940</w:t>
      </w:r>
      <w:r>
        <w:tab/>
        <w:t>3.038e0</w:t>
      </w:r>
    </w:p>
    <w:p w:rsidR="005B0461" w:rsidRDefault="005B0461" w:rsidP="005B0461">
      <w:r>
        <w:t>313.4271</w:t>
      </w:r>
      <w:r>
        <w:tab/>
        <w:t>1.013e0</w:t>
      </w:r>
    </w:p>
    <w:p w:rsidR="005B0461" w:rsidRDefault="005B0461" w:rsidP="005B0461">
      <w:r>
        <w:t>313.4293</w:t>
      </w:r>
      <w:r>
        <w:tab/>
        <w:t>2.025e0</w:t>
      </w:r>
    </w:p>
    <w:p w:rsidR="005B0461" w:rsidRDefault="005B0461" w:rsidP="005B0461">
      <w:r>
        <w:t>313.4567</w:t>
      </w:r>
      <w:r>
        <w:tab/>
        <w:t>3.038e0</w:t>
      </w:r>
    </w:p>
    <w:p w:rsidR="005B0461" w:rsidRDefault="005B0461" w:rsidP="005B0461">
      <w:r>
        <w:t>313.4593</w:t>
      </w:r>
      <w:r>
        <w:tab/>
        <w:t>1.013e0</w:t>
      </w:r>
    </w:p>
    <w:p w:rsidR="005B0461" w:rsidRDefault="005B0461" w:rsidP="005B0461">
      <w:r>
        <w:t>313.4955</w:t>
      </w:r>
      <w:r>
        <w:tab/>
        <w:t>2.025e0</w:t>
      </w:r>
    </w:p>
    <w:p w:rsidR="005B0461" w:rsidRDefault="005B0461" w:rsidP="005B0461">
      <w:r>
        <w:t>313.4972</w:t>
      </w:r>
      <w:r>
        <w:tab/>
        <w:t>3.538e0</w:t>
      </w:r>
    </w:p>
    <w:p w:rsidR="005B0461" w:rsidRDefault="005B0461" w:rsidP="005B0461">
      <w:r>
        <w:t>313.5198</w:t>
      </w:r>
      <w:r>
        <w:tab/>
        <w:t>2.025e0</w:t>
      </w:r>
    </w:p>
    <w:p w:rsidR="005B0461" w:rsidRDefault="005B0461" w:rsidP="005B0461">
      <w:r>
        <w:t>313.5376</w:t>
      </w:r>
      <w:r>
        <w:tab/>
        <w:t>2.025e0</w:t>
      </w:r>
    </w:p>
    <w:p w:rsidR="005B0461" w:rsidRDefault="005B0461" w:rsidP="005B0461">
      <w:r>
        <w:lastRenderedPageBreak/>
        <w:t>313.5544</w:t>
      </w:r>
      <w:r>
        <w:tab/>
        <w:t>1.013e0</w:t>
      </w:r>
    </w:p>
    <w:p w:rsidR="005B0461" w:rsidRDefault="005B0461" w:rsidP="005B0461">
      <w:r>
        <w:t>313.5918</w:t>
      </w:r>
      <w:r>
        <w:tab/>
        <w:t>1.013e0</w:t>
      </w:r>
    </w:p>
    <w:p w:rsidR="005B0461" w:rsidRDefault="005B0461" w:rsidP="005B0461">
      <w:r>
        <w:t>313.6199</w:t>
      </w:r>
      <w:r>
        <w:tab/>
        <w:t>1.013e0</w:t>
      </w:r>
    </w:p>
    <w:p w:rsidR="005B0461" w:rsidRDefault="005B0461" w:rsidP="005B0461">
      <w:r>
        <w:t>313.6240</w:t>
      </w:r>
      <w:r>
        <w:tab/>
        <w:t>1.013e0</w:t>
      </w:r>
    </w:p>
    <w:p w:rsidR="005B0461" w:rsidRDefault="005B0461" w:rsidP="005B0461">
      <w:r>
        <w:t>313.6623</w:t>
      </w:r>
      <w:r>
        <w:tab/>
        <w:t>1.013e0</w:t>
      </w:r>
    </w:p>
    <w:p w:rsidR="005B0461" w:rsidRDefault="005B0461" w:rsidP="005B0461">
      <w:r>
        <w:t>313.6964</w:t>
      </w:r>
      <w:r>
        <w:tab/>
        <w:t>2.025e0</w:t>
      </w:r>
    </w:p>
    <w:p w:rsidR="005B0461" w:rsidRDefault="005B0461" w:rsidP="005B0461">
      <w:r>
        <w:t>313.7083</w:t>
      </w:r>
      <w:r>
        <w:tab/>
        <w:t>1.013e0</w:t>
      </w:r>
    </w:p>
    <w:p w:rsidR="005B0461" w:rsidRDefault="005B0461" w:rsidP="005B0461">
      <w:r>
        <w:t>313.7622</w:t>
      </w:r>
      <w:r>
        <w:tab/>
        <w:t>3.038e0</w:t>
      </w:r>
    </w:p>
    <w:p w:rsidR="005B0461" w:rsidRDefault="005B0461" w:rsidP="005B0461">
      <w:r>
        <w:t>313.7707</w:t>
      </w:r>
      <w:r>
        <w:tab/>
        <w:t>2.025e0</w:t>
      </w:r>
    </w:p>
    <w:p w:rsidR="005B0461" w:rsidRDefault="005B0461" w:rsidP="005B0461">
      <w:r>
        <w:t>313.7963</w:t>
      </w:r>
      <w:r>
        <w:tab/>
        <w:t>2.025e0</w:t>
      </w:r>
    </w:p>
    <w:p w:rsidR="005B0461" w:rsidRDefault="005B0461" w:rsidP="005B0461">
      <w:r>
        <w:t>313.8329</w:t>
      </w:r>
      <w:r>
        <w:tab/>
        <w:t>3.038e0</w:t>
      </w:r>
    </w:p>
    <w:p w:rsidR="005B0461" w:rsidRDefault="005B0461" w:rsidP="005B0461">
      <w:r>
        <w:t>313.8410</w:t>
      </w:r>
      <w:r>
        <w:tab/>
        <w:t>1.013e0</w:t>
      </w:r>
    </w:p>
    <w:p w:rsidR="005B0461" w:rsidRDefault="005B0461" w:rsidP="005B0461">
      <w:r>
        <w:t>313.8555</w:t>
      </w:r>
      <w:r>
        <w:tab/>
        <w:t>1.013e0</w:t>
      </w:r>
    </w:p>
    <w:p w:rsidR="005B0461" w:rsidRDefault="005B0461" w:rsidP="005B0461">
      <w:r>
        <w:t>313.9011</w:t>
      </w:r>
      <w:r>
        <w:tab/>
        <w:t>1.013e0</w:t>
      </w:r>
    </w:p>
    <w:p w:rsidR="005B0461" w:rsidRDefault="005B0461" w:rsidP="005B0461">
      <w:r>
        <w:t>313.9067</w:t>
      </w:r>
      <w:r>
        <w:tab/>
        <w:t>1.013e0</w:t>
      </w:r>
    </w:p>
    <w:p w:rsidR="005B0461" w:rsidRDefault="005B0461" w:rsidP="005B0461">
      <w:r>
        <w:t>313.9114</w:t>
      </w:r>
      <w:r>
        <w:tab/>
        <w:t>2.025e0</w:t>
      </w:r>
    </w:p>
    <w:p w:rsidR="005B0461" w:rsidRDefault="005B0461" w:rsidP="005B0461">
      <w:r>
        <w:t>313.9213</w:t>
      </w:r>
      <w:r>
        <w:tab/>
        <w:t>1.013e0</w:t>
      </w:r>
    </w:p>
    <w:p w:rsidR="005B0461" w:rsidRDefault="005B0461" w:rsidP="005B0461">
      <w:r>
        <w:t>313.9579</w:t>
      </w:r>
      <w:r>
        <w:tab/>
        <w:t>1.013e0</w:t>
      </w:r>
    </w:p>
    <w:p w:rsidR="005B0461" w:rsidRDefault="005B0461" w:rsidP="005B0461">
      <w:r>
        <w:t>313.9609</w:t>
      </w:r>
      <w:r>
        <w:tab/>
        <w:t>3.038e0</w:t>
      </w:r>
    </w:p>
    <w:p w:rsidR="005B0461" w:rsidRDefault="005B0461" w:rsidP="005B0461">
      <w:r>
        <w:lastRenderedPageBreak/>
        <w:t>313.9636</w:t>
      </w:r>
      <w:r>
        <w:tab/>
        <w:t>3.038e0</w:t>
      </w:r>
    </w:p>
    <w:p w:rsidR="005B0461" w:rsidRDefault="005B0461" w:rsidP="005B0461">
      <w:r>
        <w:t>314.0077</w:t>
      </w:r>
      <w:r>
        <w:tab/>
        <w:t>4.051e0</w:t>
      </w:r>
    </w:p>
    <w:p w:rsidR="005B0461" w:rsidRDefault="005B0461" w:rsidP="005B0461">
      <w:r>
        <w:t>314.0163</w:t>
      </w:r>
      <w:r>
        <w:tab/>
        <w:t>4.737e0</w:t>
      </w:r>
    </w:p>
    <w:p w:rsidR="005B0461" w:rsidRDefault="005B0461" w:rsidP="005B0461">
      <w:r>
        <w:t>314.0278</w:t>
      </w:r>
      <w:r>
        <w:tab/>
        <w:t>1.807e0</w:t>
      </w:r>
    </w:p>
    <w:p w:rsidR="005B0461" w:rsidRDefault="005B0461" w:rsidP="005B0461">
      <w:r>
        <w:t>314.0378</w:t>
      </w:r>
      <w:r>
        <w:tab/>
        <w:t>1.013e0</w:t>
      </w:r>
    </w:p>
    <w:p w:rsidR="005B0461" w:rsidRDefault="005B0461" w:rsidP="005B0461">
      <w:r>
        <w:t>314.0828</w:t>
      </w:r>
      <w:r>
        <w:tab/>
        <w:t>3.548e0</w:t>
      </w:r>
    </w:p>
    <w:p w:rsidR="005B0461" w:rsidRDefault="005B0461" w:rsidP="005B0461">
      <w:r>
        <w:t>314.1026</w:t>
      </w:r>
      <w:r>
        <w:tab/>
        <w:t>2.025e0</w:t>
      </w:r>
    </w:p>
    <w:p w:rsidR="005B0461" w:rsidRDefault="005B0461" w:rsidP="005B0461">
      <w:r>
        <w:t>314.1424</w:t>
      </w:r>
      <w:r>
        <w:tab/>
        <w:t>1.013e0</w:t>
      </w:r>
    </w:p>
    <w:p w:rsidR="005B0461" w:rsidRDefault="005B0461" w:rsidP="005B0461">
      <w:r>
        <w:t>314.1472</w:t>
      </w:r>
      <w:r>
        <w:tab/>
        <w:t>2.025e0</w:t>
      </w:r>
    </w:p>
    <w:p w:rsidR="005B0461" w:rsidRDefault="005B0461" w:rsidP="005B0461">
      <w:r>
        <w:t>314.1588</w:t>
      </w:r>
      <w:r>
        <w:tab/>
        <w:t>5.745e0</w:t>
      </w:r>
    </w:p>
    <w:p w:rsidR="005B0461" w:rsidRDefault="005B0461" w:rsidP="005B0461">
      <w:r>
        <w:t>314.1826</w:t>
      </w:r>
      <w:r>
        <w:tab/>
        <w:t>4.051e0</w:t>
      </w:r>
    </w:p>
    <w:p w:rsidR="005B0461" w:rsidRDefault="005B0461" w:rsidP="005B0461">
      <w:r>
        <w:t>314.2034</w:t>
      </w:r>
      <w:r>
        <w:tab/>
        <w:t>2.840e0</w:t>
      </w:r>
    </w:p>
    <w:p w:rsidR="005B0461" w:rsidRDefault="005B0461" w:rsidP="005B0461">
      <w:r>
        <w:t>314.2114</w:t>
      </w:r>
      <w:r>
        <w:tab/>
        <w:t>6.052e0</w:t>
      </w:r>
    </w:p>
    <w:p w:rsidR="005B0461" w:rsidRDefault="005B0461" w:rsidP="005B0461">
      <w:r>
        <w:t>314.2397</w:t>
      </w:r>
      <w:r>
        <w:tab/>
        <w:t>3.735e0</w:t>
      </w:r>
    </w:p>
    <w:p w:rsidR="005B0461" w:rsidRDefault="005B0461" w:rsidP="005B0461">
      <w:r>
        <w:t>314.2422</w:t>
      </w:r>
      <w:r>
        <w:tab/>
        <w:t>1.013e0</w:t>
      </w:r>
    </w:p>
    <w:p w:rsidR="005B0461" w:rsidRDefault="005B0461" w:rsidP="005B0461">
      <w:r>
        <w:t>314.2645</w:t>
      </w:r>
      <w:r>
        <w:tab/>
        <w:t>7.825e0</w:t>
      </w:r>
    </w:p>
    <w:p w:rsidR="005B0461" w:rsidRDefault="005B0461" w:rsidP="005B0461">
      <w:r>
        <w:t>314.2912</w:t>
      </w:r>
      <w:r>
        <w:tab/>
        <w:t>4.051e0</w:t>
      </w:r>
    </w:p>
    <w:p w:rsidR="005B0461" w:rsidRDefault="005B0461" w:rsidP="005B0461">
      <w:r>
        <w:t>314.2933</w:t>
      </w:r>
      <w:r>
        <w:tab/>
        <w:t>3.038e0</w:t>
      </w:r>
    </w:p>
    <w:p w:rsidR="005B0461" w:rsidRDefault="005B0461" w:rsidP="005B0461">
      <w:r>
        <w:t>314.2992</w:t>
      </w:r>
      <w:r>
        <w:tab/>
        <w:t>1.013e0</w:t>
      </w:r>
    </w:p>
    <w:p w:rsidR="005B0461" w:rsidRDefault="005B0461" w:rsidP="005B0461">
      <w:r>
        <w:lastRenderedPageBreak/>
        <w:t>314.3112</w:t>
      </w:r>
      <w:r>
        <w:tab/>
        <w:t>1.013e0</w:t>
      </w:r>
    </w:p>
    <w:p w:rsidR="005B0461" w:rsidRDefault="005B0461" w:rsidP="005B0461">
      <w:r>
        <w:t>314.3636</w:t>
      </w:r>
      <w:r>
        <w:tab/>
        <w:t>1.013e0</w:t>
      </w:r>
    </w:p>
    <w:p w:rsidR="005B0461" w:rsidRDefault="005B0461" w:rsidP="005B0461">
      <w:r>
        <w:t>314.3675</w:t>
      </w:r>
      <w:r>
        <w:tab/>
        <w:t>1.013e0</w:t>
      </w:r>
    </w:p>
    <w:p w:rsidR="005B0461" w:rsidRDefault="005B0461" w:rsidP="005B0461">
      <w:r>
        <w:t>314.3972</w:t>
      </w:r>
      <w:r>
        <w:tab/>
        <w:t>2.025e0</w:t>
      </w:r>
    </w:p>
    <w:p w:rsidR="005B0461" w:rsidRDefault="005B0461" w:rsidP="005B0461">
      <w:r>
        <w:t>314.4358</w:t>
      </w:r>
      <w:r>
        <w:tab/>
        <w:t>1.013e0</w:t>
      </w:r>
    </w:p>
    <w:p w:rsidR="005B0461" w:rsidRDefault="005B0461" w:rsidP="005B0461">
      <w:r>
        <w:t>314.4439</w:t>
      </w:r>
      <w:r>
        <w:tab/>
        <w:t>1.013e0</w:t>
      </w:r>
    </w:p>
    <w:p w:rsidR="005B0461" w:rsidRDefault="005B0461" w:rsidP="005B0461">
      <w:r>
        <w:t>314.4529</w:t>
      </w:r>
      <w:r>
        <w:tab/>
        <w:t>1.013e0</w:t>
      </w:r>
    </w:p>
    <w:p w:rsidR="005B0461" w:rsidRDefault="005B0461" w:rsidP="005B0461">
      <w:r>
        <w:t>314.4593</w:t>
      </w:r>
      <w:r>
        <w:tab/>
        <w:t>3.038e0</w:t>
      </w:r>
    </w:p>
    <w:p w:rsidR="005B0461" w:rsidRDefault="005B0461" w:rsidP="005B0461">
      <w:r>
        <w:t>314.5098</w:t>
      </w:r>
      <w:r>
        <w:tab/>
        <w:t>1.013e0</w:t>
      </w:r>
    </w:p>
    <w:p w:rsidR="005B0461" w:rsidRDefault="005B0461" w:rsidP="005B0461">
      <w:r>
        <w:t>314.5234</w:t>
      </w:r>
      <w:r>
        <w:tab/>
        <w:t>3.038e0</w:t>
      </w:r>
    </w:p>
    <w:p w:rsidR="005B0461" w:rsidRDefault="005B0461" w:rsidP="005B0461">
      <w:r>
        <w:t>314.5366</w:t>
      </w:r>
      <w:r>
        <w:tab/>
        <w:t>2.025e0</w:t>
      </w:r>
    </w:p>
    <w:p w:rsidR="005B0461" w:rsidRDefault="005B0461" w:rsidP="005B0461">
      <w:r>
        <w:t>314.5610</w:t>
      </w:r>
      <w:r>
        <w:tab/>
        <w:t>1.013e0</w:t>
      </w:r>
    </w:p>
    <w:p w:rsidR="005B0461" w:rsidRDefault="005B0461" w:rsidP="005B0461">
      <w:r>
        <w:t>314.5724</w:t>
      </w:r>
      <w:r>
        <w:tab/>
        <w:t>1.013e0</w:t>
      </w:r>
    </w:p>
    <w:p w:rsidR="005B0461" w:rsidRDefault="005B0461" w:rsidP="005B0461">
      <w:r>
        <w:t>314.5749</w:t>
      </w:r>
      <w:r>
        <w:tab/>
        <w:t>4.051e0</w:t>
      </w:r>
    </w:p>
    <w:p w:rsidR="005B0461" w:rsidRDefault="005B0461" w:rsidP="005B0461">
      <w:r>
        <w:t>314.6014</w:t>
      </w:r>
      <w:r>
        <w:tab/>
        <w:t>3.038e0</w:t>
      </w:r>
    </w:p>
    <w:p w:rsidR="005B0461" w:rsidRDefault="005B0461" w:rsidP="005B0461">
      <w:r>
        <w:t>314.6289</w:t>
      </w:r>
      <w:r>
        <w:tab/>
        <w:t>1.013e0</w:t>
      </w:r>
    </w:p>
    <w:p w:rsidR="005B0461" w:rsidRDefault="005B0461" w:rsidP="005B0461">
      <w:r>
        <w:t>314.6408</w:t>
      </w:r>
      <w:r>
        <w:tab/>
        <w:t>1.013e0</w:t>
      </w:r>
    </w:p>
    <w:p w:rsidR="005B0461" w:rsidRDefault="005B0461" w:rsidP="005B0461">
      <w:r>
        <w:t>314.7067</w:t>
      </w:r>
      <w:r>
        <w:tab/>
        <w:t>2.025e0</w:t>
      </w:r>
    </w:p>
    <w:p w:rsidR="005B0461" w:rsidRDefault="005B0461" w:rsidP="005B0461">
      <w:r>
        <w:t>314.7245</w:t>
      </w:r>
      <w:r>
        <w:tab/>
        <w:t>3.038e0</w:t>
      </w:r>
    </w:p>
    <w:p w:rsidR="005B0461" w:rsidRDefault="005B0461" w:rsidP="005B0461">
      <w:r>
        <w:lastRenderedPageBreak/>
        <w:t>314.7421</w:t>
      </w:r>
      <w:r>
        <w:tab/>
        <w:t>3.038e0</w:t>
      </w:r>
    </w:p>
    <w:p w:rsidR="005B0461" w:rsidRDefault="005B0461" w:rsidP="005B0461">
      <w:r>
        <w:t>314.7494</w:t>
      </w:r>
      <w:r>
        <w:tab/>
        <w:t>1.013e0</w:t>
      </w:r>
    </w:p>
    <w:p w:rsidR="005B0461" w:rsidRDefault="005B0461" w:rsidP="005B0461">
      <w:r>
        <w:t>314.7690</w:t>
      </w:r>
      <w:r>
        <w:tab/>
        <w:t>3.038e0</w:t>
      </w:r>
    </w:p>
    <w:p w:rsidR="005B0461" w:rsidRDefault="005B0461" w:rsidP="005B0461">
      <w:r>
        <w:t>314.7775</w:t>
      </w:r>
      <w:r>
        <w:tab/>
        <w:t>1.013e0</w:t>
      </w:r>
    </w:p>
    <w:p w:rsidR="005B0461" w:rsidRDefault="005B0461" w:rsidP="005B0461">
      <w:r>
        <w:t>314.8259</w:t>
      </w:r>
      <w:r>
        <w:tab/>
        <w:t>2.025e0</w:t>
      </w:r>
    </w:p>
    <w:p w:rsidR="005B0461" w:rsidRDefault="005B0461" w:rsidP="005B0461">
      <w:r>
        <w:t>314.8459</w:t>
      </w:r>
      <w:r>
        <w:tab/>
        <w:t>1.013e0</w:t>
      </w:r>
    </w:p>
    <w:p w:rsidR="005B0461" w:rsidRDefault="005B0461" w:rsidP="005B0461">
      <w:r>
        <w:t>314.8499</w:t>
      </w:r>
      <w:r>
        <w:tab/>
        <w:t>1.013e0</w:t>
      </w:r>
    </w:p>
    <w:p w:rsidR="005B0461" w:rsidRDefault="005B0461" w:rsidP="005B0461">
      <w:r>
        <w:t>314.8641</w:t>
      </w:r>
      <w:r>
        <w:tab/>
        <w:t>2.025e0</w:t>
      </w:r>
    </w:p>
    <w:p w:rsidR="005B0461" w:rsidRDefault="005B0461" w:rsidP="005B0461">
      <w:r>
        <w:t>314.8744</w:t>
      </w:r>
      <w:r>
        <w:tab/>
        <w:t>2.025e0</w:t>
      </w:r>
    </w:p>
    <w:p w:rsidR="005B0461" w:rsidRDefault="005B0461" w:rsidP="005B0461">
      <w:r>
        <w:t>314.9187</w:t>
      </w:r>
      <w:r>
        <w:tab/>
        <w:t>2.025e0</w:t>
      </w:r>
    </w:p>
    <w:p w:rsidR="005B0461" w:rsidRDefault="005B0461" w:rsidP="005B0461">
      <w:r>
        <w:t>314.9204</w:t>
      </w:r>
      <w:r>
        <w:tab/>
        <w:t>2.025e0</w:t>
      </w:r>
    </w:p>
    <w:p w:rsidR="005B0461" w:rsidRDefault="005B0461" w:rsidP="005B0461">
      <w:r>
        <w:t>314.9295</w:t>
      </w:r>
      <w:r>
        <w:tab/>
        <w:t>3.038e0</w:t>
      </w:r>
    </w:p>
    <w:p w:rsidR="005B0461" w:rsidRDefault="005B0461" w:rsidP="005B0461">
      <w:r>
        <w:t>314.9364</w:t>
      </w:r>
      <w:r>
        <w:tab/>
        <w:t>2.025e0</w:t>
      </w:r>
    </w:p>
    <w:p w:rsidR="005B0461" w:rsidRDefault="005B0461" w:rsidP="005B0461">
      <w:r>
        <w:t>314.9607</w:t>
      </w:r>
      <w:r>
        <w:tab/>
        <w:t>2.025e0</w:t>
      </w:r>
    </w:p>
    <w:p w:rsidR="005B0461" w:rsidRDefault="005B0461" w:rsidP="005B0461">
      <w:r>
        <w:t>314.9701</w:t>
      </w:r>
      <w:r>
        <w:tab/>
        <w:t>3.038e0</w:t>
      </w:r>
    </w:p>
    <w:p w:rsidR="005B0461" w:rsidRDefault="005B0461" w:rsidP="005B0461">
      <w:r>
        <w:t>314.9886</w:t>
      </w:r>
      <w:r>
        <w:tab/>
        <w:t>4.051e0</w:t>
      </w:r>
    </w:p>
    <w:p w:rsidR="005B0461" w:rsidRDefault="005B0461" w:rsidP="005B0461">
      <w:r>
        <w:t>314.9966</w:t>
      </w:r>
      <w:r>
        <w:tab/>
        <w:t>6.962e0</w:t>
      </w:r>
    </w:p>
    <w:p w:rsidR="005B0461" w:rsidRDefault="005B0461" w:rsidP="005B0461">
      <w:r>
        <w:t>315.0107</w:t>
      </w:r>
      <w:r>
        <w:tab/>
        <w:t>5.893e0</w:t>
      </w:r>
    </w:p>
    <w:p w:rsidR="005B0461" w:rsidRDefault="005B0461" w:rsidP="005B0461">
      <w:r>
        <w:t>315.0341</w:t>
      </w:r>
      <w:r>
        <w:tab/>
        <w:t>5.639e0</w:t>
      </w:r>
    </w:p>
    <w:p w:rsidR="005B0461" w:rsidRDefault="005B0461" w:rsidP="005B0461">
      <w:r>
        <w:lastRenderedPageBreak/>
        <w:t>315.0504</w:t>
      </w:r>
      <w:r>
        <w:tab/>
        <w:t>5.872e0</w:t>
      </w:r>
    </w:p>
    <w:p w:rsidR="005B0461" w:rsidRDefault="005B0461" w:rsidP="005B0461">
      <w:r>
        <w:t>315.0598</w:t>
      </w:r>
      <w:r>
        <w:tab/>
        <w:t>3.381e0</w:t>
      </w:r>
    </w:p>
    <w:p w:rsidR="005B0461" w:rsidRDefault="005B0461" w:rsidP="005B0461">
      <w:r>
        <w:t>315.0792</w:t>
      </w:r>
      <w:r>
        <w:tab/>
        <w:t>2.988e0</w:t>
      </w:r>
    </w:p>
    <w:p w:rsidR="005B0461" w:rsidRDefault="005B0461" w:rsidP="005B0461">
      <w:r>
        <w:t>315.0817</w:t>
      </w:r>
      <w:r>
        <w:tab/>
        <w:t>4.346e0</w:t>
      </w:r>
    </w:p>
    <w:p w:rsidR="005B0461" w:rsidRDefault="005B0461" w:rsidP="005B0461">
      <w:r>
        <w:t>315.1156</w:t>
      </w:r>
      <w:r>
        <w:tab/>
        <w:t>3.038e0</w:t>
      </w:r>
    </w:p>
    <w:p w:rsidR="005B0461" w:rsidRDefault="005B0461" w:rsidP="005B0461">
      <w:r>
        <w:t>315.1182</w:t>
      </w:r>
      <w:r>
        <w:tab/>
        <w:t>1.594e0</w:t>
      </w:r>
    </w:p>
    <w:p w:rsidR="005B0461" w:rsidRDefault="005B0461" w:rsidP="005B0461">
      <w:r>
        <w:t>315.1354</w:t>
      </w:r>
      <w:r>
        <w:tab/>
        <w:t>4.051e0</w:t>
      </w:r>
    </w:p>
    <w:p w:rsidR="005B0461" w:rsidRDefault="005B0461" w:rsidP="005B0461">
      <w:r>
        <w:t>315.1556</w:t>
      </w:r>
      <w:r>
        <w:tab/>
        <w:t>2.025e0</w:t>
      </w:r>
    </w:p>
    <w:p w:rsidR="005B0461" w:rsidRDefault="005B0461" w:rsidP="005B0461">
      <w:r>
        <w:t>315.1770</w:t>
      </w:r>
      <w:r>
        <w:tab/>
        <w:t>3.022e0</w:t>
      </w:r>
    </w:p>
    <w:p w:rsidR="005B0461" w:rsidRDefault="005B0461" w:rsidP="005B0461">
      <w:r>
        <w:t>315.1862</w:t>
      </w:r>
      <w:r>
        <w:tab/>
        <w:t>3.038e0</w:t>
      </w:r>
    </w:p>
    <w:p w:rsidR="005B0461" w:rsidRDefault="005B0461" w:rsidP="005B0461">
      <w:r>
        <w:t>315.2099</w:t>
      </w:r>
      <w:r>
        <w:tab/>
        <w:t>3.038e0</w:t>
      </w:r>
    </w:p>
    <w:p w:rsidR="005B0461" w:rsidRDefault="005B0461" w:rsidP="005B0461">
      <w:r>
        <w:t>315.2109</w:t>
      </w:r>
      <w:r>
        <w:tab/>
        <w:t>2.009e0</w:t>
      </w:r>
    </w:p>
    <w:p w:rsidR="005B0461" w:rsidRDefault="005B0461" w:rsidP="005B0461">
      <w:r>
        <w:t>315.2120</w:t>
      </w:r>
      <w:r>
        <w:tab/>
        <w:t>1.013e0</w:t>
      </w:r>
    </w:p>
    <w:p w:rsidR="005B0461" w:rsidRDefault="005B0461" w:rsidP="005B0461">
      <w:r>
        <w:t>315.2332</w:t>
      </w:r>
      <w:r>
        <w:tab/>
        <w:t>3.013e0</w:t>
      </w:r>
    </w:p>
    <w:p w:rsidR="005B0461" w:rsidRDefault="005B0461" w:rsidP="005B0461">
      <w:r>
        <w:t>315.2422</w:t>
      </w:r>
      <w:r>
        <w:tab/>
        <w:t>3.038e0</w:t>
      </w:r>
    </w:p>
    <w:p w:rsidR="005B0461" w:rsidRDefault="005B0461" w:rsidP="005B0461">
      <w:r>
        <w:t>315.2481</w:t>
      </w:r>
      <w:r>
        <w:tab/>
        <w:t>2.025e0</w:t>
      </w:r>
    </w:p>
    <w:p w:rsidR="005B0461" w:rsidRDefault="005B0461" w:rsidP="005B0461">
      <w:r>
        <w:t>315.2682</w:t>
      </w:r>
      <w:r>
        <w:tab/>
        <w:t>1.013e0</w:t>
      </w:r>
    </w:p>
    <w:p w:rsidR="005B0461" w:rsidRDefault="005B0461" w:rsidP="005B0461">
      <w:r>
        <w:t>315.2715</w:t>
      </w:r>
      <w:r>
        <w:tab/>
        <w:t>2.025e0</w:t>
      </w:r>
    </w:p>
    <w:p w:rsidR="005B0461" w:rsidRDefault="005B0461" w:rsidP="005B0461">
      <w:r>
        <w:t>315.2826</w:t>
      </w:r>
      <w:r>
        <w:tab/>
        <w:t>3.038e0</w:t>
      </w:r>
    </w:p>
    <w:p w:rsidR="005B0461" w:rsidRDefault="005B0461" w:rsidP="005B0461">
      <w:r>
        <w:lastRenderedPageBreak/>
        <w:t>315.3367</w:t>
      </w:r>
      <w:r>
        <w:tab/>
        <w:t>2.025e0</w:t>
      </w:r>
    </w:p>
    <w:p w:rsidR="005B0461" w:rsidRDefault="005B0461" w:rsidP="005B0461">
      <w:r>
        <w:t>315.3448</w:t>
      </w:r>
      <w:r>
        <w:tab/>
        <w:t>1.013e0</w:t>
      </w:r>
    </w:p>
    <w:p w:rsidR="005B0461" w:rsidRDefault="005B0461" w:rsidP="005B0461">
      <w:r>
        <w:t>315.3878</w:t>
      </w:r>
      <w:r>
        <w:tab/>
        <w:t>1.013e0</w:t>
      </w:r>
    </w:p>
    <w:p w:rsidR="005B0461" w:rsidRDefault="005B0461" w:rsidP="005B0461">
      <w:r>
        <w:t>315.4252</w:t>
      </w:r>
      <w:r>
        <w:tab/>
        <w:t>1.013e0</w:t>
      </w:r>
    </w:p>
    <w:p w:rsidR="005B0461" w:rsidRDefault="005B0461" w:rsidP="005B0461">
      <w:r>
        <w:t>315.4620</w:t>
      </w:r>
      <w:r>
        <w:tab/>
        <w:t>1.013e0</w:t>
      </w:r>
    </w:p>
    <w:p w:rsidR="005B0461" w:rsidRDefault="005B0461" w:rsidP="005B0461">
      <w:r>
        <w:t>315.4760</w:t>
      </w:r>
      <w:r>
        <w:tab/>
        <w:t>3.038e0</w:t>
      </w:r>
    </w:p>
    <w:p w:rsidR="005B0461" w:rsidRDefault="005B0461" w:rsidP="005B0461">
      <w:r>
        <w:t>315.4963</w:t>
      </w:r>
      <w:r>
        <w:tab/>
        <w:t>1.013e0</w:t>
      </w:r>
    </w:p>
    <w:p w:rsidR="005B0461" w:rsidRDefault="005B0461" w:rsidP="005B0461">
      <w:r>
        <w:t>315.5097</w:t>
      </w:r>
      <w:r>
        <w:tab/>
        <w:t>1.013e0</w:t>
      </w:r>
    </w:p>
    <w:p w:rsidR="005B0461" w:rsidRDefault="005B0461" w:rsidP="005B0461">
      <w:r>
        <w:t>315.5420</w:t>
      </w:r>
      <w:r>
        <w:tab/>
        <w:t>2.025e0</w:t>
      </w:r>
    </w:p>
    <w:p w:rsidR="005B0461" w:rsidRDefault="005B0461" w:rsidP="005B0461">
      <w:r>
        <w:t>315.5477</w:t>
      </w:r>
      <w:r>
        <w:tab/>
        <w:t>1.013e0</w:t>
      </w:r>
    </w:p>
    <w:p w:rsidR="005B0461" w:rsidRDefault="005B0461" w:rsidP="005B0461">
      <w:r>
        <w:t>315.5620</w:t>
      </w:r>
      <w:r>
        <w:tab/>
        <w:t>1.013e0</w:t>
      </w:r>
    </w:p>
    <w:p w:rsidR="005B0461" w:rsidRDefault="005B0461" w:rsidP="005B0461">
      <w:r>
        <w:t>315.5902</w:t>
      </w:r>
      <w:r>
        <w:tab/>
        <w:t>1.013e0</w:t>
      </w:r>
    </w:p>
    <w:p w:rsidR="005B0461" w:rsidRDefault="005B0461" w:rsidP="005B0461">
      <w:r>
        <w:t>315.5991</w:t>
      </w:r>
      <w:r>
        <w:tab/>
        <w:t>1.013e0</w:t>
      </w:r>
    </w:p>
    <w:p w:rsidR="005B0461" w:rsidRDefault="005B0461" w:rsidP="005B0461">
      <w:r>
        <w:t>315.6143</w:t>
      </w:r>
      <w:r>
        <w:tab/>
        <w:t>1.013e0</w:t>
      </w:r>
    </w:p>
    <w:p w:rsidR="005B0461" w:rsidRDefault="005B0461" w:rsidP="005B0461">
      <w:r>
        <w:t>315.6465</w:t>
      </w:r>
      <w:r>
        <w:tab/>
        <w:t>1.013e0</w:t>
      </w:r>
    </w:p>
    <w:p w:rsidR="005B0461" w:rsidRDefault="005B0461" w:rsidP="005B0461">
      <w:r>
        <w:t>315.6498</w:t>
      </w:r>
      <w:r>
        <w:tab/>
        <w:t>3.038e0</w:t>
      </w:r>
    </w:p>
    <w:p w:rsidR="005B0461" w:rsidRDefault="005B0461" w:rsidP="005B0461">
      <w:r>
        <w:t>315.6947</w:t>
      </w:r>
      <w:r>
        <w:tab/>
        <w:t>2.025e0</w:t>
      </w:r>
    </w:p>
    <w:p w:rsidR="005B0461" w:rsidRDefault="005B0461" w:rsidP="005B0461">
      <w:r>
        <w:t>315.7134</w:t>
      </w:r>
      <w:r>
        <w:tab/>
        <w:t>1.013e0</w:t>
      </w:r>
    </w:p>
    <w:p w:rsidR="005B0461" w:rsidRDefault="005B0461" w:rsidP="005B0461">
      <w:r>
        <w:t>315.7362</w:t>
      </w:r>
      <w:r>
        <w:tab/>
        <w:t>1.013e0</w:t>
      </w:r>
    </w:p>
    <w:p w:rsidR="005B0461" w:rsidRDefault="005B0461" w:rsidP="005B0461">
      <w:r>
        <w:lastRenderedPageBreak/>
        <w:t>315.7552</w:t>
      </w:r>
      <w:r>
        <w:tab/>
        <w:t>1.013e0</w:t>
      </w:r>
    </w:p>
    <w:p w:rsidR="005B0461" w:rsidRDefault="005B0461" w:rsidP="005B0461">
      <w:r>
        <w:t>315.8034</w:t>
      </w:r>
      <w:r>
        <w:tab/>
        <w:t>1.013e0</w:t>
      </w:r>
    </w:p>
    <w:p w:rsidR="005B0461" w:rsidRDefault="005B0461" w:rsidP="005B0461">
      <w:r>
        <w:t>315.8277</w:t>
      </w:r>
      <w:r>
        <w:tab/>
        <w:t>1.013e0</w:t>
      </w:r>
    </w:p>
    <w:p w:rsidR="005B0461" w:rsidRDefault="005B0461" w:rsidP="005B0461">
      <w:r>
        <w:t>315.8357</w:t>
      </w:r>
      <w:r>
        <w:tab/>
        <w:t>1.013e0</w:t>
      </w:r>
    </w:p>
    <w:p w:rsidR="005B0461" w:rsidRDefault="005B0461" w:rsidP="005B0461">
      <w:r>
        <w:t>315.8448</w:t>
      </w:r>
      <w:r>
        <w:tab/>
        <w:t>1.013e0</w:t>
      </w:r>
    </w:p>
    <w:p w:rsidR="005B0461" w:rsidRDefault="005B0461" w:rsidP="005B0461">
      <w:r>
        <w:t>315.8597</w:t>
      </w:r>
      <w:r>
        <w:tab/>
        <w:t>1.013e0</w:t>
      </w:r>
    </w:p>
    <w:p w:rsidR="005B0461" w:rsidRDefault="005B0461" w:rsidP="005B0461">
      <w:r>
        <w:t>315.9005</w:t>
      </w:r>
      <w:r>
        <w:tab/>
        <w:t>3.038e0</w:t>
      </w:r>
    </w:p>
    <w:p w:rsidR="005B0461" w:rsidRDefault="005B0461" w:rsidP="005B0461">
      <w:r>
        <w:t>315.9037</w:t>
      </w:r>
      <w:r>
        <w:tab/>
        <w:t>3.038e0</w:t>
      </w:r>
    </w:p>
    <w:p w:rsidR="005B0461" w:rsidRDefault="005B0461" w:rsidP="005B0461">
      <w:r>
        <w:t>315.9443</w:t>
      </w:r>
      <w:r>
        <w:tab/>
        <w:t>2.025e0</w:t>
      </w:r>
    </w:p>
    <w:p w:rsidR="005B0461" w:rsidRDefault="005B0461" w:rsidP="005B0461">
      <w:r>
        <w:t>315.9798</w:t>
      </w:r>
      <w:r>
        <w:tab/>
        <w:t>2.025e0</w:t>
      </w:r>
    </w:p>
    <w:p w:rsidR="005B0461" w:rsidRDefault="005B0461" w:rsidP="005B0461">
      <w:r>
        <w:t>315.9966</w:t>
      </w:r>
      <w:r>
        <w:tab/>
        <w:t>1.013e0</w:t>
      </w:r>
    </w:p>
    <w:p w:rsidR="005B0461" w:rsidRDefault="005B0461" w:rsidP="005B0461">
      <w:r>
        <w:t>316.0038</w:t>
      </w:r>
      <w:r>
        <w:tab/>
        <w:t>2.911e0</w:t>
      </w:r>
    </w:p>
    <w:p w:rsidR="005B0461" w:rsidRDefault="005B0461" w:rsidP="005B0461">
      <w:r>
        <w:t>316.0242</w:t>
      </w:r>
      <w:r>
        <w:tab/>
        <w:t>2.540e0</w:t>
      </w:r>
    </w:p>
    <w:p w:rsidR="005B0461" w:rsidRDefault="005B0461" w:rsidP="005B0461">
      <w:r>
        <w:t>316.0385</w:t>
      </w:r>
      <w:r>
        <w:tab/>
        <w:t>1.547e0</w:t>
      </w:r>
    </w:p>
    <w:p w:rsidR="005B0461" w:rsidRDefault="005B0461" w:rsidP="005B0461">
      <w:r>
        <w:t>316.0624</w:t>
      </w:r>
      <w:r>
        <w:tab/>
        <w:t>4.757e0</w:t>
      </w:r>
    </w:p>
    <w:p w:rsidR="005B0461" w:rsidRDefault="005B0461" w:rsidP="005B0461">
      <w:r>
        <w:t>316.0702</w:t>
      </w:r>
      <w:r>
        <w:tab/>
        <w:t>5.641e0</w:t>
      </w:r>
    </w:p>
    <w:p w:rsidR="005B0461" w:rsidRDefault="005B0461" w:rsidP="005B0461">
      <w:r>
        <w:t>316.0951</w:t>
      </w:r>
      <w:r>
        <w:tab/>
        <w:t>1.407e1</w:t>
      </w:r>
    </w:p>
    <w:p w:rsidR="005B0461" w:rsidRDefault="005B0461" w:rsidP="005B0461">
      <w:r>
        <w:t>316.1083</w:t>
      </w:r>
      <w:r>
        <w:tab/>
        <w:t>8.101e0</w:t>
      </w:r>
    </w:p>
    <w:p w:rsidR="005B0461" w:rsidRDefault="005B0461" w:rsidP="005B0461">
      <w:r>
        <w:t>316.1262</w:t>
      </w:r>
      <w:r>
        <w:tab/>
        <w:t>2.936e0</w:t>
      </w:r>
    </w:p>
    <w:p w:rsidR="005B0461" w:rsidRDefault="005B0461" w:rsidP="005B0461">
      <w:r>
        <w:lastRenderedPageBreak/>
        <w:t>316.1396</w:t>
      </w:r>
      <w:r>
        <w:tab/>
        <w:t>4.051e0</w:t>
      </w:r>
    </w:p>
    <w:p w:rsidR="005B0461" w:rsidRDefault="005B0461" w:rsidP="005B0461">
      <w:r>
        <w:t>316.1725</w:t>
      </w:r>
      <w:r>
        <w:tab/>
        <w:t>3.038e0</w:t>
      </w:r>
    </w:p>
    <w:p w:rsidR="005B0461" w:rsidRDefault="005B0461" w:rsidP="005B0461">
      <w:r>
        <w:t>316.1790</w:t>
      </w:r>
      <w:r>
        <w:tab/>
        <w:t>3.038e0</w:t>
      </w:r>
    </w:p>
    <w:p w:rsidR="005B0461" w:rsidRDefault="005B0461" w:rsidP="005B0461">
      <w:r>
        <w:t>316.1890</w:t>
      </w:r>
      <w:r>
        <w:tab/>
        <w:t>3.038e0</w:t>
      </w:r>
    </w:p>
    <w:p w:rsidR="005B0461" w:rsidRDefault="005B0461" w:rsidP="005B0461">
      <w:r>
        <w:t>316.2206</w:t>
      </w:r>
      <w:r>
        <w:tab/>
        <w:t>5.047e0</w:t>
      </w:r>
    </w:p>
    <w:p w:rsidR="005B0461" w:rsidRDefault="005B0461" w:rsidP="005B0461">
      <w:r>
        <w:t>316.2245</w:t>
      </w:r>
      <w:r>
        <w:tab/>
        <w:t>7.089e0</w:t>
      </w:r>
    </w:p>
    <w:p w:rsidR="005B0461" w:rsidRDefault="005B0461" w:rsidP="005B0461">
      <w:r>
        <w:t>316.2487</w:t>
      </w:r>
      <w:r>
        <w:tab/>
        <w:t>8.897e0</w:t>
      </w:r>
    </w:p>
    <w:p w:rsidR="005B0461" w:rsidRDefault="005B0461" w:rsidP="005B0461">
      <w:r>
        <w:t>316.2589</w:t>
      </w:r>
      <w:r>
        <w:tab/>
        <w:t>2.025e0</w:t>
      </w:r>
    </w:p>
    <w:p w:rsidR="005B0461" w:rsidRDefault="005B0461" w:rsidP="005B0461">
      <w:r>
        <w:t>316.2819</w:t>
      </w:r>
      <w:r>
        <w:tab/>
        <w:t>6.558e0</w:t>
      </w:r>
    </w:p>
    <w:p w:rsidR="005B0461" w:rsidRDefault="005B0461" w:rsidP="005B0461">
      <w:r>
        <w:t>316.2914</w:t>
      </w:r>
      <w:r>
        <w:tab/>
        <w:t>8.153e0</w:t>
      </w:r>
    </w:p>
    <w:p w:rsidR="005B0461" w:rsidRDefault="005B0461" w:rsidP="005B0461">
      <w:r>
        <w:t>316.3267</w:t>
      </w:r>
      <w:r>
        <w:tab/>
        <w:t>1.013e0</w:t>
      </w:r>
    </w:p>
    <w:p w:rsidR="005B0461" w:rsidRDefault="005B0461" w:rsidP="005B0461">
      <w:r>
        <w:t>316.3468</w:t>
      </w:r>
      <w:r>
        <w:tab/>
        <w:t>1.013e0</w:t>
      </w:r>
    </w:p>
    <w:p w:rsidR="005B0461" w:rsidRDefault="005B0461" w:rsidP="005B0461">
      <w:r>
        <w:t>316.4017</w:t>
      </w:r>
      <w:r>
        <w:tab/>
        <w:t>2.025e0</w:t>
      </w:r>
    </w:p>
    <w:p w:rsidR="005B0461" w:rsidRDefault="005B0461" w:rsidP="005B0461">
      <w:r>
        <w:t>316.4283</w:t>
      </w:r>
      <w:r>
        <w:tab/>
        <w:t>2.025e0</w:t>
      </w:r>
    </w:p>
    <w:p w:rsidR="005B0461" w:rsidRDefault="005B0461" w:rsidP="005B0461">
      <w:r>
        <w:t>316.4410</w:t>
      </w:r>
      <w:r>
        <w:tab/>
        <w:t>2.025e0</w:t>
      </w:r>
    </w:p>
    <w:p w:rsidR="005B0461" w:rsidRDefault="005B0461" w:rsidP="005B0461">
      <w:r>
        <w:t>316.4515</w:t>
      </w:r>
      <w:r>
        <w:tab/>
        <w:t>2.025e0</w:t>
      </w:r>
    </w:p>
    <w:p w:rsidR="005B0461" w:rsidRDefault="005B0461" w:rsidP="005B0461">
      <w:r>
        <w:t>316.4595</w:t>
      </w:r>
      <w:r>
        <w:tab/>
        <w:t>2.025e0</w:t>
      </w:r>
    </w:p>
    <w:p w:rsidR="005B0461" w:rsidRDefault="005B0461" w:rsidP="005B0461">
      <w:r>
        <w:t>316.4798</w:t>
      </w:r>
      <w:r>
        <w:tab/>
        <w:t>1.013e0</w:t>
      </w:r>
    </w:p>
    <w:p w:rsidR="005B0461" w:rsidRDefault="005B0461" w:rsidP="005B0461">
      <w:r>
        <w:t>316.4878</w:t>
      </w:r>
      <w:r>
        <w:tab/>
        <w:t>1.013e0</w:t>
      </w:r>
    </w:p>
    <w:p w:rsidR="005B0461" w:rsidRDefault="005B0461" w:rsidP="005B0461">
      <w:r>
        <w:lastRenderedPageBreak/>
        <w:t>316.5159</w:t>
      </w:r>
      <w:r>
        <w:tab/>
        <w:t>1.013e0</w:t>
      </w:r>
    </w:p>
    <w:p w:rsidR="005B0461" w:rsidRDefault="005B0461" w:rsidP="005B0461">
      <w:r>
        <w:t>316.5233</w:t>
      </w:r>
      <w:r>
        <w:tab/>
        <w:t>2.025e0</w:t>
      </w:r>
    </w:p>
    <w:p w:rsidR="005B0461" w:rsidRDefault="005B0461" w:rsidP="005B0461">
      <w:r>
        <w:t>316.5543</w:t>
      </w:r>
      <w:r>
        <w:tab/>
        <w:t>2.025e0</w:t>
      </w:r>
    </w:p>
    <w:p w:rsidR="005B0461" w:rsidRDefault="005B0461" w:rsidP="005B0461">
      <w:r>
        <w:t>316.5923</w:t>
      </w:r>
      <w:r>
        <w:tab/>
        <w:t>1.013e0</w:t>
      </w:r>
    </w:p>
    <w:p w:rsidR="005B0461" w:rsidRDefault="005B0461" w:rsidP="005B0461">
      <w:r>
        <w:t>316.6205</w:t>
      </w:r>
      <w:r>
        <w:tab/>
        <w:t>1.013e0</w:t>
      </w:r>
    </w:p>
    <w:p w:rsidR="005B0461" w:rsidRDefault="005B0461" w:rsidP="005B0461">
      <w:r>
        <w:t>316.6402</w:t>
      </w:r>
      <w:r>
        <w:tab/>
        <w:t>1.013e0</w:t>
      </w:r>
    </w:p>
    <w:p w:rsidR="005B0461" w:rsidRDefault="005B0461" w:rsidP="005B0461">
      <w:r>
        <w:t>316.6528</w:t>
      </w:r>
      <w:r>
        <w:tab/>
        <w:t>1.013e0</w:t>
      </w:r>
    </w:p>
    <w:p w:rsidR="005B0461" w:rsidRDefault="005B0461" w:rsidP="005B0461">
      <w:r>
        <w:t>316.6689</w:t>
      </w:r>
      <w:r>
        <w:tab/>
        <w:t>1.013e0</w:t>
      </w:r>
    </w:p>
    <w:p w:rsidR="005B0461" w:rsidRDefault="005B0461" w:rsidP="005B0461">
      <w:r>
        <w:t>316.6918</w:t>
      </w:r>
      <w:r>
        <w:tab/>
        <w:t>1.013e0</w:t>
      </w:r>
    </w:p>
    <w:p w:rsidR="005B0461" w:rsidRDefault="005B0461" w:rsidP="005B0461">
      <w:r>
        <w:t>316.6972</w:t>
      </w:r>
      <w:r>
        <w:tab/>
        <w:t>1.013e0</w:t>
      </w:r>
    </w:p>
    <w:p w:rsidR="005B0461" w:rsidRDefault="005B0461" w:rsidP="005B0461">
      <w:r>
        <w:t>316.7010</w:t>
      </w:r>
      <w:r>
        <w:tab/>
        <w:t>1.013e0</w:t>
      </w:r>
    </w:p>
    <w:p w:rsidR="005B0461" w:rsidRDefault="005B0461" w:rsidP="005B0461">
      <w:r>
        <w:t>316.7147</w:t>
      </w:r>
      <w:r>
        <w:tab/>
        <w:t>1.013e0</w:t>
      </w:r>
    </w:p>
    <w:p w:rsidR="005B0461" w:rsidRDefault="005B0461" w:rsidP="005B0461">
      <w:r>
        <w:t>316.7334</w:t>
      </w:r>
      <w:r>
        <w:tab/>
        <w:t>1.013e0</w:t>
      </w:r>
    </w:p>
    <w:p w:rsidR="005B0461" w:rsidRDefault="005B0461" w:rsidP="005B0461">
      <w:r>
        <w:t>316.7575</w:t>
      </w:r>
      <w:r>
        <w:tab/>
        <w:t>1.013e0</w:t>
      </w:r>
    </w:p>
    <w:p w:rsidR="005B0461" w:rsidRDefault="005B0461" w:rsidP="005B0461">
      <w:r>
        <w:t>316.7733</w:t>
      </w:r>
      <w:r>
        <w:tab/>
        <w:t>2.025e0</w:t>
      </w:r>
    </w:p>
    <w:p w:rsidR="005B0461" w:rsidRDefault="005B0461" w:rsidP="005B0461">
      <w:r>
        <w:t>316.8098</w:t>
      </w:r>
      <w:r>
        <w:tab/>
        <w:t>1.013e0</w:t>
      </w:r>
    </w:p>
    <w:p w:rsidR="005B0461" w:rsidRDefault="005B0461" w:rsidP="005B0461">
      <w:r>
        <w:t>316.8191</w:t>
      </w:r>
      <w:r>
        <w:tab/>
        <w:t>3.038e0</w:t>
      </w:r>
    </w:p>
    <w:p w:rsidR="005B0461" w:rsidRDefault="005B0461" w:rsidP="005B0461">
      <w:r>
        <w:t>316.8421</w:t>
      </w:r>
      <w:r>
        <w:tab/>
        <w:t>2.025e0</w:t>
      </w:r>
    </w:p>
    <w:p w:rsidR="005B0461" w:rsidRDefault="005B0461" w:rsidP="005B0461">
      <w:r>
        <w:t>316.8809</w:t>
      </w:r>
      <w:r>
        <w:tab/>
        <w:t>2.025e0</w:t>
      </w:r>
    </w:p>
    <w:p w:rsidR="005B0461" w:rsidRDefault="005B0461" w:rsidP="005B0461">
      <w:r>
        <w:lastRenderedPageBreak/>
        <w:t>316.8924</w:t>
      </w:r>
      <w:r>
        <w:tab/>
        <w:t>2.025e0</w:t>
      </w:r>
    </w:p>
    <w:p w:rsidR="005B0461" w:rsidRDefault="005B0461" w:rsidP="005B0461">
      <w:r>
        <w:t>316.9096</w:t>
      </w:r>
      <w:r>
        <w:tab/>
        <w:t>1.013e0</w:t>
      </w:r>
    </w:p>
    <w:p w:rsidR="005B0461" w:rsidRDefault="005B0461" w:rsidP="005B0461">
      <w:r>
        <w:t>316.9609</w:t>
      </w:r>
      <w:r>
        <w:tab/>
        <w:t>7.660e0</w:t>
      </w:r>
    </w:p>
    <w:p w:rsidR="005B0461" w:rsidRDefault="005B0461" w:rsidP="005B0461">
      <w:r>
        <w:t>316.9738</w:t>
      </w:r>
      <w:r>
        <w:tab/>
        <w:t>6.076e0</w:t>
      </w:r>
    </w:p>
    <w:p w:rsidR="005B0461" w:rsidRDefault="005B0461" w:rsidP="005B0461">
      <w:r>
        <w:t>316.9753</w:t>
      </w:r>
      <w:r>
        <w:tab/>
        <w:t>1.105e1</w:t>
      </w:r>
    </w:p>
    <w:p w:rsidR="005B0461" w:rsidRDefault="005B0461" w:rsidP="005B0461">
      <w:r>
        <w:t>316.9789</w:t>
      </w:r>
      <w:r>
        <w:tab/>
        <w:t>1.013e0</w:t>
      </w:r>
    </w:p>
    <w:p w:rsidR="005B0461" w:rsidRDefault="005B0461" w:rsidP="005B0461">
      <w:r>
        <w:t>317.0158</w:t>
      </w:r>
      <w:r>
        <w:tab/>
        <w:t>1.280e0</w:t>
      </w:r>
    </w:p>
    <w:p w:rsidR="005B0461" w:rsidRDefault="005B0461" w:rsidP="005B0461">
      <w:r>
        <w:t>317.0225</w:t>
      </w:r>
      <w:r>
        <w:tab/>
        <w:t>3.038e0</w:t>
      </w:r>
    </w:p>
    <w:p w:rsidR="005B0461" w:rsidRDefault="005B0461" w:rsidP="005B0461">
      <w:r>
        <w:t>317.0574</w:t>
      </w:r>
      <w:r>
        <w:tab/>
        <w:t>3.702e0</w:t>
      </w:r>
    </w:p>
    <w:p w:rsidR="005B0461" w:rsidRDefault="005B0461" w:rsidP="005B0461">
      <w:r>
        <w:t>317.0649</w:t>
      </w:r>
      <w:r>
        <w:tab/>
        <w:t>2.872e0</w:t>
      </w:r>
    </w:p>
    <w:p w:rsidR="005B0461" w:rsidRDefault="005B0461" w:rsidP="005B0461">
      <w:r>
        <w:t>317.0683</w:t>
      </w:r>
      <w:r>
        <w:tab/>
        <w:t>1.483e0</w:t>
      </w:r>
    </w:p>
    <w:p w:rsidR="005B0461" w:rsidRDefault="005B0461" w:rsidP="005B0461">
      <w:r>
        <w:t>317.0923</w:t>
      </w:r>
      <w:r>
        <w:tab/>
        <w:t>2.169e0</w:t>
      </w:r>
    </w:p>
    <w:p w:rsidR="005B0461" w:rsidRDefault="005B0461" w:rsidP="005B0461">
      <w:r>
        <w:t>317.1060</w:t>
      </w:r>
      <w:r>
        <w:tab/>
        <w:t>2.025e0</w:t>
      </w:r>
    </w:p>
    <w:p w:rsidR="005B0461" w:rsidRDefault="005B0461" w:rsidP="005B0461">
      <w:r>
        <w:t>317.1171</w:t>
      </w:r>
      <w:r>
        <w:tab/>
        <w:t>2.630e0</w:t>
      </w:r>
    </w:p>
    <w:p w:rsidR="005B0461" w:rsidRDefault="005B0461" w:rsidP="005B0461">
      <w:r>
        <w:t>317.1275</w:t>
      </w:r>
      <w:r>
        <w:tab/>
        <w:t>2.930e0</w:t>
      </w:r>
    </w:p>
    <w:p w:rsidR="005B0461" w:rsidRDefault="005B0461" w:rsidP="005B0461">
      <w:r>
        <w:t>317.1432</w:t>
      </w:r>
      <w:r>
        <w:tab/>
        <w:t>4.051e0</w:t>
      </w:r>
    </w:p>
    <w:p w:rsidR="005B0461" w:rsidRDefault="005B0461" w:rsidP="005B0461">
      <w:r>
        <w:t>317.1467</w:t>
      </w:r>
      <w:r>
        <w:tab/>
        <w:t>3.038e0</w:t>
      </w:r>
    </w:p>
    <w:p w:rsidR="005B0461" w:rsidRDefault="005B0461" w:rsidP="005B0461">
      <w:r>
        <w:t>317.1479</w:t>
      </w:r>
      <w:r>
        <w:tab/>
        <w:t>2.025e0</w:t>
      </w:r>
    </w:p>
    <w:p w:rsidR="005B0461" w:rsidRDefault="005B0461" w:rsidP="005B0461">
      <w:r>
        <w:t>317.1791</w:t>
      </w:r>
      <w:r>
        <w:tab/>
        <w:t>2.025e0</w:t>
      </w:r>
    </w:p>
    <w:p w:rsidR="005B0461" w:rsidRDefault="005B0461" w:rsidP="005B0461">
      <w:r>
        <w:lastRenderedPageBreak/>
        <w:t>317.1925</w:t>
      </w:r>
      <w:r>
        <w:tab/>
        <w:t>1.013e0</w:t>
      </w:r>
    </w:p>
    <w:p w:rsidR="005B0461" w:rsidRDefault="005B0461" w:rsidP="005B0461">
      <w:r>
        <w:t>317.2089</w:t>
      </w:r>
      <w:r>
        <w:tab/>
        <w:t>5.063e0</w:t>
      </w:r>
    </w:p>
    <w:p w:rsidR="005B0461" w:rsidRDefault="005B0461" w:rsidP="005B0461">
      <w:r>
        <w:t>317.2213</w:t>
      </w:r>
      <w:r>
        <w:tab/>
        <w:t>3.038e0</w:t>
      </w:r>
    </w:p>
    <w:p w:rsidR="005B0461" w:rsidRDefault="005B0461" w:rsidP="005B0461">
      <w:r>
        <w:t>317.2368</w:t>
      </w:r>
      <w:r>
        <w:tab/>
        <w:t>3.038e0</w:t>
      </w:r>
    </w:p>
    <w:p w:rsidR="005B0461" w:rsidRDefault="005B0461" w:rsidP="005B0461">
      <w:r>
        <w:t>317.2651</w:t>
      </w:r>
      <w:r>
        <w:tab/>
        <w:t>1.013e0</w:t>
      </w:r>
    </w:p>
    <w:p w:rsidR="005B0461" w:rsidRDefault="005B0461" w:rsidP="005B0461">
      <w:r>
        <w:t>317.2824</w:t>
      </w:r>
      <w:r>
        <w:tab/>
        <w:t>1.013e0</w:t>
      </w:r>
    </w:p>
    <w:p w:rsidR="005B0461" w:rsidRDefault="005B0461" w:rsidP="005B0461">
      <w:r>
        <w:t>317.3214</w:t>
      </w:r>
      <w:r>
        <w:tab/>
        <w:t>1.013e0</w:t>
      </w:r>
    </w:p>
    <w:p w:rsidR="005B0461" w:rsidRDefault="005B0461" w:rsidP="005B0461">
      <w:r>
        <w:t>317.3341</w:t>
      </w:r>
      <w:r>
        <w:tab/>
        <w:t>1.013e0</w:t>
      </w:r>
    </w:p>
    <w:p w:rsidR="005B0461" w:rsidRDefault="005B0461" w:rsidP="005B0461">
      <w:r>
        <w:t>317.3536</w:t>
      </w:r>
      <w:r>
        <w:tab/>
        <w:t>1.013e0</w:t>
      </w:r>
    </w:p>
    <w:p w:rsidR="005B0461" w:rsidRDefault="005B0461" w:rsidP="005B0461">
      <w:r>
        <w:t>317.3685</w:t>
      </w:r>
      <w:r>
        <w:tab/>
        <w:t>1.013e0</w:t>
      </w:r>
    </w:p>
    <w:p w:rsidR="005B0461" w:rsidRDefault="005B0461" w:rsidP="005B0461">
      <w:r>
        <w:t>317.3972</w:t>
      </w:r>
      <w:r>
        <w:tab/>
        <w:t>2.025e0</w:t>
      </w:r>
    </w:p>
    <w:p w:rsidR="005B0461" w:rsidRDefault="005B0461" w:rsidP="005B0461">
      <w:r>
        <w:t>317.4719</w:t>
      </w:r>
      <w:r>
        <w:tab/>
        <w:t>1.013e0</w:t>
      </w:r>
    </w:p>
    <w:p w:rsidR="005B0461" w:rsidRDefault="005B0461" w:rsidP="005B0461">
      <w:r>
        <w:t>317.4798</w:t>
      </w:r>
      <w:r>
        <w:tab/>
        <w:t>2.025e0</w:t>
      </w:r>
    </w:p>
    <w:p w:rsidR="005B0461" w:rsidRDefault="005B0461" w:rsidP="005B0461">
      <w:r>
        <w:t>317.4885</w:t>
      </w:r>
      <w:r>
        <w:tab/>
        <w:t>2.025e0</w:t>
      </w:r>
    </w:p>
    <w:p w:rsidR="005B0461" w:rsidRDefault="005B0461" w:rsidP="005B0461">
      <w:r>
        <w:t>317.5236</w:t>
      </w:r>
      <w:r>
        <w:tab/>
        <w:t>1.013e0</w:t>
      </w:r>
    </w:p>
    <w:p w:rsidR="005B0461" w:rsidRDefault="005B0461" w:rsidP="005B0461">
      <w:r>
        <w:t>317.5246</w:t>
      </w:r>
      <w:r>
        <w:tab/>
        <w:t>3.038e0</w:t>
      </w:r>
    </w:p>
    <w:p w:rsidR="005B0461" w:rsidRDefault="005B0461" w:rsidP="005B0461">
      <w:r>
        <w:t>317.5446</w:t>
      </w:r>
      <w:r>
        <w:tab/>
        <w:t>2.025e0</w:t>
      </w:r>
    </w:p>
    <w:p w:rsidR="005B0461" w:rsidRDefault="005B0461" w:rsidP="005B0461">
      <w:r>
        <w:t>317.5735</w:t>
      </w:r>
      <w:r>
        <w:tab/>
        <w:t>2.025e0</w:t>
      </w:r>
    </w:p>
    <w:p w:rsidR="005B0461" w:rsidRDefault="005B0461" w:rsidP="005B0461">
      <w:r>
        <w:t>317.5786</w:t>
      </w:r>
      <w:r>
        <w:tab/>
        <w:t>2.025e0</w:t>
      </w:r>
    </w:p>
    <w:p w:rsidR="005B0461" w:rsidRDefault="005B0461" w:rsidP="005B0461">
      <w:r>
        <w:lastRenderedPageBreak/>
        <w:t>317.6322</w:t>
      </w:r>
      <w:r>
        <w:tab/>
        <w:t>3.038e0</w:t>
      </w:r>
    </w:p>
    <w:p w:rsidR="005B0461" w:rsidRDefault="005B0461" w:rsidP="005B0461">
      <w:r>
        <w:t>317.6477</w:t>
      </w:r>
      <w:r>
        <w:tab/>
        <w:t>1.013e0</w:t>
      </w:r>
    </w:p>
    <w:p w:rsidR="005B0461" w:rsidRDefault="005B0461" w:rsidP="005B0461">
      <w:r>
        <w:t>317.6711</w:t>
      </w:r>
      <w:r>
        <w:tab/>
        <w:t>2.025e0</w:t>
      </w:r>
    </w:p>
    <w:p w:rsidR="005B0461" w:rsidRDefault="005B0461" w:rsidP="005B0461">
      <w:r>
        <w:t>317.7131</w:t>
      </w:r>
      <w:r>
        <w:tab/>
        <w:t>1.013e0</w:t>
      </w:r>
    </w:p>
    <w:p w:rsidR="005B0461" w:rsidRDefault="005B0461" w:rsidP="005B0461">
      <w:r>
        <w:t>317.7516</w:t>
      </w:r>
      <w:r>
        <w:tab/>
        <w:t>2.025e0</w:t>
      </w:r>
    </w:p>
    <w:p w:rsidR="005B0461" w:rsidRDefault="005B0461" w:rsidP="005B0461">
      <w:r>
        <w:t>317.7649</w:t>
      </w:r>
      <w:r>
        <w:tab/>
        <w:t>1.013e0</w:t>
      </w:r>
    </w:p>
    <w:p w:rsidR="005B0461" w:rsidRDefault="005B0461" w:rsidP="005B0461">
      <w:r>
        <w:t>317.7751</w:t>
      </w:r>
      <w:r>
        <w:tab/>
        <w:t>2.025e0</w:t>
      </w:r>
    </w:p>
    <w:p w:rsidR="005B0461" w:rsidRDefault="005B0461" w:rsidP="005B0461">
      <w:r>
        <w:t>317.7807</w:t>
      </w:r>
      <w:r>
        <w:tab/>
        <w:t>1.013e0</w:t>
      </w:r>
    </w:p>
    <w:p w:rsidR="005B0461" w:rsidRDefault="005B0461" w:rsidP="005B0461">
      <w:r>
        <w:t>317.7993</w:t>
      </w:r>
      <w:r>
        <w:tab/>
        <w:t>1.013e0</w:t>
      </w:r>
    </w:p>
    <w:p w:rsidR="005B0461" w:rsidRDefault="005B0461" w:rsidP="005B0461">
      <w:r>
        <w:t>317.8130</w:t>
      </w:r>
      <w:r>
        <w:tab/>
        <w:t>1.013e0</w:t>
      </w:r>
    </w:p>
    <w:p w:rsidR="005B0461" w:rsidRDefault="005B0461" w:rsidP="005B0461">
      <w:r>
        <w:t>317.8223</w:t>
      </w:r>
      <w:r>
        <w:tab/>
        <w:t>1.013e0</w:t>
      </w:r>
    </w:p>
    <w:p w:rsidR="005B0461" w:rsidRDefault="005B0461" w:rsidP="005B0461">
      <w:r>
        <w:t>317.8371</w:t>
      </w:r>
      <w:r>
        <w:tab/>
        <w:t>1.013e0</w:t>
      </w:r>
    </w:p>
    <w:p w:rsidR="005B0461" w:rsidRDefault="005B0461" w:rsidP="005B0461">
      <w:r>
        <w:t>317.8453</w:t>
      </w:r>
      <w:r>
        <w:tab/>
        <w:t>1.013e0</w:t>
      </w:r>
    </w:p>
    <w:p w:rsidR="005B0461" w:rsidRDefault="005B0461" w:rsidP="005B0461">
      <w:r>
        <w:t>317.8741</w:t>
      </w:r>
      <w:r>
        <w:tab/>
        <w:t>1.013e0</w:t>
      </w:r>
    </w:p>
    <w:p w:rsidR="005B0461" w:rsidRDefault="005B0461" w:rsidP="005B0461">
      <w:r>
        <w:t>317.9092</w:t>
      </w:r>
      <w:r>
        <w:tab/>
        <w:t>2.025e0</w:t>
      </w:r>
    </w:p>
    <w:p w:rsidR="005B0461" w:rsidRDefault="005B0461" w:rsidP="005B0461">
      <w:r>
        <w:t>317.9138</w:t>
      </w:r>
      <w:r>
        <w:tab/>
        <w:t>2.025e0</w:t>
      </w:r>
    </w:p>
    <w:p w:rsidR="005B0461" w:rsidRDefault="005B0461" w:rsidP="005B0461">
      <w:r>
        <w:t>317.9155</w:t>
      </w:r>
      <w:r>
        <w:tab/>
        <w:t>3.038e0</w:t>
      </w:r>
    </w:p>
    <w:p w:rsidR="005B0461" w:rsidRDefault="005B0461" w:rsidP="005B0461">
      <w:r>
        <w:t>317.9546</w:t>
      </w:r>
      <w:r>
        <w:tab/>
        <w:t>2.025e0</w:t>
      </w:r>
    </w:p>
    <w:p w:rsidR="005B0461" w:rsidRDefault="005B0461" w:rsidP="005B0461">
      <w:r>
        <w:t>317.9718</w:t>
      </w:r>
      <w:r>
        <w:tab/>
        <w:t>4.051e0</w:t>
      </w:r>
    </w:p>
    <w:p w:rsidR="005B0461" w:rsidRDefault="005B0461" w:rsidP="005B0461">
      <w:r>
        <w:lastRenderedPageBreak/>
        <w:t>317.9928</w:t>
      </w:r>
      <w:r>
        <w:tab/>
        <w:t>3.038e0</w:t>
      </w:r>
    </w:p>
    <w:p w:rsidR="005B0461" w:rsidRDefault="005B0461" w:rsidP="005B0461">
      <w:r>
        <w:t>318.0179</w:t>
      </w:r>
      <w:r>
        <w:tab/>
        <w:t>2.261e0</w:t>
      </w:r>
    </w:p>
    <w:p w:rsidR="005B0461" w:rsidRDefault="005B0461" w:rsidP="005B0461">
      <w:r>
        <w:t>318.0242</w:t>
      </w:r>
      <w:r>
        <w:tab/>
        <w:t>1.645e0</w:t>
      </w:r>
    </w:p>
    <w:p w:rsidR="005B0461" w:rsidRDefault="005B0461" w:rsidP="005B0461">
      <w:r>
        <w:t>318.0696</w:t>
      </w:r>
      <w:r>
        <w:tab/>
        <w:t>6.308e0</w:t>
      </w:r>
    </w:p>
    <w:p w:rsidR="005B0461" w:rsidRDefault="005B0461" w:rsidP="005B0461">
      <w:r>
        <w:t>318.0811</w:t>
      </w:r>
      <w:r>
        <w:tab/>
        <w:t>3.596e0</w:t>
      </w:r>
    </w:p>
    <w:p w:rsidR="005B0461" w:rsidRDefault="005B0461" w:rsidP="005B0461">
      <w:r>
        <w:t>318.0832</w:t>
      </w:r>
      <w:r>
        <w:tab/>
        <w:t>9.412e0</w:t>
      </w:r>
    </w:p>
    <w:p w:rsidR="005B0461" w:rsidRDefault="005B0461" w:rsidP="005B0461">
      <w:r>
        <w:t>318.0891</w:t>
      </w:r>
      <w:r>
        <w:tab/>
        <w:t>3.682e0</w:t>
      </w:r>
    </w:p>
    <w:p w:rsidR="005B0461" w:rsidRDefault="005B0461" w:rsidP="005B0461">
      <w:r>
        <w:t>318.1190</w:t>
      </w:r>
      <w:r>
        <w:tab/>
        <w:t>1.894e0</w:t>
      </w:r>
    </w:p>
    <w:p w:rsidR="005B0461" w:rsidRDefault="005B0461" w:rsidP="005B0461">
      <w:r>
        <w:t>318.1363</w:t>
      </w:r>
      <w:r>
        <w:tab/>
        <w:t>2.025e0</w:t>
      </w:r>
    </w:p>
    <w:p w:rsidR="005B0461" w:rsidRDefault="005B0461" w:rsidP="005B0461">
      <w:r>
        <w:t>318.1387</w:t>
      </w:r>
      <w:r>
        <w:tab/>
        <w:t>2.025e0</w:t>
      </w:r>
    </w:p>
    <w:p w:rsidR="005B0461" w:rsidRDefault="005B0461" w:rsidP="005B0461">
      <w:r>
        <w:t>318.1658</w:t>
      </w:r>
      <w:r>
        <w:tab/>
        <w:t>2.025e0</w:t>
      </w:r>
    </w:p>
    <w:p w:rsidR="005B0461" w:rsidRDefault="005B0461" w:rsidP="005B0461">
      <w:r>
        <w:t>318.1838</w:t>
      </w:r>
      <w:r>
        <w:tab/>
        <w:t>1.013e0</w:t>
      </w:r>
    </w:p>
    <w:p w:rsidR="005B0461" w:rsidRDefault="005B0461" w:rsidP="005B0461">
      <w:r>
        <w:t>318.2005</w:t>
      </w:r>
      <w:r>
        <w:tab/>
        <w:t>5.039e0</w:t>
      </w:r>
    </w:p>
    <w:p w:rsidR="005B0461" w:rsidRDefault="005B0461" w:rsidP="005B0461">
      <w:r>
        <w:t>318.2119</w:t>
      </w:r>
      <w:r>
        <w:tab/>
        <w:t>1.013e0</w:t>
      </w:r>
    </w:p>
    <w:p w:rsidR="005B0461" w:rsidRDefault="005B0461" w:rsidP="005B0461">
      <w:r>
        <w:t>318.2240</w:t>
      </w:r>
      <w:r>
        <w:tab/>
        <w:t>3.038e0</w:t>
      </w:r>
    </w:p>
    <w:p w:rsidR="005B0461" w:rsidRDefault="005B0461" w:rsidP="005B0461">
      <w:r>
        <w:t>318.2254</w:t>
      </w:r>
      <w:r>
        <w:tab/>
        <w:t>4.632e0</w:t>
      </w:r>
    </w:p>
    <w:p w:rsidR="005B0461" w:rsidRDefault="005B0461" w:rsidP="005B0461">
      <w:r>
        <w:t>318.2421</w:t>
      </w:r>
      <w:r>
        <w:tab/>
        <w:t>3.038e0</w:t>
      </w:r>
    </w:p>
    <w:p w:rsidR="005B0461" w:rsidRDefault="005B0461" w:rsidP="005B0461">
      <w:r>
        <w:t>318.2562</w:t>
      </w:r>
      <w:r>
        <w:tab/>
        <w:t>4.051e0</w:t>
      </w:r>
    </w:p>
    <w:p w:rsidR="005B0461" w:rsidRDefault="005B0461" w:rsidP="005B0461">
      <w:r>
        <w:t>318.2812</w:t>
      </w:r>
      <w:r>
        <w:tab/>
        <w:t>3.038e0</w:t>
      </w:r>
    </w:p>
    <w:p w:rsidR="005B0461" w:rsidRDefault="005B0461" w:rsidP="005B0461">
      <w:r>
        <w:lastRenderedPageBreak/>
        <w:t>318.2825</w:t>
      </w:r>
      <w:r>
        <w:tab/>
        <w:t>3.032e0</w:t>
      </w:r>
    </w:p>
    <w:p w:rsidR="005B0461" w:rsidRDefault="005B0461" w:rsidP="005B0461">
      <w:r>
        <w:t>318.2966</w:t>
      </w:r>
      <w:r>
        <w:tab/>
        <w:t>1.013e0</w:t>
      </w:r>
    </w:p>
    <w:p w:rsidR="005B0461" w:rsidRDefault="005B0461" w:rsidP="005B0461">
      <w:r>
        <w:t>318.3124</w:t>
      </w:r>
      <w:r>
        <w:tab/>
        <w:t>2.025e0</w:t>
      </w:r>
    </w:p>
    <w:p w:rsidR="005B0461" w:rsidRDefault="005B0461" w:rsidP="005B0461">
      <w:r>
        <w:t>318.3208</w:t>
      </w:r>
      <w:r>
        <w:tab/>
        <w:t>1.013e0</w:t>
      </w:r>
    </w:p>
    <w:p w:rsidR="005B0461" w:rsidRDefault="005B0461" w:rsidP="005B0461">
      <w:r>
        <w:t>318.3249</w:t>
      </w:r>
      <w:r>
        <w:tab/>
        <w:t>1.013e0</w:t>
      </w:r>
    </w:p>
    <w:p w:rsidR="005B0461" w:rsidRDefault="005B0461" w:rsidP="005B0461">
      <w:r>
        <w:t>318.3287</w:t>
      </w:r>
      <w:r>
        <w:tab/>
        <w:t>1.013e0</w:t>
      </w:r>
    </w:p>
    <w:p w:rsidR="005B0461" w:rsidRDefault="005B0461" w:rsidP="005B0461">
      <w:r>
        <w:t>318.4406</w:t>
      </w:r>
      <w:r>
        <w:tab/>
        <w:t>6.076e0</w:t>
      </w:r>
    </w:p>
    <w:p w:rsidR="005B0461" w:rsidRDefault="005B0461" w:rsidP="005B0461">
      <w:r>
        <w:t>318.4667</w:t>
      </w:r>
      <w:r>
        <w:tab/>
        <w:t>1.013e0</w:t>
      </w:r>
    </w:p>
    <w:p w:rsidR="005B0461" w:rsidRDefault="005B0461" w:rsidP="005B0461">
      <w:r>
        <w:t>318.4933</w:t>
      </w:r>
      <w:r>
        <w:tab/>
        <w:t>6.076e0</w:t>
      </w:r>
    </w:p>
    <w:p w:rsidR="005B0461" w:rsidRDefault="005B0461" w:rsidP="005B0461">
      <w:r>
        <w:t>318.5288</w:t>
      </w:r>
      <w:r>
        <w:tab/>
        <w:t>2.025e0</w:t>
      </w:r>
    </w:p>
    <w:p w:rsidR="005B0461" w:rsidRDefault="005B0461" w:rsidP="005B0461">
      <w:r>
        <w:t>318.5425</w:t>
      </w:r>
      <w:r>
        <w:tab/>
        <w:t>1.013e0</w:t>
      </w:r>
    </w:p>
    <w:p w:rsidR="005B0461" w:rsidRDefault="005B0461" w:rsidP="005B0461">
      <w:r>
        <w:t>318.5990</w:t>
      </w:r>
      <w:r>
        <w:tab/>
        <w:t>3.038e0</w:t>
      </w:r>
    </w:p>
    <w:p w:rsidR="005B0461" w:rsidRDefault="005B0461" w:rsidP="005B0461">
      <w:r>
        <w:t>318.6050</w:t>
      </w:r>
      <w:r>
        <w:tab/>
        <w:t>2.025e0</w:t>
      </w:r>
    </w:p>
    <w:p w:rsidR="005B0461" w:rsidRDefault="005B0461" w:rsidP="005B0461">
      <w:r>
        <w:t>318.6192</w:t>
      </w:r>
      <w:r>
        <w:tab/>
        <w:t>3.038e0</w:t>
      </w:r>
    </w:p>
    <w:p w:rsidR="005B0461" w:rsidRDefault="005B0461" w:rsidP="005B0461">
      <w:r>
        <w:t>318.6337</w:t>
      </w:r>
      <w:r>
        <w:tab/>
        <w:t>1.013e0</w:t>
      </w:r>
    </w:p>
    <w:p w:rsidR="005B0461" w:rsidRDefault="005B0461" w:rsidP="005B0461">
      <w:r>
        <w:t>318.6474</w:t>
      </w:r>
      <w:r>
        <w:tab/>
        <w:t>1.013e0</w:t>
      </w:r>
    </w:p>
    <w:p w:rsidR="005B0461" w:rsidRDefault="005B0461" w:rsidP="005B0461">
      <w:r>
        <w:t>318.6715</w:t>
      </w:r>
      <w:r>
        <w:tab/>
        <w:t>1.013e0</w:t>
      </w:r>
    </w:p>
    <w:p w:rsidR="005B0461" w:rsidRDefault="005B0461" w:rsidP="005B0461">
      <w:r>
        <w:t>318.6868</w:t>
      </w:r>
      <w:r>
        <w:tab/>
        <w:t>4.051e0</w:t>
      </w:r>
    </w:p>
    <w:p w:rsidR="005B0461" w:rsidRDefault="005B0461" w:rsidP="005B0461">
      <w:r>
        <w:t>318.6958</w:t>
      </w:r>
      <w:r>
        <w:tab/>
        <w:t>1.013e0</w:t>
      </w:r>
    </w:p>
    <w:p w:rsidR="005B0461" w:rsidRDefault="005B0461" w:rsidP="005B0461">
      <w:r>
        <w:lastRenderedPageBreak/>
        <w:t>318.7240</w:t>
      </w:r>
      <w:r>
        <w:tab/>
        <w:t>1.013e0</w:t>
      </w:r>
    </w:p>
    <w:p w:rsidR="005B0461" w:rsidRDefault="005B0461" w:rsidP="005B0461">
      <w:r>
        <w:t>318.7333</w:t>
      </w:r>
      <w:r>
        <w:tab/>
        <w:t>2.025e0</w:t>
      </w:r>
    </w:p>
    <w:p w:rsidR="005B0461" w:rsidRDefault="005B0461" w:rsidP="005B0461">
      <w:r>
        <w:t>318.7353</w:t>
      </w:r>
      <w:r>
        <w:tab/>
        <w:t>2.025e0</w:t>
      </w:r>
    </w:p>
    <w:p w:rsidR="005B0461" w:rsidRDefault="005B0461" w:rsidP="005B0461">
      <w:r>
        <w:t>318.7662</w:t>
      </w:r>
      <w:r>
        <w:tab/>
        <w:t>1.013e0</w:t>
      </w:r>
    </w:p>
    <w:p w:rsidR="005B0461" w:rsidRDefault="005B0461" w:rsidP="005B0461">
      <w:r>
        <w:t>318.7764</w:t>
      </w:r>
      <w:r>
        <w:tab/>
        <w:t>1.013e0</w:t>
      </w:r>
    </w:p>
    <w:p w:rsidR="005B0461" w:rsidRDefault="005B0461" w:rsidP="005B0461">
      <w:r>
        <w:t>318.8733</w:t>
      </w:r>
      <w:r>
        <w:tab/>
        <w:t>2.025e0</w:t>
      </w:r>
    </w:p>
    <w:p w:rsidR="005B0461" w:rsidRDefault="005B0461" w:rsidP="005B0461">
      <w:r>
        <w:t>318.8808</w:t>
      </w:r>
      <w:r>
        <w:tab/>
        <w:t>4.051e0</w:t>
      </w:r>
    </w:p>
    <w:p w:rsidR="005B0461" w:rsidRDefault="005B0461" w:rsidP="005B0461">
      <w:r>
        <w:t>318.8838</w:t>
      </w:r>
      <w:r>
        <w:tab/>
        <w:t>5.063e0</w:t>
      </w:r>
    </w:p>
    <w:p w:rsidR="005B0461" w:rsidRDefault="005B0461" w:rsidP="005B0461">
      <w:r>
        <w:t>318.8988</w:t>
      </w:r>
      <w:r>
        <w:tab/>
        <w:t>1.013e0</w:t>
      </w:r>
    </w:p>
    <w:p w:rsidR="005B0461" w:rsidRDefault="005B0461" w:rsidP="005B0461">
      <w:r>
        <w:t>318.9178</w:t>
      </w:r>
      <w:r>
        <w:tab/>
        <w:t>3.038e0</w:t>
      </w:r>
    </w:p>
    <w:p w:rsidR="005B0461" w:rsidRDefault="005B0461" w:rsidP="005B0461">
      <w:r>
        <w:t>318.9507</w:t>
      </w:r>
      <w:r>
        <w:tab/>
        <w:t>1.013e0</w:t>
      </w:r>
    </w:p>
    <w:p w:rsidR="005B0461" w:rsidRDefault="005B0461" w:rsidP="005B0461">
      <w:r>
        <w:t>318.9576</w:t>
      </w:r>
      <w:r>
        <w:tab/>
        <w:t>2.025e0</w:t>
      </w:r>
    </w:p>
    <w:p w:rsidR="005B0461" w:rsidRDefault="005B0461" w:rsidP="005B0461">
      <w:r>
        <w:t>318.9795</w:t>
      </w:r>
      <w:r>
        <w:tab/>
        <w:t>1.013e0</w:t>
      </w:r>
    </w:p>
    <w:p w:rsidR="005B0461" w:rsidRDefault="005B0461" w:rsidP="005B0461">
      <w:r>
        <w:t>318.9821</w:t>
      </w:r>
      <w:r>
        <w:tab/>
        <w:t>2.025e0</w:t>
      </w:r>
    </w:p>
    <w:p w:rsidR="005B0461" w:rsidRDefault="005B0461" w:rsidP="005B0461">
      <w:r>
        <w:t>318.9911</w:t>
      </w:r>
      <w:r>
        <w:tab/>
        <w:t>3.038e0</w:t>
      </w:r>
    </w:p>
    <w:p w:rsidR="005B0461" w:rsidRDefault="005B0461" w:rsidP="005B0461">
      <w:r>
        <w:t>318.9942</w:t>
      </w:r>
      <w:r>
        <w:tab/>
        <w:t>2.025e0</w:t>
      </w:r>
    </w:p>
    <w:p w:rsidR="005B0461" w:rsidRDefault="005B0461" w:rsidP="005B0461">
      <w:r>
        <w:t>319.0249</w:t>
      </w:r>
      <w:r>
        <w:tab/>
        <w:t>3.303e0</w:t>
      </w:r>
    </w:p>
    <w:p w:rsidR="005B0461" w:rsidRDefault="005B0461" w:rsidP="005B0461">
      <w:r>
        <w:t>319.0808</w:t>
      </w:r>
      <w:r>
        <w:tab/>
        <w:t>1.872e1</w:t>
      </w:r>
    </w:p>
    <w:p w:rsidR="005B0461" w:rsidRDefault="005B0461" w:rsidP="005B0461">
      <w:r>
        <w:t>319.0896</w:t>
      </w:r>
      <w:r>
        <w:tab/>
        <w:t>7.235e0</w:t>
      </w:r>
    </w:p>
    <w:p w:rsidR="005B0461" w:rsidRDefault="005B0461" w:rsidP="005B0461">
      <w:r>
        <w:lastRenderedPageBreak/>
        <w:t>319.1458</w:t>
      </w:r>
      <w:r>
        <w:tab/>
        <w:t>9.114e0</w:t>
      </w:r>
    </w:p>
    <w:p w:rsidR="005B0461" w:rsidRDefault="005B0461" w:rsidP="005B0461">
      <w:r>
        <w:t>319.1490</w:t>
      </w:r>
      <w:r>
        <w:tab/>
        <w:t>6.672e0</w:t>
      </w:r>
    </w:p>
    <w:p w:rsidR="005B0461" w:rsidRDefault="005B0461" w:rsidP="005B0461">
      <w:r>
        <w:t>319.1610</w:t>
      </w:r>
      <w:r>
        <w:tab/>
        <w:t>3.390e0</w:t>
      </w:r>
    </w:p>
    <w:p w:rsidR="005B0461" w:rsidRDefault="005B0461" w:rsidP="005B0461">
      <w:r>
        <w:t>319.2018</w:t>
      </w:r>
      <w:r>
        <w:tab/>
        <w:t>3.038e0</w:t>
      </w:r>
    </w:p>
    <w:p w:rsidR="005B0461" w:rsidRDefault="005B0461" w:rsidP="005B0461">
      <w:r>
        <w:t>319.2121</w:t>
      </w:r>
      <w:r>
        <w:tab/>
        <w:t>2.025e0</w:t>
      </w:r>
    </w:p>
    <w:p w:rsidR="005B0461" w:rsidRDefault="005B0461" w:rsidP="005B0461">
      <w:r>
        <w:t>319.2255</w:t>
      </w:r>
      <w:r>
        <w:tab/>
        <w:t>3.038e0</w:t>
      </w:r>
    </w:p>
    <w:p w:rsidR="005B0461" w:rsidRDefault="005B0461" w:rsidP="005B0461">
      <w:r>
        <w:t>319.2628</w:t>
      </w:r>
      <w:r>
        <w:tab/>
        <w:t>3.038e0</w:t>
      </w:r>
    </w:p>
    <w:p w:rsidR="005B0461" w:rsidRDefault="005B0461" w:rsidP="005B0461">
      <w:r>
        <w:t>319.2832</w:t>
      </w:r>
      <w:r>
        <w:tab/>
        <w:t>6.076e0</w:t>
      </w:r>
    </w:p>
    <w:p w:rsidR="005B0461" w:rsidRDefault="005B0461" w:rsidP="005B0461">
      <w:r>
        <w:t>319.2852</w:t>
      </w:r>
      <w:r>
        <w:tab/>
        <w:t>4.480e0</w:t>
      </w:r>
    </w:p>
    <w:p w:rsidR="005B0461" w:rsidRDefault="005B0461" w:rsidP="005B0461">
      <w:r>
        <w:t>319.2972</w:t>
      </w:r>
      <w:r>
        <w:tab/>
        <w:t>3.038e0</w:t>
      </w:r>
    </w:p>
    <w:p w:rsidR="005B0461" w:rsidRDefault="005B0461" w:rsidP="005B0461">
      <w:r>
        <w:t>319.3102</w:t>
      </w:r>
      <w:r>
        <w:tab/>
        <w:t>2.018e0</w:t>
      </w:r>
    </w:p>
    <w:p w:rsidR="005B0461" w:rsidRDefault="005B0461" w:rsidP="005B0461">
      <w:r>
        <w:t>319.3411</w:t>
      </w:r>
      <w:r>
        <w:tab/>
        <w:t>1.013e0</w:t>
      </w:r>
    </w:p>
    <w:p w:rsidR="005B0461" w:rsidRDefault="005B0461" w:rsidP="005B0461">
      <w:r>
        <w:t>319.3777</w:t>
      </w:r>
      <w:r>
        <w:tab/>
        <w:t>1.013e0</w:t>
      </w:r>
    </w:p>
    <w:p w:rsidR="005B0461" w:rsidRDefault="005B0461" w:rsidP="005B0461">
      <w:r>
        <w:t>319.3982</w:t>
      </w:r>
      <w:r>
        <w:tab/>
        <w:t>2.025e0</w:t>
      </w:r>
    </w:p>
    <w:p w:rsidR="005B0461" w:rsidRDefault="005B0461" w:rsidP="005B0461">
      <w:r>
        <w:t>319.4065</w:t>
      </w:r>
      <w:r>
        <w:tab/>
        <w:t>1.013e0</w:t>
      </w:r>
    </w:p>
    <w:p w:rsidR="005B0461" w:rsidRDefault="005B0461" w:rsidP="005B0461">
      <w:r>
        <w:t>319.4343</w:t>
      </w:r>
      <w:r>
        <w:tab/>
        <w:t>2.025e0</w:t>
      </w:r>
    </w:p>
    <w:p w:rsidR="005B0461" w:rsidRDefault="005B0461" w:rsidP="005B0461">
      <w:r>
        <w:t>319.4541</w:t>
      </w:r>
      <w:r>
        <w:tab/>
        <w:t>1.013e0</w:t>
      </w:r>
    </w:p>
    <w:p w:rsidR="005B0461" w:rsidRDefault="005B0461" w:rsidP="005B0461">
      <w:r>
        <w:t>319.4700</w:t>
      </w:r>
      <w:r>
        <w:tab/>
        <w:t>1.013e0</w:t>
      </w:r>
    </w:p>
    <w:p w:rsidR="005B0461" w:rsidRDefault="005B0461" w:rsidP="005B0461">
      <w:r>
        <w:t>319.4742</w:t>
      </w:r>
      <w:r>
        <w:tab/>
        <w:t>1.013e0</w:t>
      </w:r>
    </w:p>
    <w:p w:rsidR="005B0461" w:rsidRDefault="005B0461" w:rsidP="005B0461">
      <w:r>
        <w:lastRenderedPageBreak/>
        <w:t>319.4931</w:t>
      </w:r>
      <w:r>
        <w:tab/>
        <w:t>1.013e0</w:t>
      </w:r>
    </w:p>
    <w:p w:rsidR="005B0461" w:rsidRDefault="005B0461" w:rsidP="005B0461">
      <w:r>
        <w:t>319.5025</w:t>
      </w:r>
      <w:r>
        <w:tab/>
        <w:t>1.013e0</w:t>
      </w:r>
    </w:p>
    <w:p w:rsidR="005B0461" w:rsidRDefault="005B0461" w:rsidP="005B0461">
      <w:r>
        <w:t>319.5162</w:t>
      </w:r>
      <w:r>
        <w:tab/>
        <w:t>1.013e0</w:t>
      </w:r>
    </w:p>
    <w:p w:rsidR="005B0461" w:rsidRDefault="005B0461" w:rsidP="005B0461">
      <w:r>
        <w:t>319.5307</w:t>
      </w:r>
      <w:r>
        <w:tab/>
        <w:t>1.013e0</w:t>
      </w:r>
    </w:p>
    <w:p w:rsidR="005B0461" w:rsidRDefault="005B0461" w:rsidP="005B0461">
      <w:r>
        <w:t>319.5549</w:t>
      </w:r>
      <w:r>
        <w:tab/>
        <w:t>1.013e0</w:t>
      </w:r>
    </w:p>
    <w:p w:rsidR="005B0461" w:rsidRDefault="005B0461" w:rsidP="005B0461">
      <w:r>
        <w:t>319.5913</w:t>
      </w:r>
      <w:r>
        <w:tab/>
        <w:t>1.013e0</w:t>
      </w:r>
    </w:p>
    <w:p w:rsidR="005B0461" w:rsidRDefault="005B0461" w:rsidP="005B0461">
      <w:r>
        <w:t>319.6029</w:t>
      </w:r>
      <w:r>
        <w:tab/>
        <w:t>1.013e0</w:t>
      </w:r>
    </w:p>
    <w:p w:rsidR="005B0461" w:rsidRDefault="005B0461" w:rsidP="005B0461">
      <w:r>
        <w:t>319.6236</w:t>
      </w:r>
      <w:r>
        <w:tab/>
        <w:t>2.025e0</w:t>
      </w:r>
    </w:p>
    <w:p w:rsidR="005B0461" w:rsidRDefault="005B0461" w:rsidP="005B0461">
      <w:r>
        <w:t>319.6482</w:t>
      </w:r>
      <w:r>
        <w:tab/>
        <w:t>2.025e0</w:t>
      </w:r>
    </w:p>
    <w:p w:rsidR="005B0461" w:rsidRDefault="005B0461" w:rsidP="005B0461">
      <w:r>
        <w:t>319.6639</w:t>
      </w:r>
      <w:r>
        <w:tab/>
        <w:t>3.038e0</w:t>
      </w:r>
    </w:p>
    <w:p w:rsidR="005B0461" w:rsidRDefault="005B0461" w:rsidP="005B0461">
      <w:r>
        <w:t>319.7125</w:t>
      </w:r>
      <w:r>
        <w:tab/>
        <w:t>1.013e0</w:t>
      </w:r>
    </w:p>
    <w:p w:rsidR="005B0461" w:rsidRDefault="005B0461" w:rsidP="005B0461">
      <w:r>
        <w:t>319.7184</w:t>
      </w:r>
      <w:r>
        <w:tab/>
        <w:t>2.025e0</w:t>
      </w:r>
    </w:p>
    <w:p w:rsidR="005B0461" w:rsidRDefault="005B0461" w:rsidP="005B0461">
      <w:r>
        <w:t>319.7363</w:t>
      </w:r>
      <w:r>
        <w:tab/>
        <w:t>2.025e0</w:t>
      </w:r>
    </w:p>
    <w:p w:rsidR="005B0461" w:rsidRDefault="005B0461" w:rsidP="005B0461">
      <w:r>
        <w:t>319.7491</w:t>
      </w:r>
      <w:r>
        <w:tab/>
        <w:t>2.025e0</w:t>
      </w:r>
    </w:p>
    <w:p w:rsidR="005B0461" w:rsidRDefault="005B0461" w:rsidP="005B0461">
      <w:r>
        <w:t>319.8283</w:t>
      </w:r>
      <w:r>
        <w:tab/>
        <w:t>2.025e0</w:t>
      </w:r>
    </w:p>
    <w:p w:rsidR="005B0461" w:rsidRDefault="005B0461" w:rsidP="005B0461">
      <w:r>
        <w:t>319.8472</w:t>
      </w:r>
      <w:r>
        <w:tab/>
        <w:t>2.025e0</w:t>
      </w:r>
    </w:p>
    <w:p w:rsidR="005B0461" w:rsidRDefault="005B0461" w:rsidP="005B0461">
      <w:r>
        <w:t>319.8687</w:t>
      </w:r>
      <w:r>
        <w:tab/>
        <w:t>1.013e0</w:t>
      </w:r>
    </w:p>
    <w:p w:rsidR="005B0461" w:rsidRDefault="005B0461" w:rsidP="005B0461">
      <w:r>
        <w:t>319.8976</w:t>
      </w:r>
      <w:r>
        <w:tab/>
        <w:t>1.013e0</w:t>
      </w:r>
    </w:p>
    <w:p w:rsidR="005B0461" w:rsidRDefault="005B0461" w:rsidP="005B0461">
      <w:r>
        <w:t>319.9061</w:t>
      </w:r>
      <w:r>
        <w:tab/>
        <w:t>1.013e0</w:t>
      </w:r>
    </w:p>
    <w:p w:rsidR="005B0461" w:rsidRDefault="005B0461" w:rsidP="005B0461">
      <w:r>
        <w:lastRenderedPageBreak/>
        <w:t>319.9100</w:t>
      </w:r>
      <w:r>
        <w:tab/>
        <w:t>1.013e0</w:t>
      </w:r>
    </w:p>
    <w:p w:rsidR="005B0461" w:rsidRDefault="005B0461" w:rsidP="005B0461">
      <w:r>
        <w:t>319.9148</w:t>
      </w:r>
      <w:r>
        <w:tab/>
        <w:t>3.038e0</w:t>
      </w:r>
    </w:p>
    <w:p w:rsidR="005B0461" w:rsidRDefault="005B0461" w:rsidP="005B0461">
      <w:r>
        <w:t>319.9465</w:t>
      </w:r>
      <w:r>
        <w:tab/>
        <w:t>3.038e0</w:t>
      </w:r>
    </w:p>
    <w:p w:rsidR="005B0461" w:rsidRDefault="005B0461" w:rsidP="005B0461">
      <w:r>
        <w:t>319.9604</w:t>
      </w:r>
      <w:r>
        <w:tab/>
        <w:t>2.025e0</w:t>
      </w:r>
    </w:p>
    <w:p w:rsidR="005B0461" w:rsidRDefault="005B0461" w:rsidP="005B0461">
      <w:r>
        <w:t>319.9626</w:t>
      </w:r>
      <w:r>
        <w:tab/>
        <w:t>1.013e0</w:t>
      </w:r>
    </w:p>
    <w:p w:rsidR="005B0461" w:rsidRDefault="005B0461" w:rsidP="005B0461">
      <w:r>
        <w:t>319.9752</w:t>
      </w:r>
      <w:r>
        <w:tab/>
        <w:t>2.025e0</w:t>
      </w:r>
    </w:p>
    <w:p w:rsidR="005B0461" w:rsidRDefault="005B0461" w:rsidP="005B0461">
      <w:r>
        <w:t>319.9959</w:t>
      </w:r>
      <w:r>
        <w:tab/>
        <w:t>1.013e0</w:t>
      </w:r>
    </w:p>
    <w:p w:rsidR="005B0461" w:rsidRDefault="005B0461" w:rsidP="005B0461">
      <w:r>
        <w:t>320.0080</w:t>
      </w:r>
      <w:r>
        <w:tab/>
        <w:t>3.038e0</w:t>
      </w:r>
    </w:p>
    <w:p w:rsidR="005B0461" w:rsidRDefault="005B0461" w:rsidP="005B0461">
      <w:r>
        <w:t>320.0255</w:t>
      </w:r>
      <w:r>
        <w:tab/>
        <w:t>3.303e0</w:t>
      </w:r>
    </w:p>
    <w:p w:rsidR="005B0461" w:rsidRDefault="005B0461" w:rsidP="005B0461">
      <w:r>
        <w:t>320.0630</w:t>
      </w:r>
      <w:r>
        <w:tab/>
        <w:t>6.016e0</w:t>
      </w:r>
    </w:p>
    <w:p w:rsidR="005B0461" w:rsidRDefault="005B0461" w:rsidP="005B0461">
      <w:r>
        <w:t>320.0678</w:t>
      </w:r>
      <w:r>
        <w:tab/>
        <w:t>6.884e0</w:t>
      </w:r>
    </w:p>
    <w:p w:rsidR="005B0461" w:rsidRDefault="005B0461" w:rsidP="005B0461">
      <w:r>
        <w:t>320.0739</w:t>
      </w:r>
      <w:r>
        <w:tab/>
        <w:t>1.693e0</w:t>
      </w:r>
    </w:p>
    <w:p w:rsidR="005B0461" w:rsidRDefault="005B0461" w:rsidP="005B0461">
      <w:r>
        <w:t>320.1180</w:t>
      </w:r>
      <w:r>
        <w:tab/>
        <w:t>2.469e0</w:t>
      </w:r>
    </w:p>
    <w:p w:rsidR="005B0461" w:rsidRDefault="005B0461" w:rsidP="005B0461">
      <w:r>
        <w:t>320.1388</w:t>
      </w:r>
      <w:r>
        <w:tab/>
        <w:t>2.025e0</w:t>
      </w:r>
    </w:p>
    <w:p w:rsidR="005B0461" w:rsidRDefault="005B0461" w:rsidP="005B0461">
      <w:r>
        <w:t>320.1483</w:t>
      </w:r>
      <w:r>
        <w:tab/>
        <w:t>1.013e0</w:t>
      </w:r>
    </w:p>
    <w:p w:rsidR="005B0461" w:rsidRDefault="005B0461" w:rsidP="005B0461">
      <w:r>
        <w:t>320.1603</w:t>
      </w:r>
      <w:r>
        <w:tab/>
        <w:t>4.051e0</w:t>
      </w:r>
    </w:p>
    <w:p w:rsidR="005B0461" w:rsidRDefault="005B0461" w:rsidP="005B0461">
      <w:r>
        <w:t>320.1965</w:t>
      </w:r>
      <w:r>
        <w:tab/>
        <w:t>2.025e0</w:t>
      </w:r>
    </w:p>
    <w:p w:rsidR="005B0461" w:rsidRDefault="005B0461" w:rsidP="005B0461">
      <w:r>
        <w:t>320.2203</w:t>
      </w:r>
      <w:r>
        <w:tab/>
        <w:t>7.089e0</w:t>
      </w:r>
    </w:p>
    <w:p w:rsidR="005B0461" w:rsidRDefault="005B0461" w:rsidP="005B0461">
      <w:r>
        <w:t>320.2411</w:t>
      </w:r>
      <w:r>
        <w:tab/>
        <w:t>1.977e0</w:t>
      </w:r>
    </w:p>
    <w:p w:rsidR="005B0461" w:rsidRDefault="005B0461" w:rsidP="005B0461">
      <w:r>
        <w:lastRenderedPageBreak/>
        <w:t>320.2532</w:t>
      </w:r>
      <w:r>
        <w:tab/>
        <w:t>1.013e0</w:t>
      </w:r>
    </w:p>
    <w:p w:rsidR="005B0461" w:rsidRDefault="005B0461" w:rsidP="005B0461">
      <w:r>
        <w:t>320.2631</w:t>
      </w:r>
      <w:r>
        <w:tab/>
        <w:t>2.025e0</w:t>
      </w:r>
    </w:p>
    <w:p w:rsidR="005B0461" w:rsidRDefault="005B0461" w:rsidP="005B0461">
      <w:r>
        <w:t>320.2736</w:t>
      </w:r>
      <w:r>
        <w:tab/>
        <w:t>1.013e0</w:t>
      </w:r>
    </w:p>
    <w:p w:rsidR="005B0461" w:rsidRDefault="005B0461" w:rsidP="005B0461">
      <w:r>
        <w:t>320.3112</w:t>
      </w:r>
      <w:r>
        <w:tab/>
        <w:t>4.051e0</w:t>
      </w:r>
    </w:p>
    <w:p w:rsidR="005B0461" w:rsidRDefault="005B0461" w:rsidP="005B0461">
      <w:r>
        <w:t>320.3131</w:t>
      </w:r>
      <w:r>
        <w:tab/>
        <w:t>3.038e0</w:t>
      </w:r>
    </w:p>
    <w:p w:rsidR="005B0461" w:rsidRDefault="005B0461" w:rsidP="005B0461">
      <w:r>
        <w:t>320.3199</w:t>
      </w:r>
      <w:r>
        <w:tab/>
        <w:t>1.013e0</w:t>
      </w:r>
    </w:p>
    <w:p w:rsidR="005B0461" w:rsidRDefault="005B0461" w:rsidP="005B0461">
      <w:r>
        <w:t>320.3234</w:t>
      </w:r>
      <w:r>
        <w:tab/>
        <w:t>2.025e0</w:t>
      </w:r>
    </w:p>
    <w:p w:rsidR="005B0461" w:rsidRDefault="005B0461" w:rsidP="005B0461">
      <w:r>
        <w:t>320.3581</w:t>
      </w:r>
      <w:r>
        <w:tab/>
        <w:t>1.013e0</w:t>
      </w:r>
    </w:p>
    <w:p w:rsidR="005B0461" w:rsidRDefault="005B0461" w:rsidP="005B0461">
      <w:r>
        <w:t>320.3696</w:t>
      </w:r>
      <w:r>
        <w:tab/>
        <w:t>2.025e0</w:t>
      </w:r>
    </w:p>
    <w:p w:rsidR="005B0461" w:rsidRDefault="005B0461" w:rsidP="005B0461">
      <w:r>
        <w:t>320.3864</w:t>
      </w:r>
      <w:r>
        <w:tab/>
        <w:t>1.013e0</w:t>
      </w:r>
    </w:p>
    <w:p w:rsidR="005B0461" w:rsidRDefault="005B0461" w:rsidP="005B0461">
      <w:r>
        <w:t>320.4555</w:t>
      </w:r>
      <w:r>
        <w:tab/>
        <w:t>2.025e0</w:t>
      </w:r>
    </w:p>
    <w:p w:rsidR="005B0461" w:rsidRDefault="005B0461" w:rsidP="005B0461">
      <w:r>
        <w:t>320.4567</w:t>
      </w:r>
      <w:r>
        <w:tab/>
        <w:t>2.025e0</w:t>
      </w:r>
    </w:p>
    <w:p w:rsidR="005B0461" w:rsidRDefault="005B0461" w:rsidP="005B0461">
      <w:r>
        <w:t>320.4772</w:t>
      </w:r>
      <w:r>
        <w:tab/>
        <w:t>2.025e0</w:t>
      </w:r>
    </w:p>
    <w:p w:rsidR="005B0461" w:rsidRDefault="005B0461" w:rsidP="005B0461">
      <w:r>
        <w:t>320.5075</w:t>
      </w:r>
      <w:r>
        <w:tab/>
        <w:t>2.025e0</w:t>
      </w:r>
    </w:p>
    <w:p w:rsidR="005B0461" w:rsidRDefault="005B0461" w:rsidP="005B0461">
      <w:r>
        <w:t>320.5341</w:t>
      </w:r>
      <w:r>
        <w:tab/>
        <w:t>1.013e0</w:t>
      </w:r>
    </w:p>
    <w:p w:rsidR="005B0461" w:rsidRDefault="005B0461" w:rsidP="005B0461">
      <w:r>
        <w:t>320.5399</w:t>
      </w:r>
      <w:r>
        <w:tab/>
        <w:t>1.013e0</w:t>
      </w:r>
    </w:p>
    <w:p w:rsidR="005B0461" w:rsidRDefault="005B0461" w:rsidP="005B0461">
      <w:r>
        <w:t>320.5573</w:t>
      </w:r>
      <w:r>
        <w:tab/>
        <w:t>1.013e0</w:t>
      </w:r>
    </w:p>
    <w:p w:rsidR="005B0461" w:rsidRDefault="005B0461" w:rsidP="005B0461">
      <w:r>
        <w:t>320.5733</w:t>
      </w:r>
      <w:r>
        <w:tab/>
        <w:t>3.038e0</w:t>
      </w:r>
    </w:p>
    <w:p w:rsidR="005B0461" w:rsidRDefault="005B0461" w:rsidP="005B0461">
      <w:r>
        <w:t>320.6384</w:t>
      </w:r>
      <w:r>
        <w:tab/>
        <w:t>1.013e0</w:t>
      </w:r>
    </w:p>
    <w:p w:rsidR="005B0461" w:rsidRDefault="005B0461" w:rsidP="005B0461">
      <w:r>
        <w:lastRenderedPageBreak/>
        <w:t>320.6731</w:t>
      </w:r>
      <w:r>
        <w:tab/>
        <w:t>1.013e0</w:t>
      </w:r>
    </w:p>
    <w:p w:rsidR="005B0461" w:rsidRDefault="005B0461" w:rsidP="005B0461">
      <w:r>
        <w:t>320.6751</w:t>
      </w:r>
      <w:r>
        <w:tab/>
        <w:t>3.038e0</w:t>
      </w:r>
    </w:p>
    <w:p w:rsidR="005B0461" w:rsidRDefault="005B0461" w:rsidP="005B0461">
      <w:r>
        <w:t>320.6934</w:t>
      </w:r>
      <w:r>
        <w:tab/>
        <w:t>2.025e0</w:t>
      </w:r>
    </w:p>
    <w:p w:rsidR="005B0461" w:rsidRDefault="005B0461" w:rsidP="005B0461">
      <w:r>
        <w:t>320.7478</w:t>
      </w:r>
      <w:r>
        <w:tab/>
        <w:t>2.025e0</w:t>
      </w:r>
    </w:p>
    <w:p w:rsidR="005B0461" w:rsidRDefault="005B0461" w:rsidP="005B0461">
      <w:r>
        <w:t>320.7716</w:t>
      </w:r>
      <w:r>
        <w:tab/>
        <w:t>2.025e0</w:t>
      </w:r>
    </w:p>
    <w:p w:rsidR="005B0461" w:rsidRDefault="005B0461" w:rsidP="005B0461">
      <w:r>
        <w:t>320.7902</w:t>
      </w:r>
      <w:r>
        <w:tab/>
        <w:t>1.013e0</w:t>
      </w:r>
    </w:p>
    <w:p w:rsidR="005B0461" w:rsidRDefault="005B0461" w:rsidP="005B0461">
      <w:r>
        <w:t>320.8122</w:t>
      </w:r>
      <w:r>
        <w:tab/>
        <w:t>2.025e0</w:t>
      </w:r>
    </w:p>
    <w:p w:rsidR="005B0461" w:rsidRDefault="005B0461" w:rsidP="005B0461">
      <w:r>
        <w:t>320.8183</w:t>
      </w:r>
      <w:r>
        <w:tab/>
        <w:t>1.013e0</w:t>
      </w:r>
    </w:p>
    <w:p w:rsidR="005B0461" w:rsidRDefault="005B0461" w:rsidP="005B0461">
      <w:r>
        <w:t>320.8500</w:t>
      </w:r>
      <w:r>
        <w:tab/>
        <w:t>3.588e0</w:t>
      </w:r>
    </w:p>
    <w:p w:rsidR="005B0461" w:rsidRDefault="005B0461" w:rsidP="005B0461">
      <w:r>
        <w:t>320.8818</w:t>
      </w:r>
      <w:r>
        <w:tab/>
        <w:t>1.013e0</w:t>
      </w:r>
    </w:p>
    <w:p w:rsidR="005B0461" w:rsidRDefault="005B0461" w:rsidP="005B0461">
      <w:r>
        <w:t>320.8873</w:t>
      </w:r>
      <w:r>
        <w:tab/>
        <w:t>1.013e0</w:t>
      </w:r>
    </w:p>
    <w:p w:rsidR="005B0461" w:rsidRDefault="005B0461" w:rsidP="005B0461">
      <w:r>
        <w:t>320.8891</w:t>
      </w:r>
      <w:r>
        <w:tab/>
        <w:t>2.025e0</w:t>
      </w:r>
    </w:p>
    <w:p w:rsidR="005B0461" w:rsidRDefault="005B0461" w:rsidP="005B0461">
      <w:r>
        <w:t>320.9478</w:t>
      </w:r>
      <w:r>
        <w:tab/>
        <w:t>3.038e0</w:t>
      </w:r>
    </w:p>
    <w:p w:rsidR="005B0461" w:rsidRDefault="005B0461" w:rsidP="005B0461">
      <w:r>
        <w:t>320.9630</w:t>
      </w:r>
      <w:r>
        <w:tab/>
        <w:t>2.025e0</w:t>
      </w:r>
    </w:p>
    <w:p w:rsidR="005B0461" w:rsidRDefault="005B0461" w:rsidP="005B0461">
      <w:r>
        <w:t>320.9680</w:t>
      </w:r>
      <w:r>
        <w:tab/>
        <w:t>3.038e0</w:t>
      </w:r>
    </w:p>
    <w:p w:rsidR="005B0461" w:rsidRDefault="005B0461" w:rsidP="005B0461">
      <w:r>
        <w:t>320.9977</w:t>
      </w:r>
      <w:r>
        <w:tab/>
        <w:t>2.025e0</w:t>
      </w:r>
    </w:p>
    <w:p w:rsidR="005B0461" w:rsidRDefault="005B0461" w:rsidP="005B0461">
      <w:r>
        <w:t>321.0042</w:t>
      </w:r>
      <w:r>
        <w:tab/>
        <w:t>1.013e0</w:t>
      </w:r>
    </w:p>
    <w:p w:rsidR="005B0461" w:rsidRDefault="005B0461" w:rsidP="005B0461">
      <w:r>
        <w:t>321.0414</w:t>
      </w:r>
      <w:r>
        <w:tab/>
        <w:t>2.276e0</w:t>
      </w:r>
    </w:p>
    <w:p w:rsidR="005B0461" w:rsidRDefault="005B0461" w:rsidP="005B0461">
      <w:r>
        <w:t>321.0466</w:t>
      </w:r>
      <w:r>
        <w:tab/>
        <w:t>3.053e0</w:t>
      </w:r>
    </w:p>
    <w:p w:rsidR="005B0461" w:rsidRDefault="005B0461" w:rsidP="005B0461">
      <w:r>
        <w:lastRenderedPageBreak/>
        <w:t>321.0668</w:t>
      </w:r>
      <w:r>
        <w:tab/>
        <w:t>2.982e0</w:t>
      </w:r>
    </w:p>
    <w:p w:rsidR="005B0461" w:rsidRDefault="005B0461" w:rsidP="005B0461">
      <w:r>
        <w:t>321.0865</w:t>
      </w:r>
      <w:r>
        <w:tab/>
        <w:t>1.756e0</w:t>
      </w:r>
    </w:p>
    <w:p w:rsidR="005B0461" w:rsidRDefault="005B0461" w:rsidP="005B0461">
      <w:r>
        <w:t>321.0905</w:t>
      </w:r>
      <w:r>
        <w:tab/>
        <w:t>4.378e0</w:t>
      </w:r>
    </w:p>
    <w:p w:rsidR="005B0461" w:rsidRDefault="005B0461" w:rsidP="005B0461">
      <w:r>
        <w:t>321.1306</w:t>
      </w:r>
      <w:r>
        <w:tab/>
        <w:t>1.361e1</w:t>
      </w:r>
    </w:p>
    <w:p w:rsidR="005B0461" w:rsidRDefault="005B0461" w:rsidP="005B0461">
      <w:r>
        <w:t>321.1397</w:t>
      </w:r>
      <w:r>
        <w:tab/>
        <w:t>1.141e1</w:t>
      </w:r>
    </w:p>
    <w:p w:rsidR="005B0461" w:rsidRDefault="005B0461" w:rsidP="005B0461">
      <w:r>
        <w:t>321.1414</w:t>
      </w:r>
      <w:r>
        <w:tab/>
        <w:t>2.418e1</w:t>
      </w:r>
    </w:p>
    <w:p w:rsidR="005B0461" w:rsidRDefault="005B0461" w:rsidP="005B0461">
      <w:r>
        <w:t>321.1815</w:t>
      </w:r>
      <w:r>
        <w:tab/>
        <w:t>2.025e0</w:t>
      </w:r>
    </w:p>
    <w:p w:rsidR="005B0461" w:rsidRDefault="005B0461" w:rsidP="005B0461">
      <w:r>
        <w:t>321.1837</w:t>
      </w:r>
      <w:r>
        <w:tab/>
        <w:t>3.038e0</w:t>
      </w:r>
    </w:p>
    <w:p w:rsidR="005B0461" w:rsidRDefault="005B0461" w:rsidP="005B0461">
      <w:r>
        <w:t>321.2240</w:t>
      </w:r>
      <w:r>
        <w:tab/>
        <w:t>1.013e0</w:t>
      </w:r>
    </w:p>
    <w:p w:rsidR="005B0461" w:rsidRDefault="005B0461" w:rsidP="005B0461">
      <w:r>
        <w:t>321.2274</w:t>
      </w:r>
      <w:r>
        <w:tab/>
        <w:t>4.021e0</w:t>
      </w:r>
    </w:p>
    <w:p w:rsidR="005B0461" w:rsidRDefault="005B0461" w:rsidP="005B0461">
      <w:r>
        <w:t>321.2484</w:t>
      </w:r>
      <w:r>
        <w:tab/>
        <w:t>2.025e0</w:t>
      </w:r>
    </w:p>
    <w:p w:rsidR="005B0461" w:rsidRDefault="005B0461" w:rsidP="005B0461">
      <w:r>
        <w:t>321.2563</w:t>
      </w:r>
      <w:r>
        <w:tab/>
        <w:t>3.629e0</w:t>
      </w:r>
    </w:p>
    <w:p w:rsidR="005B0461" w:rsidRDefault="005B0461" w:rsidP="005B0461">
      <w:r>
        <w:t>321.2713</w:t>
      </w:r>
      <w:r>
        <w:tab/>
        <w:t>3.038e0</w:t>
      </w:r>
    </w:p>
    <w:p w:rsidR="005B0461" w:rsidRDefault="005B0461" w:rsidP="005B0461">
      <w:r>
        <w:t>321.2894</w:t>
      </w:r>
      <w:r>
        <w:tab/>
        <w:t>5.063e0</w:t>
      </w:r>
    </w:p>
    <w:p w:rsidR="005B0461" w:rsidRDefault="005B0461" w:rsidP="005B0461">
      <w:r>
        <w:t>321.2947</w:t>
      </w:r>
      <w:r>
        <w:tab/>
        <w:t>7.510e0</w:t>
      </w:r>
    </w:p>
    <w:p w:rsidR="005B0461" w:rsidRDefault="005B0461" w:rsidP="005B0461">
      <w:r>
        <w:t>321.3001</w:t>
      </w:r>
      <w:r>
        <w:tab/>
        <w:t>4.606e0</w:t>
      </w:r>
    </w:p>
    <w:p w:rsidR="005B0461" w:rsidRDefault="005B0461" w:rsidP="005B0461">
      <w:r>
        <w:t>321.3575</w:t>
      </w:r>
      <w:r>
        <w:tab/>
        <w:t>1.013e0</w:t>
      </w:r>
    </w:p>
    <w:p w:rsidR="005B0461" w:rsidRDefault="005B0461" w:rsidP="005B0461">
      <w:r>
        <w:t>321.3633</w:t>
      </w:r>
      <w:r>
        <w:tab/>
        <w:t>1.013e0</w:t>
      </w:r>
    </w:p>
    <w:p w:rsidR="005B0461" w:rsidRDefault="005B0461" w:rsidP="005B0461">
      <w:r>
        <w:t>321.3678</w:t>
      </w:r>
      <w:r>
        <w:tab/>
        <w:t>1.013e0</w:t>
      </w:r>
    </w:p>
    <w:p w:rsidR="005B0461" w:rsidRDefault="005B0461" w:rsidP="005B0461">
      <w:r>
        <w:lastRenderedPageBreak/>
        <w:t>321.4329</w:t>
      </w:r>
      <w:r>
        <w:tab/>
        <w:t>1.013e0</w:t>
      </w:r>
    </w:p>
    <w:p w:rsidR="005B0461" w:rsidRDefault="005B0461" w:rsidP="005B0461">
      <w:r>
        <w:t>321.4387</w:t>
      </w:r>
      <w:r>
        <w:tab/>
        <w:t>1.013e0</w:t>
      </w:r>
    </w:p>
    <w:p w:rsidR="005B0461" w:rsidRDefault="005B0461" w:rsidP="005B0461">
      <w:r>
        <w:t>321.4445</w:t>
      </w:r>
      <w:r>
        <w:tab/>
        <w:t>1.013e0</w:t>
      </w:r>
    </w:p>
    <w:p w:rsidR="005B0461" w:rsidRDefault="005B0461" w:rsidP="005B0461">
      <w:r>
        <w:t>321.4717</w:t>
      </w:r>
      <w:r>
        <w:tab/>
        <w:t>2.025e0</w:t>
      </w:r>
    </w:p>
    <w:p w:rsidR="005B0461" w:rsidRDefault="005B0461" w:rsidP="005B0461">
      <w:r>
        <w:t>321.4750</w:t>
      </w:r>
      <w:r>
        <w:tab/>
        <w:t>2.025e0</w:t>
      </w:r>
    </w:p>
    <w:p w:rsidR="005B0461" w:rsidRDefault="005B0461" w:rsidP="005B0461">
      <w:r>
        <w:t>321.4810</w:t>
      </w:r>
      <w:r>
        <w:tab/>
        <w:t>2.025e0</w:t>
      </w:r>
    </w:p>
    <w:p w:rsidR="005B0461" w:rsidRDefault="005B0461" w:rsidP="005B0461">
      <w:r>
        <w:t>321.5200</w:t>
      </w:r>
      <w:r>
        <w:tab/>
        <w:t>1.013e0</w:t>
      </w:r>
    </w:p>
    <w:p w:rsidR="005B0461" w:rsidRDefault="005B0461" w:rsidP="005B0461">
      <w:r>
        <w:t>321.5660</w:t>
      </w:r>
      <w:r>
        <w:tab/>
        <w:t>2.025e0</w:t>
      </w:r>
    </w:p>
    <w:p w:rsidR="005B0461" w:rsidRDefault="005B0461" w:rsidP="005B0461">
      <w:r>
        <w:t>321.5723</w:t>
      </w:r>
      <w:r>
        <w:tab/>
        <w:t>1.013e0</w:t>
      </w:r>
    </w:p>
    <w:p w:rsidR="005B0461" w:rsidRDefault="005B0461" w:rsidP="005B0461">
      <w:r>
        <w:t>321.5781</w:t>
      </w:r>
      <w:r>
        <w:tab/>
        <w:t>1.013e0</w:t>
      </w:r>
    </w:p>
    <w:p w:rsidR="005B0461" w:rsidRDefault="005B0461" w:rsidP="005B0461">
      <w:r>
        <w:t>321.5945</w:t>
      </w:r>
      <w:r>
        <w:tab/>
        <w:t>2.025e0</w:t>
      </w:r>
    </w:p>
    <w:p w:rsidR="005B0461" w:rsidRDefault="005B0461" w:rsidP="005B0461">
      <w:r>
        <w:t>321.5955</w:t>
      </w:r>
      <w:r>
        <w:tab/>
        <w:t>1.013e0</w:t>
      </w:r>
    </w:p>
    <w:p w:rsidR="005B0461" w:rsidRDefault="005B0461" w:rsidP="005B0461">
      <w:r>
        <w:t>321.6143</w:t>
      </w:r>
      <w:r>
        <w:tab/>
        <w:t>2.025e0</w:t>
      </w:r>
    </w:p>
    <w:p w:rsidR="005B0461" w:rsidRDefault="005B0461" w:rsidP="005B0461">
      <w:r>
        <w:t>321.6304</w:t>
      </w:r>
      <w:r>
        <w:tab/>
        <w:t>2.025e0</w:t>
      </w:r>
    </w:p>
    <w:p w:rsidR="005B0461" w:rsidRDefault="005B0461" w:rsidP="005B0461">
      <w:r>
        <w:t>321.6345</w:t>
      </w:r>
      <w:r>
        <w:tab/>
        <w:t>1.013e0</w:t>
      </w:r>
    </w:p>
    <w:p w:rsidR="005B0461" w:rsidRDefault="005B0461" w:rsidP="005B0461">
      <w:r>
        <w:t>321.6628</w:t>
      </w:r>
      <w:r>
        <w:tab/>
        <w:t>1.013e0</w:t>
      </w:r>
    </w:p>
    <w:p w:rsidR="005B0461" w:rsidRDefault="005B0461" w:rsidP="005B0461">
      <w:r>
        <w:t>321.6929</w:t>
      </w:r>
      <w:r>
        <w:tab/>
        <w:t>2.025e0</w:t>
      </w:r>
    </w:p>
    <w:p w:rsidR="005B0461" w:rsidRDefault="005B0461" w:rsidP="005B0461">
      <w:r>
        <w:t>321.6981</w:t>
      </w:r>
      <w:r>
        <w:tab/>
        <w:t>2.025e0</w:t>
      </w:r>
    </w:p>
    <w:p w:rsidR="005B0461" w:rsidRDefault="005B0461" w:rsidP="005B0461">
      <w:r>
        <w:t>321.7350</w:t>
      </w:r>
      <w:r>
        <w:tab/>
        <w:t>2.025e0</w:t>
      </w:r>
    </w:p>
    <w:p w:rsidR="005B0461" w:rsidRDefault="005B0461" w:rsidP="005B0461">
      <w:r>
        <w:lastRenderedPageBreak/>
        <w:t>321.7410</w:t>
      </w:r>
      <w:r>
        <w:tab/>
        <w:t>4.051e0</w:t>
      </w:r>
    </w:p>
    <w:p w:rsidR="005B0461" w:rsidRDefault="005B0461" w:rsidP="005B0461">
      <w:r>
        <w:t>321.7476</w:t>
      </w:r>
      <w:r>
        <w:tab/>
        <w:t>2.025e0</w:t>
      </w:r>
    </w:p>
    <w:p w:rsidR="005B0461" w:rsidRDefault="005B0461" w:rsidP="005B0461">
      <w:r>
        <w:t>321.7873</w:t>
      </w:r>
      <w:r>
        <w:tab/>
        <w:t>1.013e0</w:t>
      </w:r>
    </w:p>
    <w:p w:rsidR="005B0461" w:rsidRDefault="005B0461" w:rsidP="005B0461">
      <w:r>
        <w:t>321.8002</w:t>
      </w:r>
      <w:r>
        <w:tab/>
        <w:t>1.013e0</w:t>
      </w:r>
    </w:p>
    <w:p w:rsidR="005B0461" w:rsidRDefault="005B0461" w:rsidP="005B0461">
      <w:r>
        <w:t>321.8129</w:t>
      </w:r>
      <w:r>
        <w:tab/>
        <w:t>2.025e0</w:t>
      </w:r>
    </w:p>
    <w:p w:rsidR="005B0461" w:rsidRDefault="005B0461" w:rsidP="005B0461">
      <w:r>
        <w:t>321.8338</w:t>
      </w:r>
      <w:r>
        <w:tab/>
        <w:t>1.013e0</w:t>
      </w:r>
    </w:p>
    <w:p w:rsidR="005B0461" w:rsidRDefault="005B0461" w:rsidP="005B0461">
      <w:r>
        <w:t>321.8890</w:t>
      </w:r>
      <w:r>
        <w:tab/>
        <w:t>2.025e0</w:t>
      </w:r>
    </w:p>
    <w:p w:rsidR="005B0461" w:rsidRDefault="005B0461" w:rsidP="005B0461">
      <w:r>
        <w:t>321.8986</w:t>
      </w:r>
      <w:r>
        <w:tab/>
        <w:t>5.063e0</w:t>
      </w:r>
    </w:p>
    <w:p w:rsidR="005B0461" w:rsidRDefault="005B0461" w:rsidP="005B0461">
      <w:r>
        <w:t>321.9012</w:t>
      </w:r>
      <w:r>
        <w:tab/>
        <w:t>1.013e0</w:t>
      </w:r>
    </w:p>
    <w:p w:rsidR="005B0461" w:rsidRDefault="005B0461" w:rsidP="005B0461">
      <w:r>
        <w:t>321.9499</w:t>
      </w:r>
      <w:r>
        <w:tab/>
        <w:t>1.013e0</w:t>
      </w:r>
    </w:p>
    <w:p w:rsidR="005B0461" w:rsidRDefault="005B0461" w:rsidP="005B0461">
      <w:r>
        <w:t>321.9617</w:t>
      </w:r>
      <w:r>
        <w:tab/>
        <w:t>1.013e0</w:t>
      </w:r>
    </w:p>
    <w:p w:rsidR="005B0461" w:rsidRDefault="005B0461" w:rsidP="005B0461">
      <w:r>
        <w:t>321.9677</w:t>
      </w:r>
      <w:r>
        <w:tab/>
        <w:t>3.038e0</w:t>
      </w:r>
    </w:p>
    <w:p w:rsidR="005B0461" w:rsidRDefault="005B0461" w:rsidP="005B0461">
      <w:r>
        <w:t>321.9762</w:t>
      </w:r>
      <w:r>
        <w:tab/>
        <w:t>3.038e0</w:t>
      </w:r>
    </w:p>
    <w:p w:rsidR="005B0461" w:rsidRDefault="005B0461" w:rsidP="005B0461">
      <w:r>
        <w:t>322.0404</w:t>
      </w:r>
      <w:r>
        <w:tab/>
        <w:t>2.576e1</w:t>
      </w:r>
    </w:p>
    <w:p w:rsidR="005B0461" w:rsidRDefault="005B0461" w:rsidP="005B0461">
      <w:r>
        <w:t>322.0479</w:t>
      </w:r>
      <w:r>
        <w:tab/>
        <w:t>7.523e1</w:t>
      </w:r>
    </w:p>
    <w:p w:rsidR="005B0461" w:rsidRDefault="005B0461" w:rsidP="005B0461">
      <w:r>
        <w:t>322.0528</w:t>
      </w:r>
      <w:r>
        <w:tab/>
        <w:t>2.801e1</w:t>
      </w:r>
    </w:p>
    <w:p w:rsidR="005B0461" w:rsidRDefault="005B0461" w:rsidP="005B0461">
      <w:r>
        <w:t>322.1192</w:t>
      </w:r>
      <w:r>
        <w:tab/>
        <w:t>4.159e0</w:t>
      </w:r>
    </w:p>
    <w:p w:rsidR="005B0461" w:rsidRDefault="005B0461" w:rsidP="005B0461">
      <w:r>
        <w:t>322.1293</w:t>
      </w:r>
      <w:r>
        <w:tab/>
        <w:t>3.804e0</w:t>
      </w:r>
    </w:p>
    <w:p w:rsidR="005B0461" w:rsidRDefault="005B0461" w:rsidP="005B0461">
      <w:r>
        <w:t>322.1397</w:t>
      </w:r>
      <w:r>
        <w:tab/>
        <w:t>2.025e0</w:t>
      </w:r>
    </w:p>
    <w:p w:rsidR="005B0461" w:rsidRDefault="005B0461" w:rsidP="005B0461">
      <w:r>
        <w:lastRenderedPageBreak/>
        <w:t>322.1417</w:t>
      </w:r>
      <w:r>
        <w:tab/>
        <w:t>2.025e0</w:t>
      </w:r>
    </w:p>
    <w:p w:rsidR="005B0461" w:rsidRDefault="005B0461" w:rsidP="005B0461">
      <w:r>
        <w:t>322.1651</w:t>
      </w:r>
      <w:r>
        <w:tab/>
        <w:t>2.025e0</w:t>
      </w:r>
    </w:p>
    <w:p w:rsidR="005B0461" w:rsidRDefault="005B0461" w:rsidP="005B0461">
      <w:r>
        <w:t>322.1812</w:t>
      </w:r>
      <w:r>
        <w:tab/>
        <w:t>6.799e0</w:t>
      </w:r>
    </w:p>
    <w:p w:rsidR="005B0461" w:rsidRDefault="005B0461" w:rsidP="005B0461">
      <w:r>
        <w:t>322.1854</w:t>
      </w:r>
      <w:r>
        <w:tab/>
        <w:t>1.498e0</w:t>
      </w:r>
    </w:p>
    <w:p w:rsidR="005B0461" w:rsidRDefault="005B0461" w:rsidP="005B0461">
      <w:r>
        <w:t>322.1890</w:t>
      </w:r>
      <w:r>
        <w:tab/>
        <w:t>5.063e0</w:t>
      </w:r>
    </w:p>
    <w:p w:rsidR="005B0461" w:rsidRDefault="005B0461" w:rsidP="005B0461">
      <w:r>
        <w:t>322.2181</w:t>
      </w:r>
      <w:r>
        <w:tab/>
        <w:t>3.038e0</w:t>
      </w:r>
    </w:p>
    <w:p w:rsidR="005B0461" w:rsidRDefault="005B0461" w:rsidP="005B0461">
      <w:r>
        <w:t>322.2681</w:t>
      </w:r>
      <w:r>
        <w:tab/>
        <w:t>2.025e0</w:t>
      </w:r>
    </w:p>
    <w:p w:rsidR="005B0461" w:rsidRDefault="005B0461" w:rsidP="005B0461">
      <w:r>
        <w:t>322.2782</w:t>
      </w:r>
      <w:r>
        <w:tab/>
        <w:t>3.038e0</w:t>
      </w:r>
    </w:p>
    <w:p w:rsidR="005B0461" w:rsidRDefault="005B0461" w:rsidP="005B0461">
      <w:r>
        <w:t>322.2875</w:t>
      </w:r>
      <w:r>
        <w:tab/>
        <w:t>4.034e0</w:t>
      </w:r>
    </w:p>
    <w:p w:rsidR="005B0461" w:rsidRDefault="005B0461" w:rsidP="005B0461">
      <w:r>
        <w:t>322.2932</w:t>
      </w:r>
      <w:r>
        <w:tab/>
        <w:t>2.910e0</w:t>
      </w:r>
    </w:p>
    <w:p w:rsidR="005B0461" w:rsidRDefault="005B0461" w:rsidP="005B0461">
      <w:r>
        <w:t>322.3042</w:t>
      </w:r>
      <w:r>
        <w:tab/>
        <w:t>4.509e0</w:t>
      </w:r>
    </w:p>
    <w:p w:rsidR="005B0461" w:rsidRDefault="005B0461" w:rsidP="005B0461">
      <w:r>
        <w:t>322.3237</w:t>
      </w:r>
      <w:r>
        <w:tab/>
        <w:t>1.974e0</w:t>
      </w:r>
    </w:p>
    <w:p w:rsidR="005B0461" w:rsidRDefault="005B0461" w:rsidP="005B0461">
      <w:r>
        <w:t>322.3456</w:t>
      </w:r>
      <w:r>
        <w:tab/>
        <w:t>1.013e0</w:t>
      </w:r>
    </w:p>
    <w:p w:rsidR="005B0461" w:rsidRDefault="005B0461" w:rsidP="005B0461">
      <w:r>
        <w:t>322.3922</w:t>
      </w:r>
      <w:r>
        <w:tab/>
        <w:t>1.013e0</w:t>
      </w:r>
    </w:p>
    <w:p w:rsidR="005B0461" w:rsidRDefault="005B0461" w:rsidP="005B0461">
      <w:r>
        <w:t>322.4025</w:t>
      </w:r>
      <w:r>
        <w:tab/>
        <w:t>1.013e0</w:t>
      </w:r>
    </w:p>
    <w:p w:rsidR="005B0461" w:rsidRDefault="005B0461" w:rsidP="005B0461">
      <w:r>
        <w:t>322.4071</w:t>
      </w:r>
      <w:r>
        <w:tab/>
        <w:t>2.025e0</w:t>
      </w:r>
    </w:p>
    <w:p w:rsidR="005B0461" w:rsidRDefault="005B0461" w:rsidP="005B0461">
      <w:r>
        <w:t>322.4213</w:t>
      </w:r>
      <w:r>
        <w:tab/>
        <w:t>1.013e0</w:t>
      </w:r>
    </w:p>
    <w:p w:rsidR="005B0461" w:rsidRDefault="005B0461" w:rsidP="005B0461">
      <w:r>
        <w:t>322.4307</w:t>
      </w:r>
      <w:r>
        <w:tab/>
        <w:t>1.013e0</w:t>
      </w:r>
    </w:p>
    <w:p w:rsidR="005B0461" w:rsidRDefault="005B0461" w:rsidP="005B0461">
      <w:r>
        <w:t>322.4591</w:t>
      </w:r>
      <w:r>
        <w:tab/>
        <w:t>1.013e0</w:t>
      </w:r>
    </w:p>
    <w:p w:rsidR="005B0461" w:rsidRDefault="005B0461" w:rsidP="005B0461">
      <w:r>
        <w:lastRenderedPageBreak/>
        <w:t>322.4631</w:t>
      </w:r>
      <w:r>
        <w:tab/>
        <w:t>1.013e0</w:t>
      </w:r>
    </w:p>
    <w:p w:rsidR="005B0461" w:rsidRDefault="005B0461" w:rsidP="005B0461">
      <w:r>
        <w:t>322.4962</w:t>
      </w:r>
      <w:r>
        <w:tab/>
        <w:t>3.038e0</w:t>
      </w:r>
    </w:p>
    <w:p w:rsidR="005B0461" w:rsidRDefault="005B0461" w:rsidP="005B0461">
      <w:r>
        <w:t>322.5261</w:t>
      </w:r>
      <w:r>
        <w:tab/>
        <w:t>1.013e0</w:t>
      </w:r>
    </w:p>
    <w:p w:rsidR="005B0461" w:rsidRDefault="005B0461" w:rsidP="005B0461">
      <w:r>
        <w:t>322.5390</w:t>
      </w:r>
      <w:r>
        <w:tab/>
        <w:t>5.063e0</w:t>
      </w:r>
    </w:p>
    <w:p w:rsidR="005B0461" w:rsidRDefault="005B0461" w:rsidP="005B0461">
      <w:r>
        <w:t>322.5602</w:t>
      </w:r>
      <w:r>
        <w:tab/>
        <w:t>1.013e0</w:t>
      </w:r>
    </w:p>
    <w:p w:rsidR="005B0461" w:rsidRDefault="005B0461" w:rsidP="005B0461">
      <w:r>
        <w:t>322.5810</w:t>
      </w:r>
      <w:r>
        <w:tab/>
        <w:t>2.025e0</w:t>
      </w:r>
    </w:p>
    <w:p w:rsidR="005B0461" w:rsidRDefault="005B0461" w:rsidP="005B0461">
      <w:r>
        <w:t>322.6462</w:t>
      </w:r>
      <w:r>
        <w:tab/>
        <w:t>2.025e0</w:t>
      </w:r>
    </w:p>
    <w:p w:rsidR="005B0461" w:rsidRDefault="005B0461" w:rsidP="005B0461">
      <w:r>
        <w:t>322.6490</w:t>
      </w:r>
      <w:r>
        <w:tab/>
        <w:t>1.013e0</w:t>
      </w:r>
    </w:p>
    <w:p w:rsidR="005B0461" w:rsidRDefault="005B0461" w:rsidP="005B0461">
      <w:r>
        <w:t>322.6552</w:t>
      </w:r>
      <w:r>
        <w:tab/>
        <w:t>2.025e0</w:t>
      </w:r>
    </w:p>
    <w:p w:rsidR="005B0461" w:rsidRDefault="005B0461" w:rsidP="005B0461">
      <w:r>
        <w:t>322.6734</w:t>
      </w:r>
      <w:r>
        <w:tab/>
        <w:t>1.014e0</w:t>
      </w:r>
    </w:p>
    <w:p w:rsidR="005B0461" w:rsidRDefault="005B0461" w:rsidP="005B0461">
      <w:r>
        <w:t>322.6936</w:t>
      </w:r>
      <w:r>
        <w:tab/>
        <w:t>1.013e0</w:t>
      </w:r>
    </w:p>
    <w:p w:rsidR="005B0461" w:rsidRDefault="005B0461" w:rsidP="005B0461">
      <w:r>
        <w:t>322.7118</w:t>
      </w:r>
      <w:r>
        <w:tab/>
        <w:t>2.025e0</w:t>
      </w:r>
    </w:p>
    <w:p w:rsidR="005B0461" w:rsidRDefault="005B0461" w:rsidP="005B0461">
      <w:r>
        <w:t>322.7358</w:t>
      </w:r>
      <w:r>
        <w:tab/>
        <w:t>1.013e0</w:t>
      </w:r>
    </w:p>
    <w:p w:rsidR="005B0461" w:rsidRDefault="005B0461" w:rsidP="005B0461">
      <w:r>
        <w:t>322.7657</w:t>
      </w:r>
      <w:r>
        <w:tab/>
        <w:t>4.051e0</w:t>
      </w:r>
    </w:p>
    <w:p w:rsidR="005B0461" w:rsidRDefault="005B0461" w:rsidP="005B0461">
      <w:r>
        <w:t>322.7786</w:t>
      </w:r>
      <w:r>
        <w:tab/>
        <w:t>2.025e0</w:t>
      </w:r>
    </w:p>
    <w:p w:rsidR="005B0461" w:rsidRDefault="005B0461" w:rsidP="005B0461">
      <w:r>
        <w:t>322.7912</w:t>
      </w:r>
      <w:r>
        <w:tab/>
        <w:t>3.038e0</w:t>
      </w:r>
    </w:p>
    <w:p w:rsidR="005B0461" w:rsidRDefault="005B0461" w:rsidP="005B0461">
      <w:r>
        <w:t>322.8174</w:t>
      </w:r>
      <w:r>
        <w:tab/>
        <w:t>1.013e0</w:t>
      </w:r>
    </w:p>
    <w:p w:rsidR="005B0461" w:rsidRDefault="005B0461" w:rsidP="005B0461">
      <w:r>
        <w:t>322.8378</w:t>
      </w:r>
      <w:r>
        <w:tab/>
        <w:t>2.025e0</w:t>
      </w:r>
    </w:p>
    <w:p w:rsidR="005B0461" w:rsidRDefault="005B0461" w:rsidP="005B0461">
      <w:r>
        <w:t>322.8432</w:t>
      </w:r>
      <w:r>
        <w:tab/>
        <w:t>2.025e0</w:t>
      </w:r>
    </w:p>
    <w:p w:rsidR="005B0461" w:rsidRDefault="005B0461" w:rsidP="005B0461">
      <w:r>
        <w:lastRenderedPageBreak/>
        <w:t>322.8637</w:t>
      </w:r>
      <w:r>
        <w:tab/>
        <w:t>2.025e0</w:t>
      </w:r>
    </w:p>
    <w:p w:rsidR="005B0461" w:rsidRDefault="005B0461" w:rsidP="005B0461">
      <w:r>
        <w:t>322.8796</w:t>
      </w:r>
      <w:r>
        <w:tab/>
        <w:t>1.013e0</w:t>
      </w:r>
    </w:p>
    <w:p w:rsidR="005B0461" w:rsidRDefault="005B0461" w:rsidP="005B0461">
      <w:r>
        <w:t>322.8875</w:t>
      </w:r>
      <w:r>
        <w:tab/>
        <w:t>1.013e0</w:t>
      </w:r>
    </w:p>
    <w:p w:rsidR="005B0461" w:rsidRDefault="005B0461" w:rsidP="005B0461">
      <w:r>
        <w:t>322.8932</w:t>
      </w:r>
      <w:r>
        <w:tab/>
        <w:t>1.013e0</w:t>
      </w:r>
    </w:p>
    <w:p w:rsidR="005B0461" w:rsidRDefault="005B0461" w:rsidP="005B0461">
      <w:r>
        <w:t>322.9224</w:t>
      </w:r>
      <w:r>
        <w:tab/>
        <w:t>1.013e0</w:t>
      </w:r>
    </w:p>
    <w:p w:rsidR="005B0461" w:rsidRDefault="005B0461" w:rsidP="005B0461">
      <w:r>
        <w:t>322.9322</w:t>
      </w:r>
      <w:r>
        <w:tab/>
        <w:t>1.013e0</w:t>
      </w:r>
    </w:p>
    <w:p w:rsidR="005B0461" w:rsidRDefault="005B0461" w:rsidP="005B0461">
      <w:r>
        <w:t>322.9457</w:t>
      </w:r>
      <w:r>
        <w:tab/>
        <w:t>1.013e0</w:t>
      </w:r>
    </w:p>
    <w:p w:rsidR="005B0461" w:rsidRDefault="005B0461" w:rsidP="005B0461">
      <w:r>
        <w:t>322.9773</w:t>
      </w:r>
      <w:r>
        <w:tab/>
        <w:t>4.051e0</w:t>
      </w:r>
    </w:p>
    <w:p w:rsidR="005B0461" w:rsidRDefault="005B0461" w:rsidP="005B0461">
      <w:r>
        <w:t>322.9835</w:t>
      </w:r>
      <w:r>
        <w:tab/>
        <w:t>3.038e0</w:t>
      </w:r>
    </w:p>
    <w:p w:rsidR="005B0461" w:rsidRDefault="005B0461" w:rsidP="005B0461">
      <w:r>
        <w:t>322.9982</w:t>
      </w:r>
      <w:r>
        <w:tab/>
        <w:t>1.013e0</w:t>
      </w:r>
    </w:p>
    <w:p w:rsidR="005B0461" w:rsidRDefault="005B0461" w:rsidP="005B0461">
      <w:r>
        <w:t>323.0273</w:t>
      </w:r>
      <w:r>
        <w:tab/>
        <w:t>2.291e0</w:t>
      </w:r>
    </w:p>
    <w:p w:rsidR="005B0461" w:rsidRDefault="005B0461" w:rsidP="005B0461">
      <w:r>
        <w:t>323.0441</w:t>
      </w:r>
      <w:r>
        <w:tab/>
        <w:t>6.978e0</w:t>
      </w:r>
    </w:p>
    <w:p w:rsidR="005B0461" w:rsidRDefault="005B0461" w:rsidP="005B0461">
      <w:r>
        <w:t>323.0453</w:t>
      </w:r>
      <w:r>
        <w:tab/>
        <w:t>7.185e0</w:t>
      </w:r>
    </w:p>
    <w:p w:rsidR="005B0461" w:rsidRDefault="005B0461" w:rsidP="005B0461">
      <w:r>
        <w:t>323.0500</w:t>
      </w:r>
      <w:r>
        <w:tab/>
        <w:t>8.931e0</w:t>
      </w:r>
    </w:p>
    <w:p w:rsidR="005B0461" w:rsidRDefault="005B0461" w:rsidP="005B0461">
      <w:r>
        <w:t>323.0661</w:t>
      </w:r>
      <w:r>
        <w:tab/>
        <w:t>3.623e0</w:t>
      </w:r>
    </w:p>
    <w:p w:rsidR="005B0461" w:rsidRDefault="005B0461" w:rsidP="005B0461">
      <w:r>
        <w:t>323.0704</w:t>
      </w:r>
      <w:r>
        <w:tab/>
        <w:t>3.313e0</w:t>
      </w:r>
    </w:p>
    <w:p w:rsidR="005B0461" w:rsidRDefault="005B0461" w:rsidP="005B0461">
      <w:r>
        <w:t>323.1279</w:t>
      </w:r>
      <w:r>
        <w:tab/>
        <w:t>2.039e0</w:t>
      </w:r>
    </w:p>
    <w:p w:rsidR="005B0461" w:rsidRDefault="005B0461" w:rsidP="005B0461">
      <w:r>
        <w:t>323.1321</w:t>
      </w:r>
      <w:r>
        <w:tab/>
        <w:t>1.767e0</w:t>
      </w:r>
    </w:p>
    <w:p w:rsidR="005B0461" w:rsidRDefault="005B0461" w:rsidP="005B0461">
      <w:r>
        <w:t>323.1339</w:t>
      </w:r>
      <w:r>
        <w:tab/>
        <w:t>4.634e0</w:t>
      </w:r>
    </w:p>
    <w:p w:rsidR="005B0461" w:rsidRDefault="005B0461" w:rsidP="005B0461">
      <w:r>
        <w:lastRenderedPageBreak/>
        <w:t>323.1663</w:t>
      </w:r>
      <w:r>
        <w:tab/>
        <w:t>6.839e0</w:t>
      </w:r>
    </w:p>
    <w:p w:rsidR="005B0461" w:rsidRDefault="005B0461" w:rsidP="005B0461">
      <w:r>
        <w:t>323.1841</w:t>
      </w:r>
      <w:r>
        <w:tab/>
        <w:t>4.860e0</w:t>
      </w:r>
    </w:p>
    <w:p w:rsidR="005B0461" w:rsidRDefault="005B0461" w:rsidP="005B0461">
      <w:r>
        <w:t>323.2010</w:t>
      </w:r>
      <w:r>
        <w:tab/>
        <w:t>2.025e0</w:t>
      </w:r>
    </w:p>
    <w:p w:rsidR="005B0461" w:rsidRDefault="005B0461" w:rsidP="005B0461">
      <w:r>
        <w:t>323.2458</w:t>
      </w:r>
      <w:r>
        <w:tab/>
        <w:t>4.051e0</w:t>
      </w:r>
    </w:p>
    <w:p w:rsidR="005B0461" w:rsidRDefault="005B0461" w:rsidP="005B0461">
      <w:r>
        <w:t>323.2492</w:t>
      </w:r>
      <w:r>
        <w:tab/>
        <w:t>5.061e0</w:t>
      </w:r>
    </w:p>
    <w:p w:rsidR="005B0461" w:rsidRDefault="005B0461" w:rsidP="005B0461">
      <w:r>
        <w:t>323.2567</w:t>
      </w:r>
      <w:r>
        <w:tab/>
        <w:t>2.025e0</w:t>
      </w:r>
    </w:p>
    <w:p w:rsidR="005B0461" w:rsidRDefault="005B0461" w:rsidP="005B0461">
      <w:r>
        <w:t>323.2765</w:t>
      </w:r>
      <w:r>
        <w:tab/>
        <w:t>4.119e0</w:t>
      </w:r>
    </w:p>
    <w:p w:rsidR="005B0461" w:rsidRDefault="005B0461" w:rsidP="005B0461">
      <w:r>
        <w:t>323.3072</w:t>
      </w:r>
      <w:r>
        <w:tab/>
        <w:t>1.230e1</w:t>
      </w:r>
    </w:p>
    <w:p w:rsidR="005B0461" w:rsidRDefault="005B0461" w:rsidP="005B0461">
      <w:r>
        <w:t>323.3153</w:t>
      </w:r>
      <w:r>
        <w:tab/>
        <w:t>1.072e1</w:t>
      </w:r>
    </w:p>
    <w:p w:rsidR="005B0461" w:rsidRDefault="005B0461" w:rsidP="005B0461">
      <w:r>
        <w:t>323.3570</w:t>
      </w:r>
      <w:r>
        <w:tab/>
        <w:t>2.025e0</w:t>
      </w:r>
    </w:p>
    <w:p w:rsidR="005B0461" w:rsidRDefault="005B0461" w:rsidP="005B0461">
      <w:r>
        <w:t>323.3774</w:t>
      </w:r>
      <w:r>
        <w:tab/>
        <w:t>1.013e0</w:t>
      </w:r>
    </w:p>
    <w:p w:rsidR="005B0461" w:rsidRDefault="005B0461" w:rsidP="005B0461">
      <w:r>
        <w:t>323.4460</w:t>
      </w:r>
      <w:r>
        <w:tab/>
        <w:t>2.025e0</w:t>
      </w:r>
    </w:p>
    <w:p w:rsidR="005B0461" w:rsidRDefault="005B0461" w:rsidP="005B0461">
      <w:r>
        <w:t>323.4943</w:t>
      </w:r>
      <w:r>
        <w:tab/>
        <w:t>2.025e0</w:t>
      </w:r>
    </w:p>
    <w:p w:rsidR="005B0461" w:rsidRDefault="005B0461" w:rsidP="005B0461">
      <w:r>
        <w:t>323.5188</w:t>
      </w:r>
      <w:r>
        <w:tab/>
        <w:t>1.013e0</w:t>
      </w:r>
    </w:p>
    <w:p w:rsidR="005B0461" w:rsidRDefault="005B0461" w:rsidP="005B0461">
      <w:r>
        <w:t>323.5292</w:t>
      </w:r>
      <w:r>
        <w:tab/>
        <w:t>1.013e0</w:t>
      </w:r>
    </w:p>
    <w:p w:rsidR="005B0461" w:rsidRDefault="005B0461" w:rsidP="005B0461">
      <w:r>
        <w:t>323.5351</w:t>
      </w:r>
      <w:r>
        <w:tab/>
        <w:t>2.025e0</w:t>
      </w:r>
    </w:p>
    <w:p w:rsidR="005B0461" w:rsidRDefault="005B0461" w:rsidP="005B0461">
      <w:r>
        <w:t>323.5634</w:t>
      </w:r>
      <w:r>
        <w:tab/>
        <w:t>2.025e0</w:t>
      </w:r>
    </w:p>
    <w:p w:rsidR="005B0461" w:rsidRDefault="005B0461" w:rsidP="005B0461">
      <w:r>
        <w:t>323.5876</w:t>
      </w:r>
      <w:r>
        <w:tab/>
        <w:t>1.013e0</w:t>
      </w:r>
    </w:p>
    <w:p w:rsidR="005B0461" w:rsidRDefault="005B0461" w:rsidP="005B0461">
      <w:r>
        <w:t>323.6179</w:t>
      </w:r>
      <w:r>
        <w:tab/>
        <w:t>3.038e0</w:t>
      </w:r>
    </w:p>
    <w:p w:rsidR="005B0461" w:rsidRDefault="005B0461" w:rsidP="005B0461">
      <w:r>
        <w:lastRenderedPageBreak/>
        <w:t>323.6402</w:t>
      </w:r>
      <w:r>
        <w:tab/>
        <w:t>3.038e0</w:t>
      </w:r>
    </w:p>
    <w:p w:rsidR="005B0461" w:rsidRDefault="005B0461" w:rsidP="005B0461">
      <w:r>
        <w:t>323.6635</w:t>
      </w:r>
      <w:r>
        <w:tab/>
        <w:t>1.013e0</w:t>
      </w:r>
    </w:p>
    <w:p w:rsidR="005B0461" w:rsidRDefault="005B0461" w:rsidP="005B0461">
      <w:r>
        <w:t>323.6927</w:t>
      </w:r>
      <w:r>
        <w:tab/>
        <w:t>1.013e0</w:t>
      </w:r>
    </w:p>
    <w:p w:rsidR="005B0461" w:rsidRDefault="005B0461" w:rsidP="005B0461">
      <w:r>
        <w:t>323.6968</w:t>
      </w:r>
      <w:r>
        <w:tab/>
        <w:t>1.013e0</w:t>
      </w:r>
    </w:p>
    <w:p w:rsidR="005B0461" w:rsidRDefault="005B0461" w:rsidP="005B0461">
      <w:r>
        <w:t>323.7048</w:t>
      </w:r>
      <w:r>
        <w:tab/>
        <w:t>1.013e0</w:t>
      </w:r>
    </w:p>
    <w:p w:rsidR="005B0461" w:rsidRDefault="005B0461" w:rsidP="005B0461">
      <w:r>
        <w:t>323.7251</w:t>
      </w:r>
      <w:r>
        <w:tab/>
        <w:t>1.013e0</w:t>
      </w:r>
    </w:p>
    <w:p w:rsidR="005B0461" w:rsidRDefault="005B0461" w:rsidP="005B0461">
      <w:r>
        <w:t>323.7494</w:t>
      </w:r>
      <w:r>
        <w:tab/>
        <w:t>1.013e0</w:t>
      </w:r>
    </w:p>
    <w:p w:rsidR="005B0461" w:rsidRDefault="005B0461" w:rsidP="005B0461">
      <w:r>
        <w:t>323.7607</w:t>
      </w:r>
      <w:r>
        <w:tab/>
        <w:t>2.025e0</w:t>
      </w:r>
    </w:p>
    <w:p w:rsidR="005B0461" w:rsidRDefault="005B0461" w:rsidP="005B0461">
      <w:r>
        <w:t>323.7629</w:t>
      </w:r>
      <w:r>
        <w:tab/>
        <w:t>1.013e0</w:t>
      </w:r>
    </w:p>
    <w:p w:rsidR="005B0461" w:rsidRDefault="005B0461" w:rsidP="005B0461">
      <w:r>
        <w:t>323.7876</w:t>
      </w:r>
      <w:r>
        <w:tab/>
        <w:t>2.025e0</w:t>
      </w:r>
    </w:p>
    <w:p w:rsidR="005B0461" w:rsidRDefault="005B0461" w:rsidP="005B0461">
      <w:r>
        <w:t>323.7979</w:t>
      </w:r>
      <w:r>
        <w:tab/>
        <w:t>2.025e0</w:t>
      </w:r>
    </w:p>
    <w:p w:rsidR="005B0461" w:rsidRDefault="005B0461" w:rsidP="005B0461">
      <w:r>
        <w:t>323.8222</w:t>
      </w:r>
      <w:r>
        <w:tab/>
        <w:t>2.025e0</w:t>
      </w:r>
    </w:p>
    <w:p w:rsidR="005B0461" w:rsidRDefault="005B0461" w:rsidP="005B0461">
      <w:r>
        <w:t>323.8505</w:t>
      </w:r>
      <w:r>
        <w:tab/>
        <w:t>2.025e0</w:t>
      </w:r>
    </w:p>
    <w:p w:rsidR="005B0461" w:rsidRDefault="005B0461" w:rsidP="005B0461">
      <w:r>
        <w:t>323.8960</w:t>
      </w:r>
      <w:r>
        <w:tab/>
        <w:t>3.038e0</w:t>
      </w:r>
    </w:p>
    <w:p w:rsidR="005B0461" w:rsidRDefault="005B0461" w:rsidP="005B0461">
      <w:r>
        <w:t>323.9067</w:t>
      </w:r>
      <w:r>
        <w:tab/>
        <w:t>3.038e0</w:t>
      </w:r>
    </w:p>
    <w:p w:rsidR="005B0461" w:rsidRDefault="005B0461" w:rsidP="005B0461">
      <w:r>
        <w:t>323.9356</w:t>
      </w:r>
      <w:r>
        <w:tab/>
        <w:t>1.013e0</w:t>
      </w:r>
    </w:p>
    <w:p w:rsidR="005B0461" w:rsidRDefault="005B0461" w:rsidP="005B0461">
      <w:r>
        <w:t>323.9404</w:t>
      </w:r>
      <w:r>
        <w:tab/>
        <w:t>3.038e0</w:t>
      </w:r>
    </w:p>
    <w:p w:rsidR="005B0461" w:rsidRDefault="005B0461" w:rsidP="005B0461">
      <w:r>
        <w:t>323.9597</w:t>
      </w:r>
      <w:r>
        <w:tab/>
        <w:t>2.025e0</w:t>
      </w:r>
    </w:p>
    <w:p w:rsidR="005B0461" w:rsidRDefault="005B0461" w:rsidP="005B0461">
      <w:r>
        <w:t>323.9675</w:t>
      </w:r>
      <w:r>
        <w:tab/>
        <w:t>1.771e0</w:t>
      </w:r>
    </w:p>
    <w:p w:rsidR="005B0461" w:rsidRDefault="005B0461" w:rsidP="005B0461">
      <w:r>
        <w:lastRenderedPageBreak/>
        <w:t>323.9733</w:t>
      </w:r>
      <w:r>
        <w:tab/>
        <w:t>2.025e0</w:t>
      </w:r>
    </w:p>
    <w:p w:rsidR="005B0461" w:rsidRDefault="005B0461" w:rsidP="005B0461">
      <w:r>
        <w:t>323.9824</w:t>
      </w:r>
      <w:r>
        <w:tab/>
        <w:t>3.794e0</w:t>
      </w:r>
    </w:p>
    <w:p w:rsidR="005B0461" w:rsidRDefault="005B0461" w:rsidP="005B0461">
      <w:r>
        <w:t>324.0363</w:t>
      </w:r>
      <w:r>
        <w:tab/>
        <w:t>5.061e1</w:t>
      </w:r>
    </w:p>
    <w:p w:rsidR="005B0461" w:rsidRDefault="005B0461" w:rsidP="005B0461">
      <w:r>
        <w:t>324.0395</w:t>
      </w:r>
      <w:r>
        <w:tab/>
        <w:t>2.108e1</w:t>
      </w:r>
    </w:p>
    <w:p w:rsidR="005B0461" w:rsidRDefault="005B0461" w:rsidP="005B0461">
      <w:r>
        <w:t>324.0499</w:t>
      </w:r>
      <w:r>
        <w:tab/>
        <w:t>3.663e1</w:t>
      </w:r>
    </w:p>
    <w:p w:rsidR="005B0461" w:rsidRDefault="005B0461" w:rsidP="005B0461">
      <w:r>
        <w:t>324.0789</w:t>
      </w:r>
      <w:r>
        <w:tab/>
        <w:t>1.236e2</w:t>
      </w:r>
    </w:p>
    <w:p w:rsidR="005B0461" w:rsidRDefault="005B0461" w:rsidP="005B0461">
      <w:r>
        <w:t>324.0810</w:t>
      </w:r>
      <w:r>
        <w:tab/>
        <w:t>5.764e1</w:t>
      </w:r>
    </w:p>
    <w:p w:rsidR="005B0461" w:rsidRDefault="005B0461" w:rsidP="005B0461">
      <w:r>
        <w:t>324.0842</w:t>
      </w:r>
      <w:r>
        <w:tab/>
        <w:t>4.129e1</w:t>
      </w:r>
    </w:p>
    <w:p w:rsidR="005B0461" w:rsidRDefault="005B0461" w:rsidP="005B0461">
      <w:r>
        <w:t>324.1620</w:t>
      </w:r>
      <w:r>
        <w:tab/>
        <w:t>4.051e0</w:t>
      </w:r>
    </w:p>
    <w:p w:rsidR="005B0461" w:rsidRDefault="005B0461" w:rsidP="005B0461">
      <w:r>
        <w:t>324.1653</w:t>
      </w:r>
      <w:r>
        <w:tab/>
        <w:t>5.063e0</w:t>
      </w:r>
    </w:p>
    <w:p w:rsidR="005B0461" w:rsidRDefault="005B0461" w:rsidP="005B0461">
      <w:r>
        <w:t>324.1772</w:t>
      </w:r>
      <w:r>
        <w:tab/>
        <w:t>4.365e0</w:t>
      </w:r>
    </w:p>
    <w:p w:rsidR="005B0461" w:rsidRDefault="005B0461" w:rsidP="005B0461">
      <w:r>
        <w:t>324.2172</w:t>
      </w:r>
      <w:r>
        <w:tab/>
        <w:t>3.038e0</w:t>
      </w:r>
    </w:p>
    <w:p w:rsidR="005B0461" w:rsidRDefault="005B0461" w:rsidP="005B0461">
      <w:r>
        <w:t>324.2343</w:t>
      </w:r>
      <w:r>
        <w:tab/>
        <w:t>2.025e0</w:t>
      </w:r>
    </w:p>
    <w:p w:rsidR="005B0461" w:rsidRDefault="005B0461" w:rsidP="005B0461">
      <w:r>
        <w:t>324.2372</w:t>
      </w:r>
      <w:r>
        <w:tab/>
        <w:t>2.025e0</w:t>
      </w:r>
    </w:p>
    <w:p w:rsidR="005B0461" w:rsidRDefault="005B0461" w:rsidP="005B0461">
      <w:r>
        <w:t>324.2383</w:t>
      </w:r>
      <w:r>
        <w:tab/>
        <w:t>5.063e0</w:t>
      </w:r>
    </w:p>
    <w:p w:rsidR="005B0461" w:rsidRDefault="005B0461" w:rsidP="005B0461">
      <w:r>
        <w:t>324.2622</w:t>
      </w:r>
      <w:r>
        <w:tab/>
        <w:t>3.038e0</w:t>
      </w:r>
    </w:p>
    <w:p w:rsidR="005B0461" w:rsidRDefault="005B0461" w:rsidP="005B0461">
      <w:r>
        <w:t>324.2699</w:t>
      </w:r>
      <w:r>
        <w:tab/>
        <w:t>4.047e0</w:t>
      </w:r>
    </w:p>
    <w:p w:rsidR="005B0461" w:rsidRDefault="005B0461" w:rsidP="005B0461">
      <w:r>
        <w:t>324.3040</w:t>
      </w:r>
      <w:r>
        <w:tab/>
        <w:t>3.038e0</w:t>
      </w:r>
    </w:p>
    <w:p w:rsidR="005B0461" w:rsidRDefault="005B0461" w:rsidP="005B0461">
      <w:r>
        <w:t>324.3075</w:t>
      </w:r>
      <w:r>
        <w:tab/>
        <w:t>7.896e0</w:t>
      </w:r>
    </w:p>
    <w:p w:rsidR="005B0461" w:rsidRDefault="005B0461" w:rsidP="005B0461">
      <w:r>
        <w:lastRenderedPageBreak/>
        <w:t>324.3288</w:t>
      </w:r>
      <w:r>
        <w:tab/>
        <w:t>4.049e0</w:t>
      </w:r>
    </w:p>
    <w:p w:rsidR="005B0461" w:rsidRDefault="005B0461" w:rsidP="005B0461">
      <w:r>
        <w:t>324.3439</w:t>
      </w:r>
      <w:r>
        <w:tab/>
        <w:t>3.038e0</w:t>
      </w:r>
    </w:p>
    <w:p w:rsidR="005B0461" w:rsidRDefault="005B0461" w:rsidP="005B0461">
      <w:r>
        <w:t>324.3517</w:t>
      </w:r>
      <w:r>
        <w:tab/>
        <w:t>2.025e0</w:t>
      </w:r>
    </w:p>
    <w:p w:rsidR="005B0461" w:rsidRDefault="005B0461" w:rsidP="005B0461">
      <w:r>
        <w:t>324.3607</w:t>
      </w:r>
      <w:r>
        <w:tab/>
        <w:t>1.013e0</w:t>
      </w:r>
    </w:p>
    <w:p w:rsidR="005B0461" w:rsidRDefault="005B0461" w:rsidP="005B0461">
      <w:r>
        <w:t>324.3809</w:t>
      </w:r>
      <w:r>
        <w:tab/>
        <w:t>1.013e0</w:t>
      </w:r>
    </w:p>
    <w:p w:rsidR="005B0461" w:rsidRDefault="005B0461" w:rsidP="005B0461">
      <w:r>
        <w:t>324.4204</w:t>
      </w:r>
      <w:r>
        <w:tab/>
        <w:t>3.038e0</w:t>
      </w:r>
    </w:p>
    <w:p w:rsidR="005B0461" w:rsidRDefault="005B0461" w:rsidP="005B0461">
      <w:r>
        <w:t>324.4238</w:t>
      </w:r>
      <w:r>
        <w:tab/>
        <w:t>1.013e0</w:t>
      </w:r>
    </w:p>
    <w:p w:rsidR="005B0461" w:rsidRDefault="005B0461" w:rsidP="005B0461">
      <w:r>
        <w:t>324.4458</w:t>
      </w:r>
      <w:r>
        <w:tab/>
        <w:t>2.529e0</w:t>
      </w:r>
    </w:p>
    <w:p w:rsidR="005B0461" w:rsidRDefault="005B0461" w:rsidP="005B0461">
      <w:r>
        <w:t>324.4861</w:t>
      </w:r>
      <w:r>
        <w:tab/>
        <w:t>1.013e0</w:t>
      </w:r>
    </w:p>
    <w:p w:rsidR="005B0461" w:rsidRDefault="005B0461" w:rsidP="005B0461">
      <w:r>
        <w:t>324.4903</w:t>
      </w:r>
      <w:r>
        <w:tab/>
        <w:t>3.038e0</w:t>
      </w:r>
    </w:p>
    <w:p w:rsidR="005B0461" w:rsidRDefault="005B0461" w:rsidP="005B0461">
      <w:r>
        <w:t>324.5336</w:t>
      </w:r>
      <w:r>
        <w:tab/>
        <w:t>3.038e0</w:t>
      </w:r>
    </w:p>
    <w:p w:rsidR="005B0461" w:rsidRDefault="005B0461" w:rsidP="005B0461">
      <w:r>
        <w:t>324.5468</w:t>
      </w:r>
      <w:r>
        <w:tab/>
        <w:t>1.013e0</w:t>
      </w:r>
    </w:p>
    <w:p w:rsidR="005B0461" w:rsidRDefault="005B0461" w:rsidP="005B0461">
      <w:r>
        <w:t>324.5841</w:t>
      </w:r>
      <w:r>
        <w:tab/>
        <w:t>2.025e0</w:t>
      </w:r>
    </w:p>
    <w:p w:rsidR="005B0461" w:rsidRDefault="005B0461" w:rsidP="005B0461">
      <w:r>
        <w:t>324.5955</w:t>
      </w:r>
      <w:r>
        <w:tab/>
        <w:t>1.013e0</w:t>
      </w:r>
    </w:p>
    <w:p w:rsidR="005B0461" w:rsidRDefault="005B0461" w:rsidP="005B0461">
      <w:r>
        <w:t>324.6328</w:t>
      </w:r>
      <w:r>
        <w:tab/>
        <w:t>4.051e0</w:t>
      </w:r>
    </w:p>
    <w:p w:rsidR="005B0461" w:rsidRDefault="005B0461" w:rsidP="005B0461">
      <w:r>
        <w:t>324.6340</w:t>
      </w:r>
      <w:r>
        <w:tab/>
        <w:t>2.025e0</w:t>
      </w:r>
    </w:p>
    <w:p w:rsidR="005B0461" w:rsidRDefault="005B0461" w:rsidP="005B0461">
      <w:r>
        <w:t>324.6596</w:t>
      </w:r>
      <w:r>
        <w:tab/>
        <w:t>3.038e0</w:t>
      </w:r>
    </w:p>
    <w:p w:rsidR="005B0461" w:rsidRDefault="005B0461" w:rsidP="005B0461">
      <w:r>
        <w:t>324.6725</w:t>
      </w:r>
      <w:r>
        <w:tab/>
        <w:t>1.013e0</w:t>
      </w:r>
    </w:p>
    <w:p w:rsidR="005B0461" w:rsidRDefault="005B0461" w:rsidP="005B0461">
      <w:r>
        <w:t>324.6846</w:t>
      </w:r>
      <w:r>
        <w:tab/>
        <w:t>2.025e0</w:t>
      </w:r>
    </w:p>
    <w:p w:rsidR="005B0461" w:rsidRDefault="005B0461" w:rsidP="005B0461">
      <w:r>
        <w:lastRenderedPageBreak/>
        <w:t>324.7083</w:t>
      </w:r>
      <w:r>
        <w:tab/>
        <w:t>2.025e0</w:t>
      </w:r>
    </w:p>
    <w:p w:rsidR="005B0461" w:rsidRDefault="005B0461" w:rsidP="005B0461">
      <w:r>
        <w:t>324.7108</w:t>
      </w:r>
      <w:r>
        <w:tab/>
        <w:t>1.013e0</w:t>
      </w:r>
    </w:p>
    <w:p w:rsidR="005B0461" w:rsidRDefault="005B0461" w:rsidP="005B0461">
      <w:r>
        <w:t>324.7210</w:t>
      </w:r>
      <w:r>
        <w:tab/>
        <w:t>1.013e0</w:t>
      </w:r>
    </w:p>
    <w:p w:rsidR="005B0461" w:rsidRDefault="005B0461" w:rsidP="005B0461">
      <w:r>
        <w:t>324.7455</w:t>
      </w:r>
      <w:r>
        <w:tab/>
        <w:t>1.013e0</w:t>
      </w:r>
    </w:p>
    <w:p w:rsidR="005B0461" w:rsidRDefault="005B0461" w:rsidP="005B0461">
      <w:r>
        <w:t>324.7534</w:t>
      </w:r>
      <w:r>
        <w:tab/>
        <w:t>1.013e0</w:t>
      </w:r>
    </w:p>
    <w:p w:rsidR="005B0461" w:rsidRDefault="005B0461" w:rsidP="005B0461">
      <w:r>
        <w:t>324.7570</w:t>
      </w:r>
      <w:r>
        <w:tab/>
        <w:t>3.038e0</w:t>
      </w:r>
    </w:p>
    <w:p w:rsidR="005B0461" w:rsidRDefault="005B0461" w:rsidP="005B0461">
      <w:r>
        <w:t>324.7602</w:t>
      </w:r>
      <w:r>
        <w:tab/>
        <w:t>3.038e0</w:t>
      </w:r>
    </w:p>
    <w:p w:rsidR="005B0461" w:rsidRDefault="005B0461" w:rsidP="005B0461">
      <w:r>
        <w:t>324.8010</w:t>
      </w:r>
      <w:r>
        <w:tab/>
        <w:t>2.025e0</w:t>
      </w:r>
    </w:p>
    <w:p w:rsidR="005B0461" w:rsidRDefault="005B0461" w:rsidP="005B0461">
      <w:r>
        <w:t>324.8304</w:t>
      </w:r>
      <w:r>
        <w:tab/>
        <w:t>1.013e0</w:t>
      </w:r>
    </w:p>
    <w:p w:rsidR="005B0461" w:rsidRDefault="005B0461" w:rsidP="005B0461">
      <w:r>
        <w:t>324.8587</w:t>
      </w:r>
      <w:r>
        <w:tab/>
        <w:t>2.025e0</w:t>
      </w:r>
    </w:p>
    <w:p w:rsidR="005B0461" w:rsidRDefault="005B0461" w:rsidP="005B0461">
      <w:r>
        <w:t>324.8631</w:t>
      </w:r>
      <w:r>
        <w:tab/>
        <w:t>1.013e0</w:t>
      </w:r>
    </w:p>
    <w:p w:rsidR="005B0461" w:rsidRDefault="005B0461" w:rsidP="005B0461">
      <w:r>
        <w:t>324.8851</w:t>
      </w:r>
      <w:r>
        <w:tab/>
        <w:t>2.025e0</w:t>
      </w:r>
    </w:p>
    <w:p w:rsidR="005B0461" w:rsidRDefault="005B0461" w:rsidP="005B0461">
      <w:r>
        <w:t>324.9218</w:t>
      </w:r>
      <w:r>
        <w:tab/>
        <w:t>2.025e0</w:t>
      </w:r>
    </w:p>
    <w:p w:rsidR="005B0461" w:rsidRDefault="005B0461" w:rsidP="005B0461">
      <w:r>
        <w:t>324.9231</w:t>
      </w:r>
      <w:r>
        <w:tab/>
        <w:t>3.038e0</w:t>
      </w:r>
    </w:p>
    <w:p w:rsidR="005B0461" w:rsidRDefault="005B0461" w:rsidP="005B0461">
      <w:r>
        <w:t>324.9293</w:t>
      </w:r>
      <w:r>
        <w:tab/>
        <w:t>2.025e0</w:t>
      </w:r>
    </w:p>
    <w:p w:rsidR="005B0461" w:rsidRDefault="005B0461" w:rsidP="005B0461">
      <w:r>
        <w:t>324.9619</w:t>
      </w:r>
      <w:r>
        <w:tab/>
        <w:t>2.025e0</w:t>
      </w:r>
    </w:p>
    <w:p w:rsidR="005B0461" w:rsidRDefault="005B0461" w:rsidP="005B0461">
      <w:r>
        <w:t>324.9693</w:t>
      </w:r>
      <w:r>
        <w:tab/>
        <w:t>2.784e0</w:t>
      </w:r>
    </w:p>
    <w:p w:rsidR="005B0461" w:rsidRDefault="005B0461" w:rsidP="005B0461">
      <w:r>
        <w:t>324.9986</w:t>
      </w:r>
      <w:r>
        <w:tab/>
        <w:t>4.249e0</w:t>
      </w:r>
    </w:p>
    <w:p w:rsidR="005B0461" w:rsidRDefault="005B0461" w:rsidP="005B0461">
      <w:r>
        <w:t>325.0086</w:t>
      </w:r>
      <w:r>
        <w:tab/>
        <w:t>2.985e0</w:t>
      </w:r>
    </w:p>
    <w:p w:rsidR="005B0461" w:rsidRDefault="005B0461" w:rsidP="005B0461">
      <w:r>
        <w:lastRenderedPageBreak/>
        <w:t>325.0307</w:t>
      </w:r>
      <w:r>
        <w:tab/>
        <w:t>3.289e0</w:t>
      </w:r>
    </w:p>
    <w:p w:rsidR="005B0461" w:rsidRDefault="005B0461" w:rsidP="005B0461">
      <w:r>
        <w:t>325.0362</w:t>
      </w:r>
      <w:r>
        <w:tab/>
        <w:t>4.124e0</w:t>
      </w:r>
    </w:p>
    <w:p w:rsidR="005B0461" w:rsidRDefault="005B0461" w:rsidP="005B0461">
      <w:r>
        <w:t>325.0481</w:t>
      </w:r>
      <w:r>
        <w:tab/>
        <w:t>3.096e0</w:t>
      </w:r>
    </w:p>
    <w:p w:rsidR="005B0461" w:rsidRDefault="005B0461" w:rsidP="005B0461">
      <w:r>
        <w:t>325.0597</w:t>
      </w:r>
      <w:r>
        <w:tab/>
        <w:t>1.566e1</w:t>
      </w:r>
    </w:p>
    <w:p w:rsidR="005B0461" w:rsidRDefault="005B0461" w:rsidP="005B0461">
      <w:r>
        <w:t>325.0770</w:t>
      </w:r>
      <w:r>
        <w:tab/>
        <w:t>1.014e1</w:t>
      </w:r>
    </w:p>
    <w:p w:rsidR="005B0461" w:rsidRDefault="005B0461" w:rsidP="005B0461">
      <w:r>
        <w:t>325.0850</w:t>
      </w:r>
      <w:r>
        <w:tab/>
        <w:t>2.243e1</w:t>
      </w:r>
    </w:p>
    <w:p w:rsidR="005B0461" w:rsidRDefault="005B0461" w:rsidP="005B0461">
      <w:r>
        <w:t>325.0882</w:t>
      </w:r>
      <w:r>
        <w:tab/>
        <w:t>6.782e0</w:t>
      </w:r>
    </w:p>
    <w:p w:rsidR="005B0461" w:rsidRDefault="005B0461" w:rsidP="005B0461">
      <w:r>
        <w:t>325.0933</w:t>
      </w:r>
      <w:r>
        <w:tab/>
        <w:t>6.084e0</w:t>
      </w:r>
    </w:p>
    <w:p w:rsidR="005B0461" w:rsidRDefault="005B0461" w:rsidP="005B0461">
      <w:r>
        <w:t>325.1329</w:t>
      </w:r>
      <w:r>
        <w:tab/>
        <w:t>1.927e0</w:t>
      </w:r>
    </w:p>
    <w:p w:rsidR="005B0461" w:rsidRDefault="005B0461" w:rsidP="005B0461">
      <w:r>
        <w:t>325.1517</w:t>
      </w:r>
      <w:r>
        <w:tab/>
        <w:t>3.038e0</w:t>
      </w:r>
    </w:p>
    <w:p w:rsidR="005B0461" w:rsidRDefault="005B0461" w:rsidP="005B0461">
      <w:r>
        <w:t>325.1707</w:t>
      </w:r>
      <w:r>
        <w:tab/>
        <w:t>3.038e0</w:t>
      </w:r>
    </w:p>
    <w:p w:rsidR="005B0461" w:rsidRDefault="005B0461" w:rsidP="005B0461">
      <w:r>
        <w:t>325.1929</w:t>
      </w:r>
      <w:r>
        <w:tab/>
        <w:t>4.051e0</w:t>
      </w:r>
    </w:p>
    <w:p w:rsidR="005B0461" w:rsidRDefault="005B0461" w:rsidP="005B0461">
      <w:r>
        <w:t>325.2044</w:t>
      </w:r>
      <w:r>
        <w:tab/>
        <w:t>3.038e0</w:t>
      </w:r>
    </w:p>
    <w:p w:rsidR="005B0461" w:rsidRDefault="005B0461" w:rsidP="005B0461">
      <w:r>
        <w:t>325.2157</w:t>
      </w:r>
      <w:r>
        <w:tab/>
        <w:t>3.038e0</w:t>
      </w:r>
    </w:p>
    <w:p w:rsidR="005B0461" w:rsidRDefault="005B0461" w:rsidP="005B0461">
      <w:r>
        <w:t>325.2355</w:t>
      </w:r>
      <w:r>
        <w:tab/>
        <w:t>2.025e0</w:t>
      </w:r>
    </w:p>
    <w:p w:rsidR="005B0461" w:rsidRDefault="005B0461" w:rsidP="005B0461">
      <w:r>
        <w:t>325.2516</w:t>
      </w:r>
      <w:r>
        <w:tab/>
        <w:t>1.013e0</w:t>
      </w:r>
    </w:p>
    <w:p w:rsidR="005B0461" w:rsidRDefault="005B0461" w:rsidP="005B0461">
      <w:r>
        <w:t>325.2702</w:t>
      </w:r>
      <w:r>
        <w:tab/>
        <w:t>4.051e0</w:t>
      </w:r>
    </w:p>
    <w:p w:rsidR="005B0461" w:rsidRDefault="005B0461" w:rsidP="005B0461">
      <w:r>
        <w:t>325.2721</w:t>
      </w:r>
      <w:r>
        <w:tab/>
        <w:t>4.081e0</w:t>
      </w:r>
    </w:p>
    <w:p w:rsidR="005B0461" w:rsidRDefault="005B0461" w:rsidP="005B0461">
      <w:r>
        <w:t>325.3171</w:t>
      </w:r>
      <w:r>
        <w:tab/>
        <w:t>6.076e0</w:t>
      </w:r>
    </w:p>
    <w:p w:rsidR="005B0461" w:rsidRDefault="005B0461" w:rsidP="005B0461">
      <w:r>
        <w:lastRenderedPageBreak/>
        <w:t>325.3326</w:t>
      </w:r>
      <w:r>
        <w:tab/>
        <w:t>4.554e0</w:t>
      </w:r>
    </w:p>
    <w:p w:rsidR="005B0461" w:rsidRDefault="005B0461" w:rsidP="005B0461">
      <w:r>
        <w:t>325.3489</w:t>
      </w:r>
      <w:r>
        <w:tab/>
        <w:t>4.051e0</w:t>
      </w:r>
    </w:p>
    <w:p w:rsidR="005B0461" w:rsidRDefault="005B0461" w:rsidP="005B0461">
      <w:r>
        <w:t>325.3813</w:t>
      </w:r>
      <w:r>
        <w:tab/>
        <w:t>1.013e0</w:t>
      </w:r>
    </w:p>
    <w:p w:rsidR="005B0461" w:rsidRDefault="005B0461" w:rsidP="005B0461">
      <w:r>
        <w:t>325.3836</w:t>
      </w:r>
      <w:r>
        <w:tab/>
        <w:t>2.025e0</w:t>
      </w:r>
    </w:p>
    <w:p w:rsidR="005B0461" w:rsidRDefault="005B0461" w:rsidP="005B0461">
      <w:r>
        <w:t>325.3852</w:t>
      </w:r>
      <w:r>
        <w:tab/>
        <w:t>1.013e0</w:t>
      </w:r>
    </w:p>
    <w:p w:rsidR="005B0461" w:rsidRDefault="005B0461" w:rsidP="005B0461">
      <w:r>
        <w:t>325.3969</w:t>
      </w:r>
      <w:r>
        <w:tab/>
        <w:t>2.025e0</w:t>
      </w:r>
    </w:p>
    <w:p w:rsidR="005B0461" w:rsidRDefault="005B0461" w:rsidP="005B0461">
      <w:r>
        <w:t>325.4626</w:t>
      </w:r>
      <w:r>
        <w:tab/>
        <w:t>3.038e0</w:t>
      </w:r>
    </w:p>
    <w:p w:rsidR="005B0461" w:rsidRDefault="005B0461" w:rsidP="005B0461">
      <w:r>
        <w:t>325.4653</w:t>
      </w:r>
      <w:r>
        <w:tab/>
        <w:t>2.025e0</w:t>
      </w:r>
    </w:p>
    <w:p w:rsidR="005B0461" w:rsidRDefault="005B0461" w:rsidP="005B0461">
      <w:r>
        <w:t>325.4732</w:t>
      </w:r>
      <w:r>
        <w:tab/>
        <w:t>1.013e0</w:t>
      </w:r>
    </w:p>
    <w:p w:rsidR="005B0461" w:rsidRDefault="005B0461" w:rsidP="005B0461">
      <w:r>
        <w:t>325.5026</w:t>
      </w:r>
      <w:r>
        <w:tab/>
        <w:t>1.013e0</w:t>
      </w:r>
    </w:p>
    <w:p w:rsidR="005B0461" w:rsidRDefault="005B0461" w:rsidP="005B0461">
      <w:r>
        <w:t>325.5261</w:t>
      </w:r>
      <w:r>
        <w:tab/>
        <w:t>2.025e0</w:t>
      </w:r>
    </w:p>
    <w:p w:rsidR="005B0461" w:rsidRDefault="005B0461" w:rsidP="005B0461">
      <w:r>
        <w:t>325.5793</w:t>
      </w:r>
      <w:r>
        <w:tab/>
        <w:t>3.038e0</w:t>
      </w:r>
    </w:p>
    <w:p w:rsidR="005B0461" w:rsidRDefault="005B0461" w:rsidP="005B0461">
      <w:r>
        <w:t>325.5966</w:t>
      </w:r>
      <w:r>
        <w:tab/>
        <w:t>1.013e0</w:t>
      </w:r>
    </w:p>
    <w:p w:rsidR="005B0461" w:rsidRDefault="005B0461" w:rsidP="005B0461">
      <w:r>
        <w:t>325.6318</w:t>
      </w:r>
      <w:r>
        <w:tab/>
        <w:t>1.013e0</w:t>
      </w:r>
    </w:p>
    <w:p w:rsidR="005B0461" w:rsidRDefault="005B0461" w:rsidP="005B0461">
      <w:r>
        <w:t>325.6406</w:t>
      </w:r>
      <w:r>
        <w:tab/>
        <w:t>1.013e0</w:t>
      </w:r>
    </w:p>
    <w:p w:rsidR="005B0461" w:rsidRDefault="005B0461" w:rsidP="005B0461">
      <w:r>
        <w:t>325.6649</w:t>
      </w:r>
      <w:r>
        <w:tab/>
        <w:t>1.013e0</w:t>
      </w:r>
    </w:p>
    <w:p w:rsidR="005B0461" w:rsidRDefault="005B0461" w:rsidP="005B0461">
      <w:r>
        <w:t>325.6671</w:t>
      </w:r>
      <w:r>
        <w:tab/>
        <w:t>2.025e0</w:t>
      </w:r>
    </w:p>
    <w:p w:rsidR="005B0461" w:rsidRDefault="005B0461" w:rsidP="005B0461">
      <w:r>
        <w:t>325.6690</w:t>
      </w:r>
      <w:r>
        <w:tab/>
        <w:t>1.013e0</w:t>
      </w:r>
    </w:p>
    <w:p w:rsidR="005B0461" w:rsidRDefault="005B0461" w:rsidP="005B0461">
      <w:r>
        <w:t>325.6729</w:t>
      </w:r>
      <w:r>
        <w:tab/>
        <w:t>1.013e0</w:t>
      </w:r>
    </w:p>
    <w:p w:rsidR="005B0461" w:rsidRDefault="005B0461" w:rsidP="005B0461">
      <w:r>
        <w:lastRenderedPageBreak/>
        <w:t>325.7023</w:t>
      </w:r>
      <w:r>
        <w:tab/>
        <w:t>2.025e0</w:t>
      </w:r>
    </w:p>
    <w:p w:rsidR="005B0461" w:rsidRDefault="005B0461" w:rsidP="005B0461">
      <w:r>
        <w:t>325.7258</w:t>
      </w:r>
      <w:r>
        <w:tab/>
        <w:t>2.025e0</w:t>
      </w:r>
    </w:p>
    <w:p w:rsidR="005B0461" w:rsidRDefault="005B0461" w:rsidP="005B0461">
      <w:r>
        <w:t>325.7440</w:t>
      </w:r>
      <w:r>
        <w:tab/>
        <w:t>2.025e0</w:t>
      </w:r>
    </w:p>
    <w:p w:rsidR="005B0461" w:rsidRDefault="005B0461" w:rsidP="005B0461">
      <w:r>
        <w:t>325.7552</w:t>
      </w:r>
      <w:r>
        <w:tab/>
        <w:t>1.013e0</w:t>
      </w:r>
    </w:p>
    <w:p w:rsidR="005B0461" w:rsidRDefault="005B0461" w:rsidP="005B0461">
      <w:r>
        <w:t>325.7617</w:t>
      </w:r>
      <w:r>
        <w:tab/>
        <w:t>2.025e0</w:t>
      </w:r>
    </w:p>
    <w:p w:rsidR="005B0461" w:rsidRDefault="005B0461" w:rsidP="005B0461">
      <w:r>
        <w:t>325.7845</w:t>
      </w:r>
      <w:r>
        <w:tab/>
        <w:t>2.025e0</w:t>
      </w:r>
    </w:p>
    <w:p w:rsidR="005B0461" w:rsidRDefault="005B0461" w:rsidP="005B0461">
      <w:r>
        <w:t>325.7959</w:t>
      </w:r>
      <w:r>
        <w:tab/>
        <w:t>3.038e0</w:t>
      </w:r>
    </w:p>
    <w:p w:rsidR="005B0461" w:rsidRDefault="005B0461" w:rsidP="005B0461">
      <w:r>
        <w:t>325.7986</w:t>
      </w:r>
      <w:r>
        <w:tab/>
        <w:t>2.025e0</w:t>
      </w:r>
    </w:p>
    <w:p w:rsidR="005B0461" w:rsidRDefault="005B0461" w:rsidP="005B0461">
      <w:r>
        <w:t>325.8080</w:t>
      </w:r>
      <w:r>
        <w:tab/>
        <w:t>1.013e0</w:t>
      </w:r>
    </w:p>
    <w:p w:rsidR="005B0461" w:rsidRDefault="005B0461" w:rsidP="005B0461">
      <w:r>
        <w:t>325.8535</w:t>
      </w:r>
      <w:r>
        <w:tab/>
        <w:t>2.025e0</w:t>
      </w:r>
    </w:p>
    <w:p w:rsidR="005B0461" w:rsidRDefault="005B0461" w:rsidP="005B0461">
      <w:r>
        <w:t>325.8610</w:t>
      </w:r>
      <w:r>
        <w:tab/>
        <w:t>2.025e0</w:t>
      </w:r>
    </w:p>
    <w:p w:rsidR="005B0461" w:rsidRDefault="005B0461" w:rsidP="005B0461">
      <w:r>
        <w:t>325.8716</w:t>
      </w:r>
      <w:r>
        <w:tab/>
        <w:t>1.013e0</w:t>
      </w:r>
    </w:p>
    <w:p w:rsidR="005B0461" w:rsidRDefault="005B0461" w:rsidP="005B0461">
      <w:r>
        <w:t>325.8805</w:t>
      </w:r>
      <w:r>
        <w:tab/>
        <w:t>2.025e0</w:t>
      </w:r>
    </w:p>
    <w:p w:rsidR="005B0461" w:rsidRDefault="005B0461" w:rsidP="005B0461">
      <w:r>
        <w:t>325.9160</w:t>
      </w:r>
      <w:r>
        <w:tab/>
        <w:t>4.051e0</w:t>
      </w:r>
    </w:p>
    <w:p w:rsidR="005B0461" w:rsidRDefault="005B0461" w:rsidP="005B0461">
      <w:r>
        <w:t>325.9432</w:t>
      </w:r>
      <w:r>
        <w:tab/>
        <w:t>4.051e0</w:t>
      </w:r>
    </w:p>
    <w:p w:rsidR="005B0461" w:rsidRDefault="005B0461" w:rsidP="005B0461">
      <w:r>
        <w:t>325.9489</w:t>
      </w:r>
      <w:r>
        <w:tab/>
        <w:t>2.025e0</w:t>
      </w:r>
    </w:p>
    <w:p w:rsidR="005B0461" w:rsidRDefault="005B0461" w:rsidP="005B0461">
      <w:r>
        <w:t>325.9681</w:t>
      </w:r>
      <w:r>
        <w:tab/>
        <w:t>4.961e0</w:t>
      </w:r>
    </w:p>
    <w:p w:rsidR="005B0461" w:rsidRDefault="005B0461" w:rsidP="005B0461">
      <w:r>
        <w:t>325.9968</w:t>
      </w:r>
      <w:r>
        <w:tab/>
        <w:t>1.136e0</w:t>
      </w:r>
    </w:p>
    <w:p w:rsidR="005B0461" w:rsidRDefault="005B0461" w:rsidP="005B0461">
      <w:r>
        <w:t>326.0101</w:t>
      </w:r>
      <w:r>
        <w:tab/>
        <w:t>4.276e0</w:t>
      </w:r>
    </w:p>
    <w:p w:rsidR="005B0461" w:rsidRDefault="005B0461" w:rsidP="005B0461">
      <w:r>
        <w:lastRenderedPageBreak/>
        <w:t>326.0227</w:t>
      </w:r>
      <w:r>
        <w:tab/>
        <w:t>1.693e0</w:t>
      </w:r>
    </w:p>
    <w:p w:rsidR="005B0461" w:rsidRDefault="005B0461" w:rsidP="005B0461">
      <w:r>
        <w:t>326.0714</w:t>
      </w:r>
      <w:r>
        <w:tab/>
        <w:t>1.768e1</w:t>
      </w:r>
    </w:p>
    <w:p w:rsidR="005B0461" w:rsidRDefault="005B0461" w:rsidP="005B0461">
      <w:r>
        <w:t>326.0766</w:t>
      </w:r>
      <w:r>
        <w:tab/>
        <w:t>2.743e1</w:t>
      </w:r>
    </w:p>
    <w:p w:rsidR="005B0461" w:rsidRDefault="005B0461" w:rsidP="005B0461">
      <w:r>
        <w:t>326.0796</w:t>
      </w:r>
      <w:r>
        <w:tab/>
        <w:t>2.013e1</w:t>
      </w:r>
    </w:p>
    <w:p w:rsidR="005B0461" w:rsidRDefault="005B0461" w:rsidP="005B0461">
      <w:r>
        <w:t>326.0808</w:t>
      </w:r>
      <w:r>
        <w:tab/>
        <w:t>3.684e1</w:t>
      </w:r>
    </w:p>
    <w:p w:rsidR="005B0461" w:rsidRDefault="005B0461" w:rsidP="005B0461">
      <w:r>
        <w:t>326.1130</w:t>
      </w:r>
      <w:r>
        <w:tab/>
        <w:t>4.162e0</w:t>
      </w:r>
    </w:p>
    <w:p w:rsidR="005B0461" w:rsidRDefault="005B0461" w:rsidP="005B0461">
      <w:r>
        <w:t>326.1392</w:t>
      </w:r>
      <w:r>
        <w:tab/>
        <w:t>1.013e0</w:t>
      </w:r>
    </w:p>
    <w:p w:rsidR="005B0461" w:rsidRDefault="005B0461" w:rsidP="005B0461">
      <w:r>
        <w:t>326.1490</w:t>
      </w:r>
      <w:r>
        <w:tab/>
        <w:t>1.013e0</w:t>
      </w:r>
    </w:p>
    <w:p w:rsidR="005B0461" w:rsidRDefault="005B0461" w:rsidP="005B0461">
      <w:r>
        <w:t>326.1706</w:t>
      </w:r>
      <w:r>
        <w:tab/>
        <w:t>2.025e0</w:t>
      </w:r>
    </w:p>
    <w:p w:rsidR="005B0461" w:rsidRDefault="005B0461" w:rsidP="005B0461">
      <w:r>
        <w:t>326.1717</w:t>
      </w:r>
      <w:r>
        <w:tab/>
        <w:t>2.025e0</w:t>
      </w:r>
    </w:p>
    <w:p w:rsidR="005B0461" w:rsidRDefault="005B0461" w:rsidP="005B0461">
      <w:r>
        <w:t>326.1870</w:t>
      </w:r>
      <w:r>
        <w:tab/>
        <w:t>2.264e0</w:t>
      </w:r>
    </w:p>
    <w:p w:rsidR="005B0461" w:rsidRDefault="005B0461" w:rsidP="005B0461">
      <w:r>
        <w:t>326.2079</w:t>
      </w:r>
      <w:r>
        <w:tab/>
        <w:t>2.025e0</w:t>
      </w:r>
    </w:p>
    <w:p w:rsidR="005B0461" w:rsidRDefault="005B0461" w:rsidP="005B0461">
      <w:r>
        <w:t>326.2365</w:t>
      </w:r>
      <w:r>
        <w:tab/>
        <w:t>2.025e0</w:t>
      </w:r>
    </w:p>
    <w:p w:rsidR="005B0461" w:rsidRDefault="005B0461" w:rsidP="005B0461">
      <w:r>
        <w:t>326.2488</w:t>
      </w:r>
      <w:r>
        <w:tab/>
        <w:t>2.025e0</w:t>
      </w:r>
    </w:p>
    <w:p w:rsidR="005B0461" w:rsidRDefault="005B0461" w:rsidP="005B0461">
      <w:r>
        <w:t>326.2505</w:t>
      </w:r>
      <w:r>
        <w:tab/>
        <w:t>4.051e0</w:t>
      </w:r>
    </w:p>
    <w:p w:rsidR="005B0461" w:rsidRDefault="005B0461" w:rsidP="005B0461">
      <w:r>
        <w:t>326.2718</w:t>
      </w:r>
      <w:r>
        <w:tab/>
        <w:t>3.034e0</w:t>
      </w:r>
    </w:p>
    <w:p w:rsidR="005B0461" w:rsidRDefault="005B0461" w:rsidP="005B0461">
      <w:r>
        <w:t>326.2892</w:t>
      </w:r>
      <w:r>
        <w:tab/>
        <w:t>1.897e0</w:t>
      </w:r>
    </w:p>
    <w:p w:rsidR="005B0461" w:rsidRDefault="005B0461" w:rsidP="005B0461">
      <w:r>
        <w:t>326.2932</w:t>
      </w:r>
      <w:r>
        <w:tab/>
        <w:t>1.013e0</w:t>
      </w:r>
    </w:p>
    <w:p w:rsidR="005B0461" w:rsidRDefault="005B0461" w:rsidP="005B0461">
      <w:r>
        <w:t>326.2972</w:t>
      </w:r>
      <w:r>
        <w:tab/>
        <w:t>1.013e0</w:t>
      </w:r>
    </w:p>
    <w:p w:rsidR="005B0461" w:rsidRDefault="005B0461" w:rsidP="005B0461">
      <w:r>
        <w:lastRenderedPageBreak/>
        <w:t>326.3114</w:t>
      </w:r>
      <w:r>
        <w:tab/>
        <w:t>4.041e0</w:t>
      </w:r>
    </w:p>
    <w:p w:rsidR="005B0461" w:rsidRDefault="005B0461" w:rsidP="005B0461">
      <w:r>
        <w:t>326.3773</w:t>
      </w:r>
      <w:r>
        <w:tab/>
        <w:t>5.625e1</w:t>
      </w:r>
    </w:p>
    <w:p w:rsidR="005B0461" w:rsidRDefault="005B0461" w:rsidP="005B0461">
      <w:r>
        <w:t>326.3792</w:t>
      </w:r>
      <w:r>
        <w:tab/>
        <w:t>1.690e2</w:t>
      </w:r>
    </w:p>
    <w:p w:rsidR="005B0461" w:rsidRDefault="005B0461" w:rsidP="005B0461">
      <w:r>
        <w:t>326.4581</w:t>
      </w:r>
      <w:r>
        <w:tab/>
        <w:t>2.025e0</w:t>
      </w:r>
    </w:p>
    <w:p w:rsidR="005B0461" w:rsidRDefault="005B0461" w:rsidP="005B0461">
      <w:r>
        <w:t>326.4774</w:t>
      </w:r>
      <w:r>
        <w:tab/>
        <w:t>3.038e0</w:t>
      </w:r>
    </w:p>
    <w:p w:rsidR="005B0461" w:rsidRDefault="005B0461" w:rsidP="005B0461">
      <w:r>
        <w:t>326.5040</w:t>
      </w:r>
      <w:r>
        <w:tab/>
        <w:t>1.013e0</w:t>
      </w:r>
    </w:p>
    <w:p w:rsidR="005B0461" w:rsidRDefault="005B0461" w:rsidP="005B0461">
      <w:r>
        <w:t>326.5243</w:t>
      </w:r>
      <w:r>
        <w:tab/>
        <w:t>1.013e0</w:t>
      </w:r>
    </w:p>
    <w:p w:rsidR="005B0461" w:rsidRDefault="005B0461" w:rsidP="005B0461">
      <w:r>
        <w:t>326.5434</w:t>
      </w:r>
      <w:r>
        <w:tab/>
        <w:t>1.013e0</w:t>
      </w:r>
    </w:p>
    <w:p w:rsidR="005B0461" w:rsidRDefault="005B0461" w:rsidP="005B0461">
      <w:r>
        <w:t>326.5626</w:t>
      </w:r>
      <w:r>
        <w:tab/>
        <w:t>4.051e0</w:t>
      </w:r>
    </w:p>
    <w:p w:rsidR="005B0461" w:rsidRDefault="005B0461" w:rsidP="005B0461">
      <w:r>
        <w:t>326.5729</w:t>
      </w:r>
      <w:r>
        <w:tab/>
        <w:t>2.025e0</w:t>
      </w:r>
    </w:p>
    <w:p w:rsidR="005B0461" w:rsidRDefault="005B0461" w:rsidP="005B0461">
      <w:r>
        <w:t>326.5913</w:t>
      </w:r>
      <w:r>
        <w:tab/>
        <w:t>4.051e0</w:t>
      </w:r>
    </w:p>
    <w:p w:rsidR="005B0461" w:rsidRDefault="005B0461" w:rsidP="005B0461">
      <w:r>
        <w:t>326.6176</w:t>
      </w:r>
      <w:r>
        <w:tab/>
        <w:t>2.025e0</w:t>
      </w:r>
    </w:p>
    <w:p w:rsidR="005B0461" w:rsidRDefault="005B0461" w:rsidP="005B0461">
      <w:r>
        <w:t>326.6258</w:t>
      </w:r>
      <w:r>
        <w:tab/>
        <w:t>2.025e0</w:t>
      </w:r>
    </w:p>
    <w:p w:rsidR="005B0461" w:rsidRDefault="005B0461" w:rsidP="005B0461">
      <w:r>
        <w:t>326.6494</w:t>
      </w:r>
      <w:r>
        <w:tab/>
        <w:t>1.013e0</w:t>
      </w:r>
    </w:p>
    <w:p w:rsidR="005B0461" w:rsidRDefault="005B0461" w:rsidP="005B0461">
      <w:r>
        <w:t>326.6906</w:t>
      </w:r>
      <w:r>
        <w:tab/>
        <w:t>3.038e0</w:t>
      </w:r>
    </w:p>
    <w:p w:rsidR="005B0461" w:rsidRDefault="005B0461" w:rsidP="005B0461">
      <w:r>
        <w:t>326.7197</w:t>
      </w:r>
      <w:r>
        <w:tab/>
        <w:t>3.038e0</w:t>
      </w:r>
    </w:p>
    <w:p w:rsidR="005B0461" w:rsidRDefault="005B0461" w:rsidP="005B0461">
      <w:r>
        <w:t>326.7371</w:t>
      </w:r>
      <w:r>
        <w:tab/>
        <w:t>2.025e0</w:t>
      </w:r>
    </w:p>
    <w:p w:rsidR="005B0461" w:rsidRDefault="005B0461" w:rsidP="005B0461">
      <w:r>
        <w:t>326.7637</w:t>
      </w:r>
      <w:r>
        <w:tab/>
        <w:t>3.038e0</w:t>
      </w:r>
    </w:p>
    <w:p w:rsidR="005B0461" w:rsidRDefault="005B0461" w:rsidP="005B0461">
      <w:r>
        <w:t>326.7709</w:t>
      </w:r>
      <w:r>
        <w:tab/>
        <w:t>3.038e0</w:t>
      </w:r>
    </w:p>
    <w:p w:rsidR="005B0461" w:rsidRDefault="005B0461" w:rsidP="005B0461">
      <w:r>
        <w:lastRenderedPageBreak/>
        <w:t>326.7790</w:t>
      </w:r>
      <w:r>
        <w:tab/>
        <w:t>1.013e0</w:t>
      </w:r>
    </w:p>
    <w:p w:rsidR="005B0461" w:rsidRDefault="005B0461" w:rsidP="005B0461">
      <w:r>
        <w:t>326.8048</w:t>
      </w:r>
      <w:r>
        <w:tab/>
        <w:t>2.025e0</w:t>
      </w:r>
    </w:p>
    <w:p w:rsidR="005B0461" w:rsidRDefault="005B0461" w:rsidP="005B0461">
      <w:r>
        <w:t>326.8202</w:t>
      </w:r>
      <w:r>
        <w:tab/>
        <w:t>2.025e0</w:t>
      </w:r>
    </w:p>
    <w:p w:rsidR="005B0461" w:rsidRDefault="005B0461" w:rsidP="005B0461">
      <w:r>
        <w:t>326.8360</w:t>
      </w:r>
      <w:r>
        <w:tab/>
        <w:t>2.025e0</w:t>
      </w:r>
    </w:p>
    <w:p w:rsidR="005B0461" w:rsidRDefault="005B0461" w:rsidP="005B0461">
      <w:r>
        <w:t>326.8601</w:t>
      </w:r>
      <w:r>
        <w:tab/>
        <w:t>3.511e0</w:t>
      </w:r>
    </w:p>
    <w:p w:rsidR="005B0461" w:rsidRDefault="005B0461" w:rsidP="005B0461">
      <w:r>
        <w:t>326.8690</w:t>
      </w:r>
      <w:r>
        <w:tab/>
        <w:t>1.013e0</w:t>
      </w:r>
    </w:p>
    <w:p w:rsidR="005B0461" w:rsidRDefault="005B0461" w:rsidP="005B0461">
      <w:r>
        <w:t>326.8748</w:t>
      </w:r>
      <w:r>
        <w:tab/>
        <w:t>5.063e0</w:t>
      </w:r>
    </w:p>
    <w:p w:rsidR="005B0461" w:rsidRDefault="005B0461" w:rsidP="005B0461">
      <w:r>
        <w:t>326.9174</w:t>
      </w:r>
      <w:r>
        <w:tab/>
        <w:t>3.038e0</w:t>
      </w:r>
    </w:p>
    <w:p w:rsidR="005B0461" w:rsidRDefault="005B0461" w:rsidP="005B0461">
      <w:r>
        <w:t>326.9558</w:t>
      </w:r>
      <w:r>
        <w:tab/>
        <w:t>1.013e0</w:t>
      </w:r>
    </w:p>
    <w:p w:rsidR="005B0461" w:rsidRDefault="005B0461" w:rsidP="005B0461">
      <w:r>
        <w:t>326.9620</w:t>
      </w:r>
      <w:r>
        <w:tab/>
        <w:t>1.935e0</w:t>
      </w:r>
    </w:p>
    <w:p w:rsidR="005B0461" w:rsidRDefault="005B0461" w:rsidP="005B0461">
      <w:r>
        <w:t>326.9893</w:t>
      </w:r>
      <w:r>
        <w:tab/>
        <w:t>2.403e0</w:t>
      </w:r>
    </w:p>
    <w:p w:rsidR="005B0461" w:rsidRDefault="005B0461" w:rsidP="005B0461">
      <w:r>
        <w:t>327.0030</w:t>
      </w:r>
      <w:r>
        <w:tab/>
        <w:t>1.013e0</w:t>
      </w:r>
    </w:p>
    <w:p w:rsidR="005B0461" w:rsidRDefault="005B0461" w:rsidP="005B0461">
      <w:r>
        <w:t>327.0042</w:t>
      </w:r>
      <w:r>
        <w:tab/>
        <w:t>3.038e0</w:t>
      </w:r>
    </w:p>
    <w:p w:rsidR="005B0461" w:rsidRDefault="005B0461" w:rsidP="005B0461">
      <w:r>
        <w:t>327.0334</w:t>
      </w:r>
      <w:r>
        <w:tab/>
        <w:t>1.264e0</w:t>
      </w:r>
    </w:p>
    <w:p w:rsidR="005B0461" w:rsidRDefault="005B0461" w:rsidP="005B0461">
      <w:r>
        <w:t>327.0391</w:t>
      </w:r>
      <w:r>
        <w:tab/>
        <w:t>1.488e0</w:t>
      </w:r>
    </w:p>
    <w:p w:rsidR="005B0461" w:rsidRDefault="005B0461" w:rsidP="005B0461">
      <w:r>
        <w:t>327.0709</w:t>
      </w:r>
      <w:r>
        <w:tab/>
        <w:t>3.244e0</w:t>
      </w:r>
    </w:p>
    <w:p w:rsidR="005B0461" w:rsidRDefault="005B0461" w:rsidP="005B0461">
      <w:r>
        <w:t>327.0812</w:t>
      </w:r>
      <w:r>
        <w:tab/>
        <w:t>6.748e0</w:t>
      </w:r>
    </w:p>
    <w:p w:rsidR="005B0461" w:rsidRDefault="005B0461" w:rsidP="005B0461">
      <w:r>
        <w:t>327.0822</w:t>
      </w:r>
      <w:r>
        <w:tab/>
        <w:t>1.007e1</w:t>
      </w:r>
    </w:p>
    <w:p w:rsidR="005B0461" w:rsidRDefault="005B0461" w:rsidP="005B0461">
      <w:r>
        <w:t>327.0936</w:t>
      </w:r>
      <w:r>
        <w:tab/>
        <w:t>4.565e0</w:t>
      </w:r>
    </w:p>
    <w:p w:rsidR="005B0461" w:rsidRDefault="005B0461" w:rsidP="005B0461">
      <w:r>
        <w:lastRenderedPageBreak/>
        <w:t>327.1168</w:t>
      </w:r>
      <w:r>
        <w:tab/>
        <w:t>2.708e0</w:t>
      </w:r>
    </w:p>
    <w:p w:rsidR="005B0461" w:rsidRDefault="005B0461" w:rsidP="005B0461">
      <w:r>
        <w:t>327.1530</w:t>
      </w:r>
      <w:r>
        <w:tab/>
        <w:t>3.038e0</w:t>
      </w:r>
    </w:p>
    <w:p w:rsidR="005B0461" w:rsidRDefault="005B0461" w:rsidP="005B0461">
      <w:r>
        <w:t>327.1665</w:t>
      </w:r>
      <w:r>
        <w:tab/>
        <w:t>3.038e0</w:t>
      </w:r>
    </w:p>
    <w:p w:rsidR="005B0461" w:rsidRDefault="005B0461" w:rsidP="005B0461">
      <w:r>
        <w:t>327.1843</w:t>
      </w:r>
      <w:r>
        <w:tab/>
        <w:t>1.789e0</w:t>
      </w:r>
    </w:p>
    <w:p w:rsidR="005B0461" w:rsidRDefault="005B0461" w:rsidP="005B0461">
      <w:r>
        <w:t>327.2016</w:t>
      </w:r>
      <w:r>
        <w:tab/>
        <w:t>1.013e0</w:t>
      </w:r>
    </w:p>
    <w:p w:rsidR="005B0461" w:rsidRDefault="005B0461" w:rsidP="005B0461">
      <w:r>
        <w:t>327.2056</w:t>
      </w:r>
      <w:r>
        <w:tab/>
        <w:t>2.025e0</w:t>
      </w:r>
    </w:p>
    <w:p w:rsidR="005B0461" w:rsidRDefault="005B0461" w:rsidP="005B0461">
      <w:r>
        <w:t>327.2119</w:t>
      </w:r>
      <w:r>
        <w:tab/>
        <w:t>4.051e0</w:t>
      </w:r>
    </w:p>
    <w:p w:rsidR="005B0461" w:rsidRDefault="005B0461" w:rsidP="005B0461">
      <w:r>
        <w:t>327.2495</w:t>
      </w:r>
      <w:r>
        <w:tab/>
        <w:t>5.566e0</w:t>
      </w:r>
    </w:p>
    <w:p w:rsidR="005B0461" w:rsidRDefault="005B0461" w:rsidP="005B0461">
      <w:r>
        <w:t>327.2586</w:t>
      </w:r>
      <w:r>
        <w:tab/>
        <w:t>2.025e0</w:t>
      </w:r>
    </w:p>
    <w:p w:rsidR="005B0461" w:rsidRDefault="005B0461" w:rsidP="005B0461">
      <w:r>
        <w:t>327.2796</w:t>
      </w:r>
      <w:r>
        <w:tab/>
        <w:t>5.063e0</w:t>
      </w:r>
    </w:p>
    <w:p w:rsidR="005B0461" w:rsidRDefault="005B0461" w:rsidP="005B0461">
      <w:r>
        <w:t>327.3215</w:t>
      </w:r>
      <w:r>
        <w:tab/>
        <w:t>1.013e0</w:t>
      </w:r>
    </w:p>
    <w:p w:rsidR="005B0461" w:rsidRDefault="005B0461" w:rsidP="005B0461">
      <w:r>
        <w:t>327.3764</w:t>
      </w:r>
      <w:r>
        <w:tab/>
        <w:t>1.437e1</w:t>
      </w:r>
    </w:p>
    <w:p w:rsidR="005B0461" w:rsidRDefault="005B0461" w:rsidP="005B0461">
      <w:r>
        <w:t>327.3785</w:t>
      </w:r>
      <w:r>
        <w:tab/>
        <w:t>1.551e1</w:t>
      </w:r>
    </w:p>
    <w:p w:rsidR="005B0461" w:rsidRDefault="005B0461" w:rsidP="005B0461">
      <w:r>
        <w:t>327.3810</w:t>
      </w:r>
      <w:r>
        <w:tab/>
        <w:t>1.215e1</w:t>
      </w:r>
    </w:p>
    <w:p w:rsidR="005B0461" w:rsidRDefault="005B0461" w:rsidP="005B0461">
      <w:r>
        <w:t>327.3867</w:t>
      </w:r>
      <w:r>
        <w:tab/>
        <w:t>1.896e1</w:t>
      </w:r>
    </w:p>
    <w:p w:rsidR="005B0461" w:rsidRDefault="005B0461" w:rsidP="005B0461">
      <w:r>
        <w:t>327.4204</w:t>
      </w:r>
      <w:r>
        <w:tab/>
        <w:t>3.726e0</w:t>
      </w:r>
    </w:p>
    <w:p w:rsidR="005B0461" w:rsidRDefault="005B0461" w:rsidP="005B0461">
      <w:r>
        <w:t>327.4369</w:t>
      </w:r>
      <w:r>
        <w:tab/>
        <w:t>1.013e0</w:t>
      </w:r>
    </w:p>
    <w:p w:rsidR="005B0461" w:rsidRDefault="005B0461" w:rsidP="005B0461">
      <w:r>
        <w:t>327.4529</w:t>
      </w:r>
      <w:r>
        <w:tab/>
        <w:t>2.025e0</w:t>
      </w:r>
    </w:p>
    <w:p w:rsidR="005B0461" w:rsidRDefault="005B0461" w:rsidP="005B0461">
      <w:r>
        <w:t>327.4612</w:t>
      </w:r>
      <w:r>
        <w:tab/>
        <w:t>1.013e0</w:t>
      </w:r>
    </w:p>
    <w:p w:rsidR="005B0461" w:rsidRDefault="005B0461" w:rsidP="005B0461">
      <w:r>
        <w:lastRenderedPageBreak/>
        <w:t>327.4985</w:t>
      </w:r>
      <w:r>
        <w:tab/>
        <w:t>1.013e0</w:t>
      </w:r>
    </w:p>
    <w:p w:rsidR="005B0461" w:rsidRDefault="005B0461" w:rsidP="005B0461">
      <w:r>
        <w:t>327.5160</w:t>
      </w:r>
      <w:r>
        <w:tab/>
        <w:t>2.025e0</w:t>
      </w:r>
    </w:p>
    <w:p w:rsidR="005B0461" w:rsidRDefault="005B0461" w:rsidP="005B0461">
      <w:r>
        <w:t>327.5264</w:t>
      </w:r>
      <w:r>
        <w:tab/>
        <w:t>2.025e0</w:t>
      </w:r>
    </w:p>
    <w:p w:rsidR="005B0461" w:rsidRDefault="005B0461" w:rsidP="005B0461">
      <w:r>
        <w:t>327.5358</w:t>
      </w:r>
      <w:r>
        <w:tab/>
        <w:t>2.025e0</w:t>
      </w:r>
    </w:p>
    <w:p w:rsidR="005B0461" w:rsidRDefault="005B0461" w:rsidP="005B0461">
      <w:r>
        <w:t>327.5871</w:t>
      </w:r>
      <w:r>
        <w:tab/>
        <w:t>1.013e0</w:t>
      </w:r>
    </w:p>
    <w:p w:rsidR="005B0461" w:rsidRDefault="005B0461" w:rsidP="005B0461">
      <w:r>
        <w:t>327.5990</w:t>
      </w:r>
      <w:r>
        <w:tab/>
        <w:t>2.025e0</w:t>
      </w:r>
    </w:p>
    <w:p w:rsidR="005B0461" w:rsidRDefault="005B0461" w:rsidP="005B0461">
      <w:r>
        <w:t>327.6344</w:t>
      </w:r>
      <w:r>
        <w:tab/>
        <w:t>1.013e0</w:t>
      </w:r>
    </w:p>
    <w:p w:rsidR="005B0461" w:rsidRDefault="005B0461" w:rsidP="005B0461">
      <w:r>
        <w:t>327.6962</w:t>
      </w:r>
      <w:r>
        <w:tab/>
        <w:t>3.038e0</w:t>
      </w:r>
    </w:p>
    <w:p w:rsidR="005B0461" w:rsidRDefault="005B0461" w:rsidP="005B0461">
      <w:r>
        <w:t>327.7170</w:t>
      </w:r>
      <w:r>
        <w:tab/>
        <w:t>1.013e0</w:t>
      </w:r>
    </w:p>
    <w:p w:rsidR="005B0461" w:rsidRDefault="005B0461" w:rsidP="005B0461">
      <w:r>
        <w:t>327.7494</w:t>
      </w:r>
      <w:r>
        <w:tab/>
        <w:t>1.013e0</w:t>
      </w:r>
    </w:p>
    <w:p w:rsidR="005B0461" w:rsidRDefault="005B0461" w:rsidP="005B0461">
      <w:r>
        <w:t>327.7778</w:t>
      </w:r>
      <w:r>
        <w:tab/>
        <w:t>1.013e0</w:t>
      </w:r>
    </w:p>
    <w:p w:rsidR="005B0461" w:rsidRDefault="005B0461" w:rsidP="005B0461">
      <w:r>
        <w:t>327.7793</w:t>
      </w:r>
      <w:r>
        <w:tab/>
        <w:t>4.051e0</w:t>
      </w:r>
    </w:p>
    <w:p w:rsidR="005B0461" w:rsidRDefault="005B0461" w:rsidP="005B0461">
      <w:r>
        <w:t>327.8305</w:t>
      </w:r>
      <w:r>
        <w:tab/>
        <w:t>1.013e0</w:t>
      </w:r>
    </w:p>
    <w:p w:rsidR="005B0461" w:rsidRDefault="005B0461" w:rsidP="005B0461">
      <w:r>
        <w:t>327.8709</w:t>
      </w:r>
      <w:r>
        <w:tab/>
        <w:t>2.025e0</w:t>
      </w:r>
    </w:p>
    <w:p w:rsidR="005B0461" w:rsidRDefault="005B0461" w:rsidP="005B0461">
      <w:r>
        <w:t>327.8752</w:t>
      </w:r>
      <w:r>
        <w:tab/>
        <w:t>1.013e0</w:t>
      </w:r>
    </w:p>
    <w:p w:rsidR="005B0461" w:rsidRDefault="005B0461" w:rsidP="005B0461">
      <w:r>
        <w:t>327.9153</w:t>
      </w:r>
      <w:r>
        <w:tab/>
        <w:t>2.025e0</w:t>
      </w:r>
    </w:p>
    <w:p w:rsidR="005B0461" w:rsidRDefault="005B0461" w:rsidP="005B0461">
      <w:r>
        <w:t>327.9196</w:t>
      </w:r>
      <w:r>
        <w:tab/>
        <w:t>2.025e0</w:t>
      </w:r>
    </w:p>
    <w:p w:rsidR="005B0461" w:rsidRDefault="005B0461" w:rsidP="005B0461">
      <w:r>
        <w:t>327.9221</w:t>
      </w:r>
      <w:r>
        <w:tab/>
        <w:t>4.051e0</w:t>
      </w:r>
    </w:p>
    <w:p w:rsidR="005B0461" w:rsidRDefault="005B0461" w:rsidP="005B0461">
      <w:r>
        <w:t>327.9514</w:t>
      </w:r>
      <w:r>
        <w:tab/>
        <w:t>3.038e0</w:t>
      </w:r>
    </w:p>
    <w:p w:rsidR="005B0461" w:rsidRDefault="005B0461" w:rsidP="005B0461">
      <w:r>
        <w:lastRenderedPageBreak/>
        <w:t>327.9616</w:t>
      </w:r>
      <w:r>
        <w:tab/>
        <w:t>2.041e0</w:t>
      </w:r>
    </w:p>
    <w:p w:rsidR="005B0461" w:rsidRDefault="005B0461" w:rsidP="005B0461">
      <w:r>
        <w:t>328.0005</w:t>
      </w:r>
      <w:r>
        <w:tab/>
        <w:t>1.877e0</w:t>
      </w:r>
    </w:p>
    <w:p w:rsidR="005B0461" w:rsidRDefault="005B0461" w:rsidP="005B0461">
      <w:r>
        <w:t>328.0273</w:t>
      </w:r>
      <w:r>
        <w:tab/>
        <w:t>3.373e0</w:t>
      </w:r>
    </w:p>
    <w:p w:rsidR="005B0461" w:rsidRDefault="005B0461" w:rsidP="005B0461">
      <w:r>
        <w:t>328.0671</w:t>
      </w:r>
      <w:r>
        <w:tab/>
        <w:t>9.953e0</w:t>
      </w:r>
    </w:p>
    <w:p w:rsidR="005B0461" w:rsidRDefault="005B0461" w:rsidP="005B0461">
      <w:r>
        <w:t>328.0780</w:t>
      </w:r>
      <w:r>
        <w:tab/>
        <w:t>7.218e0</w:t>
      </w:r>
    </w:p>
    <w:p w:rsidR="005B0461" w:rsidRDefault="005B0461" w:rsidP="005B0461">
      <w:r>
        <w:t>328.0812</w:t>
      </w:r>
      <w:r>
        <w:tab/>
        <w:t>1.253e1</w:t>
      </w:r>
    </w:p>
    <w:p w:rsidR="005B0461" w:rsidRDefault="005B0461" w:rsidP="005B0461">
      <w:r>
        <w:t>328.0861</w:t>
      </w:r>
      <w:r>
        <w:tab/>
        <w:t>4.717e0</w:t>
      </w:r>
    </w:p>
    <w:p w:rsidR="005B0461" w:rsidRDefault="005B0461" w:rsidP="005B0461">
      <w:r>
        <w:t>328.1066</w:t>
      </w:r>
      <w:r>
        <w:tab/>
        <w:t>4.833e0</w:t>
      </w:r>
    </w:p>
    <w:p w:rsidR="005B0461" w:rsidRDefault="005B0461" w:rsidP="005B0461">
      <w:r>
        <w:t>328.1084</w:t>
      </w:r>
      <w:r>
        <w:tab/>
        <w:t>4.610e0</w:t>
      </w:r>
    </w:p>
    <w:p w:rsidR="005B0461" w:rsidRDefault="005B0461" w:rsidP="005B0461">
      <w:r>
        <w:t>328.1100</w:t>
      </w:r>
      <w:r>
        <w:tab/>
        <w:t>6.595e0</w:t>
      </w:r>
    </w:p>
    <w:p w:rsidR="005B0461" w:rsidRDefault="005B0461" w:rsidP="005B0461">
      <w:r>
        <w:t>328.1233</w:t>
      </w:r>
      <w:r>
        <w:tab/>
        <w:t>2.912e0</w:t>
      </w:r>
    </w:p>
    <w:p w:rsidR="005B0461" w:rsidRDefault="005B0461" w:rsidP="005B0461">
      <w:r>
        <w:t>328.1475</w:t>
      </w:r>
      <w:r>
        <w:tab/>
        <w:t>2.025e0</w:t>
      </w:r>
    </w:p>
    <w:p w:rsidR="005B0461" w:rsidRDefault="005B0461" w:rsidP="005B0461">
      <w:r>
        <w:t>328.1670</w:t>
      </w:r>
      <w:r>
        <w:tab/>
        <w:t>1.826e0</w:t>
      </w:r>
    </w:p>
    <w:p w:rsidR="005B0461" w:rsidRDefault="005B0461" w:rsidP="005B0461">
      <w:r>
        <w:t>328.1878</w:t>
      </w:r>
      <w:r>
        <w:tab/>
        <w:t>2.025e0</w:t>
      </w:r>
    </w:p>
    <w:p w:rsidR="005B0461" w:rsidRDefault="005B0461" w:rsidP="005B0461">
      <w:r>
        <w:t>328.1927</w:t>
      </w:r>
      <w:r>
        <w:tab/>
        <w:t>3.273e0</w:t>
      </w:r>
    </w:p>
    <w:p w:rsidR="005B0461" w:rsidRDefault="005B0461" w:rsidP="005B0461">
      <w:r>
        <w:t>328.1989</w:t>
      </w:r>
      <w:r>
        <w:tab/>
        <w:t>6.076e0</w:t>
      </w:r>
    </w:p>
    <w:p w:rsidR="005B0461" w:rsidRDefault="005B0461" w:rsidP="005B0461">
      <w:r>
        <w:t>328.2142</w:t>
      </w:r>
      <w:r>
        <w:tab/>
        <w:t>2.025e0</w:t>
      </w:r>
    </w:p>
    <w:p w:rsidR="005B0461" w:rsidRDefault="005B0461" w:rsidP="005B0461">
      <w:r>
        <w:t>328.2253</w:t>
      </w:r>
      <w:r>
        <w:tab/>
        <w:t>4.004e0</w:t>
      </w:r>
    </w:p>
    <w:p w:rsidR="005B0461" w:rsidRDefault="005B0461" w:rsidP="005B0461">
      <w:r>
        <w:t>328.2729</w:t>
      </w:r>
      <w:r>
        <w:tab/>
        <w:t>4.016e0</w:t>
      </w:r>
    </w:p>
    <w:p w:rsidR="005B0461" w:rsidRDefault="005B0461" w:rsidP="005B0461">
      <w:r>
        <w:lastRenderedPageBreak/>
        <w:t>328.2757</w:t>
      </w:r>
      <w:r>
        <w:tab/>
        <w:t>3.038e0</w:t>
      </w:r>
    </w:p>
    <w:p w:rsidR="005B0461" w:rsidRDefault="005B0461" w:rsidP="005B0461">
      <w:r>
        <w:t>328.2834</w:t>
      </w:r>
      <w:r>
        <w:tab/>
        <w:t>4.051e0</w:t>
      </w:r>
    </w:p>
    <w:p w:rsidR="005B0461" w:rsidRDefault="005B0461" w:rsidP="005B0461">
      <w:r>
        <w:t>328.2912</w:t>
      </w:r>
      <w:r>
        <w:tab/>
        <w:t>3.038e0</w:t>
      </w:r>
    </w:p>
    <w:p w:rsidR="005B0461" w:rsidRDefault="005B0461" w:rsidP="005B0461">
      <w:r>
        <w:t>328.3131</w:t>
      </w:r>
      <w:r>
        <w:tab/>
        <w:t>3.098e0</w:t>
      </w:r>
    </w:p>
    <w:p w:rsidR="005B0461" w:rsidRDefault="005B0461" w:rsidP="005B0461">
      <w:r>
        <w:t>328.3379</w:t>
      </w:r>
      <w:r>
        <w:tab/>
        <w:t>1.013e0</w:t>
      </w:r>
    </w:p>
    <w:p w:rsidR="005B0461" w:rsidRDefault="005B0461" w:rsidP="005B0461">
      <w:r>
        <w:t>328.3420</w:t>
      </w:r>
      <w:r>
        <w:tab/>
        <w:t>1.013e0</w:t>
      </w:r>
    </w:p>
    <w:p w:rsidR="005B0461" w:rsidRDefault="005B0461" w:rsidP="005B0461">
      <w:r>
        <w:t>328.3704</w:t>
      </w:r>
      <w:r>
        <w:tab/>
        <w:t>2.025e0</w:t>
      </w:r>
    </w:p>
    <w:p w:rsidR="005B0461" w:rsidRDefault="005B0461" w:rsidP="005B0461">
      <w:r>
        <w:t>328.3851</w:t>
      </w:r>
      <w:r>
        <w:tab/>
        <w:t>3.921e0</w:t>
      </w:r>
    </w:p>
    <w:p w:rsidR="005B0461" w:rsidRDefault="005B0461" w:rsidP="005B0461">
      <w:r>
        <w:t>328.3909</w:t>
      </w:r>
      <w:r>
        <w:tab/>
        <w:t>2.025e0</w:t>
      </w:r>
    </w:p>
    <w:p w:rsidR="005B0461" w:rsidRDefault="005B0461" w:rsidP="005B0461">
      <w:r>
        <w:t>328.3947</w:t>
      </w:r>
      <w:r>
        <w:tab/>
        <w:t>1.013e0</w:t>
      </w:r>
    </w:p>
    <w:p w:rsidR="005B0461" w:rsidRDefault="005B0461" w:rsidP="005B0461">
      <w:r>
        <w:t>328.4134</w:t>
      </w:r>
      <w:r>
        <w:tab/>
        <w:t>2.025e0</w:t>
      </w:r>
    </w:p>
    <w:p w:rsidR="005B0461" w:rsidRDefault="005B0461" w:rsidP="005B0461">
      <w:r>
        <w:t>328.4314</w:t>
      </w:r>
      <w:r>
        <w:tab/>
        <w:t>2.025e0</w:t>
      </w:r>
    </w:p>
    <w:p w:rsidR="005B0461" w:rsidRDefault="005B0461" w:rsidP="005B0461">
      <w:r>
        <w:t>328.4436</w:t>
      </w:r>
      <w:r>
        <w:tab/>
        <w:t>1.013e0</w:t>
      </w:r>
    </w:p>
    <w:p w:rsidR="005B0461" w:rsidRDefault="005B0461" w:rsidP="005B0461">
      <w:r>
        <w:t>328.4567</w:t>
      </w:r>
      <w:r>
        <w:tab/>
        <w:t>4.051e0</w:t>
      </w:r>
    </w:p>
    <w:p w:rsidR="005B0461" w:rsidRDefault="005B0461" w:rsidP="005B0461">
      <w:r>
        <w:t>328.4945</w:t>
      </w:r>
      <w:r>
        <w:tab/>
        <w:t>3.038e0</w:t>
      </w:r>
    </w:p>
    <w:p w:rsidR="005B0461" w:rsidRDefault="005B0461" w:rsidP="005B0461">
      <w:r>
        <w:t>328.4963</w:t>
      </w:r>
      <w:r>
        <w:tab/>
        <w:t>2.025e0</w:t>
      </w:r>
    </w:p>
    <w:p w:rsidR="005B0461" w:rsidRDefault="005B0461" w:rsidP="005B0461">
      <w:r>
        <w:t>328.5458</w:t>
      </w:r>
      <w:r>
        <w:tab/>
        <w:t>3.038e0</w:t>
      </w:r>
    </w:p>
    <w:p w:rsidR="005B0461" w:rsidRDefault="005B0461" w:rsidP="005B0461">
      <w:r>
        <w:t>328.5490</w:t>
      </w:r>
      <w:r>
        <w:tab/>
        <w:t>1.013e0</w:t>
      </w:r>
    </w:p>
    <w:p w:rsidR="005B0461" w:rsidRDefault="005B0461" w:rsidP="005B0461">
      <w:r>
        <w:t>328.6262</w:t>
      </w:r>
      <w:r>
        <w:tab/>
        <w:t>1.013e0</w:t>
      </w:r>
    </w:p>
    <w:p w:rsidR="005B0461" w:rsidRDefault="005B0461" w:rsidP="005B0461">
      <w:r>
        <w:lastRenderedPageBreak/>
        <w:t>328.6398</w:t>
      </w:r>
      <w:r>
        <w:tab/>
        <w:t>1.013e0</w:t>
      </w:r>
    </w:p>
    <w:p w:rsidR="005B0461" w:rsidRDefault="005B0461" w:rsidP="005B0461">
      <w:r>
        <w:t>328.6587</w:t>
      </w:r>
      <w:r>
        <w:tab/>
        <w:t>1.013e0</w:t>
      </w:r>
    </w:p>
    <w:p w:rsidR="005B0461" w:rsidRDefault="005B0461" w:rsidP="005B0461">
      <w:r>
        <w:t>328.6871</w:t>
      </w:r>
      <w:r>
        <w:tab/>
        <w:t>1.013e0</w:t>
      </w:r>
    </w:p>
    <w:p w:rsidR="005B0461" w:rsidRDefault="005B0461" w:rsidP="005B0461">
      <w:r>
        <w:t>328.6931</w:t>
      </w:r>
      <w:r>
        <w:tab/>
        <w:t>1.013e0</w:t>
      </w:r>
    </w:p>
    <w:p w:rsidR="005B0461" w:rsidRDefault="005B0461" w:rsidP="005B0461">
      <w:r>
        <w:t>328.6992</w:t>
      </w:r>
      <w:r>
        <w:tab/>
        <w:t>2.025e0</w:t>
      </w:r>
    </w:p>
    <w:p w:rsidR="005B0461" w:rsidRDefault="005B0461" w:rsidP="005B0461">
      <w:r>
        <w:t>328.7196</w:t>
      </w:r>
      <w:r>
        <w:tab/>
        <w:t>2.025e0</w:t>
      </w:r>
    </w:p>
    <w:p w:rsidR="005B0461" w:rsidRDefault="005B0461" w:rsidP="005B0461">
      <w:r>
        <w:t>328.7318</w:t>
      </w:r>
      <w:r>
        <w:tab/>
        <w:t>1.013e0</w:t>
      </w:r>
    </w:p>
    <w:p w:rsidR="005B0461" w:rsidRDefault="005B0461" w:rsidP="005B0461">
      <w:r>
        <w:t>328.7358</w:t>
      </w:r>
      <w:r>
        <w:tab/>
        <w:t>1.013e0</w:t>
      </w:r>
    </w:p>
    <w:p w:rsidR="005B0461" w:rsidRDefault="005B0461" w:rsidP="005B0461">
      <w:r>
        <w:t>328.7760</w:t>
      </w:r>
      <w:r>
        <w:tab/>
        <w:t>1.013e0</w:t>
      </w:r>
    </w:p>
    <w:p w:rsidR="005B0461" w:rsidRDefault="005B0461" w:rsidP="005B0461">
      <w:r>
        <w:t>328.7997</w:t>
      </w:r>
      <w:r>
        <w:tab/>
        <w:t>1.013e0</w:t>
      </w:r>
    </w:p>
    <w:p w:rsidR="005B0461" w:rsidRDefault="005B0461" w:rsidP="005B0461">
      <w:r>
        <w:t>328.8293</w:t>
      </w:r>
      <w:r>
        <w:tab/>
        <w:t>1.013e0</w:t>
      </w:r>
    </w:p>
    <w:p w:rsidR="005B0461" w:rsidRDefault="005B0461" w:rsidP="005B0461">
      <w:r>
        <w:t>328.8471</w:t>
      </w:r>
      <w:r>
        <w:tab/>
        <w:t>2.025e0</w:t>
      </w:r>
    </w:p>
    <w:p w:rsidR="005B0461" w:rsidRDefault="005B0461" w:rsidP="005B0461">
      <w:r>
        <w:t>328.8708</w:t>
      </w:r>
      <w:r>
        <w:tab/>
        <w:t>1.013e0</w:t>
      </w:r>
    </w:p>
    <w:p w:rsidR="005B0461" w:rsidRDefault="005B0461" w:rsidP="005B0461">
      <w:r>
        <w:t>328.8886</w:t>
      </w:r>
      <w:r>
        <w:tab/>
        <w:t>3.038e0</w:t>
      </w:r>
    </w:p>
    <w:p w:rsidR="005B0461" w:rsidRDefault="005B0461" w:rsidP="005B0461">
      <w:r>
        <w:t>328.8966</w:t>
      </w:r>
      <w:r>
        <w:tab/>
        <w:t>2.025e0</w:t>
      </w:r>
    </w:p>
    <w:p w:rsidR="005B0461" w:rsidRDefault="005B0461" w:rsidP="005B0461">
      <w:r>
        <w:t>328.9162</w:t>
      </w:r>
      <w:r>
        <w:tab/>
        <w:t>6.076e0</w:t>
      </w:r>
    </w:p>
    <w:p w:rsidR="005B0461" w:rsidRDefault="005B0461" w:rsidP="005B0461">
      <w:r>
        <w:t>328.9247</w:t>
      </w:r>
      <w:r>
        <w:tab/>
        <w:t>2.025e0</w:t>
      </w:r>
    </w:p>
    <w:p w:rsidR="005B0461" w:rsidRDefault="005B0461" w:rsidP="005B0461">
      <w:r>
        <w:t>328.9389</w:t>
      </w:r>
      <w:r>
        <w:tab/>
        <w:t>2.025e0</w:t>
      </w:r>
    </w:p>
    <w:p w:rsidR="005B0461" w:rsidRDefault="005B0461" w:rsidP="005B0461">
      <w:r>
        <w:t>328.9458</w:t>
      </w:r>
      <w:r>
        <w:tab/>
        <w:t>2.025e0</w:t>
      </w:r>
    </w:p>
    <w:p w:rsidR="005B0461" w:rsidRDefault="005B0461" w:rsidP="005B0461">
      <w:r>
        <w:lastRenderedPageBreak/>
        <w:t>328.9873</w:t>
      </w:r>
      <w:r>
        <w:tab/>
        <w:t>2.025e0</w:t>
      </w:r>
    </w:p>
    <w:p w:rsidR="005B0461" w:rsidRDefault="005B0461" w:rsidP="005B0461">
      <w:r>
        <w:t>328.9973</w:t>
      </w:r>
      <w:r>
        <w:tab/>
        <w:t>2.134e0</w:t>
      </w:r>
    </w:p>
    <w:p w:rsidR="005B0461" w:rsidRDefault="005B0461" w:rsidP="005B0461">
      <w:r>
        <w:t>328.9992</w:t>
      </w:r>
      <w:r>
        <w:tab/>
        <w:t>4.051e0</w:t>
      </w:r>
    </w:p>
    <w:p w:rsidR="005B0461" w:rsidRDefault="005B0461" w:rsidP="005B0461">
      <w:r>
        <w:t>329.0086</w:t>
      </w:r>
      <w:r>
        <w:tab/>
        <w:t>2.149e0</w:t>
      </w:r>
    </w:p>
    <w:p w:rsidR="005B0461" w:rsidRDefault="005B0461" w:rsidP="005B0461">
      <w:r>
        <w:t>329.0189</w:t>
      </w:r>
      <w:r>
        <w:tab/>
        <w:t>3.711e0</w:t>
      </w:r>
    </w:p>
    <w:p w:rsidR="005B0461" w:rsidRDefault="005B0461" w:rsidP="005B0461">
      <w:r>
        <w:t>329.0641</w:t>
      </w:r>
      <w:r>
        <w:tab/>
        <w:t>1.961e0</w:t>
      </w:r>
    </w:p>
    <w:p w:rsidR="005B0461" w:rsidRDefault="005B0461" w:rsidP="005B0461">
      <w:r>
        <w:t>329.0836</w:t>
      </w:r>
      <w:r>
        <w:tab/>
        <w:t>3.957e0</w:t>
      </w:r>
    </w:p>
    <w:p w:rsidR="005B0461" w:rsidRDefault="005B0461" w:rsidP="005B0461">
      <w:r>
        <w:t>329.0930</w:t>
      </w:r>
      <w:r>
        <w:tab/>
        <w:t>3.363e0</w:t>
      </w:r>
    </w:p>
    <w:p w:rsidR="005B0461" w:rsidRDefault="005B0461" w:rsidP="005B0461">
      <w:r>
        <w:t>329.0975</w:t>
      </w:r>
      <w:r>
        <w:tab/>
        <w:t>2.160e0</w:t>
      </w:r>
    </w:p>
    <w:p w:rsidR="005B0461" w:rsidRDefault="005B0461" w:rsidP="005B0461">
      <w:r>
        <w:t>329.1217</w:t>
      </w:r>
      <w:r>
        <w:tab/>
        <w:t>2.751e0</w:t>
      </w:r>
    </w:p>
    <w:p w:rsidR="005B0461" w:rsidRDefault="005B0461" w:rsidP="005B0461">
      <w:r>
        <w:t>329.1500</w:t>
      </w:r>
      <w:r>
        <w:tab/>
        <w:t>1.013e0</w:t>
      </w:r>
    </w:p>
    <w:p w:rsidR="005B0461" w:rsidRDefault="005B0461" w:rsidP="005B0461">
      <w:r>
        <w:t>329.1514</w:t>
      </w:r>
      <w:r>
        <w:tab/>
        <w:t>2.025e0</w:t>
      </w:r>
    </w:p>
    <w:p w:rsidR="005B0461" w:rsidRDefault="005B0461" w:rsidP="005B0461">
      <w:r>
        <w:t>329.1682</w:t>
      </w:r>
      <w:r>
        <w:tab/>
        <w:t>3.038e0</w:t>
      </w:r>
    </w:p>
    <w:p w:rsidR="005B0461" w:rsidRDefault="005B0461" w:rsidP="005B0461">
      <w:r>
        <w:t>329.1924</w:t>
      </w:r>
      <w:r>
        <w:tab/>
        <w:t>4.497e0</w:t>
      </w:r>
    </w:p>
    <w:p w:rsidR="005B0461" w:rsidRDefault="005B0461" w:rsidP="005B0461">
      <w:r>
        <w:t>329.2064</w:t>
      </w:r>
      <w:r>
        <w:tab/>
        <w:t>2.025e0</w:t>
      </w:r>
    </w:p>
    <w:p w:rsidR="005B0461" w:rsidRDefault="005B0461" w:rsidP="005B0461">
      <w:r>
        <w:t>329.2114</w:t>
      </w:r>
      <w:r>
        <w:tab/>
        <w:t>2.025e0</w:t>
      </w:r>
    </w:p>
    <w:p w:rsidR="005B0461" w:rsidRDefault="005B0461" w:rsidP="005B0461">
      <w:r>
        <w:t>329.2416</w:t>
      </w:r>
      <w:r>
        <w:tab/>
        <w:t>7.089e0</w:t>
      </w:r>
    </w:p>
    <w:p w:rsidR="005B0461" w:rsidRDefault="005B0461" w:rsidP="005B0461">
      <w:r>
        <w:t>329.2562</w:t>
      </w:r>
      <w:r>
        <w:tab/>
        <w:t>1.013e0</w:t>
      </w:r>
    </w:p>
    <w:p w:rsidR="005B0461" w:rsidRDefault="005B0461" w:rsidP="005B0461">
      <w:r>
        <w:t>329.2621</w:t>
      </w:r>
      <w:r>
        <w:tab/>
        <w:t>1.013e0</w:t>
      </w:r>
    </w:p>
    <w:p w:rsidR="005B0461" w:rsidRDefault="005B0461" w:rsidP="005B0461">
      <w:r>
        <w:lastRenderedPageBreak/>
        <w:t>329.2862</w:t>
      </w:r>
      <w:r>
        <w:tab/>
        <w:t>5.063e0</w:t>
      </w:r>
    </w:p>
    <w:p w:rsidR="005B0461" w:rsidRDefault="005B0461" w:rsidP="005B0461">
      <w:r>
        <w:t>329.2964</w:t>
      </w:r>
      <w:r>
        <w:tab/>
        <w:t>1.013e0</w:t>
      </w:r>
    </w:p>
    <w:p w:rsidR="005B0461" w:rsidRDefault="005B0461" w:rsidP="005B0461">
      <w:r>
        <w:t>329.3141</w:t>
      </w:r>
      <w:r>
        <w:tab/>
        <w:t>3.726e0</w:t>
      </w:r>
    </w:p>
    <w:p w:rsidR="005B0461" w:rsidRDefault="005B0461" w:rsidP="005B0461">
      <w:r>
        <w:t>329.3188</w:t>
      </w:r>
      <w:r>
        <w:tab/>
        <w:t>4.051e0</w:t>
      </w:r>
    </w:p>
    <w:p w:rsidR="005B0461" w:rsidRDefault="005B0461" w:rsidP="005B0461">
      <w:r>
        <w:t>329.3426</w:t>
      </w:r>
      <w:r>
        <w:tab/>
        <w:t>2.025e0</w:t>
      </w:r>
    </w:p>
    <w:p w:rsidR="005B0461" w:rsidRDefault="005B0461" w:rsidP="005B0461">
      <w:r>
        <w:t>329.3523</w:t>
      </w:r>
      <w:r>
        <w:tab/>
        <w:t>3.038e0</w:t>
      </w:r>
    </w:p>
    <w:p w:rsidR="005B0461" w:rsidRDefault="005B0461" w:rsidP="005B0461">
      <w:r>
        <w:t>329.3662</w:t>
      </w:r>
      <w:r>
        <w:tab/>
        <w:t>3.038e0</w:t>
      </w:r>
    </w:p>
    <w:p w:rsidR="005B0461" w:rsidRDefault="005B0461" w:rsidP="005B0461">
      <w:r>
        <w:t>329.4105</w:t>
      </w:r>
      <w:r>
        <w:tab/>
        <w:t>1.013e0</w:t>
      </w:r>
    </w:p>
    <w:p w:rsidR="005B0461" w:rsidRDefault="005B0461" w:rsidP="005B0461">
      <w:r>
        <w:t>329.4164</w:t>
      </w:r>
      <w:r>
        <w:tab/>
        <w:t>1.013e0</w:t>
      </w:r>
    </w:p>
    <w:p w:rsidR="005B0461" w:rsidRDefault="005B0461" w:rsidP="005B0461">
      <w:r>
        <w:t>329.4343</w:t>
      </w:r>
      <w:r>
        <w:tab/>
        <w:t>1.013e0</w:t>
      </w:r>
    </w:p>
    <w:p w:rsidR="005B0461" w:rsidRDefault="005B0461" w:rsidP="005B0461">
      <w:r>
        <w:t>329.4583</w:t>
      </w:r>
      <w:r>
        <w:tab/>
        <w:t>2.025e0</w:t>
      </w:r>
    </w:p>
    <w:p w:rsidR="005B0461" w:rsidRDefault="005B0461" w:rsidP="005B0461">
      <w:r>
        <w:t>329.4859</w:t>
      </w:r>
      <w:r>
        <w:tab/>
        <w:t>2.025e0</w:t>
      </w:r>
    </w:p>
    <w:p w:rsidR="005B0461" w:rsidRDefault="005B0461" w:rsidP="005B0461">
      <w:r>
        <w:t>329.4876</w:t>
      </w:r>
      <w:r>
        <w:tab/>
        <w:t>1.013e0</w:t>
      </w:r>
    </w:p>
    <w:p w:rsidR="005B0461" w:rsidRDefault="005B0461" w:rsidP="005B0461">
      <w:r>
        <w:t>329.4910</w:t>
      </w:r>
      <w:r>
        <w:tab/>
        <w:t>2.025e0</w:t>
      </w:r>
    </w:p>
    <w:p w:rsidR="005B0461" w:rsidRDefault="005B0461" w:rsidP="005B0461">
      <w:r>
        <w:t>329.5302</w:t>
      </w:r>
      <w:r>
        <w:tab/>
        <w:t>2.025e0</w:t>
      </w:r>
    </w:p>
    <w:p w:rsidR="005B0461" w:rsidRDefault="005B0461" w:rsidP="005B0461">
      <w:r>
        <w:t>329.5360</w:t>
      </w:r>
      <w:r>
        <w:tab/>
        <w:t>1.013e0</w:t>
      </w:r>
    </w:p>
    <w:p w:rsidR="005B0461" w:rsidRDefault="005B0461" w:rsidP="005B0461">
      <w:r>
        <w:t>329.5470</w:t>
      </w:r>
      <w:r>
        <w:tab/>
        <w:t>1.013e0</w:t>
      </w:r>
    </w:p>
    <w:p w:rsidR="005B0461" w:rsidRDefault="005B0461" w:rsidP="005B0461">
      <w:r>
        <w:t>329.5767</w:t>
      </w:r>
      <w:r>
        <w:tab/>
        <w:t>2.025e0</w:t>
      </w:r>
    </w:p>
    <w:p w:rsidR="005B0461" w:rsidRDefault="005B0461" w:rsidP="005B0461">
      <w:r>
        <w:t>329.5887</w:t>
      </w:r>
      <w:r>
        <w:tab/>
        <w:t>1.013e0</w:t>
      </w:r>
    </w:p>
    <w:p w:rsidR="005B0461" w:rsidRDefault="005B0461" w:rsidP="005B0461">
      <w:r>
        <w:lastRenderedPageBreak/>
        <w:t>329.6093</w:t>
      </w:r>
      <w:r>
        <w:tab/>
        <w:t>1.013e0</w:t>
      </w:r>
    </w:p>
    <w:p w:rsidR="005B0461" w:rsidRDefault="005B0461" w:rsidP="005B0461">
      <w:r>
        <w:t>329.6336</w:t>
      </w:r>
      <w:r>
        <w:tab/>
        <w:t>1.013e0</w:t>
      </w:r>
    </w:p>
    <w:p w:rsidR="005B0461" w:rsidRDefault="005B0461" w:rsidP="005B0461">
      <w:r>
        <w:t>329.6580</w:t>
      </w:r>
      <w:r>
        <w:tab/>
        <w:t>1.013e0</w:t>
      </w:r>
    </w:p>
    <w:p w:rsidR="005B0461" w:rsidRDefault="005B0461" w:rsidP="005B0461">
      <w:r>
        <w:t>329.6796</w:t>
      </w:r>
      <w:r>
        <w:tab/>
        <w:t>2.025e0</w:t>
      </w:r>
    </w:p>
    <w:p w:rsidR="005B0461" w:rsidRDefault="005B0461" w:rsidP="005B0461">
      <w:r>
        <w:t>329.7014</w:t>
      </w:r>
      <w:r>
        <w:tab/>
        <w:t>2.025e0</w:t>
      </w:r>
    </w:p>
    <w:p w:rsidR="005B0461" w:rsidRDefault="005B0461" w:rsidP="005B0461">
      <w:r>
        <w:t>329.7135</w:t>
      </w:r>
      <w:r>
        <w:tab/>
        <w:t>2.025e0</w:t>
      </w:r>
    </w:p>
    <w:p w:rsidR="005B0461" w:rsidRDefault="005B0461" w:rsidP="005B0461">
      <w:r>
        <w:t>329.7637</w:t>
      </w:r>
      <w:r>
        <w:tab/>
        <w:t>1.013e0</w:t>
      </w:r>
    </w:p>
    <w:p w:rsidR="005B0461" w:rsidRDefault="005B0461" w:rsidP="005B0461">
      <w:r>
        <w:t>329.7786</w:t>
      </w:r>
      <w:r>
        <w:tab/>
        <w:t>1.013e0</w:t>
      </w:r>
    </w:p>
    <w:p w:rsidR="005B0461" w:rsidRDefault="005B0461" w:rsidP="005B0461">
      <w:r>
        <w:t>329.7827</w:t>
      </w:r>
      <w:r>
        <w:tab/>
        <w:t>2.025e0</w:t>
      </w:r>
    </w:p>
    <w:p w:rsidR="005B0461" w:rsidRDefault="005B0461" w:rsidP="005B0461">
      <w:r>
        <w:t>329.8165</w:t>
      </w:r>
      <w:r>
        <w:tab/>
        <w:t>2.025e0</w:t>
      </w:r>
    </w:p>
    <w:p w:rsidR="005B0461" w:rsidRDefault="005B0461" w:rsidP="005B0461">
      <w:r>
        <w:t>329.8340</w:t>
      </w:r>
      <w:r>
        <w:tab/>
        <w:t>2.025e0</w:t>
      </w:r>
    </w:p>
    <w:p w:rsidR="005B0461" w:rsidRDefault="005B0461" w:rsidP="005B0461">
      <w:r>
        <w:t>329.8409</w:t>
      </w:r>
      <w:r>
        <w:tab/>
        <w:t>2.025e0</w:t>
      </w:r>
    </w:p>
    <w:p w:rsidR="005B0461" w:rsidRDefault="005B0461" w:rsidP="005B0461">
      <w:r>
        <w:t>329.8628</w:t>
      </w:r>
      <w:r>
        <w:tab/>
        <w:t>1.275e0</w:t>
      </w:r>
    </w:p>
    <w:p w:rsidR="005B0461" w:rsidRDefault="005B0461" w:rsidP="005B0461">
      <w:r>
        <w:t>329.8719</w:t>
      </w:r>
      <w:r>
        <w:tab/>
        <w:t>2.025e0</w:t>
      </w:r>
    </w:p>
    <w:p w:rsidR="005B0461" w:rsidRDefault="005B0461" w:rsidP="005B0461">
      <w:r>
        <w:t>329.9006</w:t>
      </w:r>
      <w:r>
        <w:tab/>
        <w:t>2.025e0</w:t>
      </w:r>
    </w:p>
    <w:p w:rsidR="005B0461" w:rsidRDefault="005B0461" w:rsidP="005B0461">
      <w:r>
        <w:t>329.9352</w:t>
      </w:r>
      <w:r>
        <w:tab/>
        <w:t>2.025e0</w:t>
      </w:r>
    </w:p>
    <w:p w:rsidR="005B0461" w:rsidRDefault="005B0461" w:rsidP="005B0461">
      <w:r>
        <w:t>329.9448</w:t>
      </w:r>
      <w:r>
        <w:tab/>
        <w:t>6.076e0</w:t>
      </w:r>
    </w:p>
    <w:p w:rsidR="005B0461" w:rsidRDefault="005B0461" w:rsidP="005B0461">
      <w:r>
        <w:t>329.9787</w:t>
      </w:r>
      <w:r>
        <w:tab/>
        <w:t>1.081e1</w:t>
      </w:r>
    </w:p>
    <w:p w:rsidR="005B0461" w:rsidRDefault="005B0461" w:rsidP="005B0461">
      <w:r>
        <w:t>329.9972</w:t>
      </w:r>
      <w:r>
        <w:tab/>
        <w:t>2.025e0</w:t>
      </w:r>
    </w:p>
    <w:p w:rsidR="005B0461" w:rsidRDefault="005B0461" w:rsidP="005B0461">
      <w:r>
        <w:lastRenderedPageBreak/>
        <w:t>330.0404</w:t>
      </w:r>
      <w:r>
        <w:tab/>
        <w:t>2.296e0</w:t>
      </w:r>
    </w:p>
    <w:p w:rsidR="005B0461" w:rsidRDefault="005B0461" w:rsidP="005B0461">
      <w:r>
        <w:t>330.0779</w:t>
      </w:r>
      <w:r>
        <w:tab/>
        <w:t>1.542e0</w:t>
      </w:r>
    </w:p>
    <w:p w:rsidR="005B0461" w:rsidRDefault="005B0461" w:rsidP="005B0461">
      <w:r>
        <w:t>330.0925</w:t>
      </w:r>
      <w:r>
        <w:tab/>
        <w:t>2.907e0</w:t>
      </w:r>
    </w:p>
    <w:p w:rsidR="005B0461" w:rsidRDefault="005B0461" w:rsidP="005B0461">
      <w:r>
        <w:t>330.0945</w:t>
      </w:r>
      <w:r>
        <w:tab/>
        <w:t>5.072e0</w:t>
      </w:r>
    </w:p>
    <w:p w:rsidR="005B0461" w:rsidRDefault="005B0461" w:rsidP="005B0461">
      <w:r>
        <w:t>330.0975</w:t>
      </w:r>
      <w:r>
        <w:tab/>
        <w:t>3.692e0</w:t>
      </w:r>
    </w:p>
    <w:p w:rsidR="005B0461" w:rsidRDefault="005B0461" w:rsidP="005B0461">
      <w:r>
        <w:t>330.1195</w:t>
      </w:r>
      <w:r>
        <w:tab/>
        <w:t>2.324e0</w:t>
      </w:r>
    </w:p>
    <w:p w:rsidR="005B0461" w:rsidRDefault="005B0461" w:rsidP="005B0461">
      <w:r>
        <w:t>330.1498</w:t>
      </w:r>
      <w:r>
        <w:tab/>
        <w:t>1.013e0</w:t>
      </w:r>
    </w:p>
    <w:p w:rsidR="005B0461" w:rsidRDefault="005B0461" w:rsidP="005B0461">
      <w:r>
        <w:t>330.1654</w:t>
      </w:r>
      <w:r>
        <w:tab/>
        <w:t>2.970e0</w:t>
      </w:r>
    </w:p>
    <w:p w:rsidR="005B0461" w:rsidRDefault="005B0461" w:rsidP="005B0461">
      <w:r>
        <w:t>330.2125</w:t>
      </w:r>
      <w:r>
        <w:tab/>
        <w:t>1.013e0</w:t>
      </w:r>
    </w:p>
    <w:p w:rsidR="005B0461" w:rsidRDefault="005B0461" w:rsidP="005B0461">
      <w:r>
        <w:t>330.2157</w:t>
      </w:r>
      <w:r>
        <w:tab/>
        <w:t>3.038e0</w:t>
      </w:r>
    </w:p>
    <w:p w:rsidR="005B0461" w:rsidRDefault="005B0461" w:rsidP="005B0461">
      <w:r>
        <w:t>330.2545</w:t>
      </w:r>
      <w:r>
        <w:tab/>
        <w:t>3.034e0</w:t>
      </w:r>
    </w:p>
    <w:p w:rsidR="005B0461" w:rsidRDefault="005B0461" w:rsidP="005B0461">
      <w:r>
        <w:t>330.2637</w:t>
      </w:r>
      <w:r>
        <w:tab/>
        <w:t>7.089e0</w:t>
      </w:r>
    </w:p>
    <w:p w:rsidR="005B0461" w:rsidRDefault="005B0461" w:rsidP="005B0461">
      <w:r>
        <w:t>330.2729</w:t>
      </w:r>
      <w:r>
        <w:tab/>
        <w:t>3.038e0</w:t>
      </w:r>
    </w:p>
    <w:p w:rsidR="005B0461" w:rsidRDefault="005B0461" w:rsidP="005B0461">
      <w:r>
        <w:t>330.3196</w:t>
      </w:r>
      <w:r>
        <w:tab/>
        <w:t>1.013e0</w:t>
      </w:r>
    </w:p>
    <w:p w:rsidR="005B0461" w:rsidRDefault="005B0461" w:rsidP="005B0461">
      <w:r>
        <w:t>330.3287</w:t>
      </w:r>
      <w:r>
        <w:tab/>
        <w:t>1.013e0</w:t>
      </w:r>
    </w:p>
    <w:p w:rsidR="005B0461" w:rsidRDefault="005B0461" w:rsidP="005B0461">
      <w:r>
        <w:t>330.3334</w:t>
      </w:r>
      <w:r>
        <w:tab/>
        <w:t>6.076e0</w:t>
      </w:r>
    </w:p>
    <w:p w:rsidR="005B0461" w:rsidRDefault="005B0461" w:rsidP="005B0461">
      <w:r>
        <w:t>330.3854</w:t>
      </w:r>
      <w:r>
        <w:tab/>
        <w:t>1.013e0</w:t>
      </w:r>
    </w:p>
    <w:p w:rsidR="005B0461" w:rsidRDefault="005B0461" w:rsidP="005B0461">
      <w:r>
        <w:t>330.4409</w:t>
      </w:r>
      <w:r>
        <w:tab/>
        <w:t>2.025e0</w:t>
      </w:r>
    </w:p>
    <w:p w:rsidR="005B0461" w:rsidRDefault="005B0461" w:rsidP="005B0461">
      <w:r>
        <w:t>330.4523</w:t>
      </w:r>
      <w:r>
        <w:tab/>
        <w:t>2.025e0</w:t>
      </w:r>
    </w:p>
    <w:p w:rsidR="005B0461" w:rsidRDefault="005B0461" w:rsidP="005B0461">
      <w:r>
        <w:lastRenderedPageBreak/>
        <w:t>330.4547</w:t>
      </w:r>
      <w:r>
        <w:tab/>
        <w:t>1.013e0</w:t>
      </w:r>
    </w:p>
    <w:p w:rsidR="005B0461" w:rsidRDefault="005B0461" w:rsidP="005B0461">
      <w:r>
        <w:t>330.4783</w:t>
      </w:r>
      <w:r>
        <w:tab/>
        <w:t>2.025e0</w:t>
      </w:r>
    </w:p>
    <w:p w:rsidR="005B0461" w:rsidRDefault="005B0461" w:rsidP="005B0461">
      <w:r>
        <w:t>330.4851</w:t>
      </w:r>
      <w:r>
        <w:tab/>
        <w:t>2.025e0</w:t>
      </w:r>
    </w:p>
    <w:p w:rsidR="005B0461" w:rsidRDefault="005B0461" w:rsidP="005B0461">
      <w:r>
        <w:t>330.4866</w:t>
      </w:r>
      <w:r>
        <w:tab/>
        <w:t>2.025e0</w:t>
      </w:r>
    </w:p>
    <w:p w:rsidR="005B0461" w:rsidRDefault="005B0461" w:rsidP="005B0461">
      <w:r>
        <w:t>330.5076</w:t>
      </w:r>
      <w:r>
        <w:tab/>
        <w:t>1.013e0</w:t>
      </w:r>
    </w:p>
    <w:p w:rsidR="005B0461" w:rsidRDefault="005B0461" w:rsidP="005B0461">
      <w:r>
        <w:t>330.5320</w:t>
      </w:r>
      <w:r>
        <w:tab/>
        <w:t>1.013e0</w:t>
      </w:r>
    </w:p>
    <w:p w:rsidR="005B0461" w:rsidRDefault="005B0461" w:rsidP="005B0461">
      <w:r>
        <w:t>330.5519</w:t>
      </w:r>
      <w:r>
        <w:tab/>
        <w:t>4.051e0</w:t>
      </w:r>
    </w:p>
    <w:p w:rsidR="005B0461" w:rsidRDefault="005B0461" w:rsidP="005B0461">
      <w:r>
        <w:t>330.5695</w:t>
      </w:r>
      <w:r>
        <w:tab/>
        <w:t>1.013e0</w:t>
      </w:r>
    </w:p>
    <w:p w:rsidR="005B0461" w:rsidRDefault="005B0461" w:rsidP="005B0461">
      <w:r>
        <w:t>330.5809</w:t>
      </w:r>
      <w:r>
        <w:tab/>
        <w:t>1.013e0</w:t>
      </w:r>
    </w:p>
    <w:p w:rsidR="005B0461" w:rsidRDefault="005B0461" w:rsidP="005B0461">
      <w:r>
        <w:t>330.5848</w:t>
      </w:r>
      <w:r>
        <w:tab/>
        <w:t>1.013e0</w:t>
      </w:r>
    </w:p>
    <w:p w:rsidR="005B0461" w:rsidRDefault="005B0461" w:rsidP="005B0461">
      <w:r>
        <w:t>330.5934</w:t>
      </w:r>
      <w:r>
        <w:tab/>
        <w:t>1.013e0</w:t>
      </w:r>
    </w:p>
    <w:p w:rsidR="005B0461" w:rsidRDefault="005B0461" w:rsidP="005B0461">
      <w:r>
        <w:t>330.6231</w:t>
      </w:r>
      <w:r>
        <w:tab/>
        <w:t>1.013e0</w:t>
      </w:r>
    </w:p>
    <w:p w:rsidR="005B0461" w:rsidRDefault="005B0461" w:rsidP="005B0461">
      <w:r>
        <w:t>330.6377</w:t>
      </w:r>
      <w:r>
        <w:tab/>
        <w:t>1.013e0</w:t>
      </w:r>
    </w:p>
    <w:p w:rsidR="005B0461" w:rsidRDefault="005B0461" w:rsidP="005B0461">
      <w:r>
        <w:t>330.6783</w:t>
      </w:r>
      <w:r>
        <w:tab/>
        <w:t>2.025e0</w:t>
      </w:r>
    </w:p>
    <w:p w:rsidR="005B0461" w:rsidRDefault="005B0461" w:rsidP="005B0461">
      <w:r>
        <w:t>330.6946</w:t>
      </w:r>
      <w:r>
        <w:tab/>
        <w:t>1.013e0</w:t>
      </w:r>
    </w:p>
    <w:p w:rsidR="005B0461" w:rsidRDefault="005B0461" w:rsidP="005B0461">
      <w:r>
        <w:t>330.7135</w:t>
      </w:r>
      <w:r>
        <w:tab/>
        <w:t>5.063e0</w:t>
      </w:r>
    </w:p>
    <w:p w:rsidR="005B0461" w:rsidRDefault="005B0461" w:rsidP="005B0461">
      <w:r>
        <w:t>330.7442</w:t>
      </w:r>
      <w:r>
        <w:tab/>
        <w:t>2.025e0</w:t>
      </w:r>
    </w:p>
    <w:p w:rsidR="005B0461" w:rsidRDefault="005B0461" w:rsidP="005B0461">
      <w:r>
        <w:t>330.7720</w:t>
      </w:r>
      <w:r>
        <w:tab/>
        <w:t>1.013e0</w:t>
      </w:r>
    </w:p>
    <w:p w:rsidR="005B0461" w:rsidRDefault="005B0461" w:rsidP="005B0461">
      <w:r>
        <w:t>330.7923</w:t>
      </w:r>
      <w:r>
        <w:tab/>
        <w:t>1.013e0</w:t>
      </w:r>
    </w:p>
    <w:p w:rsidR="005B0461" w:rsidRDefault="005B0461" w:rsidP="005B0461">
      <w:r>
        <w:lastRenderedPageBreak/>
        <w:t>330.8148</w:t>
      </w:r>
      <w:r>
        <w:tab/>
        <w:t>2.025e0</w:t>
      </w:r>
    </w:p>
    <w:p w:rsidR="005B0461" w:rsidRDefault="005B0461" w:rsidP="005B0461">
      <w:r>
        <w:t>330.8256</w:t>
      </w:r>
      <w:r>
        <w:tab/>
        <w:t>1.013e0</w:t>
      </w:r>
    </w:p>
    <w:p w:rsidR="005B0461" w:rsidRDefault="005B0461" w:rsidP="005B0461">
      <w:r>
        <w:t>330.8411</w:t>
      </w:r>
      <w:r>
        <w:tab/>
        <w:t>2.025e0</w:t>
      </w:r>
    </w:p>
    <w:p w:rsidR="005B0461" w:rsidRDefault="005B0461" w:rsidP="005B0461">
      <w:r>
        <w:t>330.8528</w:t>
      </w:r>
      <w:r>
        <w:tab/>
        <w:t>2.025e0</w:t>
      </w:r>
    </w:p>
    <w:p w:rsidR="005B0461" w:rsidRDefault="005B0461" w:rsidP="005B0461">
      <w:r>
        <w:t>330.8614</w:t>
      </w:r>
      <w:r>
        <w:tab/>
        <w:t>1.013e0</w:t>
      </w:r>
    </w:p>
    <w:p w:rsidR="005B0461" w:rsidRDefault="005B0461" w:rsidP="005B0461">
      <w:r>
        <w:t>330.8694</w:t>
      </w:r>
      <w:r>
        <w:tab/>
        <w:t>2.025e0</w:t>
      </w:r>
    </w:p>
    <w:p w:rsidR="005B0461" w:rsidRDefault="005B0461" w:rsidP="005B0461">
      <w:r>
        <w:t>330.9109</w:t>
      </w:r>
      <w:r>
        <w:tab/>
        <w:t>3.038e0</w:t>
      </w:r>
    </w:p>
    <w:p w:rsidR="005B0461" w:rsidRDefault="005B0461" w:rsidP="005B0461">
      <w:r>
        <w:t>330.9468</w:t>
      </w:r>
      <w:r>
        <w:tab/>
        <w:t>1.013e0</w:t>
      </w:r>
    </w:p>
    <w:p w:rsidR="005B0461" w:rsidRDefault="005B0461" w:rsidP="005B0461">
      <w:r>
        <w:t>330.9664</w:t>
      </w:r>
      <w:r>
        <w:tab/>
        <w:t>4.051e0</w:t>
      </w:r>
    </w:p>
    <w:p w:rsidR="005B0461" w:rsidRDefault="005B0461" w:rsidP="005B0461">
      <w:r>
        <w:t>330.9712</w:t>
      </w:r>
      <w:r>
        <w:tab/>
        <w:t>1.013e0</w:t>
      </w:r>
    </w:p>
    <w:p w:rsidR="005B0461" w:rsidRDefault="005B0461" w:rsidP="005B0461">
      <w:r>
        <w:t>331.0114</w:t>
      </w:r>
      <w:r>
        <w:tab/>
        <w:t>3.950e0</w:t>
      </w:r>
    </w:p>
    <w:p w:rsidR="005B0461" w:rsidRDefault="005B0461" w:rsidP="005B0461">
      <w:r>
        <w:t>331.0609</w:t>
      </w:r>
      <w:r>
        <w:tab/>
        <w:t>1.420e0</w:t>
      </w:r>
    </w:p>
    <w:p w:rsidR="005B0461" w:rsidRDefault="005B0461" w:rsidP="005B0461">
      <w:r>
        <w:t>331.0690</w:t>
      </w:r>
      <w:r>
        <w:tab/>
        <w:t>1.774e0</w:t>
      </w:r>
    </w:p>
    <w:p w:rsidR="005B0461" w:rsidRDefault="005B0461" w:rsidP="005B0461">
      <w:r>
        <w:t>331.1094</w:t>
      </w:r>
      <w:r>
        <w:tab/>
        <w:t>3.782e0</w:t>
      </w:r>
    </w:p>
    <w:p w:rsidR="005B0461" w:rsidRDefault="005B0461" w:rsidP="005B0461">
      <w:r>
        <w:t>331.1234</w:t>
      </w:r>
      <w:r>
        <w:tab/>
        <w:t>1.801e0</w:t>
      </w:r>
    </w:p>
    <w:p w:rsidR="005B0461" w:rsidRDefault="005B0461" w:rsidP="005B0461">
      <w:r>
        <w:t>331.1324</w:t>
      </w:r>
      <w:r>
        <w:tab/>
        <w:t>1.668e0</w:t>
      </w:r>
    </w:p>
    <w:p w:rsidR="005B0461" w:rsidRDefault="005B0461" w:rsidP="005B0461">
      <w:r>
        <w:t>331.1532</w:t>
      </w:r>
      <w:r>
        <w:tab/>
        <w:t>8.054e0</w:t>
      </w:r>
    </w:p>
    <w:p w:rsidR="005B0461" w:rsidRDefault="005B0461" w:rsidP="005B0461">
      <w:r>
        <w:t>331.1899</w:t>
      </w:r>
      <w:r>
        <w:tab/>
        <w:t>3.038e0</w:t>
      </w:r>
    </w:p>
    <w:p w:rsidR="005B0461" w:rsidRDefault="005B0461" w:rsidP="005B0461">
      <w:r>
        <w:t>331.1989</w:t>
      </w:r>
      <w:r>
        <w:tab/>
        <w:t>9.114e0</w:t>
      </w:r>
    </w:p>
    <w:p w:rsidR="005B0461" w:rsidRDefault="005B0461" w:rsidP="005B0461">
      <w:r>
        <w:lastRenderedPageBreak/>
        <w:t>331.2013</w:t>
      </w:r>
      <w:r>
        <w:tab/>
        <w:t>1.932e0</w:t>
      </w:r>
    </w:p>
    <w:p w:rsidR="005B0461" w:rsidRDefault="005B0461" w:rsidP="005B0461">
      <w:r>
        <w:t>331.2314</w:t>
      </w:r>
      <w:r>
        <w:tab/>
        <w:t>6.214e0</w:t>
      </w:r>
    </w:p>
    <w:p w:rsidR="005B0461" w:rsidRDefault="005B0461" w:rsidP="005B0461">
      <w:r>
        <w:t>331.2581</w:t>
      </w:r>
      <w:r>
        <w:tab/>
        <w:t>4.009e0</w:t>
      </w:r>
    </w:p>
    <w:p w:rsidR="005B0461" w:rsidRDefault="005B0461" w:rsidP="005B0461">
      <w:r>
        <w:t>331.2690</w:t>
      </w:r>
      <w:r>
        <w:tab/>
        <w:t>2.025e0</w:t>
      </w:r>
    </w:p>
    <w:p w:rsidR="005B0461" w:rsidRDefault="005B0461" w:rsidP="005B0461">
      <w:r>
        <w:t>331.3086</w:t>
      </w:r>
      <w:r>
        <w:tab/>
        <w:t>2.025e0</w:t>
      </w:r>
    </w:p>
    <w:p w:rsidR="005B0461" w:rsidRDefault="005B0461" w:rsidP="005B0461">
      <w:r>
        <w:t>331.3145</w:t>
      </w:r>
      <w:r>
        <w:tab/>
        <w:t>1.013e0</w:t>
      </w:r>
    </w:p>
    <w:p w:rsidR="005B0461" w:rsidRDefault="005B0461" w:rsidP="005B0461">
      <w:r>
        <w:t>331.3223</w:t>
      </w:r>
      <w:r>
        <w:tab/>
        <w:t>2.025e0</w:t>
      </w:r>
    </w:p>
    <w:p w:rsidR="005B0461" w:rsidRDefault="005B0461" w:rsidP="005B0461">
      <w:r>
        <w:t>331.3383</w:t>
      </w:r>
      <w:r>
        <w:tab/>
        <w:t>1.013e0</w:t>
      </w:r>
    </w:p>
    <w:p w:rsidR="005B0461" w:rsidRDefault="005B0461" w:rsidP="005B0461">
      <w:r>
        <w:t>331.3576</w:t>
      </w:r>
      <w:r>
        <w:tab/>
        <w:t>1.013e0</w:t>
      </w:r>
    </w:p>
    <w:p w:rsidR="005B0461" w:rsidRDefault="005B0461" w:rsidP="005B0461">
      <w:r>
        <w:t>331.3736</w:t>
      </w:r>
      <w:r>
        <w:tab/>
        <w:t>2.025e0</w:t>
      </w:r>
    </w:p>
    <w:p w:rsidR="005B0461" w:rsidRDefault="005B0461" w:rsidP="005B0461">
      <w:r>
        <w:t>331.3922</w:t>
      </w:r>
      <w:r>
        <w:tab/>
        <w:t>2.025e0</w:t>
      </w:r>
    </w:p>
    <w:p w:rsidR="005B0461" w:rsidRDefault="005B0461" w:rsidP="005B0461">
      <w:r>
        <w:t>331.4188</w:t>
      </w:r>
      <w:r>
        <w:tab/>
        <w:t>2.025e0</w:t>
      </w:r>
    </w:p>
    <w:p w:rsidR="005B0461" w:rsidRDefault="005B0461" w:rsidP="005B0461">
      <w:r>
        <w:t>331.4309</w:t>
      </w:r>
      <w:r>
        <w:tab/>
        <w:t>1.013e0</w:t>
      </w:r>
    </w:p>
    <w:p w:rsidR="005B0461" w:rsidRDefault="005B0461" w:rsidP="005B0461">
      <w:r>
        <w:t>331.4514</w:t>
      </w:r>
      <w:r>
        <w:tab/>
        <w:t>2.025e0</w:t>
      </w:r>
    </w:p>
    <w:p w:rsidR="005B0461" w:rsidRDefault="005B0461" w:rsidP="005B0461">
      <w:r>
        <w:t>331.4636</w:t>
      </w:r>
      <w:r>
        <w:tab/>
        <w:t>1.013e0</w:t>
      </w:r>
    </w:p>
    <w:p w:rsidR="005B0461" w:rsidRDefault="005B0461" w:rsidP="005B0461">
      <w:r>
        <w:t>331.5233</w:t>
      </w:r>
      <w:r>
        <w:tab/>
        <w:t>1.013e0</w:t>
      </w:r>
    </w:p>
    <w:p w:rsidR="005B0461" w:rsidRDefault="005B0461" w:rsidP="005B0461">
      <w:r>
        <w:t>331.5326</w:t>
      </w:r>
      <w:r>
        <w:tab/>
        <w:t>2.025e0</w:t>
      </w:r>
    </w:p>
    <w:p w:rsidR="005B0461" w:rsidRDefault="005B0461" w:rsidP="005B0461">
      <w:r>
        <w:t>331.5770</w:t>
      </w:r>
      <w:r>
        <w:tab/>
        <w:t>1.013e0</w:t>
      </w:r>
    </w:p>
    <w:p w:rsidR="005B0461" w:rsidRDefault="005B0461" w:rsidP="005B0461">
      <w:r>
        <w:t>331.5785</w:t>
      </w:r>
      <w:r>
        <w:tab/>
        <w:t>4.051e0</w:t>
      </w:r>
    </w:p>
    <w:p w:rsidR="005B0461" w:rsidRDefault="005B0461" w:rsidP="005B0461">
      <w:r>
        <w:lastRenderedPageBreak/>
        <w:t>331.6139</w:t>
      </w:r>
      <w:r>
        <w:tab/>
        <w:t>1.013e0</w:t>
      </w:r>
    </w:p>
    <w:p w:rsidR="005B0461" w:rsidRDefault="005B0461" w:rsidP="005B0461">
      <w:r>
        <w:t>331.6156</w:t>
      </w:r>
      <w:r>
        <w:tab/>
        <w:t>6.076e0</w:t>
      </w:r>
    </w:p>
    <w:p w:rsidR="005B0461" w:rsidRDefault="005B0461" w:rsidP="005B0461">
      <w:r>
        <w:t>331.6512</w:t>
      </w:r>
      <w:r>
        <w:tab/>
        <w:t>2.025e0</w:t>
      </w:r>
    </w:p>
    <w:p w:rsidR="005B0461" w:rsidRDefault="005B0461" w:rsidP="005B0461">
      <w:r>
        <w:t>331.6832</w:t>
      </w:r>
      <w:r>
        <w:tab/>
        <w:t>1.013e0</w:t>
      </w:r>
    </w:p>
    <w:p w:rsidR="005B0461" w:rsidRDefault="005B0461" w:rsidP="005B0461">
      <w:r>
        <w:t>331.6912</w:t>
      </w:r>
      <w:r>
        <w:tab/>
        <w:t>1.013e0</w:t>
      </w:r>
    </w:p>
    <w:p w:rsidR="005B0461" w:rsidRDefault="005B0461" w:rsidP="005B0461">
      <w:r>
        <w:t>331.7046</w:t>
      </w:r>
      <w:r>
        <w:tab/>
        <w:t>2.025e0</w:t>
      </w:r>
    </w:p>
    <w:p w:rsidR="005B0461" w:rsidRDefault="005B0461" w:rsidP="005B0461">
      <w:r>
        <w:t>331.7321</w:t>
      </w:r>
      <w:r>
        <w:tab/>
        <w:t>2.025e0</w:t>
      </w:r>
    </w:p>
    <w:p w:rsidR="005B0461" w:rsidRDefault="005B0461" w:rsidP="005B0461">
      <w:r>
        <w:t>331.7562</w:t>
      </w:r>
      <w:r>
        <w:tab/>
        <w:t>2.025e0</w:t>
      </w:r>
    </w:p>
    <w:p w:rsidR="005B0461" w:rsidRDefault="005B0461" w:rsidP="005B0461">
      <w:r>
        <w:t>331.7805</w:t>
      </w:r>
      <w:r>
        <w:tab/>
        <w:t>2.025e0</w:t>
      </w:r>
    </w:p>
    <w:p w:rsidR="005B0461" w:rsidRDefault="005B0461" w:rsidP="005B0461">
      <w:r>
        <w:t>331.8175</w:t>
      </w:r>
      <w:r>
        <w:tab/>
        <w:t>1.013e0</w:t>
      </w:r>
    </w:p>
    <w:p w:rsidR="005B0461" w:rsidRDefault="005B0461" w:rsidP="005B0461">
      <w:r>
        <w:t>331.8419</w:t>
      </w:r>
      <w:r>
        <w:tab/>
        <w:t>2.025e0</w:t>
      </w:r>
    </w:p>
    <w:p w:rsidR="005B0461" w:rsidRDefault="005B0461" w:rsidP="005B0461">
      <w:r>
        <w:t>331.9055</w:t>
      </w:r>
      <w:r>
        <w:tab/>
        <w:t>1.013e0</w:t>
      </w:r>
    </w:p>
    <w:p w:rsidR="005B0461" w:rsidRDefault="005B0461" w:rsidP="005B0461">
      <w:r>
        <w:t>331.9195</w:t>
      </w:r>
      <w:r>
        <w:tab/>
        <w:t>2.025e0</w:t>
      </w:r>
    </w:p>
    <w:p w:rsidR="005B0461" w:rsidRDefault="005B0461" w:rsidP="005B0461">
      <w:r>
        <w:t>331.9234</w:t>
      </w:r>
      <w:r>
        <w:tab/>
        <w:t>1.013e0</w:t>
      </w:r>
    </w:p>
    <w:p w:rsidR="005B0461" w:rsidRDefault="005B0461" w:rsidP="005B0461">
      <w:r>
        <w:t>331.9294</w:t>
      </w:r>
      <w:r>
        <w:tab/>
        <w:t>1.013e0</w:t>
      </w:r>
    </w:p>
    <w:p w:rsidR="005B0461" w:rsidRDefault="005B0461" w:rsidP="005B0461">
      <w:r>
        <w:t>331.9638</w:t>
      </w:r>
      <w:r>
        <w:tab/>
        <w:t>1.533e0</w:t>
      </w:r>
    </w:p>
    <w:p w:rsidR="005B0461" w:rsidRDefault="005B0461" w:rsidP="005B0461">
      <w:r>
        <w:t>331.9880</w:t>
      </w:r>
      <w:r>
        <w:tab/>
        <w:t>3.251e0</w:t>
      </w:r>
    </w:p>
    <w:p w:rsidR="005B0461" w:rsidRDefault="005B0461" w:rsidP="005B0461">
      <w:r>
        <w:t>331.9965</w:t>
      </w:r>
      <w:r>
        <w:tab/>
        <w:t>1.013e0</w:t>
      </w:r>
    </w:p>
    <w:p w:rsidR="005B0461" w:rsidRDefault="005B0461" w:rsidP="005B0461">
      <w:r>
        <w:t>332.0509</w:t>
      </w:r>
      <w:r>
        <w:tab/>
        <w:t>4.903e0</w:t>
      </w:r>
    </w:p>
    <w:p w:rsidR="005B0461" w:rsidRDefault="005B0461" w:rsidP="005B0461">
      <w:r>
        <w:lastRenderedPageBreak/>
        <w:t>332.0574</w:t>
      </w:r>
      <w:r>
        <w:tab/>
        <w:t>1.521e0</w:t>
      </w:r>
    </w:p>
    <w:p w:rsidR="005B0461" w:rsidRDefault="005B0461" w:rsidP="005B0461">
      <w:r>
        <w:t>332.0915</w:t>
      </w:r>
      <w:r>
        <w:tab/>
        <w:t>2.793e0</w:t>
      </w:r>
    </w:p>
    <w:p w:rsidR="005B0461" w:rsidRDefault="005B0461" w:rsidP="005B0461">
      <w:r>
        <w:t>332.1024</w:t>
      </w:r>
      <w:r>
        <w:tab/>
        <w:t>4.051e0</w:t>
      </w:r>
    </w:p>
    <w:p w:rsidR="005B0461" w:rsidRDefault="005B0461" w:rsidP="005B0461">
      <w:r>
        <w:t>332.1220</w:t>
      </w:r>
      <w:r>
        <w:tab/>
        <w:t>5.047e0</w:t>
      </w:r>
    </w:p>
    <w:p w:rsidR="005B0461" w:rsidRDefault="005B0461" w:rsidP="005B0461">
      <w:r>
        <w:t>332.1372</w:t>
      </w:r>
      <w:r>
        <w:tab/>
        <w:t>4.904e0</w:t>
      </w:r>
    </w:p>
    <w:p w:rsidR="005B0461" w:rsidRDefault="005B0461" w:rsidP="005B0461">
      <w:r>
        <w:t>332.1462</w:t>
      </w:r>
      <w:r>
        <w:tab/>
        <w:t>3.038e0</w:t>
      </w:r>
    </w:p>
    <w:p w:rsidR="005B0461" w:rsidRDefault="005B0461" w:rsidP="005B0461">
      <w:r>
        <w:t>332.1587</w:t>
      </w:r>
      <w:r>
        <w:tab/>
        <w:t>5.063e0</w:t>
      </w:r>
    </w:p>
    <w:p w:rsidR="005B0461" w:rsidRDefault="005B0461" w:rsidP="005B0461">
      <w:r>
        <w:t>332.1991</w:t>
      </w:r>
      <w:r>
        <w:tab/>
        <w:t>6.076e0</w:t>
      </w:r>
    </w:p>
    <w:p w:rsidR="005B0461" w:rsidRDefault="005B0461" w:rsidP="005B0461">
      <w:r>
        <w:t>332.2049</w:t>
      </w:r>
      <w:r>
        <w:tab/>
        <w:t>6.076e0</w:t>
      </w:r>
    </w:p>
    <w:p w:rsidR="005B0461" w:rsidRDefault="005B0461" w:rsidP="005B0461">
      <w:r>
        <w:t>332.2148</w:t>
      </w:r>
      <w:r>
        <w:tab/>
        <w:t>1.953e0</w:t>
      </w:r>
    </w:p>
    <w:p w:rsidR="005B0461" w:rsidRDefault="005B0461" w:rsidP="005B0461">
      <w:r>
        <w:t>332.2411</w:t>
      </w:r>
      <w:r>
        <w:tab/>
        <w:t>3.038e0</w:t>
      </w:r>
    </w:p>
    <w:p w:rsidR="005B0461" w:rsidRDefault="005B0461" w:rsidP="005B0461">
      <w:r>
        <w:t>332.2447</w:t>
      </w:r>
      <w:r>
        <w:tab/>
        <w:t>3.038e0</w:t>
      </w:r>
    </w:p>
    <w:p w:rsidR="005B0461" w:rsidRDefault="005B0461" w:rsidP="005B0461">
      <w:r>
        <w:t>332.2690</w:t>
      </w:r>
      <w:r>
        <w:tab/>
        <w:t>7.089e0</w:t>
      </w:r>
    </w:p>
    <w:p w:rsidR="005B0461" w:rsidRDefault="005B0461" w:rsidP="005B0461">
      <w:r>
        <w:t>332.2817</w:t>
      </w:r>
      <w:r>
        <w:tab/>
        <w:t>2.421e0</w:t>
      </w:r>
    </w:p>
    <w:p w:rsidR="005B0461" w:rsidRDefault="005B0461" w:rsidP="005B0461">
      <w:r>
        <w:t>332.3300</w:t>
      </w:r>
      <w:r>
        <w:tab/>
        <w:t>2.532e1</w:t>
      </w:r>
    </w:p>
    <w:p w:rsidR="005B0461" w:rsidRDefault="005B0461" w:rsidP="005B0461">
      <w:r>
        <w:t>332.3318</w:t>
      </w:r>
      <w:r>
        <w:tab/>
        <w:t>1.316e1</w:t>
      </w:r>
    </w:p>
    <w:p w:rsidR="005B0461" w:rsidRDefault="005B0461" w:rsidP="005B0461">
      <w:r>
        <w:t>332.3331</w:t>
      </w:r>
      <w:r>
        <w:tab/>
        <w:t>2.633e1</w:t>
      </w:r>
    </w:p>
    <w:p w:rsidR="005B0461" w:rsidRDefault="005B0461" w:rsidP="005B0461">
      <w:r>
        <w:t>332.3354</w:t>
      </w:r>
      <w:r>
        <w:tab/>
        <w:t>1.519e1</w:t>
      </w:r>
    </w:p>
    <w:p w:rsidR="005B0461" w:rsidRDefault="005B0461" w:rsidP="005B0461">
      <w:r>
        <w:t>332.3965</w:t>
      </w:r>
      <w:r>
        <w:tab/>
        <w:t>1.321e0</w:t>
      </w:r>
    </w:p>
    <w:p w:rsidR="005B0461" w:rsidRDefault="005B0461" w:rsidP="005B0461">
      <w:r>
        <w:lastRenderedPageBreak/>
        <w:t>332.3997</w:t>
      </w:r>
      <w:r>
        <w:tab/>
        <w:t>2.025e0</w:t>
      </w:r>
    </w:p>
    <w:p w:rsidR="005B0461" w:rsidRDefault="005B0461" w:rsidP="005B0461">
      <w:r>
        <w:t>332.4240</w:t>
      </w:r>
      <w:r>
        <w:tab/>
        <w:t>1.013e0</w:t>
      </w:r>
    </w:p>
    <w:p w:rsidR="005B0461" w:rsidRDefault="005B0461" w:rsidP="005B0461">
      <w:r>
        <w:t>332.4302</w:t>
      </w:r>
      <w:r>
        <w:tab/>
        <w:t>2.025e0</w:t>
      </w:r>
    </w:p>
    <w:p w:rsidR="005B0461" w:rsidRDefault="005B0461" w:rsidP="005B0461">
      <w:r>
        <w:t>332.4611</w:t>
      </w:r>
      <w:r>
        <w:tab/>
        <w:t>2.025e0</w:t>
      </w:r>
    </w:p>
    <w:p w:rsidR="005B0461" w:rsidRDefault="005B0461" w:rsidP="005B0461">
      <w:r>
        <w:t>332.4810</w:t>
      </w:r>
      <w:r>
        <w:tab/>
        <w:t>1.013e0</w:t>
      </w:r>
    </w:p>
    <w:p w:rsidR="005B0461" w:rsidRDefault="005B0461" w:rsidP="005B0461">
      <w:r>
        <w:t>332.4937</w:t>
      </w:r>
      <w:r>
        <w:tab/>
        <w:t>4.605e0</w:t>
      </w:r>
    </w:p>
    <w:p w:rsidR="005B0461" w:rsidRDefault="005B0461" w:rsidP="005B0461">
      <w:r>
        <w:t>332.5177</w:t>
      </w:r>
      <w:r>
        <w:tab/>
        <w:t>2.025e0</w:t>
      </w:r>
    </w:p>
    <w:p w:rsidR="005B0461" w:rsidRDefault="005B0461" w:rsidP="005B0461">
      <w:r>
        <w:t>332.5385</w:t>
      </w:r>
      <w:r>
        <w:tab/>
        <w:t>2.025e0</w:t>
      </w:r>
    </w:p>
    <w:p w:rsidR="005B0461" w:rsidRDefault="005B0461" w:rsidP="005B0461">
      <w:r>
        <w:t>332.5583</w:t>
      </w:r>
      <w:r>
        <w:tab/>
        <w:t>1.013e0</w:t>
      </w:r>
    </w:p>
    <w:p w:rsidR="005B0461" w:rsidRDefault="005B0461" w:rsidP="005B0461">
      <w:r>
        <w:t>332.5798</w:t>
      </w:r>
      <w:r>
        <w:tab/>
        <w:t>4.051e0</w:t>
      </w:r>
    </w:p>
    <w:p w:rsidR="005B0461" w:rsidRDefault="005B0461" w:rsidP="005B0461">
      <w:r>
        <w:t>332.5933</w:t>
      </w:r>
      <w:r>
        <w:tab/>
        <w:t>1.013e0</w:t>
      </w:r>
    </w:p>
    <w:p w:rsidR="005B0461" w:rsidRDefault="005B0461" w:rsidP="005B0461">
      <w:r>
        <w:t>332.6172</w:t>
      </w:r>
      <w:r>
        <w:tab/>
        <w:t>1.013e0</w:t>
      </w:r>
    </w:p>
    <w:p w:rsidR="005B0461" w:rsidRDefault="005B0461" w:rsidP="005B0461">
      <w:r>
        <w:t>332.6389</w:t>
      </w:r>
      <w:r>
        <w:tab/>
        <w:t>2.025e0</w:t>
      </w:r>
    </w:p>
    <w:p w:rsidR="005B0461" w:rsidRDefault="005B0461" w:rsidP="005B0461">
      <w:r>
        <w:t>332.6711</w:t>
      </w:r>
      <w:r>
        <w:tab/>
        <w:t>1.013e0</w:t>
      </w:r>
    </w:p>
    <w:p w:rsidR="005B0461" w:rsidRDefault="005B0461" w:rsidP="005B0461">
      <w:r>
        <w:t>332.6766</w:t>
      </w:r>
      <w:r>
        <w:tab/>
        <w:t>1.013e0</w:t>
      </w:r>
    </w:p>
    <w:p w:rsidR="005B0461" w:rsidRDefault="005B0461" w:rsidP="005B0461">
      <w:r>
        <w:t>332.6948</w:t>
      </w:r>
      <w:r>
        <w:tab/>
        <w:t>4.051e0</w:t>
      </w:r>
    </w:p>
    <w:p w:rsidR="005B0461" w:rsidRDefault="005B0461" w:rsidP="005B0461">
      <w:r>
        <w:t>332.7294</w:t>
      </w:r>
      <w:r>
        <w:tab/>
        <w:t>1.013e0</w:t>
      </w:r>
    </w:p>
    <w:p w:rsidR="005B0461" w:rsidRDefault="005B0461" w:rsidP="005B0461">
      <w:r>
        <w:t>332.7315</w:t>
      </w:r>
      <w:r>
        <w:tab/>
        <w:t>2.025e0</w:t>
      </w:r>
    </w:p>
    <w:p w:rsidR="005B0461" w:rsidRDefault="005B0461" w:rsidP="005B0461">
      <w:r>
        <w:t>332.7751</w:t>
      </w:r>
      <w:r>
        <w:tab/>
        <w:t>2.025e0</w:t>
      </w:r>
    </w:p>
    <w:p w:rsidR="005B0461" w:rsidRDefault="005B0461" w:rsidP="005B0461">
      <w:r>
        <w:lastRenderedPageBreak/>
        <w:t>332.7864</w:t>
      </w:r>
      <w:r>
        <w:tab/>
        <w:t>1.013e0</w:t>
      </w:r>
    </w:p>
    <w:p w:rsidR="005B0461" w:rsidRDefault="005B0461" w:rsidP="005B0461">
      <w:r>
        <w:t>332.8088</w:t>
      </w:r>
      <w:r>
        <w:tab/>
        <w:t>2.025e0</w:t>
      </w:r>
    </w:p>
    <w:p w:rsidR="005B0461" w:rsidRDefault="005B0461" w:rsidP="005B0461">
      <w:r>
        <w:t>332.8210</w:t>
      </w:r>
      <w:r>
        <w:tab/>
        <w:t>2.025e0</w:t>
      </w:r>
    </w:p>
    <w:p w:rsidR="005B0461" w:rsidRDefault="005B0461" w:rsidP="005B0461">
      <w:r>
        <w:t>332.8312</w:t>
      </w:r>
      <w:r>
        <w:tab/>
        <w:t>1.013e0</w:t>
      </w:r>
    </w:p>
    <w:p w:rsidR="005B0461" w:rsidRDefault="005B0461" w:rsidP="005B0461">
      <w:r>
        <w:t>332.8439</w:t>
      </w:r>
      <w:r>
        <w:tab/>
        <w:t>2.025e0</w:t>
      </w:r>
    </w:p>
    <w:p w:rsidR="005B0461" w:rsidRDefault="005B0461" w:rsidP="005B0461">
      <w:r>
        <w:t>332.8687</w:t>
      </w:r>
      <w:r>
        <w:tab/>
        <w:t>1.013e0</w:t>
      </w:r>
    </w:p>
    <w:p w:rsidR="005B0461" w:rsidRDefault="005B0461" w:rsidP="005B0461">
      <w:r>
        <w:t>332.8882</w:t>
      </w:r>
      <w:r>
        <w:tab/>
        <w:t>1.013e0</w:t>
      </w:r>
    </w:p>
    <w:p w:rsidR="005B0461" w:rsidRDefault="005B0461" w:rsidP="005B0461">
      <w:r>
        <w:t>332.8987</w:t>
      </w:r>
      <w:r>
        <w:tab/>
        <w:t>1.013e0</w:t>
      </w:r>
    </w:p>
    <w:p w:rsidR="005B0461" w:rsidRDefault="005B0461" w:rsidP="005B0461">
      <w:r>
        <w:t>332.9130</w:t>
      </w:r>
      <w:r>
        <w:tab/>
        <w:t>3.038e0</w:t>
      </w:r>
    </w:p>
    <w:p w:rsidR="005B0461" w:rsidRDefault="005B0461" w:rsidP="005B0461">
      <w:r>
        <w:t>332.9166</w:t>
      </w:r>
      <w:r>
        <w:tab/>
        <w:t>1.013e0</w:t>
      </w:r>
    </w:p>
    <w:p w:rsidR="005B0461" w:rsidRDefault="005B0461" w:rsidP="005B0461">
      <w:r>
        <w:t>332.9526</w:t>
      </w:r>
      <w:r>
        <w:tab/>
        <w:t>2.025e0</w:t>
      </w:r>
    </w:p>
    <w:p w:rsidR="005B0461" w:rsidRDefault="005B0461" w:rsidP="005B0461">
      <w:r>
        <w:t>332.9666</w:t>
      </w:r>
      <w:r>
        <w:tab/>
        <w:t>2.025e0</w:t>
      </w:r>
    </w:p>
    <w:p w:rsidR="005B0461" w:rsidRDefault="005B0461" w:rsidP="005B0461">
      <w:r>
        <w:t>332.9964</w:t>
      </w:r>
      <w:r>
        <w:tab/>
        <w:t>2.025e0</w:t>
      </w:r>
    </w:p>
    <w:p w:rsidR="005B0461" w:rsidRDefault="005B0461" w:rsidP="005B0461">
      <w:r>
        <w:t>332.9999</w:t>
      </w:r>
      <w:r>
        <w:tab/>
        <w:t>2.053e0</w:t>
      </w:r>
    </w:p>
    <w:p w:rsidR="005B0461" w:rsidRDefault="005B0461" w:rsidP="005B0461">
      <w:r>
        <w:t>333.0124</w:t>
      </w:r>
      <w:r>
        <w:tab/>
        <w:t>1.225e0</w:t>
      </w:r>
    </w:p>
    <w:p w:rsidR="005B0461" w:rsidRDefault="005B0461" w:rsidP="005B0461">
      <w:r>
        <w:t>333.0291</w:t>
      </w:r>
      <w:r>
        <w:tab/>
        <w:t>2.335e0</w:t>
      </w:r>
    </w:p>
    <w:p w:rsidR="005B0461" w:rsidRDefault="005B0461" w:rsidP="005B0461">
      <w:r>
        <w:t>333.0497</w:t>
      </w:r>
      <w:r>
        <w:tab/>
        <w:t>5.406e0</w:t>
      </w:r>
    </w:p>
    <w:p w:rsidR="005B0461" w:rsidRDefault="005B0461" w:rsidP="005B0461">
      <w:r>
        <w:t>333.0648</w:t>
      </w:r>
      <w:r>
        <w:tab/>
        <w:t>5.055e0</w:t>
      </w:r>
    </w:p>
    <w:p w:rsidR="005B0461" w:rsidRDefault="005B0461" w:rsidP="005B0461">
      <w:r>
        <w:t>333.0683</w:t>
      </w:r>
      <w:r>
        <w:tab/>
        <w:t>4.812e0</w:t>
      </w:r>
    </w:p>
    <w:p w:rsidR="005B0461" w:rsidRDefault="005B0461" w:rsidP="005B0461">
      <w:r>
        <w:lastRenderedPageBreak/>
        <w:t>333.0726</w:t>
      </w:r>
      <w:r>
        <w:tab/>
        <w:t>5.399e0</w:t>
      </w:r>
    </w:p>
    <w:p w:rsidR="005B0461" w:rsidRDefault="005B0461" w:rsidP="005B0461">
      <w:r>
        <w:t>333.1305</w:t>
      </w:r>
      <w:r>
        <w:tab/>
        <w:t>6.411e0</w:t>
      </w:r>
    </w:p>
    <w:p w:rsidR="005B0461" w:rsidRDefault="005B0461" w:rsidP="005B0461">
      <w:r>
        <w:t>333.1410</w:t>
      </w:r>
      <w:r>
        <w:tab/>
        <w:t>2.942e0</w:t>
      </w:r>
    </w:p>
    <w:p w:rsidR="005B0461" w:rsidRDefault="005B0461" w:rsidP="005B0461">
      <w:r>
        <w:t>333.1940</w:t>
      </w:r>
      <w:r>
        <w:tab/>
        <w:t>6.230e0</w:t>
      </w:r>
    </w:p>
    <w:p w:rsidR="005B0461" w:rsidRDefault="005B0461" w:rsidP="005B0461">
      <w:r>
        <w:t>333.1975</w:t>
      </w:r>
      <w:r>
        <w:tab/>
        <w:t>3.038e0</w:t>
      </w:r>
    </w:p>
    <w:p w:rsidR="005B0461" w:rsidRDefault="005B0461" w:rsidP="005B0461">
      <w:r>
        <w:t>333.2464</w:t>
      </w:r>
      <w:r>
        <w:tab/>
        <w:t>1.013e0</w:t>
      </w:r>
    </w:p>
    <w:p w:rsidR="005B0461" w:rsidRDefault="005B0461" w:rsidP="005B0461">
      <w:r>
        <w:t>333.2523</w:t>
      </w:r>
      <w:r>
        <w:tab/>
        <w:t>1.013e0</w:t>
      </w:r>
    </w:p>
    <w:p w:rsidR="005B0461" w:rsidRDefault="005B0461" w:rsidP="005B0461">
      <w:r>
        <w:t>333.2778</w:t>
      </w:r>
      <w:r>
        <w:tab/>
        <w:t>3.038e0</w:t>
      </w:r>
    </w:p>
    <w:p w:rsidR="005B0461" w:rsidRDefault="005B0461" w:rsidP="005B0461">
      <w:r>
        <w:t>333.3307</w:t>
      </w:r>
      <w:r>
        <w:tab/>
        <w:t>6.076e0</w:t>
      </w:r>
    </w:p>
    <w:p w:rsidR="005B0461" w:rsidRDefault="005B0461" w:rsidP="005B0461">
      <w:r>
        <w:t>333.3333</w:t>
      </w:r>
      <w:r>
        <w:tab/>
        <w:t>1.013e1</w:t>
      </w:r>
    </w:p>
    <w:p w:rsidR="005B0461" w:rsidRDefault="005B0461" w:rsidP="005B0461">
      <w:r>
        <w:t>333.3491</w:t>
      </w:r>
      <w:r>
        <w:tab/>
        <w:t>3.038e0</w:t>
      </w:r>
    </w:p>
    <w:p w:rsidR="005B0461" w:rsidRDefault="005B0461" w:rsidP="005B0461">
      <w:r>
        <w:t>333.3574</w:t>
      </w:r>
      <w:r>
        <w:tab/>
        <w:t>3.038e0</w:t>
      </w:r>
    </w:p>
    <w:p w:rsidR="005B0461" w:rsidRDefault="005B0461" w:rsidP="005B0461">
      <w:r>
        <w:t>333.3935</w:t>
      </w:r>
      <w:r>
        <w:tab/>
        <w:t>4.051e0</w:t>
      </w:r>
    </w:p>
    <w:p w:rsidR="005B0461" w:rsidRDefault="005B0461" w:rsidP="005B0461">
      <w:r>
        <w:t>333.4219</w:t>
      </w:r>
      <w:r>
        <w:tab/>
        <w:t>1.013e0</w:t>
      </w:r>
    </w:p>
    <w:p w:rsidR="005B0461" w:rsidRDefault="005B0461" w:rsidP="005B0461">
      <w:r>
        <w:t>333.4321</w:t>
      </w:r>
      <w:r>
        <w:tab/>
        <w:t>2.025e0</w:t>
      </w:r>
    </w:p>
    <w:p w:rsidR="005B0461" w:rsidRDefault="005B0461" w:rsidP="005B0461">
      <w:r>
        <w:t>333.4562</w:t>
      </w:r>
      <w:r>
        <w:tab/>
        <w:t>1.013e0</w:t>
      </w:r>
    </w:p>
    <w:p w:rsidR="005B0461" w:rsidRDefault="005B0461" w:rsidP="005B0461">
      <w:r>
        <w:t>333.4640</w:t>
      </w:r>
      <w:r>
        <w:tab/>
        <w:t>2.025e0</w:t>
      </w:r>
    </w:p>
    <w:p w:rsidR="005B0461" w:rsidRDefault="005B0461" w:rsidP="005B0461">
      <w:r>
        <w:t>333.4753</w:t>
      </w:r>
      <w:r>
        <w:tab/>
        <w:t>3.038e0</w:t>
      </w:r>
    </w:p>
    <w:p w:rsidR="005B0461" w:rsidRDefault="005B0461" w:rsidP="005B0461">
      <w:r>
        <w:t>333.4802</w:t>
      </w:r>
      <w:r>
        <w:tab/>
        <w:t>1.013e0</w:t>
      </w:r>
    </w:p>
    <w:p w:rsidR="005B0461" w:rsidRDefault="005B0461" w:rsidP="005B0461">
      <w:r>
        <w:lastRenderedPageBreak/>
        <w:t>333.5197</w:t>
      </w:r>
      <w:r>
        <w:tab/>
        <w:t>1.013e0</w:t>
      </w:r>
    </w:p>
    <w:p w:rsidR="005B0461" w:rsidRDefault="005B0461" w:rsidP="005B0461">
      <w:r>
        <w:t>333.5583</w:t>
      </w:r>
      <w:r>
        <w:tab/>
        <w:t>1.013e0</w:t>
      </w:r>
    </w:p>
    <w:p w:rsidR="005B0461" w:rsidRDefault="005B0461" w:rsidP="005B0461">
      <w:r>
        <w:t>333.5660</w:t>
      </w:r>
      <w:r>
        <w:tab/>
        <w:t>2.025e0</w:t>
      </w:r>
    </w:p>
    <w:p w:rsidR="005B0461" w:rsidRDefault="005B0461" w:rsidP="005B0461">
      <w:r>
        <w:t>333.5686</w:t>
      </w:r>
      <w:r>
        <w:tab/>
        <w:t>1.013e0</w:t>
      </w:r>
    </w:p>
    <w:p w:rsidR="005B0461" w:rsidRDefault="005B0461" w:rsidP="005B0461">
      <w:r>
        <w:t>333.6215</w:t>
      </w:r>
      <w:r>
        <w:tab/>
        <w:t>1.013e0</w:t>
      </w:r>
    </w:p>
    <w:p w:rsidR="005B0461" w:rsidRDefault="005B0461" w:rsidP="005B0461">
      <w:r>
        <w:t>333.6363</w:t>
      </w:r>
      <w:r>
        <w:tab/>
        <w:t>1.013e0</w:t>
      </w:r>
    </w:p>
    <w:p w:rsidR="005B0461" w:rsidRDefault="005B0461" w:rsidP="005B0461">
      <w:r>
        <w:t>333.6516</w:t>
      </w:r>
      <w:r>
        <w:tab/>
        <w:t>3.038e0</w:t>
      </w:r>
    </w:p>
    <w:p w:rsidR="005B0461" w:rsidRDefault="005B0461" w:rsidP="005B0461">
      <w:r>
        <w:t>333.6543</w:t>
      </w:r>
      <w:r>
        <w:tab/>
        <w:t>1.013e0</w:t>
      </w:r>
    </w:p>
    <w:p w:rsidR="005B0461" w:rsidRDefault="005B0461" w:rsidP="005B0461">
      <w:r>
        <w:t>333.6602</w:t>
      </w:r>
      <w:r>
        <w:tab/>
        <w:t>3.038e0</w:t>
      </w:r>
    </w:p>
    <w:p w:rsidR="005B0461" w:rsidRDefault="005B0461" w:rsidP="005B0461">
      <w:r>
        <w:t>333.7195</w:t>
      </w:r>
      <w:r>
        <w:tab/>
        <w:t>2.025e0</w:t>
      </w:r>
    </w:p>
    <w:p w:rsidR="005B0461" w:rsidRDefault="005B0461" w:rsidP="005B0461">
      <w:r>
        <w:t>333.7267</w:t>
      </w:r>
      <w:r>
        <w:tab/>
        <w:t>2.025e0</w:t>
      </w:r>
    </w:p>
    <w:p w:rsidR="005B0461" w:rsidRDefault="005B0461" w:rsidP="005B0461">
      <w:r>
        <w:t>333.7684</w:t>
      </w:r>
      <w:r>
        <w:tab/>
        <w:t>2.025e0</w:t>
      </w:r>
    </w:p>
    <w:p w:rsidR="005B0461" w:rsidRDefault="005B0461" w:rsidP="005B0461">
      <w:r>
        <w:t>333.7804</w:t>
      </w:r>
      <w:r>
        <w:tab/>
        <w:t>1.013e0</w:t>
      </w:r>
    </w:p>
    <w:p w:rsidR="005B0461" w:rsidRDefault="005B0461" w:rsidP="005B0461">
      <w:r>
        <w:t>333.7864</w:t>
      </w:r>
      <w:r>
        <w:tab/>
        <w:t>1.013e0</w:t>
      </w:r>
    </w:p>
    <w:p w:rsidR="005B0461" w:rsidRDefault="005B0461" w:rsidP="005B0461">
      <w:r>
        <w:t>333.8234</w:t>
      </w:r>
      <w:r>
        <w:tab/>
        <w:t>2.025e0</w:t>
      </w:r>
    </w:p>
    <w:p w:rsidR="005B0461" w:rsidRDefault="005B0461" w:rsidP="005B0461">
      <w:r>
        <w:t>333.8475</w:t>
      </w:r>
      <w:r>
        <w:tab/>
        <w:t>3.038e0</w:t>
      </w:r>
    </w:p>
    <w:p w:rsidR="005B0461" w:rsidRDefault="005B0461" w:rsidP="005B0461">
      <w:r>
        <w:t>333.8538</w:t>
      </w:r>
      <w:r>
        <w:tab/>
        <w:t>1.013e0</w:t>
      </w:r>
    </w:p>
    <w:p w:rsidR="005B0461" w:rsidRDefault="005B0461" w:rsidP="005B0461">
      <w:r>
        <w:t>333.8612</w:t>
      </w:r>
      <w:r>
        <w:tab/>
        <w:t>3.038e0</w:t>
      </w:r>
    </w:p>
    <w:p w:rsidR="005B0461" w:rsidRDefault="005B0461" w:rsidP="005B0461">
      <w:r>
        <w:t>333.9026</w:t>
      </w:r>
      <w:r>
        <w:tab/>
        <w:t>2.025e0</w:t>
      </w:r>
    </w:p>
    <w:p w:rsidR="005B0461" w:rsidRDefault="005B0461" w:rsidP="005B0461">
      <w:r>
        <w:lastRenderedPageBreak/>
        <w:t>333.9185</w:t>
      </w:r>
      <w:r>
        <w:tab/>
        <w:t>1.013e0</w:t>
      </w:r>
    </w:p>
    <w:p w:rsidR="005B0461" w:rsidRDefault="005B0461" w:rsidP="005B0461">
      <w:r>
        <w:t>333.9230</w:t>
      </w:r>
      <w:r>
        <w:tab/>
        <w:t>4.306e0</w:t>
      </w:r>
    </w:p>
    <w:p w:rsidR="005B0461" w:rsidRDefault="005B0461" w:rsidP="005B0461">
      <w:r>
        <w:t>333.9359</w:t>
      </w:r>
      <w:r>
        <w:tab/>
        <w:t>2.025e0</w:t>
      </w:r>
    </w:p>
    <w:p w:rsidR="005B0461" w:rsidRDefault="005B0461" w:rsidP="005B0461">
      <w:r>
        <w:t>333.9418</w:t>
      </w:r>
      <w:r>
        <w:tab/>
        <w:t>3.038e0</w:t>
      </w:r>
    </w:p>
    <w:p w:rsidR="005B0461" w:rsidRDefault="005B0461" w:rsidP="005B0461">
      <w:r>
        <w:t>333.9622</w:t>
      </w:r>
      <w:r>
        <w:tab/>
        <w:t>1.865e0</w:t>
      </w:r>
    </w:p>
    <w:p w:rsidR="005B0461" w:rsidRDefault="005B0461" w:rsidP="005B0461">
      <w:r>
        <w:t>333.9802</w:t>
      </w:r>
      <w:r>
        <w:tab/>
        <w:t>1.013e0</w:t>
      </w:r>
    </w:p>
    <w:p w:rsidR="005B0461" w:rsidRDefault="005B0461" w:rsidP="005B0461">
      <w:r>
        <w:t>333.9826</w:t>
      </w:r>
      <w:r>
        <w:tab/>
        <w:t>3.537e0</w:t>
      </w:r>
    </w:p>
    <w:p w:rsidR="005B0461" w:rsidRDefault="005B0461" w:rsidP="005B0461">
      <w:r>
        <w:t>334.0070</w:t>
      </w:r>
      <w:r>
        <w:tab/>
        <w:t>2.025e0</w:t>
      </w:r>
    </w:p>
    <w:p w:rsidR="005B0461" w:rsidRDefault="005B0461" w:rsidP="005B0461">
      <w:r>
        <w:t>334.0127</w:t>
      </w:r>
      <w:r>
        <w:tab/>
        <w:t>3.195e0</w:t>
      </w:r>
    </w:p>
    <w:p w:rsidR="005B0461" w:rsidRDefault="005B0461" w:rsidP="005B0461">
      <w:r>
        <w:t>334.0233</w:t>
      </w:r>
      <w:r>
        <w:tab/>
        <w:t>2.398e0</w:t>
      </w:r>
    </w:p>
    <w:p w:rsidR="005B0461" w:rsidRDefault="005B0461" w:rsidP="005B0461">
      <w:r>
        <w:t>334.0447</w:t>
      </w:r>
      <w:r>
        <w:tab/>
        <w:t>1.013e0</w:t>
      </w:r>
    </w:p>
    <w:p w:rsidR="005B0461" w:rsidRDefault="005B0461" w:rsidP="005B0461">
      <w:r>
        <w:t>334.0549</w:t>
      </w:r>
      <w:r>
        <w:tab/>
        <w:t>3.644e0</w:t>
      </w:r>
    </w:p>
    <w:p w:rsidR="005B0461" w:rsidRDefault="005B0461" w:rsidP="005B0461">
      <w:r>
        <w:t>334.0828</w:t>
      </w:r>
      <w:r>
        <w:tab/>
        <w:t>4.338e0</w:t>
      </w:r>
    </w:p>
    <w:p w:rsidR="005B0461" w:rsidRDefault="005B0461" w:rsidP="005B0461">
      <w:r>
        <w:t>334.0894</w:t>
      </w:r>
      <w:r>
        <w:tab/>
        <w:t>9.057e0</w:t>
      </w:r>
    </w:p>
    <w:p w:rsidR="005B0461" w:rsidRDefault="005B0461" w:rsidP="005B0461">
      <w:r>
        <w:t>334.1228</w:t>
      </w:r>
      <w:r>
        <w:tab/>
        <w:t>1.490e0</w:t>
      </w:r>
    </w:p>
    <w:p w:rsidR="005B0461" w:rsidRDefault="005B0461" w:rsidP="005B0461">
      <w:r>
        <w:t>334.1521</w:t>
      </w:r>
      <w:r>
        <w:tab/>
        <w:t>4.051e0</w:t>
      </w:r>
    </w:p>
    <w:p w:rsidR="005B0461" w:rsidRDefault="005B0461" w:rsidP="005B0461">
      <w:r>
        <w:t>334.1649</w:t>
      </w:r>
      <w:r>
        <w:tab/>
        <w:t>1.013e0</w:t>
      </w:r>
    </w:p>
    <w:p w:rsidR="005B0461" w:rsidRDefault="005B0461" w:rsidP="005B0461">
      <w:r>
        <w:t>334.1783</w:t>
      </w:r>
      <w:r>
        <w:tab/>
        <w:t>3.163e0</w:t>
      </w:r>
    </w:p>
    <w:p w:rsidR="005B0461" w:rsidRDefault="005B0461" w:rsidP="005B0461">
      <w:r>
        <w:t>334.2146</w:t>
      </w:r>
      <w:r>
        <w:tab/>
        <w:t>1.576e0</w:t>
      </w:r>
    </w:p>
    <w:p w:rsidR="005B0461" w:rsidRDefault="005B0461" w:rsidP="005B0461">
      <w:r>
        <w:lastRenderedPageBreak/>
        <w:t>334.2288</w:t>
      </w:r>
      <w:r>
        <w:tab/>
        <w:t>1.013e0</w:t>
      </w:r>
    </w:p>
    <w:p w:rsidR="005B0461" w:rsidRDefault="005B0461" w:rsidP="005B0461">
      <w:r>
        <w:t>334.2305</w:t>
      </w:r>
      <w:r>
        <w:tab/>
        <w:t>4.366e0</w:t>
      </w:r>
    </w:p>
    <w:p w:rsidR="005B0461" w:rsidRDefault="005B0461" w:rsidP="005B0461">
      <w:r>
        <w:t>334.2329</w:t>
      </w:r>
      <w:r>
        <w:tab/>
        <w:t>1.013e0</w:t>
      </w:r>
    </w:p>
    <w:p w:rsidR="005B0461" w:rsidRDefault="005B0461" w:rsidP="005B0461">
      <w:r>
        <w:t>334.2430</w:t>
      </w:r>
      <w:r>
        <w:tab/>
        <w:t>1.972e0</w:t>
      </w:r>
    </w:p>
    <w:p w:rsidR="005B0461" w:rsidRDefault="005B0461" w:rsidP="005B0461">
      <w:r>
        <w:t>334.2749</w:t>
      </w:r>
      <w:r>
        <w:tab/>
        <w:t>2.025e0</w:t>
      </w:r>
    </w:p>
    <w:p w:rsidR="005B0461" w:rsidRDefault="005B0461" w:rsidP="005B0461">
      <w:r>
        <w:t>334.2799</w:t>
      </w:r>
      <w:r>
        <w:tab/>
        <w:t>2.025e0</w:t>
      </w:r>
    </w:p>
    <w:p w:rsidR="005B0461" w:rsidRDefault="005B0461" w:rsidP="005B0461">
      <w:r>
        <w:t>334.2871</w:t>
      </w:r>
      <w:r>
        <w:tab/>
        <w:t>2.025e0</w:t>
      </w:r>
    </w:p>
    <w:p w:rsidR="005B0461" w:rsidRDefault="005B0461" w:rsidP="005B0461">
      <w:r>
        <w:t>334.3152</w:t>
      </w:r>
      <w:r>
        <w:tab/>
        <w:t>1.013e0</w:t>
      </w:r>
    </w:p>
    <w:p w:rsidR="005B0461" w:rsidRDefault="005B0461" w:rsidP="005B0461">
      <w:r>
        <w:t>334.3262</w:t>
      </w:r>
      <w:r>
        <w:tab/>
        <w:t>3.038e0</w:t>
      </w:r>
    </w:p>
    <w:p w:rsidR="005B0461" w:rsidRDefault="005B0461" w:rsidP="005B0461">
      <w:r>
        <w:t>334.3393</w:t>
      </w:r>
      <w:r>
        <w:tab/>
        <w:t>1.013e0</w:t>
      </w:r>
    </w:p>
    <w:p w:rsidR="005B0461" w:rsidRDefault="005B0461" w:rsidP="005B0461">
      <w:r>
        <w:t>334.3899</w:t>
      </w:r>
      <w:r>
        <w:tab/>
        <w:t>3.038e0</w:t>
      </w:r>
    </w:p>
    <w:p w:rsidR="005B0461" w:rsidRDefault="005B0461" w:rsidP="005B0461">
      <w:r>
        <w:t>334.3934</w:t>
      </w:r>
      <w:r>
        <w:tab/>
        <w:t>1.013e0</w:t>
      </w:r>
    </w:p>
    <w:p w:rsidR="005B0461" w:rsidRDefault="005B0461" w:rsidP="005B0461">
      <w:r>
        <w:t>334.4017</w:t>
      </w:r>
      <w:r>
        <w:tab/>
        <w:t>3.038e0</w:t>
      </w:r>
    </w:p>
    <w:p w:rsidR="005B0461" w:rsidRDefault="005B0461" w:rsidP="005B0461">
      <w:r>
        <w:t>334.4797</w:t>
      </w:r>
      <w:r>
        <w:tab/>
        <w:t>2.025e0</w:t>
      </w:r>
    </w:p>
    <w:p w:rsidR="005B0461" w:rsidRDefault="005B0461" w:rsidP="005B0461">
      <w:r>
        <w:t>334.5197</w:t>
      </w:r>
      <w:r>
        <w:tab/>
        <w:t>1.013e0</w:t>
      </w:r>
    </w:p>
    <w:p w:rsidR="005B0461" w:rsidRDefault="005B0461" w:rsidP="005B0461">
      <w:r>
        <w:t>334.5258</w:t>
      </w:r>
      <w:r>
        <w:tab/>
        <w:t>1.013e0</w:t>
      </w:r>
    </w:p>
    <w:p w:rsidR="005B0461" w:rsidRDefault="005B0461" w:rsidP="005B0461">
      <w:r>
        <w:t>334.5438</w:t>
      </w:r>
      <w:r>
        <w:tab/>
        <w:t>1.013e0</w:t>
      </w:r>
    </w:p>
    <w:p w:rsidR="005B0461" w:rsidRDefault="005B0461" w:rsidP="005B0461">
      <w:r>
        <w:t>334.5902</w:t>
      </w:r>
      <w:r>
        <w:tab/>
        <w:t>2.025e0</w:t>
      </w:r>
    </w:p>
    <w:p w:rsidR="005B0461" w:rsidRDefault="005B0461" w:rsidP="005B0461">
      <w:r>
        <w:t>334.6223</w:t>
      </w:r>
      <w:r>
        <w:tab/>
        <w:t>2.025e0</w:t>
      </w:r>
    </w:p>
    <w:p w:rsidR="005B0461" w:rsidRDefault="005B0461" w:rsidP="005B0461">
      <w:r>
        <w:lastRenderedPageBreak/>
        <w:t>334.6247</w:t>
      </w:r>
      <w:r>
        <w:tab/>
        <w:t>2.025e0</w:t>
      </w:r>
    </w:p>
    <w:p w:rsidR="005B0461" w:rsidRDefault="005B0461" w:rsidP="005B0461">
      <w:r>
        <w:t>334.6650</w:t>
      </w:r>
      <w:r>
        <w:tab/>
        <w:t>1.013e0</w:t>
      </w:r>
    </w:p>
    <w:p w:rsidR="005B0461" w:rsidRDefault="005B0461" w:rsidP="005B0461">
      <w:r>
        <w:t>334.6855</w:t>
      </w:r>
      <w:r>
        <w:tab/>
        <w:t>2.025e0</w:t>
      </w:r>
    </w:p>
    <w:p w:rsidR="005B0461" w:rsidRDefault="005B0461" w:rsidP="005B0461">
      <w:r>
        <w:t>334.7026</w:t>
      </w:r>
      <w:r>
        <w:tab/>
        <w:t>2.025e0</w:t>
      </w:r>
    </w:p>
    <w:p w:rsidR="005B0461" w:rsidRDefault="005B0461" w:rsidP="005B0461">
      <w:r>
        <w:t>334.7061</w:t>
      </w:r>
      <w:r>
        <w:tab/>
        <w:t>1.013e0</w:t>
      </w:r>
    </w:p>
    <w:p w:rsidR="005B0461" w:rsidRDefault="005B0461" w:rsidP="005B0461">
      <w:r>
        <w:t>334.7424</w:t>
      </w:r>
      <w:r>
        <w:tab/>
        <w:t>1.013e0</w:t>
      </w:r>
    </w:p>
    <w:p w:rsidR="005B0461" w:rsidRDefault="005B0461" w:rsidP="005B0461">
      <w:r>
        <w:t>334.7668</w:t>
      </w:r>
      <w:r>
        <w:tab/>
        <w:t>2.025e0</w:t>
      </w:r>
    </w:p>
    <w:p w:rsidR="005B0461" w:rsidRDefault="005B0461" w:rsidP="005B0461">
      <w:r>
        <w:t>334.7966</w:t>
      </w:r>
      <w:r>
        <w:tab/>
        <w:t>1.013e0</w:t>
      </w:r>
    </w:p>
    <w:p w:rsidR="005B0461" w:rsidRDefault="005B0461" w:rsidP="005B0461">
      <w:r>
        <w:t>334.8026</w:t>
      </w:r>
      <w:r>
        <w:tab/>
        <w:t>1.013e0</w:t>
      </w:r>
    </w:p>
    <w:p w:rsidR="005B0461" w:rsidRDefault="005B0461" w:rsidP="005B0461">
      <w:r>
        <w:t>334.8364</w:t>
      </w:r>
      <w:r>
        <w:tab/>
        <w:t>1.013e0</w:t>
      </w:r>
    </w:p>
    <w:p w:rsidR="005B0461" w:rsidRDefault="005B0461" w:rsidP="005B0461">
      <w:r>
        <w:t>334.8607</w:t>
      </w:r>
      <w:r>
        <w:tab/>
        <w:t>2.025e0</w:t>
      </w:r>
    </w:p>
    <w:p w:rsidR="005B0461" w:rsidRDefault="005B0461" w:rsidP="005B0461">
      <w:r>
        <w:t>334.8809</w:t>
      </w:r>
      <w:r>
        <w:tab/>
        <w:t>1.013e0</w:t>
      </w:r>
    </w:p>
    <w:p w:rsidR="005B0461" w:rsidRDefault="005B0461" w:rsidP="005B0461">
      <w:r>
        <w:t>334.8990</w:t>
      </w:r>
      <w:r>
        <w:tab/>
        <w:t>1.013e0</w:t>
      </w:r>
    </w:p>
    <w:p w:rsidR="005B0461" w:rsidRDefault="005B0461" w:rsidP="005B0461">
      <w:r>
        <w:t>334.9281</w:t>
      </w:r>
      <w:r>
        <w:tab/>
        <w:t>2.025e0</w:t>
      </w:r>
    </w:p>
    <w:p w:rsidR="005B0461" w:rsidRDefault="005B0461" w:rsidP="005B0461">
      <w:r>
        <w:t>334.9484</w:t>
      </w:r>
      <w:r>
        <w:tab/>
        <w:t>2.025e0</w:t>
      </w:r>
    </w:p>
    <w:p w:rsidR="005B0461" w:rsidRDefault="005B0461" w:rsidP="005B0461">
      <w:r>
        <w:t>334.9636</w:t>
      </w:r>
      <w:r>
        <w:tab/>
        <w:t>4.899e0</w:t>
      </w:r>
    </w:p>
    <w:p w:rsidR="005B0461" w:rsidRDefault="005B0461" w:rsidP="005B0461">
      <w:r>
        <w:t>334.9736</w:t>
      </w:r>
      <w:r>
        <w:tab/>
        <w:t>1.076e1</w:t>
      </w:r>
    </w:p>
    <w:p w:rsidR="005B0461" w:rsidRDefault="005B0461" w:rsidP="005B0461">
      <w:r>
        <w:t>334.9857</w:t>
      </w:r>
      <w:r>
        <w:tab/>
        <w:t>3.374e0</w:t>
      </w:r>
    </w:p>
    <w:p w:rsidR="005B0461" w:rsidRDefault="005B0461" w:rsidP="005B0461">
      <w:r>
        <w:t>335.0215</w:t>
      </w:r>
      <w:r>
        <w:tab/>
        <w:t>3.077e0</w:t>
      </w:r>
    </w:p>
    <w:p w:rsidR="005B0461" w:rsidRDefault="005B0461" w:rsidP="005B0461">
      <w:r>
        <w:lastRenderedPageBreak/>
        <w:t>335.0336</w:t>
      </w:r>
      <w:r>
        <w:tab/>
        <w:t>3.038e0</w:t>
      </w:r>
    </w:p>
    <w:p w:rsidR="005B0461" w:rsidRDefault="005B0461" w:rsidP="005B0461">
      <w:r>
        <w:t>335.0406</w:t>
      </w:r>
      <w:r>
        <w:tab/>
        <w:t>1.241e0</w:t>
      </w:r>
    </w:p>
    <w:p w:rsidR="005B0461" w:rsidRDefault="005B0461" w:rsidP="005B0461">
      <w:r>
        <w:t>335.0602</w:t>
      </w:r>
      <w:r>
        <w:tab/>
        <w:t>2.246e0</w:t>
      </w:r>
    </w:p>
    <w:p w:rsidR="005B0461" w:rsidRDefault="005B0461" w:rsidP="005B0461">
      <w:r>
        <w:t>335.0819</w:t>
      </w:r>
      <w:r>
        <w:tab/>
        <w:t>5.676e0</w:t>
      </w:r>
    </w:p>
    <w:p w:rsidR="005B0461" w:rsidRDefault="005B0461" w:rsidP="005B0461">
      <w:r>
        <w:t>335.0884</w:t>
      </w:r>
      <w:r>
        <w:tab/>
        <w:t>3.478e0</w:t>
      </w:r>
    </w:p>
    <w:p w:rsidR="005B0461" w:rsidRDefault="005B0461" w:rsidP="005B0461">
      <w:r>
        <w:t>335.0937</w:t>
      </w:r>
      <w:r>
        <w:tab/>
        <w:t>3.531e0</w:t>
      </w:r>
    </w:p>
    <w:p w:rsidR="005B0461" w:rsidRDefault="005B0461" w:rsidP="005B0461">
      <w:r>
        <w:t>335.1137</w:t>
      </w:r>
      <w:r>
        <w:tab/>
        <w:t>1.338e0</w:t>
      </w:r>
    </w:p>
    <w:p w:rsidR="005B0461" w:rsidRDefault="005B0461" w:rsidP="005B0461">
      <w:r>
        <w:t>335.1486</w:t>
      </w:r>
      <w:r>
        <w:tab/>
        <w:t>2.958e0</w:t>
      </w:r>
    </w:p>
    <w:p w:rsidR="005B0461" w:rsidRDefault="005B0461" w:rsidP="005B0461">
      <w:r>
        <w:t>335.1510</w:t>
      </w:r>
      <w:r>
        <w:tab/>
        <w:t>1.812e0</w:t>
      </w:r>
    </w:p>
    <w:p w:rsidR="005B0461" w:rsidRDefault="005B0461" w:rsidP="005B0461">
      <w:r>
        <w:t>335.1599</w:t>
      </w:r>
      <w:r>
        <w:tab/>
        <w:t>4.051e0</w:t>
      </w:r>
    </w:p>
    <w:p w:rsidR="005B0461" w:rsidRDefault="005B0461" w:rsidP="005B0461">
      <w:r>
        <w:t>335.2034</w:t>
      </w:r>
      <w:r>
        <w:tab/>
        <w:t>2.025e0</w:t>
      </w:r>
    </w:p>
    <w:p w:rsidR="005B0461" w:rsidRDefault="005B0461" w:rsidP="005B0461">
      <w:r>
        <w:t>335.2109</w:t>
      </w:r>
      <w:r>
        <w:tab/>
        <w:t>1.456e0</w:t>
      </w:r>
    </w:p>
    <w:p w:rsidR="005B0461" w:rsidRDefault="005B0461" w:rsidP="005B0461">
      <w:r>
        <w:t>335.2320</w:t>
      </w:r>
      <w:r>
        <w:tab/>
        <w:t>5.063e0</w:t>
      </w:r>
    </w:p>
    <w:p w:rsidR="005B0461" w:rsidRDefault="005B0461" w:rsidP="005B0461">
      <w:r>
        <w:t>335.2338</w:t>
      </w:r>
      <w:r>
        <w:tab/>
        <w:t>3.038e0</w:t>
      </w:r>
    </w:p>
    <w:p w:rsidR="005B0461" w:rsidRDefault="005B0461" w:rsidP="005B0461">
      <w:r>
        <w:t>335.2369</w:t>
      </w:r>
      <w:r>
        <w:tab/>
        <w:t>3.038e0</w:t>
      </w:r>
    </w:p>
    <w:p w:rsidR="005B0461" w:rsidRDefault="005B0461" w:rsidP="005B0461">
      <w:r>
        <w:t>335.2813</w:t>
      </w:r>
      <w:r>
        <w:tab/>
        <w:t>2.004e0</w:t>
      </w:r>
    </w:p>
    <w:p w:rsidR="005B0461" w:rsidRDefault="005B0461" w:rsidP="005B0461">
      <w:r>
        <w:t>335.2932</w:t>
      </w:r>
      <w:r>
        <w:tab/>
        <w:t>3.038e0</w:t>
      </w:r>
    </w:p>
    <w:p w:rsidR="005B0461" w:rsidRDefault="005B0461" w:rsidP="005B0461">
      <w:r>
        <w:t>335.3015</w:t>
      </w:r>
      <w:r>
        <w:tab/>
        <w:t>2.025e0</w:t>
      </w:r>
    </w:p>
    <w:p w:rsidR="005B0461" w:rsidRDefault="005B0461" w:rsidP="005B0461">
      <w:r>
        <w:t>335.3094</w:t>
      </w:r>
      <w:r>
        <w:tab/>
        <w:t>2.025e0</w:t>
      </w:r>
    </w:p>
    <w:p w:rsidR="005B0461" w:rsidRDefault="005B0461" w:rsidP="005B0461">
      <w:r>
        <w:lastRenderedPageBreak/>
        <w:t>335.3510</w:t>
      </w:r>
      <w:r>
        <w:tab/>
        <w:t>1.013e0</w:t>
      </w:r>
    </w:p>
    <w:p w:rsidR="005B0461" w:rsidRDefault="005B0461" w:rsidP="005B0461">
      <w:r>
        <w:t>335.3911</w:t>
      </w:r>
      <w:r>
        <w:tab/>
        <w:t>1.013e0</w:t>
      </w:r>
    </w:p>
    <w:p w:rsidR="005B0461" w:rsidRDefault="005B0461" w:rsidP="005B0461">
      <w:r>
        <w:t>335.4053</w:t>
      </w:r>
      <w:r>
        <w:tab/>
        <w:t>1.013e0</w:t>
      </w:r>
    </w:p>
    <w:p w:rsidR="005B0461" w:rsidRDefault="005B0461" w:rsidP="005B0461">
      <w:r>
        <w:t>335.4197</w:t>
      </w:r>
      <w:r>
        <w:tab/>
        <w:t>1.013e0</w:t>
      </w:r>
    </w:p>
    <w:p w:rsidR="005B0461" w:rsidRDefault="005B0461" w:rsidP="005B0461">
      <w:r>
        <w:t>335.4402</w:t>
      </w:r>
      <w:r>
        <w:tab/>
        <w:t>2.025e0</w:t>
      </w:r>
    </w:p>
    <w:p w:rsidR="005B0461" w:rsidRDefault="005B0461" w:rsidP="005B0461">
      <w:r>
        <w:t>335.4481</w:t>
      </w:r>
      <w:r>
        <w:tab/>
        <w:t>1.013e0</w:t>
      </w:r>
    </w:p>
    <w:p w:rsidR="005B0461" w:rsidRDefault="005B0461" w:rsidP="005B0461">
      <w:r>
        <w:t>335.4535</w:t>
      </w:r>
      <w:r>
        <w:tab/>
        <w:t>1.013e0</w:t>
      </w:r>
    </w:p>
    <w:p w:rsidR="005B0461" w:rsidRDefault="005B0461" w:rsidP="005B0461">
      <w:r>
        <w:t>335.4893</w:t>
      </w:r>
      <w:r>
        <w:tab/>
        <w:t>1.013e0</w:t>
      </w:r>
    </w:p>
    <w:p w:rsidR="005B0461" w:rsidRDefault="005B0461" w:rsidP="005B0461">
      <w:r>
        <w:t>335.4980</w:t>
      </w:r>
      <w:r>
        <w:tab/>
        <w:t>3.038e0</w:t>
      </w:r>
    </w:p>
    <w:p w:rsidR="005B0461" w:rsidRDefault="005B0461" w:rsidP="005B0461">
      <w:r>
        <w:t>335.5259</w:t>
      </w:r>
      <w:r>
        <w:tab/>
        <w:t>1.013e0</w:t>
      </w:r>
    </w:p>
    <w:p w:rsidR="005B0461" w:rsidRDefault="005B0461" w:rsidP="005B0461">
      <w:r>
        <w:t>335.5668</w:t>
      </w:r>
      <w:r>
        <w:tab/>
        <w:t>3.038e0</w:t>
      </w:r>
    </w:p>
    <w:p w:rsidR="005B0461" w:rsidRDefault="005B0461" w:rsidP="005B0461">
      <w:r>
        <w:t>335.5862</w:t>
      </w:r>
      <w:r>
        <w:tab/>
        <w:t>1.013e0</w:t>
      </w:r>
    </w:p>
    <w:p w:rsidR="005B0461" w:rsidRDefault="005B0461" w:rsidP="005B0461">
      <w:r>
        <w:t>335.6023</w:t>
      </w:r>
      <w:r>
        <w:tab/>
        <w:t>2.025e0</w:t>
      </w:r>
    </w:p>
    <w:p w:rsidR="005B0461" w:rsidRDefault="005B0461" w:rsidP="005B0461">
      <w:r>
        <w:t>335.6482</w:t>
      </w:r>
      <w:r>
        <w:tab/>
        <w:t>1.013e0</w:t>
      </w:r>
    </w:p>
    <w:p w:rsidR="005B0461" w:rsidRDefault="005B0461" w:rsidP="005B0461">
      <w:r>
        <w:t>335.6927</w:t>
      </w:r>
      <w:r>
        <w:tab/>
        <w:t>2.025e0</w:t>
      </w:r>
    </w:p>
    <w:p w:rsidR="005B0461" w:rsidRDefault="005B0461" w:rsidP="005B0461">
      <w:r>
        <w:t>335.6972</w:t>
      </w:r>
      <w:r>
        <w:tab/>
        <w:t>1.013e0</w:t>
      </w:r>
    </w:p>
    <w:p w:rsidR="005B0461" w:rsidRDefault="005B0461" w:rsidP="005B0461">
      <w:r>
        <w:t>335.7027</w:t>
      </w:r>
      <w:r>
        <w:tab/>
        <w:t>2.025e0</w:t>
      </w:r>
    </w:p>
    <w:p w:rsidR="005B0461" w:rsidRDefault="005B0461" w:rsidP="005B0461">
      <w:r>
        <w:t>335.7130</w:t>
      </w:r>
      <w:r>
        <w:tab/>
        <w:t>1.013e0</w:t>
      </w:r>
    </w:p>
    <w:p w:rsidR="005B0461" w:rsidRDefault="005B0461" w:rsidP="005B0461">
      <w:r>
        <w:t>335.7332</w:t>
      </w:r>
      <w:r>
        <w:tab/>
        <w:t>3.038e0</w:t>
      </w:r>
    </w:p>
    <w:p w:rsidR="005B0461" w:rsidRDefault="005B0461" w:rsidP="005B0461">
      <w:r>
        <w:lastRenderedPageBreak/>
        <w:t>335.7552</w:t>
      </w:r>
      <w:r>
        <w:tab/>
        <w:t>1.013e0</w:t>
      </w:r>
    </w:p>
    <w:p w:rsidR="005B0461" w:rsidRDefault="005B0461" w:rsidP="005B0461">
      <w:r>
        <w:t>335.7913</w:t>
      </w:r>
      <w:r>
        <w:tab/>
        <w:t>1.013e0</w:t>
      </w:r>
    </w:p>
    <w:p w:rsidR="005B0461" w:rsidRDefault="005B0461" w:rsidP="005B0461">
      <w:r>
        <w:t>335.7939</w:t>
      </w:r>
      <w:r>
        <w:tab/>
        <w:t>2.025e0</w:t>
      </w:r>
    </w:p>
    <w:p w:rsidR="005B0461" w:rsidRDefault="005B0461" w:rsidP="005B0461">
      <w:r>
        <w:t>335.8422</w:t>
      </w:r>
      <w:r>
        <w:tab/>
        <w:t>3.038e0</w:t>
      </w:r>
    </w:p>
    <w:p w:rsidR="005B0461" w:rsidRDefault="005B0461" w:rsidP="005B0461">
      <w:r>
        <w:t>335.8441</w:t>
      </w:r>
      <w:r>
        <w:tab/>
        <w:t>1.013e0</w:t>
      </w:r>
    </w:p>
    <w:p w:rsidR="005B0461" w:rsidRDefault="005B0461" w:rsidP="005B0461">
      <w:r>
        <w:t>335.8936</w:t>
      </w:r>
      <w:r>
        <w:tab/>
        <w:t>2.025e0</w:t>
      </w:r>
    </w:p>
    <w:p w:rsidR="005B0461" w:rsidRDefault="005B0461" w:rsidP="005B0461">
      <w:r>
        <w:t>335.9011</w:t>
      </w:r>
      <w:r>
        <w:tab/>
        <w:t>1.013e0</w:t>
      </w:r>
    </w:p>
    <w:p w:rsidR="005B0461" w:rsidRDefault="005B0461" w:rsidP="005B0461">
      <w:r>
        <w:t>335.9108</w:t>
      </w:r>
      <w:r>
        <w:tab/>
        <w:t>3.038e0</w:t>
      </w:r>
    </w:p>
    <w:p w:rsidR="005B0461" w:rsidRDefault="005B0461" w:rsidP="005B0461">
      <w:r>
        <w:t>335.9257</w:t>
      </w:r>
      <w:r>
        <w:tab/>
        <w:t>1.013e0</w:t>
      </w:r>
    </w:p>
    <w:p w:rsidR="005B0461" w:rsidRDefault="005B0461" w:rsidP="005B0461">
      <w:r>
        <w:t>335.9304</w:t>
      </w:r>
      <w:r>
        <w:tab/>
        <w:t>2.025e0</w:t>
      </w:r>
    </w:p>
    <w:p w:rsidR="005B0461" w:rsidRDefault="005B0461" w:rsidP="005B0461">
      <w:r>
        <w:t>335.9696</w:t>
      </w:r>
      <w:r>
        <w:tab/>
        <w:t>4.051e0</w:t>
      </w:r>
    </w:p>
    <w:p w:rsidR="005B0461" w:rsidRDefault="005B0461" w:rsidP="005B0461">
      <w:r>
        <w:t>335.9747</w:t>
      </w:r>
      <w:r>
        <w:tab/>
        <w:t>5.408e0</w:t>
      </w:r>
    </w:p>
    <w:p w:rsidR="005B0461" w:rsidRDefault="005B0461" w:rsidP="005B0461">
      <w:r>
        <w:t>335.9845</w:t>
      </w:r>
      <w:r>
        <w:tab/>
        <w:t>2.657e0</w:t>
      </w:r>
    </w:p>
    <w:p w:rsidR="005B0461" w:rsidRDefault="005B0461" w:rsidP="005B0461">
      <w:r>
        <w:t>336.0271</w:t>
      </w:r>
      <w:r>
        <w:tab/>
        <w:t>6.754e0</w:t>
      </w:r>
    </w:p>
    <w:p w:rsidR="005B0461" w:rsidRDefault="005B0461" w:rsidP="005B0461">
      <w:r>
        <w:t>336.0292</w:t>
      </w:r>
      <w:r>
        <w:tab/>
        <w:t>3.610e0</w:t>
      </w:r>
    </w:p>
    <w:p w:rsidR="005B0461" w:rsidRDefault="005B0461" w:rsidP="005B0461">
      <w:r>
        <w:t>336.0652</w:t>
      </w:r>
      <w:r>
        <w:tab/>
        <w:t>1.344e0</w:t>
      </w:r>
    </w:p>
    <w:p w:rsidR="005B0461" w:rsidRDefault="005B0461" w:rsidP="005B0461">
      <w:r>
        <w:t>336.1210</w:t>
      </w:r>
      <w:r>
        <w:tab/>
        <w:t>3.990e0</w:t>
      </w:r>
    </w:p>
    <w:p w:rsidR="005B0461" w:rsidRDefault="005B0461" w:rsidP="005B0461">
      <w:r>
        <w:t>336.1261</w:t>
      </w:r>
      <w:r>
        <w:tab/>
        <w:t>3.038e0</w:t>
      </w:r>
    </w:p>
    <w:p w:rsidR="005B0461" w:rsidRDefault="005B0461" w:rsidP="005B0461">
      <w:r>
        <w:t>336.1297</w:t>
      </w:r>
      <w:r>
        <w:tab/>
        <w:t>1.865e0</w:t>
      </w:r>
    </w:p>
    <w:p w:rsidR="005B0461" w:rsidRDefault="005B0461" w:rsidP="005B0461">
      <w:r>
        <w:lastRenderedPageBreak/>
        <w:t>336.1418</w:t>
      </w:r>
      <w:r>
        <w:tab/>
        <w:t>1.013e0</w:t>
      </w:r>
    </w:p>
    <w:p w:rsidR="005B0461" w:rsidRDefault="005B0461" w:rsidP="005B0461">
      <w:r>
        <w:t>336.1540</w:t>
      </w:r>
      <w:r>
        <w:tab/>
        <w:t>2.025e0</w:t>
      </w:r>
    </w:p>
    <w:p w:rsidR="005B0461" w:rsidRDefault="005B0461" w:rsidP="005B0461">
      <w:r>
        <w:t>336.1728</w:t>
      </w:r>
      <w:r>
        <w:tab/>
        <w:t>1.911e0</w:t>
      </w:r>
    </w:p>
    <w:p w:rsidR="005B0461" w:rsidRDefault="005B0461" w:rsidP="005B0461">
      <w:r>
        <w:t>336.2134</w:t>
      </w:r>
      <w:r>
        <w:tab/>
        <w:t>2.025e0</w:t>
      </w:r>
    </w:p>
    <w:p w:rsidR="005B0461" w:rsidRDefault="005B0461" w:rsidP="005B0461">
      <w:r>
        <w:t>336.2385</w:t>
      </w:r>
      <w:r>
        <w:tab/>
        <w:t>1.013e0</w:t>
      </w:r>
    </w:p>
    <w:p w:rsidR="005B0461" w:rsidRDefault="005B0461" w:rsidP="005B0461">
      <w:r>
        <w:t>336.2627</w:t>
      </w:r>
      <w:r>
        <w:tab/>
        <w:t>1.013e0</w:t>
      </w:r>
    </w:p>
    <w:p w:rsidR="005B0461" w:rsidRDefault="005B0461" w:rsidP="005B0461">
      <w:r>
        <w:t>336.3077</w:t>
      </w:r>
      <w:r>
        <w:tab/>
        <w:t>1.016e1</w:t>
      </w:r>
    </w:p>
    <w:p w:rsidR="005B0461" w:rsidRDefault="005B0461" w:rsidP="005B0461">
      <w:r>
        <w:t>336.3112</w:t>
      </w:r>
      <w:r>
        <w:tab/>
        <w:t>1.620e1</w:t>
      </w:r>
    </w:p>
    <w:p w:rsidR="005B0461" w:rsidRDefault="005B0461" w:rsidP="005B0461">
      <w:r>
        <w:t>336.3141</w:t>
      </w:r>
      <w:r>
        <w:tab/>
        <w:t>1.013e1</w:t>
      </w:r>
    </w:p>
    <w:p w:rsidR="005B0461" w:rsidRDefault="005B0461" w:rsidP="005B0461">
      <w:r>
        <w:t>336.3508</w:t>
      </w:r>
      <w:r>
        <w:tab/>
        <w:t>3.004e0</w:t>
      </w:r>
    </w:p>
    <w:p w:rsidR="005B0461" w:rsidRDefault="005B0461" w:rsidP="005B0461">
      <w:r>
        <w:t>336.3553</w:t>
      </w:r>
      <w:r>
        <w:tab/>
        <w:t>3.038e0</w:t>
      </w:r>
    </w:p>
    <w:p w:rsidR="005B0461" w:rsidRDefault="005B0461" w:rsidP="005B0461">
      <w:r>
        <w:t>336.3992</w:t>
      </w:r>
      <w:r>
        <w:tab/>
        <w:t>1.013e0</w:t>
      </w:r>
    </w:p>
    <w:p w:rsidR="005B0461" w:rsidRDefault="005B0461" w:rsidP="005B0461">
      <w:r>
        <w:t>336.4078</w:t>
      </w:r>
      <w:r>
        <w:tab/>
        <w:t>2.025e0</w:t>
      </w:r>
    </w:p>
    <w:p w:rsidR="005B0461" w:rsidRDefault="005B0461" w:rsidP="005B0461">
      <w:r>
        <w:t>336.4870</w:t>
      </w:r>
      <w:r>
        <w:tab/>
        <w:t>2.025e0</w:t>
      </w:r>
    </w:p>
    <w:p w:rsidR="005B0461" w:rsidRDefault="005B0461" w:rsidP="005B0461">
      <w:r>
        <w:t>336.4925</w:t>
      </w:r>
      <w:r>
        <w:tab/>
        <w:t>1.013e0</w:t>
      </w:r>
    </w:p>
    <w:p w:rsidR="005B0461" w:rsidRDefault="005B0461" w:rsidP="005B0461">
      <w:r>
        <w:t>336.5013</w:t>
      </w:r>
      <w:r>
        <w:tab/>
        <w:t>1.013e0</w:t>
      </w:r>
    </w:p>
    <w:p w:rsidR="005B0461" w:rsidRDefault="005B0461" w:rsidP="005B0461">
      <w:r>
        <w:t>336.5544</w:t>
      </w:r>
      <w:r>
        <w:tab/>
        <w:t>1.013e0</w:t>
      </w:r>
    </w:p>
    <w:p w:rsidR="005B0461" w:rsidRDefault="005B0461" w:rsidP="005B0461">
      <w:r>
        <w:t>336.5651</w:t>
      </w:r>
      <w:r>
        <w:tab/>
        <w:t>1.013e0</w:t>
      </w:r>
    </w:p>
    <w:p w:rsidR="005B0461" w:rsidRDefault="005B0461" w:rsidP="005B0461">
      <w:r>
        <w:t>336.5749</w:t>
      </w:r>
      <w:r>
        <w:tab/>
        <w:t>2.025e0</w:t>
      </w:r>
    </w:p>
    <w:p w:rsidR="005B0461" w:rsidRDefault="005B0461" w:rsidP="005B0461">
      <w:r>
        <w:lastRenderedPageBreak/>
        <w:t>336.5893</w:t>
      </w:r>
      <w:r>
        <w:tab/>
        <w:t>1.013e0</w:t>
      </w:r>
    </w:p>
    <w:p w:rsidR="005B0461" w:rsidRDefault="005B0461" w:rsidP="005B0461">
      <w:r>
        <w:t>336.6195</w:t>
      </w:r>
      <w:r>
        <w:tab/>
        <w:t>1.013e0</w:t>
      </w:r>
    </w:p>
    <w:p w:rsidR="005B0461" w:rsidRDefault="005B0461" w:rsidP="005B0461">
      <w:r>
        <w:t>336.6279</w:t>
      </w:r>
      <w:r>
        <w:tab/>
        <w:t>1.013e0</w:t>
      </w:r>
    </w:p>
    <w:p w:rsidR="005B0461" w:rsidRDefault="005B0461" w:rsidP="005B0461">
      <w:r>
        <w:t>336.6353</w:t>
      </w:r>
      <w:r>
        <w:tab/>
        <w:t>2.025e0</w:t>
      </w:r>
    </w:p>
    <w:p w:rsidR="005B0461" w:rsidRDefault="005B0461" w:rsidP="005B0461">
      <w:r>
        <w:t>336.7102</w:t>
      </w:r>
      <w:r>
        <w:tab/>
        <w:t>3.038e0</w:t>
      </w:r>
    </w:p>
    <w:p w:rsidR="005B0461" w:rsidRDefault="005B0461" w:rsidP="005B0461">
      <w:r>
        <w:t>336.7205</w:t>
      </w:r>
      <w:r>
        <w:tab/>
        <w:t>2.025e0</w:t>
      </w:r>
    </w:p>
    <w:p w:rsidR="005B0461" w:rsidRDefault="005B0461" w:rsidP="005B0461">
      <w:r>
        <w:t>336.7345</w:t>
      </w:r>
      <w:r>
        <w:tab/>
        <w:t>1.013e0</w:t>
      </w:r>
    </w:p>
    <w:p w:rsidR="005B0461" w:rsidRDefault="005B0461" w:rsidP="005B0461">
      <w:r>
        <w:t>336.7790</w:t>
      </w:r>
      <w:r>
        <w:tab/>
        <w:t>1.013e0</w:t>
      </w:r>
    </w:p>
    <w:p w:rsidR="005B0461" w:rsidRDefault="005B0461" w:rsidP="005B0461">
      <w:r>
        <w:t>336.8049</w:t>
      </w:r>
      <w:r>
        <w:tab/>
        <w:t>2.330e0</w:t>
      </w:r>
    </w:p>
    <w:p w:rsidR="005B0461" w:rsidRDefault="005B0461" w:rsidP="005B0461">
      <w:r>
        <w:t>336.8200</w:t>
      </w:r>
      <w:r>
        <w:tab/>
        <w:t>3.038e0</w:t>
      </w:r>
    </w:p>
    <w:p w:rsidR="005B0461" w:rsidRDefault="005B0461" w:rsidP="005B0461">
      <w:r>
        <w:t>336.8506</w:t>
      </w:r>
      <w:r>
        <w:tab/>
        <w:t>2.025e0</w:t>
      </w:r>
    </w:p>
    <w:p w:rsidR="005B0461" w:rsidRDefault="005B0461" w:rsidP="005B0461">
      <w:r>
        <w:t>336.8952</w:t>
      </w:r>
      <w:r>
        <w:tab/>
        <w:t>3.038e0</w:t>
      </w:r>
    </w:p>
    <w:p w:rsidR="005B0461" w:rsidRDefault="005B0461" w:rsidP="005B0461">
      <w:r>
        <w:t>336.8976</w:t>
      </w:r>
      <w:r>
        <w:tab/>
        <w:t>1.013e0</w:t>
      </w:r>
    </w:p>
    <w:p w:rsidR="005B0461" w:rsidRDefault="005B0461" w:rsidP="005B0461">
      <w:r>
        <w:t>336.9032</w:t>
      </w:r>
      <w:r>
        <w:tab/>
        <w:t>4.585e0</w:t>
      </w:r>
    </w:p>
    <w:p w:rsidR="005B0461" w:rsidRDefault="005B0461" w:rsidP="005B0461">
      <w:r>
        <w:t>336.9403</w:t>
      </w:r>
      <w:r>
        <w:tab/>
        <w:t>1.013e0</w:t>
      </w:r>
    </w:p>
    <w:p w:rsidR="005B0461" w:rsidRDefault="005B0461" w:rsidP="005B0461">
      <w:r>
        <w:t>336.9464</w:t>
      </w:r>
      <w:r>
        <w:tab/>
        <w:t>1.013e0</w:t>
      </w:r>
    </w:p>
    <w:p w:rsidR="005B0461" w:rsidRDefault="005B0461" w:rsidP="005B0461">
      <w:r>
        <w:t>336.9631</w:t>
      </w:r>
      <w:r>
        <w:tab/>
        <w:t>2.025e0</w:t>
      </w:r>
    </w:p>
    <w:p w:rsidR="005B0461" w:rsidRDefault="005B0461" w:rsidP="005B0461">
      <w:r>
        <w:t>336.9706</w:t>
      </w:r>
      <w:r>
        <w:tab/>
        <w:t>1.013e0</w:t>
      </w:r>
    </w:p>
    <w:p w:rsidR="005B0461" w:rsidRDefault="005B0461" w:rsidP="005B0461">
      <w:r>
        <w:t>336.9913</w:t>
      </w:r>
      <w:r>
        <w:tab/>
        <w:t>1.960e0</w:t>
      </w:r>
    </w:p>
    <w:p w:rsidR="005B0461" w:rsidRDefault="005B0461" w:rsidP="005B0461">
      <w:r>
        <w:lastRenderedPageBreak/>
        <w:t>336.9969</w:t>
      </w:r>
      <w:r>
        <w:tab/>
        <w:t>3.038e0</w:t>
      </w:r>
    </w:p>
    <w:p w:rsidR="005B0461" w:rsidRDefault="005B0461" w:rsidP="005B0461">
      <w:r>
        <w:t>337.0246</w:t>
      </w:r>
      <w:r>
        <w:tab/>
        <w:t>4.545e0</w:t>
      </w:r>
    </w:p>
    <w:p w:rsidR="005B0461" w:rsidRDefault="005B0461" w:rsidP="005B0461">
      <w:r>
        <w:t>337.0404</w:t>
      </w:r>
      <w:r>
        <w:tab/>
        <w:t>3.369e0</w:t>
      </w:r>
    </w:p>
    <w:p w:rsidR="005B0461" w:rsidRDefault="005B0461" w:rsidP="005B0461">
      <w:r>
        <w:t>337.0615</w:t>
      </w:r>
      <w:r>
        <w:tab/>
        <w:t>1.013e0</w:t>
      </w:r>
    </w:p>
    <w:p w:rsidR="005B0461" w:rsidRDefault="005B0461" w:rsidP="005B0461">
      <w:r>
        <w:t>337.0798</w:t>
      </w:r>
      <w:r>
        <w:tab/>
        <w:t>7.089e0</w:t>
      </w:r>
    </w:p>
    <w:p w:rsidR="005B0461" w:rsidRDefault="005B0461" w:rsidP="005B0461">
      <w:r>
        <w:t>337.0978</w:t>
      </w:r>
      <w:r>
        <w:tab/>
        <w:t>1.013e0</w:t>
      </w:r>
    </w:p>
    <w:p w:rsidR="005B0461" w:rsidRDefault="005B0461" w:rsidP="005B0461">
      <w:r>
        <w:t>337.1025</w:t>
      </w:r>
      <w:r>
        <w:tab/>
        <w:t>3.415e0</w:t>
      </w:r>
    </w:p>
    <w:p w:rsidR="005B0461" w:rsidRDefault="005B0461" w:rsidP="005B0461">
      <w:r>
        <w:t>337.1210</w:t>
      </w:r>
      <w:r>
        <w:tab/>
        <w:t>5.063e0</w:t>
      </w:r>
    </w:p>
    <w:p w:rsidR="005B0461" w:rsidRDefault="005B0461" w:rsidP="005B0461">
      <w:r>
        <w:t>337.1383</w:t>
      </w:r>
      <w:r>
        <w:tab/>
        <w:t>1.568e0</w:t>
      </w:r>
    </w:p>
    <w:p w:rsidR="005B0461" w:rsidRDefault="005B0461" w:rsidP="005B0461">
      <w:r>
        <w:t>337.1752</w:t>
      </w:r>
      <w:r>
        <w:tab/>
        <w:t>1.786e0</w:t>
      </w:r>
    </w:p>
    <w:p w:rsidR="005B0461" w:rsidRDefault="005B0461" w:rsidP="005B0461">
      <w:r>
        <w:t>337.1799</w:t>
      </w:r>
      <w:r>
        <w:tab/>
        <w:t>4.051e0</w:t>
      </w:r>
    </w:p>
    <w:p w:rsidR="005B0461" w:rsidRDefault="005B0461" w:rsidP="005B0461">
      <w:r>
        <w:t>337.2197</w:t>
      </w:r>
      <w:r>
        <w:tab/>
        <w:t>3.743e0</w:t>
      </w:r>
    </w:p>
    <w:p w:rsidR="005B0461" w:rsidRDefault="005B0461" w:rsidP="005B0461">
      <w:r>
        <w:t>337.2235</w:t>
      </w:r>
      <w:r>
        <w:tab/>
        <w:t>5.553e0</w:t>
      </w:r>
    </w:p>
    <w:p w:rsidR="005B0461" w:rsidRDefault="005B0461" w:rsidP="005B0461">
      <w:r>
        <w:t>337.2528</w:t>
      </w:r>
      <w:r>
        <w:tab/>
        <w:t>1.013e0</w:t>
      </w:r>
    </w:p>
    <w:p w:rsidR="005B0461" w:rsidRDefault="005B0461" w:rsidP="005B0461">
      <w:r>
        <w:t>337.2569</w:t>
      </w:r>
      <w:r>
        <w:tab/>
        <w:t>3.038e0</w:t>
      </w:r>
    </w:p>
    <w:p w:rsidR="005B0461" w:rsidRDefault="005B0461" w:rsidP="005B0461">
      <w:r>
        <w:t>337.2596</w:t>
      </w:r>
      <w:r>
        <w:tab/>
        <w:t>2.025e0</w:t>
      </w:r>
    </w:p>
    <w:p w:rsidR="005B0461" w:rsidRDefault="005B0461" w:rsidP="005B0461">
      <w:r>
        <w:t>337.2907</w:t>
      </w:r>
      <w:r>
        <w:tab/>
        <w:t>1.770e0</w:t>
      </w:r>
    </w:p>
    <w:p w:rsidR="005B0461" w:rsidRDefault="005B0461" w:rsidP="005B0461">
      <w:r>
        <w:t>337.3078</w:t>
      </w:r>
      <w:r>
        <w:tab/>
        <w:t>2.025e0</w:t>
      </w:r>
    </w:p>
    <w:p w:rsidR="005B0461" w:rsidRDefault="005B0461" w:rsidP="005B0461">
      <w:r>
        <w:t>337.3099</w:t>
      </w:r>
      <w:r>
        <w:tab/>
        <w:t>1.013e0</w:t>
      </w:r>
    </w:p>
    <w:p w:rsidR="005B0461" w:rsidRDefault="005B0461" w:rsidP="005B0461">
      <w:r>
        <w:lastRenderedPageBreak/>
        <w:t>337.3345</w:t>
      </w:r>
      <w:r>
        <w:tab/>
        <w:t>2.025e0</w:t>
      </w:r>
    </w:p>
    <w:p w:rsidR="005B0461" w:rsidRDefault="005B0461" w:rsidP="005B0461">
      <w:r>
        <w:t>337.3463</w:t>
      </w:r>
      <w:r>
        <w:tab/>
        <w:t>1.013e0</w:t>
      </w:r>
    </w:p>
    <w:p w:rsidR="005B0461" w:rsidRDefault="005B0461" w:rsidP="005B0461">
      <w:r>
        <w:t>337.3795</w:t>
      </w:r>
      <w:r>
        <w:tab/>
        <w:t>2.025e0</w:t>
      </w:r>
    </w:p>
    <w:p w:rsidR="005B0461" w:rsidRDefault="005B0461" w:rsidP="005B0461">
      <w:r>
        <w:t>337.3948</w:t>
      </w:r>
      <w:r>
        <w:tab/>
        <w:t>1.013e0</w:t>
      </w:r>
    </w:p>
    <w:p w:rsidR="005B0461" w:rsidRDefault="005B0461" w:rsidP="005B0461">
      <w:r>
        <w:t>337.4039</w:t>
      </w:r>
      <w:r>
        <w:tab/>
        <w:t>1.013e0</w:t>
      </w:r>
    </w:p>
    <w:p w:rsidR="005B0461" w:rsidRDefault="005B0461" w:rsidP="005B0461">
      <w:r>
        <w:t>337.4123</w:t>
      </w:r>
      <w:r>
        <w:tab/>
        <w:t>2.025e0</w:t>
      </w:r>
    </w:p>
    <w:p w:rsidR="005B0461" w:rsidRDefault="005B0461" w:rsidP="005B0461">
      <w:r>
        <w:t>337.4676</w:t>
      </w:r>
      <w:r>
        <w:tab/>
        <w:t>1.013e0</w:t>
      </w:r>
    </w:p>
    <w:p w:rsidR="005B0461" w:rsidRDefault="005B0461" w:rsidP="005B0461">
      <w:r>
        <w:t>337.4977</w:t>
      </w:r>
      <w:r>
        <w:tab/>
        <w:t>2.025e0</w:t>
      </w:r>
    </w:p>
    <w:p w:rsidR="005B0461" w:rsidRDefault="005B0461" w:rsidP="005B0461">
      <w:r>
        <w:t>337.5161</w:t>
      </w:r>
      <w:r>
        <w:tab/>
        <w:t>1.013e0</w:t>
      </w:r>
    </w:p>
    <w:p w:rsidR="005B0461" w:rsidRDefault="005B0461" w:rsidP="005B0461">
      <w:r>
        <w:t>337.5521</w:t>
      </w:r>
      <w:r>
        <w:tab/>
        <w:t>2.025e0</w:t>
      </w:r>
    </w:p>
    <w:p w:rsidR="005B0461" w:rsidRDefault="005B0461" w:rsidP="005B0461">
      <w:r>
        <w:t>337.5797</w:t>
      </w:r>
      <w:r>
        <w:tab/>
        <w:t>1.013e0</w:t>
      </w:r>
    </w:p>
    <w:p w:rsidR="005B0461" w:rsidRDefault="005B0461" w:rsidP="005B0461">
      <w:r>
        <w:t>337.5836</w:t>
      </w:r>
      <w:r>
        <w:tab/>
        <w:t>1.013e0</w:t>
      </w:r>
    </w:p>
    <w:p w:rsidR="005B0461" w:rsidRDefault="005B0461" w:rsidP="005B0461">
      <w:r>
        <w:t>337.6132</w:t>
      </w:r>
      <w:r>
        <w:tab/>
        <w:t>1.013e0</w:t>
      </w:r>
    </w:p>
    <w:p w:rsidR="005B0461" w:rsidRDefault="005B0461" w:rsidP="005B0461">
      <w:r>
        <w:t>337.6494</w:t>
      </w:r>
      <w:r>
        <w:tab/>
        <w:t>1.013e0</w:t>
      </w:r>
    </w:p>
    <w:p w:rsidR="005B0461" w:rsidRDefault="005B0461" w:rsidP="005B0461">
      <w:r>
        <w:t>337.6738</w:t>
      </w:r>
      <w:r>
        <w:tab/>
        <w:t>1.013e0</w:t>
      </w:r>
    </w:p>
    <w:p w:rsidR="005B0461" w:rsidRDefault="005B0461" w:rsidP="005B0461">
      <w:r>
        <w:t>337.6777</w:t>
      </w:r>
      <w:r>
        <w:tab/>
        <w:t>1.013e0</w:t>
      </w:r>
    </w:p>
    <w:p w:rsidR="005B0461" w:rsidRDefault="005B0461" w:rsidP="005B0461">
      <w:r>
        <w:t>337.6812</w:t>
      </w:r>
      <w:r>
        <w:tab/>
        <w:t>4.051e0</w:t>
      </w:r>
    </w:p>
    <w:p w:rsidR="005B0461" w:rsidRDefault="005B0461" w:rsidP="005B0461">
      <w:r>
        <w:t>337.7022</w:t>
      </w:r>
      <w:r>
        <w:tab/>
        <w:t>1.013e0</w:t>
      </w:r>
    </w:p>
    <w:p w:rsidR="005B0461" w:rsidRDefault="005B0461" w:rsidP="005B0461">
      <w:r>
        <w:t>337.7102</w:t>
      </w:r>
      <w:r>
        <w:tab/>
        <w:t>1.013e0</w:t>
      </w:r>
    </w:p>
    <w:p w:rsidR="005B0461" w:rsidRDefault="005B0461" w:rsidP="005B0461">
      <w:r>
        <w:lastRenderedPageBreak/>
        <w:t>337.7281</w:t>
      </w:r>
      <w:r>
        <w:tab/>
        <w:t>2.025e0</w:t>
      </w:r>
    </w:p>
    <w:p w:rsidR="005B0461" w:rsidRDefault="005B0461" w:rsidP="005B0461">
      <w:r>
        <w:t>337.7309</w:t>
      </w:r>
      <w:r>
        <w:tab/>
        <w:t>1.013e0</w:t>
      </w:r>
    </w:p>
    <w:p w:rsidR="005B0461" w:rsidRDefault="005B0461" w:rsidP="005B0461">
      <w:r>
        <w:t>337.7554</w:t>
      </w:r>
      <w:r>
        <w:tab/>
        <w:t>1.013e0</w:t>
      </w:r>
    </w:p>
    <w:p w:rsidR="005B0461" w:rsidRDefault="005B0461" w:rsidP="005B0461">
      <w:r>
        <w:t>337.7649</w:t>
      </w:r>
      <w:r>
        <w:tab/>
        <w:t>4.051e0</w:t>
      </w:r>
    </w:p>
    <w:p w:rsidR="005B0461" w:rsidRDefault="005B0461" w:rsidP="005B0461">
      <w:r>
        <w:t>337.7709</w:t>
      </w:r>
      <w:r>
        <w:tab/>
        <w:t>1.013e0</w:t>
      </w:r>
    </w:p>
    <w:p w:rsidR="005B0461" w:rsidRDefault="005B0461" w:rsidP="005B0461">
      <w:r>
        <w:t>337.7952</w:t>
      </w:r>
      <w:r>
        <w:tab/>
        <w:t>2.025e0</w:t>
      </w:r>
    </w:p>
    <w:p w:rsidR="005B0461" w:rsidRDefault="005B0461" w:rsidP="005B0461">
      <w:r>
        <w:t>337.8377</w:t>
      </w:r>
      <w:r>
        <w:tab/>
        <w:t>1.013e0</w:t>
      </w:r>
    </w:p>
    <w:p w:rsidR="005B0461" w:rsidRDefault="005B0461" w:rsidP="005B0461">
      <w:r>
        <w:t>337.8779</w:t>
      </w:r>
      <w:r>
        <w:tab/>
        <w:t>2.025e0</w:t>
      </w:r>
    </w:p>
    <w:p w:rsidR="005B0461" w:rsidRDefault="005B0461" w:rsidP="005B0461">
      <w:r>
        <w:t>337.8863</w:t>
      </w:r>
      <w:r>
        <w:tab/>
        <w:t>1.013e0</w:t>
      </w:r>
    </w:p>
    <w:p w:rsidR="005B0461" w:rsidRDefault="005B0461" w:rsidP="005B0461">
      <w:r>
        <w:t>337.8989</w:t>
      </w:r>
      <w:r>
        <w:tab/>
        <w:t>4.051e0</w:t>
      </w:r>
    </w:p>
    <w:p w:rsidR="005B0461" w:rsidRDefault="005B0461" w:rsidP="005B0461">
      <w:r>
        <w:t>337.9166</w:t>
      </w:r>
      <w:r>
        <w:tab/>
        <w:t>1.013e0</w:t>
      </w:r>
    </w:p>
    <w:p w:rsidR="005B0461" w:rsidRDefault="005B0461" w:rsidP="005B0461">
      <w:r>
        <w:t>337.9393</w:t>
      </w:r>
      <w:r>
        <w:tab/>
        <w:t>3.038e0</w:t>
      </w:r>
    </w:p>
    <w:p w:rsidR="005B0461" w:rsidRDefault="005B0461" w:rsidP="005B0461">
      <w:r>
        <w:t>337.9562</w:t>
      </w:r>
      <w:r>
        <w:tab/>
        <w:t>3.038e0</w:t>
      </w:r>
    </w:p>
    <w:p w:rsidR="005B0461" w:rsidRDefault="005B0461" w:rsidP="005B0461">
      <w:r>
        <w:t>337.9728</w:t>
      </w:r>
      <w:r>
        <w:tab/>
        <w:t>4.051e0</w:t>
      </w:r>
    </w:p>
    <w:p w:rsidR="005B0461" w:rsidRDefault="005B0461" w:rsidP="005B0461">
      <w:r>
        <w:t>337.9753</w:t>
      </w:r>
      <w:r>
        <w:tab/>
        <w:t>5.327e0</w:t>
      </w:r>
    </w:p>
    <w:p w:rsidR="005B0461" w:rsidRDefault="005B0461" w:rsidP="005B0461">
      <w:r>
        <w:t>337.9898</w:t>
      </w:r>
      <w:r>
        <w:tab/>
        <w:t>4.428e0</w:t>
      </w:r>
    </w:p>
    <w:p w:rsidR="005B0461" w:rsidRDefault="005B0461" w:rsidP="005B0461">
      <w:r>
        <w:t>337.9959</w:t>
      </w:r>
      <w:r>
        <w:tab/>
        <w:t>9.816e0</w:t>
      </w:r>
    </w:p>
    <w:p w:rsidR="005B0461" w:rsidRDefault="005B0461" w:rsidP="005B0461">
      <w:r>
        <w:t>338.0534</w:t>
      </w:r>
      <w:r>
        <w:tab/>
        <w:t>4.051e0</w:t>
      </w:r>
    </w:p>
    <w:p w:rsidR="005B0461" w:rsidRDefault="005B0461" w:rsidP="005B0461">
      <w:r>
        <w:t>338.0608</w:t>
      </w:r>
      <w:r>
        <w:tab/>
        <w:t>2.220e0</w:t>
      </w:r>
    </w:p>
    <w:p w:rsidR="005B0461" w:rsidRDefault="005B0461" w:rsidP="005B0461">
      <w:r>
        <w:lastRenderedPageBreak/>
        <w:t>338.0685</w:t>
      </w:r>
      <w:r>
        <w:tab/>
        <w:t>2.025e0</w:t>
      </w:r>
    </w:p>
    <w:p w:rsidR="005B0461" w:rsidRDefault="005B0461" w:rsidP="005B0461">
      <w:r>
        <w:t>338.0927</w:t>
      </w:r>
      <w:r>
        <w:tab/>
        <w:t>2.025e0</w:t>
      </w:r>
    </w:p>
    <w:p w:rsidR="005B0461" w:rsidRDefault="005B0461" w:rsidP="005B0461">
      <w:r>
        <w:t>338.0974</w:t>
      </w:r>
      <w:r>
        <w:tab/>
        <w:t>3.038e0</w:t>
      </w:r>
    </w:p>
    <w:p w:rsidR="005B0461" w:rsidRDefault="005B0461" w:rsidP="005B0461">
      <w:r>
        <w:t>338.1271</w:t>
      </w:r>
      <w:r>
        <w:tab/>
        <w:t>4.607e0</w:t>
      </w:r>
    </w:p>
    <w:p w:rsidR="005B0461" w:rsidRDefault="005B0461" w:rsidP="005B0461">
      <w:r>
        <w:t>338.1431</w:t>
      </w:r>
      <w:r>
        <w:tab/>
        <w:t>3.038e0</w:t>
      </w:r>
    </w:p>
    <w:p w:rsidR="005B0461" w:rsidRDefault="005B0461" w:rsidP="005B0461">
      <w:r>
        <w:t>338.1513</w:t>
      </w:r>
      <w:r>
        <w:tab/>
        <w:t>2.025e0</w:t>
      </w:r>
    </w:p>
    <w:p w:rsidR="005B0461" w:rsidRDefault="005B0461" w:rsidP="005B0461">
      <w:r>
        <w:t>338.1531</w:t>
      </w:r>
      <w:r>
        <w:tab/>
        <w:t>3.038e0</w:t>
      </w:r>
    </w:p>
    <w:p w:rsidR="005B0461" w:rsidRDefault="005B0461" w:rsidP="005B0461">
      <w:r>
        <w:t>338.1837</w:t>
      </w:r>
      <w:r>
        <w:tab/>
        <w:t>2.225e0</w:t>
      </w:r>
    </w:p>
    <w:p w:rsidR="005B0461" w:rsidRDefault="005B0461" w:rsidP="005B0461">
      <w:r>
        <w:t>338.1864</w:t>
      </w:r>
      <w:r>
        <w:tab/>
        <w:t>3.038e0</w:t>
      </w:r>
    </w:p>
    <w:p w:rsidR="005B0461" w:rsidRDefault="005B0461" w:rsidP="005B0461">
      <w:r>
        <w:t>338.2192</w:t>
      </w:r>
      <w:r>
        <w:tab/>
        <w:t>2.932e0</w:t>
      </w:r>
    </w:p>
    <w:p w:rsidR="005B0461" w:rsidRDefault="005B0461" w:rsidP="005B0461">
      <w:r>
        <w:t>338.2313</w:t>
      </w:r>
      <w:r>
        <w:tab/>
        <w:t>2.025e0</w:t>
      </w:r>
    </w:p>
    <w:p w:rsidR="005B0461" w:rsidRDefault="005B0461" w:rsidP="005B0461">
      <w:r>
        <w:t>338.2571</w:t>
      </w:r>
      <w:r>
        <w:tab/>
        <w:t>5.063e0</w:t>
      </w:r>
    </w:p>
    <w:p w:rsidR="005B0461" w:rsidRDefault="005B0461" w:rsidP="005B0461">
      <w:r>
        <w:t>338.2699</w:t>
      </w:r>
      <w:r>
        <w:tab/>
        <w:t>2.025e0</w:t>
      </w:r>
    </w:p>
    <w:p w:rsidR="005B0461" w:rsidRDefault="005B0461" w:rsidP="005B0461">
      <w:r>
        <w:t>338.3106</w:t>
      </w:r>
      <w:r>
        <w:tab/>
        <w:t>3.108e0</w:t>
      </w:r>
    </w:p>
    <w:p w:rsidR="005B0461" w:rsidRDefault="005B0461" w:rsidP="005B0461">
      <w:r>
        <w:t>338.3424</w:t>
      </w:r>
      <w:r>
        <w:tab/>
        <w:t>1.823e1</w:t>
      </w:r>
    </w:p>
    <w:p w:rsidR="005B0461" w:rsidRDefault="005B0461" w:rsidP="005B0461">
      <w:r>
        <w:t>338.3443</w:t>
      </w:r>
      <w:r>
        <w:tab/>
        <w:t>1.013e1</w:t>
      </w:r>
    </w:p>
    <w:p w:rsidR="005B0461" w:rsidRDefault="005B0461" w:rsidP="005B0461">
      <w:r>
        <w:t>338.3480</w:t>
      </w:r>
      <w:r>
        <w:tab/>
        <w:t>8.101e0</w:t>
      </w:r>
    </w:p>
    <w:p w:rsidR="005B0461" w:rsidRDefault="005B0461" w:rsidP="005B0461">
      <w:r>
        <w:t>338.3562</w:t>
      </w:r>
      <w:r>
        <w:tab/>
        <w:t>1.013e0</w:t>
      </w:r>
    </w:p>
    <w:p w:rsidR="005B0461" w:rsidRDefault="005B0461" w:rsidP="005B0461">
      <w:r>
        <w:t>338.4209</w:t>
      </w:r>
      <w:r>
        <w:tab/>
        <w:t>1.013e0</w:t>
      </w:r>
    </w:p>
    <w:p w:rsidR="005B0461" w:rsidRDefault="005B0461" w:rsidP="005B0461">
      <w:r>
        <w:lastRenderedPageBreak/>
        <w:t>338.4258</w:t>
      </w:r>
      <w:r>
        <w:tab/>
        <w:t>2.025e0</w:t>
      </w:r>
    </w:p>
    <w:p w:rsidR="005B0461" w:rsidRDefault="005B0461" w:rsidP="005B0461">
      <w:r>
        <w:t>338.4525</w:t>
      </w:r>
      <w:r>
        <w:tab/>
        <w:t>2.025e0</w:t>
      </w:r>
    </w:p>
    <w:p w:rsidR="005B0461" w:rsidRDefault="005B0461" w:rsidP="005B0461">
      <w:r>
        <w:t>338.4686</w:t>
      </w:r>
      <w:r>
        <w:tab/>
        <w:t>2.025e0</w:t>
      </w:r>
    </w:p>
    <w:p w:rsidR="005B0461" w:rsidRDefault="005B0461" w:rsidP="005B0461">
      <w:r>
        <w:t>338.5074</w:t>
      </w:r>
      <w:r>
        <w:tab/>
        <w:t>1.013e0</w:t>
      </w:r>
    </w:p>
    <w:p w:rsidR="005B0461" w:rsidRDefault="005B0461" w:rsidP="005B0461">
      <w:r>
        <w:t>338.5182</w:t>
      </w:r>
      <w:r>
        <w:tab/>
        <w:t>1.013e0</w:t>
      </w:r>
    </w:p>
    <w:p w:rsidR="005B0461" w:rsidRDefault="005B0461" w:rsidP="005B0461">
      <w:r>
        <w:t>338.5490</w:t>
      </w:r>
      <w:r>
        <w:tab/>
        <w:t>4.051e0</w:t>
      </w:r>
    </w:p>
    <w:p w:rsidR="005B0461" w:rsidRDefault="005B0461" w:rsidP="005B0461">
      <w:r>
        <w:t>338.5746</w:t>
      </w:r>
      <w:r>
        <w:tab/>
        <w:t>2.025e0</w:t>
      </w:r>
    </w:p>
    <w:p w:rsidR="005B0461" w:rsidRDefault="005B0461" w:rsidP="005B0461">
      <w:r>
        <w:t>338.6045</w:t>
      </w:r>
      <w:r>
        <w:tab/>
        <w:t>4.051e0</w:t>
      </w:r>
    </w:p>
    <w:p w:rsidR="005B0461" w:rsidRDefault="005B0461" w:rsidP="005B0461">
      <w:r>
        <w:t>338.6138</w:t>
      </w:r>
      <w:r>
        <w:tab/>
        <w:t>2.025e0</w:t>
      </w:r>
    </w:p>
    <w:p w:rsidR="005B0461" w:rsidRDefault="005B0461" w:rsidP="005B0461">
      <w:r>
        <w:t>338.6302</w:t>
      </w:r>
      <w:r>
        <w:tab/>
        <w:t>1.013e0</w:t>
      </w:r>
    </w:p>
    <w:p w:rsidR="005B0461" w:rsidRDefault="005B0461" w:rsidP="005B0461">
      <w:r>
        <w:t>338.6459</w:t>
      </w:r>
      <w:r>
        <w:tab/>
        <w:t>1.013e0</w:t>
      </w:r>
    </w:p>
    <w:p w:rsidR="005B0461" w:rsidRDefault="005B0461" w:rsidP="005B0461">
      <w:r>
        <w:t>338.6927</w:t>
      </w:r>
      <w:r>
        <w:tab/>
        <w:t>3.038e0</w:t>
      </w:r>
    </w:p>
    <w:p w:rsidR="005B0461" w:rsidRDefault="005B0461" w:rsidP="005B0461">
      <w:r>
        <w:t>338.6990</w:t>
      </w:r>
      <w:r>
        <w:tab/>
        <w:t>2.259e0</w:t>
      </w:r>
    </w:p>
    <w:p w:rsidR="005B0461" w:rsidRDefault="005B0461" w:rsidP="005B0461">
      <w:r>
        <w:t>338.7372</w:t>
      </w:r>
      <w:r>
        <w:tab/>
        <w:t>1.013e0</w:t>
      </w:r>
    </w:p>
    <w:p w:rsidR="005B0461" w:rsidRDefault="005B0461" w:rsidP="005B0461">
      <w:r>
        <w:t>338.7689</w:t>
      </w:r>
      <w:r>
        <w:tab/>
        <w:t>4.051e0</w:t>
      </w:r>
    </w:p>
    <w:p w:rsidR="005B0461" w:rsidRDefault="005B0461" w:rsidP="005B0461">
      <w:r>
        <w:t>338.7920</w:t>
      </w:r>
      <w:r>
        <w:tab/>
        <w:t>1.013e0</w:t>
      </w:r>
    </w:p>
    <w:p w:rsidR="005B0461" w:rsidRDefault="005B0461" w:rsidP="005B0461">
      <w:r>
        <w:t>338.7981</w:t>
      </w:r>
      <w:r>
        <w:tab/>
        <w:t>1.013e0</w:t>
      </w:r>
    </w:p>
    <w:p w:rsidR="005B0461" w:rsidRDefault="005B0461" w:rsidP="005B0461">
      <w:r>
        <w:t>338.8809</w:t>
      </w:r>
      <w:r>
        <w:tab/>
        <w:t>4.051e0</w:t>
      </w:r>
    </w:p>
    <w:p w:rsidR="005B0461" w:rsidRDefault="005B0461" w:rsidP="005B0461">
      <w:r>
        <w:t>338.9091</w:t>
      </w:r>
      <w:r>
        <w:tab/>
        <w:t>5.063e0</w:t>
      </w:r>
    </w:p>
    <w:p w:rsidR="005B0461" w:rsidRDefault="005B0461" w:rsidP="005B0461">
      <w:r>
        <w:lastRenderedPageBreak/>
        <w:t>338.9654</w:t>
      </w:r>
      <w:r>
        <w:tab/>
        <w:t>2.517e0</w:t>
      </w:r>
    </w:p>
    <w:p w:rsidR="005B0461" w:rsidRDefault="005B0461" w:rsidP="005B0461">
      <w:r>
        <w:t>338.9940</w:t>
      </w:r>
      <w:r>
        <w:tab/>
        <w:t>9.114e0</w:t>
      </w:r>
    </w:p>
    <w:p w:rsidR="005B0461" w:rsidRDefault="005B0461" w:rsidP="005B0461">
      <w:r>
        <w:t>339.0018</w:t>
      </w:r>
      <w:r>
        <w:tab/>
        <w:t>2.771e0</w:t>
      </w:r>
    </w:p>
    <w:p w:rsidR="005B0461" w:rsidRDefault="005B0461" w:rsidP="005B0461">
      <w:r>
        <w:t>339.0073</w:t>
      </w:r>
      <w:r>
        <w:tab/>
        <w:t>9.285e0</w:t>
      </w:r>
    </w:p>
    <w:p w:rsidR="005B0461" w:rsidRDefault="005B0461" w:rsidP="005B0461">
      <w:r>
        <w:t>339.0166</w:t>
      </w:r>
      <w:r>
        <w:tab/>
        <w:t>4.051e0</w:t>
      </w:r>
    </w:p>
    <w:p w:rsidR="005B0461" w:rsidRDefault="005B0461" w:rsidP="005B0461">
      <w:r>
        <w:t>339.0460</w:t>
      </w:r>
      <w:r>
        <w:tab/>
        <w:t>5.217e0</w:t>
      </w:r>
    </w:p>
    <w:p w:rsidR="005B0461" w:rsidRDefault="005B0461" w:rsidP="005B0461">
      <w:r>
        <w:t>339.0515</w:t>
      </w:r>
      <w:r>
        <w:tab/>
        <w:t>8.896e0</w:t>
      </w:r>
    </w:p>
    <w:p w:rsidR="005B0461" w:rsidRDefault="005B0461" w:rsidP="005B0461">
      <w:r>
        <w:t>339.1005</w:t>
      </w:r>
      <w:r>
        <w:tab/>
        <w:t>1.013e0</w:t>
      </w:r>
    </w:p>
    <w:p w:rsidR="005B0461" w:rsidRDefault="005B0461" w:rsidP="005B0461">
      <w:r>
        <w:t>339.1148</w:t>
      </w:r>
      <w:r>
        <w:tab/>
        <w:t>2.025e0</w:t>
      </w:r>
    </w:p>
    <w:p w:rsidR="005B0461" w:rsidRDefault="005B0461" w:rsidP="005B0461">
      <w:r>
        <w:t>339.1423</w:t>
      </w:r>
      <w:r>
        <w:tab/>
        <w:t>5.063e0</w:t>
      </w:r>
    </w:p>
    <w:p w:rsidR="005B0461" w:rsidRDefault="005B0461" w:rsidP="005B0461">
      <w:r>
        <w:t>339.1591</w:t>
      </w:r>
      <w:r>
        <w:tab/>
        <w:t>2.025e0</w:t>
      </w:r>
    </w:p>
    <w:p w:rsidR="005B0461" w:rsidRDefault="005B0461" w:rsidP="005B0461">
      <w:r>
        <w:t>339.2273</w:t>
      </w:r>
      <w:r>
        <w:tab/>
        <w:t>1.013e0</w:t>
      </w:r>
    </w:p>
    <w:p w:rsidR="005B0461" w:rsidRDefault="005B0461" w:rsidP="005B0461">
      <w:r>
        <w:t>339.2402</w:t>
      </w:r>
      <w:r>
        <w:tab/>
        <w:t>3.308e0</w:t>
      </w:r>
    </w:p>
    <w:p w:rsidR="005B0461" w:rsidRDefault="005B0461" w:rsidP="005B0461">
      <w:r>
        <w:t>339.2495</w:t>
      </w:r>
      <w:r>
        <w:tab/>
        <w:t>2.918e0</w:t>
      </w:r>
    </w:p>
    <w:p w:rsidR="005B0461" w:rsidRDefault="005B0461" w:rsidP="005B0461">
      <w:r>
        <w:t>339.2763</w:t>
      </w:r>
      <w:r>
        <w:tab/>
        <w:t>1.013e0</w:t>
      </w:r>
    </w:p>
    <w:p w:rsidR="005B0461" w:rsidRDefault="005B0461" w:rsidP="005B0461">
      <w:r>
        <w:t>339.2901</w:t>
      </w:r>
      <w:r>
        <w:tab/>
        <w:t>2.765e0</w:t>
      </w:r>
    </w:p>
    <w:p w:rsidR="005B0461" w:rsidRDefault="005B0461" w:rsidP="005B0461">
      <w:r>
        <w:t>339.3244</w:t>
      </w:r>
      <w:r>
        <w:tab/>
        <w:t>1.942e0</w:t>
      </w:r>
    </w:p>
    <w:p w:rsidR="005B0461" w:rsidRDefault="005B0461" w:rsidP="005B0461">
      <w:r>
        <w:t>339.3432</w:t>
      </w:r>
      <w:r>
        <w:tab/>
        <w:t>3.038e0</w:t>
      </w:r>
    </w:p>
    <w:p w:rsidR="005B0461" w:rsidRDefault="005B0461" w:rsidP="005B0461">
      <w:r>
        <w:t>339.3563</w:t>
      </w:r>
      <w:r>
        <w:tab/>
        <w:t>6.076e0</w:t>
      </w:r>
    </w:p>
    <w:p w:rsidR="005B0461" w:rsidRDefault="005B0461" w:rsidP="005B0461">
      <w:r>
        <w:lastRenderedPageBreak/>
        <w:t>339.3618</w:t>
      </w:r>
      <w:r>
        <w:tab/>
        <w:t>2.025e0</w:t>
      </w:r>
    </w:p>
    <w:p w:rsidR="005B0461" w:rsidRDefault="005B0461" w:rsidP="005B0461">
      <w:r>
        <w:t>339.3828</w:t>
      </w:r>
      <w:r>
        <w:tab/>
        <w:t>1.013e0</w:t>
      </w:r>
    </w:p>
    <w:p w:rsidR="005B0461" w:rsidRDefault="005B0461" w:rsidP="005B0461">
      <w:r>
        <w:t>339.3989</w:t>
      </w:r>
      <w:r>
        <w:tab/>
        <w:t>3.038e0</w:t>
      </w:r>
    </w:p>
    <w:p w:rsidR="005B0461" w:rsidRDefault="005B0461" w:rsidP="005B0461">
      <w:r>
        <w:t>339.4523</w:t>
      </w:r>
      <w:r>
        <w:tab/>
        <w:t>3.038e0</w:t>
      </w:r>
    </w:p>
    <w:p w:rsidR="005B0461" w:rsidRDefault="005B0461" w:rsidP="005B0461">
      <w:r>
        <w:t>339.4728</w:t>
      </w:r>
      <w:r>
        <w:tab/>
        <w:t>1.013e0</w:t>
      </w:r>
    </w:p>
    <w:p w:rsidR="005B0461" w:rsidRDefault="005B0461" w:rsidP="005B0461">
      <w:r>
        <w:t>339.5417</w:t>
      </w:r>
      <w:r>
        <w:tab/>
        <w:t>2.025e0</w:t>
      </w:r>
    </w:p>
    <w:p w:rsidR="005B0461" w:rsidRDefault="005B0461" w:rsidP="005B0461">
      <w:r>
        <w:t>339.5544</w:t>
      </w:r>
      <w:r>
        <w:tab/>
        <w:t>1.013e0</w:t>
      </w:r>
    </w:p>
    <w:p w:rsidR="005B0461" w:rsidRDefault="005B0461" w:rsidP="005B0461">
      <w:r>
        <w:t>339.5663</w:t>
      </w:r>
      <w:r>
        <w:tab/>
        <w:t>5.063e0</w:t>
      </w:r>
    </w:p>
    <w:p w:rsidR="005B0461" w:rsidRDefault="005B0461" w:rsidP="005B0461">
      <w:r>
        <w:t>339.5901</w:t>
      </w:r>
      <w:r>
        <w:tab/>
        <w:t>1.013e0</w:t>
      </w:r>
    </w:p>
    <w:p w:rsidR="005B0461" w:rsidRDefault="005B0461" w:rsidP="005B0461">
      <w:r>
        <w:t>339.6070</w:t>
      </w:r>
      <w:r>
        <w:tab/>
        <w:t>5.063e0</w:t>
      </w:r>
    </w:p>
    <w:p w:rsidR="005B0461" w:rsidRDefault="005B0461" w:rsidP="005B0461">
      <w:r>
        <w:t>339.6342</w:t>
      </w:r>
      <w:r>
        <w:tab/>
        <w:t>2.025e0</w:t>
      </w:r>
    </w:p>
    <w:p w:rsidR="005B0461" w:rsidRDefault="005B0461" w:rsidP="005B0461">
      <w:r>
        <w:t>339.6657</w:t>
      </w:r>
      <w:r>
        <w:tab/>
        <w:t>2.025e0</w:t>
      </w:r>
    </w:p>
    <w:p w:rsidR="005B0461" w:rsidRDefault="005B0461" w:rsidP="005B0461">
      <w:r>
        <w:t>339.7229</w:t>
      </w:r>
      <w:r>
        <w:tab/>
        <w:t>5.063e0</w:t>
      </w:r>
    </w:p>
    <w:p w:rsidR="005B0461" w:rsidRDefault="005B0461" w:rsidP="005B0461">
      <w:r>
        <w:t>339.7303</w:t>
      </w:r>
      <w:r>
        <w:tab/>
        <w:t>1.013e0</w:t>
      </w:r>
    </w:p>
    <w:p w:rsidR="005B0461" w:rsidRDefault="005B0461" w:rsidP="005B0461">
      <w:r>
        <w:t>339.7365</w:t>
      </w:r>
      <w:r>
        <w:tab/>
        <w:t>1.013e0</w:t>
      </w:r>
    </w:p>
    <w:p w:rsidR="005B0461" w:rsidRDefault="005B0461" w:rsidP="005B0461">
      <w:r>
        <w:t>339.7532</w:t>
      </w:r>
      <w:r>
        <w:tab/>
        <w:t>2.025e0</w:t>
      </w:r>
    </w:p>
    <w:p w:rsidR="005B0461" w:rsidRDefault="005B0461" w:rsidP="005B0461">
      <w:r>
        <w:t>339.7651</w:t>
      </w:r>
      <w:r>
        <w:tab/>
        <w:t>2.025e0</w:t>
      </w:r>
    </w:p>
    <w:p w:rsidR="005B0461" w:rsidRDefault="005B0461" w:rsidP="005B0461">
      <w:r>
        <w:t>339.7841</w:t>
      </w:r>
      <w:r>
        <w:tab/>
        <w:t>2.025e0</w:t>
      </w:r>
    </w:p>
    <w:p w:rsidR="005B0461" w:rsidRDefault="005B0461" w:rsidP="005B0461">
      <w:r>
        <w:t>339.8097</w:t>
      </w:r>
      <w:r>
        <w:tab/>
        <w:t>1.013e0</w:t>
      </w:r>
    </w:p>
    <w:p w:rsidR="005B0461" w:rsidRDefault="005B0461" w:rsidP="005B0461">
      <w:r>
        <w:lastRenderedPageBreak/>
        <w:t>339.8286</w:t>
      </w:r>
      <w:r>
        <w:tab/>
        <w:t>1.013e0</w:t>
      </w:r>
    </w:p>
    <w:p w:rsidR="005B0461" w:rsidRDefault="005B0461" w:rsidP="005B0461">
      <w:r>
        <w:t>339.8370</w:t>
      </w:r>
      <w:r>
        <w:tab/>
        <w:t>2.025e0</w:t>
      </w:r>
    </w:p>
    <w:p w:rsidR="005B0461" w:rsidRDefault="005B0461" w:rsidP="005B0461">
      <w:r>
        <w:t>339.8402</w:t>
      </w:r>
      <w:r>
        <w:tab/>
        <w:t>1.013e0</w:t>
      </w:r>
    </w:p>
    <w:p w:rsidR="005B0461" w:rsidRDefault="005B0461" w:rsidP="005B0461">
      <w:r>
        <w:t>339.8646</w:t>
      </w:r>
      <w:r>
        <w:tab/>
        <w:t>1.013e0</w:t>
      </w:r>
    </w:p>
    <w:p w:rsidR="005B0461" w:rsidRDefault="005B0461" w:rsidP="005B0461">
      <w:r>
        <w:t>339.8777</w:t>
      </w:r>
      <w:r>
        <w:tab/>
        <w:t>1.013e0</w:t>
      </w:r>
    </w:p>
    <w:p w:rsidR="005B0461" w:rsidRDefault="005B0461" w:rsidP="005B0461">
      <w:r>
        <w:t>339.8944</w:t>
      </w:r>
      <w:r>
        <w:tab/>
        <w:t>1.013e0</w:t>
      </w:r>
    </w:p>
    <w:p w:rsidR="005B0461" w:rsidRDefault="005B0461" w:rsidP="005B0461">
      <w:r>
        <w:t>339.9269</w:t>
      </w:r>
      <w:r>
        <w:tab/>
        <w:t>1.013e0</w:t>
      </w:r>
    </w:p>
    <w:p w:rsidR="005B0461" w:rsidRDefault="005B0461" w:rsidP="005B0461">
      <w:r>
        <w:t>339.9317</w:t>
      </w:r>
      <w:r>
        <w:tab/>
        <w:t>1.013e0</w:t>
      </w:r>
    </w:p>
    <w:p w:rsidR="005B0461" w:rsidRDefault="005B0461" w:rsidP="005B0461">
      <w:r>
        <w:t>339.9806</w:t>
      </w:r>
      <w:r>
        <w:tab/>
        <w:t>1.013e0</w:t>
      </w:r>
    </w:p>
    <w:p w:rsidR="005B0461" w:rsidRDefault="005B0461" w:rsidP="005B0461">
      <w:r>
        <w:t>339.9863</w:t>
      </w:r>
      <w:r>
        <w:tab/>
        <w:t>2.025e0</w:t>
      </w:r>
    </w:p>
    <w:p w:rsidR="005B0461" w:rsidRDefault="005B0461" w:rsidP="005B0461">
      <w:r>
        <w:t>339.9880</w:t>
      </w:r>
      <w:r>
        <w:tab/>
        <w:t>3.038e0</w:t>
      </w:r>
    </w:p>
    <w:p w:rsidR="005B0461" w:rsidRDefault="005B0461" w:rsidP="005B0461">
      <w:r>
        <w:t>339.9918</w:t>
      </w:r>
      <w:r>
        <w:tab/>
        <w:t>5.885e0</w:t>
      </w:r>
    </w:p>
    <w:p w:rsidR="005B0461" w:rsidRDefault="005B0461" w:rsidP="005B0461">
      <w:r>
        <w:t>340.0219</w:t>
      </w:r>
      <w:r>
        <w:tab/>
        <w:t>3.038e0</w:t>
      </w:r>
    </w:p>
    <w:p w:rsidR="005B0461" w:rsidRDefault="005B0461" w:rsidP="005B0461">
      <w:r>
        <w:t>340.0302</w:t>
      </w:r>
      <w:r>
        <w:tab/>
        <w:t>4.145e0</w:t>
      </w:r>
    </w:p>
    <w:p w:rsidR="005B0461" w:rsidRDefault="005B0461" w:rsidP="005B0461">
      <w:r>
        <w:t>340.0343</w:t>
      </w:r>
      <w:r>
        <w:tab/>
        <w:t>2.422e0</w:t>
      </w:r>
    </w:p>
    <w:p w:rsidR="005B0461" w:rsidRDefault="005B0461" w:rsidP="005B0461">
      <w:r>
        <w:t>340.0565</w:t>
      </w:r>
      <w:r>
        <w:tab/>
        <w:t>1.940e0</w:t>
      </w:r>
    </w:p>
    <w:p w:rsidR="005B0461" w:rsidRDefault="005B0461" w:rsidP="005B0461">
      <w:r>
        <w:t>340.0971</w:t>
      </w:r>
      <w:r>
        <w:tab/>
        <w:t>4.051e0</w:t>
      </w:r>
    </w:p>
    <w:p w:rsidR="005B0461" w:rsidRDefault="005B0461" w:rsidP="005B0461">
      <w:r>
        <w:t>340.1042</w:t>
      </w:r>
      <w:r>
        <w:tab/>
        <w:t>3.038e0</w:t>
      </w:r>
    </w:p>
    <w:p w:rsidR="005B0461" w:rsidRDefault="005B0461" w:rsidP="005B0461">
      <w:r>
        <w:t>340.1115</w:t>
      </w:r>
      <w:r>
        <w:tab/>
        <w:t>2.025e0</w:t>
      </w:r>
    </w:p>
    <w:p w:rsidR="005B0461" w:rsidRDefault="005B0461" w:rsidP="005B0461">
      <w:r>
        <w:lastRenderedPageBreak/>
        <w:t>340.1519</w:t>
      </w:r>
      <w:r>
        <w:tab/>
        <w:t>2.025e0</w:t>
      </w:r>
    </w:p>
    <w:p w:rsidR="005B0461" w:rsidRDefault="005B0461" w:rsidP="005B0461">
      <w:r>
        <w:t>340.1561</w:t>
      </w:r>
      <w:r>
        <w:tab/>
        <w:t>3.038e0</w:t>
      </w:r>
    </w:p>
    <w:p w:rsidR="005B0461" w:rsidRDefault="005B0461" w:rsidP="005B0461">
      <w:r>
        <w:t>340.1712</w:t>
      </w:r>
      <w:r>
        <w:tab/>
        <w:t>4.696e0</w:t>
      </w:r>
    </w:p>
    <w:p w:rsidR="005B0461" w:rsidRDefault="005B0461" w:rsidP="005B0461">
      <w:r>
        <w:t>340.2217</w:t>
      </w:r>
      <w:r>
        <w:tab/>
        <w:t>2.025e0</w:t>
      </w:r>
    </w:p>
    <w:p w:rsidR="005B0461" w:rsidRDefault="005B0461" w:rsidP="005B0461">
      <w:r>
        <w:t>340.2317</w:t>
      </w:r>
      <w:r>
        <w:tab/>
        <w:t>2.560e0</w:t>
      </w:r>
    </w:p>
    <w:p w:rsidR="005B0461" w:rsidRDefault="005B0461" w:rsidP="005B0461">
      <w:r>
        <w:t>340.2441</w:t>
      </w:r>
      <w:r>
        <w:tab/>
        <w:t>6.374e0</w:t>
      </w:r>
    </w:p>
    <w:p w:rsidR="005B0461" w:rsidRDefault="005B0461" w:rsidP="005B0461">
      <w:r>
        <w:t>340.2664</w:t>
      </w:r>
      <w:r>
        <w:tab/>
        <w:t>6.611e0</w:t>
      </w:r>
    </w:p>
    <w:p w:rsidR="005B0461" w:rsidRDefault="005B0461" w:rsidP="005B0461">
      <w:r>
        <w:t>340.2831</w:t>
      </w:r>
      <w:r>
        <w:tab/>
        <w:t>1.852e0</w:t>
      </w:r>
    </w:p>
    <w:p w:rsidR="005B0461" w:rsidRDefault="005B0461" w:rsidP="005B0461">
      <w:r>
        <w:t>340.3145</w:t>
      </w:r>
      <w:r>
        <w:tab/>
        <w:t>2.025e0</w:t>
      </w:r>
    </w:p>
    <w:p w:rsidR="005B0461" w:rsidRDefault="005B0461" w:rsidP="005B0461">
      <w:r>
        <w:t>340.3160</w:t>
      </w:r>
      <w:r>
        <w:tab/>
        <w:t>2.025e0</w:t>
      </w:r>
    </w:p>
    <w:p w:rsidR="005B0461" w:rsidRDefault="005B0461" w:rsidP="005B0461">
      <w:r>
        <w:t>340.3320</w:t>
      </w:r>
      <w:r>
        <w:tab/>
        <w:t>2.025e0</w:t>
      </w:r>
    </w:p>
    <w:p w:rsidR="005B0461" w:rsidRDefault="005B0461" w:rsidP="005B0461">
      <w:r>
        <w:t>340.3593</w:t>
      </w:r>
      <w:r>
        <w:tab/>
        <w:t>2.025e0</w:t>
      </w:r>
    </w:p>
    <w:p w:rsidR="005B0461" w:rsidRDefault="005B0461" w:rsidP="005B0461">
      <w:r>
        <w:t>340.3758</w:t>
      </w:r>
      <w:r>
        <w:tab/>
        <w:t>2.025e0</w:t>
      </w:r>
    </w:p>
    <w:p w:rsidR="005B0461" w:rsidRDefault="005B0461" w:rsidP="005B0461">
      <w:r>
        <w:t>340.4003</w:t>
      </w:r>
      <w:r>
        <w:tab/>
        <w:t>8.101e0</w:t>
      </w:r>
    </w:p>
    <w:p w:rsidR="005B0461" w:rsidRDefault="005B0461" w:rsidP="005B0461">
      <w:r>
        <w:t>340.4052</w:t>
      </w:r>
      <w:r>
        <w:tab/>
        <w:t>7.170e0</w:t>
      </w:r>
    </w:p>
    <w:p w:rsidR="005B0461" w:rsidRDefault="005B0461" w:rsidP="005B0461">
      <w:r>
        <w:t>340.4182</w:t>
      </w:r>
      <w:r>
        <w:tab/>
        <w:t>1.013e0</w:t>
      </w:r>
    </w:p>
    <w:p w:rsidR="005B0461" w:rsidRDefault="005B0461" w:rsidP="005B0461">
      <w:r>
        <w:t>340.4510</w:t>
      </w:r>
      <w:r>
        <w:tab/>
        <w:t>1.013e0</w:t>
      </w:r>
    </w:p>
    <w:p w:rsidR="005B0461" w:rsidRDefault="005B0461" w:rsidP="005B0461">
      <w:r>
        <w:t>340.4919</w:t>
      </w:r>
      <w:r>
        <w:tab/>
        <w:t>1.013e0</w:t>
      </w:r>
    </w:p>
    <w:p w:rsidR="005B0461" w:rsidRDefault="005B0461" w:rsidP="005B0461">
      <w:r>
        <w:t>340.5081</w:t>
      </w:r>
      <w:r>
        <w:tab/>
        <w:t>2.025e0</w:t>
      </w:r>
    </w:p>
    <w:p w:rsidR="005B0461" w:rsidRDefault="005B0461" w:rsidP="005B0461">
      <w:r>
        <w:lastRenderedPageBreak/>
        <w:t>340.5205</w:t>
      </w:r>
      <w:r>
        <w:tab/>
        <w:t>1.013e0</w:t>
      </w:r>
    </w:p>
    <w:p w:rsidR="005B0461" w:rsidRDefault="005B0461" w:rsidP="005B0461">
      <w:r>
        <w:t>340.5451</w:t>
      </w:r>
      <w:r>
        <w:tab/>
        <w:t>1.013e0</w:t>
      </w:r>
    </w:p>
    <w:p w:rsidR="005B0461" w:rsidRDefault="005B0461" w:rsidP="005B0461">
      <w:r>
        <w:t>340.5489</w:t>
      </w:r>
      <w:r>
        <w:tab/>
        <w:t>2.025e0</w:t>
      </w:r>
    </w:p>
    <w:p w:rsidR="005B0461" w:rsidRDefault="005B0461" w:rsidP="005B0461">
      <w:r>
        <w:t>340.5949</w:t>
      </w:r>
      <w:r>
        <w:tab/>
        <w:t>2.025e0</w:t>
      </w:r>
    </w:p>
    <w:p w:rsidR="005B0461" w:rsidRDefault="005B0461" w:rsidP="005B0461">
      <w:r>
        <w:t>340.6104</w:t>
      </w:r>
      <w:r>
        <w:tab/>
        <w:t>2.025e0</w:t>
      </w:r>
    </w:p>
    <w:p w:rsidR="005B0461" w:rsidRDefault="005B0461" w:rsidP="005B0461">
      <w:r>
        <w:t>340.6556</w:t>
      </w:r>
      <w:r>
        <w:tab/>
        <w:t>2.025e0</w:t>
      </w:r>
    </w:p>
    <w:p w:rsidR="005B0461" w:rsidRDefault="005B0461" w:rsidP="005B0461">
      <w:r>
        <w:t>340.6961</w:t>
      </w:r>
      <w:r>
        <w:tab/>
        <w:t>2.025e0</w:t>
      </w:r>
    </w:p>
    <w:p w:rsidR="005B0461" w:rsidRDefault="005B0461" w:rsidP="005B0461">
      <w:r>
        <w:t>340.7087</w:t>
      </w:r>
      <w:r>
        <w:tab/>
        <w:t>4.051e0</w:t>
      </w:r>
    </w:p>
    <w:p w:rsidR="005B0461" w:rsidRDefault="005B0461" w:rsidP="005B0461">
      <w:r>
        <w:t>340.7702</w:t>
      </w:r>
      <w:r>
        <w:tab/>
        <w:t>1.013e0</w:t>
      </w:r>
    </w:p>
    <w:p w:rsidR="005B0461" w:rsidRDefault="005B0461" w:rsidP="005B0461">
      <w:r>
        <w:t>340.7812</w:t>
      </w:r>
      <w:r>
        <w:tab/>
        <w:t>1.013e0</w:t>
      </w:r>
    </w:p>
    <w:p w:rsidR="005B0461" w:rsidRDefault="005B0461" w:rsidP="005B0461">
      <w:r>
        <w:t>340.8117</w:t>
      </w:r>
      <w:r>
        <w:tab/>
        <w:t>2.025e0</w:t>
      </w:r>
    </w:p>
    <w:p w:rsidR="005B0461" w:rsidRDefault="005B0461" w:rsidP="005B0461">
      <w:r>
        <w:t>340.8153</w:t>
      </w:r>
      <w:r>
        <w:tab/>
        <w:t>1.013e0</w:t>
      </w:r>
    </w:p>
    <w:p w:rsidR="005B0461" w:rsidRDefault="005B0461" w:rsidP="005B0461">
      <w:r>
        <w:t>340.8607</w:t>
      </w:r>
      <w:r>
        <w:tab/>
        <w:t>1.013e0</w:t>
      </w:r>
    </w:p>
    <w:p w:rsidR="005B0461" w:rsidRDefault="005B0461" w:rsidP="005B0461">
      <w:r>
        <w:t>340.8788</w:t>
      </w:r>
      <w:r>
        <w:tab/>
        <w:t>2.025e0</w:t>
      </w:r>
    </w:p>
    <w:p w:rsidR="005B0461" w:rsidRDefault="005B0461" w:rsidP="005B0461">
      <w:r>
        <w:t>340.9156</w:t>
      </w:r>
      <w:r>
        <w:tab/>
        <w:t>2.360e0</w:t>
      </w:r>
    </w:p>
    <w:p w:rsidR="005B0461" w:rsidRDefault="005B0461" w:rsidP="005B0461">
      <w:r>
        <w:t>340.9245</w:t>
      </w:r>
      <w:r>
        <w:tab/>
        <w:t>3.038e0</w:t>
      </w:r>
    </w:p>
    <w:p w:rsidR="005B0461" w:rsidRDefault="005B0461" w:rsidP="005B0461">
      <w:r>
        <w:t>340.9306</w:t>
      </w:r>
      <w:r>
        <w:tab/>
        <w:t>2.025e0</w:t>
      </w:r>
    </w:p>
    <w:p w:rsidR="005B0461" w:rsidRDefault="005B0461" w:rsidP="005B0461">
      <w:r>
        <w:t>340.9364</w:t>
      </w:r>
      <w:r>
        <w:tab/>
        <w:t>2.025e0</w:t>
      </w:r>
    </w:p>
    <w:p w:rsidR="005B0461" w:rsidRDefault="005B0461" w:rsidP="005B0461">
      <w:r>
        <w:t>340.9673</w:t>
      </w:r>
      <w:r>
        <w:tab/>
        <w:t>3.167e0</w:t>
      </w:r>
    </w:p>
    <w:p w:rsidR="005B0461" w:rsidRDefault="005B0461" w:rsidP="005B0461">
      <w:r>
        <w:lastRenderedPageBreak/>
        <w:t>340.9911</w:t>
      </w:r>
      <w:r>
        <w:tab/>
        <w:t>5.063e0</w:t>
      </w:r>
    </w:p>
    <w:p w:rsidR="005B0461" w:rsidRDefault="005B0461" w:rsidP="005B0461">
      <w:r>
        <w:t>341.0321</w:t>
      </w:r>
      <w:r>
        <w:tab/>
        <w:t>1.013e0</w:t>
      </w:r>
    </w:p>
    <w:p w:rsidR="005B0461" w:rsidRDefault="005B0461" w:rsidP="005B0461">
      <w:r>
        <w:t>341.0462</w:t>
      </w:r>
      <w:r>
        <w:tab/>
        <w:t>1.079e0</w:t>
      </w:r>
    </w:p>
    <w:p w:rsidR="005B0461" w:rsidRDefault="005B0461" w:rsidP="005B0461">
      <w:r>
        <w:t>341.0566</w:t>
      </w:r>
      <w:r>
        <w:tab/>
        <w:t>1.013e0</w:t>
      </w:r>
    </w:p>
    <w:p w:rsidR="005B0461" w:rsidRDefault="005B0461" w:rsidP="005B0461">
      <w:r>
        <w:t>341.0761</w:t>
      </w:r>
      <w:r>
        <w:tab/>
        <w:t>1.770e0</w:t>
      </w:r>
    </w:p>
    <w:p w:rsidR="005B0461" w:rsidRDefault="005B0461" w:rsidP="005B0461">
      <w:r>
        <w:t>341.0774</w:t>
      </w:r>
      <w:r>
        <w:tab/>
        <w:t>2.025e0</w:t>
      </w:r>
    </w:p>
    <w:p w:rsidR="005B0461" w:rsidRDefault="005B0461" w:rsidP="005B0461">
      <w:r>
        <w:t>341.1103</w:t>
      </w:r>
      <w:r>
        <w:tab/>
        <w:t>1.013e0</w:t>
      </w:r>
    </w:p>
    <w:p w:rsidR="005B0461" w:rsidRDefault="005B0461" w:rsidP="005B0461">
      <w:r>
        <w:t>341.1143</w:t>
      </w:r>
      <w:r>
        <w:tab/>
        <w:t>1.013e0</w:t>
      </w:r>
    </w:p>
    <w:p w:rsidR="005B0461" w:rsidRDefault="005B0461" w:rsidP="005B0461">
      <w:r>
        <w:t>341.1198</w:t>
      </w:r>
      <w:r>
        <w:tab/>
        <w:t>2.025e0</w:t>
      </w:r>
    </w:p>
    <w:p w:rsidR="005B0461" w:rsidRDefault="005B0461" w:rsidP="005B0461">
      <w:r>
        <w:t>341.1585</w:t>
      </w:r>
      <w:r>
        <w:tab/>
        <w:t>2.892e0</w:t>
      </w:r>
    </w:p>
    <w:p w:rsidR="005B0461" w:rsidRDefault="005B0461" w:rsidP="005B0461">
      <w:r>
        <w:t>341.1595</w:t>
      </w:r>
      <w:r>
        <w:tab/>
        <w:t>1.013e0</w:t>
      </w:r>
    </w:p>
    <w:p w:rsidR="005B0461" w:rsidRDefault="005B0461" w:rsidP="005B0461">
      <w:r>
        <w:t>341.1829</w:t>
      </w:r>
      <w:r>
        <w:tab/>
        <w:t>1.141e0</w:t>
      </w:r>
    </w:p>
    <w:p w:rsidR="005B0461" w:rsidRDefault="005B0461" w:rsidP="005B0461">
      <w:r>
        <w:t>341.1901</w:t>
      </w:r>
      <w:r>
        <w:tab/>
        <w:t>2.382e0</w:t>
      </w:r>
    </w:p>
    <w:p w:rsidR="005B0461" w:rsidRDefault="005B0461" w:rsidP="005B0461">
      <w:r>
        <w:t>341.1920</w:t>
      </w:r>
      <w:r>
        <w:tab/>
        <w:t>1.013e0</w:t>
      </w:r>
    </w:p>
    <w:p w:rsidR="005B0461" w:rsidRDefault="005B0461" w:rsidP="005B0461">
      <w:r>
        <w:t>341.1974</w:t>
      </w:r>
      <w:r>
        <w:tab/>
        <w:t>1.013e0</w:t>
      </w:r>
    </w:p>
    <w:p w:rsidR="005B0461" w:rsidRDefault="005B0461" w:rsidP="005B0461">
      <w:r>
        <w:t>341.2655</w:t>
      </w:r>
      <w:r>
        <w:tab/>
        <w:t>6.819e0</w:t>
      </w:r>
    </w:p>
    <w:p w:rsidR="005B0461" w:rsidRDefault="005B0461" w:rsidP="005B0461">
      <w:r>
        <w:t>341.2665</w:t>
      </w:r>
      <w:r>
        <w:tab/>
        <w:t>8.665e0</w:t>
      </w:r>
    </w:p>
    <w:p w:rsidR="005B0461" w:rsidRDefault="005B0461" w:rsidP="005B0461">
      <w:r>
        <w:t>341.2728</w:t>
      </w:r>
      <w:r>
        <w:tab/>
        <w:t>5.265e0</w:t>
      </w:r>
    </w:p>
    <w:p w:rsidR="005B0461" w:rsidRDefault="005B0461" w:rsidP="005B0461">
      <w:r>
        <w:t>341.2789</w:t>
      </w:r>
      <w:r>
        <w:tab/>
        <w:t>5.063e0</w:t>
      </w:r>
    </w:p>
    <w:p w:rsidR="005B0461" w:rsidRDefault="005B0461" w:rsidP="005B0461">
      <w:r>
        <w:lastRenderedPageBreak/>
        <w:t>341.3021</w:t>
      </w:r>
      <w:r>
        <w:tab/>
        <w:t>4.575e0</w:t>
      </w:r>
    </w:p>
    <w:p w:rsidR="005B0461" w:rsidRDefault="005B0461" w:rsidP="005B0461">
      <w:r>
        <w:t>341.3400</w:t>
      </w:r>
      <w:r>
        <w:tab/>
        <w:t>4.051e0</w:t>
      </w:r>
    </w:p>
    <w:p w:rsidR="005B0461" w:rsidRDefault="005B0461" w:rsidP="005B0461">
      <w:r>
        <w:t>341.3542</w:t>
      </w:r>
      <w:r>
        <w:tab/>
        <w:t>6.076e0</w:t>
      </w:r>
    </w:p>
    <w:p w:rsidR="005B0461" w:rsidRDefault="005B0461" w:rsidP="005B0461">
      <w:r>
        <w:t>341.3601</w:t>
      </w:r>
      <w:r>
        <w:tab/>
        <w:t>2.025e0</w:t>
      </w:r>
    </w:p>
    <w:p w:rsidR="005B0461" w:rsidRDefault="005B0461" w:rsidP="005B0461">
      <w:r>
        <w:t>341.3847</w:t>
      </w:r>
      <w:r>
        <w:tab/>
        <w:t>1.013e0</w:t>
      </w:r>
    </w:p>
    <w:p w:rsidR="005B0461" w:rsidRDefault="005B0461" w:rsidP="005B0461">
      <w:r>
        <w:t>341.3935</w:t>
      </w:r>
      <w:r>
        <w:tab/>
        <w:t>2.025e0</w:t>
      </w:r>
    </w:p>
    <w:p w:rsidR="005B0461" w:rsidRDefault="005B0461" w:rsidP="005B0461">
      <w:r>
        <w:t>341.4133</w:t>
      </w:r>
      <w:r>
        <w:tab/>
        <w:t>1.013e0</w:t>
      </w:r>
    </w:p>
    <w:p w:rsidR="005B0461" w:rsidRDefault="005B0461" w:rsidP="005B0461">
      <w:r>
        <w:t>341.4458</w:t>
      </w:r>
      <w:r>
        <w:tab/>
        <w:t>2.025e0</w:t>
      </w:r>
    </w:p>
    <w:p w:rsidR="005B0461" w:rsidRDefault="005B0461" w:rsidP="005B0461">
      <w:r>
        <w:t>341.5038</w:t>
      </w:r>
      <w:r>
        <w:tab/>
        <w:t>1.013e0</w:t>
      </w:r>
    </w:p>
    <w:p w:rsidR="005B0461" w:rsidRDefault="005B0461" w:rsidP="005B0461">
      <w:r>
        <w:t>341.5222</w:t>
      </w:r>
      <w:r>
        <w:tab/>
        <w:t>1.013e0</w:t>
      </w:r>
    </w:p>
    <w:p w:rsidR="005B0461" w:rsidRDefault="005B0461" w:rsidP="005B0461">
      <w:r>
        <w:t>341.5406</w:t>
      </w:r>
      <w:r>
        <w:tab/>
        <w:t>1.013e0</w:t>
      </w:r>
    </w:p>
    <w:p w:rsidR="005B0461" w:rsidRDefault="005B0461" w:rsidP="005B0461">
      <w:r>
        <w:t>341.5467</w:t>
      </w:r>
      <w:r>
        <w:tab/>
        <w:t>1.013e0</w:t>
      </w:r>
    </w:p>
    <w:p w:rsidR="005B0461" w:rsidRDefault="005B0461" w:rsidP="005B0461">
      <w:r>
        <w:t>341.5854</w:t>
      </w:r>
      <w:r>
        <w:tab/>
        <w:t>2.025e0</w:t>
      </w:r>
    </w:p>
    <w:p w:rsidR="005B0461" w:rsidRDefault="005B0461" w:rsidP="005B0461">
      <w:r>
        <w:t>341.5897</w:t>
      </w:r>
      <w:r>
        <w:tab/>
        <w:t>2.025e0</w:t>
      </w:r>
    </w:p>
    <w:p w:rsidR="005B0461" w:rsidRDefault="005B0461" w:rsidP="005B0461">
      <w:r>
        <w:t>341.6326</w:t>
      </w:r>
      <w:r>
        <w:tab/>
        <w:t>2.025e0</w:t>
      </w:r>
    </w:p>
    <w:p w:rsidR="005B0461" w:rsidRDefault="005B0461" w:rsidP="005B0461">
      <w:r>
        <w:t>341.6797</w:t>
      </w:r>
      <w:r>
        <w:tab/>
        <w:t>1.013e0</w:t>
      </w:r>
    </w:p>
    <w:p w:rsidR="005B0461" w:rsidRDefault="005B0461" w:rsidP="005B0461">
      <w:r>
        <w:t>341.6820</w:t>
      </w:r>
      <w:r>
        <w:tab/>
        <w:t>7.089e0</w:t>
      </w:r>
    </w:p>
    <w:p w:rsidR="005B0461" w:rsidRDefault="005B0461" w:rsidP="005B0461">
      <w:r>
        <w:t>341.6838</w:t>
      </w:r>
      <w:r>
        <w:tab/>
        <w:t>1.013e0</w:t>
      </w:r>
    </w:p>
    <w:p w:rsidR="005B0461" w:rsidRDefault="005B0461" w:rsidP="005B0461">
      <w:r>
        <w:t>341.7245</w:t>
      </w:r>
      <w:r>
        <w:tab/>
        <w:t>1.013e0</w:t>
      </w:r>
    </w:p>
    <w:p w:rsidR="005B0461" w:rsidRDefault="005B0461" w:rsidP="005B0461">
      <w:r>
        <w:lastRenderedPageBreak/>
        <w:t>341.7491</w:t>
      </w:r>
      <w:r>
        <w:tab/>
        <w:t>2.025e0</w:t>
      </w:r>
    </w:p>
    <w:p w:rsidR="005B0461" w:rsidRDefault="005B0461" w:rsidP="005B0461">
      <w:r>
        <w:t>341.8193</w:t>
      </w:r>
      <w:r>
        <w:tab/>
        <w:t>2.025e0</w:t>
      </w:r>
    </w:p>
    <w:p w:rsidR="005B0461" w:rsidRDefault="005B0461" w:rsidP="005B0461">
      <w:r>
        <w:t>341.8226</w:t>
      </w:r>
      <w:r>
        <w:tab/>
        <w:t>1.013e0</w:t>
      </w:r>
    </w:p>
    <w:p w:rsidR="005B0461" w:rsidRDefault="005B0461" w:rsidP="005B0461">
      <w:r>
        <w:t>341.8717</w:t>
      </w:r>
      <w:r>
        <w:tab/>
        <w:t>1.013e0</w:t>
      </w:r>
    </w:p>
    <w:p w:rsidR="005B0461" w:rsidRDefault="005B0461" w:rsidP="005B0461">
      <w:r>
        <w:t>341.8843</w:t>
      </w:r>
      <w:r>
        <w:tab/>
        <w:t>1.013e0</w:t>
      </w:r>
    </w:p>
    <w:p w:rsidR="005B0461" w:rsidRDefault="005B0461" w:rsidP="005B0461">
      <w:r>
        <w:t>341.9208</w:t>
      </w:r>
      <w:r>
        <w:tab/>
        <w:t>2.025e0</w:t>
      </w:r>
    </w:p>
    <w:p w:rsidR="005B0461" w:rsidRDefault="005B0461" w:rsidP="005B0461">
      <w:r>
        <w:t>341.9234</w:t>
      </w:r>
      <w:r>
        <w:tab/>
        <w:t>3.038e0</w:t>
      </w:r>
    </w:p>
    <w:p w:rsidR="005B0461" w:rsidRDefault="005B0461" w:rsidP="005B0461">
      <w:r>
        <w:t>341.9459</w:t>
      </w:r>
      <w:r>
        <w:tab/>
        <w:t>5.704e0</w:t>
      </w:r>
    </w:p>
    <w:p w:rsidR="005B0461" w:rsidRDefault="005B0461" w:rsidP="005B0461">
      <w:r>
        <w:t>341.9597</w:t>
      </w:r>
      <w:r>
        <w:tab/>
        <w:t>2.025e0</w:t>
      </w:r>
    </w:p>
    <w:p w:rsidR="005B0461" w:rsidRDefault="005B0461" w:rsidP="005B0461">
      <w:r>
        <w:t>341.9984</w:t>
      </w:r>
      <w:r>
        <w:tab/>
        <w:t>3.079e0</w:t>
      </w:r>
    </w:p>
    <w:p w:rsidR="005B0461" w:rsidRDefault="005B0461" w:rsidP="005B0461">
      <w:r>
        <w:t>341.9995</w:t>
      </w:r>
      <w:r>
        <w:tab/>
        <w:t>1.013e0</w:t>
      </w:r>
    </w:p>
    <w:p w:rsidR="005B0461" w:rsidRDefault="005B0461" w:rsidP="005B0461">
      <w:r>
        <w:t>342.0285</w:t>
      </w:r>
      <w:r>
        <w:tab/>
        <w:t>5.363e0</w:t>
      </w:r>
    </w:p>
    <w:p w:rsidR="005B0461" w:rsidRDefault="005B0461" w:rsidP="005B0461">
      <w:r>
        <w:t>342.0392</w:t>
      </w:r>
      <w:r>
        <w:tab/>
        <w:t>4.051e0</w:t>
      </w:r>
    </w:p>
    <w:p w:rsidR="005B0461" w:rsidRDefault="005B0461" w:rsidP="005B0461">
      <w:r>
        <w:t>342.0492</w:t>
      </w:r>
      <w:r>
        <w:tab/>
        <w:t>4.082e0</w:t>
      </w:r>
    </w:p>
    <w:p w:rsidR="005B0461" w:rsidRDefault="005B0461" w:rsidP="005B0461">
      <w:r>
        <w:t>342.0526</w:t>
      </w:r>
      <w:r>
        <w:tab/>
        <w:t>1.013e0</w:t>
      </w:r>
    </w:p>
    <w:p w:rsidR="005B0461" w:rsidRDefault="005B0461" w:rsidP="005B0461">
      <w:r>
        <w:t>342.0951</w:t>
      </w:r>
      <w:r>
        <w:tab/>
        <w:t>9.638e0</w:t>
      </w:r>
    </w:p>
    <w:p w:rsidR="005B0461" w:rsidRDefault="005B0461" w:rsidP="005B0461">
      <w:r>
        <w:t>342.0962</w:t>
      </w:r>
      <w:r>
        <w:tab/>
        <w:t>7.262e0</w:t>
      </w:r>
    </w:p>
    <w:p w:rsidR="005B0461" w:rsidRDefault="005B0461" w:rsidP="005B0461">
      <w:r>
        <w:t>342.1023</w:t>
      </w:r>
      <w:r>
        <w:tab/>
        <w:t>3.038e0</w:t>
      </w:r>
    </w:p>
    <w:p w:rsidR="005B0461" w:rsidRDefault="005B0461" w:rsidP="005B0461">
      <w:r>
        <w:t>342.1117</w:t>
      </w:r>
      <w:r>
        <w:tab/>
        <w:t>3.038e0</w:t>
      </w:r>
    </w:p>
    <w:p w:rsidR="005B0461" w:rsidRDefault="005B0461" w:rsidP="005B0461">
      <w:r>
        <w:lastRenderedPageBreak/>
        <w:t>342.1593</w:t>
      </w:r>
      <w:r>
        <w:tab/>
        <w:t>2.877e0</w:t>
      </w:r>
    </w:p>
    <w:p w:rsidR="005B0461" w:rsidRDefault="005B0461" w:rsidP="005B0461">
      <w:r>
        <w:t>342.1620</w:t>
      </w:r>
      <w:r>
        <w:tab/>
        <w:t>2.358e0</w:t>
      </w:r>
    </w:p>
    <w:p w:rsidR="005B0461" w:rsidRDefault="005B0461" w:rsidP="005B0461">
      <w:r>
        <w:t>342.1687</w:t>
      </w:r>
      <w:r>
        <w:tab/>
        <w:t>2.535e0</w:t>
      </w:r>
    </w:p>
    <w:p w:rsidR="005B0461" w:rsidRDefault="005B0461" w:rsidP="005B0461">
      <w:r>
        <w:t>342.1828</w:t>
      </w:r>
      <w:r>
        <w:tab/>
        <w:t>1.972e0</w:t>
      </w:r>
    </w:p>
    <w:p w:rsidR="005B0461" w:rsidRDefault="005B0461" w:rsidP="005B0461">
      <w:r>
        <w:t>342.2115</w:t>
      </w:r>
      <w:r>
        <w:tab/>
        <w:t>1.019e0</w:t>
      </w:r>
    </w:p>
    <w:p w:rsidR="005B0461" w:rsidRDefault="005B0461" w:rsidP="005B0461">
      <w:r>
        <w:t>342.2401</w:t>
      </w:r>
      <w:r>
        <w:tab/>
        <w:t>3.898e0</w:t>
      </w:r>
    </w:p>
    <w:p w:rsidR="005B0461" w:rsidRDefault="005B0461" w:rsidP="005B0461">
      <w:r>
        <w:t>342.2445</w:t>
      </w:r>
      <w:r>
        <w:tab/>
        <w:t>2.257e0</w:t>
      </w:r>
    </w:p>
    <w:p w:rsidR="005B0461" w:rsidRDefault="005B0461" w:rsidP="005B0461">
      <w:r>
        <w:t>342.2471</w:t>
      </w:r>
      <w:r>
        <w:tab/>
        <w:t>2.220e0</w:t>
      </w:r>
    </w:p>
    <w:p w:rsidR="005B0461" w:rsidRDefault="005B0461" w:rsidP="005B0461">
      <w:r>
        <w:t>342.2639</w:t>
      </w:r>
      <w:r>
        <w:tab/>
        <w:t>4.051e0</w:t>
      </w:r>
    </w:p>
    <w:p w:rsidR="005B0461" w:rsidRDefault="005B0461" w:rsidP="005B0461">
      <w:r>
        <w:t>342.2898</w:t>
      </w:r>
      <w:r>
        <w:tab/>
        <w:t>3.916e0</w:t>
      </w:r>
    </w:p>
    <w:p w:rsidR="005B0461" w:rsidRDefault="005B0461" w:rsidP="005B0461">
      <w:r>
        <w:t>342.3026</w:t>
      </w:r>
      <w:r>
        <w:tab/>
        <w:t>1.013e0</w:t>
      </w:r>
    </w:p>
    <w:p w:rsidR="005B0461" w:rsidRDefault="005B0461" w:rsidP="005B0461">
      <w:r>
        <w:t>342.3145</w:t>
      </w:r>
      <w:r>
        <w:tab/>
        <w:t>2.025e0</w:t>
      </w:r>
    </w:p>
    <w:p w:rsidR="005B0461" w:rsidRDefault="005B0461" w:rsidP="005B0461">
      <w:r>
        <w:t>342.3193</w:t>
      </w:r>
      <w:r>
        <w:tab/>
        <w:t>1.013e0</w:t>
      </w:r>
    </w:p>
    <w:p w:rsidR="005B0461" w:rsidRDefault="005B0461" w:rsidP="005B0461">
      <w:r>
        <w:t>342.3448</w:t>
      </w:r>
      <w:r>
        <w:tab/>
        <w:t>3.038e0</w:t>
      </w:r>
    </w:p>
    <w:p w:rsidR="005B0461" w:rsidRDefault="005B0461" w:rsidP="005B0461">
      <w:r>
        <w:t>342.3518</w:t>
      </w:r>
      <w:r>
        <w:tab/>
        <w:t>1.013e0</w:t>
      </w:r>
    </w:p>
    <w:p w:rsidR="005B0461" w:rsidRDefault="005B0461" w:rsidP="005B0461">
      <w:r>
        <w:t>342.3813</w:t>
      </w:r>
      <w:r>
        <w:tab/>
        <w:t>2.025e0</w:t>
      </w:r>
    </w:p>
    <w:p w:rsidR="005B0461" w:rsidRDefault="005B0461" w:rsidP="005B0461">
      <w:r>
        <w:t>342.3970</w:t>
      </w:r>
      <w:r>
        <w:tab/>
        <w:t>3.038e0</w:t>
      </w:r>
    </w:p>
    <w:p w:rsidR="005B0461" w:rsidRDefault="005B0461" w:rsidP="005B0461">
      <w:r>
        <w:t>342.4196</w:t>
      </w:r>
      <w:r>
        <w:tab/>
        <w:t>2.025e0</w:t>
      </w:r>
    </w:p>
    <w:p w:rsidR="005B0461" w:rsidRDefault="005B0461" w:rsidP="005B0461">
      <w:r>
        <w:t>342.4256</w:t>
      </w:r>
      <w:r>
        <w:tab/>
        <w:t>1.013e0</w:t>
      </w:r>
    </w:p>
    <w:p w:rsidR="005B0461" w:rsidRDefault="005B0461" w:rsidP="005B0461">
      <w:r>
        <w:lastRenderedPageBreak/>
        <w:t>342.4462</w:t>
      </w:r>
      <w:r>
        <w:tab/>
        <w:t>3.038e0</w:t>
      </w:r>
    </w:p>
    <w:p w:rsidR="005B0461" w:rsidRDefault="005B0461" w:rsidP="005B0461">
      <w:r>
        <w:t>342.4565</w:t>
      </w:r>
      <w:r>
        <w:tab/>
        <w:t>2.025e0</w:t>
      </w:r>
    </w:p>
    <w:p w:rsidR="005B0461" w:rsidRDefault="005B0461" w:rsidP="005B0461">
      <w:r>
        <w:t>342.4669</w:t>
      </w:r>
      <w:r>
        <w:tab/>
        <w:t>1.013e0</w:t>
      </w:r>
    </w:p>
    <w:p w:rsidR="005B0461" w:rsidRDefault="005B0461" w:rsidP="005B0461">
      <w:r>
        <w:t>342.4809</w:t>
      </w:r>
      <w:r>
        <w:tab/>
        <w:t>2.070e0</w:t>
      </w:r>
    </w:p>
    <w:p w:rsidR="005B0461" w:rsidRDefault="005B0461" w:rsidP="005B0461">
      <w:r>
        <w:t>342.4953</w:t>
      </w:r>
      <w:r>
        <w:tab/>
        <w:t>1.013e0</w:t>
      </w:r>
    </w:p>
    <w:p w:rsidR="005B0461" w:rsidRDefault="005B0461" w:rsidP="005B0461">
      <w:r>
        <w:t>342.5240</w:t>
      </w:r>
      <w:r>
        <w:tab/>
        <w:t>1.013e0</w:t>
      </w:r>
    </w:p>
    <w:p w:rsidR="005B0461" w:rsidRDefault="005B0461" w:rsidP="005B0461">
      <w:r>
        <w:t>342.5410</w:t>
      </w:r>
      <w:r>
        <w:tab/>
        <w:t>2.025e0</w:t>
      </w:r>
    </w:p>
    <w:p w:rsidR="005B0461" w:rsidRDefault="005B0461" w:rsidP="005B0461">
      <w:r>
        <w:t>342.5533</w:t>
      </w:r>
      <w:r>
        <w:tab/>
        <w:t>1.013e0</w:t>
      </w:r>
    </w:p>
    <w:p w:rsidR="005B0461" w:rsidRDefault="005B0461" w:rsidP="005B0461">
      <w:r>
        <w:t>342.5938</w:t>
      </w:r>
      <w:r>
        <w:tab/>
        <w:t>1.013e0</w:t>
      </w:r>
    </w:p>
    <w:p w:rsidR="005B0461" w:rsidRDefault="005B0461" w:rsidP="005B0461">
      <w:r>
        <w:t>342.5978</w:t>
      </w:r>
      <w:r>
        <w:tab/>
        <w:t>1.013e0</w:t>
      </w:r>
    </w:p>
    <w:p w:rsidR="005B0461" w:rsidRDefault="005B0461" w:rsidP="005B0461">
      <w:r>
        <w:t>342.6327</w:t>
      </w:r>
      <w:r>
        <w:tab/>
        <w:t>2.025e0</w:t>
      </w:r>
    </w:p>
    <w:p w:rsidR="005B0461" w:rsidRDefault="005B0461" w:rsidP="005B0461">
      <w:r>
        <w:t>342.6637</w:t>
      </w:r>
      <w:r>
        <w:tab/>
        <w:t>1.013e0</w:t>
      </w:r>
    </w:p>
    <w:p w:rsidR="005B0461" w:rsidRDefault="005B0461" w:rsidP="005B0461">
      <w:r>
        <w:t>342.6675</w:t>
      </w:r>
      <w:r>
        <w:tab/>
        <w:t>2.025e0</w:t>
      </w:r>
    </w:p>
    <w:p w:rsidR="005B0461" w:rsidRDefault="005B0461" w:rsidP="005B0461">
      <w:r>
        <w:t>342.6798</w:t>
      </w:r>
      <w:r>
        <w:tab/>
        <w:t>2.025e0</w:t>
      </w:r>
    </w:p>
    <w:p w:rsidR="005B0461" w:rsidRDefault="005B0461" w:rsidP="005B0461">
      <w:r>
        <w:t>342.7501</w:t>
      </w:r>
      <w:r>
        <w:tab/>
        <w:t>1.013e0</w:t>
      </w:r>
    </w:p>
    <w:p w:rsidR="005B0461" w:rsidRDefault="005B0461" w:rsidP="005B0461">
      <w:r>
        <w:t>342.8130</w:t>
      </w:r>
      <w:r>
        <w:tab/>
        <w:t>2.025e0</w:t>
      </w:r>
    </w:p>
    <w:p w:rsidR="005B0461" w:rsidRDefault="005B0461" w:rsidP="005B0461">
      <w:r>
        <w:t>342.8398</w:t>
      </w:r>
      <w:r>
        <w:tab/>
        <w:t>1.013e0</w:t>
      </w:r>
    </w:p>
    <w:p w:rsidR="005B0461" w:rsidRDefault="005B0461" w:rsidP="005B0461">
      <w:r>
        <w:t>342.8606</w:t>
      </w:r>
      <w:r>
        <w:tab/>
        <w:t>1.013e0</w:t>
      </w:r>
    </w:p>
    <w:p w:rsidR="005B0461" w:rsidRDefault="005B0461" w:rsidP="005B0461">
      <w:r>
        <w:t>342.8731</w:t>
      </w:r>
      <w:r>
        <w:tab/>
        <w:t>1.013e0</w:t>
      </w:r>
    </w:p>
    <w:p w:rsidR="005B0461" w:rsidRDefault="005B0461" w:rsidP="005B0461">
      <w:r>
        <w:lastRenderedPageBreak/>
        <w:t>342.8745</w:t>
      </w:r>
      <w:r>
        <w:tab/>
        <w:t>2.025e0</w:t>
      </w:r>
    </w:p>
    <w:p w:rsidR="005B0461" w:rsidRDefault="005B0461" w:rsidP="005B0461">
      <w:r>
        <w:t>342.8938</w:t>
      </w:r>
      <w:r>
        <w:tab/>
        <w:t>2.025e0</w:t>
      </w:r>
    </w:p>
    <w:p w:rsidR="005B0461" w:rsidRDefault="005B0461" w:rsidP="005B0461">
      <w:r>
        <w:t>342.9081</w:t>
      </w:r>
      <w:r>
        <w:tab/>
        <w:t>2.025e0</w:t>
      </w:r>
    </w:p>
    <w:p w:rsidR="005B0461" w:rsidRDefault="005B0461" w:rsidP="005B0461">
      <w:r>
        <w:t>342.9175</w:t>
      </w:r>
      <w:r>
        <w:tab/>
        <w:t>2.947e0</w:t>
      </w:r>
    </w:p>
    <w:p w:rsidR="005B0461" w:rsidRDefault="005B0461" w:rsidP="005B0461">
      <w:r>
        <w:t>342.9383</w:t>
      </w:r>
      <w:r>
        <w:tab/>
        <w:t>2.025e0</w:t>
      </w:r>
    </w:p>
    <w:p w:rsidR="005B0461" w:rsidRDefault="005B0461" w:rsidP="005B0461">
      <w:r>
        <w:t>342.9839</w:t>
      </w:r>
      <w:r>
        <w:tab/>
        <w:t>2.025e0</w:t>
      </w:r>
    </w:p>
    <w:p w:rsidR="005B0461" w:rsidRDefault="005B0461" w:rsidP="005B0461">
      <w:r>
        <w:t>343.0094</w:t>
      </w:r>
      <w:r>
        <w:tab/>
        <w:t>2.611e0</w:t>
      </w:r>
    </w:p>
    <w:p w:rsidR="005B0461" w:rsidRDefault="005B0461" w:rsidP="005B0461">
      <w:r>
        <w:t>343.0267</w:t>
      </w:r>
      <w:r>
        <w:tab/>
        <w:t>2.883e0</w:t>
      </w:r>
    </w:p>
    <w:p w:rsidR="005B0461" w:rsidRDefault="005B0461" w:rsidP="005B0461">
      <w:r>
        <w:t>343.0367</w:t>
      </w:r>
      <w:r>
        <w:tab/>
        <w:t>1.059e0</w:t>
      </w:r>
    </w:p>
    <w:p w:rsidR="005B0461" w:rsidRDefault="005B0461" w:rsidP="005B0461">
      <w:r>
        <w:t>343.0741</w:t>
      </w:r>
      <w:r>
        <w:tab/>
        <w:t>3.258e0</w:t>
      </w:r>
    </w:p>
    <w:p w:rsidR="005B0461" w:rsidRDefault="005B0461" w:rsidP="005B0461">
      <w:r>
        <w:t>343.1003</w:t>
      </w:r>
      <w:r>
        <w:tab/>
        <w:t>5.063e0</w:t>
      </w:r>
    </w:p>
    <w:p w:rsidR="005B0461" w:rsidRDefault="005B0461" w:rsidP="005B0461">
      <w:r>
        <w:t>343.1173</w:t>
      </w:r>
      <w:r>
        <w:tab/>
        <w:t>3.038e0</w:t>
      </w:r>
    </w:p>
    <w:p w:rsidR="005B0461" w:rsidRDefault="005B0461" w:rsidP="005B0461">
      <w:r>
        <w:t>343.1363</w:t>
      </w:r>
      <w:r>
        <w:tab/>
        <w:t>3.038e0</w:t>
      </w:r>
    </w:p>
    <w:p w:rsidR="005B0461" w:rsidRDefault="005B0461" w:rsidP="005B0461">
      <w:r>
        <w:t>343.1574</w:t>
      </w:r>
      <w:r>
        <w:tab/>
        <w:t>2.877e0</w:t>
      </w:r>
    </w:p>
    <w:p w:rsidR="005B0461" w:rsidRDefault="005B0461" w:rsidP="005B0461">
      <w:r>
        <w:t>343.1641</w:t>
      </w:r>
      <w:r>
        <w:tab/>
        <w:t>5.201e0</w:t>
      </w:r>
    </w:p>
    <w:p w:rsidR="005B0461" w:rsidRDefault="005B0461" w:rsidP="005B0461">
      <w:r>
        <w:t>343.1996</w:t>
      </w:r>
      <w:r>
        <w:tab/>
        <w:t>6.888e0</w:t>
      </w:r>
    </w:p>
    <w:p w:rsidR="005B0461" w:rsidRDefault="005B0461" w:rsidP="005B0461">
      <w:r>
        <w:t>343.2035</w:t>
      </w:r>
      <w:r>
        <w:tab/>
        <w:t>2.025e0</w:t>
      </w:r>
    </w:p>
    <w:p w:rsidR="005B0461" w:rsidRDefault="005B0461" w:rsidP="005B0461">
      <w:r>
        <w:t>343.2311</w:t>
      </w:r>
      <w:r>
        <w:tab/>
        <w:t>1.582e0</w:t>
      </w:r>
    </w:p>
    <w:p w:rsidR="005B0461" w:rsidRDefault="005B0461" w:rsidP="005B0461">
      <w:r>
        <w:t>343.2914</w:t>
      </w:r>
      <w:r>
        <w:tab/>
        <w:t>1.642e1</w:t>
      </w:r>
    </w:p>
    <w:p w:rsidR="005B0461" w:rsidRDefault="005B0461" w:rsidP="005B0461">
      <w:r>
        <w:lastRenderedPageBreak/>
        <w:t>343.2946</w:t>
      </w:r>
      <w:r>
        <w:tab/>
        <w:t>1.377e1</w:t>
      </w:r>
    </w:p>
    <w:p w:rsidR="005B0461" w:rsidRDefault="005B0461" w:rsidP="005B0461">
      <w:r>
        <w:t>343.2971</w:t>
      </w:r>
      <w:r>
        <w:tab/>
        <w:t>2.127e1</w:t>
      </w:r>
    </w:p>
    <w:p w:rsidR="005B0461" w:rsidRDefault="005B0461" w:rsidP="005B0461">
      <w:r>
        <w:t>343.2991</w:t>
      </w:r>
      <w:r>
        <w:tab/>
        <w:t>7.622e0</w:t>
      </w:r>
    </w:p>
    <w:p w:rsidR="005B0461" w:rsidRDefault="005B0461" w:rsidP="005B0461">
      <w:r>
        <w:t>343.3792</w:t>
      </w:r>
      <w:r>
        <w:tab/>
        <w:t>3.038e0</w:t>
      </w:r>
    </w:p>
    <w:p w:rsidR="005B0461" w:rsidRDefault="005B0461" w:rsidP="005B0461">
      <w:r>
        <w:t>343.3812</w:t>
      </w:r>
      <w:r>
        <w:tab/>
        <w:t>1.013e0</w:t>
      </w:r>
    </w:p>
    <w:p w:rsidR="005B0461" w:rsidRDefault="005B0461" w:rsidP="005B0461">
      <w:r>
        <w:t>343.4019</w:t>
      </w:r>
      <w:r>
        <w:tab/>
        <w:t>1.013e0</w:t>
      </w:r>
    </w:p>
    <w:p w:rsidR="005B0461" w:rsidRDefault="005B0461" w:rsidP="005B0461">
      <w:r>
        <w:t>343.4148</w:t>
      </w:r>
      <w:r>
        <w:tab/>
        <w:t>1.013e0</w:t>
      </w:r>
    </w:p>
    <w:p w:rsidR="005B0461" w:rsidRDefault="005B0461" w:rsidP="005B0461">
      <w:r>
        <w:t>343.4236</w:t>
      </w:r>
      <w:r>
        <w:tab/>
        <w:t>3.038e0</w:t>
      </w:r>
    </w:p>
    <w:p w:rsidR="005B0461" w:rsidRDefault="005B0461" w:rsidP="005B0461">
      <w:r>
        <w:t>343.4304</w:t>
      </w:r>
      <w:r>
        <w:tab/>
        <w:t>1.013e0</w:t>
      </w:r>
    </w:p>
    <w:p w:rsidR="005B0461" w:rsidRDefault="005B0461" w:rsidP="005B0461">
      <w:r>
        <w:t>343.4590</w:t>
      </w:r>
      <w:r>
        <w:tab/>
        <w:t>1.013e0</w:t>
      </w:r>
    </w:p>
    <w:p w:rsidR="005B0461" w:rsidRDefault="005B0461" w:rsidP="005B0461">
      <w:r>
        <w:t>343.4837</w:t>
      </w:r>
      <w:r>
        <w:tab/>
        <w:t>1.013e0</w:t>
      </w:r>
    </w:p>
    <w:p w:rsidR="005B0461" w:rsidRDefault="005B0461" w:rsidP="005B0461">
      <w:r>
        <w:t>343.5004</w:t>
      </w:r>
      <w:r>
        <w:tab/>
        <w:t>1.013e0</w:t>
      </w:r>
    </w:p>
    <w:p w:rsidR="005B0461" w:rsidRDefault="005B0461" w:rsidP="005B0461">
      <w:r>
        <w:t>343.5348</w:t>
      </w:r>
      <w:r>
        <w:tab/>
        <w:t>5.063e0</w:t>
      </w:r>
    </w:p>
    <w:p w:rsidR="005B0461" w:rsidRDefault="005B0461" w:rsidP="005B0461">
      <w:r>
        <w:t>343.5442</w:t>
      </w:r>
      <w:r>
        <w:tab/>
        <w:t>1.013e0</w:t>
      </w:r>
    </w:p>
    <w:p w:rsidR="005B0461" w:rsidRDefault="005B0461" w:rsidP="005B0461">
      <w:r>
        <w:t>343.5710</w:t>
      </w:r>
      <w:r>
        <w:tab/>
        <w:t>2.025e0</w:t>
      </w:r>
    </w:p>
    <w:p w:rsidR="005B0461" w:rsidRDefault="005B0461" w:rsidP="005B0461">
      <w:r>
        <w:t>343.5873</w:t>
      </w:r>
      <w:r>
        <w:tab/>
        <w:t>1.013e0</w:t>
      </w:r>
    </w:p>
    <w:p w:rsidR="005B0461" w:rsidRDefault="005B0461" w:rsidP="005B0461">
      <w:r>
        <w:t>343.6067</w:t>
      </w:r>
      <w:r>
        <w:tab/>
        <w:t>1.013e0</w:t>
      </w:r>
    </w:p>
    <w:p w:rsidR="005B0461" w:rsidRDefault="005B0461" w:rsidP="005B0461">
      <w:r>
        <w:t>343.6234</w:t>
      </w:r>
      <w:r>
        <w:tab/>
        <w:t>1.013e0</w:t>
      </w:r>
    </w:p>
    <w:p w:rsidR="005B0461" w:rsidRDefault="005B0461" w:rsidP="005B0461">
      <w:r>
        <w:t>343.6257</w:t>
      </w:r>
      <w:r>
        <w:tab/>
        <w:t>3.038e0</w:t>
      </w:r>
    </w:p>
    <w:p w:rsidR="005B0461" w:rsidRDefault="005B0461" w:rsidP="005B0461">
      <w:r>
        <w:lastRenderedPageBreak/>
        <w:t>343.6839</w:t>
      </w:r>
      <w:r>
        <w:tab/>
        <w:t>2.025e0</w:t>
      </w:r>
    </w:p>
    <w:p w:rsidR="005B0461" w:rsidRDefault="005B0461" w:rsidP="005B0461">
      <w:r>
        <w:t>343.7061</w:t>
      </w:r>
      <w:r>
        <w:tab/>
        <w:t>2.264e0</w:t>
      </w:r>
    </w:p>
    <w:p w:rsidR="005B0461" w:rsidRDefault="005B0461" w:rsidP="005B0461">
      <w:r>
        <w:t>343.7106</w:t>
      </w:r>
      <w:r>
        <w:tab/>
        <w:t>1.013e0</w:t>
      </w:r>
    </w:p>
    <w:p w:rsidR="005B0461" w:rsidRDefault="005B0461" w:rsidP="005B0461">
      <w:r>
        <w:t>343.7415</w:t>
      </w:r>
      <w:r>
        <w:tab/>
        <w:t>1.013e0</w:t>
      </w:r>
    </w:p>
    <w:p w:rsidR="005B0461" w:rsidRDefault="005B0461" w:rsidP="005B0461">
      <w:r>
        <w:t>343.7428</w:t>
      </w:r>
      <w:r>
        <w:tab/>
        <w:t>3.038e0</w:t>
      </w:r>
    </w:p>
    <w:p w:rsidR="005B0461" w:rsidRDefault="005B0461" w:rsidP="005B0461">
      <w:r>
        <w:t>343.7465</w:t>
      </w:r>
      <w:r>
        <w:tab/>
        <w:t>1.013e0</w:t>
      </w:r>
    </w:p>
    <w:p w:rsidR="005B0461" w:rsidRDefault="005B0461" w:rsidP="005B0461">
      <w:r>
        <w:t>343.7599</w:t>
      </w:r>
      <w:r>
        <w:tab/>
        <w:t>1.013e0</w:t>
      </w:r>
    </w:p>
    <w:p w:rsidR="005B0461" w:rsidRDefault="005B0461" w:rsidP="005B0461">
      <w:r>
        <w:t>343.7977</w:t>
      </w:r>
      <w:r>
        <w:tab/>
        <w:t>3.038e0</w:t>
      </w:r>
    </w:p>
    <w:p w:rsidR="005B0461" w:rsidRDefault="005B0461" w:rsidP="005B0461">
      <w:r>
        <w:t>343.8086</w:t>
      </w:r>
      <w:r>
        <w:tab/>
        <w:t>4.051e0</w:t>
      </w:r>
    </w:p>
    <w:p w:rsidR="005B0461" w:rsidRDefault="005B0461" w:rsidP="005B0461">
      <w:r>
        <w:t>343.8340</w:t>
      </w:r>
      <w:r>
        <w:tab/>
        <w:t>1.013e0</w:t>
      </w:r>
    </w:p>
    <w:p w:rsidR="005B0461" w:rsidRDefault="005B0461" w:rsidP="005B0461">
      <w:r>
        <w:t>343.8735</w:t>
      </w:r>
      <w:r>
        <w:tab/>
        <w:t>5.063e0</w:t>
      </w:r>
    </w:p>
    <w:p w:rsidR="005B0461" w:rsidRDefault="005B0461" w:rsidP="005B0461">
      <w:r>
        <w:t>343.9029</w:t>
      </w:r>
      <w:r>
        <w:tab/>
        <w:t>3.038e0</w:t>
      </w:r>
    </w:p>
    <w:p w:rsidR="005B0461" w:rsidRDefault="005B0461" w:rsidP="005B0461">
      <w:r>
        <w:t>343.9182</w:t>
      </w:r>
      <w:r>
        <w:tab/>
        <w:t>4.051e0</w:t>
      </w:r>
    </w:p>
    <w:p w:rsidR="005B0461" w:rsidRDefault="005B0461" w:rsidP="005B0461">
      <w:r>
        <w:t>343.9307</w:t>
      </w:r>
      <w:r>
        <w:tab/>
        <w:t>4.051e0</w:t>
      </w:r>
    </w:p>
    <w:p w:rsidR="005B0461" w:rsidRDefault="005B0461" w:rsidP="005B0461">
      <w:r>
        <w:t>343.9616</w:t>
      </w:r>
      <w:r>
        <w:tab/>
        <w:t>2.389e0</w:t>
      </w:r>
    </w:p>
    <w:p w:rsidR="005B0461" w:rsidRDefault="005B0461" w:rsidP="005B0461">
      <w:r>
        <w:t>343.9819</w:t>
      </w:r>
      <w:r>
        <w:tab/>
        <w:t>2.396e0</w:t>
      </w:r>
    </w:p>
    <w:p w:rsidR="005B0461" w:rsidRDefault="005B0461" w:rsidP="005B0461">
      <w:r>
        <w:t>344.0026</w:t>
      </w:r>
      <w:r>
        <w:tab/>
        <w:t>1.810e0</w:t>
      </w:r>
    </w:p>
    <w:p w:rsidR="005B0461" w:rsidRDefault="005B0461" w:rsidP="005B0461">
      <w:r>
        <w:t>344.0271</w:t>
      </w:r>
      <w:r>
        <w:tab/>
        <w:t>8.678e0</w:t>
      </w:r>
    </w:p>
    <w:p w:rsidR="005B0461" w:rsidRDefault="005B0461" w:rsidP="005B0461">
      <w:r>
        <w:t>344.0303</w:t>
      </w:r>
      <w:r>
        <w:tab/>
        <w:t>2.910e0</w:t>
      </w:r>
    </w:p>
    <w:p w:rsidR="005B0461" w:rsidRDefault="005B0461" w:rsidP="005B0461">
      <w:r>
        <w:lastRenderedPageBreak/>
        <w:t>344.0668</w:t>
      </w:r>
      <w:r>
        <w:tab/>
        <w:t>1.417e0</w:t>
      </w:r>
    </w:p>
    <w:p w:rsidR="005B0461" w:rsidRDefault="005B0461" w:rsidP="005B0461">
      <w:r>
        <w:t>344.0823</w:t>
      </w:r>
      <w:r>
        <w:tab/>
        <w:t>3.038e0</w:t>
      </w:r>
    </w:p>
    <w:p w:rsidR="005B0461" w:rsidRDefault="005B0461" w:rsidP="005B0461">
      <w:r>
        <w:t>344.0952</w:t>
      </w:r>
      <w:r>
        <w:tab/>
        <w:t>1.013e0</w:t>
      </w:r>
    </w:p>
    <w:p w:rsidR="005B0461" w:rsidRDefault="005B0461" w:rsidP="005B0461">
      <w:r>
        <w:t>344.1100</w:t>
      </w:r>
      <w:r>
        <w:tab/>
        <w:t>2.025e0</w:t>
      </w:r>
    </w:p>
    <w:p w:rsidR="005B0461" w:rsidRDefault="005B0461" w:rsidP="005B0461">
      <w:r>
        <w:t>344.1177</w:t>
      </w:r>
      <w:r>
        <w:tab/>
        <w:t>1.885e0</w:t>
      </w:r>
    </w:p>
    <w:p w:rsidR="005B0461" w:rsidRDefault="005B0461" w:rsidP="005B0461">
      <w:r>
        <w:t>344.1463</w:t>
      </w:r>
      <w:r>
        <w:tab/>
        <w:t>1.865e0</w:t>
      </w:r>
    </w:p>
    <w:p w:rsidR="005B0461" w:rsidRDefault="005B0461" w:rsidP="005B0461">
      <w:r>
        <w:t>344.1633</w:t>
      </w:r>
      <w:r>
        <w:tab/>
        <w:t>2.025e0</w:t>
      </w:r>
    </w:p>
    <w:p w:rsidR="005B0461" w:rsidRDefault="005B0461" w:rsidP="005B0461">
      <w:r>
        <w:t>344.1770</w:t>
      </w:r>
      <w:r>
        <w:tab/>
        <w:t>1.100e0</w:t>
      </w:r>
    </w:p>
    <w:p w:rsidR="005B0461" w:rsidRDefault="005B0461" w:rsidP="005B0461">
      <w:r>
        <w:t>344.2176</w:t>
      </w:r>
      <w:r>
        <w:tab/>
        <w:t>9.084e0</w:t>
      </w:r>
    </w:p>
    <w:p w:rsidR="005B0461" w:rsidRDefault="005B0461" w:rsidP="005B0461">
      <w:r>
        <w:t>344.2247</w:t>
      </w:r>
      <w:r>
        <w:tab/>
        <w:t>1.130e1</w:t>
      </w:r>
    </w:p>
    <w:p w:rsidR="005B0461" w:rsidRDefault="005B0461" w:rsidP="005B0461">
      <w:r>
        <w:t>344.2296</w:t>
      </w:r>
      <w:r>
        <w:tab/>
        <w:t>1.311e1</w:t>
      </w:r>
    </w:p>
    <w:p w:rsidR="005B0461" w:rsidRDefault="005B0461" w:rsidP="005B0461">
      <w:r>
        <w:t>344.2333</w:t>
      </w:r>
      <w:r>
        <w:tab/>
        <w:t>1.739e1</w:t>
      </w:r>
    </w:p>
    <w:p w:rsidR="005B0461" w:rsidRDefault="005B0461" w:rsidP="005B0461">
      <w:r>
        <w:t>344.3042</w:t>
      </w:r>
      <w:r>
        <w:tab/>
        <w:t>4.051e0</w:t>
      </w:r>
    </w:p>
    <w:p w:rsidR="005B0461" w:rsidRDefault="005B0461" w:rsidP="005B0461">
      <w:r>
        <w:t>344.3078</w:t>
      </w:r>
      <w:r>
        <w:tab/>
        <w:t>1.589e1</w:t>
      </w:r>
    </w:p>
    <w:p w:rsidR="005B0461" w:rsidRDefault="005B0461" w:rsidP="005B0461">
      <w:r>
        <w:t>344.3158</w:t>
      </w:r>
      <w:r>
        <w:tab/>
        <w:t>2.025e0</w:t>
      </w:r>
    </w:p>
    <w:p w:rsidR="005B0461" w:rsidRDefault="005B0461" w:rsidP="005B0461">
      <w:r>
        <w:t>344.3498</w:t>
      </w:r>
      <w:r>
        <w:tab/>
        <w:t>2.025e0</w:t>
      </w:r>
    </w:p>
    <w:p w:rsidR="005B0461" w:rsidRDefault="005B0461" w:rsidP="005B0461">
      <w:r>
        <w:t>344.3517</w:t>
      </w:r>
      <w:r>
        <w:tab/>
        <w:t>2.025e0</w:t>
      </w:r>
    </w:p>
    <w:p w:rsidR="005B0461" w:rsidRDefault="005B0461" w:rsidP="005B0461">
      <w:r>
        <w:t>344.3581</w:t>
      </w:r>
      <w:r>
        <w:tab/>
        <w:t>2.025e0</w:t>
      </w:r>
    </w:p>
    <w:p w:rsidR="005B0461" w:rsidRDefault="005B0461" w:rsidP="005B0461">
      <w:r>
        <w:t>344.3793</w:t>
      </w:r>
      <w:r>
        <w:tab/>
        <w:t>2.025e0</w:t>
      </w:r>
    </w:p>
    <w:p w:rsidR="005B0461" w:rsidRDefault="005B0461" w:rsidP="005B0461">
      <w:r>
        <w:lastRenderedPageBreak/>
        <w:t>344.3956</w:t>
      </w:r>
      <w:r>
        <w:tab/>
        <w:t>1.013e0</w:t>
      </w:r>
    </w:p>
    <w:p w:rsidR="005B0461" w:rsidRDefault="005B0461" w:rsidP="005B0461">
      <w:r>
        <w:t>344.4017</w:t>
      </w:r>
      <w:r>
        <w:tab/>
        <w:t>1.013e0</w:t>
      </w:r>
    </w:p>
    <w:p w:rsidR="005B0461" w:rsidRDefault="005B0461" w:rsidP="005B0461">
      <w:r>
        <w:t>344.4482</w:t>
      </w:r>
      <w:r>
        <w:tab/>
        <w:t>2.025e0</w:t>
      </w:r>
    </w:p>
    <w:p w:rsidR="005B0461" w:rsidRDefault="005B0461" w:rsidP="005B0461">
      <w:r>
        <w:t>344.4693</w:t>
      </w:r>
      <w:r>
        <w:tab/>
        <w:t>2.025e0</w:t>
      </w:r>
    </w:p>
    <w:p w:rsidR="005B0461" w:rsidRDefault="005B0461" w:rsidP="005B0461">
      <w:r>
        <w:t>344.4852</w:t>
      </w:r>
      <w:r>
        <w:tab/>
        <w:t>1.013e0</w:t>
      </w:r>
    </w:p>
    <w:p w:rsidR="005B0461" w:rsidRDefault="005B0461" w:rsidP="005B0461">
      <w:r>
        <w:t>344.4944</w:t>
      </w:r>
      <w:r>
        <w:tab/>
        <w:t>2.025e0</w:t>
      </w:r>
    </w:p>
    <w:p w:rsidR="005B0461" w:rsidRDefault="005B0461" w:rsidP="005B0461">
      <w:r>
        <w:t>344.5138</w:t>
      </w:r>
      <w:r>
        <w:tab/>
        <w:t>1.013e0</w:t>
      </w:r>
    </w:p>
    <w:p w:rsidR="005B0461" w:rsidRDefault="005B0461" w:rsidP="005B0461">
      <w:r>
        <w:t>344.5191</w:t>
      </w:r>
      <w:r>
        <w:tab/>
        <w:t>1.013e0</w:t>
      </w:r>
    </w:p>
    <w:p w:rsidR="005B0461" w:rsidRDefault="005B0461" w:rsidP="005B0461">
      <w:r>
        <w:t>344.5438</w:t>
      </w:r>
      <w:r>
        <w:tab/>
        <w:t>1.013e0</w:t>
      </w:r>
    </w:p>
    <w:p w:rsidR="005B0461" w:rsidRDefault="005B0461" w:rsidP="005B0461">
      <w:r>
        <w:t>344.5591</w:t>
      </w:r>
      <w:r>
        <w:tab/>
        <w:t>1.013e0</w:t>
      </w:r>
    </w:p>
    <w:p w:rsidR="005B0461" w:rsidRDefault="005B0461" w:rsidP="005B0461">
      <w:r>
        <w:t>344.5748</w:t>
      </w:r>
      <w:r>
        <w:tab/>
        <w:t>3.038e0</w:t>
      </w:r>
    </w:p>
    <w:p w:rsidR="005B0461" w:rsidRDefault="005B0461" w:rsidP="005B0461">
      <w:r>
        <w:t>344.5940</w:t>
      </w:r>
      <w:r>
        <w:tab/>
        <w:t>2.025e0</w:t>
      </w:r>
    </w:p>
    <w:p w:rsidR="005B0461" w:rsidRDefault="005B0461" w:rsidP="005B0461">
      <w:r>
        <w:t>344.6290</w:t>
      </w:r>
      <w:r>
        <w:tab/>
        <w:t>1.013e0</w:t>
      </w:r>
    </w:p>
    <w:p w:rsidR="005B0461" w:rsidRDefault="005B0461" w:rsidP="005B0461">
      <w:r>
        <w:t>344.6782</w:t>
      </w:r>
      <w:r>
        <w:tab/>
        <w:t>1.013e0</w:t>
      </w:r>
    </w:p>
    <w:p w:rsidR="005B0461" w:rsidRDefault="005B0461" w:rsidP="005B0461">
      <w:r>
        <w:t>344.7107</w:t>
      </w:r>
      <w:r>
        <w:tab/>
        <w:t>1.013e0</w:t>
      </w:r>
    </w:p>
    <w:p w:rsidR="005B0461" w:rsidRDefault="005B0461" w:rsidP="005B0461">
      <w:r>
        <w:t>344.7169</w:t>
      </w:r>
      <w:r>
        <w:tab/>
        <w:t>1.013e0</w:t>
      </w:r>
    </w:p>
    <w:p w:rsidR="005B0461" w:rsidRDefault="005B0461" w:rsidP="005B0461">
      <w:r>
        <w:t>344.7725</w:t>
      </w:r>
      <w:r>
        <w:tab/>
        <w:t>2.025e0</w:t>
      </w:r>
    </w:p>
    <w:p w:rsidR="005B0461" w:rsidRDefault="005B0461" w:rsidP="005B0461">
      <w:r>
        <w:t>344.7996</w:t>
      </w:r>
      <w:r>
        <w:tab/>
        <w:t>2.025e0</w:t>
      </w:r>
    </w:p>
    <w:p w:rsidR="005B0461" w:rsidRDefault="005B0461" w:rsidP="005B0461">
      <w:r>
        <w:t>344.8057</w:t>
      </w:r>
      <w:r>
        <w:tab/>
        <w:t>2.025e0</w:t>
      </w:r>
    </w:p>
    <w:p w:rsidR="005B0461" w:rsidRDefault="005B0461" w:rsidP="005B0461">
      <w:r>
        <w:lastRenderedPageBreak/>
        <w:t>344.8590</w:t>
      </w:r>
      <w:r>
        <w:tab/>
        <w:t>1.013e0</w:t>
      </w:r>
    </w:p>
    <w:p w:rsidR="005B0461" w:rsidRDefault="005B0461" w:rsidP="005B0461">
      <w:r>
        <w:t>344.8652</w:t>
      </w:r>
      <w:r>
        <w:tab/>
        <w:t>1.013e0</w:t>
      </w:r>
    </w:p>
    <w:p w:rsidR="005B0461" w:rsidRDefault="005B0461" w:rsidP="005B0461">
      <w:r>
        <w:t>344.8999</w:t>
      </w:r>
      <w:r>
        <w:tab/>
        <w:t>3.038e0</w:t>
      </w:r>
    </w:p>
    <w:p w:rsidR="005B0461" w:rsidRDefault="005B0461" w:rsidP="005B0461">
      <w:r>
        <w:t>344.9085</w:t>
      </w:r>
      <w:r>
        <w:tab/>
        <w:t>1.013e0</w:t>
      </w:r>
    </w:p>
    <w:p w:rsidR="005B0461" w:rsidRDefault="005B0461" w:rsidP="005B0461">
      <w:r>
        <w:t>344.9207</w:t>
      </w:r>
      <w:r>
        <w:tab/>
        <w:t>5.063e0</w:t>
      </w:r>
    </w:p>
    <w:p w:rsidR="005B0461" w:rsidRDefault="005B0461" w:rsidP="005B0461">
      <w:r>
        <w:t>344.9580</w:t>
      </w:r>
      <w:r>
        <w:tab/>
        <w:t>1.013e0</w:t>
      </w:r>
    </w:p>
    <w:p w:rsidR="005B0461" w:rsidRDefault="005B0461" w:rsidP="005B0461">
      <w:r>
        <w:t>344.9682</w:t>
      </w:r>
      <w:r>
        <w:tab/>
        <w:t>2.898e0</w:t>
      </w:r>
    </w:p>
    <w:p w:rsidR="005B0461" w:rsidRDefault="005B0461" w:rsidP="005B0461">
      <w:r>
        <w:t>344.9751</w:t>
      </w:r>
      <w:r>
        <w:tab/>
        <w:t>3.323e0</w:t>
      </w:r>
    </w:p>
    <w:p w:rsidR="005B0461" w:rsidRDefault="005B0461" w:rsidP="005B0461">
      <w:r>
        <w:t>345.0183</w:t>
      </w:r>
      <w:r>
        <w:tab/>
        <w:t>1.238e0</w:t>
      </w:r>
    </w:p>
    <w:p w:rsidR="005B0461" w:rsidRDefault="005B0461" w:rsidP="005B0461">
      <w:r>
        <w:t>345.0428</w:t>
      </w:r>
      <w:r>
        <w:tab/>
        <w:t>3.771e0</w:t>
      </w:r>
    </w:p>
    <w:p w:rsidR="005B0461" w:rsidRDefault="005B0461" w:rsidP="005B0461">
      <w:r>
        <w:t>345.0530</w:t>
      </w:r>
      <w:r>
        <w:tab/>
        <w:t>3.100e0</w:t>
      </w:r>
    </w:p>
    <w:p w:rsidR="005B0461" w:rsidRDefault="005B0461" w:rsidP="005B0461">
      <w:r>
        <w:t>345.0771</w:t>
      </w:r>
      <w:r>
        <w:tab/>
        <w:t>4.051e0</w:t>
      </w:r>
    </w:p>
    <w:p w:rsidR="005B0461" w:rsidRDefault="005B0461" w:rsidP="005B0461">
      <w:r>
        <w:t>345.0794</w:t>
      </w:r>
      <w:r>
        <w:tab/>
        <w:t>4.051e0</w:t>
      </w:r>
    </w:p>
    <w:p w:rsidR="005B0461" w:rsidRDefault="005B0461" w:rsidP="005B0461">
      <w:r>
        <w:t>345.1127</w:t>
      </w:r>
      <w:r>
        <w:tab/>
        <w:t>1.013e0</w:t>
      </w:r>
    </w:p>
    <w:p w:rsidR="005B0461" w:rsidRDefault="005B0461" w:rsidP="005B0461">
      <w:r>
        <w:t>345.1177</w:t>
      </w:r>
      <w:r>
        <w:tab/>
        <w:t>1.013e0</w:t>
      </w:r>
    </w:p>
    <w:p w:rsidR="005B0461" w:rsidRDefault="005B0461" w:rsidP="005B0461">
      <w:r>
        <w:t>345.1302</w:t>
      </w:r>
      <w:r>
        <w:tab/>
        <w:t>3.285e0</w:t>
      </w:r>
    </w:p>
    <w:p w:rsidR="005B0461" w:rsidRDefault="005B0461" w:rsidP="005B0461">
      <w:r>
        <w:t>345.1748</w:t>
      </w:r>
      <w:r>
        <w:tab/>
        <w:t>1.013e0</w:t>
      </w:r>
    </w:p>
    <w:p w:rsidR="005B0461" w:rsidRDefault="005B0461" w:rsidP="005B0461">
      <w:r>
        <w:t>345.1901</w:t>
      </w:r>
      <w:r>
        <w:tab/>
        <w:t>1.114e0</w:t>
      </w:r>
    </w:p>
    <w:p w:rsidR="005B0461" w:rsidRDefault="005B0461" w:rsidP="005B0461">
      <w:r>
        <w:t>345.1932</w:t>
      </w:r>
      <w:r>
        <w:tab/>
        <w:t>3.956e0</w:t>
      </w:r>
    </w:p>
    <w:p w:rsidR="005B0461" w:rsidRDefault="005B0461" w:rsidP="005B0461">
      <w:r>
        <w:lastRenderedPageBreak/>
        <w:t>345.2189</w:t>
      </w:r>
      <w:r>
        <w:tab/>
        <w:t>4.051e0</w:t>
      </w:r>
    </w:p>
    <w:p w:rsidR="005B0461" w:rsidRDefault="005B0461" w:rsidP="005B0461">
      <w:r>
        <w:t>345.2344</w:t>
      </w:r>
      <w:r>
        <w:tab/>
        <w:t>9.459e0</w:t>
      </w:r>
    </w:p>
    <w:p w:rsidR="005B0461" w:rsidRDefault="005B0461" w:rsidP="005B0461">
      <w:r>
        <w:t>345.2441</w:t>
      </w:r>
      <w:r>
        <w:tab/>
        <w:t>1.809e0</w:t>
      </w:r>
    </w:p>
    <w:p w:rsidR="005B0461" w:rsidRDefault="005B0461" w:rsidP="005B0461">
      <w:r>
        <w:t>345.2634</w:t>
      </w:r>
      <w:r>
        <w:tab/>
        <w:t>3.999e0</w:t>
      </w:r>
    </w:p>
    <w:p w:rsidR="005B0461" w:rsidRDefault="005B0461" w:rsidP="005B0461">
      <w:r>
        <w:t>345.2794</w:t>
      </w:r>
      <w:r>
        <w:tab/>
        <w:t>1.696e0</w:t>
      </w:r>
    </w:p>
    <w:p w:rsidR="005B0461" w:rsidRDefault="005B0461" w:rsidP="005B0461">
      <w:r>
        <w:t>345.2828</w:t>
      </w:r>
      <w:r>
        <w:tab/>
        <w:t>1.523e0</w:t>
      </w:r>
    </w:p>
    <w:p w:rsidR="005B0461" w:rsidRDefault="005B0461" w:rsidP="005B0461">
      <w:r>
        <w:t>345.2917</w:t>
      </w:r>
      <w:r>
        <w:tab/>
        <w:t>7.481e0</w:t>
      </w:r>
    </w:p>
    <w:p w:rsidR="005B0461" w:rsidRDefault="005B0461" w:rsidP="005B0461">
      <w:r>
        <w:t>345.3188</w:t>
      </w:r>
      <w:r>
        <w:tab/>
        <w:t>1.013e0</w:t>
      </w:r>
    </w:p>
    <w:p w:rsidR="005B0461" w:rsidRDefault="005B0461" w:rsidP="005B0461">
      <w:r>
        <w:t>345.3348</w:t>
      </w:r>
      <w:r>
        <w:tab/>
        <w:t>3.038e0</w:t>
      </w:r>
    </w:p>
    <w:p w:rsidR="005B0461" w:rsidRDefault="005B0461" w:rsidP="005B0461">
      <w:r>
        <w:t>345.3565</w:t>
      </w:r>
      <w:r>
        <w:tab/>
        <w:t>2.025e0</w:t>
      </w:r>
    </w:p>
    <w:p w:rsidR="005B0461" w:rsidRDefault="005B0461" w:rsidP="005B0461">
      <w:r>
        <w:t>345.3640</w:t>
      </w:r>
      <w:r>
        <w:tab/>
        <w:t>1.013e0</w:t>
      </w:r>
    </w:p>
    <w:p w:rsidR="005B0461" w:rsidRDefault="005B0461" w:rsidP="005B0461">
      <w:r>
        <w:t>345.3972</w:t>
      </w:r>
      <w:r>
        <w:tab/>
        <w:t>2.025e0</w:t>
      </w:r>
    </w:p>
    <w:p w:rsidR="005B0461" w:rsidRDefault="005B0461" w:rsidP="005B0461">
      <w:r>
        <w:t>345.4126</w:t>
      </w:r>
      <w:r>
        <w:tab/>
        <w:t>2.025e0</w:t>
      </w:r>
    </w:p>
    <w:p w:rsidR="005B0461" w:rsidRDefault="005B0461" w:rsidP="005B0461">
      <w:r>
        <w:t>345.4380</w:t>
      </w:r>
      <w:r>
        <w:tab/>
        <w:t>3.038e0</w:t>
      </w:r>
    </w:p>
    <w:p w:rsidR="005B0461" w:rsidRDefault="005B0461" w:rsidP="005B0461">
      <w:r>
        <w:t>345.4757</w:t>
      </w:r>
      <w:r>
        <w:tab/>
        <w:t>3.038e0</w:t>
      </w:r>
    </w:p>
    <w:p w:rsidR="005B0461" w:rsidRDefault="005B0461" w:rsidP="005B0461">
      <w:r>
        <w:t>345.4873</w:t>
      </w:r>
      <w:r>
        <w:tab/>
        <w:t>1.013e0</w:t>
      </w:r>
    </w:p>
    <w:p w:rsidR="005B0461" w:rsidRDefault="005B0461" w:rsidP="005B0461">
      <w:r>
        <w:t>345.4965</w:t>
      </w:r>
      <w:r>
        <w:tab/>
        <w:t>1.013e0</w:t>
      </w:r>
    </w:p>
    <w:p w:rsidR="005B0461" w:rsidRDefault="005B0461" w:rsidP="005B0461">
      <w:r>
        <w:t>345.5277</w:t>
      </w:r>
      <w:r>
        <w:tab/>
        <w:t>3.038e0</w:t>
      </w:r>
    </w:p>
    <w:p w:rsidR="005B0461" w:rsidRDefault="005B0461" w:rsidP="005B0461">
      <w:r>
        <w:t>345.5326</w:t>
      </w:r>
      <w:r>
        <w:tab/>
        <w:t>2.025e0</w:t>
      </w:r>
    </w:p>
    <w:p w:rsidR="005B0461" w:rsidRDefault="005B0461" w:rsidP="005B0461">
      <w:r>
        <w:lastRenderedPageBreak/>
        <w:t>345.5572</w:t>
      </w:r>
      <w:r>
        <w:tab/>
        <w:t>1.013e0</w:t>
      </w:r>
    </w:p>
    <w:p w:rsidR="005B0461" w:rsidRDefault="005B0461" w:rsidP="005B0461">
      <w:r>
        <w:t>345.5593</w:t>
      </w:r>
      <w:r>
        <w:tab/>
        <w:t>2.025e0</w:t>
      </w:r>
    </w:p>
    <w:p w:rsidR="005B0461" w:rsidRDefault="005B0461" w:rsidP="005B0461">
      <w:r>
        <w:t>345.5651</w:t>
      </w:r>
      <w:r>
        <w:tab/>
        <w:t>1.013e0</w:t>
      </w:r>
    </w:p>
    <w:p w:rsidR="005B0461" w:rsidRDefault="005B0461" w:rsidP="005B0461">
      <w:r>
        <w:t>345.6004</w:t>
      </w:r>
      <w:r>
        <w:tab/>
        <w:t>2.025e0</w:t>
      </w:r>
    </w:p>
    <w:p w:rsidR="005B0461" w:rsidRDefault="005B0461" w:rsidP="005B0461">
      <w:r>
        <w:t>345.6266</w:t>
      </w:r>
      <w:r>
        <w:tab/>
        <w:t>1.013e0</w:t>
      </w:r>
    </w:p>
    <w:p w:rsidR="005B0461" w:rsidRDefault="005B0461" w:rsidP="005B0461">
      <w:r>
        <w:t>345.6948</w:t>
      </w:r>
      <w:r>
        <w:tab/>
        <w:t>2.025e0</w:t>
      </w:r>
    </w:p>
    <w:p w:rsidR="005B0461" w:rsidRDefault="005B0461" w:rsidP="005B0461">
      <w:r>
        <w:t>345.7091</w:t>
      </w:r>
      <w:r>
        <w:tab/>
        <w:t>1.013e0</w:t>
      </w:r>
    </w:p>
    <w:p w:rsidR="005B0461" w:rsidRDefault="005B0461" w:rsidP="005B0461">
      <w:r>
        <w:t>345.7133</w:t>
      </w:r>
      <w:r>
        <w:tab/>
        <w:t>1.013e0</w:t>
      </w:r>
    </w:p>
    <w:p w:rsidR="005B0461" w:rsidRDefault="005B0461" w:rsidP="005B0461">
      <w:r>
        <w:t>345.7443</w:t>
      </w:r>
      <w:r>
        <w:tab/>
        <w:t>1.013e0</w:t>
      </w:r>
    </w:p>
    <w:p w:rsidR="005B0461" w:rsidRDefault="005B0461" w:rsidP="005B0461">
      <w:r>
        <w:t>345.7507</w:t>
      </w:r>
      <w:r>
        <w:tab/>
        <w:t>2.025e0</w:t>
      </w:r>
    </w:p>
    <w:p w:rsidR="005B0461" w:rsidRDefault="005B0461" w:rsidP="005B0461">
      <w:r>
        <w:t>345.7629</w:t>
      </w:r>
      <w:r>
        <w:tab/>
        <w:t>1.013e0</w:t>
      </w:r>
    </w:p>
    <w:p w:rsidR="005B0461" w:rsidRDefault="005B0461" w:rsidP="005B0461">
      <w:r>
        <w:t>345.8141</w:t>
      </w:r>
      <w:r>
        <w:tab/>
        <w:t>2.025e0</w:t>
      </w:r>
    </w:p>
    <w:p w:rsidR="005B0461" w:rsidRDefault="005B0461" w:rsidP="005B0461">
      <w:r>
        <w:t>345.8244</w:t>
      </w:r>
      <w:r>
        <w:tab/>
        <w:t>1.013e0</w:t>
      </w:r>
    </w:p>
    <w:p w:rsidR="005B0461" w:rsidRDefault="005B0461" w:rsidP="005B0461">
      <w:r>
        <w:t>345.8283</w:t>
      </w:r>
      <w:r>
        <w:tab/>
        <w:t>1.013e0</w:t>
      </w:r>
    </w:p>
    <w:p w:rsidR="005B0461" w:rsidRDefault="005B0461" w:rsidP="005B0461">
      <w:r>
        <w:t>345.8737</w:t>
      </w:r>
      <w:r>
        <w:tab/>
        <w:t>1.013e0</w:t>
      </w:r>
    </w:p>
    <w:p w:rsidR="005B0461" w:rsidRDefault="005B0461" w:rsidP="005B0461">
      <w:r>
        <w:t>345.8828</w:t>
      </w:r>
      <w:r>
        <w:tab/>
        <w:t>3.038e0</w:t>
      </w:r>
    </w:p>
    <w:p w:rsidR="005B0461" w:rsidRDefault="005B0461" w:rsidP="005B0461">
      <w:r>
        <w:t>345.9146</w:t>
      </w:r>
      <w:r>
        <w:tab/>
        <w:t>6.117e0</w:t>
      </w:r>
    </w:p>
    <w:p w:rsidR="005B0461" w:rsidRDefault="005B0461" w:rsidP="005B0461">
      <w:r>
        <w:t>345.9189</w:t>
      </w:r>
      <w:r>
        <w:tab/>
        <w:t>2.930e0</w:t>
      </w:r>
    </w:p>
    <w:p w:rsidR="005B0461" w:rsidRDefault="005B0461" w:rsidP="005B0461">
      <w:r>
        <w:t>345.9242</w:t>
      </w:r>
      <w:r>
        <w:tab/>
        <w:t>2.944e0</w:t>
      </w:r>
    </w:p>
    <w:p w:rsidR="005B0461" w:rsidRDefault="005B0461" w:rsidP="005B0461">
      <w:r>
        <w:lastRenderedPageBreak/>
        <w:t>345.9496</w:t>
      </w:r>
      <w:r>
        <w:tab/>
        <w:t>1.701e0</w:t>
      </w:r>
    </w:p>
    <w:p w:rsidR="005B0461" w:rsidRDefault="005B0461" w:rsidP="005B0461">
      <w:r>
        <w:t>345.9546</w:t>
      </w:r>
      <w:r>
        <w:tab/>
        <w:t>7.089e0</w:t>
      </w:r>
    </w:p>
    <w:p w:rsidR="005B0461" w:rsidRDefault="005B0461" w:rsidP="005B0461">
      <w:r>
        <w:t>346.0243</w:t>
      </w:r>
      <w:r>
        <w:tab/>
        <w:t>2.664e0</w:t>
      </w:r>
    </w:p>
    <w:p w:rsidR="005B0461" w:rsidRDefault="005B0461" w:rsidP="005B0461">
      <w:r>
        <w:t>346.0333</w:t>
      </w:r>
      <w:r>
        <w:tab/>
        <w:t>4.644e0</w:t>
      </w:r>
    </w:p>
    <w:p w:rsidR="005B0461" w:rsidRDefault="005B0461" w:rsidP="005B0461">
      <w:r>
        <w:t>346.0375</w:t>
      </w:r>
      <w:r>
        <w:tab/>
        <w:t>3.520e0</w:t>
      </w:r>
    </w:p>
    <w:p w:rsidR="005B0461" w:rsidRDefault="005B0461" w:rsidP="005B0461">
      <w:r>
        <w:t>346.0835</w:t>
      </w:r>
      <w:r>
        <w:tab/>
        <w:t>6.586e0</w:t>
      </w:r>
    </w:p>
    <w:p w:rsidR="005B0461" w:rsidRDefault="005B0461" w:rsidP="005B0461">
      <w:r>
        <w:t>346.1038</w:t>
      </w:r>
      <w:r>
        <w:tab/>
        <w:t>2.025e0</w:t>
      </w:r>
    </w:p>
    <w:p w:rsidR="005B0461" w:rsidRDefault="005B0461" w:rsidP="005B0461">
      <w:r>
        <w:t>346.1350</w:t>
      </w:r>
      <w:r>
        <w:tab/>
        <w:t>1.013e0</w:t>
      </w:r>
    </w:p>
    <w:p w:rsidR="005B0461" w:rsidRDefault="005B0461" w:rsidP="005B0461">
      <w:r>
        <w:t>346.1360</w:t>
      </w:r>
      <w:r>
        <w:tab/>
        <w:t>3.030e0</w:t>
      </w:r>
    </w:p>
    <w:p w:rsidR="005B0461" w:rsidRDefault="005B0461" w:rsidP="005B0461">
      <w:r>
        <w:t>346.1555</w:t>
      </w:r>
      <w:r>
        <w:tab/>
        <w:t>2.424e0</w:t>
      </w:r>
    </w:p>
    <w:p w:rsidR="005B0461" w:rsidRDefault="005B0461" w:rsidP="005B0461">
      <w:r>
        <w:t>346.1649</w:t>
      </w:r>
      <w:r>
        <w:tab/>
        <w:t>1.947e0</w:t>
      </w:r>
    </w:p>
    <w:p w:rsidR="005B0461" w:rsidRDefault="005B0461" w:rsidP="005B0461">
      <w:r>
        <w:t>346.1962</w:t>
      </w:r>
      <w:r>
        <w:tab/>
        <w:t>3.286e0</w:t>
      </w:r>
    </w:p>
    <w:p w:rsidR="005B0461" w:rsidRDefault="005B0461" w:rsidP="005B0461">
      <w:r>
        <w:t>346.2263</w:t>
      </w:r>
      <w:r>
        <w:tab/>
        <w:t>4.061e0</w:t>
      </w:r>
    </w:p>
    <w:p w:rsidR="005B0461" w:rsidRDefault="005B0461" w:rsidP="005B0461">
      <w:r>
        <w:t>346.2469</w:t>
      </w:r>
      <w:r>
        <w:tab/>
        <w:t>1.527e0</w:t>
      </w:r>
    </w:p>
    <w:p w:rsidR="005B0461" w:rsidRDefault="005B0461" w:rsidP="005B0461">
      <w:r>
        <w:t>346.2559</w:t>
      </w:r>
      <w:r>
        <w:tab/>
        <w:t>3.164e0</w:t>
      </w:r>
    </w:p>
    <w:p w:rsidR="005B0461" w:rsidRDefault="005B0461" w:rsidP="005B0461">
      <w:r>
        <w:t>346.2630</w:t>
      </w:r>
      <w:r>
        <w:tab/>
        <w:t>2.543e0</w:t>
      </w:r>
    </w:p>
    <w:p w:rsidR="005B0461" w:rsidRDefault="005B0461" w:rsidP="005B0461">
      <w:r>
        <w:t>346.3025</w:t>
      </w:r>
      <w:r>
        <w:tab/>
        <w:t>1.013e0</w:t>
      </w:r>
    </w:p>
    <w:p w:rsidR="005B0461" w:rsidRDefault="005B0461" w:rsidP="005B0461">
      <w:r>
        <w:t>346.3274</w:t>
      </w:r>
      <w:r>
        <w:tab/>
        <w:t>1.013e0</w:t>
      </w:r>
    </w:p>
    <w:p w:rsidR="005B0461" w:rsidRDefault="005B0461" w:rsidP="005B0461">
      <w:r>
        <w:t>346.3401</w:t>
      </w:r>
      <w:r>
        <w:tab/>
        <w:t>2.025e0</w:t>
      </w:r>
    </w:p>
    <w:p w:rsidR="005B0461" w:rsidRDefault="005B0461" w:rsidP="005B0461">
      <w:r>
        <w:lastRenderedPageBreak/>
        <w:t>346.3475</w:t>
      </w:r>
      <w:r>
        <w:tab/>
        <w:t>3.038e0</w:t>
      </w:r>
    </w:p>
    <w:p w:rsidR="005B0461" w:rsidRDefault="005B0461" w:rsidP="005B0461">
      <w:r>
        <w:t>346.3600</w:t>
      </w:r>
      <w:r>
        <w:tab/>
        <w:t>3.038e0</w:t>
      </w:r>
    </w:p>
    <w:p w:rsidR="005B0461" w:rsidRDefault="005B0461" w:rsidP="005B0461">
      <w:r>
        <w:t>346.3770</w:t>
      </w:r>
      <w:r>
        <w:tab/>
        <w:t>2.025e0</w:t>
      </w:r>
    </w:p>
    <w:p w:rsidR="005B0461" w:rsidRDefault="005B0461" w:rsidP="005B0461">
      <w:r>
        <w:t>346.4002</w:t>
      </w:r>
      <w:r>
        <w:tab/>
        <w:t>3.038e0</w:t>
      </w:r>
    </w:p>
    <w:p w:rsidR="005B0461" w:rsidRDefault="005B0461" w:rsidP="005B0461">
      <w:r>
        <w:t>346.4407</w:t>
      </w:r>
      <w:r>
        <w:tab/>
        <w:t>1.013e0</w:t>
      </w:r>
    </w:p>
    <w:p w:rsidR="005B0461" w:rsidRDefault="005B0461" w:rsidP="005B0461">
      <w:r>
        <w:t>346.4476</w:t>
      </w:r>
      <w:r>
        <w:tab/>
        <w:t>3.038e0</w:t>
      </w:r>
    </w:p>
    <w:p w:rsidR="005B0461" w:rsidRDefault="005B0461" w:rsidP="005B0461">
      <w:r>
        <w:t>346.5012</w:t>
      </w:r>
      <w:r>
        <w:tab/>
        <w:t>2.025e0</w:t>
      </w:r>
    </w:p>
    <w:p w:rsidR="005B0461" w:rsidRDefault="005B0461" w:rsidP="005B0461">
      <w:r>
        <w:t>346.5146</w:t>
      </w:r>
      <w:r>
        <w:tab/>
        <w:t>1.013e0</w:t>
      </w:r>
    </w:p>
    <w:p w:rsidR="005B0461" w:rsidRDefault="005B0461" w:rsidP="005B0461">
      <w:r>
        <w:t>346.5806</w:t>
      </w:r>
      <w:r>
        <w:tab/>
        <w:t>1.013e0</w:t>
      </w:r>
    </w:p>
    <w:p w:rsidR="005B0461" w:rsidRDefault="005B0461" w:rsidP="005B0461">
      <w:r>
        <w:t>346.6053</w:t>
      </w:r>
      <w:r>
        <w:tab/>
        <w:t>3.038e0</w:t>
      </w:r>
    </w:p>
    <w:p w:rsidR="005B0461" w:rsidRDefault="005B0461" w:rsidP="005B0461">
      <w:r>
        <w:t>346.6339</w:t>
      </w:r>
      <w:r>
        <w:tab/>
        <w:t>1.013e0</w:t>
      </w:r>
    </w:p>
    <w:p w:rsidR="005B0461" w:rsidRDefault="005B0461" w:rsidP="005B0461">
      <w:r>
        <w:t>346.6378</w:t>
      </w:r>
      <w:r>
        <w:tab/>
        <w:t>1.013e0</w:t>
      </w:r>
    </w:p>
    <w:p w:rsidR="005B0461" w:rsidRDefault="005B0461" w:rsidP="005B0461">
      <w:r>
        <w:t>346.6545</w:t>
      </w:r>
      <w:r>
        <w:tab/>
        <w:t>1.013e0</w:t>
      </w:r>
    </w:p>
    <w:p w:rsidR="005B0461" w:rsidRDefault="005B0461" w:rsidP="005B0461">
      <w:r>
        <w:t>346.6689</w:t>
      </w:r>
      <w:r>
        <w:tab/>
        <w:t>1.013e0</w:t>
      </w:r>
    </w:p>
    <w:p w:rsidR="005B0461" w:rsidRDefault="005B0461" w:rsidP="005B0461">
      <w:r>
        <w:t>346.7038</w:t>
      </w:r>
      <w:r>
        <w:tab/>
        <w:t>1.013e0</w:t>
      </w:r>
    </w:p>
    <w:p w:rsidR="005B0461" w:rsidRDefault="005B0461" w:rsidP="005B0461">
      <w:r>
        <w:t>346.7408</w:t>
      </w:r>
      <w:r>
        <w:tab/>
        <w:t>3.038e0</w:t>
      </w:r>
    </w:p>
    <w:p w:rsidR="005B0461" w:rsidRDefault="005B0461" w:rsidP="005B0461">
      <w:r>
        <w:t>346.7551</w:t>
      </w:r>
      <w:r>
        <w:tab/>
        <w:t>2.025e0</w:t>
      </w:r>
    </w:p>
    <w:p w:rsidR="005B0461" w:rsidRDefault="005B0461" w:rsidP="005B0461">
      <w:r>
        <w:t>346.7835</w:t>
      </w:r>
      <w:r>
        <w:tab/>
        <w:t>3.038e0</w:t>
      </w:r>
    </w:p>
    <w:p w:rsidR="005B0461" w:rsidRDefault="005B0461" w:rsidP="005B0461">
      <w:r>
        <w:t>346.8429</w:t>
      </w:r>
      <w:r>
        <w:tab/>
        <w:t>1.013e0</w:t>
      </w:r>
    </w:p>
    <w:p w:rsidR="005B0461" w:rsidRDefault="005B0461" w:rsidP="005B0461">
      <w:r>
        <w:lastRenderedPageBreak/>
        <w:t>346.8615</w:t>
      </w:r>
      <w:r>
        <w:tab/>
        <w:t>1.013e0</w:t>
      </w:r>
    </w:p>
    <w:p w:rsidR="005B0461" w:rsidRDefault="005B0461" w:rsidP="005B0461">
      <w:r>
        <w:t>346.8725</w:t>
      </w:r>
      <w:r>
        <w:tab/>
        <w:t>1.013e0</w:t>
      </w:r>
    </w:p>
    <w:p w:rsidR="005B0461" w:rsidRDefault="005B0461" w:rsidP="005B0461">
      <w:r>
        <w:t>346.8864</w:t>
      </w:r>
      <w:r>
        <w:tab/>
        <w:t>1.013e0</w:t>
      </w:r>
    </w:p>
    <w:p w:rsidR="005B0461" w:rsidRDefault="005B0461" w:rsidP="005B0461">
      <w:r>
        <w:t>346.9113</w:t>
      </w:r>
      <w:r>
        <w:tab/>
        <w:t>1.013e0</w:t>
      </w:r>
    </w:p>
    <w:p w:rsidR="005B0461" w:rsidRDefault="005B0461" w:rsidP="005B0461">
      <w:r>
        <w:t>346.9313</w:t>
      </w:r>
      <w:r>
        <w:tab/>
        <w:t>2.944e0</w:t>
      </w:r>
    </w:p>
    <w:p w:rsidR="005B0461" w:rsidRDefault="005B0461" w:rsidP="005B0461">
      <w:r>
        <w:t>346.9613</w:t>
      </w:r>
      <w:r>
        <w:tab/>
        <w:t>4.783e0</w:t>
      </w:r>
    </w:p>
    <w:p w:rsidR="005B0461" w:rsidRDefault="005B0461" w:rsidP="005B0461">
      <w:r>
        <w:t>347.0207</w:t>
      </w:r>
      <w:r>
        <w:tab/>
        <w:t>2.115e0</w:t>
      </w:r>
    </w:p>
    <w:p w:rsidR="005B0461" w:rsidRDefault="005B0461" w:rsidP="005B0461">
      <w:r>
        <w:t>347.0311</w:t>
      </w:r>
      <w:r>
        <w:tab/>
        <w:t>1.115e0</w:t>
      </w:r>
    </w:p>
    <w:p w:rsidR="005B0461" w:rsidRDefault="005B0461" w:rsidP="005B0461">
      <w:r>
        <w:t>347.0507</w:t>
      </w:r>
      <w:r>
        <w:tab/>
        <w:t>2.240e0</w:t>
      </w:r>
    </w:p>
    <w:p w:rsidR="005B0461" w:rsidRDefault="005B0461" w:rsidP="005B0461">
      <w:r>
        <w:t>347.0576</w:t>
      </w:r>
      <w:r>
        <w:tab/>
        <w:t>3.956e0</w:t>
      </w:r>
    </w:p>
    <w:p w:rsidR="005B0461" w:rsidRDefault="005B0461" w:rsidP="005B0461">
      <w:r>
        <w:t>347.0676</w:t>
      </w:r>
      <w:r>
        <w:tab/>
        <w:t>1.427e0</w:t>
      </w:r>
    </w:p>
    <w:p w:rsidR="005B0461" w:rsidRDefault="005B0461" w:rsidP="005B0461">
      <w:r>
        <w:t>347.0912</w:t>
      </w:r>
      <w:r>
        <w:tab/>
        <w:t>2.647e0</w:t>
      </w:r>
    </w:p>
    <w:p w:rsidR="005B0461" w:rsidRDefault="005B0461" w:rsidP="005B0461">
      <w:r>
        <w:t>347.1066</w:t>
      </w:r>
      <w:r>
        <w:tab/>
        <w:t>4.051e0</w:t>
      </w:r>
    </w:p>
    <w:p w:rsidR="005B0461" w:rsidRDefault="005B0461" w:rsidP="005B0461">
      <w:r>
        <w:t>347.1103</w:t>
      </w:r>
      <w:r>
        <w:tab/>
        <w:t>1.013e0</w:t>
      </w:r>
    </w:p>
    <w:p w:rsidR="005B0461" w:rsidRDefault="005B0461" w:rsidP="005B0461">
      <w:r>
        <w:t>347.1230</w:t>
      </w:r>
      <w:r>
        <w:tab/>
        <w:t>2.025e0</w:t>
      </w:r>
    </w:p>
    <w:p w:rsidR="005B0461" w:rsidRDefault="005B0461" w:rsidP="005B0461">
      <w:r>
        <w:t>347.1796</w:t>
      </w:r>
      <w:r>
        <w:tab/>
        <w:t>2.903e1</w:t>
      </w:r>
    </w:p>
    <w:p w:rsidR="005B0461" w:rsidRDefault="005B0461" w:rsidP="005B0461">
      <w:r>
        <w:t>347.1844</w:t>
      </w:r>
      <w:r>
        <w:tab/>
        <w:t>8.469e1</w:t>
      </w:r>
    </w:p>
    <w:p w:rsidR="005B0461" w:rsidRDefault="005B0461" w:rsidP="005B0461">
      <w:r>
        <w:t>347.1858</w:t>
      </w:r>
      <w:r>
        <w:tab/>
        <w:t>3.076e1</w:t>
      </w:r>
    </w:p>
    <w:p w:rsidR="005B0461" w:rsidRDefault="005B0461" w:rsidP="005B0461">
      <w:r>
        <w:t>347.2650</w:t>
      </w:r>
      <w:r>
        <w:tab/>
        <w:t>1.531e0</w:t>
      </w:r>
    </w:p>
    <w:p w:rsidR="005B0461" w:rsidRDefault="005B0461" w:rsidP="005B0461">
      <w:r>
        <w:lastRenderedPageBreak/>
        <w:t>347.2960</w:t>
      </w:r>
      <w:r>
        <w:tab/>
        <w:t>3.725e0</w:t>
      </w:r>
    </w:p>
    <w:p w:rsidR="005B0461" w:rsidRDefault="005B0461" w:rsidP="005B0461">
      <w:r>
        <w:t>347.3031</w:t>
      </w:r>
      <w:r>
        <w:tab/>
        <w:t>4.027e0</w:t>
      </w:r>
    </w:p>
    <w:p w:rsidR="005B0461" w:rsidRDefault="005B0461" w:rsidP="005B0461">
      <w:r>
        <w:t>347.3083</w:t>
      </w:r>
      <w:r>
        <w:tab/>
        <w:t>4.051e0</w:t>
      </w:r>
    </w:p>
    <w:p w:rsidR="005B0461" w:rsidRDefault="005B0461" w:rsidP="005B0461">
      <w:r>
        <w:t>347.3372</w:t>
      </w:r>
      <w:r>
        <w:tab/>
        <w:t>1.982e0</w:t>
      </w:r>
    </w:p>
    <w:p w:rsidR="005B0461" w:rsidRDefault="005B0461" w:rsidP="005B0461">
      <w:r>
        <w:t>347.3383</w:t>
      </w:r>
      <w:r>
        <w:tab/>
        <w:t>1.683e0</w:t>
      </w:r>
    </w:p>
    <w:p w:rsidR="005B0461" w:rsidRDefault="005B0461" w:rsidP="005B0461">
      <w:r>
        <w:t>347.3825</w:t>
      </w:r>
      <w:r>
        <w:tab/>
        <w:t>1.013e0</w:t>
      </w:r>
    </w:p>
    <w:p w:rsidR="005B0461" w:rsidRDefault="005B0461" w:rsidP="005B0461">
      <w:r>
        <w:t>347.3900</w:t>
      </w:r>
      <w:r>
        <w:tab/>
        <w:t>2.025e0</w:t>
      </w:r>
    </w:p>
    <w:p w:rsidR="005B0461" w:rsidRDefault="005B0461" w:rsidP="005B0461">
      <w:r>
        <w:t>347.3952</w:t>
      </w:r>
      <w:r>
        <w:tab/>
        <w:t>2.025e0</w:t>
      </w:r>
    </w:p>
    <w:p w:rsidR="005B0461" w:rsidRDefault="005B0461" w:rsidP="005B0461">
      <w:r>
        <w:t>347.4214</w:t>
      </w:r>
      <w:r>
        <w:tab/>
        <w:t>1.013e0</w:t>
      </w:r>
    </w:p>
    <w:p w:rsidR="005B0461" w:rsidRDefault="005B0461" w:rsidP="005B0461">
      <w:r>
        <w:t>347.4463</w:t>
      </w:r>
      <w:r>
        <w:tab/>
        <w:t>2.025e0</w:t>
      </w:r>
    </w:p>
    <w:p w:rsidR="005B0461" w:rsidRDefault="005B0461" w:rsidP="005B0461">
      <w:r>
        <w:t>347.4984</w:t>
      </w:r>
      <w:r>
        <w:tab/>
        <w:t>2.025e0</w:t>
      </w:r>
    </w:p>
    <w:p w:rsidR="005B0461" w:rsidRDefault="005B0461" w:rsidP="005B0461">
      <w:r>
        <w:t>347.5058</w:t>
      </w:r>
      <w:r>
        <w:tab/>
        <w:t>1.013e0</w:t>
      </w:r>
    </w:p>
    <w:p w:rsidR="005B0461" w:rsidRDefault="005B0461" w:rsidP="005B0461">
      <w:r>
        <w:t>347.5244</w:t>
      </w:r>
      <w:r>
        <w:tab/>
        <w:t>4.051e0</w:t>
      </w:r>
    </w:p>
    <w:p w:rsidR="005B0461" w:rsidRDefault="005B0461" w:rsidP="005B0461">
      <w:r>
        <w:t>347.5571</w:t>
      </w:r>
      <w:r>
        <w:tab/>
        <w:t>2.025e0</w:t>
      </w:r>
    </w:p>
    <w:p w:rsidR="005B0461" w:rsidRDefault="005B0461" w:rsidP="005B0461">
      <w:r>
        <w:t>347.5590</w:t>
      </w:r>
      <w:r>
        <w:tab/>
        <w:t>2.025e0</w:t>
      </w:r>
    </w:p>
    <w:p w:rsidR="005B0461" w:rsidRDefault="005B0461" w:rsidP="005B0461">
      <w:r>
        <w:t>347.5759</w:t>
      </w:r>
      <w:r>
        <w:tab/>
        <w:t>1.013e0</w:t>
      </w:r>
    </w:p>
    <w:p w:rsidR="005B0461" w:rsidRDefault="005B0461" w:rsidP="005B0461">
      <w:r>
        <w:t>347.6642</w:t>
      </w:r>
      <w:r>
        <w:tab/>
        <w:t>2.025e0</w:t>
      </w:r>
    </w:p>
    <w:p w:rsidR="005B0461" w:rsidRDefault="005B0461" w:rsidP="005B0461">
      <w:r>
        <w:t>347.6745</w:t>
      </w:r>
      <w:r>
        <w:tab/>
        <w:t>1.013e0</w:t>
      </w:r>
    </w:p>
    <w:p w:rsidR="005B0461" w:rsidRDefault="005B0461" w:rsidP="005B0461">
      <w:r>
        <w:t>347.6907</w:t>
      </w:r>
      <w:r>
        <w:tab/>
        <w:t>2.025e0</w:t>
      </w:r>
    </w:p>
    <w:p w:rsidR="005B0461" w:rsidRDefault="005B0461" w:rsidP="005B0461">
      <w:r>
        <w:lastRenderedPageBreak/>
        <w:t>347.7033</w:t>
      </w:r>
      <w:r>
        <w:tab/>
        <w:t>1.013e0</w:t>
      </w:r>
    </w:p>
    <w:p w:rsidR="005B0461" w:rsidRDefault="005B0461" w:rsidP="005B0461">
      <w:r>
        <w:t>347.7239</w:t>
      </w:r>
      <w:r>
        <w:tab/>
        <w:t>1.013e0</w:t>
      </w:r>
    </w:p>
    <w:p w:rsidR="005B0461" w:rsidRDefault="005B0461" w:rsidP="005B0461">
      <w:r>
        <w:t>347.7271</w:t>
      </w:r>
      <w:r>
        <w:tab/>
        <w:t>2.025e0</w:t>
      </w:r>
    </w:p>
    <w:p w:rsidR="005B0461" w:rsidRDefault="005B0461" w:rsidP="005B0461">
      <w:r>
        <w:t>347.7448</w:t>
      </w:r>
      <w:r>
        <w:tab/>
        <w:t>1.013e0</w:t>
      </w:r>
    </w:p>
    <w:p w:rsidR="005B0461" w:rsidRDefault="005B0461" w:rsidP="005B0461">
      <w:r>
        <w:t>347.7639</w:t>
      </w:r>
      <w:r>
        <w:tab/>
        <w:t>1.013e0</w:t>
      </w:r>
    </w:p>
    <w:p w:rsidR="005B0461" w:rsidRDefault="005B0461" w:rsidP="005B0461">
      <w:r>
        <w:t>347.7733</w:t>
      </w:r>
      <w:r>
        <w:tab/>
        <w:t>2.025e0</w:t>
      </w:r>
    </w:p>
    <w:p w:rsidR="005B0461" w:rsidRDefault="005B0461" w:rsidP="005B0461">
      <w:r>
        <w:t>347.7888</w:t>
      </w:r>
      <w:r>
        <w:tab/>
        <w:t>1.013e0</w:t>
      </w:r>
    </w:p>
    <w:p w:rsidR="005B0461" w:rsidRDefault="005B0461" w:rsidP="005B0461">
      <w:r>
        <w:t>347.7943</w:t>
      </w:r>
      <w:r>
        <w:tab/>
        <w:t>2.025e0</w:t>
      </w:r>
    </w:p>
    <w:p w:rsidR="005B0461" w:rsidRDefault="005B0461" w:rsidP="005B0461">
      <w:r>
        <w:t>347.8387</w:t>
      </w:r>
      <w:r>
        <w:tab/>
        <w:t>4.051e0</w:t>
      </w:r>
    </w:p>
    <w:p w:rsidR="005B0461" w:rsidRDefault="005B0461" w:rsidP="005B0461">
      <w:r>
        <w:t>347.8415</w:t>
      </w:r>
      <w:r>
        <w:tab/>
        <w:t>3.038e0</w:t>
      </w:r>
    </w:p>
    <w:p w:rsidR="005B0461" w:rsidRDefault="005B0461" w:rsidP="005B0461">
      <w:r>
        <w:t>347.8823</w:t>
      </w:r>
      <w:r>
        <w:tab/>
        <w:t>1.013e0</w:t>
      </w:r>
    </w:p>
    <w:p w:rsidR="005B0461" w:rsidRDefault="005B0461" w:rsidP="005B0461">
      <w:r>
        <w:t>347.9010</w:t>
      </w:r>
      <w:r>
        <w:tab/>
        <w:t>1.013e0</w:t>
      </w:r>
    </w:p>
    <w:p w:rsidR="005B0461" w:rsidRDefault="005B0461" w:rsidP="005B0461">
      <w:r>
        <w:t>347.9230</w:t>
      </w:r>
      <w:r>
        <w:tab/>
        <w:t>2.877e0</w:t>
      </w:r>
    </w:p>
    <w:p w:rsidR="005B0461" w:rsidRDefault="005B0461" w:rsidP="005B0461">
      <w:r>
        <w:t>347.9321</w:t>
      </w:r>
      <w:r>
        <w:tab/>
        <w:t>1.981e0</w:t>
      </w:r>
    </w:p>
    <w:p w:rsidR="005B0461" w:rsidRDefault="005B0461" w:rsidP="005B0461">
      <w:r>
        <w:t>348.0123</w:t>
      </w:r>
      <w:r>
        <w:tab/>
        <w:t>2.844e0</w:t>
      </w:r>
    </w:p>
    <w:p w:rsidR="005B0461" w:rsidRDefault="005B0461" w:rsidP="005B0461">
      <w:r>
        <w:t>348.0192</w:t>
      </w:r>
      <w:r>
        <w:tab/>
        <w:t>3.093e0</w:t>
      </w:r>
    </w:p>
    <w:p w:rsidR="005B0461" w:rsidRDefault="005B0461" w:rsidP="005B0461">
      <w:r>
        <w:t>348.0285</w:t>
      </w:r>
      <w:r>
        <w:tab/>
        <w:t>3.008e0</w:t>
      </w:r>
    </w:p>
    <w:p w:rsidR="005B0461" w:rsidRDefault="005B0461" w:rsidP="005B0461">
      <w:r>
        <w:t>348.0328</w:t>
      </w:r>
      <w:r>
        <w:tab/>
        <w:t>2.507e0</w:t>
      </w:r>
    </w:p>
    <w:p w:rsidR="005B0461" w:rsidRDefault="005B0461" w:rsidP="005B0461">
      <w:r>
        <w:t>348.0466</w:t>
      </w:r>
      <w:r>
        <w:tab/>
        <w:t>2.054e0</w:t>
      </w:r>
    </w:p>
    <w:p w:rsidR="005B0461" w:rsidRDefault="005B0461" w:rsidP="005B0461">
      <w:r>
        <w:lastRenderedPageBreak/>
        <w:t>348.0655</w:t>
      </w:r>
      <w:r>
        <w:tab/>
        <w:t>4.346e0</w:t>
      </w:r>
    </w:p>
    <w:p w:rsidR="005B0461" w:rsidRDefault="005B0461" w:rsidP="005B0461">
      <w:r>
        <w:t>348.0866</w:t>
      </w:r>
      <w:r>
        <w:tab/>
        <w:t>4.561e0</w:t>
      </w:r>
    </w:p>
    <w:p w:rsidR="005B0461" w:rsidRDefault="005B0461" w:rsidP="005B0461">
      <w:r>
        <w:t>348.0959</w:t>
      </w:r>
      <w:r>
        <w:tab/>
        <w:t>2.025e0</w:t>
      </w:r>
    </w:p>
    <w:p w:rsidR="005B0461" w:rsidRDefault="005B0461" w:rsidP="005B0461">
      <w:r>
        <w:t>348.1065</w:t>
      </w:r>
      <w:r>
        <w:tab/>
        <w:t>2.025e0</w:t>
      </w:r>
    </w:p>
    <w:p w:rsidR="005B0461" w:rsidRDefault="005B0461" w:rsidP="005B0461">
      <w:r>
        <w:t>348.1169</w:t>
      </w:r>
      <w:r>
        <w:tab/>
        <w:t>1.710e0</w:t>
      </w:r>
    </w:p>
    <w:p w:rsidR="005B0461" w:rsidRDefault="005B0461" w:rsidP="005B0461">
      <w:r>
        <w:t>348.1295</w:t>
      </w:r>
      <w:r>
        <w:tab/>
        <w:t>1.930e0</w:t>
      </w:r>
    </w:p>
    <w:p w:rsidR="005B0461" w:rsidRDefault="005B0461" w:rsidP="005B0461">
      <w:r>
        <w:t>348.1437</w:t>
      </w:r>
      <w:r>
        <w:tab/>
        <w:t>1.402e0</w:t>
      </w:r>
    </w:p>
    <w:p w:rsidR="005B0461" w:rsidRDefault="005B0461" w:rsidP="005B0461">
      <w:r>
        <w:t>348.1794</w:t>
      </w:r>
      <w:r>
        <w:tab/>
        <w:t>7.054e0</w:t>
      </w:r>
    </w:p>
    <w:p w:rsidR="005B0461" w:rsidRDefault="005B0461" w:rsidP="005B0461">
      <w:r>
        <w:t>348.1892</w:t>
      </w:r>
      <w:r>
        <w:tab/>
        <w:t>1.997e1</w:t>
      </w:r>
    </w:p>
    <w:p w:rsidR="005B0461" w:rsidRDefault="005B0461" w:rsidP="005B0461">
      <w:r>
        <w:t>348.1933</w:t>
      </w:r>
      <w:r>
        <w:tab/>
        <w:t>1.920e1</w:t>
      </w:r>
    </w:p>
    <w:p w:rsidR="005B0461" w:rsidRDefault="005B0461" w:rsidP="005B0461">
      <w:r>
        <w:t>348.2444</w:t>
      </w:r>
      <w:r>
        <w:tab/>
        <w:t>3.842e0</w:t>
      </w:r>
    </w:p>
    <w:p w:rsidR="005B0461" w:rsidRDefault="005B0461" w:rsidP="005B0461">
      <w:r>
        <w:t>348.2691</w:t>
      </w:r>
      <w:r>
        <w:tab/>
        <w:t>2.429e0</w:t>
      </w:r>
    </w:p>
    <w:p w:rsidR="005B0461" w:rsidRDefault="005B0461" w:rsidP="005B0461">
      <w:r>
        <w:t>348.2913</w:t>
      </w:r>
      <w:r>
        <w:tab/>
        <w:t>1.724e0</w:t>
      </w:r>
    </w:p>
    <w:p w:rsidR="005B0461" w:rsidRDefault="005B0461" w:rsidP="005B0461">
      <w:r>
        <w:t>348.3231</w:t>
      </w:r>
      <w:r>
        <w:tab/>
        <w:t>1.918e0</w:t>
      </w:r>
    </w:p>
    <w:p w:rsidR="005B0461" w:rsidRDefault="005B0461" w:rsidP="005B0461">
      <w:r>
        <w:t>348.3363</w:t>
      </w:r>
      <w:r>
        <w:tab/>
        <w:t>3.038e0</w:t>
      </w:r>
    </w:p>
    <w:p w:rsidR="005B0461" w:rsidRDefault="005B0461" w:rsidP="005B0461">
      <w:r>
        <w:t>348.3375</w:t>
      </w:r>
      <w:r>
        <w:tab/>
        <w:t>1.013e0</w:t>
      </w:r>
    </w:p>
    <w:p w:rsidR="005B0461" w:rsidRDefault="005B0461" w:rsidP="005B0461">
      <w:r>
        <w:t>348.3732</w:t>
      </w:r>
      <w:r>
        <w:tab/>
        <w:t>3.038e0</w:t>
      </w:r>
    </w:p>
    <w:p w:rsidR="005B0461" w:rsidRDefault="005B0461" w:rsidP="005B0461">
      <w:r>
        <w:t>348.3871</w:t>
      </w:r>
      <w:r>
        <w:tab/>
        <w:t>2.025e0</w:t>
      </w:r>
    </w:p>
    <w:p w:rsidR="005B0461" w:rsidRDefault="005B0461" w:rsidP="005B0461">
      <w:r>
        <w:t>348.4204</w:t>
      </w:r>
      <w:r>
        <w:tab/>
        <w:t>2.025e0</w:t>
      </w:r>
    </w:p>
    <w:p w:rsidR="005B0461" w:rsidRDefault="005B0461" w:rsidP="005B0461">
      <w:r>
        <w:lastRenderedPageBreak/>
        <w:t>348.4315</w:t>
      </w:r>
      <w:r>
        <w:tab/>
        <w:t>1.013e0</w:t>
      </w:r>
    </w:p>
    <w:p w:rsidR="005B0461" w:rsidRDefault="005B0461" w:rsidP="005B0461">
      <w:r>
        <w:t>348.4436</w:t>
      </w:r>
      <w:r>
        <w:tab/>
        <w:t>1.013e0</w:t>
      </w:r>
    </w:p>
    <w:p w:rsidR="005B0461" w:rsidRDefault="005B0461" w:rsidP="005B0461">
      <w:r>
        <w:t>348.4483</w:t>
      </w:r>
      <w:r>
        <w:tab/>
        <w:t>1.013e0</w:t>
      </w:r>
    </w:p>
    <w:p w:rsidR="005B0461" w:rsidRDefault="005B0461" w:rsidP="005B0461">
      <w:r>
        <w:t>348.4873</w:t>
      </w:r>
      <w:r>
        <w:tab/>
        <w:t>2.025e0</w:t>
      </w:r>
    </w:p>
    <w:p w:rsidR="005B0461" w:rsidRDefault="005B0461" w:rsidP="005B0461">
      <w:r>
        <w:t>348.5224</w:t>
      </w:r>
      <w:r>
        <w:tab/>
        <w:t>1.013e0</w:t>
      </w:r>
    </w:p>
    <w:p w:rsidR="005B0461" w:rsidRDefault="005B0461" w:rsidP="005B0461">
      <w:r>
        <w:t>348.5471</w:t>
      </w:r>
      <w:r>
        <w:tab/>
        <w:t>2.025e0</w:t>
      </w:r>
    </w:p>
    <w:p w:rsidR="005B0461" w:rsidRDefault="005B0461" w:rsidP="005B0461">
      <w:r>
        <w:t>348.5540</w:t>
      </w:r>
      <w:r>
        <w:tab/>
        <w:t>2.025e0</w:t>
      </w:r>
    </w:p>
    <w:p w:rsidR="005B0461" w:rsidRDefault="005B0461" w:rsidP="005B0461">
      <w:r>
        <w:t>348.5861</w:t>
      </w:r>
      <w:r>
        <w:tab/>
        <w:t>2.025e0</w:t>
      </w:r>
    </w:p>
    <w:p w:rsidR="005B0461" w:rsidRDefault="005B0461" w:rsidP="005B0461">
      <w:r>
        <w:t>348.5883</w:t>
      </w:r>
      <w:r>
        <w:tab/>
        <w:t>4.051e0</w:t>
      </w:r>
    </w:p>
    <w:p w:rsidR="005B0461" w:rsidRDefault="005B0461" w:rsidP="005B0461">
      <w:r>
        <w:t>348.6004</w:t>
      </w:r>
      <w:r>
        <w:tab/>
        <w:t>1.013e0</w:t>
      </w:r>
    </w:p>
    <w:p w:rsidR="005B0461" w:rsidRDefault="005B0461" w:rsidP="005B0461">
      <w:r>
        <w:t>348.6121</w:t>
      </w:r>
      <w:r>
        <w:tab/>
        <w:t>1.013e0</w:t>
      </w:r>
    </w:p>
    <w:p w:rsidR="005B0461" w:rsidRDefault="005B0461" w:rsidP="005B0461">
      <w:r>
        <w:t>348.6246</w:t>
      </w:r>
      <w:r>
        <w:tab/>
        <w:t>3.014e0</w:t>
      </w:r>
    </w:p>
    <w:p w:rsidR="005B0461" w:rsidRDefault="005B0461" w:rsidP="005B0461">
      <w:r>
        <w:t>348.6533</w:t>
      </w:r>
      <w:r>
        <w:tab/>
        <w:t>3.993e0</w:t>
      </w:r>
    </w:p>
    <w:p w:rsidR="005B0461" w:rsidRDefault="005B0461" w:rsidP="005B0461">
      <w:r>
        <w:t>348.6773</w:t>
      </w:r>
      <w:r>
        <w:tab/>
        <w:t>2.025e0</w:t>
      </w:r>
    </w:p>
    <w:p w:rsidR="005B0461" w:rsidRDefault="005B0461" w:rsidP="005B0461">
      <w:r>
        <w:t>348.6808</w:t>
      </w:r>
      <w:r>
        <w:tab/>
        <w:t>2.025e0</w:t>
      </w:r>
    </w:p>
    <w:p w:rsidR="005B0461" w:rsidRDefault="005B0461" w:rsidP="005B0461">
      <w:r>
        <w:t>348.7035</w:t>
      </w:r>
      <w:r>
        <w:tab/>
        <w:t>2.025e0</w:t>
      </w:r>
    </w:p>
    <w:p w:rsidR="005B0461" w:rsidRDefault="005B0461" w:rsidP="005B0461">
      <w:r>
        <w:t>348.7260</w:t>
      </w:r>
      <w:r>
        <w:tab/>
        <w:t>2.128e0</w:t>
      </w:r>
    </w:p>
    <w:p w:rsidR="005B0461" w:rsidRDefault="005B0461" w:rsidP="005B0461">
      <w:r>
        <w:t>348.7614</w:t>
      </w:r>
      <w:r>
        <w:tab/>
        <w:t>1.013e0</w:t>
      </w:r>
    </w:p>
    <w:p w:rsidR="005B0461" w:rsidRDefault="005B0461" w:rsidP="005B0461">
      <w:r>
        <w:t>348.7811</w:t>
      </w:r>
      <w:r>
        <w:tab/>
        <w:t>4.051e0</w:t>
      </w:r>
    </w:p>
    <w:p w:rsidR="005B0461" w:rsidRDefault="005B0461" w:rsidP="005B0461">
      <w:r>
        <w:lastRenderedPageBreak/>
        <w:t>348.8058</w:t>
      </w:r>
      <w:r>
        <w:tab/>
        <w:t>1.013e0</w:t>
      </w:r>
    </w:p>
    <w:p w:rsidR="005B0461" w:rsidRDefault="005B0461" w:rsidP="005B0461">
      <w:r>
        <w:t>348.8146</w:t>
      </w:r>
      <w:r>
        <w:tab/>
        <w:t>2.025e0</w:t>
      </w:r>
    </w:p>
    <w:p w:rsidR="005B0461" w:rsidRDefault="005B0461" w:rsidP="005B0461">
      <w:r>
        <w:t>348.8462</w:t>
      </w:r>
      <w:r>
        <w:tab/>
        <w:t>2.025e0</w:t>
      </w:r>
    </w:p>
    <w:p w:rsidR="005B0461" w:rsidRDefault="005B0461" w:rsidP="005B0461">
      <w:r>
        <w:t>348.8807</w:t>
      </w:r>
      <w:r>
        <w:tab/>
        <w:t>2.025e0</w:t>
      </w:r>
    </w:p>
    <w:p w:rsidR="005B0461" w:rsidRDefault="005B0461" w:rsidP="005B0461">
      <w:r>
        <w:t>348.9001</w:t>
      </w:r>
      <w:r>
        <w:tab/>
        <w:t>3.999e0</w:t>
      </w:r>
    </w:p>
    <w:p w:rsidR="005B0461" w:rsidRDefault="005B0461" w:rsidP="005B0461">
      <w:r>
        <w:t>348.9196</w:t>
      </w:r>
      <w:r>
        <w:tab/>
        <w:t>2.112e0</w:t>
      </w:r>
    </w:p>
    <w:p w:rsidR="005B0461" w:rsidRDefault="005B0461" w:rsidP="005B0461">
      <w:r>
        <w:t>348.9400</w:t>
      </w:r>
      <w:r>
        <w:tab/>
        <w:t>1.412e0</w:t>
      </w:r>
    </w:p>
    <w:p w:rsidR="005B0461" w:rsidRDefault="005B0461" w:rsidP="005B0461">
      <w:r>
        <w:t>348.9588</w:t>
      </w:r>
      <w:r>
        <w:tab/>
        <w:t>1.013e0</w:t>
      </w:r>
    </w:p>
    <w:p w:rsidR="005B0461" w:rsidRDefault="005B0461" w:rsidP="005B0461">
      <w:r>
        <w:t>349.0343</w:t>
      </w:r>
      <w:r>
        <w:tab/>
        <w:t>1.155e0</w:t>
      </w:r>
    </w:p>
    <w:p w:rsidR="005B0461" w:rsidRDefault="005B0461" w:rsidP="005B0461">
      <w:r>
        <w:t>349.0474</w:t>
      </w:r>
      <w:r>
        <w:tab/>
        <w:t>1.818e0</w:t>
      </w:r>
    </w:p>
    <w:p w:rsidR="005B0461" w:rsidRDefault="005B0461" w:rsidP="005B0461">
      <w:r>
        <w:t>349.0760</w:t>
      </w:r>
      <w:r>
        <w:tab/>
        <w:t>2.025e0</w:t>
      </w:r>
    </w:p>
    <w:p w:rsidR="005B0461" w:rsidRDefault="005B0461" w:rsidP="005B0461">
      <w:r>
        <w:t>349.0955</w:t>
      </w:r>
      <w:r>
        <w:tab/>
        <w:t>1.903e0</w:t>
      </w:r>
    </w:p>
    <w:p w:rsidR="005B0461" w:rsidRDefault="005B0461" w:rsidP="005B0461">
      <w:r>
        <w:t>349.1070</w:t>
      </w:r>
      <w:r>
        <w:tab/>
        <w:t>5.063e0</w:t>
      </w:r>
    </w:p>
    <w:p w:rsidR="005B0461" w:rsidRDefault="005B0461" w:rsidP="005B0461">
      <w:r>
        <w:t>349.1120</w:t>
      </w:r>
      <w:r>
        <w:tab/>
        <w:t>1.013e0</w:t>
      </w:r>
    </w:p>
    <w:p w:rsidR="005B0461" w:rsidRDefault="005B0461" w:rsidP="005B0461">
      <w:r>
        <w:t>349.1609</w:t>
      </w:r>
      <w:r>
        <w:tab/>
        <w:t>1.349e1</w:t>
      </w:r>
    </w:p>
    <w:p w:rsidR="005B0461" w:rsidRDefault="005B0461" w:rsidP="005B0461">
      <w:r>
        <w:t>349.1714</w:t>
      </w:r>
      <w:r>
        <w:tab/>
        <w:t>9.824e0</w:t>
      </w:r>
    </w:p>
    <w:p w:rsidR="005B0461" w:rsidRDefault="005B0461" w:rsidP="005B0461">
      <w:r>
        <w:t>349.1733</w:t>
      </w:r>
      <w:r>
        <w:tab/>
        <w:t>9.542e0</w:t>
      </w:r>
    </w:p>
    <w:p w:rsidR="005B0461" w:rsidRDefault="005B0461" w:rsidP="005B0461">
      <w:r>
        <w:t>349.1778</w:t>
      </w:r>
      <w:r>
        <w:tab/>
        <w:t>1.075e1</w:t>
      </w:r>
    </w:p>
    <w:p w:rsidR="005B0461" w:rsidRDefault="005B0461" w:rsidP="005B0461">
      <w:r>
        <w:t>349.2090</w:t>
      </w:r>
      <w:r>
        <w:tab/>
        <w:t>2.532e0</w:t>
      </w:r>
    </w:p>
    <w:p w:rsidR="005B0461" w:rsidRDefault="005B0461" w:rsidP="005B0461">
      <w:r>
        <w:lastRenderedPageBreak/>
        <w:t>349.2592</w:t>
      </w:r>
      <w:r>
        <w:tab/>
        <w:t>4.245e0</w:t>
      </w:r>
    </w:p>
    <w:p w:rsidR="005B0461" w:rsidRDefault="005B0461" w:rsidP="005B0461">
      <w:r>
        <w:t>349.2607</w:t>
      </w:r>
      <w:r>
        <w:tab/>
        <w:t>2.461e0</w:t>
      </w:r>
    </w:p>
    <w:p w:rsidR="005B0461" w:rsidRDefault="005B0461" w:rsidP="005B0461">
      <w:r>
        <w:t>349.2768</w:t>
      </w:r>
      <w:r>
        <w:tab/>
        <w:t>3.038e0</w:t>
      </w:r>
    </w:p>
    <w:p w:rsidR="005B0461" w:rsidRDefault="005B0461" w:rsidP="005B0461">
      <w:r>
        <w:t>349.3018</w:t>
      </w:r>
      <w:r>
        <w:tab/>
        <w:t>2.025e0</w:t>
      </w:r>
    </w:p>
    <w:p w:rsidR="005B0461" w:rsidRDefault="005B0461" w:rsidP="005B0461">
      <w:r>
        <w:t>349.3233</w:t>
      </w:r>
      <w:r>
        <w:tab/>
        <w:t>1.918e0</w:t>
      </w:r>
    </w:p>
    <w:p w:rsidR="005B0461" w:rsidRDefault="005B0461" w:rsidP="005B0461">
      <w:r>
        <w:t>349.3460</w:t>
      </w:r>
      <w:r>
        <w:tab/>
        <w:t>1.013e0</w:t>
      </w:r>
    </w:p>
    <w:p w:rsidR="005B0461" w:rsidRDefault="005B0461" w:rsidP="005B0461">
      <w:r>
        <w:t>349.3639</w:t>
      </w:r>
      <w:r>
        <w:tab/>
        <w:t>2.025e0</w:t>
      </w:r>
    </w:p>
    <w:p w:rsidR="005B0461" w:rsidRDefault="005B0461" w:rsidP="005B0461">
      <w:r>
        <w:t>349.3666</w:t>
      </w:r>
      <w:r>
        <w:tab/>
        <w:t>1.013e0</w:t>
      </w:r>
    </w:p>
    <w:p w:rsidR="005B0461" w:rsidRDefault="005B0461" w:rsidP="005B0461">
      <w:r>
        <w:t>349.3809</w:t>
      </w:r>
      <w:r>
        <w:tab/>
        <w:t>1.013e0</w:t>
      </w:r>
    </w:p>
    <w:p w:rsidR="005B0461" w:rsidRDefault="005B0461" w:rsidP="005B0461">
      <w:r>
        <w:t>349.4079</w:t>
      </w:r>
      <w:r>
        <w:tab/>
        <w:t>4.051e0</w:t>
      </w:r>
    </w:p>
    <w:p w:rsidR="005B0461" w:rsidRDefault="005B0461" w:rsidP="005B0461">
      <w:r>
        <w:t>349.4407</w:t>
      </w:r>
      <w:r>
        <w:tab/>
        <w:t>1.013e0</w:t>
      </w:r>
    </w:p>
    <w:p w:rsidR="005B0461" w:rsidRDefault="005B0461" w:rsidP="005B0461">
      <w:r>
        <w:t>349.4495</w:t>
      </w:r>
      <w:r>
        <w:tab/>
        <w:t>2.025e0</w:t>
      </w:r>
    </w:p>
    <w:p w:rsidR="005B0461" w:rsidRDefault="005B0461" w:rsidP="005B0461">
      <w:r>
        <w:t>349.4748</w:t>
      </w:r>
      <w:r>
        <w:tab/>
        <w:t>2.025e0</w:t>
      </w:r>
    </w:p>
    <w:p w:rsidR="005B0461" w:rsidRDefault="005B0461" w:rsidP="005B0461">
      <w:r>
        <w:t>349.4845</w:t>
      </w:r>
      <w:r>
        <w:tab/>
        <w:t>3.038e0</w:t>
      </w:r>
    </w:p>
    <w:p w:rsidR="005B0461" w:rsidRDefault="005B0461" w:rsidP="005B0461">
      <w:r>
        <w:t>349.4998</w:t>
      </w:r>
      <w:r>
        <w:tab/>
        <w:t>1.013e0</w:t>
      </w:r>
    </w:p>
    <w:p w:rsidR="005B0461" w:rsidRDefault="005B0461" w:rsidP="005B0461">
      <w:r>
        <w:t>349.5328</w:t>
      </w:r>
      <w:r>
        <w:tab/>
        <w:t>3.038e0</w:t>
      </w:r>
    </w:p>
    <w:p w:rsidR="005B0461" w:rsidRDefault="005B0461" w:rsidP="005B0461">
      <w:r>
        <w:t>349.5436</w:t>
      </w:r>
      <w:r>
        <w:tab/>
        <w:t>1.013e0</w:t>
      </w:r>
    </w:p>
    <w:p w:rsidR="005B0461" w:rsidRDefault="005B0461" w:rsidP="005B0461">
      <w:r>
        <w:t>349.5721</w:t>
      </w:r>
      <w:r>
        <w:tab/>
        <w:t>2.025e0</w:t>
      </w:r>
    </w:p>
    <w:p w:rsidR="005B0461" w:rsidRDefault="005B0461" w:rsidP="005B0461">
      <w:r>
        <w:t>349.6049</w:t>
      </w:r>
      <w:r>
        <w:tab/>
        <w:t>3.038e0</w:t>
      </w:r>
    </w:p>
    <w:p w:rsidR="005B0461" w:rsidRDefault="005B0461" w:rsidP="005B0461">
      <w:r>
        <w:lastRenderedPageBreak/>
        <w:t>349.6181</w:t>
      </w:r>
      <w:r>
        <w:tab/>
        <w:t>2.025e0</w:t>
      </w:r>
    </w:p>
    <w:p w:rsidR="005B0461" w:rsidRDefault="005B0461" w:rsidP="005B0461">
      <w:r>
        <w:t>349.6343</w:t>
      </w:r>
      <w:r>
        <w:tab/>
        <w:t>1.013e0</w:t>
      </w:r>
    </w:p>
    <w:p w:rsidR="005B0461" w:rsidRDefault="005B0461" w:rsidP="005B0461">
      <w:r>
        <w:t>349.6438</w:t>
      </w:r>
      <w:r>
        <w:tab/>
        <w:t>1.013e0</w:t>
      </w:r>
    </w:p>
    <w:p w:rsidR="005B0461" w:rsidRDefault="005B0461" w:rsidP="005B0461">
      <w:r>
        <w:t>349.6629</w:t>
      </w:r>
      <w:r>
        <w:tab/>
        <w:t>1.013e0</w:t>
      </w:r>
    </w:p>
    <w:p w:rsidR="005B0461" w:rsidRDefault="005B0461" w:rsidP="005B0461">
      <w:r>
        <w:t>349.6665</w:t>
      </w:r>
      <w:r>
        <w:tab/>
        <w:t>2.025e0</w:t>
      </w:r>
    </w:p>
    <w:p w:rsidR="005B0461" w:rsidRDefault="005B0461" w:rsidP="005B0461">
      <w:r>
        <w:t>349.6688</w:t>
      </w:r>
      <w:r>
        <w:tab/>
        <w:t>1.013e0</w:t>
      </w:r>
    </w:p>
    <w:p w:rsidR="005B0461" w:rsidRDefault="005B0461" w:rsidP="005B0461">
      <w:r>
        <w:t>349.7044</w:t>
      </w:r>
      <w:r>
        <w:tab/>
        <w:t>1.013e0</w:t>
      </w:r>
    </w:p>
    <w:p w:rsidR="005B0461" w:rsidRDefault="005B0461" w:rsidP="005B0461">
      <w:r>
        <w:t>349.7291</w:t>
      </w:r>
      <w:r>
        <w:tab/>
        <w:t>1.013e0</w:t>
      </w:r>
    </w:p>
    <w:p w:rsidR="005B0461" w:rsidRDefault="005B0461" w:rsidP="005B0461">
      <w:r>
        <w:t>349.7500</w:t>
      </w:r>
      <w:r>
        <w:tab/>
        <w:t>1.013e0</w:t>
      </w:r>
    </w:p>
    <w:p w:rsidR="005B0461" w:rsidRDefault="005B0461" w:rsidP="005B0461">
      <w:r>
        <w:t>349.7848</w:t>
      </w:r>
      <w:r>
        <w:tab/>
        <w:t>3.038e0</w:t>
      </w:r>
    </w:p>
    <w:p w:rsidR="005B0461" w:rsidRDefault="005B0461" w:rsidP="005B0461">
      <w:r>
        <w:t>349.8191</w:t>
      </w:r>
      <w:r>
        <w:tab/>
        <w:t>1.013e0</w:t>
      </w:r>
    </w:p>
    <w:p w:rsidR="005B0461" w:rsidRDefault="005B0461" w:rsidP="005B0461">
      <w:r>
        <w:t>349.8239</w:t>
      </w:r>
      <w:r>
        <w:tab/>
        <w:t>1.013e0</w:t>
      </w:r>
    </w:p>
    <w:p w:rsidR="005B0461" w:rsidRDefault="005B0461" w:rsidP="005B0461">
      <w:r>
        <w:t>349.8608</w:t>
      </w:r>
      <w:r>
        <w:tab/>
        <w:t>4.051e0</w:t>
      </w:r>
    </w:p>
    <w:p w:rsidR="005B0461" w:rsidRDefault="005B0461" w:rsidP="005B0461">
      <w:r>
        <w:t>349.8692</w:t>
      </w:r>
      <w:r>
        <w:tab/>
        <w:t>1.013e0</w:t>
      </w:r>
    </w:p>
    <w:p w:rsidR="005B0461" w:rsidRDefault="005B0461" w:rsidP="005B0461">
      <w:r>
        <w:t>349.8943</w:t>
      </w:r>
      <w:r>
        <w:tab/>
        <w:t>1.013e0</w:t>
      </w:r>
    </w:p>
    <w:p w:rsidR="005B0461" w:rsidRDefault="005B0461" w:rsidP="005B0461">
      <w:r>
        <w:t>349.9497</w:t>
      </w:r>
      <w:r>
        <w:tab/>
        <w:t>5.063e0</w:t>
      </w:r>
    </w:p>
    <w:p w:rsidR="005B0461" w:rsidRDefault="005B0461" w:rsidP="005B0461">
      <w:r>
        <w:t>349.9550</w:t>
      </w:r>
      <w:r>
        <w:tab/>
        <w:t>1.105e0</w:t>
      </w:r>
    </w:p>
    <w:p w:rsidR="005B0461" w:rsidRDefault="005B0461" w:rsidP="005B0461">
      <w:r>
        <w:t>349.9743</w:t>
      </w:r>
      <w:r>
        <w:tab/>
        <w:t>1.858e0</w:t>
      </w:r>
    </w:p>
    <w:p w:rsidR="005B0461" w:rsidRDefault="005B0461" w:rsidP="005B0461">
      <w:r>
        <w:t>349.9798</w:t>
      </w:r>
      <w:r>
        <w:tab/>
        <w:t>1.353e0</w:t>
      </w:r>
    </w:p>
    <w:p w:rsidR="005B0461" w:rsidRDefault="005B0461" w:rsidP="005B0461">
      <w:r>
        <w:lastRenderedPageBreak/>
        <w:t>350.0187</w:t>
      </w:r>
      <w:r>
        <w:tab/>
        <w:t>2.649e0</w:t>
      </w:r>
    </w:p>
    <w:p w:rsidR="005B0461" w:rsidRDefault="005B0461" w:rsidP="005B0461">
      <w:r>
        <w:t>350.0265</w:t>
      </w:r>
      <w:r>
        <w:tab/>
        <w:t>6.609e0</w:t>
      </w:r>
    </w:p>
    <w:p w:rsidR="005B0461" w:rsidRDefault="005B0461" w:rsidP="005B0461">
      <w:r>
        <w:t>350.0282</w:t>
      </w:r>
      <w:r>
        <w:tab/>
        <w:t>1.232e0</w:t>
      </w:r>
    </w:p>
    <w:p w:rsidR="005B0461" w:rsidRDefault="005B0461" w:rsidP="005B0461">
      <w:r>
        <w:t>350.0524</w:t>
      </w:r>
      <w:r>
        <w:tab/>
        <w:t>4.185e0</w:t>
      </w:r>
    </w:p>
    <w:p w:rsidR="005B0461" w:rsidRDefault="005B0461" w:rsidP="005B0461">
      <w:r>
        <w:t>350.0691</w:t>
      </w:r>
      <w:r>
        <w:tab/>
        <w:t>1.412e0</w:t>
      </w:r>
    </w:p>
    <w:p w:rsidR="005B0461" w:rsidRDefault="005B0461" w:rsidP="005B0461">
      <w:r>
        <w:t>350.0901</w:t>
      </w:r>
      <w:r>
        <w:tab/>
        <w:t>2.632e0</w:t>
      </w:r>
    </w:p>
    <w:p w:rsidR="005B0461" w:rsidRDefault="005B0461" w:rsidP="005B0461">
      <w:r>
        <w:t>350.1010</w:t>
      </w:r>
      <w:r>
        <w:tab/>
        <w:t>1.859e0</w:t>
      </w:r>
    </w:p>
    <w:p w:rsidR="005B0461" w:rsidRDefault="005B0461" w:rsidP="005B0461">
      <w:r>
        <w:t>350.1304</w:t>
      </w:r>
      <w:r>
        <w:tab/>
        <w:t>1.821e0</w:t>
      </w:r>
    </w:p>
    <w:p w:rsidR="005B0461" w:rsidRDefault="005B0461" w:rsidP="005B0461">
      <w:r>
        <w:t>350.1515</w:t>
      </w:r>
      <w:r>
        <w:tab/>
        <w:t>3.533e0</w:t>
      </w:r>
    </w:p>
    <w:p w:rsidR="005B0461" w:rsidRDefault="005B0461" w:rsidP="005B0461">
      <w:r>
        <w:t>350.1579</w:t>
      </w:r>
      <w:r>
        <w:tab/>
        <w:t>1.542e0</w:t>
      </w:r>
    </w:p>
    <w:p w:rsidR="005B0461" w:rsidRDefault="005B0461" w:rsidP="005B0461">
      <w:r>
        <w:t>350.1668</w:t>
      </w:r>
      <w:r>
        <w:tab/>
        <w:t>3.203e0</w:t>
      </w:r>
    </w:p>
    <w:p w:rsidR="005B0461" w:rsidRDefault="005B0461" w:rsidP="005B0461">
      <w:r>
        <w:t>350.1803</w:t>
      </w:r>
      <w:r>
        <w:tab/>
        <w:t>1.350e0</w:t>
      </w:r>
    </w:p>
    <w:p w:rsidR="005B0461" w:rsidRDefault="005B0461" w:rsidP="005B0461">
      <w:r>
        <w:t>350.2462</w:t>
      </w:r>
      <w:r>
        <w:tab/>
        <w:t>6.518e0</w:t>
      </w:r>
    </w:p>
    <w:p w:rsidR="005B0461" w:rsidRDefault="005B0461" w:rsidP="005B0461">
      <w:r>
        <w:t>350.2749</w:t>
      </w:r>
      <w:r>
        <w:tab/>
        <w:t>3.676e0</w:t>
      </w:r>
    </w:p>
    <w:p w:rsidR="005B0461" w:rsidRDefault="005B0461" w:rsidP="005B0461">
      <w:r>
        <w:t>350.3172</w:t>
      </w:r>
      <w:r>
        <w:tab/>
        <w:t>4.811e0</w:t>
      </w:r>
    </w:p>
    <w:p w:rsidR="005B0461" w:rsidRDefault="005B0461" w:rsidP="005B0461">
      <w:r>
        <w:t>350.3182</w:t>
      </w:r>
      <w:r>
        <w:tab/>
        <w:t>6.076e0</w:t>
      </w:r>
    </w:p>
    <w:p w:rsidR="005B0461" w:rsidRDefault="005B0461" w:rsidP="005B0461">
      <w:r>
        <w:t>350.3431</w:t>
      </w:r>
      <w:r>
        <w:tab/>
        <w:t>7.089e0</w:t>
      </w:r>
    </w:p>
    <w:p w:rsidR="005B0461" w:rsidRDefault="005B0461" w:rsidP="005B0461">
      <w:r>
        <w:t>350.3556</w:t>
      </w:r>
      <w:r>
        <w:tab/>
        <w:t>3.038e0</w:t>
      </w:r>
    </w:p>
    <w:p w:rsidR="005B0461" w:rsidRDefault="005B0461" w:rsidP="005B0461">
      <w:r>
        <w:t>350.3926</w:t>
      </w:r>
      <w:r>
        <w:tab/>
        <w:t>4.051e0</w:t>
      </w:r>
    </w:p>
    <w:p w:rsidR="005B0461" w:rsidRDefault="005B0461" w:rsidP="005B0461">
      <w:r>
        <w:lastRenderedPageBreak/>
        <w:t>350.4089</w:t>
      </w:r>
      <w:r>
        <w:tab/>
        <w:t>2.025e0</w:t>
      </w:r>
    </w:p>
    <w:p w:rsidR="005B0461" w:rsidRDefault="005B0461" w:rsidP="005B0461">
      <w:r>
        <w:t>350.4208</w:t>
      </w:r>
      <w:r>
        <w:tab/>
        <w:t>1.013e0</w:t>
      </w:r>
    </w:p>
    <w:p w:rsidR="005B0461" w:rsidRDefault="005B0461" w:rsidP="005B0461">
      <w:r>
        <w:t>350.4691</w:t>
      </w:r>
      <w:r>
        <w:tab/>
        <w:t>3.695e0</w:t>
      </w:r>
    </w:p>
    <w:p w:rsidR="005B0461" w:rsidRDefault="005B0461" w:rsidP="005B0461">
      <w:r>
        <w:t>350.4836</w:t>
      </w:r>
      <w:r>
        <w:tab/>
        <w:t>1.013e0</w:t>
      </w:r>
    </w:p>
    <w:p w:rsidR="005B0461" w:rsidRDefault="005B0461" w:rsidP="005B0461">
      <w:r>
        <w:t>350.4850</w:t>
      </w:r>
      <w:r>
        <w:tab/>
        <w:t>4.051e0</w:t>
      </w:r>
    </w:p>
    <w:p w:rsidR="005B0461" w:rsidRDefault="005B0461" w:rsidP="005B0461">
      <w:r>
        <w:t>350.4942</w:t>
      </w:r>
      <w:r>
        <w:tab/>
        <w:t>2.025e0</w:t>
      </w:r>
    </w:p>
    <w:p w:rsidR="005B0461" w:rsidRDefault="005B0461" w:rsidP="005B0461">
      <w:r>
        <w:t>350.5206</w:t>
      </w:r>
      <w:r>
        <w:tab/>
        <w:t>1.013e0</w:t>
      </w:r>
    </w:p>
    <w:p w:rsidR="005B0461" w:rsidRDefault="005B0461" w:rsidP="005B0461">
      <w:r>
        <w:t>350.5245</w:t>
      </w:r>
      <w:r>
        <w:tab/>
        <w:t>1.013e0</w:t>
      </w:r>
    </w:p>
    <w:p w:rsidR="005B0461" w:rsidRDefault="005B0461" w:rsidP="005B0461">
      <w:r>
        <w:t>350.5359</w:t>
      </w:r>
      <w:r>
        <w:tab/>
        <w:t>3.826e0</w:t>
      </w:r>
    </w:p>
    <w:p w:rsidR="005B0461" w:rsidRDefault="005B0461" w:rsidP="005B0461">
      <w:r>
        <w:t>350.5652</w:t>
      </w:r>
      <w:r>
        <w:tab/>
        <w:t>1.013e0</w:t>
      </w:r>
    </w:p>
    <w:p w:rsidR="005B0461" w:rsidRDefault="005B0461" w:rsidP="005B0461">
      <w:r>
        <w:t>350.5699</w:t>
      </w:r>
      <w:r>
        <w:tab/>
        <w:t>2.025e0</w:t>
      </w:r>
    </w:p>
    <w:p w:rsidR="005B0461" w:rsidRDefault="005B0461" w:rsidP="005B0461">
      <w:r>
        <w:t>350.5987</w:t>
      </w:r>
      <w:r>
        <w:tab/>
        <w:t>1.013e0</w:t>
      </w:r>
    </w:p>
    <w:p w:rsidR="005B0461" w:rsidRDefault="005B0461" w:rsidP="005B0461">
      <w:r>
        <w:t>350.6028</w:t>
      </w:r>
      <w:r>
        <w:tab/>
        <w:t>1.013e0</w:t>
      </w:r>
    </w:p>
    <w:p w:rsidR="005B0461" w:rsidRDefault="005B0461" w:rsidP="005B0461">
      <w:r>
        <w:t>350.6091</w:t>
      </w:r>
      <w:r>
        <w:tab/>
        <w:t>1.013e0</w:t>
      </w:r>
    </w:p>
    <w:p w:rsidR="005B0461" w:rsidRDefault="005B0461" w:rsidP="005B0461">
      <w:r>
        <w:t>350.6584</w:t>
      </w:r>
      <w:r>
        <w:tab/>
        <w:t>2.025e0</w:t>
      </w:r>
    </w:p>
    <w:p w:rsidR="005B0461" w:rsidRDefault="005B0461" w:rsidP="005B0461">
      <w:r>
        <w:t>350.6636</w:t>
      </w:r>
      <w:r>
        <w:tab/>
        <w:t>3.038e0</w:t>
      </w:r>
    </w:p>
    <w:p w:rsidR="005B0461" w:rsidRDefault="005B0461" w:rsidP="005B0461">
      <w:r>
        <w:t>350.6658</w:t>
      </w:r>
      <w:r>
        <w:tab/>
        <w:t>2.025e0</w:t>
      </w:r>
    </w:p>
    <w:p w:rsidR="005B0461" w:rsidRDefault="005B0461" w:rsidP="005B0461">
      <w:r>
        <w:t>350.7039</w:t>
      </w:r>
      <w:r>
        <w:tab/>
        <w:t>2.025e0</w:t>
      </w:r>
    </w:p>
    <w:p w:rsidR="005B0461" w:rsidRDefault="005B0461" w:rsidP="005B0461">
      <w:r>
        <w:t>350.7096</w:t>
      </w:r>
      <w:r>
        <w:tab/>
        <w:t>2.025e0</w:t>
      </w:r>
    </w:p>
    <w:p w:rsidR="005B0461" w:rsidRDefault="005B0461" w:rsidP="005B0461">
      <w:r>
        <w:lastRenderedPageBreak/>
        <w:t>350.7124</w:t>
      </w:r>
      <w:r>
        <w:tab/>
        <w:t>3.038e0</w:t>
      </w:r>
    </w:p>
    <w:p w:rsidR="005B0461" w:rsidRDefault="005B0461" w:rsidP="005B0461">
      <w:r>
        <w:t>350.7251</w:t>
      </w:r>
      <w:r>
        <w:tab/>
        <w:t>2.025e0</w:t>
      </w:r>
    </w:p>
    <w:p w:rsidR="005B0461" w:rsidRDefault="005B0461" w:rsidP="005B0461">
      <w:r>
        <w:t>350.7636</w:t>
      </w:r>
      <w:r>
        <w:tab/>
        <w:t>2.025e0</w:t>
      </w:r>
    </w:p>
    <w:p w:rsidR="005B0461" w:rsidRDefault="005B0461" w:rsidP="005B0461">
      <w:r>
        <w:t>350.7723</w:t>
      </w:r>
      <w:r>
        <w:tab/>
        <w:t>2.025e0</w:t>
      </w:r>
    </w:p>
    <w:p w:rsidR="005B0461" w:rsidRDefault="005B0461" w:rsidP="005B0461">
      <w:r>
        <w:t>350.7792</w:t>
      </w:r>
      <w:r>
        <w:tab/>
        <w:t>3.038e0</w:t>
      </w:r>
    </w:p>
    <w:p w:rsidR="005B0461" w:rsidRDefault="005B0461" w:rsidP="005B0461">
      <w:r>
        <w:t>350.8234</w:t>
      </w:r>
      <w:r>
        <w:tab/>
        <w:t>4.051e0</w:t>
      </w:r>
    </w:p>
    <w:p w:rsidR="005B0461" w:rsidRDefault="005B0461" w:rsidP="005B0461">
      <w:r>
        <w:t>350.8383</w:t>
      </w:r>
      <w:r>
        <w:tab/>
        <w:t>4.051e0</w:t>
      </w:r>
    </w:p>
    <w:p w:rsidR="005B0461" w:rsidRDefault="005B0461" w:rsidP="005B0461">
      <w:r>
        <w:t>350.8543</w:t>
      </w:r>
      <w:r>
        <w:tab/>
        <w:t>2.025e0</w:t>
      </w:r>
    </w:p>
    <w:p w:rsidR="005B0461" w:rsidRDefault="005B0461" w:rsidP="005B0461">
      <w:r>
        <w:t>350.8744</w:t>
      </w:r>
      <w:r>
        <w:tab/>
        <w:t>3.006e0</w:t>
      </w:r>
    </w:p>
    <w:p w:rsidR="005B0461" w:rsidRDefault="005B0461" w:rsidP="005B0461">
      <w:r>
        <w:t>350.8912</w:t>
      </w:r>
      <w:r>
        <w:tab/>
        <w:t>6.076e0</w:t>
      </w:r>
    </w:p>
    <w:p w:rsidR="005B0461" w:rsidRDefault="005B0461" w:rsidP="005B0461">
      <w:r>
        <w:t>350.9406</w:t>
      </w:r>
      <w:r>
        <w:tab/>
        <w:t>1.140e1</w:t>
      </w:r>
    </w:p>
    <w:p w:rsidR="005B0461" w:rsidRDefault="005B0461" w:rsidP="005B0461">
      <w:r>
        <w:t>351.0049</w:t>
      </w:r>
      <w:r>
        <w:tab/>
        <w:t>1.990e3</w:t>
      </w:r>
    </w:p>
    <w:p w:rsidR="005B0461" w:rsidRDefault="005B0461" w:rsidP="005B0461">
      <w:r>
        <w:t>351.0078</w:t>
      </w:r>
      <w:r>
        <w:tab/>
        <w:t>5.729e2</w:t>
      </w:r>
    </w:p>
    <w:p w:rsidR="005B0461" w:rsidRDefault="005B0461" w:rsidP="005B0461">
      <w:r>
        <w:t>351.1073</w:t>
      </w:r>
      <w:r>
        <w:tab/>
        <w:t>2.025e0</w:t>
      </w:r>
    </w:p>
    <w:p w:rsidR="005B0461" w:rsidRDefault="005B0461" w:rsidP="005B0461">
      <w:r>
        <w:t>351.1267</w:t>
      </w:r>
      <w:r>
        <w:tab/>
        <w:t>1.078e1</w:t>
      </w:r>
    </w:p>
    <w:p w:rsidR="005B0461" w:rsidRDefault="005B0461" w:rsidP="005B0461">
      <w:r>
        <w:t>351.1295</w:t>
      </w:r>
      <w:r>
        <w:tab/>
        <w:t>7.758e0</w:t>
      </w:r>
    </w:p>
    <w:p w:rsidR="005B0461" w:rsidRDefault="005B0461" w:rsidP="005B0461">
      <w:r>
        <w:t>351.1382</w:t>
      </w:r>
      <w:r>
        <w:tab/>
        <w:t>3.713e0</w:t>
      </w:r>
    </w:p>
    <w:p w:rsidR="005B0461" w:rsidRDefault="005B0461" w:rsidP="005B0461">
      <w:r>
        <w:t>351.1515</w:t>
      </w:r>
      <w:r>
        <w:tab/>
        <w:t>5.844e0</w:t>
      </w:r>
    </w:p>
    <w:p w:rsidR="005B0461" w:rsidRDefault="005B0461" w:rsidP="005B0461">
      <w:r>
        <w:t>351.1812</w:t>
      </w:r>
      <w:r>
        <w:tab/>
        <w:t>6.843e0</w:t>
      </w:r>
    </w:p>
    <w:p w:rsidR="005B0461" w:rsidRDefault="005B0461" w:rsidP="005B0461">
      <w:r>
        <w:lastRenderedPageBreak/>
        <w:t>351.1858</w:t>
      </w:r>
      <w:r>
        <w:tab/>
        <w:t>5.899e0</w:t>
      </w:r>
    </w:p>
    <w:p w:rsidR="005B0461" w:rsidRDefault="005B0461" w:rsidP="005B0461">
      <w:r>
        <w:t>351.2058</w:t>
      </w:r>
      <w:r>
        <w:tab/>
        <w:t>4.494e0</w:t>
      </w:r>
    </w:p>
    <w:p w:rsidR="005B0461" w:rsidRDefault="005B0461" w:rsidP="005B0461">
      <w:r>
        <w:t>351.2103</w:t>
      </w:r>
      <w:r>
        <w:tab/>
        <w:t>7.688e0</w:t>
      </w:r>
    </w:p>
    <w:p w:rsidR="005B0461" w:rsidRDefault="005B0461" w:rsidP="005B0461">
      <w:r>
        <w:t>351.2469</w:t>
      </w:r>
      <w:r>
        <w:tab/>
        <w:t>3.332e0</w:t>
      </w:r>
    </w:p>
    <w:p w:rsidR="005B0461" w:rsidRDefault="005B0461" w:rsidP="005B0461">
      <w:r>
        <w:t>351.2518</w:t>
      </w:r>
      <w:r>
        <w:tab/>
        <w:t>9.413e0</w:t>
      </w:r>
    </w:p>
    <w:p w:rsidR="005B0461" w:rsidRDefault="005B0461" w:rsidP="005B0461">
      <w:r>
        <w:t>351.2571</w:t>
      </w:r>
      <w:r>
        <w:tab/>
        <w:t>3.038e0</w:t>
      </w:r>
    </w:p>
    <w:p w:rsidR="005B0461" w:rsidRDefault="005B0461" w:rsidP="005B0461">
      <w:r>
        <w:t>351.2721</w:t>
      </w:r>
      <w:r>
        <w:tab/>
        <w:t>7.897e0</w:t>
      </w:r>
    </w:p>
    <w:p w:rsidR="005B0461" w:rsidRDefault="005B0461" w:rsidP="005B0461">
      <w:r>
        <w:t>351.2789</w:t>
      </w:r>
      <w:r>
        <w:tab/>
        <w:t>5.819e0</w:t>
      </w:r>
    </w:p>
    <w:p w:rsidR="005B0461" w:rsidRDefault="005B0461" w:rsidP="005B0461">
      <w:r>
        <w:t>351.3076</w:t>
      </w:r>
      <w:r>
        <w:tab/>
        <w:t>3.038e0</w:t>
      </w:r>
    </w:p>
    <w:p w:rsidR="005B0461" w:rsidRDefault="005B0461" w:rsidP="005B0461">
      <w:r>
        <w:t>351.3293</w:t>
      </w:r>
      <w:r>
        <w:tab/>
        <w:t>7.453e0</w:t>
      </w:r>
    </w:p>
    <w:p w:rsidR="005B0461" w:rsidRDefault="005B0461" w:rsidP="005B0461">
      <w:r>
        <w:t>351.3415</w:t>
      </w:r>
      <w:r>
        <w:tab/>
        <w:t>3.038e0</w:t>
      </w:r>
    </w:p>
    <w:p w:rsidR="005B0461" w:rsidRDefault="005B0461" w:rsidP="005B0461">
      <w:r>
        <w:t>351.3586</w:t>
      </w:r>
      <w:r>
        <w:tab/>
        <w:t>2.025e0</w:t>
      </w:r>
    </w:p>
    <w:p w:rsidR="005B0461" w:rsidRDefault="005B0461" w:rsidP="005B0461">
      <w:r>
        <w:t>351.3633</w:t>
      </w:r>
      <w:r>
        <w:tab/>
        <w:t>4.051e0</w:t>
      </w:r>
    </w:p>
    <w:p w:rsidR="005B0461" w:rsidRDefault="005B0461" w:rsidP="005B0461">
      <w:r>
        <w:t>351.3837</w:t>
      </w:r>
      <w:r>
        <w:tab/>
        <w:t>2.025e0</w:t>
      </w:r>
    </w:p>
    <w:p w:rsidR="005B0461" w:rsidRDefault="005B0461" w:rsidP="005B0461">
      <w:r>
        <w:t>351.4320</w:t>
      </w:r>
      <w:r>
        <w:tab/>
        <w:t>3.664e0</w:t>
      </w:r>
    </w:p>
    <w:p w:rsidR="005B0461" w:rsidRDefault="005B0461" w:rsidP="005B0461">
      <w:r>
        <w:t>351.4375</w:t>
      </w:r>
      <w:r>
        <w:tab/>
        <w:t>5.550e0</w:t>
      </w:r>
    </w:p>
    <w:p w:rsidR="005B0461" w:rsidRDefault="005B0461" w:rsidP="005B0461">
      <w:r>
        <w:t>351.4520</w:t>
      </w:r>
      <w:r>
        <w:tab/>
        <w:t>2.777e0</w:t>
      </w:r>
    </w:p>
    <w:p w:rsidR="005B0461" w:rsidRDefault="005B0461" w:rsidP="005B0461">
      <w:r>
        <w:t>351.4893</w:t>
      </w:r>
      <w:r>
        <w:tab/>
        <w:t>2.025e0</w:t>
      </w:r>
    </w:p>
    <w:p w:rsidR="005B0461" w:rsidRDefault="005B0461" w:rsidP="005B0461">
      <w:r>
        <w:t>351.4917</w:t>
      </w:r>
      <w:r>
        <w:tab/>
        <w:t>3.038e0</w:t>
      </w:r>
    </w:p>
    <w:p w:rsidR="005B0461" w:rsidRDefault="005B0461" w:rsidP="005B0461">
      <w:r>
        <w:lastRenderedPageBreak/>
        <w:t>351.5290</w:t>
      </w:r>
      <w:r>
        <w:tab/>
        <w:t>3.620e0</w:t>
      </w:r>
    </w:p>
    <w:p w:rsidR="005B0461" w:rsidRDefault="005B0461" w:rsidP="005B0461">
      <w:r>
        <w:t>351.5359</w:t>
      </w:r>
      <w:r>
        <w:tab/>
        <w:t>5.752e0</w:t>
      </w:r>
    </w:p>
    <w:p w:rsidR="005B0461" w:rsidRDefault="005B0461" w:rsidP="005B0461">
      <w:r>
        <w:t>351.5455</w:t>
      </w:r>
      <w:r>
        <w:tab/>
        <w:t>5.912e0</w:t>
      </w:r>
    </w:p>
    <w:p w:rsidR="005B0461" w:rsidRDefault="005B0461" w:rsidP="005B0461">
      <w:r>
        <w:t>351.5469</w:t>
      </w:r>
      <w:r>
        <w:tab/>
        <w:t>2.025e0</w:t>
      </w:r>
    </w:p>
    <w:p w:rsidR="005B0461" w:rsidRDefault="005B0461" w:rsidP="005B0461">
      <w:r>
        <w:t>351.5705</w:t>
      </w:r>
      <w:r>
        <w:tab/>
        <w:t>2.025e0</w:t>
      </w:r>
    </w:p>
    <w:p w:rsidR="005B0461" w:rsidRDefault="005B0461" w:rsidP="005B0461">
      <w:r>
        <w:t>351.5953</w:t>
      </w:r>
      <w:r>
        <w:tab/>
        <w:t>7.089e0</w:t>
      </w:r>
    </w:p>
    <w:p w:rsidR="005B0461" w:rsidRDefault="005B0461" w:rsidP="005B0461">
      <w:r>
        <w:t>351.6049</w:t>
      </w:r>
      <w:r>
        <w:tab/>
        <w:t>4.051e0</w:t>
      </w:r>
    </w:p>
    <w:p w:rsidR="005B0461" w:rsidRDefault="005B0461" w:rsidP="005B0461">
      <w:r>
        <w:t>351.6089</w:t>
      </w:r>
      <w:r>
        <w:tab/>
        <w:t>2.033e0</w:t>
      </w:r>
    </w:p>
    <w:p w:rsidR="005B0461" w:rsidRDefault="005B0461" w:rsidP="005B0461">
      <w:r>
        <w:t>351.6257</w:t>
      </w:r>
      <w:r>
        <w:tab/>
        <w:t>2.025e0</w:t>
      </w:r>
    </w:p>
    <w:p w:rsidR="005B0461" w:rsidRDefault="005B0461" w:rsidP="005B0461">
      <w:r>
        <w:t>351.6450</w:t>
      </w:r>
      <w:r>
        <w:tab/>
        <w:t>7.089e0</w:t>
      </w:r>
    </w:p>
    <w:p w:rsidR="005B0461" w:rsidRDefault="005B0461" w:rsidP="005B0461">
      <w:r>
        <w:t>351.6548</w:t>
      </w:r>
      <w:r>
        <w:tab/>
        <w:t>2.025e0</w:t>
      </w:r>
    </w:p>
    <w:p w:rsidR="005B0461" w:rsidRDefault="005B0461" w:rsidP="005B0461">
      <w:r>
        <w:t>351.6794</w:t>
      </w:r>
      <w:r>
        <w:tab/>
        <w:t>5.063e0</w:t>
      </w:r>
    </w:p>
    <w:p w:rsidR="005B0461" w:rsidRDefault="005B0461" w:rsidP="005B0461">
      <w:r>
        <w:t>351.6952</w:t>
      </w:r>
      <w:r>
        <w:tab/>
        <w:t>3.038e0</w:t>
      </w:r>
    </w:p>
    <w:p w:rsidR="005B0461" w:rsidRDefault="005B0461" w:rsidP="005B0461">
      <w:r>
        <w:t>351.7060</w:t>
      </w:r>
      <w:r>
        <w:tab/>
        <w:t>3.356e0</w:t>
      </w:r>
    </w:p>
    <w:p w:rsidR="005B0461" w:rsidRDefault="005B0461" w:rsidP="005B0461">
      <w:r>
        <w:t>351.7070</w:t>
      </w:r>
      <w:r>
        <w:tab/>
        <w:t>2.025e0</w:t>
      </w:r>
    </w:p>
    <w:p w:rsidR="005B0461" w:rsidRDefault="005B0461" w:rsidP="005B0461">
      <w:r>
        <w:t>351.7266</w:t>
      </w:r>
      <w:r>
        <w:tab/>
        <w:t>2.025e0</w:t>
      </w:r>
    </w:p>
    <w:p w:rsidR="005B0461" w:rsidRDefault="005B0461" w:rsidP="005B0461">
      <w:r>
        <w:t>351.7299</w:t>
      </w:r>
      <w:r>
        <w:tab/>
        <w:t>4.051e0</w:t>
      </w:r>
    </w:p>
    <w:p w:rsidR="005B0461" w:rsidRDefault="005B0461" w:rsidP="005B0461">
      <w:r>
        <w:t>351.7350</w:t>
      </w:r>
      <w:r>
        <w:tab/>
        <w:t>5.080e0</w:t>
      </w:r>
    </w:p>
    <w:p w:rsidR="005B0461" w:rsidRDefault="005B0461" w:rsidP="005B0461">
      <w:r>
        <w:t>351.7550</w:t>
      </w:r>
      <w:r>
        <w:tab/>
        <w:t>2.025e0</w:t>
      </w:r>
    </w:p>
    <w:p w:rsidR="005B0461" w:rsidRDefault="005B0461" w:rsidP="005B0461">
      <w:r>
        <w:lastRenderedPageBreak/>
        <w:t>351.7785</w:t>
      </w:r>
      <w:r>
        <w:tab/>
        <w:t>4.051e0</w:t>
      </w:r>
    </w:p>
    <w:p w:rsidR="005B0461" w:rsidRDefault="005B0461" w:rsidP="005B0461">
      <w:r>
        <w:t>351.7826</w:t>
      </w:r>
      <w:r>
        <w:tab/>
        <w:t>2.025e0</w:t>
      </w:r>
    </w:p>
    <w:p w:rsidR="005B0461" w:rsidRDefault="005B0461" w:rsidP="005B0461">
      <w:r>
        <w:t>351.8137</w:t>
      </w:r>
      <w:r>
        <w:tab/>
        <w:t>8.101e0</w:t>
      </w:r>
    </w:p>
    <w:p w:rsidR="005B0461" w:rsidRDefault="005B0461" w:rsidP="005B0461">
      <w:r>
        <w:t>351.8157</w:t>
      </w:r>
      <w:r>
        <w:tab/>
        <w:t>1.013e0</w:t>
      </w:r>
    </w:p>
    <w:p w:rsidR="005B0461" w:rsidRDefault="005B0461" w:rsidP="005B0461">
      <w:r>
        <w:t>351.8196</w:t>
      </w:r>
      <w:r>
        <w:tab/>
        <w:t>2.025e0</w:t>
      </w:r>
    </w:p>
    <w:p w:rsidR="005B0461" w:rsidRDefault="005B0461" w:rsidP="005B0461">
      <w:r>
        <w:t>351.8291</w:t>
      </w:r>
      <w:r>
        <w:tab/>
        <w:t>3.889e0</w:t>
      </w:r>
    </w:p>
    <w:p w:rsidR="005B0461" w:rsidRDefault="005B0461" w:rsidP="005B0461">
      <w:r>
        <w:t>351.8474</w:t>
      </w:r>
      <w:r>
        <w:tab/>
        <w:t>3.038e0</w:t>
      </w:r>
    </w:p>
    <w:p w:rsidR="005B0461" w:rsidRDefault="005B0461" w:rsidP="005B0461">
      <w:r>
        <w:t>351.8494</w:t>
      </w:r>
      <w:r>
        <w:tab/>
        <w:t>3.038e0</w:t>
      </w:r>
    </w:p>
    <w:p w:rsidR="005B0461" w:rsidRDefault="005B0461" w:rsidP="005B0461">
      <w:r>
        <w:t>351.8918</w:t>
      </w:r>
      <w:r>
        <w:tab/>
        <w:t>2.025e0</w:t>
      </w:r>
    </w:p>
    <w:p w:rsidR="005B0461" w:rsidRDefault="005B0461" w:rsidP="005B0461">
      <w:r>
        <w:t>351.9126</w:t>
      </w:r>
      <w:r>
        <w:tab/>
        <w:t>6.740e0</w:t>
      </w:r>
    </w:p>
    <w:p w:rsidR="005B0461" w:rsidRDefault="005B0461" w:rsidP="005B0461">
      <w:r>
        <w:t>351.9218</w:t>
      </w:r>
      <w:r>
        <w:tab/>
        <w:t>2.479e0</w:t>
      </w:r>
    </w:p>
    <w:p w:rsidR="005B0461" w:rsidRDefault="005B0461" w:rsidP="005B0461">
      <w:r>
        <w:t>351.9230</w:t>
      </w:r>
      <w:r>
        <w:tab/>
        <w:t>5.525e0</w:t>
      </w:r>
    </w:p>
    <w:p w:rsidR="005B0461" w:rsidRDefault="005B0461" w:rsidP="005B0461">
      <w:r>
        <w:t>351.9291</w:t>
      </w:r>
      <w:r>
        <w:tab/>
        <w:t>6.885e0</w:t>
      </w:r>
    </w:p>
    <w:p w:rsidR="005B0461" w:rsidRDefault="005B0461" w:rsidP="005B0461">
      <w:r>
        <w:t>352.0073</w:t>
      </w:r>
      <w:r>
        <w:tab/>
        <w:t>1.247e2</w:t>
      </w:r>
    </w:p>
    <w:p w:rsidR="005B0461" w:rsidRDefault="005B0461" w:rsidP="005B0461">
      <w:r>
        <w:t>352.0086</w:t>
      </w:r>
      <w:r>
        <w:tab/>
        <w:t>1.312e2</w:t>
      </w:r>
    </w:p>
    <w:p w:rsidR="005B0461" w:rsidRDefault="005B0461" w:rsidP="005B0461">
      <w:r>
        <w:t>352.0108</w:t>
      </w:r>
      <w:r>
        <w:tab/>
        <w:t>2.825e2</w:t>
      </w:r>
    </w:p>
    <w:p w:rsidR="005B0461" w:rsidRDefault="005B0461" w:rsidP="005B0461">
      <w:r>
        <w:t>352.0848</w:t>
      </w:r>
      <w:r>
        <w:tab/>
        <w:t>2.430e0</w:t>
      </w:r>
    </w:p>
    <w:p w:rsidR="005B0461" w:rsidRDefault="005B0461" w:rsidP="005B0461">
      <w:r>
        <w:t>352.0948</w:t>
      </w:r>
      <w:r>
        <w:tab/>
        <w:t>6.539e0</w:t>
      </w:r>
    </w:p>
    <w:p w:rsidR="005B0461" w:rsidRDefault="005B0461" w:rsidP="005B0461">
      <w:r>
        <w:t>352.0994</w:t>
      </w:r>
      <w:r>
        <w:tab/>
        <w:t>2.837e0</w:t>
      </w:r>
    </w:p>
    <w:p w:rsidR="005B0461" w:rsidRDefault="005B0461" w:rsidP="005B0461">
      <w:r>
        <w:lastRenderedPageBreak/>
        <w:t>352.1140</w:t>
      </w:r>
      <w:r>
        <w:tab/>
        <w:t>2.025e0</w:t>
      </w:r>
    </w:p>
    <w:p w:rsidR="005B0461" w:rsidRDefault="005B0461" w:rsidP="005B0461">
      <w:r>
        <w:t>352.1309</w:t>
      </w:r>
      <w:r>
        <w:tab/>
        <w:t>3.973e0</w:t>
      </w:r>
    </w:p>
    <w:p w:rsidR="005B0461" w:rsidRDefault="005B0461" w:rsidP="005B0461">
      <w:r>
        <w:t>352.1526</w:t>
      </w:r>
      <w:r>
        <w:tab/>
        <w:t>3.079e0</w:t>
      </w:r>
    </w:p>
    <w:p w:rsidR="005B0461" w:rsidRDefault="005B0461" w:rsidP="005B0461">
      <w:r>
        <w:t>352.1537</w:t>
      </w:r>
      <w:r>
        <w:tab/>
        <w:t>6.403e0</w:t>
      </w:r>
    </w:p>
    <w:p w:rsidR="005B0461" w:rsidRDefault="005B0461" w:rsidP="005B0461">
      <w:r>
        <w:t>352.1763</w:t>
      </w:r>
      <w:r>
        <w:tab/>
        <w:t>3.539e0</w:t>
      </w:r>
    </w:p>
    <w:p w:rsidR="005B0461" w:rsidRDefault="005B0461" w:rsidP="005B0461">
      <w:r>
        <w:t>352.2121</w:t>
      </w:r>
      <w:r>
        <w:tab/>
        <w:t>3.810e0</w:t>
      </w:r>
    </w:p>
    <w:p w:rsidR="005B0461" w:rsidRDefault="005B0461" w:rsidP="005B0461">
      <w:r>
        <w:t>352.2700</w:t>
      </w:r>
      <w:r>
        <w:tab/>
        <w:t>2.025e0</w:t>
      </w:r>
    </w:p>
    <w:p w:rsidR="005B0461" w:rsidRDefault="005B0461" w:rsidP="005B0461">
      <w:r>
        <w:t>352.2729</w:t>
      </w:r>
      <w:r>
        <w:tab/>
        <w:t>2.904e0</w:t>
      </w:r>
    </w:p>
    <w:p w:rsidR="005B0461" w:rsidRDefault="005B0461" w:rsidP="005B0461">
      <w:r>
        <w:t>352.2765</w:t>
      </w:r>
      <w:r>
        <w:tab/>
        <w:t>2.368e0</w:t>
      </w:r>
    </w:p>
    <w:p w:rsidR="005B0461" w:rsidRDefault="005B0461" w:rsidP="005B0461">
      <w:r>
        <w:t>352.3105</w:t>
      </w:r>
      <w:r>
        <w:tab/>
        <w:t>1.845e0</w:t>
      </w:r>
    </w:p>
    <w:p w:rsidR="005B0461" w:rsidRDefault="005B0461" w:rsidP="005B0461">
      <w:r>
        <w:t>352.3128</w:t>
      </w:r>
      <w:r>
        <w:tab/>
        <w:t>7.089e0</w:t>
      </w:r>
    </w:p>
    <w:p w:rsidR="005B0461" w:rsidRDefault="005B0461" w:rsidP="005B0461">
      <w:r>
        <w:t>352.3401</w:t>
      </w:r>
      <w:r>
        <w:tab/>
        <w:t>6.646e0</w:t>
      </w:r>
    </w:p>
    <w:p w:rsidR="005B0461" w:rsidRDefault="005B0461" w:rsidP="005B0461">
      <w:r>
        <w:t>352.3452</w:t>
      </w:r>
      <w:r>
        <w:tab/>
        <w:t>4.051e0</w:t>
      </w:r>
    </w:p>
    <w:p w:rsidR="005B0461" w:rsidRDefault="005B0461" w:rsidP="005B0461">
      <w:r>
        <w:t>352.3725</w:t>
      </w:r>
      <w:r>
        <w:tab/>
        <w:t>1.013e0</w:t>
      </w:r>
    </w:p>
    <w:p w:rsidR="005B0461" w:rsidRDefault="005B0461" w:rsidP="005B0461">
      <w:r>
        <w:t>352.4012</w:t>
      </w:r>
      <w:r>
        <w:tab/>
        <w:t>4.051e0</w:t>
      </w:r>
    </w:p>
    <w:p w:rsidR="005B0461" w:rsidRDefault="005B0461" w:rsidP="005B0461">
      <w:r>
        <w:t>352.4072</w:t>
      </w:r>
      <w:r>
        <w:tab/>
        <w:t>7.089e0</w:t>
      </w:r>
    </w:p>
    <w:p w:rsidR="005B0461" w:rsidRDefault="005B0461" w:rsidP="005B0461">
      <w:r>
        <w:t>352.4219</w:t>
      </w:r>
      <w:r>
        <w:tab/>
        <w:t>1.013e0</w:t>
      </w:r>
    </w:p>
    <w:p w:rsidR="005B0461" w:rsidRDefault="005B0461" w:rsidP="005B0461">
      <w:r>
        <w:t>352.4598</w:t>
      </w:r>
      <w:r>
        <w:tab/>
        <w:t>6.076e0</w:t>
      </w:r>
    </w:p>
    <w:p w:rsidR="005B0461" w:rsidRDefault="005B0461" w:rsidP="005B0461">
      <w:r>
        <w:t>352.4625</w:t>
      </w:r>
      <w:r>
        <w:tab/>
        <w:t>3.038e0</w:t>
      </w:r>
    </w:p>
    <w:p w:rsidR="005B0461" w:rsidRDefault="005B0461" w:rsidP="005B0461">
      <w:r>
        <w:lastRenderedPageBreak/>
        <w:t>352.4853</w:t>
      </w:r>
      <w:r>
        <w:tab/>
        <w:t>5.228e0</w:t>
      </w:r>
    </w:p>
    <w:p w:rsidR="005B0461" w:rsidRDefault="005B0461" w:rsidP="005B0461">
      <w:r>
        <w:t>352.4881</w:t>
      </w:r>
      <w:r>
        <w:tab/>
        <w:t>1.013e0</w:t>
      </w:r>
    </w:p>
    <w:p w:rsidR="005B0461" w:rsidRDefault="005B0461" w:rsidP="005B0461">
      <w:r>
        <w:t>352.5128</w:t>
      </w:r>
      <w:r>
        <w:tab/>
        <w:t>3.038e0</w:t>
      </w:r>
    </w:p>
    <w:p w:rsidR="005B0461" w:rsidRDefault="005B0461" w:rsidP="005B0461">
      <w:r>
        <w:t>352.5291</w:t>
      </w:r>
      <w:r>
        <w:tab/>
        <w:t>3.038e0</w:t>
      </w:r>
    </w:p>
    <w:p w:rsidR="005B0461" w:rsidRDefault="005B0461" w:rsidP="005B0461">
      <w:r>
        <w:t>352.5421</w:t>
      </w:r>
      <w:r>
        <w:tab/>
        <w:t>5.341e0</w:t>
      </w:r>
    </w:p>
    <w:p w:rsidR="005B0461" w:rsidRDefault="005B0461" w:rsidP="005B0461">
      <w:r>
        <w:t>352.5883</w:t>
      </w:r>
      <w:r>
        <w:tab/>
        <w:t>4.051e0</w:t>
      </w:r>
    </w:p>
    <w:p w:rsidR="005B0461" w:rsidRDefault="005B0461" w:rsidP="005B0461">
      <w:r>
        <w:t>352.6031</w:t>
      </w:r>
      <w:r>
        <w:tab/>
        <w:t>3.218e0</w:t>
      </w:r>
    </w:p>
    <w:p w:rsidR="005B0461" w:rsidRDefault="005B0461" w:rsidP="005B0461">
      <w:r>
        <w:t>352.6085</w:t>
      </w:r>
      <w:r>
        <w:tab/>
        <w:t>7.804e0</w:t>
      </w:r>
    </w:p>
    <w:p w:rsidR="005B0461" w:rsidRDefault="005B0461" w:rsidP="005B0461">
      <w:r>
        <w:t>352.6183</w:t>
      </w:r>
      <w:r>
        <w:tab/>
        <w:t>4.051e0</w:t>
      </w:r>
    </w:p>
    <w:p w:rsidR="005B0461" w:rsidRDefault="005B0461" w:rsidP="005B0461">
      <w:r>
        <w:t>352.6487</w:t>
      </w:r>
      <w:r>
        <w:tab/>
        <w:t>4.883e0</w:t>
      </w:r>
    </w:p>
    <w:p w:rsidR="005B0461" w:rsidRDefault="005B0461" w:rsidP="005B0461">
      <w:r>
        <w:t>352.6573</w:t>
      </w:r>
      <w:r>
        <w:tab/>
        <w:t>1.013e0</w:t>
      </w:r>
    </w:p>
    <w:p w:rsidR="005B0461" w:rsidRDefault="005B0461" w:rsidP="005B0461">
      <w:r>
        <w:t>352.6824</w:t>
      </w:r>
      <w:r>
        <w:tab/>
        <w:t>3.278e0</w:t>
      </w:r>
    </w:p>
    <w:p w:rsidR="005B0461" w:rsidRDefault="005B0461" w:rsidP="005B0461">
      <w:r>
        <w:t>352.7003</w:t>
      </w:r>
      <w:r>
        <w:tab/>
        <w:t>7.089e0</w:t>
      </w:r>
    </w:p>
    <w:p w:rsidR="005B0461" w:rsidRDefault="005B0461" w:rsidP="005B0461">
      <w:r>
        <w:t>352.7086</w:t>
      </w:r>
      <w:r>
        <w:tab/>
        <w:t>3.448e0</w:t>
      </w:r>
    </w:p>
    <w:p w:rsidR="005B0461" w:rsidRDefault="005B0461" w:rsidP="005B0461">
      <w:r>
        <w:t>352.7274</w:t>
      </w:r>
      <w:r>
        <w:tab/>
        <w:t>2.025e0</w:t>
      </w:r>
    </w:p>
    <w:p w:rsidR="005B0461" w:rsidRDefault="005B0461" w:rsidP="005B0461">
      <w:r>
        <w:t>352.7639</w:t>
      </w:r>
      <w:r>
        <w:tab/>
        <w:t>3.038e0</w:t>
      </w:r>
    </w:p>
    <w:p w:rsidR="005B0461" w:rsidRDefault="005B0461" w:rsidP="005B0461">
      <w:r>
        <w:t>352.7719</w:t>
      </w:r>
      <w:r>
        <w:tab/>
        <w:t>3.038e0</w:t>
      </w:r>
    </w:p>
    <w:p w:rsidR="005B0461" w:rsidRDefault="005B0461" w:rsidP="005B0461">
      <w:r>
        <w:t>352.7796</w:t>
      </w:r>
      <w:r>
        <w:tab/>
        <w:t>4.051e0</w:t>
      </w:r>
    </w:p>
    <w:p w:rsidR="005B0461" w:rsidRDefault="005B0461" w:rsidP="005B0461">
      <w:r>
        <w:t>352.7969</w:t>
      </w:r>
      <w:r>
        <w:tab/>
        <w:t>2.025e0</w:t>
      </w:r>
    </w:p>
    <w:p w:rsidR="005B0461" w:rsidRDefault="005B0461" w:rsidP="005B0461">
      <w:r>
        <w:lastRenderedPageBreak/>
        <w:t>352.8035</w:t>
      </w:r>
      <w:r>
        <w:tab/>
        <w:t>5.063e0</w:t>
      </w:r>
    </w:p>
    <w:p w:rsidR="005B0461" w:rsidRDefault="005B0461" w:rsidP="005B0461">
      <w:r>
        <w:t>352.8094</w:t>
      </w:r>
      <w:r>
        <w:tab/>
        <w:t>2.025e0</w:t>
      </w:r>
    </w:p>
    <w:p w:rsidR="005B0461" w:rsidRDefault="005B0461" w:rsidP="005B0461">
      <w:r>
        <w:t>352.8383</w:t>
      </w:r>
      <w:r>
        <w:tab/>
        <w:t>9.114e0</w:t>
      </w:r>
    </w:p>
    <w:p w:rsidR="005B0461" w:rsidRDefault="005B0461" w:rsidP="005B0461">
      <w:r>
        <w:t>352.8542</w:t>
      </w:r>
      <w:r>
        <w:tab/>
        <w:t>2.025e0</w:t>
      </w:r>
    </w:p>
    <w:p w:rsidR="005B0461" w:rsidRDefault="005B0461" w:rsidP="005B0461">
      <w:r>
        <w:t>352.8777</w:t>
      </w:r>
      <w:r>
        <w:tab/>
        <w:t>2.574e0</w:t>
      </w:r>
    </w:p>
    <w:p w:rsidR="005B0461" w:rsidRDefault="005B0461" w:rsidP="005B0461">
      <w:r>
        <w:t>352.8869</w:t>
      </w:r>
      <w:r>
        <w:tab/>
        <w:t>3.038e0</w:t>
      </w:r>
    </w:p>
    <w:p w:rsidR="005B0461" w:rsidRDefault="005B0461" w:rsidP="005B0461">
      <w:r>
        <w:t>352.9134</w:t>
      </w:r>
      <w:r>
        <w:tab/>
        <w:t>2.356e0</w:t>
      </w:r>
    </w:p>
    <w:p w:rsidR="005B0461" w:rsidRDefault="005B0461" w:rsidP="005B0461">
      <w:r>
        <w:t>352.9357</w:t>
      </w:r>
      <w:r>
        <w:tab/>
        <w:t>4.890e0</w:t>
      </w:r>
    </w:p>
    <w:p w:rsidR="005B0461" w:rsidRDefault="005B0461" w:rsidP="005B0461">
      <w:r>
        <w:t>353.0035</w:t>
      </w:r>
      <w:r>
        <w:tab/>
        <w:t>6.954e2</w:t>
      </w:r>
    </w:p>
    <w:p w:rsidR="005B0461" w:rsidRDefault="005B0461" w:rsidP="005B0461">
      <w:r>
        <w:t>353.0047</w:t>
      </w:r>
      <w:r>
        <w:tab/>
        <w:t>1.987e3</w:t>
      </w:r>
    </w:p>
    <w:p w:rsidR="005B0461" w:rsidRDefault="005B0461" w:rsidP="005B0461">
      <w:r>
        <w:t>353.0979</w:t>
      </w:r>
      <w:r>
        <w:tab/>
        <w:t>1.351e1</w:t>
      </w:r>
    </w:p>
    <w:p w:rsidR="005B0461" w:rsidRDefault="005B0461" w:rsidP="005B0461">
      <w:r>
        <w:t>353.1154</w:t>
      </w:r>
      <w:r>
        <w:tab/>
        <w:t>3.038e0</w:t>
      </w:r>
    </w:p>
    <w:p w:rsidR="005B0461" w:rsidRDefault="005B0461" w:rsidP="005B0461">
      <w:r>
        <w:t>353.1177</w:t>
      </w:r>
      <w:r>
        <w:tab/>
        <w:t>9.471e0</w:t>
      </w:r>
    </w:p>
    <w:p w:rsidR="005B0461" w:rsidRDefault="005B0461" w:rsidP="005B0461">
      <w:r>
        <w:t>353.1333</w:t>
      </w:r>
      <w:r>
        <w:tab/>
        <w:t>1.205e1</w:t>
      </w:r>
    </w:p>
    <w:p w:rsidR="005B0461" w:rsidRDefault="005B0461" w:rsidP="005B0461">
      <w:r>
        <w:t>353.1382</w:t>
      </w:r>
      <w:r>
        <w:tab/>
        <w:t>6.940e0</w:t>
      </w:r>
    </w:p>
    <w:p w:rsidR="005B0461" w:rsidRDefault="005B0461" w:rsidP="005B0461">
      <w:r>
        <w:t>353.1626</w:t>
      </w:r>
      <w:r>
        <w:tab/>
        <w:t>9.871e0</w:t>
      </w:r>
    </w:p>
    <w:p w:rsidR="005B0461" w:rsidRDefault="005B0461" w:rsidP="005B0461">
      <w:r>
        <w:t>353.1966</w:t>
      </w:r>
      <w:r>
        <w:tab/>
        <w:t>5.264e0</w:t>
      </w:r>
    </w:p>
    <w:p w:rsidR="005B0461" w:rsidRDefault="005B0461" w:rsidP="005B0461">
      <w:r>
        <w:t>353.2129</w:t>
      </w:r>
      <w:r>
        <w:tab/>
        <w:t>6.429e0</w:t>
      </w:r>
    </w:p>
    <w:p w:rsidR="005B0461" w:rsidRDefault="005B0461" w:rsidP="005B0461">
      <w:r>
        <w:t>353.2177</w:t>
      </w:r>
      <w:r>
        <w:tab/>
        <w:t>4.503e0</w:t>
      </w:r>
    </w:p>
    <w:p w:rsidR="005B0461" w:rsidRDefault="005B0461" w:rsidP="005B0461">
      <w:r>
        <w:lastRenderedPageBreak/>
        <w:t>353.2298</w:t>
      </w:r>
      <w:r>
        <w:tab/>
        <w:t>8.625e0</w:t>
      </w:r>
    </w:p>
    <w:p w:rsidR="005B0461" w:rsidRDefault="005B0461" w:rsidP="005B0461">
      <w:r>
        <w:t>353.2631</w:t>
      </w:r>
      <w:r>
        <w:tab/>
        <w:t>5.063e0</w:t>
      </w:r>
    </w:p>
    <w:p w:rsidR="005B0461" w:rsidRDefault="005B0461" w:rsidP="005B0461">
      <w:r>
        <w:t>353.2791</w:t>
      </w:r>
      <w:r>
        <w:tab/>
        <w:t>6.279e0</w:t>
      </w:r>
    </w:p>
    <w:p w:rsidR="005B0461" w:rsidRDefault="005B0461" w:rsidP="005B0461">
      <w:r>
        <w:t>353.2914</w:t>
      </w:r>
      <w:r>
        <w:tab/>
        <w:t>8.135e0</w:t>
      </w:r>
    </w:p>
    <w:p w:rsidR="005B0461" w:rsidRDefault="005B0461" w:rsidP="005B0461">
      <w:r>
        <w:t>353.3135</w:t>
      </w:r>
      <w:r>
        <w:tab/>
        <w:t>2.815e0</w:t>
      </w:r>
    </w:p>
    <w:p w:rsidR="005B0461" w:rsidRDefault="005B0461" w:rsidP="005B0461">
      <w:r>
        <w:t>353.3379</w:t>
      </w:r>
      <w:r>
        <w:tab/>
        <w:t>5.063e0</w:t>
      </w:r>
    </w:p>
    <w:p w:rsidR="005B0461" w:rsidRDefault="005B0461" w:rsidP="005B0461">
      <w:r>
        <w:t>353.3444</w:t>
      </w:r>
      <w:r>
        <w:tab/>
        <w:t>4.835e0</w:t>
      </w:r>
    </w:p>
    <w:p w:rsidR="005B0461" w:rsidRDefault="005B0461" w:rsidP="005B0461">
      <w:r>
        <w:t>353.3555</w:t>
      </w:r>
      <w:r>
        <w:tab/>
        <w:t>4.051e0</w:t>
      </w:r>
    </w:p>
    <w:p w:rsidR="005B0461" w:rsidRDefault="005B0461" w:rsidP="005B0461">
      <w:r>
        <w:t>353.3566</w:t>
      </w:r>
      <w:r>
        <w:tab/>
        <w:t>3.038e0</w:t>
      </w:r>
    </w:p>
    <w:p w:rsidR="005B0461" w:rsidRDefault="005B0461" w:rsidP="005B0461">
      <w:r>
        <w:t>353.4035</w:t>
      </w:r>
      <w:r>
        <w:tab/>
        <w:t>3.038e0</w:t>
      </w:r>
    </w:p>
    <w:p w:rsidR="005B0461" w:rsidRDefault="005B0461" w:rsidP="005B0461">
      <w:r>
        <w:t>353.4112</w:t>
      </w:r>
      <w:r>
        <w:tab/>
        <w:t>3.038e0</w:t>
      </w:r>
    </w:p>
    <w:p w:rsidR="005B0461" w:rsidRDefault="005B0461" w:rsidP="005B0461">
      <w:r>
        <w:t>353.4130</w:t>
      </w:r>
      <w:r>
        <w:tab/>
        <w:t>3.038e0</w:t>
      </w:r>
    </w:p>
    <w:p w:rsidR="005B0461" w:rsidRDefault="005B0461" w:rsidP="005B0461">
      <w:r>
        <w:t>353.4459</w:t>
      </w:r>
      <w:r>
        <w:tab/>
        <w:t>7.089e0</w:t>
      </w:r>
    </w:p>
    <w:p w:rsidR="005B0461" w:rsidRDefault="005B0461" w:rsidP="005B0461">
      <w:r>
        <w:t>353.4537</w:t>
      </w:r>
      <w:r>
        <w:tab/>
        <w:t>5.063e0</w:t>
      </w:r>
    </w:p>
    <w:p w:rsidR="005B0461" w:rsidRDefault="005B0461" w:rsidP="005B0461">
      <w:r>
        <w:t>353.4599</w:t>
      </w:r>
      <w:r>
        <w:tab/>
        <w:t>3.038e0</w:t>
      </w:r>
    </w:p>
    <w:p w:rsidR="005B0461" w:rsidRDefault="005B0461" w:rsidP="005B0461">
      <w:r>
        <w:t>353.4839</w:t>
      </w:r>
      <w:r>
        <w:tab/>
        <w:t>3.038e0</w:t>
      </w:r>
    </w:p>
    <w:p w:rsidR="005B0461" w:rsidRDefault="005B0461" w:rsidP="005B0461">
      <w:r>
        <w:t>353.5020</w:t>
      </w:r>
      <w:r>
        <w:tab/>
        <w:t>4.051e0</w:t>
      </w:r>
    </w:p>
    <w:p w:rsidR="005B0461" w:rsidRDefault="005B0461" w:rsidP="005B0461">
      <w:r>
        <w:t>353.5036</w:t>
      </w:r>
      <w:r>
        <w:tab/>
        <w:t>9.416e0</w:t>
      </w:r>
    </w:p>
    <w:p w:rsidR="005B0461" w:rsidRDefault="005B0461" w:rsidP="005B0461">
      <w:r>
        <w:t>353.5180</w:t>
      </w:r>
      <w:r>
        <w:tab/>
        <w:t>7.089e0</w:t>
      </w:r>
    </w:p>
    <w:p w:rsidR="005B0461" w:rsidRDefault="005B0461" w:rsidP="005B0461">
      <w:r>
        <w:lastRenderedPageBreak/>
        <w:t>353.5786</w:t>
      </w:r>
      <w:r>
        <w:tab/>
        <w:t>6.076e0</w:t>
      </w:r>
    </w:p>
    <w:p w:rsidR="005B0461" w:rsidRDefault="005B0461" w:rsidP="005B0461">
      <w:r>
        <w:t>353.5898</w:t>
      </w:r>
      <w:r>
        <w:tab/>
        <w:t>3.038e0</w:t>
      </w:r>
    </w:p>
    <w:p w:rsidR="005B0461" w:rsidRDefault="005B0461" w:rsidP="005B0461">
      <w:r>
        <w:t>353.5916</w:t>
      </w:r>
      <w:r>
        <w:tab/>
        <w:t>5.063e0</w:t>
      </w:r>
    </w:p>
    <w:p w:rsidR="005B0461" w:rsidRDefault="005B0461" w:rsidP="005B0461">
      <w:r>
        <w:t>353.6019</w:t>
      </w:r>
      <w:r>
        <w:tab/>
        <w:t>4.051e0</w:t>
      </w:r>
    </w:p>
    <w:p w:rsidR="005B0461" w:rsidRDefault="005B0461" w:rsidP="005B0461">
      <w:r>
        <w:t>353.6257</w:t>
      </w:r>
      <w:r>
        <w:tab/>
        <w:t>4.051e0</w:t>
      </w:r>
    </w:p>
    <w:p w:rsidR="005B0461" w:rsidRDefault="005B0461" w:rsidP="005B0461">
      <w:r>
        <w:t>353.6270</w:t>
      </w:r>
      <w:r>
        <w:tab/>
        <w:t>2.025e0</w:t>
      </w:r>
    </w:p>
    <w:p w:rsidR="005B0461" w:rsidRDefault="005B0461" w:rsidP="005B0461">
      <w:r>
        <w:t>353.6712</w:t>
      </w:r>
      <w:r>
        <w:tab/>
        <w:t>8.101e0</w:t>
      </w:r>
    </w:p>
    <w:p w:rsidR="005B0461" w:rsidRDefault="005B0461" w:rsidP="005B0461">
      <w:r>
        <w:t>353.6884</w:t>
      </w:r>
      <w:r>
        <w:tab/>
        <w:t>2.025e0</w:t>
      </w:r>
    </w:p>
    <w:p w:rsidR="005B0461" w:rsidRDefault="005B0461" w:rsidP="005B0461">
      <w:r>
        <w:t>353.7058</w:t>
      </w:r>
      <w:r>
        <w:tab/>
        <w:t>6.680e0</w:t>
      </w:r>
    </w:p>
    <w:p w:rsidR="005B0461" w:rsidRDefault="005B0461" w:rsidP="005B0461">
      <w:r>
        <w:t>353.7272</w:t>
      </w:r>
      <w:r>
        <w:tab/>
        <w:t>6.076e0</w:t>
      </w:r>
    </w:p>
    <w:p w:rsidR="005B0461" w:rsidRDefault="005B0461" w:rsidP="005B0461">
      <w:r>
        <w:t>353.7440</w:t>
      </w:r>
      <w:r>
        <w:tab/>
        <w:t>3.038e0</w:t>
      </w:r>
    </w:p>
    <w:p w:rsidR="005B0461" w:rsidRDefault="005B0461" w:rsidP="005B0461">
      <w:r>
        <w:t>353.7477</w:t>
      </w:r>
      <w:r>
        <w:tab/>
        <w:t>4.175e0</w:t>
      </w:r>
    </w:p>
    <w:p w:rsidR="005B0461" w:rsidRDefault="005B0461" w:rsidP="005B0461">
      <w:r>
        <w:t>353.7543</w:t>
      </w:r>
      <w:r>
        <w:tab/>
        <w:t>8.101e0</w:t>
      </w:r>
    </w:p>
    <w:p w:rsidR="005B0461" w:rsidRDefault="005B0461" w:rsidP="005B0461">
      <w:r>
        <w:t>353.8013</w:t>
      </w:r>
      <w:r>
        <w:tab/>
        <w:t>1.013e0</w:t>
      </w:r>
    </w:p>
    <w:p w:rsidR="005B0461" w:rsidRDefault="005B0461" w:rsidP="005B0461">
      <w:r>
        <w:t>353.8041</w:t>
      </w:r>
      <w:r>
        <w:tab/>
        <w:t>4.051e0</w:t>
      </w:r>
    </w:p>
    <w:p w:rsidR="005B0461" w:rsidRDefault="005B0461" w:rsidP="005B0461">
      <w:r>
        <w:t>353.8261</w:t>
      </w:r>
      <w:r>
        <w:tab/>
        <w:t>2.025e0</w:t>
      </w:r>
    </w:p>
    <w:p w:rsidR="005B0461" w:rsidRDefault="005B0461" w:rsidP="005B0461">
      <w:r>
        <w:t>353.8272</w:t>
      </w:r>
      <w:r>
        <w:tab/>
        <w:t>6.076e0</w:t>
      </w:r>
    </w:p>
    <w:p w:rsidR="005B0461" w:rsidRDefault="005B0461" w:rsidP="005B0461">
      <w:r>
        <w:t>353.8385</w:t>
      </w:r>
      <w:r>
        <w:tab/>
        <w:t>2.025e0</w:t>
      </w:r>
    </w:p>
    <w:p w:rsidR="005B0461" w:rsidRDefault="005B0461" w:rsidP="005B0461">
      <w:r>
        <w:t>353.8630</w:t>
      </w:r>
      <w:r>
        <w:tab/>
        <w:t>6.076e0</w:t>
      </w:r>
    </w:p>
    <w:p w:rsidR="005B0461" w:rsidRDefault="005B0461" w:rsidP="005B0461">
      <w:r>
        <w:lastRenderedPageBreak/>
        <w:t>353.8903</w:t>
      </w:r>
      <w:r>
        <w:tab/>
        <w:t>1.202e1</w:t>
      </w:r>
    </w:p>
    <w:p w:rsidR="005B0461" w:rsidRDefault="005B0461" w:rsidP="005B0461">
      <w:r>
        <w:t>353.9128</w:t>
      </w:r>
      <w:r>
        <w:tab/>
        <w:t>2.804e0</w:t>
      </w:r>
    </w:p>
    <w:p w:rsidR="005B0461" w:rsidRDefault="005B0461" w:rsidP="005B0461">
      <w:r>
        <w:t>353.9312</w:t>
      </w:r>
      <w:r>
        <w:tab/>
        <w:t>6.375e0</w:t>
      </w:r>
    </w:p>
    <w:p w:rsidR="005B0461" w:rsidRDefault="005B0461" w:rsidP="005B0461">
      <w:r>
        <w:t>353.9445</w:t>
      </w:r>
      <w:r>
        <w:tab/>
        <w:t>6.787e0</w:t>
      </w:r>
    </w:p>
    <w:p w:rsidR="005B0461" w:rsidRDefault="005B0461" w:rsidP="005B0461">
      <w:r>
        <w:t>354.0068</w:t>
      </w:r>
      <w:r>
        <w:tab/>
        <w:t>5.212e2</w:t>
      </w:r>
    </w:p>
    <w:p w:rsidR="005B0461" w:rsidRDefault="005B0461" w:rsidP="005B0461">
      <w:r>
        <w:t>354.0850</w:t>
      </w:r>
      <w:r>
        <w:tab/>
        <w:t>6.926e0</w:t>
      </w:r>
    </w:p>
    <w:p w:rsidR="005B0461" w:rsidRDefault="005B0461" w:rsidP="005B0461">
      <w:r>
        <w:t>354.0941</w:t>
      </w:r>
      <w:r>
        <w:tab/>
        <w:t>4.051e0</w:t>
      </w:r>
    </w:p>
    <w:p w:rsidR="005B0461" w:rsidRDefault="005B0461" w:rsidP="005B0461">
      <w:r>
        <w:t>354.1119</w:t>
      </w:r>
      <w:r>
        <w:tab/>
        <w:t>5.085e0</w:t>
      </w:r>
    </w:p>
    <w:p w:rsidR="005B0461" w:rsidRDefault="005B0461" w:rsidP="005B0461">
      <w:r>
        <w:t>354.1401</w:t>
      </w:r>
      <w:r>
        <w:tab/>
        <w:t>6.076e0</w:t>
      </w:r>
    </w:p>
    <w:p w:rsidR="005B0461" w:rsidRDefault="005B0461" w:rsidP="005B0461">
      <w:r>
        <w:t>354.1613</w:t>
      </w:r>
      <w:r>
        <w:tab/>
        <w:t>3.678e0</w:t>
      </w:r>
    </w:p>
    <w:p w:rsidR="005B0461" w:rsidRDefault="005B0461" w:rsidP="005B0461">
      <w:r>
        <w:t>354.1648</w:t>
      </w:r>
      <w:r>
        <w:tab/>
        <w:t>5.462e0</w:t>
      </w:r>
    </w:p>
    <w:p w:rsidR="005B0461" w:rsidRDefault="005B0461" w:rsidP="005B0461">
      <w:r>
        <w:t>354.2018</w:t>
      </w:r>
      <w:r>
        <w:tab/>
        <w:t>6.426e0</w:t>
      </w:r>
    </w:p>
    <w:p w:rsidR="005B0461" w:rsidRDefault="005B0461" w:rsidP="005B0461">
      <w:r>
        <w:t>354.2034</w:t>
      </w:r>
      <w:r>
        <w:tab/>
        <w:t>3.376e0</w:t>
      </w:r>
    </w:p>
    <w:p w:rsidR="005B0461" w:rsidRDefault="005B0461" w:rsidP="005B0461">
      <w:r>
        <w:t>354.2443</w:t>
      </w:r>
      <w:r>
        <w:tab/>
        <w:t>4.716e0</w:t>
      </w:r>
    </w:p>
    <w:p w:rsidR="005B0461" w:rsidRDefault="005B0461" w:rsidP="005B0461">
      <w:r>
        <w:t>354.2509</w:t>
      </w:r>
      <w:r>
        <w:tab/>
        <w:t>7.469e0</w:t>
      </w:r>
    </w:p>
    <w:p w:rsidR="005B0461" w:rsidRDefault="005B0461" w:rsidP="005B0461">
      <w:r>
        <w:t>354.2553</w:t>
      </w:r>
      <w:r>
        <w:tab/>
        <w:t>2.301e0</w:t>
      </w:r>
    </w:p>
    <w:p w:rsidR="005B0461" w:rsidRDefault="005B0461" w:rsidP="005B0461">
      <w:r>
        <w:t>354.2911</w:t>
      </w:r>
      <w:r>
        <w:tab/>
        <w:t>5.063e0</w:t>
      </w:r>
    </w:p>
    <w:p w:rsidR="005B0461" w:rsidRDefault="005B0461" w:rsidP="005B0461">
      <w:r>
        <w:t>354.3054</w:t>
      </w:r>
      <w:r>
        <w:tab/>
        <w:t>3.748e0</w:t>
      </w:r>
    </w:p>
    <w:p w:rsidR="005B0461" w:rsidRDefault="005B0461" w:rsidP="005B0461">
      <w:r>
        <w:t>354.3408</w:t>
      </w:r>
      <w:r>
        <w:tab/>
        <w:t>2.025e0</w:t>
      </w:r>
    </w:p>
    <w:p w:rsidR="005B0461" w:rsidRDefault="005B0461" w:rsidP="005B0461">
      <w:r>
        <w:lastRenderedPageBreak/>
        <w:t>354.3467</w:t>
      </w:r>
      <w:r>
        <w:tab/>
        <w:t>6.076e0</w:t>
      </w:r>
    </w:p>
    <w:p w:rsidR="005B0461" w:rsidRDefault="005B0461" w:rsidP="005B0461">
      <w:r>
        <w:t>354.3613</w:t>
      </w:r>
      <w:r>
        <w:tab/>
        <w:t>2.025e0</w:t>
      </w:r>
    </w:p>
    <w:p w:rsidR="005B0461" w:rsidRDefault="005B0461" w:rsidP="005B0461">
      <w:r>
        <w:t>354.3754</w:t>
      </w:r>
      <w:r>
        <w:tab/>
        <w:t>4.051e0</w:t>
      </w:r>
    </w:p>
    <w:p w:rsidR="005B0461" w:rsidRDefault="005B0461" w:rsidP="005B0461">
      <w:r>
        <w:t>354.3776</w:t>
      </w:r>
      <w:r>
        <w:tab/>
        <w:t>8.770e0</w:t>
      </w:r>
    </w:p>
    <w:p w:rsidR="005B0461" w:rsidRDefault="005B0461" w:rsidP="005B0461">
      <w:r>
        <w:t>354.4231</w:t>
      </w:r>
      <w:r>
        <w:tab/>
        <w:t>4.585e0</w:t>
      </w:r>
    </w:p>
    <w:p w:rsidR="005B0461" w:rsidRDefault="005B0461" w:rsidP="005B0461">
      <w:r>
        <w:t>354.4328</w:t>
      </w:r>
      <w:r>
        <w:tab/>
        <w:t>4.934e0</w:t>
      </w:r>
    </w:p>
    <w:p w:rsidR="005B0461" w:rsidRDefault="005B0461" w:rsidP="005B0461">
      <w:r>
        <w:t>354.4377</w:t>
      </w:r>
      <w:r>
        <w:tab/>
        <w:t>1.013e1</w:t>
      </w:r>
    </w:p>
    <w:p w:rsidR="005B0461" w:rsidRDefault="005B0461" w:rsidP="005B0461">
      <w:r>
        <w:t>354.5167</w:t>
      </w:r>
      <w:r>
        <w:tab/>
        <w:t>2.025e0</w:t>
      </w:r>
    </w:p>
    <w:p w:rsidR="005B0461" w:rsidRDefault="005B0461" w:rsidP="005B0461">
      <w:r>
        <w:t>354.5188</w:t>
      </w:r>
      <w:r>
        <w:tab/>
        <w:t>3.038e0</w:t>
      </w:r>
    </w:p>
    <w:p w:rsidR="005B0461" w:rsidRDefault="005B0461" w:rsidP="005B0461">
      <w:r>
        <w:t>354.5299</w:t>
      </w:r>
      <w:r>
        <w:tab/>
        <w:t>6.076e0</w:t>
      </w:r>
    </w:p>
    <w:p w:rsidR="005B0461" w:rsidRDefault="005B0461" w:rsidP="005B0461">
      <w:r>
        <w:t>354.5363</w:t>
      </w:r>
      <w:r>
        <w:tab/>
        <w:t>3.038e0</w:t>
      </w:r>
    </w:p>
    <w:p w:rsidR="005B0461" w:rsidRDefault="005B0461" w:rsidP="005B0461">
      <w:r>
        <w:t>354.5865</w:t>
      </w:r>
      <w:r>
        <w:tab/>
        <w:t>9.114e0</w:t>
      </w:r>
    </w:p>
    <w:p w:rsidR="005B0461" w:rsidRDefault="005B0461" w:rsidP="005B0461">
      <w:r>
        <w:t>354.6097</w:t>
      </w:r>
      <w:r>
        <w:tab/>
        <w:t>4.583e0</w:t>
      </w:r>
    </w:p>
    <w:p w:rsidR="005B0461" w:rsidRDefault="005B0461" w:rsidP="005B0461">
      <w:r>
        <w:t>354.6139</w:t>
      </w:r>
      <w:r>
        <w:tab/>
        <w:t>3.038e0</w:t>
      </w:r>
    </w:p>
    <w:p w:rsidR="005B0461" w:rsidRDefault="005B0461" w:rsidP="005B0461">
      <w:r>
        <w:t>354.6272</w:t>
      </w:r>
      <w:r>
        <w:tab/>
        <w:t>3.038e0</w:t>
      </w:r>
    </w:p>
    <w:p w:rsidR="005B0461" w:rsidRDefault="005B0461" w:rsidP="005B0461">
      <w:r>
        <w:t>354.6485</w:t>
      </w:r>
      <w:r>
        <w:tab/>
        <w:t>4.051e0</w:t>
      </w:r>
    </w:p>
    <w:p w:rsidR="005B0461" w:rsidRDefault="005B0461" w:rsidP="005B0461">
      <w:r>
        <w:t>354.6674</w:t>
      </w:r>
      <w:r>
        <w:tab/>
        <w:t>8.496e0</w:t>
      </w:r>
    </w:p>
    <w:p w:rsidR="005B0461" w:rsidRDefault="005B0461" w:rsidP="005B0461">
      <w:r>
        <w:t>354.6910</w:t>
      </w:r>
      <w:r>
        <w:tab/>
        <w:t>1.013e0</w:t>
      </w:r>
    </w:p>
    <w:p w:rsidR="005B0461" w:rsidRDefault="005B0461" w:rsidP="005B0461">
      <w:r>
        <w:t>354.7128</w:t>
      </w:r>
      <w:r>
        <w:tab/>
        <w:t>3.038e0</w:t>
      </w:r>
    </w:p>
    <w:p w:rsidR="005B0461" w:rsidRDefault="005B0461" w:rsidP="005B0461">
      <w:r>
        <w:lastRenderedPageBreak/>
        <w:t>354.7179</w:t>
      </w:r>
      <w:r>
        <w:tab/>
        <w:t>6.076e0</w:t>
      </w:r>
    </w:p>
    <w:p w:rsidR="005B0461" w:rsidRDefault="005B0461" w:rsidP="005B0461">
      <w:r>
        <w:t>354.7216</w:t>
      </w:r>
      <w:r>
        <w:tab/>
        <w:t>7.781e0</w:t>
      </w:r>
    </w:p>
    <w:p w:rsidR="005B0461" w:rsidRDefault="005B0461" w:rsidP="005B0461">
      <w:r>
        <w:t>354.7371</w:t>
      </w:r>
      <w:r>
        <w:tab/>
        <w:t>2.025e0</w:t>
      </w:r>
    </w:p>
    <w:p w:rsidR="005B0461" w:rsidRDefault="005B0461" w:rsidP="005B0461">
      <w:r>
        <w:t>354.7633</w:t>
      </w:r>
      <w:r>
        <w:tab/>
        <w:t>4.912e0</w:t>
      </w:r>
    </w:p>
    <w:p w:rsidR="005B0461" w:rsidRDefault="005B0461" w:rsidP="005B0461">
      <w:r>
        <w:t>354.7663</w:t>
      </w:r>
      <w:r>
        <w:tab/>
        <w:t>4.051e0</w:t>
      </w:r>
    </w:p>
    <w:p w:rsidR="005B0461" w:rsidRDefault="005B0461" w:rsidP="005B0461">
      <w:r>
        <w:t>354.7709</w:t>
      </w:r>
      <w:r>
        <w:tab/>
        <w:t>6.366e0</w:t>
      </w:r>
    </w:p>
    <w:p w:rsidR="005B0461" w:rsidRDefault="005B0461" w:rsidP="005B0461">
      <w:r>
        <w:t>354.8197</w:t>
      </w:r>
      <w:r>
        <w:tab/>
        <w:t>4.051e0</w:t>
      </w:r>
    </w:p>
    <w:p w:rsidR="005B0461" w:rsidRDefault="005B0461" w:rsidP="005B0461">
      <w:r>
        <w:t>354.8573</w:t>
      </w:r>
      <w:r>
        <w:tab/>
        <w:t>7.089e0</w:t>
      </w:r>
    </w:p>
    <w:p w:rsidR="005B0461" w:rsidRDefault="005B0461" w:rsidP="005B0461">
      <w:r>
        <w:t>354.9004</w:t>
      </w:r>
      <w:r>
        <w:tab/>
        <w:t>1.013e0</w:t>
      </w:r>
    </w:p>
    <w:p w:rsidR="005B0461" w:rsidRDefault="005B0461" w:rsidP="005B0461">
      <w:r>
        <w:t>354.9048</w:t>
      </w:r>
      <w:r>
        <w:tab/>
        <w:t>3.265e0</w:t>
      </w:r>
    </w:p>
    <w:p w:rsidR="005B0461" w:rsidRDefault="005B0461" w:rsidP="005B0461">
      <w:r>
        <w:t>354.9489</w:t>
      </w:r>
      <w:r>
        <w:tab/>
        <w:t>4.842e0</w:t>
      </w:r>
    </w:p>
    <w:p w:rsidR="005B0461" w:rsidRDefault="005B0461" w:rsidP="005B0461">
      <w:r>
        <w:t>355.0010</w:t>
      </w:r>
      <w:r>
        <w:tab/>
        <w:t>4.002e1</w:t>
      </w:r>
    </w:p>
    <w:p w:rsidR="005B0461" w:rsidRDefault="005B0461" w:rsidP="005B0461">
      <w:r>
        <w:t>355.0094</w:t>
      </w:r>
      <w:r>
        <w:tab/>
        <w:t>4.559e1</w:t>
      </w:r>
    </w:p>
    <w:p w:rsidR="005B0461" w:rsidRDefault="005B0461" w:rsidP="005B0461">
      <w:r>
        <w:t>355.0105</w:t>
      </w:r>
      <w:r>
        <w:tab/>
        <w:t>5.794e1</w:t>
      </w:r>
    </w:p>
    <w:p w:rsidR="005B0461" w:rsidRDefault="005B0461" w:rsidP="005B0461">
      <w:r>
        <w:t>355.0117</w:t>
      </w:r>
      <w:r>
        <w:tab/>
        <w:t>5.114e1</w:t>
      </w:r>
    </w:p>
    <w:p w:rsidR="005B0461" w:rsidRDefault="005B0461" w:rsidP="005B0461">
      <w:r>
        <w:t>355.0677</w:t>
      </w:r>
      <w:r>
        <w:tab/>
        <w:t>3.125e0</w:t>
      </w:r>
    </w:p>
    <w:p w:rsidR="005B0461" w:rsidRDefault="005B0461" w:rsidP="005B0461">
      <w:r>
        <w:t>355.1095</w:t>
      </w:r>
      <w:r>
        <w:tab/>
        <w:t>1.465e0</w:t>
      </w:r>
    </w:p>
    <w:p w:rsidR="005B0461" w:rsidRDefault="005B0461" w:rsidP="005B0461">
      <w:r>
        <w:t>355.1118</w:t>
      </w:r>
      <w:r>
        <w:tab/>
        <w:t>3.503e0</w:t>
      </w:r>
    </w:p>
    <w:p w:rsidR="005B0461" w:rsidRDefault="005B0461" w:rsidP="005B0461">
      <w:r>
        <w:t>355.1165</w:t>
      </w:r>
      <w:r>
        <w:tab/>
        <w:t>3.038e0</w:t>
      </w:r>
    </w:p>
    <w:p w:rsidR="005B0461" w:rsidRDefault="005B0461" w:rsidP="005B0461">
      <w:r>
        <w:lastRenderedPageBreak/>
        <w:t>355.1213</w:t>
      </w:r>
      <w:r>
        <w:tab/>
        <w:t>7.813e0</w:t>
      </w:r>
    </w:p>
    <w:p w:rsidR="005B0461" w:rsidRDefault="005B0461" w:rsidP="005B0461">
      <w:r>
        <w:t>355.1596</w:t>
      </w:r>
      <w:r>
        <w:tab/>
        <w:t>1.269e0</w:t>
      </w:r>
    </w:p>
    <w:p w:rsidR="005B0461" w:rsidRDefault="005B0461" w:rsidP="005B0461">
      <w:r>
        <w:t>355.1755</w:t>
      </w:r>
      <w:r>
        <w:tab/>
        <w:t>1.494e0</w:t>
      </w:r>
    </w:p>
    <w:p w:rsidR="005B0461" w:rsidRDefault="005B0461" w:rsidP="005B0461">
      <w:r>
        <w:t>355.1988</w:t>
      </w:r>
      <w:r>
        <w:tab/>
        <w:t>2.869e0</w:t>
      </w:r>
    </w:p>
    <w:p w:rsidR="005B0461" w:rsidRDefault="005B0461" w:rsidP="005B0461">
      <w:r>
        <w:t>355.2338</w:t>
      </w:r>
      <w:r>
        <w:tab/>
        <w:t>7.889e0</w:t>
      </w:r>
    </w:p>
    <w:p w:rsidR="005B0461" w:rsidRDefault="005B0461" w:rsidP="005B0461">
      <w:r>
        <w:t>355.2745</w:t>
      </w:r>
      <w:r>
        <w:tab/>
        <w:t>4.051e0</w:t>
      </w:r>
    </w:p>
    <w:p w:rsidR="005B0461" w:rsidRDefault="005B0461" w:rsidP="005B0461">
      <w:r>
        <w:t>355.2872</w:t>
      </w:r>
      <w:r>
        <w:tab/>
        <w:t>3.957e0</w:t>
      </w:r>
    </w:p>
    <w:p w:rsidR="005B0461" w:rsidRDefault="005B0461" w:rsidP="005B0461">
      <w:r>
        <w:t>355.3029</w:t>
      </w:r>
      <w:r>
        <w:tab/>
        <w:t>1.623e0</w:t>
      </w:r>
    </w:p>
    <w:p w:rsidR="005B0461" w:rsidRDefault="005B0461" w:rsidP="005B0461">
      <w:r>
        <w:t>355.3204</w:t>
      </w:r>
      <w:r>
        <w:tab/>
        <w:t>5.162e0</w:t>
      </w:r>
    </w:p>
    <w:p w:rsidR="005B0461" w:rsidRDefault="005B0461" w:rsidP="005B0461">
      <w:r>
        <w:t>355.3334</w:t>
      </w:r>
      <w:r>
        <w:tab/>
        <w:t>3.038e0</w:t>
      </w:r>
    </w:p>
    <w:p w:rsidR="005B0461" w:rsidRDefault="005B0461" w:rsidP="005B0461">
      <w:r>
        <w:t>355.3638</w:t>
      </w:r>
      <w:r>
        <w:tab/>
        <w:t>1.013e0</w:t>
      </w:r>
    </w:p>
    <w:p w:rsidR="005B0461" w:rsidRDefault="005B0461" w:rsidP="005B0461">
      <w:r>
        <w:t>355.3696</w:t>
      </w:r>
      <w:r>
        <w:tab/>
        <w:t>3.485e0</w:t>
      </w:r>
    </w:p>
    <w:p w:rsidR="005B0461" w:rsidRDefault="005B0461" w:rsidP="005B0461">
      <w:r>
        <w:t>355.3722</w:t>
      </w:r>
      <w:r>
        <w:tab/>
        <w:t>7.089e0</w:t>
      </w:r>
    </w:p>
    <w:p w:rsidR="005B0461" w:rsidRDefault="005B0461" w:rsidP="005B0461">
      <w:r>
        <w:t>355.4083</w:t>
      </w:r>
      <w:r>
        <w:tab/>
        <w:t>1.013e0</w:t>
      </w:r>
    </w:p>
    <w:p w:rsidR="005B0461" w:rsidRDefault="005B0461" w:rsidP="005B0461">
      <w:r>
        <w:t>355.4177</w:t>
      </w:r>
      <w:r>
        <w:tab/>
        <w:t>1.013e0</w:t>
      </w:r>
    </w:p>
    <w:p w:rsidR="005B0461" w:rsidRDefault="005B0461" w:rsidP="005B0461">
      <w:r>
        <w:t>355.4341</w:t>
      </w:r>
      <w:r>
        <w:tab/>
        <w:t>2.025e0</w:t>
      </w:r>
    </w:p>
    <w:p w:rsidR="005B0461" w:rsidRDefault="005B0461" w:rsidP="005B0461">
      <w:r>
        <w:t>355.4357</w:t>
      </w:r>
      <w:r>
        <w:tab/>
        <w:t>4.051e0</w:t>
      </w:r>
    </w:p>
    <w:p w:rsidR="005B0461" w:rsidRDefault="005B0461" w:rsidP="005B0461">
      <w:r>
        <w:t>355.4464</w:t>
      </w:r>
      <w:r>
        <w:tab/>
        <w:t>1.013e0</w:t>
      </w:r>
    </w:p>
    <w:p w:rsidR="005B0461" w:rsidRDefault="005B0461" w:rsidP="005B0461">
      <w:r>
        <w:t>355.4839</w:t>
      </w:r>
      <w:r>
        <w:tab/>
        <w:t>2.025e0</w:t>
      </w:r>
    </w:p>
    <w:p w:rsidR="005B0461" w:rsidRDefault="005B0461" w:rsidP="005B0461">
      <w:r>
        <w:lastRenderedPageBreak/>
        <w:t>355.4972</w:t>
      </w:r>
      <w:r>
        <w:tab/>
        <w:t>2.025e0</w:t>
      </w:r>
    </w:p>
    <w:p w:rsidR="005B0461" w:rsidRDefault="005B0461" w:rsidP="005B0461">
      <w:r>
        <w:t>355.5321</w:t>
      </w:r>
      <w:r>
        <w:tab/>
        <w:t>3.038e0</w:t>
      </w:r>
    </w:p>
    <w:p w:rsidR="005B0461" w:rsidRDefault="005B0461" w:rsidP="005B0461">
      <w:r>
        <w:t>355.5418</w:t>
      </w:r>
      <w:r>
        <w:tab/>
        <w:t>1.945e0</w:t>
      </w:r>
    </w:p>
    <w:p w:rsidR="005B0461" w:rsidRDefault="005B0461" w:rsidP="005B0461">
      <w:r>
        <w:t>355.5616</w:t>
      </w:r>
      <w:r>
        <w:tab/>
        <w:t>3.038e0</w:t>
      </w:r>
    </w:p>
    <w:p w:rsidR="005B0461" w:rsidRDefault="005B0461" w:rsidP="005B0461">
      <w:r>
        <w:t>355.5652</w:t>
      </w:r>
      <w:r>
        <w:tab/>
        <w:t>2.025e0</w:t>
      </w:r>
    </w:p>
    <w:p w:rsidR="005B0461" w:rsidRDefault="005B0461" w:rsidP="005B0461">
      <w:r>
        <w:t>355.5848</w:t>
      </w:r>
      <w:r>
        <w:tab/>
        <w:t>3.038e0</w:t>
      </w:r>
    </w:p>
    <w:p w:rsidR="005B0461" w:rsidRDefault="005B0461" w:rsidP="005B0461">
      <w:r>
        <w:t>355.6080</w:t>
      </w:r>
      <w:r>
        <w:tab/>
        <w:t>1.013e0</w:t>
      </w:r>
    </w:p>
    <w:p w:rsidR="005B0461" w:rsidRDefault="005B0461" w:rsidP="005B0461">
      <w:r>
        <w:t>355.6149</w:t>
      </w:r>
      <w:r>
        <w:tab/>
        <w:t>3.038e0</w:t>
      </w:r>
    </w:p>
    <w:p w:rsidR="005B0461" w:rsidRDefault="005B0461" w:rsidP="005B0461">
      <w:r>
        <w:t>355.6434</w:t>
      </w:r>
      <w:r>
        <w:tab/>
        <w:t>2.025e0</w:t>
      </w:r>
    </w:p>
    <w:p w:rsidR="005B0461" w:rsidRDefault="005B0461" w:rsidP="005B0461">
      <w:r>
        <w:t>355.6490</w:t>
      </w:r>
      <w:r>
        <w:tab/>
        <w:t>4.297e0</w:t>
      </w:r>
    </w:p>
    <w:p w:rsidR="005B0461" w:rsidRDefault="005B0461" w:rsidP="005B0461">
      <w:r>
        <w:t>355.6659</w:t>
      </w:r>
      <w:r>
        <w:tab/>
        <w:t>2.025e0</w:t>
      </w:r>
    </w:p>
    <w:p w:rsidR="005B0461" w:rsidRDefault="005B0461" w:rsidP="005B0461">
      <w:r>
        <w:t>355.6766</w:t>
      </w:r>
      <w:r>
        <w:tab/>
        <w:t>5.063e0</w:t>
      </w:r>
    </w:p>
    <w:p w:rsidR="005B0461" w:rsidRDefault="005B0461" w:rsidP="005B0461">
      <w:r>
        <w:t>355.6803</w:t>
      </w:r>
      <w:r>
        <w:tab/>
        <w:t>2.025e0</w:t>
      </w:r>
    </w:p>
    <w:p w:rsidR="005B0461" w:rsidRDefault="005B0461" w:rsidP="005B0461">
      <w:r>
        <w:t>355.7070</w:t>
      </w:r>
      <w:r>
        <w:tab/>
        <w:t>1.013e0</w:t>
      </w:r>
    </w:p>
    <w:p w:rsidR="005B0461" w:rsidRDefault="005B0461" w:rsidP="005B0461">
      <w:r>
        <w:t>355.7224</w:t>
      </w:r>
      <w:r>
        <w:tab/>
        <w:t>2.025e0</w:t>
      </w:r>
    </w:p>
    <w:p w:rsidR="005B0461" w:rsidRDefault="005B0461" w:rsidP="005B0461">
      <w:r>
        <w:t>355.7258</w:t>
      </w:r>
      <w:r>
        <w:tab/>
        <w:t>4.051e0</w:t>
      </w:r>
    </w:p>
    <w:p w:rsidR="005B0461" w:rsidRDefault="005B0461" w:rsidP="005B0461">
      <w:r>
        <w:t>355.7448</w:t>
      </w:r>
      <w:r>
        <w:tab/>
        <w:t>1.013e0</w:t>
      </w:r>
    </w:p>
    <w:p w:rsidR="005B0461" w:rsidRDefault="005B0461" w:rsidP="005B0461">
      <w:r>
        <w:t>355.7623</w:t>
      </w:r>
      <w:r>
        <w:tab/>
        <w:t>3.038e0</w:t>
      </w:r>
    </w:p>
    <w:p w:rsidR="005B0461" w:rsidRDefault="005B0461" w:rsidP="005B0461">
      <w:r>
        <w:t>355.7896</w:t>
      </w:r>
      <w:r>
        <w:tab/>
        <w:t>1.013e0</w:t>
      </w:r>
    </w:p>
    <w:p w:rsidR="005B0461" w:rsidRDefault="005B0461" w:rsidP="005B0461">
      <w:r>
        <w:lastRenderedPageBreak/>
        <w:t>355.8064</w:t>
      </w:r>
      <w:r>
        <w:tab/>
        <w:t>4.051e0</w:t>
      </w:r>
    </w:p>
    <w:p w:rsidR="005B0461" w:rsidRDefault="005B0461" w:rsidP="005B0461">
      <w:r>
        <w:t>355.8189</w:t>
      </w:r>
      <w:r>
        <w:tab/>
        <w:t>1.013e0</w:t>
      </w:r>
    </w:p>
    <w:p w:rsidR="005B0461" w:rsidRDefault="005B0461" w:rsidP="005B0461">
      <w:r>
        <w:t>355.8438</w:t>
      </w:r>
      <w:r>
        <w:tab/>
        <w:t>1.013e0</w:t>
      </w:r>
    </w:p>
    <w:p w:rsidR="005B0461" w:rsidRDefault="005B0461" w:rsidP="005B0461">
      <w:r>
        <w:t>355.8582</w:t>
      </w:r>
      <w:r>
        <w:tab/>
        <w:t>2.025e0</w:t>
      </w:r>
    </w:p>
    <w:p w:rsidR="005B0461" w:rsidRDefault="005B0461" w:rsidP="005B0461">
      <w:r>
        <w:t>355.8596</w:t>
      </w:r>
      <w:r>
        <w:tab/>
        <w:t>1.013e0</w:t>
      </w:r>
    </w:p>
    <w:p w:rsidR="005B0461" w:rsidRDefault="005B0461" w:rsidP="005B0461">
      <w:r>
        <w:t>355.8723</w:t>
      </w:r>
      <w:r>
        <w:tab/>
        <w:t>1.013e0</w:t>
      </w:r>
    </w:p>
    <w:p w:rsidR="005B0461" w:rsidRDefault="005B0461" w:rsidP="005B0461">
      <w:r>
        <w:t>355.8991</w:t>
      </w:r>
      <w:r>
        <w:tab/>
        <w:t>1.240e0</w:t>
      </w:r>
    </w:p>
    <w:p w:rsidR="005B0461" w:rsidRDefault="005B0461" w:rsidP="005B0461">
      <w:r>
        <w:t>355.9042</w:t>
      </w:r>
      <w:r>
        <w:tab/>
        <w:t>3.712e0</w:t>
      </w:r>
    </w:p>
    <w:p w:rsidR="005B0461" w:rsidRDefault="005B0461" w:rsidP="005B0461">
      <w:r>
        <w:t>355.9294</w:t>
      </w:r>
      <w:r>
        <w:tab/>
        <w:t>3.555e0</w:t>
      </w:r>
    </w:p>
    <w:p w:rsidR="005B0461" w:rsidRDefault="005B0461" w:rsidP="005B0461">
      <w:r>
        <w:t>355.9643</w:t>
      </w:r>
      <w:r>
        <w:tab/>
        <w:t>5.063e0</w:t>
      </w:r>
    </w:p>
    <w:p w:rsidR="005B0461" w:rsidRDefault="005B0461" w:rsidP="005B0461">
      <w:r>
        <w:t>356.0072</w:t>
      </w:r>
      <w:r>
        <w:tab/>
        <w:t>1.468e1</w:t>
      </w:r>
    </w:p>
    <w:p w:rsidR="005B0461" w:rsidRDefault="005B0461" w:rsidP="005B0461">
      <w:r>
        <w:t>356.0101</w:t>
      </w:r>
      <w:r>
        <w:tab/>
        <w:t>1.180e1</w:t>
      </w:r>
    </w:p>
    <w:p w:rsidR="005B0461" w:rsidRDefault="005B0461" w:rsidP="005B0461">
      <w:r>
        <w:t>356.0127</w:t>
      </w:r>
      <w:r>
        <w:tab/>
        <w:t>5.411e0</w:t>
      </w:r>
    </w:p>
    <w:p w:rsidR="005B0461" w:rsidRDefault="005B0461" w:rsidP="005B0461">
      <w:r>
        <w:t>356.0440</w:t>
      </w:r>
      <w:r>
        <w:tab/>
        <w:t>3.269e0</w:t>
      </w:r>
    </w:p>
    <w:p w:rsidR="005B0461" w:rsidRDefault="005B0461" w:rsidP="005B0461">
      <w:r>
        <w:t>356.0524</w:t>
      </w:r>
      <w:r>
        <w:tab/>
        <w:t>4.402e0</w:t>
      </w:r>
    </w:p>
    <w:p w:rsidR="005B0461" w:rsidRDefault="005B0461" w:rsidP="005B0461">
      <w:r>
        <w:t>356.0735</w:t>
      </w:r>
      <w:r>
        <w:tab/>
        <w:t>2.162e0</w:t>
      </w:r>
    </w:p>
    <w:p w:rsidR="005B0461" w:rsidRDefault="005B0461" w:rsidP="005B0461">
      <w:r>
        <w:t>356.0971</w:t>
      </w:r>
      <w:r>
        <w:tab/>
        <w:t>2.029e0</w:t>
      </w:r>
    </w:p>
    <w:p w:rsidR="005B0461" w:rsidRDefault="005B0461" w:rsidP="005B0461">
      <w:r>
        <w:t>356.1145</w:t>
      </w:r>
      <w:r>
        <w:tab/>
        <w:t>3.135e0</w:t>
      </w:r>
    </w:p>
    <w:p w:rsidR="005B0461" w:rsidRDefault="005B0461" w:rsidP="005B0461">
      <w:r>
        <w:t>356.1187</w:t>
      </w:r>
      <w:r>
        <w:tab/>
        <w:t>6.847e0</w:t>
      </w:r>
    </w:p>
    <w:p w:rsidR="005B0461" w:rsidRDefault="005B0461" w:rsidP="005B0461">
      <w:r>
        <w:lastRenderedPageBreak/>
        <w:t>356.1305</w:t>
      </w:r>
      <w:r>
        <w:tab/>
        <w:t>4.439e0</w:t>
      </w:r>
    </w:p>
    <w:p w:rsidR="005B0461" w:rsidRDefault="005B0461" w:rsidP="005B0461">
      <w:r>
        <w:t>356.1510</w:t>
      </w:r>
      <w:r>
        <w:tab/>
        <w:t>2.621e0</w:t>
      </w:r>
    </w:p>
    <w:p w:rsidR="005B0461" w:rsidRDefault="005B0461" w:rsidP="005B0461">
      <w:r>
        <w:t>356.1627</w:t>
      </w:r>
      <w:r>
        <w:tab/>
        <w:t>1.392e0</w:t>
      </w:r>
    </w:p>
    <w:p w:rsidR="005B0461" w:rsidRDefault="005B0461" w:rsidP="005B0461">
      <w:r>
        <w:t>356.2261</w:t>
      </w:r>
      <w:r>
        <w:tab/>
        <w:t>3.422e0</w:t>
      </w:r>
    </w:p>
    <w:p w:rsidR="005B0461" w:rsidRDefault="005B0461" w:rsidP="005B0461">
      <w:r>
        <w:t>356.2525</w:t>
      </w:r>
      <w:r>
        <w:tab/>
        <w:t>1.988e0</w:t>
      </w:r>
    </w:p>
    <w:p w:rsidR="005B0461" w:rsidRDefault="005B0461" w:rsidP="005B0461">
      <w:r>
        <w:t>356.2584</w:t>
      </w:r>
      <w:r>
        <w:tab/>
        <w:t>3.224e0</w:t>
      </w:r>
    </w:p>
    <w:p w:rsidR="005B0461" w:rsidRDefault="005B0461" w:rsidP="005B0461">
      <w:r>
        <w:t>356.2762</w:t>
      </w:r>
      <w:r>
        <w:tab/>
        <w:t>2.921e0</w:t>
      </w:r>
    </w:p>
    <w:p w:rsidR="005B0461" w:rsidRDefault="005B0461" w:rsidP="005B0461">
      <w:r>
        <w:t>356.2963</w:t>
      </w:r>
      <w:r>
        <w:tab/>
        <w:t>3.038e0</w:t>
      </w:r>
    </w:p>
    <w:p w:rsidR="005B0461" w:rsidRDefault="005B0461" w:rsidP="005B0461">
      <w:r>
        <w:t>356.3051</w:t>
      </w:r>
      <w:r>
        <w:tab/>
        <w:t>1.843e0</w:t>
      </w:r>
    </w:p>
    <w:p w:rsidR="005B0461" w:rsidRDefault="005B0461" w:rsidP="005B0461">
      <w:r>
        <w:t>356.3183</w:t>
      </w:r>
      <w:r>
        <w:tab/>
        <w:t>2.124e0</w:t>
      </w:r>
    </w:p>
    <w:p w:rsidR="005B0461" w:rsidRDefault="005B0461" w:rsidP="005B0461">
      <w:r>
        <w:t>356.3475</w:t>
      </w:r>
      <w:r>
        <w:tab/>
        <w:t>2.965e0</w:t>
      </w:r>
    </w:p>
    <w:p w:rsidR="005B0461" w:rsidRDefault="005B0461" w:rsidP="005B0461">
      <w:r>
        <w:t>356.3504</w:t>
      </w:r>
      <w:r>
        <w:tab/>
        <w:t>3.038e0</w:t>
      </w:r>
    </w:p>
    <w:p w:rsidR="005B0461" w:rsidRDefault="005B0461" w:rsidP="005B0461">
      <w:r>
        <w:t>356.3600</w:t>
      </w:r>
      <w:r>
        <w:tab/>
        <w:t>2.025e0</w:t>
      </w:r>
    </w:p>
    <w:p w:rsidR="005B0461" w:rsidRDefault="005B0461" w:rsidP="005B0461">
      <w:r>
        <w:t>356.3815</w:t>
      </w:r>
      <w:r>
        <w:tab/>
        <w:t>1.013e0</w:t>
      </w:r>
    </w:p>
    <w:p w:rsidR="005B0461" w:rsidRDefault="005B0461" w:rsidP="005B0461">
      <w:r>
        <w:t>356.3943</w:t>
      </w:r>
      <w:r>
        <w:tab/>
        <w:t>1.013e0</w:t>
      </w:r>
    </w:p>
    <w:p w:rsidR="005B0461" w:rsidRDefault="005B0461" w:rsidP="005B0461">
      <w:r>
        <w:t>356.4006</w:t>
      </w:r>
      <w:r>
        <w:tab/>
        <w:t>1.013e0</w:t>
      </w:r>
    </w:p>
    <w:p w:rsidR="005B0461" w:rsidRDefault="005B0461" w:rsidP="005B0461">
      <w:r>
        <w:t>356.4070</w:t>
      </w:r>
      <w:r>
        <w:tab/>
        <w:t>2.025e0</w:t>
      </w:r>
    </w:p>
    <w:p w:rsidR="005B0461" w:rsidRDefault="005B0461" w:rsidP="005B0461">
      <w:r>
        <w:t>356.4141</w:t>
      </w:r>
      <w:r>
        <w:tab/>
        <w:t>2.025e0</w:t>
      </w:r>
    </w:p>
    <w:p w:rsidR="005B0461" w:rsidRDefault="005B0461" w:rsidP="005B0461">
      <w:r>
        <w:t>356.4316</w:t>
      </w:r>
      <w:r>
        <w:tab/>
        <w:t>1.013e0</w:t>
      </w:r>
    </w:p>
    <w:p w:rsidR="005B0461" w:rsidRDefault="005B0461" w:rsidP="005B0461">
      <w:r>
        <w:lastRenderedPageBreak/>
        <w:t>356.4662</w:t>
      </w:r>
      <w:r>
        <w:tab/>
        <w:t>2.025e0</w:t>
      </w:r>
    </w:p>
    <w:p w:rsidR="005B0461" w:rsidRDefault="005B0461" w:rsidP="005B0461">
      <w:r>
        <w:t>356.4893</w:t>
      </w:r>
      <w:r>
        <w:tab/>
        <w:t>4.051e0</w:t>
      </w:r>
    </w:p>
    <w:p w:rsidR="005B0461" w:rsidRDefault="005B0461" w:rsidP="005B0461">
      <w:r>
        <w:t>356.5000</w:t>
      </w:r>
      <w:r>
        <w:tab/>
        <w:t>3.038e0</w:t>
      </w:r>
    </w:p>
    <w:p w:rsidR="005B0461" w:rsidRDefault="005B0461" w:rsidP="005B0461">
      <w:r>
        <w:t>356.5267</w:t>
      </w:r>
      <w:r>
        <w:tab/>
        <w:t>1.013e0</w:t>
      </w:r>
    </w:p>
    <w:p w:rsidR="005B0461" w:rsidRDefault="005B0461" w:rsidP="005B0461">
      <w:r>
        <w:t>356.5408</w:t>
      </w:r>
      <w:r>
        <w:tab/>
        <w:t>1.013e0</w:t>
      </w:r>
    </w:p>
    <w:p w:rsidR="005B0461" w:rsidRDefault="005B0461" w:rsidP="005B0461">
      <w:r>
        <w:t>356.5547</w:t>
      </w:r>
      <w:r>
        <w:tab/>
        <w:t>3.801e0</w:t>
      </w:r>
    </w:p>
    <w:p w:rsidR="005B0461" w:rsidRDefault="005B0461" w:rsidP="005B0461">
      <w:r>
        <w:t>356.5894</w:t>
      </w:r>
      <w:r>
        <w:tab/>
        <w:t>2.955e0</w:t>
      </w:r>
    </w:p>
    <w:p w:rsidR="005B0461" w:rsidRDefault="005B0461" w:rsidP="005B0461">
      <w:r>
        <w:t>356.6109</w:t>
      </w:r>
      <w:r>
        <w:tab/>
        <w:t>1.013e0</w:t>
      </w:r>
    </w:p>
    <w:p w:rsidR="005B0461" w:rsidRDefault="005B0461" w:rsidP="005B0461">
      <w:r>
        <w:t>356.6418</w:t>
      </w:r>
      <w:r>
        <w:tab/>
        <w:t>3.038e0</w:t>
      </w:r>
    </w:p>
    <w:p w:rsidR="005B0461" w:rsidRDefault="005B0461" w:rsidP="005B0461">
      <w:r>
        <w:t>356.6506</w:t>
      </w:r>
      <w:r>
        <w:tab/>
        <w:t>1.013e0</w:t>
      </w:r>
    </w:p>
    <w:p w:rsidR="005B0461" w:rsidRDefault="005B0461" w:rsidP="005B0461">
      <w:r>
        <w:t>356.6660</w:t>
      </w:r>
      <w:r>
        <w:tab/>
        <w:t>2.025e0</w:t>
      </w:r>
    </w:p>
    <w:p w:rsidR="005B0461" w:rsidRDefault="005B0461" w:rsidP="005B0461">
      <w:r>
        <w:t>356.6810</w:t>
      </w:r>
      <w:r>
        <w:tab/>
        <w:t>1.013e0</w:t>
      </w:r>
    </w:p>
    <w:p w:rsidR="005B0461" w:rsidRDefault="005B0461" w:rsidP="005B0461">
      <w:r>
        <w:t>356.7166</w:t>
      </w:r>
      <w:r>
        <w:tab/>
        <w:t>3.038e0</w:t>
      </w:r>
    </w:p>
    <w:p w:rsidR="005B0461" w:rsidRDefault="005B0461" w:rsidP="005B0461">
      <w:r>
        <w:t>356.7195</w:t>
      </w:r>
      <w:r>
        <w:tab/>
        <w:t>2.025e0</w:t>
      </w:r>
    </w:p>
    <w:p w:rsidR="005B0461" w:rsidRDefault="005B0461" w:rsidP="005B0461">
      <w:r>
        <w:t>356.7344</w:t>
      </w:r>
      <w:r>
        <w:tab/>
        <w:t>3.038e0</w:t>
      </w:r>
    </w:p>
    <w:p w:rsidR="005B0461" w:rsidRDefault="005B0461" w:rsidP="005B0461">
      <w:r>
        <w:t>356.7575</w:t>
      </w:r>
      <w:r>
        <w:tab/>
        <w:t>1.013e0</w:t>
      </w:r>
    </w:p>
    <w:p w:rsidR="005B0461" w:rsidRDefault="005B0461" w:rsidP="005B0461">
      <w:r>
        <w:t>356.7685</w:t>
      </w:r>
      <w:r>
        <w:tab/>
        <w:t>5.063e0</w:t>
      </w:r>
    </w:p>
    <w:p w:rsidR="005B0461" w:rsidRDefault="005B0461" w:rsidP="005B0461">
      <w:r>
        <w:t>356.8005</w:t>
      </w:r>
      <w:r>
        <w:tab/>
        <w:t>7.089e0</w:t>
      </w:r>
    </w:p>
    <w:p w:rsidR="005B0461" w:rsidRDefault="005B0461" w:rsidP="005B0461">
      <w:r>
        <w:t>356.8212</w:t>
      </w:r>
      <w:r>
        <w:tab/>
        <w:t>1.013e0</w:t>
      </w:r>
    </w:p>
    <w:p w:rsidR="005B0461" w:rsidRDefault="005B0461" w:rsidP="005B0461">
      <w:r>
        <w:lastRenderedPageBreak/>
        <w:t>356.8370</w:t>
      </w:r>
      <w:r>
        <w:tab/>
        <w:t>1.013e0</w:t>
      </w:r>
    </w:p>
    <w:p w:rsidR="005B0461" w:rsidRDefault="005B0461" w:rsidP="005B0461">
      <w:r>
        <w:t>356.8480</w:t>
      </w:r>
      <w:r>
        <w:tab/>
        <w:t>3.038e0</w:t>
      </w:r>
    </w:p>
    <w:p w:rsidR="005B0461" w:rsidRDefault="005B0461" w:rsidP="005B0461">
      <w:r>
        <w:t>356.8659</w:t>
      </w:r>
      <w:r>
        <w:tab/>
        <w:t>1.013e0</w:t>
      </w:r>
    </w:p>
    <w:p w:rsidR="005B0461" w:rsidRDefault="005B0461" w:rsidP="005B0461">
      <w:r>
        <w:t>356.8993</w:t>
      </w:r>
      <w:r>
        <w:tab/>
        <w:t>1.240e0</w:t>
      </w:r>
    </w:p>
    <w:p w:rsidR="005B0461" w:rsidRDefault="005B0461" w:rsidP="005B0461">
      <w:r>
        <w:t>356.9098</w:t>
      </w:r>
      <w:r>
        <w:tab/>
        <w:t>4.051e0</w:t>
      </w:r>
    </w:p>
    <w:p w:rsidR="005B0461" w:rsidRDefault="005B0461" w:rsidP="005B0461">
      <w:r>
        <w:t>356.9350</w:t>
      </w:r>
      <w:r>
        <w:tab/>
        <w:t>1.372e0</w:t>
      </w:r>
    </w:p>
    <w:p w:rsidR="005B0461" w:rsidRDefault="005B0461" w:rsidP="005B0461">
      <w:r>
        <w:t>356.9697</w:t>
      </w:r>
      <w:r>
        <w:tab/>
        <w:t>2.052e0</w:t>
      </w:r>
    </w:p>
    <w:p w:rsidR="005B0461" w:rsidRDefault="005B0461" w:rsidP="005B0461">
      <w:r>
        <w:t>356.9989</w:t>
      </w:r>
      <w:r>
        <w:tab/>
        <w:t>2.315e0</w:t>
      </w:r>
    </w:p>
    <w:p w:rsidR="005B0461" w:rsidRDefault="005B0461" w:rsidP="005B0461">
      <w:r>
        <w:t>357.0083</w:t>
      </w:r>
      <w:r>
        <w:tab/>
        <w:t>1.291e0</w:t>
      </w:r>
    </w:p>
    <w:p w:rsidR="005B0461" w:rsidRDefault="005B0461" w:rsidP="005B0461">
      <w:r>
        <w:t>357.0356</w:t>
      </w:r>
      <w:r>
        <w:tab/>
        <w:t>1.200e0</w:t>
      </w:r>
    </w:p>
    <w:p w:rsidR="005B0461" w:rsidRDefault="005B0461" w:rsidP="005B0461">
      <w:r>
        <w:t>357.0685</w:t>
      </w:r>
      <w:r>
        <w:tab/>
        <w:t>3.831e0</w:t>
      </w:r>
    </w:p>
    <w:p w:rsidR="005B0461" w:rsidRDefault="005B0461" w:rsidP="005B0461">
      <w:r>
        <w:t>357.0946</w:t>
      </w:r>
      <w:r>
        <w:tab/>
        <w:t>1.140e0</w:t>
      </w:r>
    </w:p>
    <w:p w:rsidR="005B0461" w:rsidRDefault="005B0461" w:rsidP="005B0461">
      <w:r>
        <w:t>357.1073</w:t>
      </w:r>
      <w:r>
        <w:tab/>
        <w:t>1.604e0</w:t>
      </w:r>
    </w:p>
    <w:p w:rsidR="005B0461" w:rsidRDefault="005B0461" w:rsidP="005B0461">
      <w:r>
        <w:t>357.1088</w:t>
      </w:r>
      <w:r>
        <w:tab/>
        <w:t>4.438e0</w:t>
      </w:r>
    </w:p>
    <w:p w:rsidR="005B0461" w:rsidRDefault="005B0461" w:rsidP="005B0461">
      <w:r>
        <w:t>357.1308</w:t>
      </w:r>
      <w:r>
        <w:tab/>
        <w:t>1.560e0</w:t>
      </w:r>
    </w:p>
    <w:p w:rsidR="005B0461" w:rsidRDefault="005B0461" w:rsidP="005B0461">
      <w:r>
        <w:t>357.1424</w:t>
      </w:r>
      <w:r>
        <w:tab/>
        <w:t>3.241e0</w:t>
      </w:r>
    </w:p>
    <w:p w:rsidR="005B0461" w:rsidRDefault="005B0461" w:rsidP="005B0461">
      <w:r>
        <w:t>357.1828</w:t>
      </w:r>
      <w:r>
        <w:tab/>
        <w:t>5.538e0</w:t>
      </w:r>
    </w:p>
    <w:p w:rsidR="005B0461" w:rsidRDefault="005B0461" w:rsidP="005B0461">
      <w:r>
        <w:t>357.2081</w:t>
      </w:r>
      <w:r>
        <w:tab/>
        <w:t>3.966e0</w:t>
      </w:r>
    </w:p>
    <w:p w:rsidR="005B0461" w:rsidRDefault="005B0461" w:rsidP="005B0461">
      <w:r>
        <w:t>357.2234</w:t>
      </w:r>
      <w:r>
        <w:tab/>
        <w:t>7.996e0</w:t>
      </w:r>
    </w:p>
    <w:p w:rsidR="005B0461" w:rsidRDefault="005B0461" w:rsidP="005B0461">
      <w:r>
        <w:lastRenderedPageBreak/>
        <w:t>357.2441</w:t>
      </w:r>
      <w:r>
        <w:tab/>
        <w:t>2.121e0</w:t>
      </w:r>
    </w:p>
    <w:p w:rsidR="005B0461" w:rsidRDefault="005B0461" w:rsidP="005B0461">
      <w:r>
        <w:t>357.2498</w:t>
      </w:r>
      <w:r>
        <w:tab/>
        <w:t>3.108e0</w:t>
      </w:r>
    </w:p>
    <w:p w:rsidR="005B0461" w:rsidRDefault="005B0461" w:rsidP="005B0461">
      <w:r>
        <w:t>357.3147</w:t>
      </w:r>
      <w:r>
        <w:tab/>
        <w:t>2.025e0</w:t>
      </w:r>
    </w:p>
    <w:p w:rsidR="005B0461" w:rsidRDefault="005B0461" w:rsidP="005B0461">
      <w:r>
        <w:t>357.3303</w:t>
      </w:r>
      <w:r>
        <w:tab/>
        <w:t>2.959e0</w:t>
      </w:r>
    </w:p>
    <w:p w:rsidR="005B0461" w:rsidRDefault="005B0461" w:rsidP="005B0461">
      <w:r>
        <w:t>357.3370</w:t>
      </w:r>
      <w:r>
        <w:tab/>
        <w:t>2.675e0</w:t>
      </w:r>
    </w:p>
    <w:p w:rsidR="005B0461" w:rsidRDefault="005B0461" w:rsidP="005B0461">
      <w:r>
        <w:t>357.3446</w:t>
      </w:r>
      <w:r>
        <w:tab/>
        <w:t>3.654e0</w:t>
      </w:r>
    </w:p>
    <w:p w:rsidR="005B0461" w:rsidRDefault="005B0461" w:rsidP="005B0461">
      <w:r>
        <w:t>357.3470</w:t>
      </w:r>
      <w:r>
        <w:tab/>
        <w:t>2.025e0</w:t>
      </w:r>
    </w:p>
    <w:p w:rsidR="005B0461" w:rsidRDefault="005B0461" w:rsidP="005B0461">
      <w:r>
        <w:t>357.4043</w:t>
      </w:r>
      <w:r>
        <w:tab/>
        <w:t>2.025e0</w:t>
      </w:r>
    </w:p>
    <w:p w:rsidR="005B0461" w:rsidRDefault="005B0461" w:rsidP="005B0461">
      <w:r>
        <w:t>357.4207</w:t>
      </w:r>
      <w:r>
        <w:tab/>
        <w:t>2.025e0</w:t>
      </w:r>
    </w:p>
    <w:p w:rsidR="005B0461" w:rsidRDefault="005B0461" w:rsidP="005B0461">
      <w:r>
        <w:t>357.4227</w:t>
      </w:r>
      <w:r>
        <w:tab/>
        <w:t>2.025e0</w:t>
      </w:r>
    </w:p>
    <w:p w:rsidR="005B0461" w:rsidRDefault="005B0461" w:rsidP="005B0461">
      <w:r>
        <w:t>357.4250</w:t>
      </w:r>
      <w:r>
        <w:tab/>
        <w:t>1.013e0</w:t>
      </w:r>
    </w:p>
    <w:p w:rsidR="005B0461" w:rsidRDefault="005B0461" w:rsidP="005B0461">
      <w:r>
        <w:t>357.4665</w:t>
      </w:r>
      <w:r>
        <w:tab/>
        <w:t>4.051e0</w:t>
      </w:r>
    </w:p>
    <w:p w:rsidR="005B0461" w:rsidRDefault="005B0461" w:rsidP="005B0461">
      <w:r>
        <w:t>357.4728</w:t>
      </w:r>
      <w:r>
        <w:tab/>
        <w:t>2.025e0</w:t>
      </w:r>
    </w:p>
    <w:p w:rsidR="005B0461" w:rsidRDefault="005B0461" w:rsidP="005B0461">
      <w:r>
        <w:t>357.5105</w:t>
      </w:r>
      <w:r>
        <w:tab/>
        <w:t>2.025e0</w:t>
      </w:r>
    </w:p>
    <w:p w:rsidR="005B0461" w:rsidRDefault="005B0461" w:rsidP="005B0461">
      <w:r>
        <w:t>357.5320</w:t>
      </w:r>
      <w:r>
        <w:tab/>
        <w:t>4.051e0</w:t>
      </w:r>
    </w:p>
    <w:p w:rsidR="005B0461" w:rsidRDefault="005B0461" w:rsidP="005B0461">
      <w:r>
        <w:t>357.5735</w:t>
      </w:r>
      <w:r>
        <w:tab/>
        <w:t>2.025e0</w:t>
      </w:r>
    </w:p>
    <w:p w:rsidR="005B0461" w:rsidRDefault="005B0461" w:rsidP="005B0461">
      <w:r>
        <w:t>357.5999</w:t>
      </w:r>
      <w:r>
        <w:tab/>
        <w:t>1.013e0</w:t>
      </w:r>
    </w:p>
    <w:p w:rsidR="005B0461" w:rsidRDefault="005B0461" w:rsidP="005B0461">
      <w:r>
        <w:t>357.6255</w:t>
      </w:r>
      <w:r>
        <w:tab/>
        <w:t>1.013e0</w:t>
      </w:r>
    </w:p>
    <w:p w:rsidR="005B0461" w:rsidRDefault="005B0461" w:rsidP="005B0461">
      <w:r>
        <w:t>357.6381</w:t>
      </w:r>
      <w:r>
        <w:tab/>
        <w:t>2.025e0</w:t>
      </w:r>
    </w:p>
    <w:p w:rsidR="005B0461" w:rsidRDefault="005B0461" w:rsidP="005B0461">
      <w:r>
        <w:lastRenderedPageBreak/>
        <w:t>357.6737</w:t>
      </w:r>
      <w:r>
        <w:tab/>
        <w:t>3.929e0</w:t>
      </w:r>
    </w:p>
    <w:p w:rsidR="005B0461" w:rsidRDefault="005B0461" w:rsidP="005B0461">
      <w:r>
        <w:t>357.6998</w:t>
      </w:r>
      <w:r>
        <w:tab/>
        <w:t>3.038e0</w:t>
      </w:r>
    </w:p>
    <w:p w:rsidR="005B0461" w:rsidRDefault="005B0461" w:rsidP="005B0461">
      <w:r>
        <w:t>357.7164</w:t>
      </w:r>
      <w:r>
        <w:tab/>
        <w:t>3.038e0</w:t>
      </w:r>
    </w:p>
    <w:p w:rsidR="005B0461" w:rsidRDefault="005B0461" w:rsidP="005B0461">
      <w:r>
        <w:t>357.7603</w:t>
      </w:r>
      <w:r>
        <w:tab/>
        <w:t>1.013e0</w:t>
      </w:r>
    </w:p>
    <w:p w:rsidR="005B0461" w:rsidRDefault="005B0461" w:rsidP="005B0461">
      <w:r>
        <w:t>357.7724</w:t>
      </w:r>
      <w:r>
        <w:tab/>
        <w:t>1.013e0</w:t>
      </w:r>
    </w:p>
    <w:p w:rsidR="005B0461" w:rsidRDefault="005B0461" w:rsidP="005B0461">
      <w:r>
        <w:t>357.8060</w:t>
      </w:r>
      <w:r>
        <w:tab/>
        <w:t>1.013e0</w:t>
      </w:r>
    </w:p>
    <w:p w:rsidR="005B0461" w:rsidRDefault="005B0461" w:rsidP="005B0461">
      <w:r>
        <w:t>357.8341</w:t>
      </w:r>
      <w:r>
        <w:tab/>
        <w:t>2.025e0</w:t>
      </w:r>
    </w:p>
    <w:p w:rsidR="005B0461" w:rsidRDefault="005B0461" w:rsidP="005B0461">
      <w:r>
        <w:t>357.8427</w:t>
      </w:r>
      <w:r>
        <w:tab/>
        <w:t>1.013e0</w:t>
      </w:r>
    </w:p>
    <w:p w:rsidR="005B0461" w:rsidRDefault="005B0461" w:rsidP="005B0461">
      <w:r>
        <w:t>357.8619</w:t>
      </w:r>
      <w:r>
        <w:tab/>
        <w:t>1.013e0</w:t>
      </w:r>
    </w:p>
    <w:p w:rsidR="005B0461" w:rsidRDefault="005B0461" w:rsidP="005B0461">
      <w:r>
        <w:t>357.8825</w:t>
      </w:r>
      <w:r>
        <w:tab/>
        <w:t>4.627e0</w:t>
      </w:r>
    </w:p>
    <w:p w:rsidR="005B0461" w:rsidRDefault="005B0461" w:rsidP="005B0461">
      <w:r>
        <w:t>357.9331</w:t>
      </w:r>
      <w:r>
        <w:tab/>
        <w:t>5.795e0</w:t>
      </w:r>
    </w:p>
    <w:p w:rsidR="005B0461" w:rsidRDefault="005B0461" w:rsidP="005B0461">
      <w:r>
        <w:t>357.9382</w:t>
      </w:r>
      <w:r>
        <w:tab/>
        <w:t>5.159e0</w:t>
      </w:r>
    </w:p>
    <w:p w:rsidR="005B0461" w:rsidRDefault="005B0461" w:rsidP="005B0461">
      <w:r>
        <w:t>357.9417</w:t>
      </w:r>
      <w:r>
        <w:tab/>
        <w:t>6.113e0</w:t>
      </w:r>
    </w:p>
    <w:p w:rsidR="005B0461" w:rsidRDefault="005B0461" w:rsidP="005B0461">
      <w:r>
        <w:t>357.9485</w:t>
      </w:r>
      <w:r>
        <w:tab/>
        <w:t>8.483e0</w:t>
      </w:r>
    </w:p>
    <w:p w:rsidR="005B0461" w:rsidRDefault="005B0461" w:rsidP="005B0461">
      <w:r>
        <w:t>358.0071</w:t>
      </w:r>
      <w:r>
        <w:tab/>
        <w:t>2.164e0</w:t>
      </w:r>
    </w:p>
    <w:p w:rsidR="005B0461" w:rsidRDefault="005B0461" w:rsidP="005B0461">
      <w:r>
        <w:t>358.1049</w:t>
      </w:r>
      <w:r>
        <w:tab/>
        <w:t>1.188e0</w:t>
      </w:r>
    </w:p>
    <w:p w:rsidR="005B0461" w:rsidRDefault="005B0461" w:rsidP="005B0461">
      <w:r>
        <w:t>358.1210</w:t>
      </w:r>
      <w:r>
        <w:tab/>
        <w:t>1.156e0</w:t>
      </w:r>
    </w:p>
    <w:p w:rsidR="005B0461" w:rsidRDefault="005B0461" w:rsidP="005B0461">
      <w:r>
        <w:t>358.1905</w:t>
      </w:r>
      <w:r>
        <w:tab/>
        <w:t>3.868e0</w:t>
      </w:r>
    </w:p>
    <w:p w:rsidR="005B0461" w:rsidRDefault="005B0461" w:rsidP="005B0461">
      <w:r>
        <w:t>358.2244</w:t>
      </w:r>
      <w:r>
        <w:tab/>
        <w:t>8.672e0</w:t>
      </w:r>
    </w:p>
    <w:p w:rsidR="005B0461" w:rsidRDefault="005B0461" w:rsidP="005B0461">
      <w:r>
        <w:lastRenderedPageBreak/>
        <w:t>358.2362</w:t>
      </w:r>
      <w:r>
        <w:tab/>
        <w:t>3.943e0</w:t>
      </w:r>
    </w:p>
    <w:p w:rsidR="005B0461" w:rsidRDefault="005B0461" w:rsidP="005B0461">
      <w:r>
        <w:t>358.2459</w:t>
      </w:r>
      <w:r>
        <w:tab/>
        <w:t>6.345e0</w:t>
      </w:r>
    </w:p>
    <w:p w:rsidR="005B0461" w:rsidRDefault="005B0461" w:rsidP="005B0461">
      <w:r>
        <w:t>358.2904</w:t>
      </w:r>
      <w:r>
        <w:tab/>
        <w:t>1.462e0</w:t>
      </w:r>
    </w:p>
    <w:p w:rsidR="005B0461" w:rsidRDefault="005B0461" w:rsidP="005B0461">
      <w:r>
        <w:t>358.3144</w:t>
      </w:r>
      <w:r>
        <w:tab/>
        <w:t>3.282e0</w:t>
      </w:r>
    </w:p>
    <w:p w:rsidR="005B0461" w:rsidRDefault="005B0461" w:rsidP="005B0461">
      <w:r>
        <w:t>358.3260</w:t>
      </w:r>
      <w:r>
        <w:tab/>
        <w:t>2.584e0</w:t>
      </w:r>
    </w:p>
    <w:p w:rsidR="005B0461" w:rsidRDefault="005B0461" w:rsidP="005B0461">
      <w:r>
        <w:t>358.3322</w:t>
      </w:r>
      <w:r>
        <w:tab/>
        <w:t>1.207e0</w:t>
      </w:r>
    </w:p>
    <w:p w:rsidR="005B0461" w:rsidRDefault="005B0461" w:rsidP="005B0461">
      <w:r>
        <w:t>358.3647</w:t>
      </w:r>
      <w:r>
        <w:tab/>
        <w:t>3.038e0</w:t>
      </w:r>
    </w:p>
    <w:p w:rsidR="005B0461" w:rsidRDefault="005B0461" w:rsidP="005B0461">
      <w:r>
        <w:t>358.3800</w:t>
      </w:r>
      <w:r>
        <w:tab/>
        <w:t>3.038e0</w:t>
      </w:r>
    </w:p>
    <w:p w:rsidR="005B0461" w:rsidRDefault="005B0461" w:rsidP="005B0461">
      <w:r>
        <w:t>358.4191</w:t>
      </w:r>
      <w:r>
        <w:tab/>
        <w:t>1.013e0</w:t>
      </w:r>
    </w:p>
    <w:p w:rsidR="005B0461" w:rsidRDefault="005B0461" w:rsidP="005B0461">
      <w:r>
        <w:t>358.4249</w:t>
      </w:r>
      <w:r>
        <w:tab/>
        <w:t>1.013e0</w:t>
      </w:r>
    </w:p>
    <w:p w:rsidR="005B0461" w:rsidRDefault="005B0461" w:rsidP="005B0461">
      <w:r>
        <w:t>358.4274</w:t>
      </w:r>
      <w:r>
        <w:tab/>
        <w:t>3.038e0</w:t>
      </w:r>
    </w:p>
    <w:p w:rsidR="005B0461" w:rsidRDefault="005B0461" w:rsidP="005B0461">
      <w:r>
        <w:t>358.4505</w:t>
      </w:r>
      <w:r>
        <w:tab/>
        <w:t>1.013e0</w:t>
      </w:r>
    </w:p>
    <w:p w:rsidR="005B0461" w:rsidRDefault="005B0461" w:rsidP="005B0461">
      <w:r>
        <w:t>358.4731</w:t>
      </w:r>
      <w:r>
        <w:tab/>
        <w:t>2.025e0</w:t>
      </w:r>
    </w:p>
    <w:p w:rsidR="005B0461" w:rsidRDefault="005B0461" w:rsidP="005B0461">
      <w:r>
        <w:t>358.4953</w:t>
      </w:r>
      <w:r>
        <w:tab/>
        <w:t>1.013e0</w:t>
      </w:r>
    </w:p>
    <w:p w:rsidR="005B0461" w:rsidRDefault="005B0461" w:rsidP="005B0461">
      <w:r>
        <w:t>358.4994</w:t>
      </w:r>
      <w:r>
        <w:tab/>
        <w:t>3.038e0</w:t>
      </w:r>
    </w:p>
    <w:p w:rsidR="005B0461" w:rsidRDefault="005B0461" w:rsidP="005B0461">
      <w:r>
        <w:t>358.5402</w:t>
      </w:r>
      <w:r>
        <w:tab/>
        <w:t>1.013e0</w:t>
      </w:r>
    </w:p>
    <w:p w:rsidR="005B0461" w:rsidRDefault="005B0461" w:rsidP="005B0461">
      <w:r>
        <w:t>358.5714</w:t>
      </w:r>
      <w:r>
        <w:tab/>
        <w:t>2.313e0</w:t>
      </w:r>
    </w:p>
    <w:p w:rsidR="005B0461" w:rsidRDefault="005B0461" w:rsidP="005B0461">
      <w:r>
        <w:t>358.5770</w:t>
      </w:r>
      <w:r>
        <w:tab/>
        <w:t>1.013e0</w:t>
      </w:r>
    </w:p>
    <w:p w:rsidR="005B0461" w:rsidRDefault="005B0461" w:rsidP="005B0461">
      <w:r>
        <w:t>358.5810</w:t>
      </w:r>
      <w:r>
        <w:tab/>
        <w:t>1.013e0</w:t>
      </w:r>
    </w:p>
    <w:p w:rsidR="005B0461" w:rsidRDefault="005B0461" w:rsidP="005B0461">
      <w:r>
        <w:lastRenderedPageBreak/>
        <w:t>358.6170</w:t>
      </w:r>
      <w:r>
        <w:tab/>
        <w:t>1.013e0</w:t>
      </w:r>
    </w:p>
    <w:p w:rsidR="005B0461" w:rsidRDefault="005B0461" w:rsidP="005B0461">
      <w:r>
        <w:t>358.6756</w:t>
      </w:r>
      <w:r>
        <w:tab/>
        <w:t>3.038e0</w:t>
      </w:r>
    </w:p>
    <w:p w:rsidR="005B0461" w:rsidRDefault="005B0461" w:rsidP="005B0461">
      <w:r>
        <w:t>358.7383</w:t>
      </w:r>
      <w:r>
        <w:tab/>
        <w:t>5.524e0</w:t>
      </w:r>
    </w:p>
    <w:p w:rsidR="005B0461" w:rsidRDefault="005B0461" w:rsidP="005B0461">
      <w:r>
        <w:t>358.7603</w:t>
      </w:r>
      <w:r>
        <w:tab/>
        <w:t>6.076e0</w:t>
      </w:r>
    </w:p>
    <w:p w:rsidR="005B0461" w:rsidRDefault="005B0461" w:rsidP="005B0461">
      <w:r>
        <w:t>358.7714</w:t>
      </w:r>
      <w:r>
        <w:tab/>
        <w:t>1.013e0</w:t>
      </w:r>
    </w:p>
    <w:p w:rsidR="005B0461" w:rsidRDefault="005B0461" w:rsidP="005B0461">
      <w:r>
        <w:t>358.7964</w:t>
      </w:r>
      <w:r>
        <w:tab/>
        <w:t>1.013e0</w:t>
      </w:r>
    </w:p>
    <w:p w:rsidR="005B0461" w:rsidRDefault="005B0461" w:rsidP="005B0461">
      <w:r>
        <w:t>358.8257</w:t>
      </w:r>
      <w:r>
        <w:tab/>
        <w:t>3.038e0</w:t>
      </w:r>
    </w:p>
    <w:p w:rsidR="005B0461" w:rsidRDefault="005B0461" w:rsidP="005B0461">
      <w:r>
        <w:t>358.8631</w:t>
      </w:r>
      <w:r>
        <w:tab/>
        <w:t>2.025e0</w:t>
      </w:r>
    </w:p>
    <w:p w:rsidR="005B0461" w:rsidRDefault="005B0461" w:rsidP="005B0461">
      <w:r>
        <w:t>358.9317</w:t>
      </w:r>
      <w:r>
        <w:tab/>
        <w:t>2.812e0</w:t>
      </w:r>
    </w:p>
    <w:p w:rsidR="005B0461" w:rsidRDefault="005B0461" w:rsidP="005B0461">
      <w:r>
        <w:t>359.0287</w:t>
      </w:r>
      <w:r>
        <w:tab/>
        <w:t>1.763e0</w:t>
      </w:r>
    </w:p>
    <w:p w:rsidR="005B0461" w:rsidRDefault="005B0461" w:rsidP="005B0461">
      <w:r>
        <w:t>359.0412</w:t>
      </w:r>
      <w:r>
        <w:tab/>
        <w:t>4.648e0</w:t>
      </w:r>
    </w:p>
    <w:p w:rsidR="005B0461" w:rsidRDefault="005B0461" w:rsidP="005B0461">
      <w:r>
        <w:t>359.0627</w:t>
      </w:r>
      <w:r>
        <w:tab/>
        <w:t>1.711e0</w:t>
      </w:r>
    </w:p>
    <w:p w:rsidR="005B0461" w:rsidRDefault="005B0461" w:rsidP="005B0461">
      <w:r>
        <w:t>359.1056</w:t>
      </w:r>
      <w:r>
        <w:tab/>
        <w:t>4.123e0</w:t>
      </w:r>
    </w:p>
    <w:p w:rsidR="005B0461" w:rsidRDefault="005B0461" w:rsidP="005B0461">
      <w:r>
        <w:t>359.1112</w:t>
      </w:r>
      <w:r>
        <w:tab/>
        <w:t>2.539e0</w:t>
      </w:r>
    </w:p>
    <w:p w:rsidR="005B0461" w:rsidRDefault="005B0461" w:rsidP="005B0461">
      <w:r>
        <w:t>359.1573</w:t>
      </w:r>
      <w:r>
        <w:tab/>
        <w:t>2.100e0</w:t>
      </w:r>
    </w:p>
    <w:p w:rsidR="005B0461" w:rsidRDefault="005B0461" w:rsidP="005B0461">
      <w:r>
        <w:t>359.1814</w:t>
      </w:r>
      <w:r>
        <w:tab/>
        <w:t>1.089e0</w:t>
      </w:r>
    </w:p>
    <w:p w:rsidR="005B0461" w:rsidRDefault="005B0461" w:rsidP="005B0461">
      <w:r>
        <w:t>359.2254</w:t>
      </w:r>
      <w:r>
        <w:tab/>
        <w:t>1.820e0</w:t>
      </w:r>
    </w:p>
    <w:p w:rsidR="005B0461" w:rsidRDefault="005B0461" w:rsidP="005B0461">
      <w:r>
        <w:t>359.2363</w:t>
      </w:r>
      <w:r>
        <w:tab/>
        <w:t>3.412e0</w:t>
      </w:r>
    </w:p>
    <w:p w:rsidR="005B0461" w:rsidRDefault="005B0461" w:rsidP="005B0461">
      <w:r>
        <w:t>359.2819</w:t>
      </w:r>
      <w:r>
        <w:tab/>
        <w:t>2.072e0</w:t>
      </w:r>
    </w:p>
    <w:p w:rsidR="005B0461" w:rsidRDefault="005B0461" w:rsidP="005B0461">
      <w:r>
        <w:lastRenderedPageBreak/>
        <w:t>359.3253</w:t>
      </w:r>
      <w:r>
        <w:tab/>
        <w:t>2.761e0</w:t>
      </w:r>
    </w:p>
    <w:p w:rsidR="005B0461" w:rsidRDefault="005B0461" w:rsidP="005B0461">
      <w:r>
        <w:t>359.3317</w:t>
      </w:r>
      <w:r>
        <w:tab/>
        <w:t>2.529e0</w:t>
      </w:r>
    </w:p>
    <w:p w:rsidR="005B0461" w:rsidRDefault="005B0461" w:rsidP="005B0461">
      <w:r>
        <w:t>359.3390</w:t>
      </w:r>
      <w:r>
        <w:tab/>
        <w:t>1.963e0</w:t>
      </w:r>
    </w:p>
    <w:p w:rsidR="005B0461" w:rsidRDefault="005B0461" w:rsidP="005B0461">
      <w:r>
        <w:t>359.3497</w:t>
      </w:r>
      <w:r>
        <w:tab/>
        <w:t>1.844e0</w:t>
      </w:r>
    </w:p>
    <w:p w:rsidR="005B0461" w:rsidRDefault="005B0461" w:rsidP="005B0461">
      <w:r>
        <w:t>359.3733</w:t>
      </w:r>
      <w:r>
        <w:tab/>
        <w:t>1.013e0</w:t>
      </w:r>
    </w:p>
    <w:p w:rsidR="005B0461" w:rsidRDefault="005B0461" w:rsidP="005B0461">
      <w:r>
        <w:t>359.3789</w:t>
      </w:r>
      <w:r>
        <w:tab/>
        <w:t>2.025e0</w:t>
      </w:r>
    </w:p>
    <w:p w:rsidR="005B0461" w:rsidRDefault="005B0461" w:rsidP="005B0461">
      <w:r>
        <w:t>359.4196</w:t>
      </w:r>
      <w:r>
        <w:tab/>
        <w:t>2.473e0</w:t>
      </w:r>
    </w:p>
    <w:p w:rsidR="005B0461" w:rsidRDefault="005B0461" w:rsidP="005B0461">
      <w:r>
        <w:t>359.4250</w:t>
      </w:r>
      <w:r>
        <w:tab/>
        <w:t>2.025e0</w:t>
      </w:r>
    </w:p>
    <w:p w:rsidR="005B0461" w:rsidRDefault="005B0461" w:rsidP="005B0461">
      <w:r>
        <w:t>359.4827</w:t>
      </w:r>
      <w:r>
        <w:tab/>
        <w:t>6.054e0</w:t>
      </w:r>
    </w:p>
    <w:p w:rsidR="005B0461" w:rsidRDefault="005B0461" w:rsidP="005B0461">
      <w:r>
        <w:t>359.5142</w:t>
      </w:r>
      <w:r>
        <w:tab/>
        <w:t>1.013e0</w:t>
      </w:r>
    </w:p>
    <w:p w:rsidR="005B0461" w:rsidRDefault="005B0461" w:rsidP="005B0461">
      <w:r>
        <w:t>359.5209</w:t>
      </w:r>
      <w:r>
        <w:tab/>
        <w:t>4.051e0</w:t>
      </w:r>
    </w:p>
    <w:p w:rsidR="005B0461" w:rsidRDefault="005B0461" w:rsidP="005B0461">
      <w:r>
        <w:t>359.5340</w:t>
      </w:r>
      <w:r>
        <w:tab/>
        <w:t>1.013e0</w:t>
      </w:r>
    </w:p>
    <w:p w:rsidR="005B0461" w:rsidRDefault="005B0461" w:rsidP="005B0461">
      <w:r>
        <w:t>359.5468</w:t>
      </w:r>
      <w:r>
        <w:tab/>
        <w:t>1.013e0</w:t>
      </w:r>
    </w:p>
    <w:p w:rsidR="005B0461" w:rsidRDefault="005B0461" w:rsidP="005B0461">
      <w:r>
        <w:t>359.5847</w:t>
      </w:r>
      <w:r>
        <w:tab/>
        <w:t>1.508e0</w:t>
      </w:r>
    </w:p>
    <w:p w:rsidR="005B0461" w:rsidRDefault="005B0461" w:rsidP="005B0461">
      <w:r>
        <w:t>359.6006</w:t>
      </w:r>
      <w:r>
        <w:tab/>
        <w:t>2.842e0</w:t>
      </w:r>
    </w:p>
    <w:p w:rsidR="005B0461" w:rsidRDefault="005B0461" w:rsidP="005B0461">
      <w:r>
        <w:t>359.6166</w:t>
      </w:r>
      <w:r>
        <w:tab/>
        <w:t>2.025e0</w:t>
      </w:r>
    </w:p>
    <w:p w:rsidR="005B0461" w:rsidRDefault="005B0461" w:rsidP="005B0461">
      <w:r>
        <w:t>359.6536</w:t>
      </w:r>
      <w:r>
        <w:tab/>
        <w:t>2.025e0</w:t>
      </w:r>
    </w:p>
    <w:p w:rsidR="005B0461" w:rsidRDefault="005B0461" w:rsidP="005B0461">
      <w:r>
        <w:t>359.6591</w:t>
      </w:r>
      <w:r>
        <w:tab/>
        <w:t>1.013e0</w:t>
      </w:r>
    </w:p>
    <w:p w:rsidR="005B0461" w:rsidRDefault="005B0461" w:rsidP="005B0461">
      <w:r>
        <w:t>359.6824</w:t>
      </w:r>
      <w:r>
        <w:tab/>
        <w:t>2.465e0</w:t>
      </w:r>
    </w:p>
    <w:p w:rsidR="005B0461" w:rsidRDefault="005B0461" w:rsidP="005B0461">
      <w:r>
        <w:lastRenderedPageBreak/>
        <w:t>359.6940</w:t>
      </w:r>
      <w:r>
        <w:tab/>
        <w:t>1.819e0</w:t>
      </w:r>
    </w:p>
    <w:p w:rsidR="005B0461" w:rsidRDefault="005B0461" w:rsidP="005B0461">
      <w:r>
        <w:t>359.7146</w:t>
      </w:r>
      <w:r>
        <w:tab/>
        <w:t>5.913e0</w:t>
      </w:r>
    </w:p>
    <w:p w:rsidR="005B0461" w:rsidRDefault="005B0461" w:rsidP="005B0461">
      <w:r>
        <w:t>359.7296</w:t>
      </w:r>
      <w:r>
        <w:tab/>
        <w:t>1.013e0</w:t>
      </w:r>
    </w:p>
    <w:p w:rsidR="005B0461" w:rsidRDefault="005B0461" w:rsidP="005B0461">
      <w:r>
        <w:t>359.7506</w:t>
      </w:r>
      <w:r>
        <w:tab/>
        <w:t>1.130e1</w:t>
      </w:r>
    </w:p>
    <w:p w:rsidR="005B0461" w:rsidRDefault="005B0461" w:rsidP="005B0461">
      <w:r>
        <w:t>359.7585</w:t>
      </w:r>
      <w:r>
        <w:tab/>
        <w:t>2.895e0</w:t>
      </w:r>
    </w:p>
    <w:p w:rsidR="005B0461" w:rsidRDefault="005B0461" w:rsidP="005B0461">
      <w:r>
        <w:t>359.7753</w:t>
      </w:r>
      <w:r>
        <w:tab/>
        <w:t>2.025e0</w:t>
      </w:r>
    </w:p>
    <w:p w:rsidR="005B0461" w:rsidRDefault="005B0461" w:rsidP="005B0461">
      <w:r>
        <w:t>359.8101</w:t>
      </w:r>
      <w:r>
        <w:tab/>
        <w:t>1.013e0</w:t>
      </w:r>
    </w:p>
    <w:p w:rsidR="005B0461" w:rsidRDefault="005B0461" w:rsidP="005B0461">
      <w:r>
        <w:t>359.8166</w:t>
      </w:r>
      <w:r>
        <w:tab/>
        <w:t>1.013e0</w:t>
      </w:r>
    </w:p>
    <w:p w:rsidR="005B0461" w:rsidRDefault="005B0461" w:rsidP="005B0461">
      <w:r>
        <w:t>359.8706</w:t>
      </w:r>
      <w:r>
        <w:tab/>
        <w:t>1.013e0</w:t>
      </w:r>
    </w:p>
    <w:p w:rsidR="005B0461" w:rsidRDefault="005B0461" w:rsidP="005B0461">
      <w:r>
        <w:t>360.0521</w:t>
      </w:r>
      <w:r>
        <w:tab/>
        <w:t>1.381e0</w:t>
      </w:r>
    </w:p>
    <w:p w:rsidR="005B0461" w:rsidRDefault="005B0461" w:rsidP="005B0461">
      <w:r>
        <w:t>360.0993</w:t>
      </w:r>
      <w:r>
        <w:tab/>
        <w:t>1.137e0</w:t>
      </w:r>
    </w:p>
    <w:p w:rsidR="005B0461" w:rsidRDefault="005B0461" w:rsidP="005B0461">
      <w:r>
        <w:t>360.1346</w:t>
      </w:r>
      <w:r>
        <w:tab/>
        <w:t>3.309e0</w:t>
      </w:r>
    </w:p>
    <w:p w:rsidR="005B0461" w:rsidRDefault="005B0461" w:rsidP="005B0461">
      <w:r>
        <w:t>360.1489</w:t>
      </w:r>
      <w:r>
        <w:tab/>
        <w:t>2.084e0</w:t>
      </w:r>
    </w:p>
    <w:p w:rsidR="005B0461" w:rsidRDefault="005B0461" w:rsidP="005B0461">
      <w:r>
        <w:t>360.1520</w:t>
      </w:r>
      <w:r>
        <w:tab/>
        <w:t>3.613e0</w:t>
      </w:r>
    </w:p>
    <w:p w:rsidR="005B0461" w:rsidRDefault="005B0461" w:rsidP="005B0461">
      <w:r>
        <w:t>360.1673</w:t>
      </w:r>
      <w:r>
        <w:tab/>
        <w:t>1.403e0</w:t>
      </w:r>
    </w:p>
    <w:p w:rsidR="005B0461" w:rsidRDefault="005B0461" w:rsidP="005B0461">
      <w:r>
        <w:t>360.2088</w:t>
      </w:r>
      <w:r>
        <w:tab/>
        <w:t>2.387e0</w:t>
      </w:r>
    </w:p>
    <w:p w:rsidR="005B0461" w:rsidRDefault="005B0461" w:rsidP="005B0461">
      <w:r>
        <w:t>360.2384</w:t>
      </w:r>
      <w:r>
        <w:tab/>
        <w:t>1.381e0</w:t>
      </w:r>
    </w:p>
    <w:p w:rsidR="005B0461" w:rsidRDefault="005B0461" w:rsidP="005B0461">
      <w:r>
        <w:t>360.2449</w:t>
      </w:r>
      <w:r>
        <w:tab/>
        <w:t>2.081e0</w:t>
      </w:r>
    </w:p>
    <w:p w:rsidR="005B0461" w:rsidRDefault="005B0461" w:rsidP="005B0461">
      <w:r>
        <w:t>360.2725</w:t>
      </w:r>
      <w:r>
        <w:tab/>
        <w:t>2.598e0</w:t>
      </w:r>
    </w:p>
    <w:p w:rsidR="005B0461" w:rsidRDefault="005B0461" w:rsidP="005B0461">
      <w:r>
        <w:lastRenderedPageBreak/>
        <w:t>360.3243</w:t>
      </w:r>
      <w:r>
        <w:tab/>
        <w:t>1.207e0</w:t>
      </w:r>
    </w:p>
    <w:p w:rsidR="005B0461" w:rsidRDefault="005B0461" w:rsidP="005B0461">
      <w:r>
        <w:t>360.3694</w:t>
      </w:r>
      <w:r>
        <w:tab/>
        <w:t>1.013e0</w:t>
      </w:r>
    </w:p>
    <w:p w:rsidR="005B0461" w:rsidRDefault="005B0461" w:rsidP="005B0461">
      <w:r>
        <w:t>360.3740</w:t>
      </w:r>
      <w:r>
        <w:tab/>
        <w:t>2.964e0</w:t>
      </w:r>
    </w:p>
    <w:p w:rsidR="005B0461" w:rsidRDefault="005B0461" w:rsidP="005B0461">
      <w:r>
        <w:t>360.3779</w:t>
      </w:r>
      <w:r>
        <w:tab/>
        <w:t>1.917e0</w:t>
      </w:r>
    </w:p>
    <w:p w:rsidR="005B0461" w:rsidRDefault="005B0461" w:rsidP="005B0461">
      <w:r>
        <w:t>360.3999</w:t>
      </w:r>
      <w:r>
        <w:tab/>
        <w:t>2.025e0</w:t>
      </w:r>
    </w:p>
    <w:p w:rsidR="005B0461" w:rsidRDefault="005B0461" w:rsidP="005B0461">
      <w:r>
        <w:t>360.4438</w:t>
      </w:r>
      <w:r>
        <w:tab/>
        <w:t>1.709e0</w:t>
      </w:r>
    </w:p>
    <w:p w:rsidR="005B0461" w:rsidRDefault="005B0461" w:rsidP="005B0461">
      <w:r>
        <w:t>360.4580</w:t>
      </w:r>
      <w:r>
        <w:tab/>
        <w:t>2.025e0</w:t>
      </w:r>
    </w:p>
    <w:p w:rsidR="005B0461" w:rsidRDefault="005B0461" w:rsidP="005B0461">
      <w:r>
        <w:t>360.4595</w:t>
      </w:r>
      <w:r>
        <w:tab/>
        <w:t>1.013e0</w:t>
      </w:r>
    </w:p>
    <w:p w:rsidR="005B0461" w:rsidRDefault="005B0461" w:rsidP="005B0461">
      <w:r>
        <w:t>360.5470</w:t>
      </w:r>
      <w:r>
        <w:tab/>
        <w:t>1.013e0</w:t>
      </w:r>
    </w:p>
    <w:p w:rsidR="005B0461" w:rsidRDefault="005B0461" w:rsidP="005B0461">
      <w:r>
        <w:t>360.5719</w:t>
      </w:r>
      <w:r>
        <w:tab/>
        <w:t>1.732e0</w:t>
      </w:r>
    </w:p>
    <w:p w:rsidR="005B0461" w:rsidRDefault="005B0461" w:rsidP="005B0461">
      <w:r>
        <w:t>360.5882</w:t>
      </w:r>
      <w:r>
        <w:tab/>
        <w:t>1.013e0</w:t>
      </w:r>
    </w:p>
    <w:p w:rsidR="005B0461" w:rsidRDefault="005B0461" w:rsidP="005B0461">
      <w:r>
        <w:t>360.6030</w:t>
      </w:r>
      <w:r>
        <w:tab/>
        <w:t>1.488e0</w:t>
      </w:r>
    </w:p>
    <w:p w:rsidR="005B0461" w:rsidRDefault="005B0461" w:rsidP="005B0461">
      <w:r>
        <w:t>360.6628</w:t>
      </w:r>
      <w:r>
        <w:tab/>
        <w:t>2.025e0</w:t>
      </w:r>
    </w:p>
    <w:p w:rsidR="005B0461" w:rsidRDefault="005B0461" w:rsidP="005B0461">
      <w:r>
        <w:t>360.6647</w:t>
      </w:r>
      <w:r>
        <w:tab/>
        <w:t>2.184e0</w:t>
      </w:r>
    </w:p>
    <w:p w:rsidR="005B0461" w:rsidRDefault="005B0461" w:rsidP="005B0461">
      <w:r>
        <w:t>360.6777</w:t>
      </w:r>
      <w:r>
        <w:tab/>
        <w:t>2.025e0</w:t>
      </w:r>
    </w:p>
    <w:p w:rsidR="005B0461" w:rsidRDefault="005B0461" w:rsidP="005B0461">
      <w:r>
        <w:t>360.7234</w:t>
      </w:r>
      <w:r>
        <w:tab/>
        <w:t>1.806e0</w:t>
      </w:r>
    </w:p>
    <w:p w:rsidR="005B0461" w:rsidRDefault="005B0461" w:rsidP="005B0461">
      <w:r>
        <w:t>360.7570</w:t>
      </w:r>
      <w:r>
        <w:tab/>
        <w:t>3.572e0</w:t>
      </w:r>
    </w:p>
    <w:p w:rsidR="005B0461" w:rsidRDefault="005B0461" w:rsidP="005B0461">
      <w:r>
        <w:t>360.7588</w:t>
      </w:r>
      <w:r>
        <w:tab/>
        <w:t>1.579e0</w:t>
      </w:r>
    </w:p>
    <w:p w:rsidR="005B0461" w:rsidRDefault="005B0461" w:rsidP="005B0461">
      <w:r>
        <w:t>360.8136</w:t>
      </w:r>
      <w:r>
        <w:tab/>
        <w:t>1.013e0</w:t>
      </w:r>
    </w:p>
    <w:p w:rsidR="005B0461" w:rsidRDefault="005B0461" w:rsidP="005B0461">
      <w:r>
        <w:lastRenderedPageBreak/>
        <w:t>360.8493</w:t>
      </w:r>
      <w:r>
        <w:tab/>
        <w:t>3.006e0</w:t>
      </w:r>
    </w:p>
    <w:p w:rsidR="005B0461" w:rsidRDefault="005B0461" w:rsidP="005B0461">
      <w:r>
        <w:t>360.8763</w:t>
      </w:r>
      <w:r>
        <w:tab/>
        <w:t>2.774e0</w:t>
      </w:r>
    </w:p>
    <w:p w:rsidR="005B0461" w:rsidRDefault="005B0461" w:rsidP="005B0461">
      <w:r>
        <w:t>360.8788</w:t>
      </w:r>
      <w:r>
        <w:tab/>
        <w:t>1.013e0</w:t>
      </w:r>
    </w:p>
    <w:p w:rsidR="005B0461" w:rsidRDefault="005B0461" w:rsidP="005B0461">
      <w:r>
        <w:t>360.8917</w:t>
      </w:r>
      <w:r>
        <w:tab/>
        <w:t>1.239e0</w:t>
      </w:r>
    </w:p>
    <w:p w:rsidR="005B0461" w:rsidRDefault="005B0461" w:rsidP="005B0461">
      <w:r>
        <w:t>360.9283</w:t>
      </w:r>
      <w:r>
        <w:tab/>
        <w:t>2.225e0</w:t>
      </w:r>
    </w:p>
    <w:p w:rsidR="005B0461" w:rsidRDefault="005B0461" w:rsidP="005B0461">
      <w:r>
        <w:t>360.9343</w:t>
      </w:r>
      <w:r>
        <w:tab/>
        <w:t>2.149e0</w:t>
      </w:r>
    </w:p>
    <w:p w:rsidR="005B0461" w:rsidRDefault="005B0461" w:rsidP="005B0461">
      <w:r>
        <w:t>361.1138</w:t>
      </w:r>
      <w:r>
        <w:tab/>
        <w:t>1.040e0</w:t>
      </w:r>
    </w:p>
    <w:p w:rsidR="005B0461" w:rsidRDefault="005B0461" w:rsidP="005B0461">
      <w:r>
        <w:t>361.1240</w:t>
      </w:r>
      <w:r>
        <w:tab/>
        <w:t>2.339e0</w:t>
      </w:r>
    </w:p>
    <w:p w:rsidR="005B0461" w:rsidRDefault="005B0461" w:rsidP="005B0461">
      <w:r>
        <w:t>361.1293</w:t>
      </w:r>
      <w:r>
        <w:tab/>
        <w:t>1.869e0</w:t>
      </w:r>
    </w:p>
    <w:p w:rsidR="005B0461" w:rsidRDefault="005B0461" w:rsidP="005B0461">
      <w:r>
        <w:t>361.1483</w:t>
      </w:r>
      <w:r>
        <w:tab/>
        <w:t>4.023e0</w:t>
      </w:r>
    </w:p>
    <w:p w:rsidR="005B0461" w:rsidRDefault="005B0461" w:rsidP="005B0461">
      <w:r>
        <w:t>361.1805</w:t>
      </w:r>
      <w:r>
        <w:tab/>
        <w:t>1.607e0</w:t>
      </w:r>
    </w:p>
    <w:p w:rsidR="005B0461" w:rsidRDefault="005B0461" w:rsidP="005B0461">
      <w:r>
        <w:t>361.1911</w:t>
      </w:r>
      <w:r>
        <w:tab/>
        <w:t>3.404e0</w:t>
      </w:r>
    </w:p>
    <w:p w:rsidR="005B0461" w:rsidRDefault="005B0461" w:rsidP="005B0461">
      <w:r>
        <w:t>361.2072</w:t>
      </w:r>
      <w:r>
        <w:tab/>
        <w:t>2.216e0</w:t>
      </w:r>
    </w:p>
    <w:p w:rsidR="005B0461" w:rsidRDefault="005B0461" w:rsidP="005B0461">
      <w:r>
        <w:t>361.2632</w:t>
      </w:r>
      <w:r>
        <w:tab/>
        <w:t>1.717e0</w:t>
      </w:r>
    </w:p>
    <w:p w:rsidR="005B0461" w:rsidRDefault="005B0461" w:rsidP="005B0461">
      <w:r>
        <w:t>361.2713</w:t>
      </w:r>
      <w:r>
        <w:tab/>
        <w:t>1.274e0</w:t>
      </w:r>
    </w:p>
    <w:p w:rsidR="005B0461" w:rsidRDefault="005B0461" w:rsidP="005B0461">
      <w:r>
        <w:t>361.3011</w:t>
      </w:r>
      <w:r>
        <w:tab/>
        <w:t>1.353e0</w:t>
      </w:r>
    </w:p>
    <w:p w:rsidR="005B0461" w:rsidRDefault="005B0461" w:rsidP="005B0461">
      <w:r>
        <w:t>361.3485</w:t>
      </w:r>
      <w:r>
        <w:tab/>
        <w:t>1.537e0</w:t>
      </w:r>
    </w:p>
    <w:p w:rsidR="005B0461" w:rsidRDefault="005B0461" w:rsidP="005B0461">
      <w:r>
        <w:t>361.3625</w:t>
      </w:r>
      <w:r>
        <w:tab/>
        <w:t>1.780e0</w:t>
      </w:r>
    </w:p>
    <w:p w:rsidR="005B0461" w:rsidRDefault="005B0461" w:rsidP="005B0461">
      <w:r>
        <w:t>361.3687</w:t>
      </w:r>
      <w:r>
        <w:tab/>
        <w:t>1.013e0</w:t>
      </w:r>
    </w:p>
    <w:p w:rsidR="005B0461" w:rsidRDefault="005B0461" w:rsidP="005B0461">
      <w:r>
        <w:lastRenderedPageBreak/>
        <w:t>361.3743</w:t>
      </w:r>
      <w:r>
        <w:tab/>
        <w:t>1.013e0</w:t>
      </w:r>
    </w:p>
    <w:p w:rsidR="005B0461" w:rsidRDefault="005B0461" w:rsidP="005B0461">
      <w:r>
        <w:t>361.4006</w:t>
      </w:r>
      <w:r>
        <w:tab/>
        <w:t>3.865e0</w:t>
      </w:r>
    </w:p>
    <w:p w:rsidR="005B0461" w:rsidRDefault="005B0461" w:rsidP="005B0461">
      <w:r>
        <w:t>361.4156</w:t>
      </w:r>
      <w:r>
        <w:tab/>
        <w:t>1.920e0</w:t>
      </w:r>
    </w:p>
    <w:p w:rsidR="005B0461" w:rsidRDefault="005B0461" w:rsidP="005B0461">
      <w:r>
        <w:t>361.4922</w:t>
      </w:r>
      <w:r>
        <w:tab/>
        <w:t>2.642e0</w:t>
      </w:r>
    </w:p>
    <w:p w:rsidR="005B0461" w:rsidRDefault="005B0461" w:rsidP="005B0461">
      <w:r>
        <w:t>361.5255</w:t>
      </w:r>
      <w:r>
        <w:tab/>
        <w:t>2.025e0</w:t>
      </w:r>
    </w:p>
    <w:p w:rsidR="005B0461" w:rsidRDefault="005B0461" w:rsidP="005B0461">
      <w:r>
        <w:t>361.5288</w:t>
      </w:r>
      <w:r>
        <w:tab/>
        <w:t>2.022e0</w:t>
      </w:r>
    </w:p>
    <w:p w:rsidR="005B0461" w:rsidRDefault="005B0461" w:rsidP="005B0461">
      <w:r>
        <w:t>361.5726</w:t>
      </w:r>
      <w:r>
        <w:tab/>
        <w:t>1.977e0</w:t>
      </w:r>
    </w:p>
    <w:p w:rsidR="005B0461" w:rsidRDefault="005B0461" w:rsidP="005B0461">
      <w:r>
        <w:t>361.5739</w:t>
      </w:r>
      <w:r>
        <w:tab/>
        <w:t>1.176e0</w:t>
      </w:r>
    </w:p>
    <w:p w:rsidR="005B0461" w:rsidRDefault="005B0461" w:rsidP="005B0461">
      <w:r>
        <w:t>361.6183</w:t>
      </w:r>
      <w:r>
        <w:tab/>
        <w:t>3.038e0</w:t>
      </w:r>
    </w:p>
    <w:p w:rsidR="005B0461" w:rsidRDefault="005B0461" w:rsidP="005B0461">
      <w:r>
        <w:t>361.6373</w:t>
      </w:r>
      <w:r>
        <w:tab/>
        <w:t>2.161e0</w:t>
      </w:r>
    </w:p>
    <w:p w:rsidR="005B0461" w:rsidRDefault="005B0461" w:rsidP="005B0461">
      <w:r>
        <w:t>361.6856</w:t>
      </w:r>
      <w:r>
        <w:tab/>
        <w:t>1.256e0</w:t>
      </w:r>
    </w:p>
    <w:p w:rsidR="005B0461" w:rsidRDefault="005B0461" w:rsidP="005B0461">
      <w:r>
        <w:t>361.7041</w:t>
      </w:r>
      <w:r>
        <w:tab/>
        <w:t>2.277e0</w:t>
      </w:r>
    </w:p>
    <w:p w:rsidR="005B0461" w:rsidRDefault="005B0461" w:rsidP="005B0461">
      <w:r>
        <w:t>361.7576</w:t>
      </w:r>
      <w:r>
        <w:tab/>
        <w:t>1.371e0</w:t>
      </w:r>
    </w:p>
    <w:p w:rsidR="005B0461" w:rsidRDefault="005B0461" w:rsidP="005B0461">
      <w:r>
        <w:t>361.8092</w:t>
      </w:r>
      <w:r>
        <w:tab/>
        <w:t>1.013e0</w:t>
      </w:r>
    </w:p>
    <w:p w:rsidR="005B0461" w:rsidRDefault="005B0461" w:rsidP="005B0461">
      <w:r>
        <w:t>361.8280</w:t>
      </w:r>
      <w:r>
        <w:tab/>
        <w:t>3.239e0</w:t>
      </w:r>
    </w:p>
    <w:p w:rsidR="005B0461" w:rsidRDefault="005B0461" w:rsidP="005B0461">
      <w:r>
        <w:t>361.8419</w:t>
      </w:r>
      <w:r>
        <w:tab/>
        <w:t>1.842e0</w:t>
      </w:r>
    </w:p>
    <w:p w:rsidR="005B0461" w:rsidRDefault="005B0461" w:rsidP="005B0461">
      <w:r>
        <w:t>361.8613</w:t>
      </w:r>
      <w:r>
        <w:tab/>
        <w:t>3.038e0</w:t>
      </w:r>
    </w:p>
    <w:p w:rsidR="005B0461" w:rsidRDefault="005B0461" w:rsidP="005B0461">
      <w:r>
        <w:t>361.8777</w:t>
      </w:r>
      <w:r>
        <w:tab/>
        <w:t>1.473e0</w:t>
      </w:r>
    </w:p>
    <w:p w:rsidR="005B0461" w:rsidRDefault="005B0461" w:rsidP="005B0461">
      <w:r>
        <w:t>361.9098</w:t>
      </w:r>
      <w:r>
        <w:tab/>
        <w:t>1.482e0</w:t>
      </w:r>
    </w:p>
    <w:p w:rsidR="005B0461" w:rsidRDefault="005B0461" w:rsidP="005B0461">
      <w:r>
        <w:lastRenderedPageBreak/>
        <w:t>361.9151</w:t>
      </w:r>
      <w:r>
        <w:tab/>
        <w:t>1.945e0</w:t>
      </w:r>
    </w:p>
    <w:p w:rsidR="005B0461" w:rsidRDefault="005B0461" w:rsidP="005B0461">
      <w:r>
        <w:t>361.9576</w:t>
      </w:r>
      <w:r>
        <w:tab/>
        <w:t>3.212e0</w:t>
      </w:r>
    </w:p>
    <w:p w:rsidR="005B0461" w:rsidRDefault="005B0461" w:rsidP="005B0461">
      <w:r>
        <w:t>362.1001</w:t>
      </w:r>
      <w:r>
        <w:tab/>
        <w:t>1.626e0</w:t>
      </w:r>
    </w:p>
    <w:p w:rsidR="005B0461" w:rsidRDefault="005B0461" w:rsidP="005B0461">
      <w:r>
        <w:t>362.1075</w:t>
      </w:r>
      <w:r>
        <w:tab/>
        <w:t>1.923e0</w:t>
      </w:r>
    </w:p>
    <w:p w:rsidR="005B0461" w:rsidRDefault="005B0461" w:rsidP="005B0461">
      <w:r>
        <w:t>362.1522</w:t>
      </w:r>
      <w:r>
        <w:tab/>
        <w:t>1.248e0</w:t>
      </w:r>
    </w:p>
    <w:p w:rsidR="005B0461" w:rsidRDefault="005B0461" w:rsidP="005B0461">
      <w:r>
        <w:t>362.1832</w:t>
      </w:r>
      <w:r>
        <w:tab/>
        <w:t>2.728e0</w:t>
      </w:r>
    </w:p>
    <w:p w:rsidR="005B0461" w:rsidRDefault="005B0461" w:rsidP="005B0461">
      <w:r>
        <w:t>362.2957</w:t>
      </w:r>
      <w:r>
        <w:tab/>
        <w:t>4.857e0</w:t>
      </w:r>
    </w:p>
    <w:p w:rsidR="005B0461" w:rsidRDefault="005B0461" w:rsidP="005B0461">
      <w:r>
        <w:t>362.3364</w:t>
      </w:r>
      <w:r>
        <w:tab/>
        <w:t>1.686e0</w:t>
      </w:r>
    </w:p>
    <w:p w:rsidR="005B0461" w:rsidRDefault="005B0461" w:rsidP="005B0461">
      <w:r>
        <w:t>362.3387</w:t>
      </w:r>
      <w:r>
        <w:tab/>
        <w:t>2.492e0</w:t>
      </w:r>
    </w:p>
    <w:p w:rsidR="005B0461" w:rsidRDefault="005B0461" w:rsidP="005B0461">
      <w:r>
        <w:t>362.3713</w:t>
      </w:r>
      <w:r>
        <w:tab/>
        <w:t>1.973e0</w:t>
      </w:r>
    </w:p>
    <w:p w:rsidR="005B0461" w:rsidRDefault="005B0461" w:rsidP="005B0461">
      <w:r>
        <w:t>362.3884</w:t>
      </w:r>
      <w:r>
        <w:tab/>
        <w:t>4.051e0</w:t>
      </w:r>
    </w:p>
    <w:p w:rsidR="005B0461" w:rsidRDefault="005B0461" w:rsidP="005B0461">
      <w:r>
        <w:t>362.4052</w:t>
      </w:r>
      <w:r>
        <w:tab/>
        <w:t>1.336e0</w:t>
      </w:r>
    </w:p>
    <w:p w:rsidR="005B0461" w:rsidRDefault="005B0461" w:rsidP="005B0461">
      <w:r>
        <w:t>362.4967</w:t>
      </w:r>
      <w:r>
        <w:tab/>
        <w:t>2.025e0</w:t>
      </w:r>
    </w:p>
    <w:p w:rsidR="005B0461" w:rsidRDefault="005B0461" w:rsidP="005B0461">
      <w:r>
        <w:t>362.5139</w:t>
      </w:r>
      <w:r>
        <w:tab/>
        <w:t>1.150e0</w:t>
      </w:r>
    </w:p>
    <w:p w:rsidR="005B0461" w:rsidRDefault="005B0461" w:rsidP="005B0461">
      <w:r>
        <w:t>362.5731</w:t>
      </w:r>
      <w:r>
        <w:tab/>
        <w:t>2.025e0</w:t>
      </w:r>
    </w:p>
    <w:p w:rsidR="005B0461" w:rsidRDefault="005B0461" w:rsidP="005B0461">
      <w:r>
        <w:t>362.5889</w:t>
      </w:r>
      <w:r>
        <w:tab/>
        <w:t>3.458e0</w:t>
      </w:r>
    </w:p>
    <w:p w:rsidR="005B0461" w:rsidRDefault="005B0461" w:rsidP="005B0461">
      <w:r>
        <w:t>362.6360</w:t>
      </w:r>
      <w:r>
        <w:tab/>
        <w:t>2.025e0</w:t>
      </w:r>
    </w:p>
    <w:p w:rsidR="005B0461" w:rsidRDefault="005B0461" w:rsidP="005B0461">
      <w:r>
        <w:t>362.7023</w:t>
      </w:r>
      <w:r>
        <w:tab/>
        <w:t>1.192e0</w:t>
      </w:r>
    </w:p>
    <w:p w:rsidR="005B0461" w:rsidRDefault="005B0461" w:rsidP="005B0461">
      <w:r>
        <w:t>362.7079</w:t>
      </w:r>
      <w:r>
        <w:tab/>
        <w:t>2.651e0</w:t>
      </w:r>
    </w:p>
    <w:p w:rsidR="005B0461" w:rsidRDefault="005B0461" w:rsidP="005B0461">
      <w:r>
        <w:lastRenderedPageBreak/>
        <w:t>362.7914</w:t>
      </w:r>
      <w:r>
        <w:tab/>
        <w:t>2.030e0</w:t>
      </w:r>
    </w:p>
    <w:p w:rsidR="005B0461" w:rsidRDefault="005B0461" w:rsidP="005B0461">
      <w:r>
        <w:t>362.8160</w:t>
      </w:r>
      <w:r>
        <w:tab/>
        <w:t>2.353e0</w:t>
      </w:r>
    </w:p>
    <w:p w:rsidR="005B0461" w:rsidRDefault="005B0461" w:rsidP="005B0461">
      <w:r>
        <w:t>362.8216</w:t>
      </w:r>
      <w:r>
        <w:tab/>
        <w:t>1.013e0</w:t>
      </w:r>
    </w:p>
    <w:p w:rsidR="005B0461" w:rsidRDefault="005B0461" w:rsidP="005B0461">
      <w:r>
        <w:t>362.8506</w:t>
      </w:r>
      <w:r>
        <w:tab/>
        <w:t>2.924e0</w:t>
      </w:r>
    </w:p>
    <w:p w:rsidR="005B0461" w:rsidRDefault="005B0461" w:rsidP="005B0461">
      <w:r>
        <w:t>362.8594</w:t>
      </w:r>
      <w:r>
        <w:tab/>
        <w:t>1.801e0</w:t>
      </w:r>
    </w:p>
    <w:p w:rsidR="005B0461" w:rsidRDefault="005B0461" w:rsidP="005B0461">
      <w:r>
        <w:t>362.8667</w:t>
      </w:r>
      <w:r>
        <w:tab/>
        <w:t>1.597e0</w:t>
      </w:r>
    </w:p>
    <w:p w:rsidR="005B0461" w:rsidRDefault="005B0461" w:rsidP="005B0461">
      <w:r>
        <w:t>362.8791</w:t>
      </w:r>
      <w:r>
        <w:tab/>
        <w:t>1.532e0</w:t>
      </w:r>
    </w:p>
    <w:p w:rsidR="005B0461" w:rsidRDefault="005B0461" w:rsidP="005B0461">
      <w:r>
        <w:t>362.9161</w:t>
      </w:r>
      <w:r>
        <w:tab/>
        <w:t>5.311e0</w:t>
      </w:r>
    </w:p>
    <w:p w:rsidR="005B0461" w:rsidRDefault="005B0461" w:rsidP="005B0461">
      <w:r>
        <w:t>362.9217</w:t>
      </w:r>
      <w:r>
        <w:tab/>
        <w:t>2.467e0</w:t>
      </w:r>
    </w:p>
    <w:p w:rsidR="005B0461" w:rsidRDefault="005B0461" w:rsidP="005B0461">
      <w:r>
        <w:t>362.9358</w:t>
      </w:r>
      <w:r>
        <w:tab/>
        <w:t>1.403e0</w:t>
      </w:r>
    </w:p>
    <w:p w:rsidR="005B0461" w:rsidRDefault="005B0461" w:rsidP="005B0461">
      <w:r>
        <w:t>362.9748</w:t>
      </w:r>
      <w:r>
        <w:tab/>
        <w:t>1.013e0</w:t>
      </w:r>
    </w:p>
    <w:p w:rsidR="005B0461" w:rsidRDefault="005B0461" w:rsidP="005B0461">
      <w:r>
        <w:t>363.1070</w:t>
      </w:r>
      <w:r>
        <w:tab/>
        <w:t>3.258e0</w:t>
      </w:r>
    </w:p>
    <w:p w:rsidR="005B0461" w:rsidRDefault="005B0461" w:rsidP="005B0461">
      <w:r>
        <w:t>363.1174</w:t>
      </w:r>
      <w:r>
        <w:tab/>
        <w:t>3.302e0</w:t>
      </w:r>
    </w:p>
    <w:p w:rsidR="005B0461" w:rsidRDefault="005B0461" w:rsidP="005B0461">
      <w:r>
        <w:t>363.1199</w:t>
      </w:r>
      <w:r>
        <w:tab/>
        <w:t>3.765e0</w:t>
      </w:r>
    </w:p>
    <w:p w:rsidR="005B0461" w:rsidRDefault="005B0461" w:rsidP="005B0461">
      <w:r>
        <w:t>363.2702</w:t>
      </w:r>
      <w:r>
        <w:tab/>
        <w:t>1.059e0</w:t>
      </w:r>
    </w:p>
    <w:p w:rsidR="005B0461" w:rsidRDefault="005B0461" w:rsidP="005B0461">
      <w:r>
        <w:t>363.3088</w:t>
      </w:r>
      <w:r>
        <w:tab/>
        <w:t>5.607e0</w:t>
      </w:r>
    </w:p>
    <w:p w:rsidR="005B0461" w:rsidRDefault="005B0461" w:rsidP="005B0461">
      <w:r>
        <w:t>363.3382</w:t>
      </w:r>
      <w:r>
        <w:tab/>
        <w:t>6.277e0</w:t>
      </w:r>
    </w:p>
    <w:p w:rsidR="005B0461" w:rsidRDefault="005B0461" w:rsidP="005B0461">
      <w:r>
        <w:t>363.3474</w:t>
      </w:r>
      <w:r>
        <w:tab/>
        <w:t>3.461e0</w:t>
      </w:r>
    </w:p>
    <w:p w:rsidR="005B0461" w:rsidRDefault="005B0461" w:rsidP="005B0461">
      <w:r>
        <w:t>363.3977</w:t>
      </w:r>
      <w:r>
        <w:tab/>
        <w:t>1.114e0</w:t>
      </w:r>
    </w:p>
    <w:p w:rsidR="005B0461" w:rsidRDefault="005B0461" w:rsidP="005B0461">
      <w:r>
        <w:lastRenderedPageBreak/>
        <w:t>363.4759</w:t>
      </w:r>
      <w:r>
        <w:tab/>
        <w:t>1.013e0</w:t>
      </w:r>
    </w:p>
    <w:p w:rsidR="005B0461" w:rsidRDefault="005B0461" w:rsidP="005B0461">
      <w:r>
        <w:t>363.4869</w:t>
      </w:r>
      <w:r>
        <w:tab/>
        <w:t>1.975e0</w:t>
      </w:r>
    </w:p>
    <w:p w:rsidR="005B0461" w:rsidRDefault="005B0461" w:rsidP="005B0461">
      <w:r>
        <w:t>363.5149</w:t>
      </w:r>
      <w:r>
        <w:tab/>
        <w:t>1.149e0</w:t>
      </w:r>
    </w:p>
    <w:p w:rsidR="005B0461" w:rsidRDefault="005B0461" w:rsidP="005B0461">
      <w:r>
        <w:t>363.5278</w:t>
      </w:r>
      <w:r>
        <w:tab/>
        <w:t>2.025e0</w:t>
      </w:r>
    </w:p>
    <w:p w:rsidR="005B0461" w:rsidRDefault="005B0461" w:rsidP="005B0461">
      <w:r>
        <w:t>363.5757</w:t>
      </w:r>
      <w:r>
        <w:tab/>
        <w:t>4.442e0</w:t>
      </w:r>
    </w:p>
    <w:p w:rsidR="005B0461" w:rsidRDefault="005B0461" w:rsidP="005B0461">
      <w:r>
        <w:t>363.6251</w:t>
      </w:r>
      <w:r>
        <w:tab/>
        <w:t>1.013e0</w:t>
      </w:r>
    </w:p>
    <w:p w:rsidR="005B0461" w:rsidRDefault="005B0461" w:rsidP="005B0461">
      <w:r>
        <w:t>363.6462</w:t>
      </w:r>
      <w:r>
        <w:tab/>
        <w:t>1.013e0</w:t>
      </w:r>
    </w:p>
    <w:p w:rsidR="005B0461" w:rsidRDefault="005B0461" w:rsidP="005B0461">
      <w:r>
        <w:t>363.6810</w:t>
      </w:r>
      <w:r>
        <w:tab/>
        <w:t>2.475e0</w:t>
      </w:r>
    </w:p>
    <w:p w:rsidR="005B0461" w:rsidRDefault="005B0461" w:rsidP="005B0461">
      <w:r>
        <w:t>363.7065</w:t>
      </w:r>
      <w:r>
        <w:tab/>
        <w:t>1.205e0</w:t>
      </w:r>
    </w:p>
    <w:p w:rsidR="005B0461" w:rsidRDefault="005B0461" w:rsidP="005B0461">
      <w:r>
        <w:t>363.7860</w:t>
      </w:r>
      <w:r>
        <w:tab/>
        <w:t>1.041e0</w:t>
      </w:r>
    </w:p>
    <w:p w:rsidR="005B0461" w:rsidRDefault="005B0461" w:rsidP="005B0461">
      <w:r>
        <w:t>363.8918</w:t>
      </w:r>
      <w:r>
        <w:tab/>
        <w:t>1.881e0</w:t>
      </w:r>
    </w:p>
    <w:p w:rsidR="005B0461" w:rsidRDefault="005B0461" w:rsidP="005B0461">
      <w:r>
        <w:t>363.9257</w:t>
      </w:r>
      <w:r>
        <w:tab/>
        <w:t>1.376e0</w:t>
      </w:r>
    </w:p>
    <w:p w:rsidR="005B0461" w:rsidRDefault="005B0461" w:rsidP="005B0461">
      <w:r>
        <w:t>363.9273</w:t>
      </w:r>
      <w:r>
        <w:tab/>
        <w:t>2.546e0</w:t>
      </w:r>
    </w:p>
    <w:p w:rsidR="005B0461" w:rsidRDefault="005B0461" w:rsidP="005B0461">
      <w:r>
        <w:t>363.9354</w:t>
      </w:r>
      <w:r>
        <w:tab/>
        <w:t>2.487e0</w:t>
      </w:r>
    </w:p>
    <w:p w:rsidR="005B0461" w:rsidRDefault="005B0461" w:rsidP="005B0461">
      <w:r>
        <w:t>363.9682</w:t>
      </w:r>
      <w:r>
        <w:tab/>
        <w:t>1.390e0</w:t>
      </w:r>
    </w:p>
    <w:p w:rsidR="005B0461" w:rsidRDefault="005B0461" w:rsidP="005B0461">
      <w:r>
        <w:t>364.1302</w:t>
      </w:r>
      <w:r>
        <w:tab/>
        <w:t>1.443e0</w:t>
      </w:r>
    </w:p>
    <w:p w:rsidR="005B0461" w:rsidRDefault="005B0461" w:rsidP="005B0461">
      <w:r>
        <w:t>364.1363</w:t>
      </w:r>
      <w:r>
        <w:tab/>
        <w:t>2.222e0</w:t>
      </w:r>
    </w:p>
    <w:p w:rsidR="005B0461" w:rsidRDefault="005B0461" w:rsidP="005B0461">
      <w:r>
        <w:t>364.1563</w:t>
      </w:r>
      <w:r>
        <w:tab/>
        <w:t>1.301e0</w:t>
      </w:r>
    </w:p>
    <w:p w:rsidR="005B0461" w:rsidRDefault="005B0461" w:rsidP="005B0461">
      <w:r>
        <w:t>364.1731</w:t>
      </w:r>
      <w:r>
        <w:tab/>
        <w:t>1.156e0</w:t>
      </w:r>
    </w:p>
    <w:p w:rsidR="005B0461" w:rsidRDefault="005B0461" w:rsidP="005B0461">
      <w:r>
        <w:lastRenderedPageBreak/>
        <w:t>364.2537</w:t>
      </w:r>
      <w:r>
        <w:tab/>
        <w:t>1.345e0</w:t>
      </w:r>
    </w:p>
    <w:p w:rsidR="005B0461" w:rsidRDefault="005B0461" w:rsidP="005B0461">
      <w:r>
        <w:t>364.3254</w:t>
      </w:r>
      <w:r>
        <w:tab/>
        <w:t>2.904e0</w:t>
      </w:r>
    </w:p>
    <w:p w:rsidR="005B0461" w:rsidRDefault="005B0461" w:rsidP="005B0461">
      <w:r>
        <w:t>364.3522</w:t>
      </w:r>
      <w:r>
        <w:tab/>
        <w:t>9.753e0</w:t>
      </w:r>
    </w:p>
    <w:p w:rsidR="005B0461" w:rsidRDefault="005B0461" w:rsidP="005B0461">
      <w:r>
        <w:t>364.3594</w:t>
      </w:r>
      <w:r>
        <w:tab/>
        <w:t>2.716e0</w:t>
      </w:r>
    </w:p>
    <w:p w:rsidR="005B0461" w:rsidRDefault="005B0461" w:rsidP="005B0461">
      <w:r>
        <w:t>364.4115</w:t>
      </w:r>
      <w:r>
        <w:tab/>
        <w:t>1.013e0</w:t>
      </w:r>
    </w:p>
    <w:p w:rsidR="005B0461" w:rsidRDefault="005B0461" w:rsidP="005B0461">
      <w:r>
        <w:t>364.4820</w:t>
      </w:r>
      <w:r>
        <w:tab/>
        <w:t>1.013e0</w:t>
      </w:r>
    </w:p>
    <w:p w:rsidR="005B0461" w:rsidRDefault="005B0461" w:rsidP="005B0461">
      <w:r>
        <w:t>364.4912</w:t>
      </w:r>
      <w:r>
        <w:tab/>
        <w:t>1.786e0</w:t>
      </w:r>
    </w:p>
    <w:p w:rsidR="005B0461" w:rsidRDefault="005B0461" w:rsidP="005B0461">
      <w:r>
        <w:t>364.4943</w:t>
      </w:r>
      <w:r>
        <w:tab/>
        <w:t>1.924e0</w:t>
      </w:r>
    </w:p>
    <w:p w:rsidR="005B0461" w:rsidRDefault="005B0461" w:rsidP="005B0461">
      <w:r>
        <w:t>364.5265</w:t>
      </w:r>
      <w:r>
        <w:tab/>
        <w:t>1.431e0</w:t>
      </w:r>
    </w:p>
    <w:p w:rsidR="005B0461" w:rsidRDefault="005B0461" w:rsidP="005B0461">
      <w:r>
        <w:t>364.5578</w:t>
      </w:r>
      <w:r>
        <w:tab/>
        <w:t>1.507e0</w:t>
      </w:r>
    </w:p>
    <w:p w:rsidR="005B0461" w:rsidRDefault="005B0461" w:rsidP="005B0461">
      <w:r>
        <w:t>364.5876</w:t>
      </w:r>
      <w:r>
        <w:tab/>
        <w:t>1.771e0</w:t>
      </w:r>
    </w:p>
    <w:p w:rsidR="005B0461" w:rsidRDefault="005B0461" w:rsidP="005B0461">
      <w:r>
        <w:t>364.6017</w:t>
      </w:r>
      <w:r>
        <w:tab/>
        <w:t>1.140e0</w:t>
      </w:r>
    </w:p>
    <w:p w:rsidR="005B0461" w:rsidRDefault="005B0461" w:rsidP="005B0461">
      <w:r>
        <w:t>364.6555</w:t>
      </w:r>
      <w:r>
        <w:tab/>
        <w:t>2.038e0</w:t>
      </w:r>
    </w:p>
    <w:p w:rsidR="005B0461" w:rsidRDefault="005B0461" w:rsidP="005B0461">
      <w:r>
        <w:t>364.6864</w:t>
      </w:r>
      <w:r>
        <w:tab/>
        <w:t>1.124e0</w:t>
      </w:r>
    </w:p>
    <w:p w:rsidR="005B0461" w:rsidRDefault="005B0461" w:rsidP="005B0461">
      <w:r>
        <w:t>364.7237</w:t>
      </w:r>
      <w:r>
        <w:tab/>
        <w:t>2.102e0</w:t>
      </w:r>
    </w:p>
    <w:p w:rsidR="005B0461" w:rsidRDefault="005B0461" w:rsidP="005B0461">
      <w:r>
        <w:t>364.7738</w:t>
      </w:r>
      <w:r>
        <w:tab/>
        <w:t>1.933e0</w:t>
      </w:r>
    </w:p>
    <w:p w:rsidR="005B0461" w:rsidRDefault="005B0461" w:rsidP="005B0461">
      <w:r>
        <w:t>364.7777</w:t>
      </w:r>
      <w:r>
        <w:tab/>
        <w:t>1.251e0</w:t>
      </w:r>
    </w:p>
    <w:p w:rsidR="005B0461" w:rsidRDefault="005B0461" w:rsidP="005B0461">
      <w:r>
        <w:t>364.8110</w:t>
      </w:r>
      <w:r>
        <w:tab/>
        <w:t>4.337e0</w:t>
      </w:r>
    </w:p>
    <w:p w:rsidR="005B0461" w:rsidRDefault="005B0461" w:rsidP="005B0461">
      <w:r>
        <w:t>364.8238</w:t>
      </w:r>
      <w:r>
        <w:tab/>
        <w:t>1.013e0</w:t>
      </w:r>
    </w:p>
    <w:p w:rsidR="005B0461" w:rsidRDefault="005B0461" w:rsidP="005B0461">
      <w:r>
        <w:lastRenderedPageBreak/>
        <w:t>364.8253</w:t>
      </w:r>
      <w:r>
        <w:tab/>
        <w:t>2.888e0</w:t>
      </w:r>
    </w:p>
    <w:p w:rsidR="005B0461" w:rsidRDefault="005B0461" w:rsidP="005B0461">
      <w:r>
        <w:t>364.8844</w:t>
      </w:r>
      <w:r>
        <w:tab/>
        <w:t>2.775e0</w:t>
      </w:r>
    </w:p>
    <w:p w:rsidR="005B0461" w:rsidRDefault="005B0461" w:rsidP="005B0461">
      <w:r>
        <w:t>364.8872</w:t>
      </w:r>
      <w:r>
        <w:tab/>
        <w:t>1.589e0</w:t>
      </w:r>
    </w:p>
    <w:p w:rsidR="005B0461" w:rsidRDefault="005B0461" w:rsidP="005B0461">
      <w:r>
        <w:t>364.8980</w:t>
      </w:r>
      <w:r>
        <w:tab/>
        <w:t>6.227e0</w:t>
      </w:r>
    </w:p>
    <w:p w:rsidR="005B0461" w:rsidRDefault="005B0461" w:rsidP="005B0461">
      <w:r>
        <w:t>364.9496</w:t>
      </w:r>
      <w:r>
        <w:tab/>
        <w:t>1.278e0</w:t>
      </w:r>
    </w:p>
    <w:p w:rsidR="005B0461" w:rsidRDefault="005B0461" w:rsidP="005B0461">
      <w:r>
        <w:t>364.9828</w:t>
      </w:r>
      <w:r>
        <w:tab/>
        <w:t>8.431e0</w:t>
      </w:r>
    </w:p>
    <w:p w:rsidR="005B0461" w:rsidRDefault="005B0461" w:rsidP="005B0461">
      <w:r>
        <w:t>364.9890</w:t>
      </w:r>
      <w:r>
        <w:tab/>
        <w:t>3.038e0</w:t>
      </w:r>
    </w:p>
    <w:p w:rsidR="005B0461" w:rsidRDefault="005B0461" w:rsidP="005B0461">
      <w:r>
        <w:t>365.0034</w:t>
      </w:r>
      <w:r>
        <w:tab/>
        <w:t>8.856e0</w:t>
      </w:r>
    </w:p>
    <w:p w:rsidR="005B0461" w:rsidRDefault="005B0461" w:rsidP="005B0461">
      <w:r>
        <w:t>365.0166</w:t>
      </w:r>
      <w:r>
        <w:tab/>
        <w:t>2.173e0</w:t>
      </w:r>
    </w:p>
    <w:p w:rsidR="005B0461" w:rsidRDefault="005B0461" w:rsidP="005B0461">
      <w:r>
        <w:t>365.0440</w:t>
      </w:r>
      <w:r>
        <w:tab/>
        <w:t>2.025e0</w:t>
      </w:r>
    </w:p>
    <w:p w:rsidR="005B0461" w:rsidRDefault="005B0461" w:rsidP="005B0461">
      <w:r>
        <w:t>365.0572</w:t>
      </w:r>
      <w:r>
        <w:tab/>
        <w:t>1.642e0</w:t>
      </w:r>
    </w:p>
    <w:p w:rsidR="005B0461" w:rsidRDefault="005B0461" w:rsidP="005B0461">
      <w:r>
        <w:t>365.0906</w:t>
      </w:r>
      <w:r>
        <w:tab/>
        <w:t>1.300e0</w:t>
      </w:r>
    </w:p>
    <w:p w:rsidR="005B0461" w:rsidRDefault="005B0461" w:rsidP="005B0461">
      <w:r>
        <w:t>365.1089</w:t>
      </w:r>
      <w:r>
        <w:tab/>
        <w:t>6.257e0</w:t>
      </w:r>
    </w:p>
    <w:p w:rsidR="005B0461" w:rsidRDefault="005B0461" w:rsidP="005B0461">
      <w:r>
        <w:t>365.1273</w:t>
      </w:r>
      <w:r>
        <w:tab/>
        <w:t>2.366e1</w:t>
      </w:r>
    </w:p>
    <w:p w:rsidR="005B0461" w:rsidRDefault="005B0461" w:rsidP="005B0461">
      <w:r>
        <w:t>365.1507</w:t>
      </w:r>
      <w:r>
        <w:tab/>
        <w:t>3.149e1</w:t>
      </w:r>
    </w:p>
    <w:p w:rsidR="005B0461" w:rsidRDefault="005B0461" w:rsidP="005B0461">
      <w:r>
        <w:t>365.1637</w:t>
      </w:r>
      <w:r>
        <w:tab/>
        <w:t>1.567e1</w:t>
      </w:r>
    </w:p>
    <w:p w:rsidR="005B0461" w:rsidRDefault="005B0461" w:rsidP="005B0461">
      <w:r>
        <w:t>365.1687</w:t>
      </w:r>
      <w:r>
        <w:tab/>
        <w:t>1.592e1</w:t>
      </w:r>
    </w:p>
    <w:p w:rsidR="005B0461" w:rsidRDefault="005B0461" w:rsidP="005B0461">
      <w:r>
        <w:t>365.2044</w:t>
      </w:r>
      <w:r>
        <w:tab/>
        <w:t>5.558e0</w:t>
      </w:r>
    </w:p>
    <w:p w:rsidR="005B0461" w:rsidRDefault="005B0461" w:rsidP="005B0461">
      <w:r>
        <w:t>365.2233</w:t>
      </w:r>
      <w:r>
        <w:tab/>
        <w:t>3.274e0</w:t>
      </w:r>
    </w:p>
    <w:p w:rsidR="005B0461" w:rsidRDefault="005B0461" w:rsidP="005B0461">
      <w:r>
        <w:lastRenderedPageBreak/>
        <w:t>365.2560</w:t>
      </w:r>
      <w:r>
        <w:tab/>
        <w:t>4.075e0</w:t>
      </w:r>
    </w:p>
    <w:p w:rsidR="005B0461" w:rsidRDefault="005B0461" w:rsidP="005B0461">
      <w:r>
        <w:t>365.2619</w:t>
      </w:r>
      <w:r>
        <w:tab/>
        <w:t>3.103e0</w:t>
      </w:r>
    </w:p>
    <w:p w:rsidR="005B0461" w:rsidRDefault="005B0461" w:rsidP="005B0461">
      <w:r>
        <w:t>365.2977</w:t>
      </w:r>
      <w:r>
        <w:tab/>
        <w:t>6.081e0</w:t>
      </w:r>
    </w:p>
    <w:p w:rsidR="005B0461" w:rsidRDefault="005B0461" w:rsidP="005B0461">
      <w:r>
        <w:t>365.3041</w:t>
      </w:r>
      <w:r>
        <w:tab/>
        <w:t>2.262e0</w:t>
      </w:r>
    </w:p>
    <w:p w:rsidR="005B0461" w:rsidRDefault="005B0461" w:rsidP="005B0461">
      <w:r>
        <w:t>365.3097</w:t>
      </w:r>
      <w:r>
        <w:tab/>
        <w:t>7.897e0</w:t>
      </w:r>
    </w:p>
    <w:p w:rsidR="005B0461" w:rsidRDefault="005B0461" w:rsidP="005B0461">
      <w:r>
        <w:t>365.3293</w:t>
      </w:r>
      <w:r>
        <w:tab/>
        <w:t>3.517e0</w:t>
      </w:r>
    </w:p>
    <w:p w:rsidR="005B0461" w:rsidRDefault="005B0461" w:rsidP="005B0461">
      <w:r>
        <w:t>365.3494</w:t>
      </w:r>
      <w:r>
        <w:tab/>
        <w:t>7.943e0</w:t>
      </w:r>
    </w:p>
    <w:p w:rsidR="005B0461" w:rsidRDefault="005B0461" w:rsidP="005B0461">
      <w:r>
        <w:t>365.3624</w:t>
      </w:r>
      <w:r>
        <w:tab/>
        <w:t>3.687e0</w:t>
      </w:r>
    </w:p>
    <w:p w:rsidR="005B0461" w:rsidRDefault="005B0461" w:rsidP="005B0461">
      <w:r>
        <w:t>365.3824</w:t>
      </w:r>
      <w:r>
        <w:tab/>
        <w:t>5.063e0</w:t>
      </w:r>
    </w:p>
    <w:p w:rsidR="005B0461" w:rsidRDefault="005B0461" w:rsidP="005B0461">
      <w:r>
        <w:t>365.4003</w:t>
      </w:r>
      <w:r>
        <w:tab/>
        <w:t>8.984e0</w:t>
      </w:r>
    </w:p>
    <w:p w:rsidR="005B0461" w:rsidRDefault="005B0461" w:rsidP="005B0461">
      <w:r>
        <w:t>365.4203</w:t>
      </w:r>
      <w:r>
        <w:tab/>
        <w:t>6.009e0</w:t>
      </w:r>
    </w:p>
    <w:p w:rsidR="005B0461" w:rsidRDefault="005B0461" w:rsidP="005B0461">
      <w:r>
        <w:t>365.4233</w:t>
      </w:r>
      <w:r>
        <w:tab/>
        <w:t>4.429e0</w:t>
      </w:r>
    </w:p>
    <w:p w:rsidR="005B0461" w:rsidRDefault="005B0461" w:rsidP="005B0461">
      <w:r>
        <w:t>365.4786</w:t>
      </w:r>
      <w:r>
        <w:tab/>
        <w:t>6.051e0</w:t>
      </w:r>
    </w:p>
    <w:p w:rsidR="005B0461" w:rsidRDefault="005B0461" w:rsidP="005B0461">
      <w:r>
        <w:t>365.4814</w:t>
      </w:r>
      <w:r>
        <w:tab/>
        <w:t>5.803e0</w:t>
      </w:r>
    </w:p>
    <w:p w:rsidR="005B0461" w:rsidRDefault="005B0461" w:rsidP="005B0461">
      <w:r>
        <w:t>365.4835</w:t>
      </w:r>
      <w:r>
        <w:tab/>
        <w:t>4.108e0</w:t>
      </w:r>
    </w:p>
    <w:p w:rsidR="005B0461" w:rsidRDefault="005B0461" w:rsidP="005B0461">
      <w:r>
        <w:t>365.5228</w:t>
      </w:r>
      <w:r>
        <w:tab/>
        <w:t>6.550e0</w:t>
      </w:r>
    </w:p>
    <w:p w:rsidR="005B0461" w:rsidRDefault="005B0461" w:rsidP="005B0461">
      <w:r>
        <w:t>365.5249</w:t>
      </w:r>
      <w:r>
        <w:tab/>
        <w:t>9.581e0</w:t>
      </w:r>
    </w:p>
    <w:p w:rsidR="005B0461" w:rsidRDefault="005B0461" w:rsidP="005B0461">
      <w:r>
        <w:t>365.5296</w:t>
      </w:r>
      <w:r>
        <w:tab/>
        <w:t>3.581e0</w:t>
      </w:r>
    </w:p>
    <w:p w:rsidR="005B0461" w:rsidRDefault="005B0461" w:rsidP="005B0461">
      <w:r>
        <w:t>365.5520</w:t>
      </w:r>
      <w:r>
        <w:tab/>
        <w:t>4.875e0</w:t>
      </w:r>
    </w:p>
    <w:p w:rsidR="005B0461" w:rsidRDefault="005B0461" w:rsidP="005B0461">
      <w:r>
        <w:lastRenderedPageBreak/>
        <w:t>365.5645</w:t>
      </w:r>
      <w:r>
        <w:tab/>
        <w:t>1.086e1</w:t>
      </w:r>
    </w:p>
    <w:p w:rsidR="005B0461" w:rsidRDefault="005B0461" w:rsidP="005B0461">
      <w:r>
        <w:t>365.5805</w:t>
      </w:r>
      <w:r>
        <w:tab/>
        <w:t>7.089e0</w:t>
      </w:r>
    </w:p>
    <w:p w:rsidR="005B0461" w:rsidRDefault="005B0461" w:rsidP="005B0461">
      <w:r>
        <w:t>365.5827</w:t>
      </w:r>
      <w:r>
        <w:tab/>
        <w:t>9.838e0</w:t>
      </w:r>
    </w:p>
    <w:p w:rsidR="005B0461" w:rsidRDefault="005B0461" w:rsidP="005B0461">
      <w:r>
        <w:t>365.6028</w:t>
      </w:r>
      <w:r>
        <w:tab/>
        <w:t>4.042e0</w:t>
      </w:r>
    </w:p>
    <w:p w:rsidR="005B0461" w:rsidRDefault="005B0461" w:rsidP="005B0461">
      <w:r>
        <w:t>365.6540</w:t>
      </w:r>
      <w:r>
        <w:tab/>
        <w:t>5.186e0</w:t>
      </w:r>
    </w:p>
    <w:p w:rsidR="005B0461" w:rsidRDefault="005B0461" w:rsidP="005B0461">
      <w:r>
        <w:t>365.6608</w:t>
      </w:r>
      <w:r>
        <w:tab/>
        <w:t>5.457e0</w:t>
      </w:r>
    </w:p>
    <w:p w:rsidR="005B0461" w:rsidRDefault="005B0461" w:rsidP="005B0461">
      <w:r>
        <w:t>365.6677</w:t>
      </w:r>
      <w:r>
        <w:tab/>
        <w:t>9.316e0</w:t>
      </w:r>
    </w:p>
    <w:p w:rsidR="005B0461" w:rsidRDefault="005B0461" w:rsidP="005B0461">
      <w:r>
        <w:t>365.6773</w:t>
      </w:r>
      <w:r>
        <w:tab/>
        <w:t>7.230e0</w:t>
      </w:r>
    </w:p>
    <w:p w:rsidR="005B0461" w:rsidRDefault="005B0461" w:rsidP="005B0461">
      <w:r>
        <w:t>365.7017</w:t>
      </w:r>
      <w:r>
        <w:tab/>
        <w:t>3.501e0</w:t>
      </w:r>
    </w:p>
    <w:p w:rsidR="005B0461" w:rsidRDefault="005B0461" w:rsidP="005B0461">
      <w:r>
        <w:t>365.7036</w:t>
      </w:r>
      <w:r>
        <w:tab/>
        <w:t>4.553e0</w:t>
      </w:r>
    </w:p>
    <w:p w:rsidR="005B0461" w:rsidRDefault="005B0461" w:rsidP="005B0461">
      <w:r>
        <w:t>365.7372</w:t>
      </w:r>
      <w:r>
        <w:tab/>
        <w:t>7.264e0</w:t>
      </w:r>
    </w:p>
    <w:p w:rsidR="005B0461" w:rsidRDefault="005B0461" w:rsidP="005B0461">
      <w:r>
        <w:t>365.7462</w:t>
      </w:r>
      <w:r>
        <w:tab/>
        <w:t>6.131e0</w:t>
      </w:r>
    </w:p>
    <w:p w:rsidR="005B0461" w:rsidRDefault="005B0461" w:rsidP="005B0461">
      <w:r>
        <w:t>365.7546</w:t>
      </w:r>
      <w:r>
        <w:tab/>
        <w:t>4.389e0</w:t>
      </w:r>
    </w:p>
    <w:p w:rsidR="005B0461" w:rsidRDefault="005B0461" w:rsidP="005B0461">
      <w:r>
        <w:t>365.8020</w:t>
      </w:r>
      <w:r>
        <w:tab/>
        <w:t>1.935e1</w:t>
      </w:r>
    </w:p>
    <w:p w:rsidR="005B0461" w:rsidRDefault="005B0461" w:rsidP="005B0461">
      <w:r>
        <w:t>365.8069</w:t>
      </w:r>
      <w:r>
        <w:tab/>
        <w:t>1.420e1</w:t>
      </w:r>
    </w:p>
    <w:p w:rsidR="005B0461" w:rsidRDefault="005B0461" w:rsidP="005B0461">
      <w:r>
        <w:t>365.8159</w:t>
      </w:r>
      <w:r>
        <w:tab/>
        <w:t>9.758e0</w:t>
      </w:r>
    </w:p>
    <w:p w:rsidR="005B0461" w:rsidRDefault="005B0461" w:rsidP="005B0461">
      <w:r>
        <w:t>365.8572</w:t>
      </w:r>
      <w:r>
        <w:tab/>
        <w:t>2.220e0</w:t>
      </w:r>
    </w:p>
    <w:p w:rsidR="005B0461" w:rsidRDefault="005B0461" w:rsidP="005B0461">
      <w:r>
        <w:t>365.8648</w:t>
      </w:r>
      <w:r>
        <w:tab/>
        <w:t>5.962e0</w:t>
      </w:r>
    </w:p>
    <w:p w:rsidR="005B0461" w:rsidRDefault="005B0461" w:rsidP="005B0461">
      <w:r>
        <w:t>365.8900</w:t>
      </w:r>
      <w:r>
        <w:tab/>
        <w:t>8.252e0</w:t>
      </w:r>
    </w:p>
    <w:p w:rsidR="005B0461" w:rsidRDefault="005B0461" w:rsidP="005B0461">
      <w:r>
        <w:lastRenderedPageBreak/>
        <w:t>365.9052</w:t>
      </w:r>
      <w:r>
        <w:tab/>
        <w:t>1.562e1</w:t>
      </w:r>
    </w:p>
    <w:p w:rsidR="005B0461" w:rsidRDefault="005B0461" w:rsidP="005B0461">
      <w:r>
        <w:t>365.9387</w:t>
      </w:r>
      <w:r>
        <w:tab/>
        <w:t>3.776e0</w:t>
      </w:r>
    </w:p>
    <w:p w:rsidR="005B0461" w:rsidRDefault="005B0461" w:rsidP="005B0461">
      <w:r>
        <w:t>365.9653</w:t>
      </w:r>
      <w:r>
        <w:tab/>
        <w:t>4.976e0</w:t>
      </w:r>
    </w:p>
    <w:p w:rsidR="005B0461" w:rsidRDefault="005B0461" w:rsidP="005B0461">
      <w:r>
        <w:t>365.9713</w:t>
      </w:r>
      <w:r>
        <w:tab/>
        <w:t>1.111e1</w:t>
      </w:r>
    </w:p>
    <w:p w:rsidR="005B0461" w:rsidRDefault="005B0461" w:rsidP="005B0461">
      <w:r>
        <w:t>365.9852</w:t>
      </w:r>
      <w:r>
        <w:tab/>
        <w:t>5.318e0</w:t>
      </w:r>
    </w:p>
    <w:p w:rsidR="005B0461" w:rsidRDefault="005B0461" w:rsidP="005B0461">
      <w:r>
        <w:t>366.0132</w:t>
      </w:r>
      <w:r>
        <w:tab/>
        <w:t>9.716e0</w:t>
      </w:r>
    </w:p>
    <w:p w:rsidR="005B0461" w:rsidRDefault="005B0461" w:rsidP="005B0461">
      <w:r>
        <w:t>366.0295</w:t>
      </w:r>
      <w:r>
        <w:tab/>
        <w:t>1.140e1</w:t>
      </w:r>
    </w:p>
    <w:p w:rsidR="005B0461" w:rsidRDefault="005B0461" w:rsidP="005B0461">
      <w:r>
        <w:t>366.0590</w:t>
      </w:r>
      <w:r>
        <w:tab/>
        <w:t>1.912e1</w:t>
      </w:r>
    </w:p>
    <w:p w:rsidR="005B0461" w:rsidRDefault="005B0461" w:rsidP="005B0461">
      <w:r>
        <w:t>366.0728</w:t>
      </w:r>
      <w:r>
        <w:tab/>
        <w:t>2.934e0</w:t>
      </w:r>
    </w:p>
    <w:p w:rsidR="005B0461" w:rsidRDefault="005B0461" w:rsidP="005B0461">
      <w:r>
        <w:t>366.0869</w:t>
      </w:r>
      <w:r>
        <w:tab/>
        <w:t>1.292e1</w:t>
      </w:r>
    </w:p>
    <w:p w:rsidR="005B0461" w:rsidRDefault="005B0461" w:rsidP="005B0461">
      <w:r>
        <w:t>366.1185</w:t>
      </w:r>
      <w:r>
        <w:tab/>
        <w:t>4.819e0</w:t>
      </w:r>
    </w:p>
    <w:p w:rsidR="005B0461" w:rsidRDefault="005B0461" w:rsidP="005B0461">
      <w:r>
        <w:t>366.1326</w:t>
      </w:r>
      <w:r>
        <w:tab/>
        <w:t>3.915e0</w:t>
      </w:r>
    </w:p>
    <w:p w:rsidR="005B0461" w:rsidRDefault="005B0461" w:rsidP="005B0461">
      <w:r>
        <w:t>366.1389</w:t>
      </w:r>
      <w:r>
        <w:tab/>
        <w:t>1.667e1</w:t>
      </w:r>
    </w:p>
    <w:p w:rsidR="005B0461" w:rsidRDefault="005B0461" w:rsidP="005B0461">
      <w:r>
        <w:t>366.1722</w:t>
      </w:r>
      <w:r>
        <w:tab/>
        <w:t>1.072e1</w:t>
      </w:r>
    </w:p>
    <w:p w:rsidR="005B0461" w:rsidRDefault="005B0461" w:rsidP="005B0461">
      <w:r>
        <w:t>366.1757</w:t>
      </w:r>
      <w:r>
        <w:tab/>
        <w:t>1.789e0</w:t>
      </w:r>
    </w:p>
    <w:p w:rsidR="005B0461" w:rsidRDefault="005B0461" w:rsidP="005B0461">
      <w:r>
        <w:t>366.1920</w:t>
      </w:r>
      <w:r>
        <w:tab/>
        <w:t>6.222e0</w:t>
      </w:r>
    </w:p>
    <w:p w:rsidR="005B0461" w:rsidRDefault="005B0461" w:rsidP="005B0461">
      <w:r>
        <w:t>366.2143</w:t>
      </w:r>
      <w:r>
        <w:tab/>
        <w:t>1.086e1</w:t>
      </w:r>
    </w:p>
    <w:p w:rsidR="005B0461" w:rsidRDefault="005B0461" w:rsidP="005B0461">
      <w:r>
        <w:t>366.2412</w:t>
      </w:r>
      <w:r>
        <w:tab/>
        <w:t>8.638e0</w:t>
      </w:r>
    </w:p>
    <w:p w:rsidR="005B0461" w:rsidRDefault="005B0461" w:rsidP="005B0461">
      <w:r>
        <w:t>366.2589</w:t>
      </w:r>
      <w:r>
        <w:tab/>
        <w:t>9.705e0</w:t>
      </w:r>
    </w:p>
    <w:p w:rsidR="005B0461" w:rsidRDefault="005B0461" w:rsidP="005B0461">
      <w:r>
        <w:lastRenderedPageBreak/>
        <w:t>366.2787</w:t>
      </w:r>
      <w:r>
        <w:tab/>
        <w:t>7.476e0</w:t>
      </w:r>
    </w:p>
    <w:p w:rsidR="005B0461" w:rsidRDefault="005B0461" w:rsidP="005B0461">
      <w:r>
        <w:t>366.2843</w:t>
      </w:r>
      <w:r>
        <w:tab/>
        <w:t>7.638e0</w:t>
      </w:r>
    </w:p>
    <w:p w:rsidR="005B0461" w:rsidRDefault="005B0461" w:rsidP="005B0461">
      <w:r>
        <w:t>366.3398</w:t>
      </w:r>
      <w:r>
        <w:tab/>
        <w:t>1.580e1</w:t>
      </w:r>
    </w:p>
    <w:p w:rsidR="005B0461" w:rsidRDefault="005B0461" w:rsidP="005B0461">
      <w:r>
        <w:t>366.3451</w:t>
      </w:r>
      <w:r>
        <w:tab/>
        <w:t>1.557e1</w:t>
      </w:r>
    </w:p>
    <w:p w:rsidR="005B0461" w:rsidRDefault="005B0461" w:rsidP="005B0461">
      <w:r>
        <w:t>366.3497</w:t>
      </w:r>
      <w:r>
        <w:tab/>
        <w:t>9.581e0</w:t>
      </w:r>
    </w:p>
    <w:p w:rsidR="005B0461" w:rsidRDefault="005B0461" w:rsidP="005B0461">
      <w:r>
        <w:t>366.3882</w:t>
      </w:r>
      <w:r>
        <w:tab/>
        <w:t>5.063e0</w:t>
      </w:r>
    </w:p>
    <w:p w:rsidR="005B0461" w:rsidRDefault="005B0461" w:rsidP="005B0461">
      <w:r>
        <w:t>366.4055</w:t>
      </w:r>
      <w:r>
        <w:tab/>
        <w:t>3.780e0</w:t>
      </w:r>
    </w:p>
    <w:p w:rsidR="005B0461" w:rsidRDefault="005B0461" w:rsidP="005B0461">
      <w:r>
        <w:t>366.4075</w:t>
      </w:r>
      <w:r>
        <w:tab/>
        <w:t>1.314e1</w:t>
      </w:r>
    </w:p>
    <w:p w:rsidR="005B0461" w:rsidRDefault="005B0461" w:rsidP="005B0461">
      <w:r>
        <w:t>366.4218</w:t>
      </w:r>
      <w:r>
        <w:tab/>
        <w:t>1.350e1</w:t>
      </w:r>
    </w:p>
    <w:p w:rsidR="005B0461" w:rsidRDefault="005B0461" w:rsidP="005B0461">
      <w:r>
        <w:t>366.4392</w:t>
      </w:r>
      <w:r>
        <w:tab/>
        <w:t>4.371e0</w:t>
      </w:r>
    </w:p>
    <w:p w:rsidR="005B0461" w:rsidRDefault="005B0461" w:rsidP="005B0461">
      <w:r>
        <w:t>366.4519</w:t>
      </w:r>
      <w:r>
        <w:tab/>
        <w:t>4.567e0</w:t>
      </w:r>
    </w:p>
    <w:p w:rsidR="005B0461" w:rsidRDefault="005B0461" w:rsidP="005B0461">
      <w:r>
        <w:t>366.4856</w:t>
      </w:r>
      <w:r>
        <w:tab/>
        <w:t>4.385e0</w:t>
      </w:r>
    </w:p>
    <w:p w:rsidR="005B0461" w:rsidRDefault="005B0461" w:rsidP="005B0461">
      <w:r>
        <w:t>366.4946</w:t>
      </w:r>
      <w:r>
        <w:tab/>
        <w:t>1.102e1</w:t>
      </w:r>
    </w:p>
    <w:p w:rsidR="005B0461" w:rsidRDefault="005B0461" w:rsidP="005B0461">
      <w:r>
        <w:t>366.5152</w:t>
      </w:r>
      <w:r>
        <w:tab/>
        <w:t>8.217e0</w:t>
      </w:r>
    </w:p>
    <w:p w:rsidR="005B0461" w:rsidRDefault="005B0461" w:rsidP="005B0461">
      <w:r>
        <w:t>366.5374</w:t>
      </w:r>
      <w:r>
        <w:tab/>
        <w:t>3.038e0</w:t>
      </w:r>
    </w:p>
    <w:p w:rsidR="005B0461" w:rsidRDefault="005B0461" w:rsidP="005B0461">
      <w:r>
        <w:t>366.5515</w:t>
      </w:r>
      <w:r>
        <w:tab/>
        <w:t>3.895e0</w:t>
      </w:r>
    </w:p>
    <w:p w:rsidR="005B0461" w:rsidRDefault="005B0461" w:rsidP="005B0461">
      <w:r>
        <w:t>366.5656</w:t>
      </w:r>
      <w:r>
        <w:tab/>
        <w:t>1.163e1</w:t>
      </w:r>
    </w:p>
    <w:p w:rsidR="005B0461" w:rsidRDefault="005B0461" w:rsidP="005B0461">
      <w:r>
        <w:t>366.5762</w:t>
      </w:r>
      <w:r>
        <w:tab/>
        <w:t>4.051e0</w:t>
      </w:r>
    </w:p>
    <w:p w:rsidR="005B0461" w:rsidRDefault="005B0461" w:rsidP="005B0461">
      <w:r>
        <w:t>366.5859</w:t>
      </w:r>
      <w:r>
        <w:tab/>
        <w:t>6.645e0</w:t>
      </w:r>
    </w:p>
    <w:p w:rsidR="005B0461" w:rsidRDefault="005B0461" w:rsidP="005B0461">
      <w:r>
        <w:lastRenderedPageBreak/>
        <w:t>366.6003</w:t>
      </w:r>
      <w:r>
        <w:tab/>
        <w:t>1.539e0</w:t>
      </w:r>
    </w:p>
    <w:p w:rsidR="005B0461" w:rsidRDefault="005B0461" w:rsidP="005B0461">
      <w:r>
        <w:t>366.6357</w:t>
      </w:r>
      <w:r>
        <w:tab/>
        <w:t>1.043e1</w:t>
      </w:r>
    </w:p>
    <w:p w:rsidR="005B0461" w:rsidRDefault="005B0461" w:rsidP="005B0461">
      <w:r>
        <w:t>366.6518</w:t>
      </w:r>
      <w:r>
        <w:tab/>
        <w:t>4.937e0</w:t>
      </w:r>
    </w:p>
    <w:p w:rsidR="005B0461" w:rsidRDefault="005B0461" w:rsidP="005B0461">
      <w:r>
        <w:t>366.6579</w:t>
      </w:r>
      <w:r>
        <w:tab/>
        <w:t>1.671e1</w:t>
      </w:r>
    </w:p>
    <w:p w:rsidR="005B0461" w:rsidRDefault="005B0461" w:rsidP="005B0461">
      <w:r>
        <w:t>366.6921</w:t>
      </w:r>
      <w:r>
        <w:tab/>
        <w:t>3.739e0</w:t>
      </w:r>
    </w:p>
    <w:p w:rsidR="005B0461" w:rsidRDefault="005B0461" w:rsidP="005B0461">
      <w:r>
        <w:t>366.6953</w:t>
      </w:r>
      <w:r>
        <w:tab/>
        <w:t>7.260e0</w:t>
      </w:r>
    </w:p>
    <w:p w:rsidR="005B0461" w:rsidRDefault="005B0461" w:rsidP="005B0461">
      <w:r>
        <w:t>366.6979</w:t>
      </w:r>
      <w:r>
        <w:tab/>
        <w:t>8.008e0</w:t>
      </w:r>
    </w:p>
    <w:p w:rsidR="005B0461" w:rsidRDefault="005B0461" w:rsidP="005B0461">
      <w:r>
        <w:t>366.7502</w:t>
      </w:r>
      <w:r>
        <w:tab/>
        <w:t>4.551e0</w:t>
      </w:r>
    </w:p>
    <w:p w:rsidR="005B0461" w:rsidRDefault="005B0461" w:rsidP="005B0461">
      <w:r>
        <w:t>366.7588</w:t>
      </w:r>
      <w:r>
        <w:tab/>
        <w:t>1.335e1</w:t>
      </w:r>
    </w:p>
    <w:p w:rsidR="005B0461" w:rsidRDefault="005B0461" w:rsidP="005B0461">
      <w:r>
        <w:t>366.7646</w:t>
      </w:r>
      <w:r>
        <w:tab/>
        <w:t>4.528e0</w:t>
      </w:r>
    </w:p>
    <w:p w:rsidR="005B0461" w:rsidRDefault="005B0461" w:rsidP="005B0461">
      <w:r>
        <w:t>366.7716</w:t>
      </w:r>
      <w:r>
        <w:tab/>
        <w:t>3.215e0</w:t>
      </w:r>
    </w:p>
    <w:p w:rsidR="005B0461" w:rsidRDefault="005B0461" w:rsidP="005B0461">
      <w:r>
        <w:t>366.8035</w:t>
      </w:r>
      <w:r>
        <w:tab/>
        <w:t>1.113e1</w:t>
      </w:r>
    </w:p>
    <w:p w:rsidR="005B0461" w:rsidRDefault="005B0461" w:rsidP="005B0461">
      <w:r>
        <w:t>366.8211</w:t>
      </w:r>
      <w:r>
        <w:tab/>
        <w:t>1.250e1</w:t>
      </w:r>
    </w:p>
    <w:p w:rsidR="005B0461" w:rsidRDefault="005B0461" w:rsidP="005B0461">
      <w:r>
        <w:t>366.8252</w:t>
      </w:r>
      <w:r>
        <w:tab/>
        <w:t>5.063e0</w:t>
      </w:r>
    </w:p>
    <w:p w:rsidR="005B0461" w:rsidRDefault="005B0461" w:rsidP="005B0461">
      <w:r>
        <w:t>366.8524</w:t>
      </w:r>
      <w:r>
        <w:tab/>
        <w:t>4.699e0</w:t>
      </w:r>
    </w:p>
    <w:p w:rsidR="005B0461" w:rsidRDefault="005B0461" w:rsidP="005B0461">
      <w:r>
        <w:t>366.8752</w:t>
      </w:r>
      <w:r>
        <w:tab/>
        <w:t>8.947e0</w:t>
      </w:r>
    </w:p>
    <w:p w:rsidR="005B0461" w:rsidRDefault="005B0461" w:rsidP="005B0461">
      <w:r>
        <w:t>366.8813</w:t>
      </w:r>
      <w:r>
        <w:tab/>
        <w:t>1.399e1</w:t>
      </w:r>
    </w:p>
    <w:p w:rsidR="005B0461" w:rsidRDefault="005B0461" w:rsidP="005B0461">
      <w:r>
        <w:t>366.9189</w:t>
      </w:r>
      <w:r>
        <w:tab/>
        <w:t>6.700e0</w:t>
      </w:r>
    </w:p>
    <w:p w:rsidR="005B0461" w:rsidRDefault="005B0461" w:rsidP="005B0461">
      <w:r>
        <w:t>366.9215</w:t>
      </w:r>
      <w:r>
        <w:tab/>
        <w:t>7.211e0</w:t>
      </w:r>
    </w:p>
    <w:p w:rsidR="005B0461" w:rsidRDefault="005B0461" w:rsidP="005B0461">
      <w:r>
        <w:lastRenderedPageBreak/>
        <w:t>366.9236</w:t>
      </w:r>
      <w:r>
        <w:tab/>
        <w:t>9.617e0</w:t>
      </w:r>
    </w:p>
    <w:p w:rsidR="005B0461" w:rsidRDefault="005B0461" w:rsidP="005B0461">
      <w:r>
        <w:t>366.9493</w:t>
      </w:r>
      <w:r>
        <w:tab/>
        <w:t>7.608e0</w:t>
      </w:r>
    </w:p>
    <w:p w:rsidR="005B0461" w:rsidRDefault="005B0461" w:rsidP="005B0461">
      <w:r>
        <w:t>366.9676</w:t>
      </w:r>
      <w:r>
        <w:tab/>
        <w:t>1.791e0</w:t>
      </w:r>
    </w:p>
    <w:p w:rsidR="005B0461" w:rsidRDefault="005B0461" w:rsidP="005B0461">
      <w:r>
        <w:t>366.9877</w:t>
      </w:r>
      <w:r>
        <w:tab/>
        <w:t>7.644e0</w:t>
      </w:r>
    </w:p>
    <w:p w:rsidR="005B0461" w:rsidRDefault="005B0461" w:rsidP="005B0461">
      <w:r>
        <w:t>367.0071</w:t>
      </w:r>
      <w:r>
        <w:tab/>
        <w:t>3.728e0</w:t>
      </w:r>
    </w:p>
    <w:p w:rsidR="005B0461" w:rsidRDefault="005B0461" w:rsidP="005B0461">
      <w:r>
        <w:t>367.0306</w:t>
      </w:r>
      <w:r>
        <w:tab/>
        <w:t>1.290e1</w:t>
      </w:r>
    </w:p>
    <w:p w:rsidR="005B0461" w:rsidRDefault="005B0461" w:rsidP="005B0461">
      <w:r>
        <w:t>367.0445</w:t>
      </w:r>
      <w:r>
        <w:tab/>
        <w:t>9.234e0</w:t>
      </w:r>
    </w:p>
    <w:p w:rsidR="005B0461" w:rsidRDefault="005B0461" w:rsidP="005B0461">
      <w:r>
        <w:t>367.0648</w:t>
      </w:r>
      <w:r>
        <w:tab/>
        <w:t>1.519e0</w:t>
      </w:r>
    </w:p>
    <w:p w:rsidR="005B0461" w:rsidRDefault="005B0461" w:rsidP="005B0461">
      <w:r>
        <w:t>367.0709</w:t>
      </w:r>
      <w:r>
        <w:tab/>
        <w:t>5.484e0</w:t>
      </w:r>
    </w:p>
    <w:p w:rsidR="005B0461" w:rsidRDefault="005B0461" w:rsidP="005B0461">
      <w:r>
        <w:t>367.0907</w:t>
      </w:r>
      <w:r>
        <w:tab/>
        <w:t>3.617e0</w:t>
      </w:r>
    </w:p>
    <w:p w:rsidR="005B0461" w:rsidRDefault="005B0461" w:rsidP="005B0461">
      <w:r>
        <w:t>367.1108</w:t>
      </w:r>
      <w:r>
        <w:tab/>
        <w:t>5.925e0</w:t>
      </w:r>
    </w:p>
    <w:p w:rsidR="005B0461" w:rsidRDefault="005B0461" w:rsidP="005B0461">
      <w:r>
        <w:t>367.1156</w:t>
      </w:r>
      <w:r>
        <w:tab/>
        <w:t>1.181e1</w:t>
      </w:r>
    </w:p>
    <w:p w:rsidR="005B0461" w:rsidRDefault="005B0461" w:rsidP="005B0461">
      <w:r>
        <w:t>367.1603</w:t>
      </w:r>
      <w:r>
        <w:tab/>
        <w:t>9.973e0</w:t>
      </w:r>
    </w:p>
    <w:p w:rsidR="005B0461" w:rsidRDefault="005B0461" w:rsidP="005B0461">
      <w:r>
        <w:t>367.1718</w:t>
      </w:r>
      <w:r>
        <w:tab/>
        <w:t>1.084e1</w:t>
      </w:r>
    </w:p>
    <w:p w:rsidR="005B0461" w:rsidRDefault="005B0461" w:rsidP="005B0461">
      <w:r>
        <w:t>367.1799</w:t>
      </w:r>
      <w:r>
        <w:tab/>
        <w:t>8.338e0</w:t>
      </w:r>
    </w:p>
    <w:p w:rsidR="005B0461" w:rsidRDefault="005B0461" w:rsidP="005B0461">
      <w:r>
        <w:t>367.1866</w:t>
      </w:r>
      <w:r>
        <w:tab/>
        <w:t>8.847e0</w:t>
      </w:r>
    </w:p>
    <w:p w:rsidR="005B0461" w:rsidRDefault="005B0461" w:rsidP="005B0461">
      <w:r>
        <w:t>367.2178</w:t>
      </w:r>
      <w:r>
        <w:tab/>
        <w:t>8.460e0</w:t>
      </w:r>
    </w:p>
    <w:p w:rsidR="005B0461" w:rsidRDefault="005B0461" w:rsidP="005B0461">
      <w:r>
        <w:t>367.2413</w:t>
      </w:r>
      <w:r>
        <w:tab/>
        <w:t>3.138e0</w:t>
      </w:r>
    </w:p>
    <w:p w:rsidR="005B0461" w:rsidRDefault="005B0461" w:rsidP="005B0461">
      <w:r>
        <w:t>367.2638</w:t>
      </w:r>
      <w:r>
        <w:tab/>
        <w:t>2.145e1</w:t>
      </w:r>
    </w:p>
    <w:p w:rsidR="005B0461" w:rsidRDefault="005B0461" w:rsidP="005B0461">
      <w:r>
        <w:lastRenderedPageBreak/>
        <w:t>367.2724</w:t>
      </w:r>
      <w:r>
        <w:tab/>
        <w:t>1.571e1</w:t>
      </w:r>
    </w:p>
    <w:p w:rsidR="005B0461" w:rsidRDefault="005B0461" w:rsidP="005B0461">
      <w:r>
        <w:t>367.2955</w:t>
      </w:r>
      <w:r>
        <w:tab/>
        <w:t>1.210e1</w:t>
      </w:r>
    </w:p>
    <w:p w:rsidR="005B0461" w:rsidRDefault="005B0461" w:rsidP="005B0461">
      <w:r>
        <w:t>367.3013</w:t>
      </w:r>
      <w:r>
        <w:tab/>
        <w:t>2.476e1</w:t>
      </w:r>
    </w:p>
    <w:p w:rsidR="005B0461" w:rsidRDefault="005B0461" w:rsidP="005B0461">
      <w:r>
        <w:t>367.3164</w:t>
      </w:r>
      <w:r>
        <w:tab/>
        <w:t>2.907e1</w:t>
      </w:r>
    </w:p>
    <w:p w:rsidR="005B0461" w:rsidRDefault="005B0461" w:rsidP="005B0461">
      <w:r>
        <w:t>367.3462</w:t>
      </w:r>
      <w:r>
        <w:tab/>
        <w:t>2.931e1</w:t>
      </w:r>
    </w:p>
    <w:p w:rsidR="005B0461" w:rsidRDefault="005B0461" w:rsidP="005B0461">
      <w:r>
        <w:t>367.3499</w:t>
      </w:r>
      <w:r>
        <w:tab/>
        <w:t>3.841e1</w:t>
      </w:r>
    </w:p>
    <w:p w:rsidR="005B0461" w:rsidRDefault="005B0461" w:rsidP="005B0461">
      <w:r>
        <w:t>367.3675</w:t>
      </w:r>
      <w:r>
        <w:tab/>
        <w:t>3.317e1</w:t>
      </w:r>
    </w:p>
    <w:p w:rsidR="005B0461" w:rsidRDefault="005B0461" w:rsidP="005B0461">
      <w:r>
        <w:t>367.3921</w:t>
      </w:r>
      <w:r>
        <w:tab/>
        <w:t>3.434e1</w:t>
      </w:r>
    </w:p>
    <w:p w:rsidR="005B0461" w:rsidRDefault="005B0461" w:rsidP="005B0461">
      <w:r>
        <w:t>367.4100</w:t>
      </w:r>
      <w:r>
        <w:tab/>
        <w:t>3.162e1</w:t>
      </w:r>
    </w:p>
    <w:p w:rsidR="005B0461" w:rsidRDefault="005B0461" w:rsidP="005B0461">
      <w:r>
        <w:t>367.4136</w:t>
      </w:r>
      <w:r>
        <w:tab/>
        <w:t>2.227e1</w:t>
      </w:r>
    </w:p>
    <w:p w:rsidR="005B0461" w:rsidRDefault="005B0461" w:rsidP="005B0461">
      <w:r>
        <w:t>367.4557</w:t>
      </w:r>
      <w:r>
        <w:tab/>
        <w:t>9.680e1</w:t>
      </w:r>
    </w:p>
    <w:p w:rsidR="005B0461" w:rsidRDefault="005B0461" w:rsidP="005B0461">
      <w:r>
        <w:t>367.4648</w:t>
      </w:r>
      <w:r>
        <w:tab/>
        <w:t>4.209e1</w:t>
      </w:r>
    </w:p>
    <w:p w:rsidR="005B0461" w:rsidRDefault="005B0461" w:rsidP="005B0461">
      <w:r>
        <w:t>367.4793</w:t>
      </w:r>
      <w:r>
        <w:tab/>
        <w:t>4.479e1</w:t>
      </w:r>
    </w:p>
    <w:p w:rsidR="005B0461" w:rsidRDefault="005B0461" w:rsidP="005B0461">
      <w:r>
        <w:t>367.4891</w:t>
      </w:r>
      <w:r>
        <w:tab/>
        <w:t>5.147e1</w:t>
      </w:r>
    </w:p>
    <w:p w:rsidR="005B0461" w:rsidRDefault="005B0461" w:rsidP="005B0461">
      <w:r>
        <w:t>367.5298</w:t>
      </w:r>
      <w:r>
        <w:tab/>
        <w:t>2.844e1</w:t>
      </w:r>
    </w:p>
    <w:p w:rsidR="005B0461" w:rsidRDefault="005B0461" w:rsidP="005B0461">
      <w:r>
        <w:t>367.5483</w:t>
      </w:r>
      <w:r>
        <w:tab/>
        <w:t>3.531e1</w:t>
      </w:r>
    </w:p>
    <w:p w:rsidR="005B0461" w:rsidRDefault="005B0461" w:rsidP="005B0461">
      <w:r>
        <w:t>367.5627</w:t>
      </w:r>
      <w:r>
        <w:tab/>
        <w:t>3.254e1</w:t>
      </w:r>
    </w:p>
    <w:p w:rsidR="005B0461" w:rsidRDefault="005B0461" w:rsidP="005B0461">
      <w:r>
        <w:t>367.5705</w:t>
      </w:r>
      <w:r>
        <w:tab/>
        <w:t>2.266e1</w:t>
      </w:r>
    </w:p>
    <w:p w:rsidR="005B0461" w:rsidRDefault="005B0461" w:rsidP="005B0461">
      <w:r>
        <w:t>367.5846</w:t>
      </w:r>
      <w:r>
        <w:tab/>
        <w:t>2.429e1</w:t>
      </w:r>
    </w:p>
    <w:p w:rsidR="005B0461" w:rsidRDefault="005B0461" w:rsidP="005B0461">
      <w:r>
        <w:lastRenderedPageBreak/>
        <w:t>367.6006</w:t>
      </w:r>
      <w:r>
        <w:tab/>
        <w:t>6.179e1</w:t>
      </w:r>
    </w:p>
    <w:p w:rsidR="005B0461" w:rsidRDefault="005B0461" w:rsidP="005B0461">
      <w:r>
        <w:t>367.6460</w:t>
      </w:r>
      <w:r>
        <w:tab/>
        <w:t>2.567e1</w:t>
      </w:r>
    </w:p>
    <w:p w:rsidR="005B0461" w:rsidRDefault="005B0461" w:rsidP="005B0461">
      <w:r>
        <w:t>367.6514</w:t>
      </w:r>
      <w:r>
        <w:tab/>
        <w:t>2.496e1</w:t>
      </w:r>
    </w:p>
    <w:p w:rsidR="005B0461" w:rsidRDefault="005B0461" w:rsidP="005B0461">
      <w:r>
        <w:t>367.6664</w:t>
      </w:r>
      <w:r>
        <w:tab/>
        <w:t>5.486e1</w:t>
      </w:r>
    </w:p>
    <w:p w:rsidR="005B0461" w:rsidRDefault="005B0461" w:rsidP="005B0461">
      <w:r>
        <w:t>367.6696</w:t>
      </w:r>
      <w:r>
        <w:tab/>
        <w:t>3.146e1</w:t>
      </w:r>
    </w:p>
    <w:p w:rsidR="005B0461" w:rsidRDefault="005B0461" w:rsidP="005B0461">
      <w:r>
        <w:t>367.6915</w:t>
      </w:r>
      <w:r>
        <w:tab/>
        <w:t>2.855e1</w:t>
      </w:r>
    </w:p>
    <w:p w:rsidR="005B0461" w:rsidRDefault="005B0461" w:rsidP="005B0461">
      <w:r>
        <w:t>367.7069</w:t>
      </w:r>
      <w:r>
        <w:tab/>
        <w:t>1.843e1</w:t>
      </w:r>
    </w:p>
    <w:p w:rsidR="005B0461" w:rsidRDefault="005B0461" w:rsidP="005B0461">
      <w:r>
        <w:t>367.7110</w:t>
      </w:r>
      <w:r>
        <w:tab/>
        <w:t>2.607e1</w:t>
      </w:r>
    </w:p>
    <w:p w:rsidR="005B0461" w:rsidRDefault="005B0461" w:rsidP="005B0461">
      <w:r>
        <w:t>367.7226</w:t>
      </w:r>
      <w:r>
        <w:tab/>
        <w:t>2.431e1</w:t>
      </w:r>
    </w:p>
    <w:p w:rsidR="005B0461" w:rsidRDefault="005B0461" w:rsidP="005B0461">
      <w:r>
        <w:t>367.7489</w:t>
      </w:r>
      <w:r>
        <w:tab/>
        <w:t>2.187e1</w:t>
      </w:r>
    </w:p>
    <w:p w:rsidR="005B0461" w:rsidRDefault="005B0461" w:rsidP="005B0461">
      <w:r>
        <w:t>367.7639</w:t>
      </w:r>
      <w:r>
        <w:tab/>
        <w:t>4.722e1</w:t>
      </w:r>
    </w:p>
    <w:p w:rsidR="005B0461" w:rsidRDefault="005B0461" w:rsidP="005B0461">
      <w:r>
        <w:t>367.7768</w:t>
      </w:r>
      <w:r>
        <w:tab/>
        <w:t>1.657e1</w:t>
      </w:r>
    </w:p>
    <w:p w:rsidR="005B0461" w:rsidRDefault="005B0461" w:rsidP="005B0461">
      <w:r>
        <w:t>367.7789</w:t>
      </w:r>
      <w:r>
        <w:tab/>
        <w:t>2.380e1</w:t>
      </w:r>
    </w:p>
    <w:p w:rsidR="005B0461" w:rsidRDefault="005B0461" w:rsidP="005B0461">
      <w:r>
        <w:t>367.8050</w:t>
      </w:r>
      <w:r>
        <w:tab/>
        <w:t>1.696e1</w:t>
      </w:r>
    </w:p>
    <w:p w:rsidR="005B0461" w:rsidRDefault="005B0461" w:rsidP="005B0461">
      <w:r>
        <w:t>367.8223</w:t>
      </w:r>
      <w:r>
        <w:tab/>
        <w:t>2.742e1</w:t>
      </w:r>
    </w:p>
    <w:p w:rsidR="005B0461" w:rsidRDefault="005B0461" w:rsidP="005B0461">
      <w:r>
        <w:t>367.8521</w:t>
      </w:r>
      <w:r>
        <w:tab/>
        <w:t>2.398e1</w:t>
      </w:r>
    </w:p>
    <w:p w:rsidR="005B0461" w:rsidRDefault="005B0461" w:rsidP="005B0461">
      <w:r>
        <w:t>367.8840</w:t>
      </w:r>
      <w:r>
        <w:tab/>
        <w:t>5.784e1</w:t>
      </w:r>
    </w:p>
    <w:p w:rsidR="005B0461" w:rsidRDefault="005B0461" w:rsidP="005B0461">
      <w:r>
        <w:t>368.0327</w:t>
      </w:r>
      <w:r>
        <w:tab/>
        <w:t>9.660e4</w:t>
      </w:r>
    </w:p>
    <w:p w:rsidR="005B0461" w:rsidRDefault="005B0461" w:rsidP="005B0461">
      <w:r>
        <w:t>368.1387</w:t>
      </w:r>
      <w:r>
        <w:tab/>
        <w:t>1.521e2</w:t>
      </w:r>
    </w:p>
    <w:p w:rsidR="005B0461" w:rsidRDefault="005B0461" w:rsidP="005B0461">
      <w:r>
        <w:lastRenderedPageBreak/>
        <w:t>368.1693</w:t>
      </w:r>
      <w:r>
        <w:tab/>
        <w:t>1.487e2</w:t>
      </w:r>
    </w:p>
    <w:p w:rsidR="005B0461" w:rsidRDefault="005B0461" w:rsidP="005B0461">
      <w:r>
        <w:t>368.1813</w:t>
      </w:r>
      <w:r>
        <w:tab/>
        <w:t>3.261e2</w:t>
      </w:r>
    </w:p>
    <w:p w:rsidR="005B0461" w:rsidRDefault="005B0461" w:rsidP="005B0461">
      <w:r>
        <w:t>368.1873</w:t>
      </w:r>
      <w:r>
        <w:tab/>
        <w:t>2.096e2</w:t>
      </w:r>
    </w:p>
    <w:p w:rsidR="005B0461" w:rsidRDefault="005B0461" w:rsidP="005B0461">
      <w:r>
        <w:t>368.2292</w:t>
      </w:r>
      <w:r>
        <w:tab/>
        <w:t>1.630e2</w:t>
      </w:r>
    </w:p>
    <w:p w:rsidR="005B0461" w:rsidRDefault="005B0461" w:rsidP="005B0461">
      <w:r>
        <w:t>368.2307</w:t>
      </w:r>
      <w:r>
        <w:tab/>
        <w:t>4.050e2</w:t>
      </w:r>
    </w:p>
    <w:p w:rsidR="005B0461" w:rsidRDefault="005B0461" w:rsidP="005B0461">
      <w:r>
        <w:t>368.2399</w:t>
      </w:r>
      <w:r>
        <w:tab/>
        <w:t>5.124e2</w:t>
      </w:r>
    </w:p>
    <w:p w:rsidR="005B0461" w:rsidRDefault="005B0461" w:rsidP="005B0461">
      <w:r>
        <w:t>368.2590</w:t>
      </w:r>
      <w:r>
        <w:tab/>
        <w:t>2.795e2</w:t>
      </w:r>
    </w:p>
    <w:p w:rsidR="005B0461" w:rsidRDefault="005B0461" w:rsidP="005B0461">
      <w:r>
        <w:t>368.2686</w:t>
      </w:r>
      <w:r>
        <w:tab/>
        <w:t>2.951e2</w:t>
      </w:r>
    </w:p>
    <w:p w:rsidR="005B0461" w:rsidRDefault="005B0461" w:rsidP="005B0461">
      <w:r>
        <w:t>368.2979</w:t>
      </w:r>
      <w:r>
        <w:tab/>
        <w:t>1.397e2</w:t>
      </w:r>
    </w:p>
    <w:p w:rsidR="005B0461" w:rsidRDefault="005B0461" w:rsidP="005B0461">
      <w:r>
        <w:t>368.3126</w:t>
      </w:r>
      <w:r>
        <w:tab/>
        <w:t>1.844e2</w:t>
      </w:r>
    </w:p>
    <w:p w:rsidR="005B0461" w:rsidRDefault="005B0461" w:rsidP="005B0461">
      <w:r>
        <w:t>368.3232</w:t>
      </w:r>
      <w:r>
        <w:tab/>
        <w:t>6.987e1</w:t>
      </w:r>
    </w:p>
    <w:p w:rsidR="005B0461" w:rsidRDefault="005B0461" w:rsidP="005B0461">
      <w:r>
        <w:t>368.3702</w:t>
      </w:r>
      <w:r>
        <w:tab/>
        <w:t>2.444e2</w:t>
      </w:r>
    </w:p>
    <w:p w:rsidR="005B0461" w:rsidRDefault="005B0461" w:rsidP="005B0461">
      <w:r>
        <w:t>368.3734</w:t>
      </w:r>
      <w:r>
        <w:tab/>
        <w:t>1.165e2</w:t>
      </w:r>
    </w:p>
    <w:p w:rsidR="005B0461" w:rsidRDefault="005B0461" w:rsidP="005B0461">
      <w:r>
        <w:t>368.3929</w:t>
      </w:r>
      <w:r>
        <w:tab/>
        <w:t>3.028e2</w:t>
      </w:r>
    </w:p>
    <w:p w:rsidR="005B0461" w:rsidRDefault="005B0461" w:rsidP="005B0461">
      <w:r>
        <w:t>368.3943</w:t>
      </w:r>
      <w:r>
        <w:tab/>
        <w:t>9.316e1</w:t>
      </w:r>
    </w:p>
    <w:p w:rsidR="005B0461" w:rsidRDefault="005B0461" w:rsidP="005B0461">
      <w:r>
        <w:t>368.4267</w:t>
      </w:r>
      <w:r>
        <w:tab/>
        <w:t>1.813e2</w:t>
      </w:r>
    </w:p>
    <w:p w:rsidR="005B0461" w:rsidRDefault="005B0461" w:rsidP="005B0461">
      <w:r>
        <w:t>368.4293</w:t>
      </w:r>
      <w:r>
        <w:tab/>
        <w:t>1.281e2</w:t>
      </w:r>
    </w:p>
    <w:p w:rsidR="005B0461" w:rsidRDefault="005B0461" w:rsidP="005B0461">
      <w:r>
        <w:t>368.4476</w:t>
      </w:r>
      <w:r>
        <w:tab/>
        <w:t>1.630e2</w:t>
      </w:r>
    </w:p>
    <w:p w:rsidR="005B0461" w:rsidRDefault="005B0461" w:rsidP="005B0461">
      <w:r>
        <w:t>368.4510</w:t>
      </w:r>
      <w:r>
        <w:tab/>
        <w:t>1.397e2</w:t>
      </w:r>
    </w:p>
    <w:p w:rsidR="005B0461" w:rsidRDefault="005B0461" w:rsidP="005B0461">
      <w:r>
        <w:lastRenderedPageBreak/>
        <w:t>368.4699</w:t>
      </w:r>
      <w:r>
        <w:tab/>
        <w:t>1.397e2</w:t>
      </w:r>
    </w:p>
    <w:p w:rsidR="005B0461" w:rsidRDefault="005B0461" w:rsidP="005B0461">
      <w:r>
        <w:t>368.5236</w:t>
      </w:r>
      <w:r>
        <w:tab/>
        <w:t>1.650e2</w:t>
      </w:r>
    </w:p>
    <w:p w:rsidR="005B0461" w:rsidRDefault="005B0461" w:rsidP="005B0461">
      <w:r>
        <w:t>368.5337</w:t>
      </w:r>
      <w:r>
        <w:tab/>
        <w:t>4.658e1</w:t>
      </w:r>
    </w:p>
    <w:p w:rsidR="005B0461" w:rsidRDefault="005B0461" w:rsidP="005B0461">
      <w:r>
        <w:t>368.5501</w:t>
      </w:r>
      <w:r>
        <w:tab/>
        <w:t>4.754e2</w:t>
      </w:r>
    </w:p>
    <w:p w:rsidR="005B0461" w:rsidRDefault="005B0461" w:rsidP="005B0461">
      <w:r>
        <w:t>368.5695</w:t>
      </w:r>
      <w:r>
        <w:tab/>
        <w:t>1.233e2</w:t>
      </w:r>
    </w:p>
    <w:p w:rsidR="005B0461" w:rsidRDefault="005B0461" w:rsidP="005B0461">
      <w:r>
        <w:t>368.6119</w:t>
      </w:r>
      <w:r>
        <w:tab/>
        <w:t>2.795e2</w:t>
      </w:r>
    </w:p>
    <w:p w:rsidR="005B0461" w:rsidRDefault="005B0461" w:rsidP="005B0461">
      <w:r>
        <w:t>368.6165</w:t>
      </w:r>
      <w:r>
        <w:tab/>
        <w:t>9.316e1</w:t>
      </w:r>
    </w:p>
    <w:p w:rsidR="005B0461" w:rsidRDefault="005B0461" w:rsidP="005B0461">
      <w:r>
        <w:t>368.6336</w:t>
      </w:r>
      <w:r>
        <w:tab/>
        <w:t>3.261e2</w:t>
      </w:r>
    </w:p>
    <w:p w:rsidR="005B0461" w:rsidRDefault="005B0461" w:rsidP="005B0461">
      <w:r>
        <w:t>368.6387</w:t>
      </w:r>
      <w:r>
        <w:tab/>
        <w:t>1.688e2</w:t>
      </w:r>
    </w:p>
    <w:p w:rsidR="005B0461" w:rsidRDefault="005B0461" w:rsidP="005B0461">
      <w:r>
        <w:t>368.6704</w:t>
      </w:r>
      <w:r>
        <w:tab/>
        <w:t>6.987e1</w:t>
      </w:r>
    </w:p>
    <w:p w:rsidR="005B0461" w:rsidRDefault="005B0461" w:rsidP="005B0461">
      <w:r>
        <w:t>368.6985</w:t>
      </w:r>
      <w:r>
        <w:tab/>
        <w:t>1.224e2</w:t>
      </w:r>
    </w:p>
    <w:p w:rsidR="005B0461" w:rsidRDefault="005B0461" w:rsidP="005B0461">
      <w:r>
        <w:t>368.7124</w:t>
      </w:r>
      <w:r>
        <w:tab/>
        <w:t>1.397e2</w:t>
      </w:r>
    </w:p>
    <w:p w:rsidR="005B0461" w:rsidRDefault="005B0461" w:rsidP="005B0461">
      <w:r>
        <w:t>368.7284</w:t>
      </w:r>
      <w:r>
        <w:tab/>
        <w:t>4.658e1</w:t>
      </w:r>
    </w:p>
    <w:p w:rsidR="005B0461" w:rsidRDefault="005B0461" w:rsidP="005B0461">
      <w:r>
        <w:t>368.7415</w:t>
      </w:r>
      <w:r>
        <w:tab/>
        <w:t>2.564e2</w:t>
      </w:r>
    </w:p>
    <w:p w:rsidR="005B0461" w:rsidRDefault="005B0461" w:rsidP="005B0461">
      <w:r>
        <w:t>368.7550</w:t>
      </w:r>
      <w:r>
        <w:tab/>
        <w:t>9.607e1</w:t>
      </w:r>
    </w:p>
    <w:p w:rsidR="005B0461" w:rsidRDefault="005B0461" w:rsidP="005B0461">
      <w:r>
        <w:t>368.7781</w:t>
      </w:r>
      <w:r>
        <w:tab/>
        <w:t>9.316e1</w:t>
      </w:r>
    </w:p>
    <w:p w:rsidR="005B0461" w:rsidRDefault="005B0461" w:rsidP="005B0461">
      <w:r>
        <w:t>368.7823</w:t>
      </w:r>
      <w:r>
        <w:tab/>
        <w:t>2.268e2</w:t>
      </w:r>
    </w:p>
    <w:p w:rsidR="005B0461" w:rsidRDefault="005B0461" w:rsidP="005B0461">
      <w:r>
        <w:t>368.7837</w:t>
      </w:r>
      <w:r>
        <w:tab/>
        <w:t>4.658e1</w:t>
      </w:r>
    </w:p>
    <w:p w:rsidR="005B0461" w:rsidRDefault="005B0461" w:rsidP="005B0461">
      <w:r>
        <w:t>368.8344</w:t>
      </w:r>
      <w:r>
        <w:tab/>
        <w:t>1.530e2</w:t>
      </w:r>
    </w:p>
    <w:p w:rsidR="005B0461" w:rsidRDefault="005B0461" w:rsidP="005B0461">
      <w:r>
        <w:lastRenderedPageBreak/>
        <w:t>368.8404</w:t>
      </w:r>
      <w:r>
        <w:tab/>
        <w:t>1.165e2</w:t>
      </w:r>
    </w:p>
    <w:p w:rsidR="005B0461" w:rsidRDefault="005B0461" w:rsidP="005B0461">
      <w:r>
        <w:t>368.8489</w:t>
      </w:r>
      <w:r>
        <w:tab/>
        <w:t>1.165e2</w:t>
      </w:r>
    </w:p>
    <w:p w:rsidR="005B0461" w:rsidRDefault="005B0461" w:rsidP="005B0461">
      <w:r>
        <w:t>368.8969</w:t>
      </w:r>
      <w:r>
        <w:tab/>
        <w:t>1.165e2</w:t>
      </w:r>
    </w:p>
    <w:p w:rsidR="005B0461" w:rsidRDefault="005B0461" w:rsidP="005B0461">
      <w:r>
        <w:t>368.8990</w:t>
      </w:r>
      <w:r>
        <w:tab/>
        <w:t>2.096e2</w:t>
      </w:r>
    </w:p>
    <w:p w:rsidR="005B0461" w:rsidRDefault="005B0461" w:rsidP="005B0461">
      <w:r>
        <w:t>368.9013</w:t>
      </w:r>
      <w:r>
        <w:tab/>
        <w:t>1.100e2</w:t>
      </w:r>
    </w:p>
    <w:p w:rsidR="005B0461" w:rsidRDefault="005B0461" w:rsidP="005B0461">
      <w:r>
        <w:t>368.9435</w:t>
      </w:r>
      <w:r>
        <w:tab/>
        <w:t>1.633e2</w:t>
      </w:r>
    </w:p>
    <w:p w:rsidR="005B0461" w:rsidRDefault="005B0461" w:rsidP="005B0461">
      <w:r>
        <w:t>368.9499</w:t>
      </w:r>
      <w:r>
        <w:tab/>
        <w:t>6.987e1</w:t>
      </w:r>
    </w:p>
    <w:p w:rsidR="005B0461" w:rsidRDefault="005B0461" w:rsidP="005B0461">
      <w:r>
        <w:t>368.9729</w:t>
      </w:r>
      <w:r>
        <w:tab/>
        <w:t>6.987e1</w:t>
      </w:r>
    </w:p>
    <w:p w:rsidR="005B0461" w:rsidRDefault="005B0461" w:rsidP="005B0461">
      <w:r>
        <w:t>369.0361</w:t>
      </w:r>
      <w:r>
        <w:tab/>
        <w:t>4.511e3</w:t>
      </w:r>
    </w:p>
    <w:p w:rsidR="005B0461" w:rsidRDefault="005B0461" w:rsidP="005B0461">
      <w:r>
        <w:t>369.0373</w:t>
      </w:r>
      <w:r>
        <w:tab/>
        <w:t>1.173e4</w:t>
      </w:r>
    </w:p>
    <w:p w:rsidR="005B0461" w:rsidRDefault="005B0461" w:rsidP="005B0461">
      <w:r>
        <w:t>369.0383</w:t>
      </w:r>
      <w:r>
        <w:tab/>
        <w:t>3.527e3</w:t>
      </w:r>
    </w:p>
    <w:p w:rsidR="005B0461" w:rsidRDefault="005B0461" w:rsidP="005B0461">
      <w:r>
        <w:t>369.1390</w:t>
      </w:r>
      <w:r>
        <w:tab/>
        <w:t>2.329e1</w:t>
      </w:r>
    </w:p>
    <w:p w:rsidR="005B0461" w:rsidRDefault="005B0461" w:rsidP="005B0461">
      <w:r>
        <w:t>369.1429</w:t>
      </w:r>
      <w:r>
        <w:tab/>
        <w:t>1.150e2</w:t>
      </w:r>
    </w:p>
    <w:p w:rsidR="005B0461" w:rsidRDefault="005B0461" w:rsidP="005B0461">
      <w:r>
        <w:t>369.1528</w:t>
      </w:r>
      <w:r>
        <w:tab/>
        <w:t>9.316e1</w:t>
      </w:r>
    </w:p>
    <w:p w:rsidR="005B0461" w:rsidRDefault="005B0461" w:rsidP="005B0461">
      <w:r>
        <w:t>369.1593</w:t>
      </w:r>
      <w:r>
        <w:tab/>
        <w:t>2.329e1</w:t>
      </w:r>
    </w:p>
    <w:p w:rsidR="005B0461" w:rsidRDefault="005B0461" w:rsidP="005B0461">
      <w:r>
        <w:t>369.1976</w:t>
      </w:r>
      <w:r>
        <w:tab/>
        <w:t>2.000e2</w:t>
      </w:r>
    </w:p>
    <w:p w:rsidR="005B0461" w:rsidRDefault="005B0461" w:rsidP="005B0461">
      <w:r>
        <w:t>369.2038</w:t>
      </w:r>
      <w:r>
        <w:tab/>
        <w:t>1.397e2</w:t>
      </w:r>
    </w:p>
    <w:p w:rsidR="005B0461" w:rsidRDefault="005B0461" w:rsidP="005B0461">
      <w:r>
        <w:t>369.2089</w:t>
      </w:r>
      <w:r>
        <w:tab/>
        <w:t>4.658e1</w:t>
      </w:r>
    </w:p>
    <w:p w:rsidR="005B0461" w:rsidRDefault="005B0461" w:rsidP="005B0461">
      <w:r>
        <w:t>369.2186</w:t>
      </w:r>
      <w:r>
        <w:tab/>
        <w:t>1.220e2</w:t>
      </w:r>
    </w:p>
    <w:p w:rsidR="005B0461" w:rsidRDefault="005B0461" w:rsidP="005B0461">
      <w:r>
        <w:lastRenderedPageBreak/>
        <w:t>369.2548</w:t>
      </w:r>
      <w:r>
        <w:tab/>
        <w:t>1.701e2</w:t>
      </w:r>
    </w:p>
    <w:p w:rsidR="005B0461" w:rsidRDefault="005B0461" w:rsidP="005B0461">
      <w:r>
        <w:t>369.2689</w:t>
      </w:r>
      <w:r>
        <w:tab/>
        <w:t>9.316e1</w:t>
      </w:r>
    </w:p>
    <w:p w:rsidR="005B0461" w:rsidRDefault="005B0461" w:rsidP="005B0461">
      <w:r>
        <w:t>369.2768</w:t>
      </w:r>
      <w:r>
        <w:tab/>
        <w:t>2.096e2</w:t>
      </w:r>
    </w:p>
    <w:p w:rsidR="005B0461" w:rsidRDefault="005B0461" w:rsidP="005B0461">
      <w:r>
        <w:t>369.2788</w:t>
      </w:r>
      <w:r>
        <w:tab/>
        <w:t>9.080e1</w:t>
      </w:r>
    </w:p>
    <w:p w:rsidR="005B0461" w:rsidRDefault="005B0461" w:rsidP="005B0461">
      <w:r>
        <w:t>369.3152</w:t>
      </w:r>
      <w:r>
        <w:tab/>
        <w:t>6.987e1</w:t>
      </w:r>
    </w:p>
    <w:p w:rsidR="005B0461" w:rsidRDefault="005B0461" w:rsidP="005B0461">
      <w:r>
        <w:t>369.3241</w:t>
      </w:r>
      <w:r>
        <w:tab/>
        <w:t>1.630e2</w:t>
      </w:r>
    </w:p>
    <w:p w:rsidR="005B0461" w:rsidRDefault="005B0461" w:rsidP="005B0461">
      <w:r>
        <w:t>369.3355</w:t>
      </w:r>
      <w:r>
        <w:tab/>
        <w:t>1.029e2</w:t>
      </w:r>
    </w:p>
    <w:p w:rsidR="005B0461" w:rsidRDefault="005B0461" w:rsidP="005B0461">
      <w:r>
        <w:t>369.3857</w:t>
      </w:r>
      <w:r>
        <w:tab/>
        <w:t>1.863e2</w:t>
      </w:r>
    </w:p>
    <w:p w:rsidR="005B0461" w:rsidRDefault="005B0461" w:rsidP="005B0461">
      <w:r>
        <w:t>369.3880</w:t>
      </w:r>
      <w:r>
        <w:tab/>
        <w:t>9.316e1</w:t>
      </w:r>
    </w:p>
    <w:p w:rsidR="005B0461" w:rsidRDefault="005B0461" w:rsidP="005B0461">
      <w:r>
        <w:t>369.3937</w:t>
      </w:r>
      <w:r>
        <w:tab/>
        <w:t>8.666e1</w:t>
      </w:r>
    </w:p>
    <w:p w:rsidR="005B0461" w:rsidRDefault="005B0461" w:rsidP="005B0461">
      <w:r>
        <w:t>369.4235</w:t>
      </w:r>
      <w:r>
        <w:tab/>
        <w:t>1.863e2</w:t>
      </w:r>
    </w:p>
    <w:p w:rsidR="005B0461" w:rsidRDefault="005B0461" w:rsidP="005B0461">
      <w:r>
        <w:t>369.4374</w:t>
      </w:r>
      <w:r>
        <w:tab/>
        <w:t>1.163e2</w:t>
      </w:r>
    </w:p>
    <w:p w:rsidR="005B0461" w:rsidRDefault="005B0461" w:rsidP="005B0461">
      <w:r>
        <w:t>369.4398</w:t>
      </w:r>
      <w:r>
        <w:tab/>
        <w:t>9.316e1</w:t>
      </w:r>
    </w:p>
    <w:p w:rsidR="005B0461" w:rsidRDefault="005B0461" w:rsidP="005B0461">
      <w:r>
        <w:t>369.4533</w:t>
      </w:r>
      <w:r>
        <w:tab/>
        <w:t>6.987e1</w:t>
      </w:r>
    </w:p>
    <w:p w:rsidR="005B0461" w:rsidRDefault="005B0461" w:rsidP="005B0461">
      <w:r>
        <w:t>369.5105</w:t>
      </w:r>
      <w:r>
        <w:tab/>
        <w:t>4.658e1</w:t>
      </w:r>
    </w:p>
    <w:p w:rsidR="005B0461" w:rsidRDefault="005B0461" w:rsidP="005B0461">
      <w:r>
        <w:t>369.5189</w:t>
      </w:r>
      <w:r>
        <w:tab/>
        <w:t>6.987e1</w:t>
      </w:r>
    </w:p>
    <w:p w:rsidR="005B0461" w:rsidRDefault="005B0461" w:rsidP="005B0461">
      <w:r>
        <w:t>369.5321</w:t>
      </w:r>
      <w:r>
        <w:tab/>
        <w:t>9.316e1</w:t>
      </w:r>
    </w:p>
    <w:p w:rsidR="005B0461" w:rsidRDefault="005B0461" w:rsidP="005B0461">
      <w:r>
        <w:t>369.5391</w:t>
      </w:r>
      <w:r>
        <w:tab/>
        <w:t>2.687e2</w:t>
      </w:r>
    </w:p>
    <w:p w:rsidR="005B0461" w:rsidRDefault="005B0461" w:rsidP="005B0461">
      <w:r>
        <w:t>369.5687</w:t>
      </w:r>
      <w:r>
        <w:tab/>
        <w:t>2.096e2</w:t>
      </w:r>
    </w:p>
    <w:p w:rsidR="005B0461" w:rsidRDefault="005B0461" w:rsidP="005B0461">
      <w:r>
        <w:lastRenderedPageBreak/>
        <w:t>369.5927</w:t>
      </w:r>
      <w:r>
        <w:tab/>
        <w:t>7.830e1</w:t>
      </w:r>
    </w:p>
    <w:p w:rsidR="005B0461" w:rsidRDefault="005B0461" w:rsidP="005B0461">
      <w:r>
        <w:t>369.6143</w:t>
      </w:r>
      <w:r>
        <w:tab/>
        <w:t>1.817e2</w:t>
      </w:r>
    </w:p>
    <w:p w:rsidR="005B0461" w:rsidRDefault="005B0461" w:rsidP="005B0461">
      <w:r>
        <w:t>369.6230</w:t>
      </w:r>
      <w:r>
        <w:tab/>
        <w:t>1.397e2</w:t>
      </w:r>
    </w:p>
    <w:p w:rsidR="005B0461" w:rsidRDefault="005B0461" w:rsidP="005B0461">
      <w:r>
        <w:t>369.6378</w:t>
      </w:r>
      <w:r>
        <w:tab/>
        <w:t>1.013e2</w:t>
      </w:r>
    </w:p>
    <w:p w:rsidR="005B0461" w:rsidRDefault="005B0461" w:rsidP="005B0461">
      <w:r>
        <w:t>369.6499</w:t>
      </w:r>
      <w:r>
        <w:tab/>
        <w:t>2.644e2</w:t>
      </w:r>
    </w:p>
    <w:p w:rsidR="005B0461" w:rsidRDefault="005B0461" w:rsidP="005B0461">
      <w:r>
        <w:t>369.6674</w:t>
      </w:r>
      <w:r>
        <w:tab/>
        <w:t>6.987e1</w:t>
      </w:r>
    </w:p>
    <w:p w:rsidR="005B0461" w:rsidRDefault="005B0461" w:rsidP="005B0461">
      <w:r>
        <w:t>369.7052</w:t>
      </w:r>
      <w:r>
        <w:tab/>
        <w:t>4.658e1</w:t>
      </w:r>
    </w:p>
    <w:p w:rsidR="005B0461" w:rsidRDefault="005B0461" w:rsidP="005B0461">
      <w:r>
        <w:t>369.7075</w:t>
      </w:r>
      <w:r>
        <w:tab/>
        <w:t>6.987e1</w:t>
      </w:r>
    </w:p>
    <w:p w:rsidR="005B0461" w:rsidRDefault="005B0461" w:rsidP="005B0461">
      <w:r>
        <w:t>369.7113</w:t>
      </w:r>
      <w:r>
        <w:tab/>
        <w:t>1.397e2</w:t>
      </w:r>
    </w:p>
    <w:p w:rsidR="005B0461" w:rsidRDefault="005B0461" w:rsidP="005B0461">
      <w:r>
        <w:t>369.7131</w:t>
      </w:r>
      <w:r>
        <w:tab/>
        <w:t>9.063e1</w:t>
      </w:r>
    </w:p>
    <w:p w:rsidR="005B0461" w:rsidRDefault="005B0461" w:rsidP="005B0461">
      <w:r>
        <w:t>369.7581</w:t>
      </w:r>
      <w:r>
        <w:tab/>
        <w:t>9.020e1</w:t>
      </w:r>
    </w:p>
    <w:p w:rsidR="005B0461" w:rsidRDefault="005B0461" w:rsidP="005B0461">
      <w:r>
        <w:t>369.7691</w:t>
      </w:r>
      <w:r>
        <w:tab/>
        <w:t>9.316e1</w:t>
      </w:r>
    </w:p>
    <w:p w:rsidR="005B0461" w:rsidRDefault="005B0461" w:rsidP="005B0461">
      <w:r>
        <w:t>369.7753</w:t>
      </w:r>
      <w:r>
        <w:tab/>
        <w:t>9.316e1</w:t>
      </w:r>
    </w:p>
    <w:p w:rsidR="005B0461" w:rsidRDefault="005B0461" w:rsidP="005B0461">
      <w:r>
        <w:t>369.7805</w:t>
      </w:r>
      <w:r>
        <w:tab/>
        <w:t>7.014e1</w:t>
      </w:r>
    </w:p>
    <w:p w:rsidR="005B0461" w:rsidRDefault="005B0461" w:rsidP="005B0461">
      <w:r>
        <w:t>369.8317</w:t>
      </w:r>
      <w:r>
        <w:tab/>
        <w:t>1.165e2</w:t>
      </w:r>
    </w:p>
    <w:p w:rsidR="005B0461" w:rsidRDefault="005B0461" w:rsidP="005B0461">
      <w:r>
        <w:t>369.8353</w:t>
      </w:r>
      <w:r>
        <w:tab/>
        <w:t>6.987e1</w:t>
      </w:r>
    </w:p>
    <w:p w:rsidR="005B0461" w:rsidRDefault="005B0461" w:rsidP="005B0461">
      <w:r>
        <w:t>369.8444</w:t>
      </w:r>
      <w:r>
        <w:tab/>
        <w:t>6.987e1</w:t>
      </w:r>
    </w:p>
    <w:p w:rsidR="005B0461" w:rsidRDefault="005B0461" w:rsidP="005B0461">
      <w:r>
        <w:t>369.8608</w:t>
      </w:r>
      <w:r>
        <w:tab/>
        <w:t>1.165e2</w:t>
      </w:r>
    </w:p>
    <w:p w:rsidR="005B0461" w:rsidRDefault="005B0461" w:rsidP="005B0461">
      <w:r>
        <w:t>369.8859</w:t>
      </w:r>
      <w:r>
        <w:tab/>
        <w:t>1.863e2</w:t>
      </w:r>
    </w:p>
    <w:p w:rsidR="005B0461" w:rsidRDefault="005B0461" w:rsidP="005B0461">
      <w:r>
        <w:lastRenderedPageBreak/>
        <w:t>369.9149</w:t>
      </w:r>
      <w:r>
        <w:tab/>
        <w:t>1.181e2</w:t>
      </w:r>
    </w:p>
    <w:p w:rsidR="005B0461" w:rsidRDefault="005B0461" w:rsidP="005B0461">
      <w:r>
        <w:t>369.9168</w:t>
      </w:r>
      <w:r>
        <w:tab/>
        <w:t>9.316e1</w:t>
      </w:r>
    </w:p>
    <w:p w:rsidR="005B0461" w:rsidRDefault="005B0461" w:rsidP="005B0461">
      <w:r>
        <w:t>369.9344</w:t>
      </w:r>
      <w:r>
        <w:tab/>
        <w:t>6.987e1</w:t>
      </w:r>
    </w:p>
    <w:p w:rsidR="005B0461" w:rsidRDefault="005B0461" w:rsidP="005B0461">
      <w:r>
        <w:t>370.0314</w:t>
      </w:r>
      <w:r>
        <w:tab/>
        <w:t>9.633e4</w:t>
      </w:r>
    </w:p>
    <w:p w:rsidR="005B0461" w:rsidRDefault="005B0461" w:rsidP="005B0461">
      <w:r>
        <w:t>370.1312</w:t>
      </w:r>
      <w:r>
        <w:tab/>
        <w:t>1.030e2</w:t>
      </w:r>
    </w:p>
    <w:p w:rsidR="005B0461" w:rsidRDefault="005B0461" w:rsidP="005B0461">
      <w:r>
        <w:t>370.1686</w:t>
      </w:r>
      <w:r>
        <w:tab/>
        <w:t>9.316e1</w:t>
      </w:r>
    </w:p>
    <w:p w:rsidR="005B0461" w:rsidRDefault="005B0461" w:rsidP="005B0461">
      <w:r>
        <w:t>370.1723</w:t>
      </w:r>
      <w:r>
        <w:tab/>
        <w:t>6.987e1</w:t>
      </w:r>
    </w:p>
    <w:p w:rsidR="005B0461" w:rsidRDefault="005B0461" w:rsidP="005B0461">
      <w:r>
        <w:t>370.1760</w:t>
      </w:r>
      <w:r>
        <w:tab/>
        <w:t>1.408e2</w:t>
      </w:r>
    </w:p>
    <w:p w:rsidR="005B0461" w:rsidRDefault="005B0461" w:rsidP="005B0461">
      <w:r>
        <w:t>370.1773</w:t>
      </w:r>
      <w:r>
        <w:tab/>
        <w:t>2.873e2</w:t>
      </w:r>
    </w:p>
    <w:p w:rsidR="005B0461" w:rsidRDefault="005B0461" w:rsidP="005B0461">
      <w:r>
        <w:t>370.2168</w:t>
      </w:r>
      <w:r>
        <w:tab/>
        <w:t>1.403e2</w:t>
      </w:r>
    </w:p>
    <w:p w:rsidR="005B0461" w:rsidRDefault="005B0461" w:rsidP="005B0461">
      <w:r>
        <w:t>370.2197</w:t>
      </w:r>
      <w:r>
        <w:tab/>
        <w:t>3.028e2</w:t>
      </w:r>
    </w:p>
    <w:p w:rsidR="005B0461" w:rsidRDefault="005B0461" w:rsidP="005B0461">
      <w:r>
        <w:t>370.2348</w:t>
      </w:r>
      <w:r>
        <w:tab/>
        <w:t>1.883e2</w:t>
      </w:r>
    </w:p>
    <w:p w:rsidR="005B0461" w:rsidRDefault="005B0461" w:rsidP="005B0461">
      <w:r>
        <w:t>370.2477</w:t>
      </w:r>
      <w:r>
        <w:tab/>
        <w:t>6.560e2</w:t>
      </w:r>
    </w:p>
    <w:p w:rsidR="005B0461" w:rsidRDefault="005B0461" w:rsidP="005B0461">
      <w:r>
        <w:t>370.3005</w:t>
      </w:r>
      <w:r>
        <w:tab/>
        <w:t>9.316e1</w:t>
      </w:r>
    </w:p>
    <w:p w:rsidR="005B0461" w:rsidRDefault="005B0461" w:rsidP="005B0461">
      <w:r>
        <w:t>370.3047</w:t>
      </w:r>
      <w:r>
        <w:tab/>
        <w:t>2.307e2</w:t>
      </w:r>
    </w:p>
    <w:p w:rsidR="005B0461" w:rsidRDefault="005B0461" w:rsidP="005B0461">
      <w:r>
        <w:t>370.3103</w:t>
      </w:r>
      <w:r>
        <w:tab/>
        <w:t>1.165e2</w:t>
      </w:r>
    </w:p>
    <w:p w:rsidR="005B0461" w:rsidRDefault="005B0461" w:rsidP="005B0461">
      <w:r>
        <w:t>370.3224</w:t>
      </w:r>
      <w:r>
        <w:tab/>
        <w:t>1.636e2</w:t>
      </w:r>
    </w:p>
    <w:p w:rsidR="005B0461" w:rsidRDefault="005B0461" w:rsidP="005B0461">
      <w:r>
        <w:t>370.3389</w:t>
      </w:r>
      <w:r>
        <w:tab/>
        <w:t>4.658e1</w:t>
      </w:r>
    </w:p>
    <w:p w:rsidR="005B0461" w:rsidRDefault="005B0461" w:rsidP="005B0461">
      <w:r>
        <w:t>370.3524</w:t>
      </w:r>
      <w:r>
        <w:tab/>
        <w:t>9.316e1</w:t>
      </w:r>
    </w:p>
    <w:p w:rsidR="005B0461" w:rsidRDefault="005B0461" w:rsidP="005B0461">
      <w:r>
        <w:lastRenderedPageBreak/>
        <w:t>370.3723</w:t>
      </w:r>
      <w:r>
        <w:tab/>
        <w:t>1.170e2</w:t>
      </w:r>
    </w:p>
    <w:p w:rsidR="005B0461" w:rsidRDefault="005B0461" w:rsidP="005B0461">
      <w:r>
        <w:t>370.3973</w:t>
      </w:r>
      <w:r>
        <w:tab/>
        <w:t>1.636e2</w:t>
      </w:r>
    </w:p>
    <w:p w:rsidR="005B0461" w:rsidRDefault="005B0461" w:rsidP="005B0461">
      <w:r>
        <w:t>370.4143</w:t>
      </w:r>
      <w:r>
        <w:tab/>
        <w:t>1.165e2</w:t>
      </w:r>
    </w:p>
    <w:p w:rsidR="005B0461" w:rsidRDefault="005B0461" w:rsidP="005B0461">
      <w:r>
        <w:t>370.4289</w:t>
      </w:r>
      <w:r>
        <w:tab/>
        <w:t>9.316e1</w:t>
      </w:r>
    </w:p>
    <w:p w:rsidR="005B0461" w:rsidRDefault="005B0461" w:rsidP="005B0461">
      <w:r>
        <w:t>370.4314</w:t>
      </w:r>
      <w:r>
        <w:tab/>
        <w:t>6.987e1</w:t>
      </w:r>
    </w:p>
    <w:p w:rsidR="005B0461" w:rsidRDefault="005B0461" w:rsidP="005B0461">
      <w:r>
        <w:t>370.4792</w:t>
      </w:r>
      <w:r>
        <w:tab/>
        <w:t>1.165e2</w:t>
      </w:r>
    </w:p>
    <w:p w:rsidR="005B0461" w:rsidRDefault="005B0461" w:rsidP="005B0461">
      <w:r>
        <w:t>370.4986</w:t>
      </w:r>
      <w:r>
        <w:tab/>
        <w:t>6.987e1</w:t>
      </w:r>
    </w:p>
    <w:p w:rsidR="005B0461" w:rsidRDefault="005B0461" w:rsidP="005B0461">
      <w:r>
        <w:t>370.5042</w:t>
      </w:r>
      <w:r>
        <w:tab/>
        <w:t>4.658e1</w:t>
      </w:r>
    </w:p>
    <w:p w:rsidR="005B0461" w:rsidRDefault="005B0461" w:rsidP="005B0461">
      <w:r>
        <w:t>370.5115</w:t>
      </w:r>
      <w:r>
        <w:tab/>
        <w:t>1.684e2</w:t>
      </w:r>
    </w:p>
    <w:p w:rsidR="005B0461" w:rsidRDefault="005B0461" w:rsidP="005B0461">
      <w:r>
        <w:t>370.5314</w:t>
      </w:r>
      <w:r>
        <w:tab/>
        <w:t>1.647e2</w:t>
      </w:r>
    </w:p>
    <w:p w:rsidR="005B0461" w:rsidRDefault="005B0461" w:rsidP="005B0461">
      <w:r>
        <w:t>370.5533</w:t>
      </w:r>
      <w:r>
        <w:tab/>
        <w:t>6.987e1</w:t>
      </w:r>
    </w:p>
    <w:p w:rsidR="005B0461" w:rsidRDefault="005B0461" w:rsidP="005B0461">
      <w:r>
        <w:t>370.5649</w:t>
      </w:r>
      <w:r>
        <w:tab/>
        <w:t>9.581e1</w:t>
      </w:r>
    </w:p>
    <w:p w:rsidR="005B0461" w:rsidRDefault="005B0461" w:rsidP="005B0461">
      <w:r>
        <w:t>370.5986</w:t>
      </w:r>
      <w:r>
        <w:tab/>
        <w:t>2.004e2</w:t>
      </w:r>
    </w:p>
    <w:p w:rsidR="005B0461" w:rsidRDefault="005B0461" w:rsidP="005B0461">
      <w:r>
        <w:t>370.6175</w:t>
      </w:r>
      <w:r>
        <w:tab/>
        <w:t>6.987e1</w:t>
      </w:r>
    </w:p>
    <w:p w:rsidR="005B0461" w:rsidRDefault="005B0461" w:rsidP="005B0461">
      <w:r>
        <w:t>370.6207</w:t>
      </w:r>
      <w:r>
        <w:tab/>
        <w:t>2.096e2</w:t>
      </w:r>
    </w:p>
    <w:p w:rsidR="005B0461" w:rsidRDefault="005B0461" w:rsidP="005B0461">
      <w:r>
        <w:t>370.6219</w:t>
      </w:r>
      <w:r>
        <w:tab/>
        <w:t>1.332e2</w:t>
      </w:r>
    </w:p>
    <w:p w:rsidR="005B0461" w:rsidRDefault="005B0461" w:rsidP="005B0461">
      <w:r>
        <w:t>370.6470</w:t>
      </w:r>
      <w:r>
        <w:tab/>
        <w:t>1.165e2</w:t>
      </w:r>
    </w:p>
    <w:p w:rsidR="005B0461" w:rsidRDefault="005B0461" w:rsidP="005B0461">
      <w:r>
        <w:t>370.6631</w:t>
      </w:r>
      <w:r>
        <w:tab/>
        <w:t>8.053e1</w:t>
      </w:r>
    </w:p>
    <w:p w:rsidR="005B0461" w:rsidRDefault="005B0461" w:rsidP="005B0461">
      <w:r>
        <w:t>370.6680</w:t>
      </w:r>
      <w:r>
        <w:tab/>
        <w:t>6.987e1</w:t>
      </w:r>
    </w:p>
    <w:p w:rsidR="005B0461" w:rsidRDefault="005B0461" w:rsidP="005B0461">
      <w:r>
        <w:lastRenderedPageBreak/>
        <w:t>370.6837</w:t>
      </w:r>
      <w:r>
        <w:tab/>
        <w:t>6.987e1</w:t>
      </w:r>
    </w:p>
    <w:p w:rsidR="005B0461" w:rsidRDefault="005B0461" w:rsidP="005B0461">
      <w:r>
        <w:t>370.7009</w:t>
      </w:r>
      <w:r>
        <w:tab/>
        <w:t>1.591e2</w:t>
      </w:r>
    </w:p>
    <w:p w:rsidR="005B0461" w:rsidRDefault="005B0461" w:rsidP="005B0461">
      <w:r>
        <w:t>370.7040</w:t>
      </w:r>
      <w:r>
        <w:tab/>
        <w:t>1.630e2</w:t>
      </w:r>
    </w:p>
    <w:p w:rsidR="005B0461" w:rsidRDefault="005B0461" w:rsidP="005B0461">
      <w:r>
        <w:t>370.7229</w:t>
      </w:r>
      <w:r>
        <w:tab/>
        <w:t>1.180e2</w:t>
      </w:r>
    </w:p>
    <w:p w:rsidR="005B0461" w:rsidRDefault="005B0461" w:rsidP="005B0461">
      <w:r>
        <w:t>370.7490</w:t>
      </w:r>
      <w:r>
        <w:tab/>
        <w:t>3.494e2</w:t>
      </w:r>
    </w:p>
    <w:p w:rsidR="005B0461" w:rsidRDefault="005B0461" w:rsidP="005B0461">
      <w:r>
        <w:t>370.7793</w:t>
      </w:r>
      <w:r>
        <w:tab/>
        <w:t>9.316e1</w:t>
      </w:r>
    </w:p>
    <w:p w:rsidR="005B0461" w:rsidRDefault="005B0461" w:rsidP="005B0461">
      <w:r>
        <w:t>370.8012</w:t>
      </w:r>
      <w:r>
        <w:tab/>
        <w:t>1.165e2</w:t>
      </w:r>
    </w:p>
    <w:p w:rsidR="005B0461" w:rsidRDefault="005B0461" w:rsidP="005B0461">
      <w:r>
        <w:t>370.8111</w:t>
      </w:r>
      <w:r>
        <w:tab/>
        <w:t>9.316e1</w:t>
      </w:r>
    </w:p>
    <w:p w:rsidR="005B0461" w:rsidRDefault="005B0461" w:rsidP="005B0461">
      <w:r>
        <w:t>370.8199</w:t>
      </w:r>
      <w:r>
        <w:tab/>
        <w:t>1.028e2</w:t>
      </w:r>
    </w:p>
    <w:p w:rsidR="005B0461" w:rsidRDefault="005B0461" w:rsidP="005B0461">
      <w:r>
        <w:t>370.8269</w:t>
      </w:r>
      <w:r>
        <w:tab/>
        <w:t>1.397e2</w:t>
      </w:r>
    </w:p>
    <w:p w:rsidR="005B0461" w:rsidRDefault="005B0461" w:rsidP="005B0461">
      <w:r>
        <w:t>370.8586</w:t>
      </w:r>
      <w:r>
        <w:tab/>
        <w:t>6.987e1</w:t>
      </w:r>
    </w:p>
    <w:p w:rsidR="005B0461" w:rsidRDefault="005B0461" w:rsidP="005B0461">
      <w:r>
        <w:t>370.8651</w:t>
      </w:r>
      <w:r>
        <w:tab/>
        <w:t>1.534e2</w:t>
      </w:r>
    </w:p>
    <w:p w:rsidR="005B0461" w:rsidRDefault="005B0461" w:rsidP="005B0461">
      <w:r>
        <w:t>370.8826</w:t>
      </w:r>
      <w:r>
        <w:tab/>
        <w:t>1.165e2</w:t>
      </w:r>
    </w:p>
    <w:p w:rsidR="005B0461" w:rsidRDefault="005B0461" w:rsidP="005B0461">
      <w:r>
        <w:t>370.9136</w:t>
      </w:r>
      <w:r>
        <w:tab/>
        <w:t>2.294e2</w:t>
      </w:r>
    </w:p>
    <w:p w:rsidR="005B0461" w:rsidRDefault="005B0461" w:rsidP="005B0461">
      <w:r>
        <w:t>370.9386</w:t>
      </w:r>
      <w:r>
        <w:tab/>
        <w:t>4.658e1</w:t>
      </w:r>
    </w:p>
    <w:p w:rsidR="005B0461" w:rsidRDefault="005B0461" w:rsidP="005B0461">
      <w:r>
        <w:t>370.9402</w:t>
      </w:r>
      <w:r>
        <w:tab/>
        <w:t>9.316e1</w:t>
      </w:r>
    </w:p>
    <w:p w:rsidR="005B0461" w:rsidRDefault="005B0461" w:rsidP="005B0461">
      <w:r>
        <w:t>370.9451</w:t>
      </w:r>
      <w:r>
        <w:tab/>
        <w:t>1.686e2</w:t>
      </w:r>
    </w:p>
    <w:p w:rsidR="005B0461" w:rsidRDefault="005B0461" w:rsidP="005B0461">
      <w:r>
        <w:t>371.0350</w:t>
      </w:r>
      <w:r>
        <w:tab/>
        <w:t>4.504e3</w:t>
      </w:r>
    </w:p>
    <w:p w:rsidR="005B0461" w:rsidRDefault="005B0461" w:rsidP="005B0461">
      <w:r>
        <w:t>371.0366</w:t>
      </w:r>
      <w:r>
        <w:tab/>
        <w:t>4.015e3</w:t>
      </w:r>
    </w:p>
    <w:p w:rsidR="005B0461" w:rsidRDefault="005B0461" w:rsidP="005B0461">
      <w:r>
        <w:lastRenderedPageBreak/>
        <w:t>371.0380</w:t>
      </w:r>
      <w:r>
        <w:tab/>
        <w:t>4.141e3</w:t>
      </w:r>
    </w:p>
    <w:p w:rsidR="005B0461" w:rsidRDefault="005B0461" w:rsidP="005B0461">
      <w:r>
        <w:t>371.0391</w:t>
      </w:r>
      <w:r>
        <w:tab/>
        <w:t>7.566e3</w:t>
      </w:r>
    </w:p>
    <w:p w:rsidR="005B0461" w:rsidRDefault="005B0461" w:rsidP="005B0461">
      <w:r>
        <w:t>371.1284</w:t>
      </w:r>
      <w:r>
        <w:tab/>
        <w:t>6.987e1</w:t>
      </w:r>
    </w:p>
    <w:p w:rsidR="005B0461" w:rsidRDefault="005B0461" w:rsidP="005B0461">
      <w:r>
        <w:t>371.1299</w:t>
      </w:r>
      <w:r>
        <w:tab/>
        <w:t>6.987e1</w:t>
      </w:r>
    </w:p>
    <w:p w:rsidR="005B0461" w:rsidRDefault="005B0461" w:rsidP="005B0461">
      <w:r>
        <w:t>371.1419</w:t>
      </w:r>
      <w:r>
        <w:tab/>
        <w:t>9.316e1</w:t>
      </w:r>
    </w:p>
    <w:p w:rsidR="005B0461" w:rsidRDefault="005B0461" w:rsidP="005B0461">
      <w:r>
        <w:t>371.1556</w:t>
      </w:r>
      <w:r>
        <w:tab/>
        <w:t>4.658e1</w:t>
      </w:r>
    </w:p>
    <w:p w:rsidR="005B0461" w:rsidRDefault="005B0461" w:rsidP="005B0461">
      <w:r>
        <w:t>371.1756</w:t>
      </w:r>
      <w:r>
        <w:tab/>
        <w:t>4.658e1</w:t>
      </w:r>
    </w:p>
    <w:p w:rsidR="005B0461" w:rsidRDefault="005B0461" w:rsidP="005B0461">
      <w:r>
        <w:t>371.2149</w:t>
      </w:r>
      <w:r>
        <w:tab/>
        <w:t>2.047e2</w:t>
      </w:r>
    </w:p>
    <w:p w:rsidR="005B0461" w:rsidRDefault="005B0461" w:rsidP="005B0461">
      <w:r>
        <w:t>371.2185</w:t>
      </w:r>
      <w:r>
        <w:tab/>
        <w:t>9.316e1</w:t>
      </w:r>
    </w:p>
    <w:p w:rsidR="005B0461" w:rsidRDefault="005B0461" w:rsidP="005B0461">
      <w:r>
        <w:t>371.2260</w:t>
      </w:r>
      <w:r>
        <w:tab/>
        <w:t>2.258e2</w:t>
      </w:r>
    </w:p>
    <w:p w:rsidR="005B0461" w:rsidRDefault="005B0461" w:rsidP="005B0461">
      <w:r>
        <w:t>371.2469</w:t>
      </w:r>
      <w:r>
        <w:tab/>
        <w:t>9.316e1</w:t>
      </w:r>
    </w:p>
    <w:p w:rsidR="005B0461" w:rsidRDefault="005B0461" w:rsidP="005B0461">
      <w:r>
        <w:t>371.2852</w:t>
      </w:r>
      <w:r>
        <w:tab/>
        <w:t>9.349e1</w:t>
      </w:r>
    </w:p>
    <w:p w:rsidR="005B0461" w:rsidRDefault="005B0461" w:rsidP="005B0461">
      <w:r>
        <w:t>371.2914</w:t>
      </w:r>
      <w:r>
        <w:tab/>
        <w:t>1.703e2</w:t>
      </w:r>
    </w:p>
    <w:p w:rsidR="005B0461" w:rsidRDefault="005B0461" w:rsidP="005B0461">
      <w:r>
        <w:t>371.3268</w:t>
      </w:r>
      <w:r>
        <w:tab/>
        <w:t>5.760e1</w:t>
      </w:r>
    </w:p>
    <w:p w:rsidR="005B0461" w:rsidRDefault="005B0461" w:rsidP="005B0461">
      <w:r>
        <w:t>371.3313</w:t>
      </w:r>
      <w:r>
        <w:tab/>
        <w:t>4.658e1</w:t>
      </w:r>
    </w:p>
    <w:p w:rsidR="005B0461" w:rsidRDefault="005B0461" w:rsidP="005B0461">
      <w:r>
        <w:t>371.3529</w:t>
      </w:r>
      <w:r>
        <w:tab/>
        <w:t>9.316e1</w:t>
      </w:r>
    </w:p>
    <w:p w:rsidR="005B0461" w:rsidRDefault="005B0461" w:rsidP="005B0461">
      <w:r>
        <w:t>371.3635</w:t>
      </w:r>
      <w:r>
        <w:tab/>
        <w:t>5.886e1</w:t>
      </w:r>
    </w:p>
    <w:p w:rsidR="005B0461" w:rsidRDefault="005B0461" w:rsidP="005B0461">
      <w:r>
        <w:t>371.3738</w:t>
      </w:r>
      <w:r>
        <w:tab/>
        <w:t>2.329e1</w:t>
      </w:r>
    </w:p>
    <w:p w:rsidR="005B0461" w:rsidRDefault="005B0461" w:rsidP="005B0461">
      <w:r>
        <w:t>371.3781</w:t>
      </w:r>
      <w:r>
        <w:tab/>
        <w:t>9.316e1</w:t>
      </w:r>
    </w:p>
    <w:p w:rsidR="005B0461" w:rsidRDefault="005B0461" w:rsidP="005B0461">
      <w:r>
        <w:lastRenderedPageBreak/>
        <w:t>371.4333</w:t>
      </w:r>
      <w:r>
        <w:tab/>
        <w:t>6.987e1</w:t>
      </w:r>
    </w:p>
    <w:p w:rsidR="005B0461" w:rsidRDefault="005B0461" w:rsidP="005B0461">
      <w:r>
        <w:t>371.4486</w:t>
      </w:r>
      <w:r>
        <w:tab/>
        <w:t>4.658e1</w:t>
      </w:r>
    </w:p>
    <w:p w:rsidR="005B0461" w:rsidRDefault="005B0461" w:rsidP="005B0461">
      <w:r>
        <w:t>371.4678</w:t>
      </w:r>
      <w:r>
        <w:tab/>
        <w:t>4.658e1</w:t>
      </w:r>
    </w:p>
    <w:p w:rsidR="005B0461" w:rsidRDefault="005B0461" w:rsidP="005B0461">
      <w:r>
        <w:t>371.4876</w:t>
      </w:r>
      <w:r>
        <w:tab/>
        <w:t>1.630e2</w:t>
      </w:r>
    </w:p>
    <w:p w:rsidR="005B0461" w:rsidRDefault="005B0461" w:rsidP="005B0461">
      <w:r>
        <w:t>371.4973</w:t>
      </w:r>
      <w:r>
        <w:tab/>
        <w:t>4.658e1</w:t>
      </w:r>
    </w:p>
    <w:p w:rsidR="005B0461" w:rsidRDefault="005B0461" w:rsidP="005B0461">
      <w:r>
        <w:t>371.5009</w:t>
      </w:r>
      <w:r>
        <w:tab/>
        <w:t>4.658e1</w:t>
      </w:r>
    </w:p>
    <w:p w:rsidR="005B0461" w:rsidRDefault="005B0461" w:rsidP="005B0461">
      <w:r>
        <w:t>371.5192</w:t>
      </w:r>
      <w:r>
        <w:tab/>
        <w:t>4.658e1</w:t>
      </w:r>
    </w:p>
    <w:p w:rsidR="005B0461" w:rsidRDefault="005B0461" w:rsidP="005B0461">
      <w:r>
        <w:t>371.5391</w:t>
      </w:r>
      <w:r>
        <w:tab/>
        <w:t>4.658e1</w:t>
      </w:r>
    </w:p>
    <w:p w:rsidR="005B0461" w:rsidRDefault="005B0461" w:rsidP="005B0461">
      <w:r>
        <w:t>371.5553</w:t>
      </w:r>
      <w:r>
        <w:tab/>
        <w:t>1.165e2</w:t>
      </w:r>
    </w:p>
    <w:p w:rsidR="005B0461" w:rsidRDefault="005B0461" w:rsidP="005B0461">
      <w:r>
        <w:t>371.5719</w:t>
      </w:r>
      <w:r>
        <w:tab/>
        <w:t>9.316e1</w:t>
      </w:r>
    </w:p>
    <w:p w:rsidR="005B0461" w:rsidRDefault="005B0461" w:rsidP="005B0461">
      <w:r>
        <w:t>371.5896</w:t>
      </w:r>
      <w:r>
        <w:tab/>
        <w:t>9.316e1</w:t>
      </w:r>
    </w:p>
    <w:p w:rsidR="005B0461" w:rsidRDefault="005B0461" w:rsidP="005B0461">
      <w:r>
        <w:t>371.6136</w:t>
      </w:r>
      <w:r>
        <w:tab/>
        <w:t>4.658e1</w:t>
      </w:r>
    </w:p>
    <w:p w:rsidR="005B0461" w:rsidRDefault="005B0461" w:rsidP="005B0461">
      <w:r>
        <w:t>371.6152</w:t>
      </w:r>
      <w:r>
        <w:tab/>
        <w:t>6.987e1</w:t>
      </w:r>
    </w:p>
    <w:p w:rsidR="005B0461" w:rsidRDefault="005B0461" w:rsidP="005B0461">
      <w:r>
        <w:t>371.6357</w:t>
      </w:r>
      <w:r>
        <w:tab/>
        <w:t>4.658e1</w:t>
      </w:r>
    </w:p>
    <w:p w:rsidR="005B0461" w:rsidRDefault="005B0461" w:rsidP="005B0461">
      <w:r>
        <w:t>371.6516</w:t>
      </w:r>
      <w:r>
        <w:tab/>
        <w:t>2.329e1</w:t>
      </w:r>
    </w:p>
    <w:p w:rsidR="005B0461" w:rsidRDefault="005B0461" w:rsidP="005B0461">
      <w:r>
        <w:t>371.6673</w:t>
      </w:r>
      <w:r>
        <w:tab/>
        <w:t>6.987e1</w:t>
      </w:r>
    </w:p>
    <w:p w:rsidR="005B0461" w:rsidRDefault="005B0461" w:rsidP="005B0461">
      <w:r>
        <w:t>371.6843</w:t>
      </w:r>
      <w:r>
        <w:tab/>
        <w:t>1.397e2</w:t>
      </w:r>
    </w:p>
    <w:p w:rsidR="005B0461" w:rsidRDefault="005B0461" w:rsidP="005B0461">
      <w:r>
        <w:t>371.6913</w:t>
      </w:r>
      <w:r>
        <w:tab/>
        <w:t>2.329e1</w:t>
      </w:r>
    </w:p>
    <w:p w:rsidR="005B0461" w:rsidRDefault="005B0461" w:rsidP="005B0461">
      <w:r>
        <w:t>371.6988</w:t>
      </w:r>
      <w:r>
        <w:tab/>
        <w:t>1.397e2</w:t>
      </w:r>
    </w:p>
    <w:p w:rsidR="005B0461" w:rsidRDefault="005B0461" w:rsidP="005B0461">
      <w:r>
        <w:lastRenderedPageBreak/>
        <w:t>371.7377</w:t>
      </w:r>
      <w:r>
        <w:tab/>
        <w:t>6.987e1</w:t>
      </w:r>
    </w:p>
    <w:p w:rsidR="005B0461" w:rsidRDefault="005B0461" w:rsidP="005B0461">
      <w:r>
        <w:t>371.7435</w:t>
      </w:r>
      <w:r>
        <w:tab/>
        <w:t>4.658e1</w:t>
      </w:r>
    </w:p>
    <w:p w:rsidR="005B0461" w:rsidRDefault="005B0461" w:rsidP="005B0461">
      <w:r>
        <w:t>371.7899</w:t>
      </w:r>
      <w:r>
        <w:tab/>
        <w:t>6.987e1</w:t>
      </w:r>
    </w:p>
    <w:p w:rsidR="005B0461" w:rsidRDefault="005B0461" w:rsidP="005B0461">
      <w:r>
        <w:t>371.7978</w:t>
      </w:r>
      <w:r>
        <w:tab/>
        <w:t>2.096e2</w:t>
      </w:r>
    </w:p>
    <w:p w:rsidR="005B0461" w:rsidRDefault="005B0461" w:rsidP="005B0461">
      <w:r>
        <w:t>371.8195</w:t>
      </w:r>
      <w:r>
        <w:tab/>
        <w:t>6.987e1</w:t>
      </w:r>
    </w:p>
    <w:p w:rsidR="005B0461" w:rsidRDefault="005B0461" w:rsidP="005B0461">
      <w:r>
        <w:t>371.8368</w:t>
      </w:r>
      <w:r>
        <w:tab/>
        <w:t>2.329e1</w:t>
      </w:r>
    </w:p>
    <w:p w:rsidR="005B0461" w:rsidRDefault="005B0461" w:rsidP="005B0461">
      <w:r>
        <w:t>371.8486</w:t>
      </w:r>
      <w:r>
        <w:tab/>
        <w:t>1.165e2</w:t>
      </w:r>
    </w:p>
    <w:p w:rsidR="005B0461" w:rsidRDefault="005B0461" w:rsidP="005B0461">
      <w:r>
        <w:t>371.8967</w:t>
      </w:r>
      <w:r>
        <w:tab/>
        <w:t>4.658e1</w:t>
      </w:r>
    </w:p>
    <w:p w:rsidR="005B0461" w:rsidRDefault="005B0461" w:rsidP="005B0461">
      <w:r>
        <w:t>371.9025</w:t>
      </w:r>
      <w:r>
        <w:tab/>
        <w:t>9.316e1</w:t>
      </w:r>
    </w:p>
    <w:p w:rsidR="005B0461" w:rsidRDefault="005B0461" w:rsidP="005B0461">
      <w:r>
        <w:t>371.9091</w:t>
      </w:r>
      <w:r>
        <w:tab/>
        <w:t>4.658e1</w:t>
      </w:r>
    </w:p>
    <w:p w:rsidR="005B0461" w:rsidRDefault="005B0461" w:rsidP="005B0461">
      <w:r>
        <w:t>371.9295</w:t>
      </w:r>
      <w:r>
        <w:tab/>
        <w:t>5.238e1</w:t>
      </w:r>
    </w:p>
    <w:p w:rsidR="005B0461" w:rsidRDefault="005B0461" w:rsidP="005B0461">
      <w:r>
        <w:t>371.9734</w:t>
      </w:r>
      <w:r>
        <w:tab/>
        <w:t>1.407e2</w:t>
      </w:r>
    </w:p>
    <w:p w:rsidR="005B0461" w:rsidRDefault="005B0461" w:rsidP="005B0461">
      <w:r>
        <w:t>372.0318</w:t>
      </w:r>
      <w:r>
        <w:tab/>
        <w:t>1.601e3</w:t>
      </w:r>
    </w:p>
    <w:p w:rsidR="005B0461" w:rsidRDefault="005B0461" w:rsidP="005B0461">
      <w:r>
        <w:t>372.0350</w:t>
      </w:r>
      <w:r>
        <w:tab/>
        <w:t>5.814e3</w:t>
      </w:r>
    </w:p>
    <w:p w:rsidR="005B0461" w:rsidRDefault="005B0461" w:rsidP="005B0461">
      <w:r>
        <w:t>372.1388</w:t>
      </w:r>
      <w:r>
        <w:tab/>
        <w:t>2.329e1</w:t>
      </w:r>
    </w:p>
    <w:p w:rsidR="005B0461" w:rsidRDefault="005B0461" w:rsidP="005B0461">
      <w:r>
        <w:t>372.1479</w:t>
      </w:r>
      <w:r>
        <w:tab/>
        <w:t>5.054e1</w:t>
      </w:r>
    </w:p>
    <w:p w:rsidR="005B0461" w:rsidRDefault="005B0461" w:rsidP="005B0461">
      <w:r>
        <w:t>372.1566</w:t>
      </w:r>
      <w:r>
        <w:tab/>
        <w:t>4.658e1</w:t>
      </w:r>
    </w:p>
    <w:p w:rsidR="005B0461" w:rsidRDefault="005B0461" w:rsidP="005B0461">
      <w:r>
        <w:t>372.1664</w:t>
      </w:r>
      <w:r>
        <w:tab/>
        <w:t>4.658e1</w:t>
      </w:r>
    </w:p>
    <w:p w:rsidR="005B0461" w:rsidRDefault="005B0461" w:rsidP="005B0461">
      <w:r>
        <w:t>372.1943</w:t>
      </w:r>
      <w:r>
        <w:tab/>
        <w:t>2.329e1</w:t>
      </w:r>
    </w:p>
    <w:p w:rsidR="005B0461" w:rsidRDefault="005B0461" w:rsidP="005B0461">
      <w:r>
        <w:lastRenderedPageBreak/>
        <w:t>372.1978</w:t>
      </w:r>
      <w:r>
        <w:tab/>
        <w:t>1.165e2</w:t>
      </w:r>
    </w:p>
    <w:p w:rsidR="005B0461" w:rsidRDefault="005B0461" w:rsidP="005B0461">
      <w:r>
        <w:t>372.2125</w:t>
      </w:r>
      <w:r>
        <w:tab/>
        <w:t>4.658e1</w:t>
      </w:r>
    </w:p>
    <w:p w:rsidR="005B0461" w:rsidRDefault="005B0461" w:rsidP="005B0461">
      <w:r>
        <w:t>372.2568</w:t>
      </w:r>
      <w:r>
        <w:tab/>
        <w:t>4.658e1</w:t>
      </w:r>
    </w:p>
    <w:p w:rsidR="005B0461" w:rsidRDefault="005B0461" w:rsidP="005B0461">
      <w:r>
        <w:t>372.2743</w:t>
      </w:r>
      <w:r>
        <w:tab/>
        <w:t>5.631e1</w:t>
      </w:r>
    </w:p>
    <w:p w:rsidR="005B0461" w:rsidRDefault="005B0461" w:rsidP="005B0461">
      <w:r>
        <w:t>372.2802</w:t>
      </w:r>
      <w:r>
        <w:tab/>
        <w:t>6.987e1</w:t>
      </w:r>
    </w:p>
    <w:p w:rsidR="005B0461" w:rsidRDefault="005B0461" w:rsidP="005B0461">
      <w:r>
        <w:t>372.2893</w:t>
      </w:r>
      <w:r>
        <w:tab/>
        <w:t>6.987e1</w:t>
      </w:r>
    </w:p>
    <w:p w:rsidR="005B0461" w:rsidRDefault="005B0461" w:rsidP="005B0461">
      <w:r>
        <w:t>372.3050</w:t>
      </w:r>
      <w:r>
        <w:tab/>
        <w:t>4.658e1</w:t>
      </w:r>
    </w:p>
    <w:p w:rsidR="005B0461" w:rsidRDefault="005B0461" w:rsidP="005B0461">
      <w:r>
        <w:t>372.3440</w:t>
      </w:r>
      <w:r>
        <w:tab/>
        <w:t>6.987e1</w:t>
      </w:r>
    </w:p>
    <w:p w:rsidR="005B0461" w:rsidRDefault="005B0461" w:rsidP="005B0461">
      <w:r>
        <w:t>372.3491</w:t>
      </w:r>
      <w:r>
        <w:tab/>
        <w:t>4.658e1</w:t>
      </w:r>
    </w:p>
    <w:p w:rsidR="005B0461" w:rsidRDefault="005B0461" w:rsidP="005B0461">
      <w:r>
        <w:t>372.3579</w:t>
      </w:r>
      <w:r>
        <w:tab/>
        <w:t>6.987e1</w:t>
      </w:r>
    </w:p>
    <w:p w:rsidR="005B0461" w:rsidRDefault="005B0461" w:rsidP="005B0461">
      <w:r>
        <w:t>372.3592</w:t>
      </w:r>
      <w:r>
        <w:tab/>
        <w:t>9.316e1</w:t>
      </w:r>
    </w:p>
    <w:p w:rsidR="005B0461" w:rsidRDefault="005B0461" w:rsidP="005B0461">
      <w:r>
        <w:t>372.4022</w:t>
      </w:r>
      <w:r>
        <w:tab/>
        <w:t>4.658e1</w:t>
      </w:r>
    </w:p>
    <w:p w:rsidR="005B0461" w:rsidRDefault="005B0461" w:rsidP="005B0461">
      <w:r>
        <w:t>372.4211</w:t>
      </w:r>
      <w:r>
        <w:tab/>
        <w:t>4.658e1</w:t>
      </w:r>
    </w:p>
    <w:p w:rsidR="005B0461" w:rsidRDefault="005B0461" w:rsidP="005B0461">
      <w:r>
        <w:t>372.4222</w:t>
      </w:r>
      <w:r>
        <w:tab/>
        <w:t>6.987e1</w:t>
      </w:r>
    </w:p>
    <w:p w:rsidR="005B0461" w:rsidRDefault="005B0461" w:rsidP="005B0461">
      <w:r>
        <w:t>372.4692</w:t>
      </w:r>
      <w:r>
        <w:tab/>
        <w:t>4.658e1</w:t>
      </w:r>
    </w:p>
    <w:p w:rsidR="005B0461" w:rsidRDefault="005B0461" w:rsidP="005B0461">
      <w:r>
        <w:t>372.4859</w:t>
      </w:r>
      <w:r>
        <w:tab/>
        <w:t>4.658e1</w:t>
      </w:r>
    </w:p>
    <w:p w:rsidR="005B0461" w:rsidRDefault="005B0461" w:rsidP="005B0461">
      <w:r>
        <w:t>372.5271</w:t>
      </w:r>
      <w:r>
        <w:tab/>
        <w:t>9.316e1</w:t>
      </w:r>
    </w:p>
    <w:p w:rsidR="005B0461" w:rsidRDefault="005B0461" w:rsidP="005B0461">
      <w:r>
        <w:t>372.5386</w:t>
      </w:r>
      <w:r>
        <w:tab/>
        <w:t>1.165e2</w:t>
      </w:r>
    </w:p>
    <w:p w:rsidR="005B0461" w:rsidRDefault="005B0461" w:rsidP="005B0461">
      <w:r>
        <w:t>372.5588</w:t>
      </w:r>
      <w:r>
        <w:tab/>
        <w:t>2.329e1</w:t>
      </w:r>
    </w:p>
    <w:p w:rsidR="005B0461" w:rsidRDefault="005B0461" w:rsidP="005B0461">
      <w:r>
        <w:lastRenderedPageBreak/>
        <w:t>372.5947</w:t>
      </w:r>
      <w:r>
        <w:tab/>
        <w:t>2.329e1</w:t>
      </w:r>
    </w:p>
    <w:p w:rsidR="005B0461" w:rsidRDefault="005B0461" w:rsidP="005B0461">
      <w:r>
        <w:t>372.5971</w:t>
      </w:r>
      <w:r>
        <w:tab/>
        <w:t>6.987e1</w:t>
      </w:r>
    </w:p>
    <w:p w:rsidR="005B0461" w:rsidRDefault="005B0461" w:rsidP="005B0461">
      <w:r>
        <w:t>372.5986</w:t>
      </w:r>
      <w:r>
        <w:tab/>
        <w:t>2.329e1</w:t>
      </w:r>
    </w:p>
    <w:p w:rsidR="005B0461" w:rsidRDefault="005B0461" w:rsidP="005B0461">
      <w:r>
        <w:t>372.6196</w:t>
      </w:r>
      <w:r>
        <w:tab/>
        <w:t>2.329e1</w:t>
      </w:r>
    </w:p>
    <w:p w:rsidR="005B0461" w:rsidRDefault="005B0461" w:rsidP="005B0461">
      <w:r>
        <w:t>372.6337</w:t>
      </w:r>
      <w:r>
        <w:tab/>
        <w:t>4.658e1</w:t>
      </w:r>
    </w:p>
    <w:p w:rsidR="005B0461" w:rsidRDefault="005B0461" w:rsidP="005B0461">
      <w:r>
        <w:t>372.6981</w:t>
      </w:r>
      <w:r>
        <w:tab/>
        <w:t>2.329e1</w:t>
      </w:r>
    </w:p>
    <w:p w:rsidR="005B0461" w:rsidRDefault="005B0461" w:rsidP="005B0461">
      <w:r>
        <w:t>372.7182</w:t>
      </w:r>
      <w:r>
        <w:tab/>
        <w:t>4.658e1</w:t>
      </w:r>
    </w:p>
    <w:p w:rsidR="005B0461" w:rsidRDefault="005B0461" w:rsidP="005B0461">
      <w:r>
        <w:t>372.7501</w:t>
      </w:r>
      <w:r>
        <w:tab/>
        <w:t>6.987e1</w:t>
      </w:r>
    </w:p>
    <w:p w:rsidR="005B0461" w:rsidRDefault="005B0461" w:rsidP="005B0461">
      <w:r>
        <w:t>372.7688</w:t>
      </w:r>
      <w:r>
        <w:tab/>
        <w:t>4.658e1</w:t>
      </w:r>
    </w:p>
    <w:p w:rsidR="005B0461" w:rsidRDefault="005B0461" w:rsidP="005B0461">
      <w:r>
        <w:t>372.7710</w:t>
      </w:r>
      <w:r>
        <w:tab/>
        <w:t>2.329e1</w:t>
      </w:r>
    </w:p>
    <w:p w:rsidR="005B0461" w:rsidRDefault="005B0461" w:rsidP="005B0461">
      <w:r>
        <w:t>372.7818</w:t>
      </w:r>
      <w:r>
        <w:tab/>
        <w:t>8.462e1</w:t>
      </w:r>
    </w:p>
    <w:p w:rsidR="005B0461" w:rsidRDefault="005B0461" w:rsidP="005B0461">
      <w:r>
        <w:t>372.8264</w:t>
      </w:r>
      <w:r>
        <w:tab/>
        <w:t>4.658e1</w:t>
      </w:r>
    </w:p>
    <w:p w:rsidR="005B0461" w:rsidRDefault="005B0461" w:rsidP="005B0461">
      <w:r>
        <w:t>372.8443</w:t>
      </w:r>
      <w:r>
        <w:tab/>
        <w:t>4.658e1</w:t>
      </w:r>
    </w:p>
    <w:p w:rsidR="005B0461" w:rsidRDefault="005B0461" w:rsidP="005B0461">
      <w:r>
        <w:t>372.8838</w:t>
      </w:r>
      <w:r>
        <w:tab/>
        <w:t>2.329e1</w:t>
      </w:r>
    </w:p>
    <w:p w:rsidR="005B0461" w:rsidRDefault="005B0461" w:rsidP="005B0461">
      <w:r>
        <w:t>372.8971</w:t>
      </w:r>
      <w:r>
        <w:tab/>
        <w:t>2.329e1</w:t>
      </w:r>
    </w:p>
    <w:p w:rsidR="005B0461" w:rsidRDefault="005B0461" w:rsidP="005B0461">
      <w:r>
        <w:t>372.9102</w:t>
      </w:r>
      <w:r>
        <w:tab/>
        <w:t>9.316e1</w:t>
      </w:r>
    </w:p>
    <w:p w:rsidR="005B0461" w:rsidRDefault="005B0461" w:rsidP="005B0461">
      <w:r>
        <w:t>372.9337</w:t>
      </w:r>
      <w:r>
        <w:tab/>
        <w:t>2.329e1</w:t>
      </w:r>
    </w:p>
    <w:p w:rsidR="005B0461" w:rsidRDefault="005B0461" w:rsidP="005B0461">
      <w:r>
        <w:t>372.9435</w:t>
      </w:r>
      <w:r>
        <w:tab/>
        <w:t>2.329e1</w:t>
      </w:r>
    </w:p>
    <w:p w:rsidR="005B0461" w:rsidRDefault="005B0461" w:rsidP="005B0461">
      <w:r>
        <w:t>373.0306</w:t>
      </w:r>
      <w:r>
        <w:tab/>
        <w:t>3.959e2</w:t>
      </w:r>
    </w:p>
    <w:p w:rsidR="005B0461" w:rsidRDefault="005B0461" w:rsidP="005B0461">
      <w:r>
        <w:lastRenderedPageBreak/>
        <w:t>373.0330</w:t>
      </w:r>
      <w:r>
        <w:tab/>
        <w:t>5.590e2</w:t>
      </w:r>
    </w:p>
    <w:p w:rsidR="005B0461" w:rsidRDefault="005B0461" w:rsidP="005B0461">
      <w:r>
        <w:t>373.0373</w:t>
      </w:r>
      <w:r>
        <w:tab/>
        <w:t>3.261e2</w:t>
      </w:r>
    </w:p>
    <w:p w:rsidR="005B0461" w:rsidRDefault="005B0461" w:rsidP="005B0461">
      <w:r>
        <w:t>373.0478</w:t>
      </w:r>
      <w:r>
        <w:tab/>
        <w:t>1.397e2</w:t>
      </w:r>
    </w:p>
    <w:p w:rsidR="005B0461" w:rsidRDefault="005B0461" w:rsidP="005B0461">
      <w:r>
        <w:t>373.1031</w:t>
      </w:r>
      <w:r>
        <w:tab/>
        <w:t>9.316e1</w:t>
      </w:r>
    </w:p>
    <w:p w:rsidR="005B0461" w:rsidRDefault="005B0461" w:rsidP="005B0461">
      <w:r>
        <w:t>373.1096</w:t>
      </w:r>
      <w:r>
        <w:tab/>
        <w:t>6.987e1</w:t>
      </w:r>
    </w:p>
    <w:p w:rsidR="005B0461" w:rsidRDefault="005B0461" w:rsidP="005B0461">
      <w:r>
        <w:t>373.1227</w:t>
      </w:r>
      <w:r>
        <w:tab/>
        <w:t>2.329e1</w:t>
      </w:r>
    </w:p>
    <w:p w:rsidR="005B0461" w:rsidRDefault="005B0461" w:rsidP="005B0461">
      <w:r>
        <w:t>373.1492</w:t>
      </w:r>
      <w:r>
        <w:tab/>
        <w:t>4.658e1</w:t>
      </w:r>
    </w:p>
    <w:p w:rsidR="005B0461" w:rsidRDefault="005B0461" w:rsidP="005B0461">
      <w:r>
        <w:t>373.1527</w:t>
      </w:r>
      <w:r>
        <w:tab/>
        <w:t>4.658e1</w:t>
      </w:r>
    </w:p>
    <w:p w:rsidR="005B0461" w:rsidRDefault="005B0461" w:rsidP="005B0461">
      <w:r>
        <w:t>373.1552</w:t>
      </w:r>
      <w:r>
        <w:tab/>
        <w:t>4.658e1</w:t>
      </w:r>
    </w:p>
    <w:p w:rsidR="005B0461" w:rsidRDefault="005B0461" w:rsidP="005B0461">
      <w:r>
        <w:t>373.2186</w:t>
      </w:r>
      <w:r>
        <w:tab/>
        <w:t>4.658e1</w:t>
      </w:r>
    </w:p>
    <w:p w:rsidR="005B0461" w:rsidRDefault="005B0461" w:rsidP="005B0461">
      <w:r>
        <w:t>373.2448</w:t>
      </w:r>
      <w:r>
        <w:tab/>
        <w:t>4.084e0</w:t>
      </w:r>
    </w:p>
    <w:p w:rsidR="005B0461" w:rsidRDefault="005B0461" w:rsidP="005B0461">
      <w:r>
        <w:t>373.2576</w:t>
      </w:r>
      <w:r>
        <w:tab/>
        <w:t>4.658e1</w:t>
      </w:r>
    </w:p>
    <w:p w:rsidR="005B0461" w:rsidRDefault="005B0461" w:rsidP="005B0461">
      <w:r>
        <w:t>373.2688</w:t>
      </w:r>
      <w:r>
        <w:tab/>
        <w:t>2.329e1</w:t>
      </w:r>
    </w:p>
    <w:p w:rsidR="005B0461" w:rsidRDefault="005B0461" w:rsidP="005B0461">
      <w:r>
        <w:t>373.2887</w:t>
      </w:r>
      <w:r>
        <w:tab/>
        <w:t>2.753e1</w:t>
      </w:r>
    </w:p>
    <w:p w:rsidR="005B0461" w:rsidRDefault="005B0461" w:rsidP="005B0461">
      <w:r>
        <w:t>373.3390</w:t>
      </w:r>
      <w:r>
        <w:tab/>
        <w:t>4.658e1</w:t>
      </w:r>
    </w:p>
    <w:p w:rsidR="005B0461" w:rsidRDefault="005B0461" w:rsidP="005B0461">
      <w:r>
        <w:t>373.3551</w:t>
      </w:r>
      <w:r>
        <w:tab/>
        <w:t>2.329e1</w:t>
      </w:r>
    </w:p>
    <w:p w:rsidR="005B0461" w:rsidRDefault="005B0461" w:rsidP="005B0461">
      <w:r>
        <w:t>373.3563</w:t>
      </w:r>
      <w:r>
        <w:tab/>
        <w:t>1.524e1</w:t>
      </w:r>
    </w:p>
    <w:p w:rsidR="005B0461" w:rsidRDefault="005B0461" w:rsidP="005B0461">
      <w:r>
        <w:t>373.4028</w:t>
      </w:r>
      <w:r>
        <w:tab/>
        <w:t>6.987e1</w:t>
      </w:r>
    </w:p>
    <w:p w:rsidR="005B0461" w:rsidRDefault="005B0461" w:rsidP="005B0461">
      <w:r>
        <w:t>373.4067</w:t>
      </w:r>
      <w:r>
        <w:tab/>
        <w:t>2.329e1</w:t>
      </w:r>
    </w:p>
    <w:p w:rsidR="005B0461" w:rsidRDefault="005B0461" w:rsidP="005B0461">
      <w:r>
        <w:lastRenderedPageBreak/>
        <w:t>373.4115</w:t>
      </w:r>
      <w:r>
        <w:tab/>
        <w:t>4.658e1</w:t>
      </w:r>
    </w:p>
    <w:p w:rsidR="005B0461" w:rsidRDefault="005B0461" w:rsidP="005B0461">
      <w:r>
        <w:t>373.4491</w:t>
      </w:r>
      <w:r>
        <w:tab/>
        <w:t>2.594e0</w:t>
      </w:r>
    </w:p>
    <w:p w:rsidR="005B0461" w:rsidRDefault="005B0461" w:rsidP="005B0461">
      <w:r>
        <w:t>373.4738</w:t>
      </w:r>
      <w:r>
        <w:tab/>
        <w:t>2.329e1</w:t>
      </w:r>
    </w:p>
    <w:p w:rsidR="005B0461" w:rsidRDefault="005B0461" w:rsidP="005B0461">
      <w:r>
        <w:t>373.5027</w:t>
      </w:r>
      <w:r>
        <w:tab/>
        <w:t>2.464e1</w:t>
      </w:r>
    </w:p>
    <w:p w:rsidR="005B0461" w:rsidRDefault="005B0461" w:rsidP="005B0461">
      <w:r>
        <w:t>373.5146</w:t>
      </w:r>
      <w:r>
        <w:tab/>
        <w:t>4.658e1</w:t>
      </w:r>
    </w:p>
    <w:p w:rsidR="005B0461" w:rsidRDefault="005B0461" w:rsidP="005B0461">
      <w:r>
        <w:t>373.5498</w:t>
      </w:r>
      <w:r>
        <w:tab/>
        <w:t>4.051e0</w:t>
      </w:r>
    </w:p>
    <w:p w:rsidR="005B0461" w:rsidRDefault="005B0461" w:rsidP="005B0461">
      <w:r>
        <w:t>373.5744</w:t>
      </w:r>
      <w:r>
        <w:tab/>
        <w:t>2.329e1</w:t>
      </w:r>
    </w:p>
    <w:p w:rsidR="005B0461" w:rsidRDefault="005B0461" w:rsidP="005B0461">
      <w:r>
        <w:t>373.5810</w:t>
      </w:r>
      <w:r>
        <w:tab/>
        <w:t>2.329e1</w:t>
      </w:r>
    </w:p>
    <w:p w:rsidR="005B0461" w:rsidRDefault="005B0461" w:rsidP="005B0461">
      <w:r>
        <w:t>373.6408</w:t>
      </w:r>
      <w:r>
        <w:tab/>
        <w:t>2.329e1</w:t>
      </w:r>
    </w:p>
    <w:p w:rsidR="005B0461" w:rsidRDefault="005B0461" w:rsidP="005B0461">
      <w:r>
        <w:t>373.6468</w:t>
      </w:r>
      <w:r>
        <w:tab/>
        <w:t>4.051e0</w:t>
      </w:r>
    </w:p>
    <w:p w:rsidR="005B0461" w:rsidRDefault="005B0461" w:rsidP="005B0461">
      <w:r>
        <w:t>373.6787</w:t>
      </w:r>
      <w:r>
        <w:tab/>
        <w:t>2.787e1</w:t>
      </w:r>
    </w:p>
    <w:p w:rsidR="005B0461" w:rsidRDefault="005B0461" w:rsidP="005B0461">
      <w:r>
        <w:t>373.7000</w:t>
      </w:r>
      <w:r>
        <w:tab/>
        <w:t>2.329e1</w:t>
      </w:r>
    </w:p>
    <w:p w:rsidR="005B0461" w:rsidRDefault="005B0461" w:rsidP="005B0461">
      <w:r>
        <w:t>373.7063</w:t>
      </w:r>
      <w:r>
        <w:tab/>
        <w:t>4.658e1</w:t>
      </w:r>
    </w:p>
    <w:p w:rsidR="005B0461" w:rsidRDefault="005B0461" w:rsidP="005B0461">
      <w:r>
        <w:t>373.7169</w:t>
      </w:r>
      <w:r>
        <w:tab/>
        <w:t>5.057e0</w:t>
      </w:r>
    </w:p>
    <w:p w:rsidR="005B0461" w:rsidRDefault="005B0461" w:rsidP="005B0461">
      <w:r>
        <w:t>373.7339</w:t>
      </w:r>
      <w:r>
        <w:tab/>
        <w:t>2.329e1</w:t>
      </w:r>
    </w:p>
    <w:p w:rsidR="005B0461" w:rsidRDefault="005B0461" w:rsidP="005B0461">
      <w:r>
        <w:t>373.7407</w:t>
      </w:r>
      <w:r>
        <w:tab/>
        <w:t>4.658e1</w:t>
      </w:r>
    </w:p>
    <w:p w:rsidR="005B0461" w:rsidRDefault="005B0461" w:rsidP="005B0461">
      <w:r>
        <w:t>373.7878</w:t>
      </w:r>
      <w:r>
        <w:tab/>
        <w:t>4.051e0</w:t>
      </w:r>
    </w:p>
    <w:p w:rsidR="005B0461" w:rsidRDefault="005B0461" w:rsidP="005B0461">
      <w:r>
        <w:t>373.7900</w:t>
      </w:r>
      <w:r>
        <w:tab/>
        <w:t>4.658e1</w:t>
      </w:r>
    </w:p>
    <w:p w:rsidR="005B0461" w:rsidRDefault="005B0461" w:rsidP="005B0461">
      <w:r>
        <w:t>373.8169</w:t>
      </w:r>
      <w:r>
        <w:tab/>
        <w:t>2.329e1</w:t>
      </w:r>
    </w:p>
    <w:p w:rsidR="005B0461" w:rsidRDefault="005B0461" w:rsidP="005B0461">
      <w:r>
        <w:lastRenderedPageBreak/>
        <w:t>373.8293</w:t>
      </w:r>
      <w:r>
        <w:tab/>
        <w:t>4.658e1</w:t>
      </w:r>
    </w:p>
    <w:p w:rsidR="005B0461" w:rsidRDefault="005B0461" w:rsidP="005B0461">
      <w:r>
        <w:t>373.8669</w:t>
      </w:r>
      <w:r>
        <w:tab/>
        <w:t>2.329e1</w:t>
      </w:r>
    </w:p>
    <w:p w:rsidR="005B0461" w:rsidRDefault="005B0461" w:rsidP="005B0461">
      <w:r>
        <w:t>373.8735</w:t>
      </w:r>
      <w:r>
        <w:tab/>
        <w:t>2.329e1</w:t>
      </w:r>
    </w:p>
    <w:p w:rsidR="005B0461" w:rsidRDefault="005B0461" w:rsidP="005B0461">
      <w:r>
        <w:t>373.8853</w:t>
      </w:r>
      <w:r>
        <w:tab/>
        <w:t>3.848e0</w:t>
      </w:r>
    </w:p>
    <w:p w:rsidR="005B0461" w:rsidRDefault="005B0461" w:rsidP="005B0461">
      <w:r>
        <w:t>373.8913</w:t>
      </w:r>
      <w:r>
        <w:tab/>
        <w:t>4.658e1</w:t>
      </w:r>
    </w:p>
    <w:p w:rsidR="005B0461" w:rsidRDefault="005B0461" w:rsidP="005B0461">
      <w:r>
        <w:t>373.9301</w:t>
      </w:r>
      <w:r>
        <w:tab/>
        <w:t>4.658e1</w:t>
      </w:r>
    </w:p>
    <w:p w:rsidR="005B0461" w:rsidRDefault="005B0461" w:rsidP="005B0461">
      <w:r>
        <w:t>373.9546</w:t>
      </w:r>
      <w:r>
        <w:tab/>
        <w:t>3.535e0</w:t>
      </w:r>
    </w:p>
    <w:p w:rsidR="005B0461" w:rsidRDefault="005B0461" w:rsidP="005B0461">
      <w:r>
        <w:t>373.9600</w:t>
      </w:r>
      <w:r>
        <w:tab/>
        <w:t>2.329e1</w:t>
      </w:r>
    </w:p>
    <w:p w:rsidR="005B0461" w:rsidRDefault="005B0461" w:rsidP="005B0461">
      <w:r>
        <w:t>374.0094</w:t>
      </w:r>
      <w:r>
        <w:tab/>
        <w:t>4.658e1</w:t>
      </w:r>
    </w:p>
    <w:p w:rsidR="005B0461" w:rsidRDefault="005B0461" w:rsidP="005B0461">
      <w:r>
        <w:t>374.0416</w:t>
      </w:r>
      <w:r>
        <w:tab/>
        <w:t>2.027e2</w:t>
      </w:r>
    </w:p>
    <w:p w:rsidR="005B0461" w:rsidRDefault="005B0461" w:rsidP="005B0461">
      <w:r>
        <w:t>374.0691</w:t>
      </w:r>
      <w:r>
        <w:tab/>
        <w:t>6.911e0</w:t>
      </w:r>
    </w:p>
    <w:p w:rsidR="005B0461" w:rsidRDefault="005B0461" w:rsidP="005B0461">
      <w:r>
        <w:t>374.0731</w:t>
      </w:r>
      <w:r>
        <w:tab/>
        <w:t>2.329e1</w:t>
      </w:r>
    </w:p>
    <w:p w:rsidR="005B0461" w:rsidRDefault="005B0461" w:rsidP="005B0461">
      <w:r>
        <w:t>374.1139</w:t>
      </w:r>
      <w:r>
        <w:tab/>
        <w:t>2.329e1</w:t>
      </w:r>
    </w:p>
    <w:p w:rsidR="005B0461" w:rsidRDefault="005B0461" w:rsidP="005B0461">
      <w:r>
        <w:t>374.1174</w:t>
      </w:r>
      <w:r>
        <w:tab/>
        <w:t>4.658e1</w:t>
      </w:r>
    </w:p>
    <w:p w:rsidR="005B0461" w:rsidRDefault="005B0461" w:rsidP="005B0461">
      <w:r>
        <w:t>374.1955</w:t>
      </w:r>
      <w:r>
        <w:tab/>
        <w:t>6.987e1</w:t>
      </w:r>
    </w:p>
    <w:p w:rsidR="005B0461" w:rsidRDefault="005B0461" w:rsidP="005B0461">
      <w:r>
        <w:t>374.1981</w:t>
      </w:r>
      <w:r>
        <w:tab/>
        <w:t>2.329e1</w:t>
      </w:r>
    </w:p>
    <w:p w:rsidR="005B0461" w:rsidRDefault="005B0461" w:rsidP="005B0461">
      <w:r>
        <w:t>374.2378</w:t>
      </w:r>
      <w:r>
        <w:tab/>
        <w:t>4.658e1</w:t>
      </w:r>
    </w:p>
    <w:p w:rsidR="005B0461" w:rsidRDefault="005B0461" w:rsidP="005B0461">
      <w:r>
        <w:t>374.2504</w:t>
      </w:r>
      <w:r>
        <w:tab/>
        <w:t>5.932e0</w:t>
      </w:r>
    </w:p>
    <w:p w:rsidR="005B0461" w:rsidRDefault="005B0461" w:rsidP="005B0461">
      <w:r>
        <w:t>374.2528</w:t>
      </w:r>
      <w:r>
        <w:tab/>
        <w:t>2.329e1</w:t>
      </w:r>
    </w:p>
    <w:p w:rsidR="005B0461" w:rsidRDefault="005B0461" w:rsidP="005B0461">
      <w:r>
        <w:lastRenderedPageBreak/>
        <w:t>374.2691</w:t>
      </w:r>
      <w:r>
        <w:tab/>
        <w:t>6.331e0</w:t>
      </w:r>
    </w:p>
    <w:p w:rsidR="005B0461" w:rsidRDefault="005B0461" w:rsidP="005B0461">
      <w:r>
        <w:t>374.3041</w:t>
      </w:r>
      <w:r>
        <w:tab/>
        <w:t>8.714e0</w:t>
      </w:r>
    </w:p>
    <w:p w:rsidR="005B0461" w:rsidRDefault="005B0461" w:rsidP="005B0461">
      <w:r>
        <w:t>374.3098</w:t>
      </w:r>
      <w:r>
        <w:tab/>
        <w:t>3.171e0</w:t>
      </w:r>
    </w:p>
    <w:p w:rsidR="005B0461" w:rsidRDefault="005B0461" w:rsidP="005B0461">
      <w:r>
        <w:t>374.3345</w:t>
      </w:r>
      <w:r>
        <w:tab/>
        <w:t>1.245e0</w:t>
      </w:r>
    </w:p>
    <w:p w:rsidR="005B0461" w:rsidRDefault="005B0461" w:rsidP="005B0461">
      <w:r>
        <w:t>374.3599</w:t>
      </w:r>
      <w:r>
        <w:tab/>
        <w:t>7.210e0</w:t>
      </w:r>
    </w:p>
    <w:p w:rsidR="005B0461" w:rsidRDefault="005B0461" w:rsidP="005B0461">
      <w:r>
        <w:t>374.3920</w:t>
      </w:r>
      <w:r>
        <w:tab/>
        <w:t>4.774e0</w:t>
      </w:r>
    </w:p>
    <w:p w:rsidR="005B0461" w:rsidRDefault="005B0461" w:rsidP="005B0461">
      <w:r>
        <w:t>374.4008</w:t>
      </w:r>
      <w:r>
        <w:tab/>
        <w:t>6.209e0</w:t>
      </w:r>
    </w:p>
    <w:p w:rsidR="005B0461" w:rsidRDefault="005B0461" w:rsidP="005B0461">
      <w:r>
        <w:t>374.4138</w:t>
      </w:r>
      <w:r>
        <w:tab/>
        <w:t>3.414e0</w:t>
      </w:r>
    </w:p>
    <w:p w:rsidR="005B0461" w:rsidRDefault="005B0461" w:rsidP="005B0461">
      <w:r>
        <w:t>374.4671</w:t>
      </w:r>
      <w:r>
        <w:tab/>
        <w:t>3.193e0</w:t>
      </w:r>
    </w:p>
    <w:p w:rsidR="005B0461" w:rsidRDefault="005B0461" w:rsidP="005B0461">
      <w:r>
        <w:t>374.4878</w:t>
      </w:r>
      <w:r>
        <w:tab/>
        <w:t>1.013e1</w:t>
      </w:r>
    </w:p>
    <w:p w:rsidR="005B0461" w:rsidRDefault="005B0461" w:rsidP="005B0461">
      <w:r>
        <w:t>374.5279</w:t>
      </w:r>
      <w:r>
        <w:tab/>
        <w:t>5.063e0</w:t>
      </w:r>
    </w:p>
    <w:p w:rsidR="005B0461" w:rsidRDefault="005B0461" w:rsidP="005B0461">
      <w:r>
        <w:t>374.5331</w:t>
      </w:r>
      <w:r>
        <w:tab/>
        <w:t>4.789e0</w:t>
      </w:r>
    </w:p>
    <w:p w:rsidR="005B0461" w:rsidRDefault="005B0461" w:rsidP="005B0461">
      <w:r>
        <w:t>374.5714</w:t>
      </w:r>
      <w:r>
        <w:tab/>
        <w:t>2.201e0</w:t>
      </w:r>
    </w:p>
    <w:p w:rsidR="005B0461" w:rsidRDefault="005B0461" w:rsidP="005B0461">
      <w:r>
        <w:t>374.5791</w:t>
      </w:r>
      <w:r>
        <w:tab/>
        <w:t>2.025e0</w:t>
      </w:r>
    </w:p>
    <w:p w:rsidR="005B0461" w:rsidRDefault="005B0461" w:rsidP="005B0461">
      <w:r>
        <w:t>374.5846</w:t>
      </w:r>
      <w:r>
        <w:tab/>
        <w:t>4.048e0</w:t>
      </w:r>
    </w:p>
    <w:p w:rsidR="005B0461" w:rsidRDefault="005B0461" w:rsidP="005B0461">
      <w:r>
        <w:t>374.5863</w:t>
      </w:r>
      <w:r>
        <w:tab/>
        <w:t>5.521e0</w:t>
      </w:r>
    </w:p>
    <w:p w:rsidR="005B0461" w:rsidRDefault="005B0461" w:rsidP="005B0461">
      <w:r>
        <w:t>374.6207</w:t>
      </w:r>
      <w:r>
        <w:tab/>
        <w:t>3.038e0</w:t>
      </w:r>
    </w:p>
    <w:p w:rsidR="005B0461" w:rsidRDefault="005B0461" w:rsidP="005B0461">
      <w:r>
        <w:t>374.6326</w:t>
      </w:r>
      <w:r>
        <w:tab/>
        <w:t>3.038e0</w:t>
      </w:r>
    </w:p>
    <w:p w:rsidR="005B0461" w:rsidRDefault="005B0461" w:rsidP="005B0461">
      <w:r>
        <w:t>374.6387</w:t>
      </w:r>
      <w:r>
        <w:tab/>
        <w:t>6.050e0</w:t>
      </w:r>
    </w:p>
    <w:p w:rsidR="005B0461" w:rsidRDefault="005B0461" w:rsidP="005B0461">
      <w:r>
        <w:lastRenderedPageBreak/>
        <w:t>374.6709</w:t>
      </w:r>
      <w:r>
        <w:tab/>
        <w:t>2.766e0</w:t>
      </w:r>
    </w:p>
    <w:p w:rsidR="005B0461" w:rsidRDefault="005B0461" w:rsidP="005B0461">
      <w:r>
        <w:t>374.6764</w:t>
      </w:r>
      <w:r>
        <w:tab/>
        <w:t>3.048e0</w:t>
      </w:r>
    </w:p>
    <w:p w:rsidR="005B0461" w:rsidRDefault="005B0461" w:rsidP="005B0461">
      <w:r>
        <w:t>374.7083</w:t>
      </w:r>
      <w:r>
        <w:tab/>
        <w:t>8.275e0</w:t>
      </w:r>
    </w:p>
    <w:p w:rsidR="005B0461" w:rsidRDefault="005B0461" w:rsidP="005B0461">
      <w:r>
        <w:t>374.7183</w:t>
      </w:r>
      <w:r>
        <w:tab/>
        <w:t>3.560e0</w:t>
      </w:r>
    </w:p>
    <w:p w:rsidR="005B0461" w:rsidRDefault="005B0461" w:rsidP="005B0461">
      <w:r>
        <w:t>374.7614</w:t>
      </w:r>
      <w:r>
        <w:tab/>
        <w:t>2.562e0</w:t>
      </w:r>
    </w:p>
    <w:p w:rsidR="005B0461" w:rsidRDefault="005B0461" w:rsidP="005B0461">
      <w:r>
        <w:t>374.7798</w:t>
      </w:r>
      <w:r>
        <w:tab/>
        <w:t>3.484e0</w:t>
      </w:r>
    </w:p>
    <w:p w:rsidR="005B0461" w:rsidRDefault="005B0461" w:rsidP="005B0461">
      <w:r>
        <w:t>374.8008</w:t>
      </w:r>
      <w:r>
        <w:tab/>
        <w:t>4.886e0</w:t>
      </w:r>
    </w:p>
    <w:p w:rsidR="005B0461" w:rsidRDefault="005B0461" w:rsidP="005B0461">
      <w:r>
        <w:t>374.8065</w:t>
      </w:r>
      <w:r>
        <w:tab/>
        <w:t>6.754e0</w:t>
      </w:r>
    </w:p>
    <w:p w:rsidR="005B0461" w:rsidRDefault="005B0461" w:rsidP="005B0461">
      <w:r>
        <w:t>374.8159</w:t>
      </w:r>
      <w:r>
        <w:tab/>
        <w:t>3.521e0</w:t>
      </w:r>
    </w:p>
    <w:p w:rsidR="005B0461" w:rsidRDefault="005B0461" w:rsidP="005B0461">
      <w:r>
        <w:t>374.8397</w:t>
      </w:r>
      <w:r>
        <w:tab/>
        <w:t>4.515e0</w:t>
      </w:r>
    </w:p>
    <w:p w:rsidR="005B0461" w:rsidRDefault="005B0461" w:rsidP="005B0461">
      <w:r>
        <w:t>374.8598</w:t>
      </w:r>
      <w:r>
        <w:tab/>
        <w:t>3.038e0</w:t>
      </w:r>
    </w:p>
    <w:p w:rsidR="005B0461" w:rsidRDefault="005B0461" w:rsidP="005B0461">
      <w:r>
        <w:t>374.8857</w:t>
      </w:r>
      <w:r>
        <w:tab/>
        <w:t>5.419e0</w:t>
      </w:r>
    </w:p>
    <w:p w:rsidR="005B0461" w:rsidRDefault="005B0461" w:rsidP="005B0461">
      <w:r>
        <w:t>374.9021</w:t>
      </w:r>
      <w:r>
        <w:tab/>
        <w:t>2.972e0</w:t>
      </w:r>
    </w:p>
    <w:p w:rsidR="005B0461" w:rsidRDefault="005B0461" w:rsidP="005B0461">
      <w:r>
        <w:t>374.9356</w:t>
      </w:r>
      <w:r>
        <w:tab/>
        <w:t>5.725e0</w:t>
      </w:r>
    </w:p>
    <w:p w:rsidR="005B0461" w:rsidRDefault="005B0461" w:rsidP="005B0461">
      <w:r>
        <w:t>374.9558</w:t>
      </w:r>
      <w:r>
        <w:tab/>
        <w:t>1.082e0</w:t>
      </w:r>
    </w:p>
    <w:p w:rsidR="005B0461" w:rsidRDefault="005B0461" w:rsidP="005B0461">
      <w:r>
        <w:t>374.9616</w:t>
      </w:r>
      <w:r>
        <w:tab/>
        <w:t>3.127e0</w:t>
      </w:r>
    </w:p>
    <w:p w:rsidR="005B0461" w:rsidRDefault="005B0461" w:rsidP="005B0461">
      <w:r>
        <w:t>374.9808</w:t>
      </w:r>
      <w:r>
        <w:tab/>
        <w:t>2.876e0</w:t>
      </w:r>
    </w:p>
    <w:p w:rsidR="005B0461" w:rsidRDefault="005B0461" w:rsidP="005B0461">
      <w:r>
        <w:t>374.9860</w:t>
      </w:r>
      <w:r>
        <w:tab/>
        <w:t>1.368e0</w:t>
      </w:r>
    </w:p>
    <w:p w:rsidR="005B0461" w:rsidRDefault="005B0461" w:rsidP="005B0461">
      <w:r>
        <w:t>375.0822</w:t>
      </w:r>
      <w:r>
        <w:tab/>
        <w:t>2.025e0</w:t>
      </w:r>
    </w:p>
    <w:p w:rsidR="005B0461" w:rsidRDefault="005B0461" w:rsidP="005B0461">
      <w:r>
        <w:lastRenderedPageBreak/>
        <w:t>375.1370</w:t>
      </w:r>
      <w:r>
        <w:tab/>
        <w:t>1.951e1</w:t>
      </w:r>
    </w:p>
    <w:p w:rsidR="005B0461" w:rsidRDefault="005B0461" w:rsidP="005B0461">
      <w:r>
        <w:t>375.1423</w:t>
      </w:r>
      <w:r>
        <w:tab/>
        <w:t>1.995e1</w:t>
      </w:r>
    </w:p>
    <w:p w:rsidR="005B0461" w:rsidRDefault="005B0461" w:rsidP="005B0461">
      <w:r>
        <w:t>375.1434</w:t>
      </w:r>
      <w:r>
        <w:tab/>
        <w:t>1.446e1</w:t>
      </w:r>
    </w:p>
    <w:p w:rsidR="005B0461" w:rsidRDefault="005B0461" w:rsidP="005B0461">
      <w:r>
        <w:t>375.1826</w:t>
      </w:r>
      <w:r>
        <w:tab/>
        <w:t>4.315e0</w:t>
      </w:r>
    </w:p>
    <w:p w:rsidR="005B0461" w:rsidRDefault="005B0461" w:rsidP="005B0461">
      <w:r>
        <w:t>375.2175</w:t>
      </w:r>
      <w:r>
        <w:tab/>
        <w:t>3.654e0</w:t>
      </w:r>
    </w:p>
    <w:p w:rsidR="005B0461" w:rsidRDefault="005B0461" w:rsidP="005B0461">
      <w:r>
        <w:t>375.2383</w:t>
      </w:r>
      <w:r>
        <w:tab/>
        <w:t>1.554e0</w:t>
      </w:r>
    </w:p>
    <w:p w:rsidR="005B0461" w:rsidRDefault="005B0461" w:rsidP="005B0461">
      <w:r>
        <w:t>375.2714</w:t>
      </w:r>
      <w:r>
        <w:tab/>
        <w:t>2.476e0</w:t>
      </w:r>
    </w:p>
    <w:p w:rsidR="005B0461" w:rsidRDefault="005B0461" w:rsidP="005B0461">
      <w:r>
        <w:t>375.3001</w:t>
      </w:r>
      <w:r>
        <w:tab/>
        <w:t>1.204e0</w:t>
      </w:r>
    </w:p>
    <w:p w:rsidR="005B0461" w:rsidRDefault="005B0461" w:rsidP="005B0461">
      <w:r>
        <w:t>375.3194</w:t>
      </w:r>
      <w:r>
        <w:tab/>
        <w:t>6.494e0</w:t>
      </w:r>
    </w:p>
    <w:p w:rsidR="005B0461" w:rsidRDefault="005B0461" w:rsidP="005B0461">
      <w:r>
        <w:t>375.3482</w:t>
      </w:r>
      <w:r>
        <w:tab/>
        <w:t>3.738e0</w:t>
      </w:r>
    </w:p>
    <w:p w:rsidR="005B0461" w:rsidRDefault="005B0461" w:rsidP="005B0461">
      <w:r>
        <w:t>375.3779</w:t>
      </w:r>
      <w:r>
        <w:tab/>
        <w:t>4.222e0</w:t>
      </w:r>
    </w:p>
    <w:p w:rsidR="005B0461" w:rsidRDefault="005B0461" w:rsidP="005B0461">
      <w:r>
        <w:t>375.4253</w:t>
      </w:r>
      <w:r>
        <w:tab/>
        <w:t>2.217e0</w:t>
      </w:r>
    </w:p>
    <w:p w:rsidR="005B0461" w:rsidRDefault="005B0461" w:rsidP="005B0461">
      <w:r>
        <w:t>375.4519</w:t>
      </w:r>
      <w:r>
        <w:tab/>
        <w:t>5.063e0</w:t>
      </w:r>
    </w:p>
    <w:p w:rsidR="005B0461" w:rsidRDefault="005B0461" w:rsidP="005B0461">
      <w:r>
        <w:t>375.4571</w:t>
      </w:r>
      <w:r>
        <w:tab/>
        <w:t>4.051e0</w:t>
      </w:r>
    </w:p>
    <w:p w:rsidR="005B0461" w:rsidRDefault="005B0461" w:rsidP="005B0461">
      <w:r>
        <w:t>375.4713</w:t>
      </w:r>
      <w:r>
        <w:tab/>
        <w:t>2.323e0</w:t>
      </w:r>
    </w:p>
    <w:p w:rsidR="005B0461" w:rsidRDefault="005B0461" w:rsidP="005B0461">
      <w:r>
        <w:t>375.5036</w:t>
      </w:r>
      <w:r>
        <w:tab/>
        <w:t>1.013e0</w:t>
      </w:r>
    </w:p>
    <w:p w:rsidR="005B0461" w:rsidRDefault="005B0461" w:rsidP="005B0461">
      <w:r>
        <w:t>375.5151</w:t>
      </w:r>
      <w:r>
        <w:tab/>
        <w:t>2.764e0</w:t>
      </w:r>
    </w:p>
    <w:p w:rsidR="005B0461" w:rsidRDefault="005B0461" w:rsidP="005B0461">
      <w:r>
        <w:t>375.5485</w:t>
      </w:r>
      <w:r>
        <w:tab/>
        <w:t>1.987e0</w:t>
      </w:r>
    </w:p>
    <w:p w:rsidR="005B0461" w:rsidRDefault="005B0461" w:rsidP="005B0461">
      <w:r>
        <w:t>375.5501</w:t>
      </w:r>
      <w:r>
        <w:tab/>
        <w:t>1.758e0</w:t>
      </w:r>
    </w:p>
    <w:p w:rsidR="005B0461" w:rsidRDefault="005B0461" w:rsidP="005B0461">
      <w:r>
        <w:lastRenderedPageBreak/>
        <w:t>375.5631</w:t>
      </w:r>
      <w:r>
        <w:tab/>
        <w:t>4.051e0</w:t>
      </w:r>
    </w:p>
    <w:p w:rsidR="005B0461" w:rsidRDefault="005B0461" w:rsidP="005B0461">
      <w:r>
        <w:t>375.5772</w:t>
      </w:r>
      <w:r>
        <w:tab/>
        <w:t>3.038e0</w:t>
      </w:r>
    </w:p>
    <w:p w:rsidR="005B0461" w:rsidRDefault="005B0461" w:rsidP="005B0461">
      <w:r>
        <w:t>375.6001</w:t>
      </w:r>
      <w:r>
        <w:tab/>
        <w:t>3.139e0</w:t>
      </w:r>
    </w:p>
    <w:p w:rsidR="005B0461" w:rsidRDefault="005B0461" w:rsidP="005B0461">
      <w:r>
        <w:t>375.6291</w:t>
      </w:r>
      <w:r>
        <w:tab/>
        <w:t>3.038e0</w:t>
      </w:r>
    </w:p>
    <w:p w:rsidR="005B0461" w:rsidRDefault="005B0461" w:rsidP="005B0461">
      <w:r>
        <w:t>375.6426</w:t>
      </w:r>
      <w:r>
        <w:tab/>
        <w:t>2.025e0</w:t>
      </w:r>
    </w:p>
    <w:p w:rsidR="005B0461" w:rsidRDefault="005B0461" w:rsidP="005B0461">
      <w:r>
        <w:t>375.6468</w:t>
      </w:r>
      <w:r>
        <w:tab/>
        <w:t>2.002e0</w:t>
      </w:r>
    </w:p>
    <w:p w:rsidR="005B0461" w:rsidRDefault="005B0461" w:rsidP="005B0461">
      <w:r>
        <w:t>375.6704</w:t>
      </w:r>
      <w:r>
        <w:tab/>
        <w:t>1.677e0</w:t>
      </w:r>
    </w:p>
    <w:p w:rsidR="005B0461" w:rsidRDefault="005B0461" w:rsidP="005B0461">
      <w:r>
        <w:t>375.7190</w:t>
      </w:r>
      <w:r>
        <w:tab/>
        <w:t>3.384e0</w:t>
      </w:r>
    </w:p>
    <w:p w:rsidR="005B0461" w:rsidRDefault="005B0461" w:rsidP="005B0461">
      <w:r>
        <w:t>375.7622</w:t>
      </w:r>
      <w:r>
        <w:tab/>
        <w:t>2.358e0</w:t>
      </w:r>
    </w:p>
    <w:p w:rsidR="005B0461" w:rsidRDefault="005B0461" w:rsidP="005B0461">
      <w:r>
        <w:t>375.7704</w:t>
      </w:r>
      <w:r>
        <w:tab/>
        <w:t>6.959e0</w:t>
      </w:r>
    </w:p>
    <w:p w:rsidR="005B0461" w:rsidRDefault="005B0461" w:rsidP="005B0461">
      <w:r>
        <w:t>375.7771</w:t>
      </w:r>
      <w:r>
        <w:tab/>
        <w:t>5.063e0</w:t>
      </w:r>
    </w:p>
    <w:p w:rsidR="005B0461" w:rsidRDefault="005B0461" w:rsidP="005B0461">
      <w:r>
        <w:t>375.7994</w:t>
      </w:r>
      <w:r>
        <w:tab/>
        <w:t>1.489e0</w:t>
      </w:r>
    </w:p>
    <w:p w:rsidR="005B0461" w:rsidRDefault="005B0461" w:rsidP="005B0461">
      <w:r>
        <w:t>375.8078</w:t>
      </w:r>
      <w:r>
        <w:tab/>
        <w:t>3.038e0</w:t>
      </w:r>
    </w:p>
    <w:p w:rsidR="005B0461" w:rsidRDefault="005B0461" w:rsidP="005B0461">
      <w:r>
        <w:t>375.8128</w:t>
      </w:r>
      <w:r>
        <w:tab/>
        <w:t>3.732e0</w:t>
      </w:r>
    </w:p>
    <w:p w:rsidR="005B0461" w:rsidRDefault="005B0461" w:rsidP="005B0461">
      <w:r>
        <w:t>375.8341</w:t>
      </w:r>
      <w:r>
        <w:tab/>
        <w:t>1.849e0</w:t>
      </w:r>
    </w:p>
    <w:p w:rsidR="005B0461" w:rsidRDefault="005B0461" w:rsidP="005B0461">
      <w:r>
        <w:t>375.8727</w:t>
      </w:r>
      <w:r>
        <w:tab/>
        <w:t>1.920e0</w:t>
      </w:r>
    </w:p>
    <w:p w:rsidR="005B0461" w:rsidRDefault="005B0461" w:rsidP="005B0461">
      <w:r>
        <w:t>375.8814</w:t>
      </w:r>
      <w:r>
        <w:tab/>
        <w:t>1.013e0</w:t>
      </w:r>
    </w:p>
    <w:p w:rsidR="005B0461" w:rsidRDefault="005B0461" w:rsidP="005B0461">
      <w:r>
        <w:t>375.9259</w:t>
      </w:r>
      <w:r>
        <w:tab/>
        <w:t>6.076e0</w:t>
      </w:r>
    </w:p>
    <w:p w:rsidR="005B0461" w:rsidRDefault="005B0461" w:rsidP="005B0461">
      <w:r>
        <w:t>375.9368</w:t>
      </w:r>
      <w:r>
        <w:tab/>
        <w:t>5.835e0</w:t>
      </w:r>
    </w:p>
    <w:p w:rsidR="005B0461" w:rsidRDefault="005B0461" w:rsidP="005B0461">
      <w:r>
        <w:lastRenderedPageBreak/>
        <w:t>375.9442</w:t>
      </w:r>
      <w:r>
        <w:tab/>
        <w:t>1.013e0</w:t>
      </w:r>
    </w:p>
    <w:p w:rsidR="005B0461" w:rsidRDefault="005B0461" w:rsidP="005B0461">
      <w:r>
        <w:t>375.9494</w:t>
      </w:r>
      <w:r>
        <w:tab/>
        <w:t>1.580e0</w:t>
      </w:r>
    </w:p>
    <w:p w:rsidR="005B0461" w:rsidRDefault="005B0461" w:rsidP="005B0461">
      <w:r>
        <w:t>375.9581</w:t>
      </w:r>
      <w:r>
        <w:tab/>
        <w:t>1.424e0</w:t>
      </w:r>
    </w:p>
    <w:p w:rsidR="005B0461" w:rsidRDefault="005B0461" w:rsidP="005B0461">
      <w:r>
        <w:t>376.0243</w:t>
      </w:r>
      <w:r>
        <w:tab/>
        <w:t>3.096e0</w:t>
      </w:r>
    </w:p>
    <w:p w:rsidR="005B0461" w:rsidRDefault="005B0461" w:rsidP="005B0461">
      <w:r>
        <w:t>376.0660</w:t>
      </w:r>
      <w:r>
        <w:tab/>
        <w:t>1.519e0</w:t>
      </w:r>
    </w:p>
    <w:p w:rsidR="005B0461" w:rsidRDefault="005B0461" w:rsidP="005B0461">
      <w:r>
        <w:t>376.1061</w:t>
      </w:r>
      <w:r>
        <w:tab/>
        <w:t>1.584e0</w:t>
      </w:r>
    </w:p>
    <w:p w:rsidR="005B0461" w:rsidRDefault="005B0461" w:rsidP="005B0461">
      <w:r>
        <w:t>376.1168</w:t>
      </w:r>
      <w:r>
        <w:tab/>
        <w:t>7.451e0</w:t>
      </w:r>
    </w:p>
    <w:p w:rsidR="005B0461" w:rsidRDefault="005B0461" w:rsidP="005B0461">
      <w:r>
        <w:t>376.1407</w:t>
      </w:r>
      <w:r>
        <w:tab/>
        <w:t>6.751e0</w:t>
      </w:r>
    </w:p>
    <w:p w:rsidR="005B0461" w:rsidRDefault="005B0461" w:rsidP="005B0461">
      <w:r>
        <w:t>376.1435</w:t>
      </w:r>
      <w:r>
        <w:tab/>
        <w:t>1.260e0</w:t>
      </w:r>
    </w:p>
    <w:p w:rsidR="005B0461" w:rsidRDefault="005B0461" w:rsidP="005B0461">
      <w:r>
        <w:t>376.1498</w:t>
      </w:r>
      <w:r>
        <w:tab/>
        <w:t>5.139e0</w:t>
      </w:r>
    </w:p>
    <w:p w:rsidR="005B0461" w:rsidRDefault="005B0461" w:rsidP="005B0461">
      <w:r>
        <w:t>376.2289</w:t>
      </w:r>
      <w:r>
        <w:tab/>
        <w:t>2.025e0</w:t>
      </w:r>
    </w:p>
    <w:p w:rsidR="005B0461" w:rsidRDefault="005B0461" w:rsidP="005B0461">
      <w:r>
        <w:t>376.2815</w:t>
      </w:r>
      <w:r>
        <w:tab/>
        <w:t>1.632e0</w:t>
      </w:r>
    </w:p>
    <w:p w:rsidR="005B0461" w:rsidRDefault="005B0461" w:rsidP="005B0461">
      <w:r>
        <w:t>376.3315</w:t>
      </w:r>
      <w:r>
        <w:tab/>
        <w:t>3.194e0</w:t>
      </w:r>
    </w:p>
    <w:p w:rsidR="005B0461" w:rsidRDefault="005B0461" w:rsidP="005B0461">
      <w:r>
        <w:t>376.3572</w:t>
      </w:r>
      <w:r>
        <w:tab/>
        <w:t>1.171e0</w:t>
      </w:r>
    </w:p>
    <w:p w:rsidR="005B0461" w:rsidRDefault="005B0461" w:rsidP="005B0461">
      <w:r>
        <w:t>376.3656</w:t>
      </w:r>
      <w:r>
        <w:tab/>
        <w:t>1.065e0</w:t>
      </w:r>
    </w:p>
    <w:p w:rsidR="005B0461" w:rsidRDefault="005B0461" w:rsidP="005B0461">
      <w:r>
        <w:t>376.3903</w:t>
      </w:r>
      <w:r>
        <w:tab/>
        <w:t>2.557e0</w:t>
      </w:r>
    </w:p>
    <w:p w:rsidR="005B0461" w:rsidRDefault="005B0461" w:rsidP="005B0461">
      <w:r>
        <w:t>376.4192</w:t>
      </w:r>
      <w:r>
        <w:tab/>
        <w:t>3.858e0</w:t>
      </w:r>
    </w:p>
    <w:p w:rsidR="005B0461" w:rsidRDefault="005B0461" w:rsidP="005B0461">
      <w:r>
        <w:t>376.4258</w:t>
      </w:r>
      <w:r>
        <w:tab/>
        <w:t>2.168e0</w:t>
      </w:r>
    </w:p>
    <w:p w:rsidR="005B0461" w:rsidRDefault="005B0461" w:rsidP="005B0461">
      <w:r>
        <w:t>376.4664</w:t>
      </w:r>
      <w:r>
        <w:tab/>
        <w:t>4.551e0</w:t>
      </w:r>
    </w:p>
    <w:p w:rsidR="005B0461" w:rsidRDefault="005B0461" w:rsidP="005B0461">
      <w:r>
        <w:lastRenderedPageBreak/>
        <w:t>376.4857</w:t>
      </w:r>
      <w:r>
        <w:tab/>
        <w:t>1.013e0</w:t>
      </w:r>
    </w:p>
    <w:p w:rsidR="005B0461" w:rsidRDefault="005B0461" w:rsidP="005B0461">
      <w:r>
        <w:t>376.4894</w:t>
      </w:r>
      <w:r>
        <w:tab/>
        <w:t>2.025e0</w:t>
      </w:r>
    </w:p>
    <w:p w:rsidR="005B0461" w:rsidRDefault="005B0461" w:rsidP="005B0461">
      <w:r>
        <w:t>376.5157</w:t>
      </w:r>
      <w:r>
        <w:tab/>
        <w:t>2.025e0</w:t>
      </w:r>
    </w:p>
    <w:p w:rsidR="005B0461" w:rsidRDefault="005B0461" w:rsidP="005B0461">
      <w:r>
        <w:t>376.5421</w:t>
      </w:r>
      <w:r>
        <w:tab/>
        <w:t>1.572e0</w:t>
      </w:r>
    </w:p>
    <w:p w:rsidR="005B0461" w:rsidRDefault="005B0461" w:rsidP="005B0461">
      <w:r>
        <w:t>376.5529</w:t>
      </w:r>
      <w:r>
        <w:tab/>
        <w:t>1.013e0</w:t>
      </w:r>
    </w:p>
    <w:p w:rsidR="005B0461" w:rsidRDefault="005B0461" w:rsidP="005B0461">
      <w:r>
        <w:t>376.5695</w:t>
      </w:r>
      <w:r>
        <w:tab/>
        <w:t>2.922e0</w:t>
      </w:r>
    </w:p>
    <w:p w:rsidR="005B0461" w:rsidRDefault="005B0461" w:rsidP="005B0461">
      <w:r>
        <w:t>376.5880</w:t>
      </w:r>
      <w:r>
        <w:tab/>
        <w:t>2.025e0</w:t>
      </w:r>
    </w:p>
    <w:p w:rsidR="005B0461" w:rsidRDefault="005B0461" w:rsidP="005B0461">
      <w:r>
        <w:t>376.6216</w:t>
      </w:r>
      <w:r>
        <w:tab/>
        <w:t>3.038e0</w:t>
      </w:r>
    </w:p>
    <w:p w:rsidR="005B0461" w:rsidRDefault="005B0461" w:rsidP="005B0461">
      <w:r>
        <w:t>376.6465</w:t>
      </w:r>
      <w:r>
        <w:tab/>
        <w:t>4.354e0</w:t>
      </w:r>
    </w:p>
    <w:p w:rsidR="005B0461" w:rsidRDefault="005B0461" w:rsidP="005B0461">
      <w:r>
        <w:t>376.6570</w:t>
      </w:r>
      <w:r>
        <w:tab/>
        <w:t>2.025e0</w:t>
      </w:r>
    </w:p>
    <w:p w:rsidR="005B0461" w:rsidRDefault="005B0461" w:rsidP="005B0461">
      <w:r>
        <w:t>376.6707</w:t>
      </w:r>
      <w:r>
        <w:tab/>
        <w:t>4.051e0</w:t>
      </w:r>
    </w:p>
    <w:p w:rsidR="005B0461" w:rsidRDefault="005B0461" w:rsidP="005B0461">
      <w:r>
        <w:t>376.6840</w:t>
      </w:r>
      <w:r>
        <w:tab/>
        <w:t>2.025e0</w:t>
      </w:r>
    </w:p>
    <w:p w:rsidR="005B0461" w:rsidRDefault="005B0461" w:rsidP="005B0461">
      <w:r>
        <w:t>376.6902</w:t>
      </w:r>
      <w:r>
        <w:tab/>
        <w:t>1.818e0</w:t>
      </w:r>
    </w:p>
    <w:p w:rsidR="005B0461" w:rsidRDefault="005B0461" w:rsidP="005B0461">
      <w:r>
        <w:t>376.7257</w:t>
      </w:r>
      <w:r>
        <w:tab/>
        <w:t>1.648e0</w:t>
      </w:r>
    </w:p>
    <w:p w:rsidR="005B0461" w:rsidRDefault="005B0461" w:rsidP="005B0461">
      <w:r>
        <w:t>376.7494</w:t>
      </w:r>
      <w:r>
        <w:tab/>
        <w:t>2.025e0</w:t>
      </w:r>
    </w:p>
    <w:p w:rsidR="005B0461" w:rsidRDefault="005B0461" w:rsidP="005B0461">
      <w:r>
        <w:t>376.7594</w:t>
      </w:r>
      <w:r>
        <w:tab/>
        <w:t>2.050e0</w:t>
      </w:r>
    </w:p>
    <w:p w:rsidR="005B0461" w:rsidRDefault="005B0461" w:rsidP="005B0461">
      <w:r>
        <w:t>376.7818</w:t>
      </w:r>
      <w:r>
        <w:tab/>
        <w:t>5.844e0</w:t>
      </w:r>
    </w:p>
    <w:p w:rsidR="005B0461" w:rsidRDefault="005B0461" w:rsidP="005B0461">
      <w:r>
        <w:t>376.8142</w:t>
      </w:r>
      <w:r>
        <w:tab/>
        <w:t>3.761e0</w:t>
      </w:r>
    </w:p>
    <w:p w:rsidR="005B0461" w:rsidRDefault="005B0461" w:rsidP="005B0461">
      <w:r>
        <w:t>376.8448</w:t>
      </w:r>
      <w:r>
        <w:tab/>
        <w:t>4.051e0</w:t>
      </w:r>
    </w:p>
    <w:p w:rsidR="005B0461" w:rsidRDefault="005B0461" w:rsidP="005B0461">
      <w:r>
        <w:lastRenderedPageBreak/>
        <w:t>376.8769</w:t>
      </w:r>
      <w:r>
        <w:tab/>
        <w:t>3.038e0</w:t>
      </w:r>
    </w:p>
    <w:p w:rsidR="005B0461" w:rsidRDefault="005B0461" w:rsidP="005B0461">
      <w:r>
        <w:t>376.8922</w:t>
      </w:r>
      <w:r>
        <w:tab/>
        <w:t>1.013e0</w:t>
      </w:r>
    </w:p>
    <w:p w:rsidR="005B0461" w:rsidRDefault="005B0461" w:rsidP="005B0461">
      <w:r>
        <w:t>376.8977</w:t>
      </w:r>
      <w:r>
        <w:tab/>
        <w:t>3.038e0</w:t>
      </w:r>
    </w:p>
    <w:p w:rsidR="005B0461" w:rsidRDefault="005B0461" w:rsidP="005B0461">
      <w:r>
        <w:t>376.9278</w:t>
      </w:r>
      <w:r>
        <w:tab/>
        <w:t>3.038e0</w:t>
      </w:r>
    </w:p>
    <w:p w:rsidR="005B0461" w:rsidRDefault="005B0461" w:rsidP="005B0461">
      <w:r>
        <w:t>376.9383</w:t>
      </w:r>
      <w:r>
        <w:tab/>
        <w:t>2.025e0</w:t>
      </w:r>
    </w:p>
    <w:p w:rsidR="005B0461" w:rsidRDefault="005B0461" w:rsidP="005B0461">
      <w:r>
        <w:t>376.9502</w:t>
      </w:r>
      <w:r>
        <w:tab/>
        <w:t>1.418e0</w:t>
      </w:r>
    </w:p>
    <w:p w:rsidR="005B0461" w:rsidRDefault="005B0461" w:rsidP="005B0461">
      <w:r>
        <w:t>376.9613</w:t>
      </w:r>
      <w:r>
        <w:tab/>
        <w:t>4.051e0</w:t>
      </w:r>
    </w:p>
    <w:p w:rsidR="005B0461" w:rsidRDefault="005B0461" w:rsidP="005B0461">
      <w:r>
        <w:t>376.9685</w:t>
      </w:r>
      <w:r>
        <w:tab/>
        <w:t>1.962e0</w:t>
      </w:r>
    </w:p>
    <w:p w:rsidR="005B0461" w:rsidRDefault="005B0461" w:rsidP="005B0461">
      <w:r>
        <w:t>376.9904</w:t>
      </w:r>
      <w:r>
        <w:tab/>
        <w:t>2.025e0</w:t>
      </w:r>
    </w:p>
    <w:p w:rsidR="005B0461" w:rsidRDefault="005B0461" w:rsidP="005B0461">
      <w:r>
        <w:t>377.0340</w:t>
      </w:r>
      <w:r>
        <w:tab/>
        <w:t>2.031e0</w:t>
      </w:r>
    </w:p>
    <w:p w:rsidR="005B0461" w:rsidRDefault="005B0461" w:rsidP="005B0461">
      <w:r>
        <w:t>377.1166</w:t>
      </w:r>
      <w:r>
        <w:tab/>
        <w:t>1.144e0</w:t>
      </w:r>
    </w:p>
    <w:p w:rsidR="005B0461" w:rsidRDefault="005B0461" w:rsidP="005B0461">
      <w:r>
        <w:t>377.1280</w:t>
      </w:r>
      <w:r>
        <w:tab/>
        <w:t>5.596e0</w:t>
      </w:r>
    </w:p>
    <w:p w:rsidR="005B0461" w:rsidRDefault="005B0461" w:rsidP="005B0461">
      <w:r>
        <w:t>377.1480</w:t>
      </w:r>
      <w:r>
        <w:tab/>
        <w:t>3.642e0</w:t>
      </w:r>
    </w:p>
    <w:p w:rsidR="005B0461" w:rsidRDefault="005B0461" w:rsidP="005B0461">
      <w:r>
        <w:t>377.1648</w:t>
      </w:r>
      <w:r>
        <w:tab/>
        <w:t>1.013e0</w:t>
      </w:r>
    </w:p>
    <w:p w:rsidR="005B0461" w:rsidRDefault="005B0461" w:rsidP="005B0461">
      <w:r>
        <w:t>377.1807</w:t>
      </w:r>
      <w:r>
        <w:tab/>
        <w:t>2.827e0</w:t>
      </w:r>
    </w:p>
    <w:p w:rsidR="005B0461" w:rsidRDefault="005B0461" w:rsidP="005B0461">
      <w:r>
        <w:t>377.2210</w:t>
      </w:r>
      <w:r>
        <w:tab/>
        <w:t>3.336e0</w:t>
      </w:r>
    </w:p>
    <w:p w:rsidR="005B0461" w:rsidRDefault="005B0461" w:rsidP="005B0461">
      <w:r>
        <w:t>377.2454</w:t>
      </w:r>
      <w:r>
        <w:tab/>
        <w:t>4.051e0</w:t>
      </w:r>
    </w:p>
    <w:p w:rsidR="005B0461" w:rsidRDefault="005B0461" w:rsidP="005B0461">
      <w:r>
        <w:t>377.2798</w:t>
      </w:r>
      <w:r>
        <w:tab/>
        <w:t>1.809e0</w:t>
      </w:r>
    </w:p>
    <w:p w:rsidR="005B0461" w:rsidRDefault="005B0461" w:rsidP="005B0461">
      <w:r>
        <w:t>377.3074</w:t>
      </w:r>
      <w:r>
        <w:tab/>
        <w:t>1.842e0</w:t>
      </w:r>
    </w:p>
    <w:p w:rsidR="005B0461" w:rsidRDefault="005B0461" w:rsidP="005B0461">
      <w:r>
        <w:lastRenderedPageBreak/>
        <w:t>377.3307</w:t>
      </w:r>
      <w:r>
        <w:tab/>
        <w:t>1.708e0</w:t>
      </w:r>
    </w:p>
    <w:p w:rsidR="005B0461" w:rsidRDefault="005B0461" w:rsidP="005B0461">
      <w:r>
        <w:t>377.3670</w:t>
      </w:r>
      <w:r>
        <w:tab/>
        <w:t>1.878e0</w:t>
      </w:r>
    </w:p>
    <w:p w:rsidR="005B0461" w:rsidRDefault="005B0461" w:rsidP="005B0461">
      <w:r>
        <w:t>377.4228</w:t>
      </w:r>
      <w:r>
        <w:tab/>
        <w:t>2.025e0</w:t>
      </w:r>
    </w:p>
    <w:p w:rsidR="005B0461" w:rsidRDefault="005B0461" w:rsidP="005B0461">
      <w:r>
        <w:t>377.4281</w:t>
      </w:r>
      <w:r>
        <w:tab/>
        <w:t>3.038e0</w:t>
      </w:r>
    </w:p>
    <w:p w:rsidR="005B0461" w:rsidRDefault="005B0461" w:rsidP="005B0461">
      <w:r>
        <w:t>377.4844</w:t>
      </w:r>
      <w:r>
        <w:tab/>
        <w:t>1.013e0</w:t>
      </w:r>
    </w:p>
    <w:p w:rsidR="005B0461" w:rsidRDefault="005B0461" w:rsidP="005B0461">
      <w:r>
        <w:t>377.4880</w:t>
      </w:r>
      <w:r>
        <w:tab/>
        <w:t>2.025e0</w:t>
      </w:r>
    </w:p>
    <w:p w:rsidR="005B0461" w:rsidRDefault="005B0461" w:rsidP="005B0461">
      <w:r>
        <w:t>377.4911</w:t>
      </w:r>
      <w:r>
        <w:tab/>
        <w:t>1.013e0</w:t>
      </w:r>
    </w:p>
    <w:p w:rsidR="005B0461" w:rsidRDefault="005B0461" w:rsidP="005B0461">
      <w:r>
        <w:t>377.5477</w:t>
      </w:r>
      <w:r>
        <w:tab/>
        <w:t>2.025e0</w:t>
      </w:r>
    </w:p>
    <w:p w:rsidR="005B0461" w:rsidRDefault="005B0461" w:rsidP="005B0461">
      <w:r>
        <w:t>377.5643</w:t>
      </w:r>
      <w:r>
        <w:tab/>
        <w:t>2.025e0</w:t>
      </w:r>
    </w:p>
    <w:p w:rsidR="005B0461" w:rsidRDefault="005B0461" w:rsidP="005B0461">
      <w:r>
        <w:t>377.6001</w:t>
      </w:r>
      <w:r>
        <w:tab/>
        <w:t>3.038e0</w:t>
      </w:r>
    </w:p>
    <w:p w:rsidR="005B0461" w:rsidRDefault="005B0461" w:rsidP="005B0461">
      <w:r>
        <w:t>377.6012</w:t>
      </w:r>
      <w:r>
        <w:tab/>
        <w:t>2.025e0</w:t>
      </w:r>
    </w:p>
    <w:p w:rsidR="005B0461" w:rsidRDefault="005B0461" w:rsidP="005B0461">
      <w:r>
        <w:t>377.6120</w:t>
      </w:r>
      <w:r>
        <w:tab/>
        <w:t>2.025e0</w:t>
      </w:r>
    </w:p>
    <w:p w:rsidR="005B0461" w:rsidRDefault="005B0461" w:rsidP="005B0461">
      <w:r>
        <w:t>377.6349</w:t>
      </w:r>
      <w:r>
        <w:tab/>
        <w:t>1.013e0</w:t>
      </w:r>
    </w:p>
    <w:p w:rsidR="005B0461" w:rsidRDefault="005B0461" w:rsidP="005B0461">
      <w:r>
        <w:t>377.6474</w:t>
      </w:r>
      <w:r>
        <w:tab/>
        <w:t>3.038e0</w:t>
      </w:r>
    </w:p>
    <w:p w:rsidR="005B0461" w:rsidRDefault="005B0461" w:rsidP="005B0461">
      <w:r>
        <w:t>377.6951</w:t>
      </w:r>
      <w:r>
        <w:tab/>
        <w:t>2.025e0</w:t>
      </w:r>
    </w:p>
    <w:p w:rsidR="005B0461" w:rsidRDefault="005B0461" w:rsidP="005B0461">
      <w:r>
        <w:t>377.7041</w:t>
      </w:r>
      <w:r>
        <w:tab/>
        <w:t>1.611e0</w:t>
      </w:r>
    </w:p>
    <w:p w:rsidR="005B0461" w:rsidRDefault="005B0461" w:rsidP="005B0461">
      <w:r>
        <w:t>377.7200</w:t>
      </w:r>
      <w:r>
        <w:tab/>
        <w:t>3.542e0</w:t>
      </w:r>
    </w:p>
    <w:p w:rsidR="005B0461" w:rsidRDefault="005B0461" w:rsidP="005B0461">
      <w:r>
        <w:t>377.7528</w:t>
      </w:r>
      <w:r>
        <w:tab/>
        <w:t>1.013e0</w:t>
      </w:r>
    </w:p>
    <w:p w:rsidR="005B0461" w:rsidRDefault="005B0461" w:rsidP="005B0461">
      <w:r>
        <w:t>377.7653</w:t>
      </w:r>
      <w:r>
        <w:tab/>
        <w:t>1.013e0</w:t>
      </w:r>
    </w:p>
    <w:p w:rsidR="005B0461" w:rsidRDefault="005B0461" w:rsidP="005B0461">
      <w:r>
        <w:lastRenderedPageBreak/>
        <w:t>377.7678</w:t>
      </w:r>
      <w:r>
        <w:tab/>
        <w:t>3.038e0</w:t>
      </w:r>
    </w:p>
    <w:p w:rsidR="005B0461" w:rsidRDefault="005B0461" w:rsidP="005B0461">
      <w:r>
        <w:t>377.7941</w:t>
      </w:r>
      <w:r>
        <w:tab/>
        <w:t>2.025e0</w:t>
      </w:r>
    </w:p>
    <w:p w:rsidR="005B0461" w:rsidRDefault="005B0461" w:rsidP="005B0461">
      <w:r>
        <w:t>377.8325</w:t>
      </w:r>
      <w:r>
        <w:tab/>
        <w:t>1.013e0</w:t>
      </w:r>
    </w:p>
    <w:p w:rsidR="005B0461" w:rsidRDefault="005B0461" w:rsidP="005B0461">
      <w:r>
        <w:t>377.8569</w:t>
      </w:r>
      <w:r>
        <w:tab/>
        <w:t>2.025e0</w:t>
      </w:r>
    </w:p>
    <w:p w:rsidR="005B0461" w:rsidRDefault="005B0461" w:rsidP="005B0461">
      <w:r>
        <w:t>377.8853</w:t>
      </w:r>
      <w:r>
        <w:tab/>
        <w:t>2.025e0</w:t>
      </w:r>
    </w:p>
    <w:p w:rsidR="005B0461" w:rsidRDefault="005B0461" w:rsidP="005B0461">
      <w:r>
        <w:t>377.9438</w:t>
      </w:r>
      <w:r>
        <w:tab/>
        <w:t>2.025e0</w:t>
      </w:r>
    </w:p>
    <w:p w:rsidR="005B0461" w:rsidRDefault="005B0461" w:rsidP="005B0461">
      <w:r>
        <w:t>377.9610</w:t>
      </w:r>
      <w:r>
        <w:tab/>
        <w:t>1.308e0</w:t>
      </w:r>
    </w:p>
    <w:p w:rsidR="005B0461" w:rsidRDefault="005B0461" w:rsidP="005B0461">
      <w:r>
        <w:t>377.9633</w:t>
      </w:r>
      <w:r>
        <w:tab/>
        <w:t>2.025e0</w:t>
      </w:r>
    </w:p>
    <w:p w:rsidR="005B0461" w:rsidRDefault="005B0461" w:rsidP="005B0461">
      <w:r>
        <w:t>377.9959</w:t>
      </w:r>
      <w:r>
        <w:tab/>
        <w:t>2.532e0</w:t>
      </w:r>
    </w:p>
    <w:p w:rsidR="005B0461" w:rsidRDefault="005B0461" w:rsidP="005B0461">
      <w:r>
        <w:t>378.0659</w:t>
      </w:r>
      <w:r>
        <w:tab/>
        <w:t>2.152e0</w:t>
      </w:r>
    </w:p>
    <w:p w:rsidR="005B0461" w:rsidRDefault="005B0461" w:rsidP="005B0461">
      <w:r>
        <w:t>378.1258</w:t>
      </w:r>
      <w:r>
        <w:tab/>
        <w:t>3.029e0</w:t>
      </w:r>
    </w:p>
    <w:p w:rsidR="005B0461" w:rsidRDefault="005B0461" w:rsidP="005B0461">
      <w:r>
        <w:t>378.1550</w:t>
      </w:r>
      <w:r>
        <w:tab/>
        <w:t>3.038e0</w:t>
      </w:r>
    </w:p>
    <w:p w:rsidR="005B0461" w:rsidRDefault="005B0461" w:rsidP="005B0461">
      <w:r>
        <w:t>378.2281</w:t>
      </w:r>
      <w:r>
        <w:tab/>
        <w:t>9.114e0</w:t>
      </w:r>
    </w:p>
    <w:p w:rsidR="005B0461" w:rsidRDefault="005B0461" w:rsidP="005B0461">
      <w:r>
        <w:t>378.2315</w:t>
      </w:r>
      <w:r>
        <w:tab/>
        <w:t>1.540e0</w:t>
      </w:r>
    </w:p>
    <w:p w:rsidR="005B0461" w:rsidRDefault="005B0461" w:rsidP="005B0461">
      <w:r>
        <w:t>378.2785</w:t>
      </w:r>
      <w:r>
        <w:tab/>
        <w:t>1.604e0</w:t>
      </w:r>
    </w:p>
    <w:p w:rsidR="005B0461" w:rsidRDefault="005B0461" w:rsidP="005B0461">
      <w:r>
        <w:t>378.2835</w:t>
      </w:r>
      <w:r>
        <w:tab/>
        <w:t>2.025e0</w:t>
      </w:r>
    </w:p>
    <w:p w:rsidR="005B0461" w:rsidRDefault="005B0461" w:rsidP="005B0461">
      <w:r>
        <w:t>378.3055</w:t>
      </w:r>
      <w:r>
        <w:tab/>
        <w:t>1.908e0</w:t>
      </w:r>
    </w:p>
    <w:p w:rsidR="005B0461" w:rsidRDefault="005B0461" w:rsidP="005B0461">
      <w:r>
        <w:t>378.3523</w:t>
      </w:r>
      <w:r>
        <w:tab/>
        <w:t>2.300e0</w:t>
      </w:r>
    </w:p>
    <w:p w:rsidR="005B0461" w:rsidRDefault="005B0461" w:rsidP="005B0461">
      <w:r>
        <w:t>378.3776</w:t>
      </w:r>
      <w:r>
        <w:tab/>
        <w:t>1.013e0</w:t>
      </w:r>
    </w:p>
    <w:p w:rsidR="005B0461" w:rsidRDefault="005B0461" w:rsidP="005B0461">
      <w:r>
        <w:lastRenderedPageBreak/>
        <w:t>378.3920</w:t>
      </w:r>
      <w:r>
        <w:tab/>
        <w:t>2.859e0</w:t>
      </w:r>
    </w:p>
    <w:p w:rsidR="005B0461" w:rsidRDefault="005B0461" w:rsidP="005B0461">
      <w:r>
        <w:t>378.4131</w:t>
      </w:r>
      <w:r>
        <w:tab/>
        <w:t>1.921e0</w:t>
      </w:r>
    </w:p>
    <w:p w:rsidR="005B0461" w:rsidRDefault="005B0461" w:rsidP="005B0461">
      <w:r>
        <w:t>378.4480</w:t>
      </w:r>
      <w:r>
        <w:tab/>
        <w:t>3.038e0</w:t>
      </w:r>
    </w:p>
    <w:p w:rsidR="005B0461" w:rsidRDefault="005B0461" w:rsidP="005B0461">
      <w:r>
        <w:t>378.4555</w:t>
      </w:r>
      <w:r>
        <w:tab/>
        <w:t>6.076e0</w:t>
      </w:r>
    </w:p>
    <w:p w:rsidR="005B0461" w:rsidRDefault="005B0461" w:rsidP="005B0461">
      <w:r>
        <w:t>378.4785</w:t>
      </w:r>
      <w:r>
        <w:tab/>
        <w:t>1.013e0</w:t>
      </w:r>
    </w:p>
    <w:p w:rsidR="005B0461" w:rsidRDefault="005B0461" w:rsidP="005B0461">
      <w:r>
        <w:t>378.5043</w:t>
      </w:r>
      <w:r>
        <w:tab/>
        <w:t>1.013e0</w:t>
      </w:r>
    </w:p>
    <w:p w:rsidR="005B0461" w:rsidRDefault="005B0461" w:rsidP="005B0461">
      <w:r>
        <w:t>378.5331</w:t>
      </w:r>
      <w:r>
        <w:tab/>
        <w:t>1.013e0</w:t>
      </w:r>
    </w:p>
    <w:p w:rsidR="005B0461" w:rsidRDefault="005B0461" w:rsidP="005B0461">
      <w:r>
        <w:t>378.5592</w:t>
      </w:r>
      <w:r>
        <w:tab/>
        <w:t>1.013e0</w:t>
      </w:r>
    </w:p>
    <w:p w:rsidR="005B0461" w:rsidRDefault="005B0461" w:rsidP="005B0461">
      <w:r>
        <w:t>378.5628</w:t>
      </w:r>
      <w:r>
        <w:tab/>
        <w:t>2.025e0</w:t>
      </w:r>
    </w:p>
    <w:p w:rsidR="005B0461" w:rsidRDefault="005B0461" w:rsidP="005B0461">
      <w:r>
        <w:t>378.5861</w:t>
      </w:r>
      <w:r>
        <w:tab/>
        <w:t>1.013e0</w:t>
      </w:r>
    </w:p>
    <w:p w:rsidR="005B0461" w:rsidRDefault="005B0461" w:rsidP="005B0461">
      <w:r>
        <w:t>378.6147</w:t>
      </w:r>
      <w:r>
        <w:tab/>
        <w:t>2.025e0</w:t>
      </w:r>
    </w:p>
    <w:p w:rsidR="005B0461" w:rsidRDefault="005B0461" w:rsidP="005B0461">
      <w:r>
        <w:t>378.6175</w:t>
      </w:r>
      <w:r>
        <w:tab/>
        <w:t>1.013e0</w:t>
      </w:r>
    </w:p>
    <w:p w:rsidR="005B0461" w:rsidRDefault="005B0461" w:rsidP="005B0461">
      <w:r>
        <w:t>378.6194</w:t>
      </w:r>
      <w:r>
        <w:tab/>
        <w:t>2.025e0</w:t>
      </w:r>
    </w:p>
    <w:p w:rsidR="005B0461" w:rsidRDefault="005B0461" w:rsidP="005B0461">
      <w:r>
        <w:t>378.6599</w:t>
      </w:r>
      <w:r>
        <w:tab/>
        <w:t>1.013e0</w:t>
      </w:r>
    </w:p>
    <w:p w:rsidR="005B0461" w:rsidRDefault="005B0461" w:rsidP="005B0461">
      <w:r>
        <w:t>378.6636</w:t>
      </w:r>
      <w:r>
        <w:tab/>
        <w:t>2.025e0</w:t>
      </w:r>
    </w:p>
    <w:p w:rsidR="005B0461" w:rsidRDefault="005B0461" w:rsidP="005B0461">
      <w:r>
        <w:t>378.6736</w:t>
      </w:r>
      <w:r>
        <w:tab/>
        <w:t>1.013e0</w:t>
      </w:r>
    </w:p>
    <w:p w:rsidR="005B0461" w:rsidRDefault="005B0461" w:rsidP="005B0461">
      <w:r>
        <w:t>378.7006</w:t>
      </w:r>
      <w:r>
        <w:tab/>
        <w:t>2.025e0</w:t>
      </w:r>
    </w:p>
    <w:p w:rsidR="005B0461" w:rsidRDefault="005B0461" w:rsidP="005B0461">
      <w:r>
        <w:t>378.7058</w:t>
      </w:r>
      <w:r>
        <w:tab/>
        <w:t>1.013e0</w:t>
      </w:r>
    </w:p>
    <w:p w:rsidR="005B0461" w:rsidRDefault="005B0461" w:rsidP="005B0461">
      <w:r>
        <w:t>378.7097</w:t>
      </w:r>
      <w:r>
        <w:tab/>
        <w:t>1.013e0</w:t>
      </w:r>
    </w:p>
    <w:p w:rsidR="005B0461" w:rsidRDefault="005B0461" w:rsidP="005B0461">
      <w:r>
        <w:lastRenderedPageBreak/>
        <w:t>378.7203</w:t>
      </w:r>
      <w:r>
        <w:tab/>
        <w:t>2.025e0</w:t>
      </w:r>
    </w:p>
    <w:p w:rsidR="005B0461" w:rsidRDefault="005B0461" w:rsidP="005B0461">
      <w:r>
        <w:t>378.7558</w:t>
      </w:r>
      <w:r>
        <w:tab/>
        <w:t>1.013e0</w:t>
      </w:r>
    </w:p>
    <w:p w:rsidR="005B0461" w:rsidRDefault="005B0461" w:rsidP="005B0461">
      <w:r>
        <w:t>378.7610</w:t>
      </w:r>
      <w:r>
        <w:tab/>
        <w:t>1.013e0</w:t>
      </w:r>
    </w:p>
    <w:p w:rsidR="005B0461" w:rsidRDefault="005B0461" w:rsidP="005B0461">
      <w:r>
        <w:t>378.7678</w:t>
      </w:r>
      <w:r>
        <w:tab/>
        <w:t>1.013e0</w:t>
      </w:r>
    </w:p>
    <w:p w:rsidR="005B0461" w:rsidRDefault="005B0461" w:rsidP="005B0461">
      <w:r>
        <w:t>378.7793</w:t>
      </w:r>
      <w:r>
        <w:tab/>
        <w:t>3.038e0</w:t>
      </w:r>
    </w:p>
    <w:p w:rsidR="005B0461" w:rsidRDefault="005B0461" w:rsidP="005B0461">
      <w:r>
        <w:t>378.7965</w:t>
      </w:r>
      <w:r>
        <w:tab/>
        <w:t>3.038e0</w:t>
      </w:r>
    </w:p>
    <w:p w:rsidR="005B0461" w:rsidRDefault="005B0461" w:rsidP="005B0461">
      <w:r>
        <w:t>378.8230</w:t>
      </w:r>
      <w:r>
        <w:tab/>
        <w:t>1.013e0</w:t>
      </w:r>
    </w:p>
    <w:p w:rsidR="005B0461" w:rsidRDefault="005B0461" w:rsidP="005B0461">
      <w:r>
        <w:t>378.8407</w:t>
      </w:r>
      <w:r>
        <w:tab/>
        <w:t>4.051e0</w:t>
      </w:r>
    </w:p>
    <w:p w:rsidR="005B0461" w:rsidRDefault="005B0461" w:rsidP="005B0461">
      <w:r>
        <w:t>378.9074</w:t>
      </w:r>
      <w:r>
        <w:tab/>
        <w:t>1.013e0</w:t>
      </w:r>
    </w:p>
    <w:p w:rsidR="005B0461" w:rsidRDefault="005B0461" w:rsidP="005B0461">
      <w:r>
        <w:t>378.9114</w:t>
      </w:r>
      <w:r>
        <w:tab/>
        <w:t>1.013e0</w:t>
      </w:r>
    </w:p>
    <w:p w:rsidR="005B0461" w:rsidRDefault="005B0461" w:rsidP="005B0461">
      <w:r>
        <w:t>378.9324</w:t>
      </w:r>
      <w:r>
        <w:tab/>
        <w:t>1.013e0</w:t>
      </w:r>
    </w:p>
    <w:p w:rsidR="005B0461" w:rsidRDefault="005B0461" w:rsidP="005B0461">
      <w:r>
        <w:t>378.9449</w:t>
      </w:r>
      <w:r>
        <w:tab/>
        <w:t>1.519e0</w:t>
      </w:r>
    </w:p>
    <w:p w:rsidR="005B0461" w:rsidRDefault="005B0461" w:rsidP="005B0461">
      <w:r>
        <w:t>378.9580</w:t>
      </w:r>
      <w:r>
        <w:tab/>
        <w:t>2.334e0</w:t>
      </w:r>
    </w:p>
    <w:p w:rsidR="005B0461" w:rsidRDefault="005B0461" w:rsidP="005B0461">
      <w:r>
        <w:t>378.9662</w:t>
      </w:r>
      <w:r>
        <w:tab/>
        <w:t>2.025e0</w:t>
      </w:r>
    </w:p>
    <w:p w:rsidR="005B0461" w:rsidRDefault="005B0461" w:rsidP="005B0461">
      <w:r>
        <w:t>379.0079</w:t>
      </w:r>
      <w:r>
        <w:tab/>
        <w:t>2.736e0</w:t>
      </w:r>
    </w:p>
    <w:p w:rsidR="005B0461" w:rsidRDefault="005B0461" w:rsidP="005B0461">
      <w:r>
        <w:t>379.0669</w:t>
      </w:r>
      <w:r>
        <w:tab/>
        <w:t>1.375e0</w:t>
      </w:r>
    </w:p>
    <w:p w:rsidR="005B0461" w:rsidRDefault="005B0461" w:rsidP="005B0461">
      <w:r>
        <w:t>379.0830</w:t>
      </w:r>
      <w:r>
        <w:tab/>
        <w:t>3.755e0</w:t>
      </w:r>
    </w:p>
    <w:p w:rsidR="005B0461" w:rsidRDefault="005B0461" w:rsidP="005B0461">
      <w:r>
        <w:t>379.1160</w:t>
      </w:r>
      <w:r>
        <w:tab/>
        <w:t>1.185e0</w:t>
      </w:r>
    </w:p>
    <w:p w:rsidR="005B0461" w:rsidRDefault="005B0461" w:rsidP="005B0461">
      <w:r>
        <w:t>379.1700</w:t>
      </w:r>
      <w:r>
        <w:tab/>
        <w:t>3.038e0</w:t>
      </w:r>
    </w:p>
    <w:p w:rsidR="005B0461" w:rsidRDefault="005B0461" w:rsidP="005B0461">
      <w:r>
        <w:lastRenderedPageBreak/>
        <w:t>379.1985</w:t>
      </w:r>
      <w:r>
        <w:tab/>
        <w:t>1.198e0</w:t>
      </w:r>
    </w:p>
    <w:p w:rsidR="005B0461" w:rsidRDefault="005B0461" w:rsidP="005B0461">
      <w:r>
        <w:t>379.2146</w:t>
      </w:r>
      <w:r>
        <w:tab/>
        <w:t>1.176e0</w:t>
      </w:r>
    </w:p>
    <w:p w:rsidR="005B0461" w:rsidRDefault="005B0461" w:rsidP="005B0461">
      <w:r>
        <w:t>379.2223</w:t>
      </w:r>
      <w:r>
        <w:tab/>
        <w:t>1.013e0</w:t>
      </w:r>
    </w:p>
    <w:p w:rsidR="005B0461" w:rsidRDefault="005B0461" w:rsidP="005B0461">
      <w:r>
        <w:t>379.2672</w:t>
      </w:r>
      <w:r>
        <w:tab/>
        <w:t>1.941e0</w:t>
      </w:r>
    </w:p>
    <w:p w:rsidR="005B0461" w:rsidRDefault="005B0461" w:rsidP="005B0461">
      <w:r>
        <w:t>379.2685</w:t>
      </w:r>
      <w:r>
        <w:tab/>
        <w:t>1.013e0</w:t>
      </w:r>
    </w:p>
    <w:p w:rsidR="005B0461" w:rsidRDefault="005B0461" w:rsidP="005B0461">
      <w:r>
        <w:t>379.2834</w:t>
      </w:r>
      <w:r>
        <w:tab/>
        <w:t>3.164e0</w:t>
      </w:r>
    </w:p>
    <w:p w:rsidR="005B0461" w:rsidRDefault="005B0461" w:rsidP="005B0461">
      <w:r>
        <w:t>379.2938</w:t>
      </w:r>
      <w:r>
        <w:tab/>
        <w:t>1.866e0</w:t>
      </w:r>
    </w:p>
    <w:p w:rsidR="005B0461" w:rsidRDefault="005B0461" w:rsidP="005B0461">
      <w:r>
        <w:t>379.2974</w:t>
      </w:r>
      <w:r>
        <w:tab/>
        <w:t>1.457e0</w:t>
      </w:r>
    </w:p>
    <w:p w:rsidR="005B0461" w:rsidRDefault="005B0461" w:rsidP="005B0461">
      <w:r>
        <w:t>379.3097</w:t>
      </w:r>
      <w:r>
        <w:tab/>
        <w:t>1.332e0</w:t>
      </w:r>
    </w:p>
    <w:p w:rsidR="005B0461" w:rsidRDefault="005B0461" w:rsidP="005B0461">
      <w:r>
        <w:t>379.3321</w:t>
      </w:r>
      <w:r>
        <w:tab/>
        <w:t>1.286e0</w:t>
      </w:r>
    </w:p>
    <w:p w:rsidR="005B0461" w:rsidRDefault="005B0461" w:rsidP="005B0461">
      <w:r>
        <w:t>379.3673</w:t>
      </w:r>
      <w:r>
        <w:tab/>
        <w:t>1.089e1</w:t>
      </w:r>
    </w:p>
    <w:p w:rsidR="005B0461" w:rsidRDefault="005B0461" w:rsidP="005B0461">
      <w:r>
        <w:t>379.3773</w:t>
      </w:r>
      <w:r>
        <w:tab/>
        <w:t>1.013e1</w:t>
      </w:r>
    </w:p>
    <w:p w:rsidR="005B0461" w:rsidRDefault="005B0461" w:rsidP="005B0461">
      <w:r>
        <w:t>379.3833</w:t>
      </w:r>
      <w:r>
        <w:tab/>
        <w:t>2.025e0</w:t>
      </w:r>
    </w:p>
    <w:p w:rsidR="005B0461" w:rsidRDefault="005B0461" w:rsidP="005B0461">
      <w:r>
        <w:t>379.3870</w:t>
      </w:r>
      <w:r>
        <w:tab/>
        <w:t>2.025e0</w:t>
      </w:r>
    </w:p>
    <w:p w:rsidR="005B0461" w:rsidRDefault="005B0461" w:rsidP="005B0461">
      <w:r>
        <w:t>379.4260</w:t>
      </w:r>
      <w:r>
        <w:tab/>
        <w:t>3.038e0</w:t>
      </w:r>
    </w:p>
    <w:p w:rsidR="005B0461" w:rsidRDefault="005B0461" w:rsidP="005B0461">
      <w:r>
        <w:t>379.4318</w:t>
      </w:r>
      <w:r>
        <w:tab/>
        <w:t>2.025e0</w:t>
      </w:r>
    </w:p>
    <w:p w:rsidR="005B0461" w:rsidRDefault="005B0461" w:rsidP="005B0461">
      <w:r>
        <w:t>379.4662</w:t>
      </w:r>
      <w:r>
        <w:tab/>
        <w:t>1.013e0</w:t>
      </w:r>
    </w:p>
    <w:p w:rsidR="005B0461" w:rsidRDefault="005B0461" w:rsidP="005B0461">
      <w:r>
        <w:t>379.4958</w:t>
      </w:r>
      <w:r>
        <w:tab/>
        <w:t>2.025e0</w:t>
      </w:r>
    </w:p>
    <w:p w:rsidR="005B0461" w:rsidRDefault="005B0461" w:rsidP="005B0461">
      <w:r>
        <w:t>379.5008</w:t>
      </w:r>
      <w:r>
        <w:tab/>
        <w:t>3.038e0</w:t>
      </w:r>
    </w:p>
    <w:p w:rsidR="005B0461" w:rsidRDefault="005B0461" w:rsidP="005B0461">
      <w:r>
        <w:lastRenderedPageBreak/>
        <w:t>379.5019</w:t>
      </w:r>
      <w:r>
        <w:tab/>
        <w:t>1.013e0</w:t>
      </w:r>
    </w:p>
    <w:p w:rsidR="005B0461" w:rsidRDefault="005B0461" w:rsidP="005B0461">
      <w:r>
        <w:t>379.5221</w:t>
      </w:r>
      <w:r>
        <w:tab/>
        <w:t>1.013e0</w:t>
      </w:r>
    </w:p>
    <w:p w:rsidR="005B0461" w:rsidRDefault="005B0461" w:rsidP="005B0461">
      <w:r>
        <w:t>379.5758</w:t>
      </w:r>
      <w:r>
        <w:tab/>
        <w:t>1.013e0</w:t>
      </w:r>
    </w:p>
    <w:p w:rsidR="005B0461" w:rsidRDefault="005B0461" w:rsidP="005B0461">
      <w:r>
        <w:t>379.5771</w:t>
      </w:r>
      <w:r>
        <w:tab/>
        <w:t>2.025e0</w:t>
      </w:r>
    </w:p>
    <w:p w:rsidR="005B0461" w:rsidRDefault="005B0461" w:rsidP="005B0461">
      <w:r>
        <w:t>379.5906</w:t>
      </w:r>
      <w:r>
        <w:tab/>
        <w:t>3.038e0</w:t>
      </w:r>
    </w:p>
    <w:p w:rsidR="005B0461" w:rsidRDefault="005B0461" w:rsidP="005B0461">
      <w:r>
        <w:t>379.5963</w:t>
      </w:r>
      <w:r>
        <w:tab/>
        <w:t>1.013e0</w:t>
      </w:r>
    </w:p>
    <w:p w:rsidR="005B0461" w:rsidRDefault="005B0461" w:rsidP="005B0461">
      <w:r>
        <w:t>379.6151</w:t>
      </w:r>
      <w:r>
        <w:tab/>
        <w:t>2.025e0</w:t>
      </w:r>
    </w:p>
    <w:p w:rsidR="005B0461" w:rsidRDefault="005B0461" w:rsidP="005B0461">
      <w:r>
        <w:t>379.6555</w:t>
      </w:r>
      <w:r>
        <w:tab/>
        <w:t>2.025e0</w:t>
      </w:r>
    </w:p>
    <w:p w:rsidR="005B0461" w:rsidRDefault="005B0461" w:rsidP="005B0461">
      <w:r>
        <w:t>379.6637</w:t>
      </w:r>
      <w:r>
        <w:tab/>
        <w:t>1.013e0</w:t>
      </w:r>
    </w:p>
    <w:p w:rsidR="005B0461" w:rsidRDefault="005B0461" w:rsidP="005B0461">
      <w:r>
        <w:t>379.6784</w:t>
      </w:r>
      <w:r>
        <w:tab/>
        <w:t>2.025e0</w:t>
      </w:r>
    </w:p>
    <w:p w:rsidR="005B0461" w:rsidRDefault="005B0461" w:rsidP="005B0461">
      <w:r>
        <w:t>379.6974</w:t>
      </w:r>
      <w:r>
        <w:tab/>
        <w:t>1.013e0</w:t>
      </w:r>
    </w:p>
    <w:p w:rsidR="005B0461" w:rsidRDefault="005B0461" w:rsidP="005B0461">
      <w:r>
        <w:t>379.7514</w:t>
      </w:r>
      <w:r>
        <w:tab/>
        <w:t>2.025e0</w:t>
      </w:r>
    </w:p>
    <w:p w:rsidR="005B0461" w:rsidRDefault="005B0461" w:rsidP="005B0461">
      <w:r>
        <w:t>379.7602</w:t>
      </w:r>
      <w:r>
        <w:tab/>
        <w:t>1.013e0</w:t>
      </w:r>
    </w:p>
    <w:p w:rsidR="005B0461" w:rsidRDefault="005B0461" w:rsidP="005B0461">
      <w:r>
        <w:t>379.7945</w:t>
      </w:r>
      <w:r>
        <w:tab/>
        <w:t>2.025e0</w:t>
      </w:r>
    </w:p>
    <w:p w:rsidR="005B0461" w:rsidRDefault="005B0461" w:rsidP="005B0461">
      <w:r>
        <w:t>379.8248</w:t>
      </w:r>
      <w:r>
        <w:tab/>
        <w:t>4.051e0</w:t>
      </w:r>
    </w:p>
    <w:p w:rsidR="005B0461" w:rsidRDefault="005B0461" w:rsidP="005B0461">
      <w:r>
        <w:t>379.8285</w:t>
      </w:r>
      <w:r>
        <w:tab/>
        <w:t>2.025e0</w:t>
      </w:r>
    </w:p>
    <w:p w:rsidR="005B0461" w:rsidRDefault="005B0461" w:rsidP="005B0461">
      <w:r>
        <w:t>379.8796</w:t>
      </w:r>
      <w:r>
        <w:tab/>
        <w:t>2.025e0</w:t>
      </w:r>
    </w:p>
    <w:p w:rsidR="005B0461" w:rsidRDefault="005B0461" w:rsidP="005B0461">
      <w:r>
        <w:t>379.8946</w:t>
      </w:r>
      <w:r>
        <w:tab/>
        <w:t>2.025e0</w:t>
      </w:r>
    </w:p>
    <w:p w:rsidR="005B0461" w:rsidRDefault="005B0461" w:rsidP="005B0461">
      <w:r>
        <w:t>379.9047</w:t>
      </w:r>
      <w:r>
        <w:tab/>
        <w:t>3.038e0</w:t>
      </w:r>
    </w:p>
    <w:p w:rsidR="005B0461" w:rsidRDefault="005B0461" w:rsidP="005B0461">
      <w:r>
        <w:lastRenderedPageBreak/>
        <w:t>379.9268</w:t>
      </w:r>
      <w:r>
        <w:tab/>
        <w:t>1.013e0</w:t>
      </w:r>
    </w:p>
    <w:p w:rsidR="005B0461" w:rsidRDefault="005B0461" w:rsidP="005B0461">
      <w:r>
        <w:t>379.9611</w:t>
      </w:r>
      <w:r>
        <w:tab/>
        <w:t>2.025e0</w:t>
      </w:r>
    </w:p>
    <w:p w:rsidR="005B0461" w:rsidRDefault="005B0461" w:rsidP="005B0461">
      <w:r>
        <w:t>379.9987</w:t>
      </w:r>
      <w:r>
        <w:tab/>
        <w:t>3.507e0</w:t>
      </w:r>
    </w:p>
    <w:p w:rsidR="005B0461" w:rsidRDefault="005B0461" w:rsidP="005B0461">
      <w:r>
        <w:t>380.0160</w:t>
      </w:r>
      <w:r>
        <w:tab/>
        <w:t>1.360e1</w:t>
      </w:r>
    </w:p>
    <w:p w:rsidR="005B0461" w:rsidRDefault="005B0461" w:rsidP="005B0461">
      <w:r>
        <w:t>380.0343</w:t>
      </w:r>
      <w:r>
        <w:tab/>
        <w:t>1.112e1</w:t>
      </w:r>
    </w:p>
    <w:p w:rsidR="005B0461" w:rsidRDefault="005B0461" w:rsidP="005B0461">
      <w:r>
        <w:t>380.0357</w:t>
      </w:r>
      <w:r>
        <w:tab/>
        <w:t>1.593e1</w:t>
      </w:r>
    </w:p>
    <w:p w:rsidR="005B0461" w:rsidRDefault="005B0461" w:rsidP="005B0461">
      <w:r>
        <w:t>380.0554</w:t>
      </w:r>
      <w:r>
        <w:tab/>
        <w:t>6.783e0</w:t>
      </w:r>
    </w:p>
    <w:p w:rsidR="005B0461" w:rsidRDefault="005B0461" w:rsidP="005B0461">
      <w:r>
        <w:t>380.0891</w:t>
      </w:r>
      <w:r>
        <w:tab/>
        <w:t>2.328e0</w:t>
      </w:r>
    </w:p>
    <w:p w:rsidR="005B0461" w:rsidRDefault="005B0461" w:rsidP="005B0461">
      <w:r>
        <w:t>380.1411</w:t>
      </w:r>
      <w:r>
        <w:tab/>
        <w:t>2.025e0</w:t>
      </w:r>
    </w:p>
    <w:p w:rsidR="005B0461" w:rsidRDefault="005B0461" w:rsidP="005B0461">
      <w:r>
        <w:t>380.2037</w:t>
      </w:r>
      <w:r>
        <w:tab/>
        <w:t>3.038e0</w:t>
      </w:r>
    </w:p>
    <w:p w:rsidR="005B0461" w:rsidRDefault="005B0461" w:rsidP="005B0461">
      <w:r>
        <w:t>380.2147</w:t>
      </w:r>
      <w:r>
        <w:tab/>
        <w:t>1.409e0</w:t>
      </w:r>
    </w:p>
    <w:p w:rsidR="005B0461" w:rsidRDefault="005B0461" w:rsidP="005B0461">
      <w:r>
        <w:t>380.2432</w:t>
      </w:r>
      <w:r>
        <w:tab/>
        <w:t>2.305e0</w:t>
      </w:r>
    </w:p>
    <w:p w:rsidR="005B0461" w:rsidRDefault="005B0461" w:rsidP="005B0461">
      <w:r>
        <w:t>380.2502</w:t>
      </w:r>
      <w:r>
        <w:tab/>
        <w:t>1.162e0</w:t>
      </w:r>
    </w:p>
    <w:p w:rsidR="005B0461" w:rsidRDefault="005B0461" w:rsidP="005B0461">
      <w:r>
        <w:t>380.3008</w:t>
      </w:r>
      <w:r>
        <w:tab/>
        <w:t>3.038e0</w:t>
      </w:r>
    </w:p>
    <w:p w:rsidR="005B0461" w:rsidRDefault="005B0461" w:rsidP="005B0461">
      <w:r>
        <w:t>380.3435</w:t>
      </w:r>
      <w:r>
        <w:tab/>
        <w:t>1.970e1</w:t>
      </w:r>
    </w:p>
    <w:p w:rsidR="005B0461" w:rsidRDefault="005B0461" w:rsidP="005B0461">
      <w:r>
        <w:t>380.3447</w:t>
      </w:r>
      <w:r>
        <w:tab/>
        <w:t>4.532e1</w:t>
      </w:r>
    </w:p>
    <w:p w:rsidR="005B0461" w:rsidRDefault="005B0461" w:rsidP="005B0461">
      <w:r>
        <w:t>380.3564</w:t>
      </w:r>
      <w:r>
        <w:tab/>
        <w:t>1.215e1</w:t>
      </w:r>
    </w:p>
    <w:p w:rsidR="005B0461" w:rsidRDefault="005B0461" w:rsidP="005B0461">
      <w:r>
        <w:t>380.4166</w:t>
      </w:r>
      <w:r>
        <w:tab/>
        <w:t>1.984e0</w:t>
      </w:r>
    </w:p>
    <w:p w:rsidR="005B0461" w:rsidRDefault="005B0461" w:rsidP="005B0461">
      <w:r>
        <w:t>380.4236</w:t>
      </w:r>
      <w:r>
        <w:tab/>
        <w:t>3.038e0</w:t>
      </w:r>
    </w:p>
    <w:p w:rsidR="005B0461" w:rsidRDefault="005B0461" w:rsidP="005B0461">
      <w:r>
        <w:lastRenderedPageBreak/>
        <w:t>380.4805</w:t>
      </w:r>
      <w:r>
        <w:tab/>
        <w:t>1.013e0</w:t>
      </w:r>
    </w:p>
    <w:p w:rsidR="005B0461" w:rsidRDefault="005B0461" w:rsidP="005B0461">
      <w:r>
        <w:t>380.4904</w:t>
      </w:r>
      <w:r>
        <w:tab/>
        <w:t>5.063e0</w:t>
      </w:r>
    </w:p>
    <w:p w:rsidR="005B0461" w:rsidRDefault="005B0461" w:rsidP="005B0461">
      <w:r>
        <w:t>380.5008</w:t>
      </w:r>
      <w:r>
        <w:tab/>
        <w:t>1.013e0</w:t>
      </w:r>
    </w:p>
    <w:p w:rsidR="005B0461" w:rsidRDefault="005B0461" w:rsidP="005B0461">
      <w:r>
        <w:t>380.5278</w:t>
      </w:r>
      <w:r>
        <w:tab/>
        <w:t>1.013e0</w:t>
      </w:r>
    </w:p>
    <w:p w:rsidR="005B0461" w:rsidRDefault="005B0461" w:rsidP="005B0461">
      <w:r>
        <w:t>380.5456</w:t>
      </w:r>
      <w:r>
        <w:tab/>
        <w:t>2.025e0</w:t>
      </w:r>
    </w:p>
    <w:p w:rsidR="005B0461" w:rsidRDefault="005B0461" w:rsidP="005B0461">
      <w:r>
        <w:t>380.5631</w:t>
      </w:r>
      <w:r>
        <w:tab/>
        <w:t>1.013e0</w:t>
      </w:r>
    </w:p>
    <w:p w:rsidR="005B0461" w:rsidRDefault="005B0461" w:rsidP="005B0461">
      <w:r>
        <w:t>380.6157</w:t>
      </w:r>
      <w:r>
        <w:tab/>
        <w:t>1.013e0</w:t>
      </w:r>
    </w:p>
    <w:p w:rsidR="005B0461" w:rsidRDefault="005B0461" w:rsidP="005B0461">
      <w:r>
        <w:t>380.6264</w:t>
      </w:r>
      <w:r>
        <w:tab/>
        <w:t>1.013e0</w:t>
      </w:r>
    </w:p>
    <w:p w:rsidR="005B0461" w:rsidRDefault="005B0461" w:rsidP="005B0461">
      <w:r>
        <w:t>380.6765</w:t>
      </w:r>
      <w:r>
        <w:tab/>
        <w:t>1.013e0</w:t>
      </w:r>
    </w:p>
    <w:p w:rsidR="005B0461" w:rsidRDefault="005B0461" w:rsidP="005B0461">
      <w:r>
        <w:t>380.7036</w:t>
      </w:r>
      <w:r>
        <w:tab/>
        <w:t>1.013e0</w:t>
      </w:r>
    </w:p>
    <w:p w:rsidR="005B0461" w:rsidRDefault="005B0461" w:rsidP="005B0461">
      <w:r>
        <w:t>380.7103</w:t>
      </w:r>
      <w:r>
        <w:tab/>
        <w:t>1.013e0</w:t>
      </w:r>
    </w:p>
    <w:p w:rsidR="005B0461" w:rsidRDefault="005B0461" w:rsidP="005B0461">
      <w:r>
        <w:t>380.7238</w:t>
      </w:r>
      <w:r>
        <w:tab/>
        <w:t>1.013e0</w:t>
      </w:r>
    </w:p>
    <w:p w:rsidR="005B0461" w:rsidRDefault="005B0461" w:rsidP="005B0461">
      <w:r>
        <w:t>380.7367</w:t>
      </w:r>
      <w:r>
        <w:tab/>
        <w:t>4.051e0</w:t>
      </w:r>
    </w:p>
    <w:p w:rsidR="005B0461" w:rsidRDefault="005B0461" w:rsidP="005B0461">
      <w:r>
        <w:t>380.7634</w:t>
      </w:r>
      <w:r>
        <w:tab/>
        <w:t>2.025e0</w:t>
      </w:r>
    </w:p>
    <w:p w:rsidR="005B0461" w:rsidRDefault="005B0461" w:rsidP="005B0461">
      <w:r>
        <w:t>380.7779</w:t>
      </w:r>
      <w:r>
        <w:tab/>
        <w:t>1.013e0</w:t>
      </w:r>
    </w:p>
    <w:p w:rsidR="005B0461" w:rsidRDefault="005B0461" w:rsidP="005B0461">
      <w:r>
        <w:t>380.8071</w:t>
      </w:r>
      <w:r>
        <w:tab/>
        <w:t>1.013e0</w:t>
      </w:r>
    </w:p>
    <w:p w:rsidR="005B0461" w:rsidRDefault="005B0461" w:rsidP="005B0461">
      <w:r>
        <w:t>380.8117</w:t>
      </w:r>
      <w:r>
        <w:tab/>
        <w:t>3.038e0</w:t>
      </w:r>
    </w:p>
    <w:p w:rsidR="005B0461" w:rsidRDefault="005B0461" w:rsidP="005B0461">
      <w:r>
        <w:t>380.8582</w:t>
      </w:r>
      <w:r>
        <w:tab/>
        <w:t>4.051e0</w:t>
      </w:r>
    </w:p>
    <w:p w:rsidR="005B0461" w:rsidRDefault="005B0461" w:rsidP="005B0461">
      <w:r>
        <w:t>380.8955</w:t>
      </w:r>
      <w:r>
        <w:tab/>
        <w:t>1.013e0</w:t>
      </w:r>
    </w:p>
    <w:p w:rsidR="005B0461" w:rsidRDefault="005B0461" w:rsidP="005B0461">
      <w:r>
        <w:lastRenderedPageBreak/>
        <w:t>380.9223</w:t>
      </w:r>
      <w:r>
        <w:tab/>
        <w:t>6.076e0</w:t>
      </w:r>
    </w:p>
    <w:p w:rsidR="005B0461" w:rsidRDefault="005B0461" w:rsidP="005B0461">
      <w:r>
        <w:t>380.9377</w:t>
      </w:r>
      <w:r>
        <w:tab/>
        <w:t>1.013e0</w:t>
      </w:r>
    </w:p>
    <w:p w:rsidR="005B0461" w:rsidRDefault="005B0461" w:rsidP="005B0461">
      <w:r>
        <w:t>380.9456</w:t>
      </w:r>
      <w:r>
        <w:tab/>
        <w:t>2.025e0</w:t>
      </w:r>
    </w:p>
    <w:p w:rsidR="005B0461" w:rsidRDefault="005B0461" w:rsidP="005B0461">
      <w:r>
        <w:t>380.9503</w:t>
      </w:r>
      <w:r>
        <w:tab/>
        <w:t>1.996e0</w:t>
      </w:r>
    </w:p>
    <w:p w:rsidR="005B0461" w:rsidRDefault="005B0461" w:rsidP="005B0461">
      <w:r>
        <w:t>381.0011</w:t>
      </w:r>
      <w:r>
        <w:tab/>
        <w:t>1.946e0</w:t>
      </w:r>
    </w:p>
    <w:p w:rsidR="005B0461" w:rsidRDefault="005B0461" w:rsidP="005B0461">
      <w:r>
        <w:t>381.0057</w:t>
      </w:r>
      <w:r>
        <w:tab/>
        <w:t>3.366e0</w:t>
      </w:r>
    </w:p>
    <w:p w:rsidR="005B0461" w:rsidRDefault="005B0461" w:rsidP="005B0461">
      <w:r>
        <w:t>381.0262</w:t>
      </w:r>
      <w:r>
        <w:tab/>
        <w:t>1.464e0</w:t>
      </w:r>
    </w:p>
    <w:p w:rsidR="005B0461" w:rsidRDefault="005B0461" w:rsidP="005B0461">
      <w:r>
        <w:t>381.0449</w:t>
      </w:r>
      <w:r>
        <w:tab/>
        <w:t>1.856e0</w:t>
      </w:r>
    </w:p>
    <w:p w:rsidR="005B0461" w:rsidRDefault="005B0461" w:rsidP="005B0461">
      <w:r>
        <w:t>381.0514</w:t>
      </w:r>
      <w:r>
        <w:tab/>
        <w:t>2.986e0</w:t>
      </w:r>
    </w:p>
    <w:p w:rsidR="005B0461" w:rsidRDefault="005B0461" w:rsidP="005B0461">
      <w:r>
        <w:t>381.0755</w:t>
      </w:r>
      <w:r>
        <w:tab/>
        <w:t>1.123e0</w:t>
      </w:r>
    </w:p>
    <w:p w:rsidR="005B0461" w:rsidRDefault="005B0461" w:rsidP="005B0461">
      <w:r>
        <w:t>381.1026</w:t>
      </w:r>
      <w:r>
        <w:tab/>
        <w:t>3.038e0</w:t>
      </w:r>
    </w:p>
    <w:p w:rsidR="005B0461" w:rsidRDefault="005B0461" w:rsidP="005B0461">
      <w:r>
        <w:t>381.1074</w:t>
      </w:r>
      <w:r>
        <w:tab/>
        <w:t>1.814e0</w:t>
      </w:r>
    </w:p>
    <w:p w:rsidR="005B0461" w:rsidRDefault="005B0461" w:rsidP="005B0461">
      <w:r>
        <w:t>381.1356</w:t>
      </w:r>
      <w:r>
        <w:tab/>
        <w:t>5.504e0</w:t>
      </w:r>
    </w:p>
    <w:p w:rsidR="005B0461" w:rsidRDefault="005B0461" w:rsidP="005B0461">
      <w:r>
        <w:t>381.1371</w:t>
      </w:r>
      <w:r>
        <w:tab/>
        <w:t>3.490e0</w:t>
      </w:r>
    </w:p>
    <w:p w:rsidR="005B0461" w:rsidRDefault="005B0461" w:rsidP="005B0461">
      <w:r>
        <w:t>381.1443</w:t>
      </w:r>
      <w:r>
        <w:tab/>
        <w:t>1.899e0</w:t>
      </w:r>
    </w:p>
    <w:p w:rsidR="005B0461" w:rsidRDefault="005B0461" w:rsidP="005B0461">
      <w:r>
        <w:t>381.1790</w:t>
      </w:r>
      <w:r>
        <w:tab/>
        <w:t>4.051e0</w:t>
      </w:r>
    </w:p>
    <w:p w:rsidR="005B0461" w:rsidRDefault="005B0461" w:rsidP="005B0461">
      <w:r>
        <w:t>381.1906</w:t>
      </w:r>
      <w:r>
        <w:tab/>
        <w:t>1.013e0</w:t>
      </w:r>
    </w:p>
    <w:p w:rsidR="005B0461" w:rsidRDefault="005B0461" w:rsidP="005B0461">
      <w:r>
        <w:t>381.2109</w:t>
      </w:r>
      <w:r>
        <w:tab/>
        <w:t>2.025e0</w:t>
      </w:r>
    </w:p>
    <w:p w:rsidR="005B0461" w:rsidRDefault="005B0461" w:rsidP="005B0461">
      <w:r>
        <w:t>381.2393</w:t>
      </w:r>
      <w:r>
        <w:tab/>
        <w:t>2.962e0</w:t>
      </w:r>
    </w:p>
    <w:p w:rsidR="005B0461" w:rsidRDefault="005B0461" w:rsidP="005B0461">
      <w:r>
        <w:lastRenderedPageBreak/>
        <w:t>381.2729</w:t>
      </w:r>
      <w:r>
        <w:tab/>
        <w:t>1.409e0</w:t>
      </w:r>
    </w:p>
    <w:p w:rsidR="005B0461" w:rsidRDefault="005B0461" w:rsidP="005B0461">
      <w:r>
        <w:t>381.2846</w:t>
      </w:r>
      <w:r>
        <w:tab/>
        <w:t>3.672e0</w:t>
      </w:r>
    </w:p>
    <w:p w:rsidR="005B0461" w:rsidRDefault="005B0461" w:rsidP="005B0461">
      <w:r>
        <w:t>381.3130</w:t>
      </w:r>
      <w:r>
        <w:tab/>
        <w:t>4.874e0</w:t>
      </w:r>
    </w:p>
    <w:p w:rsidR="005B0461" w:rsidRDefault="005B0461" w:rsidP="005B0461">
      <w:r>
        <w:t>381.3311</w:t>
      </w:r>
      <w:r>
        <w:tab/>
        <w:t>2.923e0</w:t>
      </w:r>
    </w:p>
    <w:p w:rsidR="005B0461" w:rsidRDefault="005B0461" w:rsidP="005B0461">
      <w:r>
        <w:t>381.3332</w:t>
      </w:r>
      <w:r>
        <w:tab/>
        <w:t>4.262e0</w:t>
      </w:r>
    </w:p>
    <w:p w:rsidR="005B0461" w:rsidRDefault="005B0461" w:rsidP="005B0461">
      <w:r>
        <w:t>381.3541</w:t>
      </w:r>
      <w:r>
        <w:tab/>
        <w:t>5.063e0</w:t>
      </w:r>
    </w:p>
    <w:p w:rsidR="005B0461" w:rsidRDefault="005B0461" w:rsidP="005B0461">
      <w:r>
        <w:t>381.3790</w:t>
      </w:r>
      <w:r>
        <w:tab/>
        <w:t>9.546e0</w:t>
      </w:r>
    </w:p>
    <w:p w:rsidR="005B0461" w:rsidRDefault="005B0461" w:rsidP="005B0461">
      <w:r>
        <w:t>381.3923</w:t>
      </w:r>
      <w:r>
        <w:tab/>
        <w:t>5.063e0</w:t>
      </w:r>
    </w:p>
    <w:p w:rsidR="005B0461" w:rsidRDefault="005B0461" w:rsidP="005B0461">
      <w:r>
        <w:t>381.4048</w:t>
      </w:r>
      <w:r>
        <w:tab/>
        <w:t>5.575e0</w:t>
      </w:r>
    </w:p>
    <w:p w:rsidR="005B0461" w:rsidRDefault="005B0461" w:rsidP="005B0461">
      <w:r>
        <w:t>381.4077</w:t>
      </w:r>
      <w:r>
        <w:tab/>
        <w:t>2.025e0</w:t>
      </w:r>
    </w:p>
    <w:p w:rsidR="005B0461" w:rsidRDefault="005B0461" w:rsidP="005B0461">
      <w:r>
        <w:t>381.4470</w:t>
      </w:r>
      <w:r>
        <w:tab/>
        <w:t>2.025e0</w:t>
      </w:r>
    </w:p>
    <w:p w:rsidR="005B0461" w:rsidRDefault="005B0461" w:rsidP="005B0461">
      <w:r>
        <w:t>381.4657</w:t>
      </w:r>
      <w:r>
        <w:tab/>
        <w:t>2.798e0</w:t>
      </w:r>
    </w:p>
    <w:p w:rsidR="005B0461" w:rsidRDefault="005B0461" w:rsidP="005B0461">
      <w:r>
        <w:t>381.4817</w:t>
      </w:r>
      <w:r>
        <w:tab/>
        <w:t>1.013e0</w:t>
      </w:r>
    </w:p>
    <w:p w:rsidR="005B0461" w:rsidRDefault="005B0461" w:rsidP="005B0461">
      <w:r>
        <w:t>381.5143</w:t>
      </w:r>
      <w:r>
        <w:tab/>
        <w:t>1.013e0</w:t>
      </w:r>
    </w:p>
    <w:p w:rsidR="005B0461" w:rsidRDefault="005B0461" w:rsidP="005B0461">
      <w:r>
        <w:t>381.5182</w:t>
      </w:r>
      <w:r>
        <w:tab/>
        <w:t>1.013e0</w:t>
      </w:r>
    </w:p>
    <w:p w:rsidR="005B0461" w:rsidRDefault="005B0461" w:rsidP="005B0461">
      <w:r>
        <w:t>381.5767</w:t>
      </w:r>
      <w:r>
        <w:tab/>
        <w:t>3.038e0</w:t>
      </w:r>
    </w:p>
    <w:p w:rsidR="005B0461" w:rsidRDefault="005B0461" w:rsidP="005B0461">
      <w:r>
        <w:t>381.6153</w:t>
      </w:r>
      <w:r>
        <w:tab/>
        <w:t>2.083e0</w:t>
      </w:r>
    </w:p>
    <w:p w:rsidR="005B0461" w:rsidRDefault="005B0461" w:rsidP="005B0461">
      <w:r>
        <w:t>381.6276</w:t>
      </w:r>
      <w:r>
        <w:tab/>
        <w:t>1.013e0</w:t>
      </w:r>
    </w:p>
    <w:p w:rsidR="005B0461" w:rsidRDefault="005B0461" w:rsidP="005B0461">
      <w:r>
        <w:t>381.6579</w:t>
      </w:r>
      <w:r>
        <w:tab/>
        <w:t>1.013e0</w:t>
      </w:r>
    </w:p>
    <w:p w:rsidR="005B0461" w:rsidRDefault="005B0461" w:rsidP="005B0461">
      <w:r>
        <w:lastRenderedPageBreak/>
        <w:t>381.6782</w:t>
      </w:r>
      <w:r>
        <w:tab/>
        <w:t>2.025e0</w:t>
      </w:r>
    </w:p>
    <w:p w:rsidR="005B0461" w:rsidRDefault="005B0461" w:rsidP="005B0461">
      <w:r>
        <w:t>381.7121</w:t>
      </w:r>
      <w:r>
        <w:tab/>
        <w:t>1.013e0</w:t>
      </w:r>
    </w:p>
    <w:p w:rsidR="005B0461" w:rsidRDefault="005B0461" w:rsidP="005B0461">
      <w:r>
        <w:t>381.7288</w:t>
      </w:r>
      <w:r>
        <w:tab/>
        <w:t>4.051e0</w:t>
      </w:r>
    </w:p>
    <w:p w:rsidR="005B0461" w:rsidRDefault="005B0461" w:rsidP="005B0461">
      <w:r>
        <w:t>381.7365</w:t>
      </w:r>
      <w:r>
        <w:tab/>
        <w:t>3.038e0</w:t>
      </w:r>
    </w:p>
    <w:p w:rsidR="005B0461" w:rsidRDefault="005B0461" w:rsidP="005B0461">
      <w:r>
        <w:t>381.7663</w:t>
      </w:r>
      <w:r>
        <w:tab/>
        <w:t>1.013e0</w:t>
      </w:r>
    </w:p>
    <w:p w:rsidR="005B0461" w:rsidRDefault="005B0461" w:rsidP="005B0461">
      <w:r>
        <w:t>381.8137</w:t>
      </w:r>
      <w:r>
        <w:tab/>
        <w:t>2.025e0</w:t>
      </w:r>
    </w:p>
    <w:p w:rsidR="005B0461" w:rsidRDefault="005B0461" w:rsidP="005B0461">
      <w:r>
        <w:t>381.8296</w:t>
      </w:r>
      <w:r>
        <w:tab/>
        <w:t>1.013e0</w:t>
      </w:r>
    </w:p>
    <w:p w:rsidR="005B0461" w:rsidRDefault="005B0461" w:rsidP="005B0461">
      <w:r>
        <w:t>381.8612</w:t>
      </w:r>
      <w:r>
        <w:tab/>
        <w:t>1.013e0</w:t>
      </w:r>
    </w:p>
    <w:p w:rsidR="005B0461" w:rsidRDefault="005B0461" w:rsidP="005B0461">
      <w:r>
        <w:t>381.8929</w:t>
      </w:r>
      <w:r>
        <w:tab/>
        <w:t>1.013e0</w:t>
      </w:r>
    </w:p>
    <w:p w:rsidR="005B0461" w:rsidRDefault="005B0461" w:rsidP="005B0461">
      <w:r>
        <w:t>381.9019</w:t>
      </w:r>
      <w:r>
        <w:tab/>
        <w:t>1.013e0</w:t>
      </w:r>
    </w:p>
    <w:p w:rsidR="005B0461" w:rsidRDefault="005B0461" w:rsidP="005B0461">
      <w:r>
        <w:t>381.9086</w:t>
      </w:r>
      <w:r>
        <w:tab/>
        <w:t>1.013e0</w:t>
      </w:r>
    </w:p>
    <w:p w:rsidR="005B0461" w:rsidRDefault="005B0461" w:rsidP="005B0461">
      <w:r>
        <w:t>381.9159</w:t>
      </w:r>
      <w:r>
        <w:tab/>
        <w:t>3.038e0</w:t>
      </w:r>
    </w:p>
    <w:p w:rsidR="005B0461" w:rsidRDefault="005B0461" w:rsidP="005B0461">
      <w:r>
        <w:t>381.9435</w:t>
      </w:r>
      <w:r>
        <w:tab/>
        <w:t>2.025e0</w:t>
      </w:r>
    </w:p>
    <w:p w:rsidR="005B0461" w:rsidRDefault="005B0461" w:rsidP="005B0461">
      <w:r>
        <w:t>382.0085</w:t>
      </w:r>
      <w:r>
        <w:tab/>
        <w:t>1.499e1</w:t>
      </w:r>
    </w:p>
    <w:p w:rsidR="005B0461" w:rsidRDefault="005B0461" w:rsidP="005B0461">
      <w:r>
        <w:t>382.0272</w:t>
      </w:r>
      <w:r>
        <w:tab/>
        <w:t>1.513e1</w:t>
      </w:r>
    </w:p>
    <w:p w:rsidR="005B0461" w:rsidRDefault="005B0461" w:rsidP="005B0461">
      <w:r>
        <w:t>382.0403</w:t>
      </w:r>
      <w:r>
        <w:tab/>
        <w:t>4.751e1</w:t>
      </w:r>
    </w:p>
    <w:p w:rsidR="005B0461" w:rsidRDefault="005B0461" w:rsidP="005B0461">
      <w:r>
        <w:t>382.0447</w:t>
      </w:r>
      <w:r>
        <w:tab/>
        <w:t>2.106e1</w:t>
      </w:r>
    </w:p>
    <w:p w:rsidR="005B0461" w:rsidRDefault="005B0461" w:rsidP="005B0461">
      <w:r>
        <w:t>382.0488</w:t>
      </w:r>
      <w:r>
        <w:tab/>
        <w:t>2.586e1</w:t>
      </w:r>
    </w:p>
    <w:p w:rsidR="005B0461" w:rsidRDefault="005B0461" w:rsidP="005B0461">
      <w:r>
        <w:t>382.0658</w:t>
      </w:r>
      <w:r>
        <w:tab/>
        <w:t>1.588e1</w:t>
      </w:r>
    </w:p>
    <w:p w:rsidR="005B0461" w:rsidRDefault="005B0461" w:rsidP="005B0461">
      <w:r>
        <w:lastRenderedPageBreak/>
        <w:t>382.1203</w:t>
      </w:r>
      <w:r>
        <w:tab/>
        <w:t>2.402e0</w:t>
      </w:r>
    </w:p>
    <w:p w:rsidR="005B0461" w:rsidRDefault="005B0461" w:rsidP="005B0461">
      <w:r>
        <w:t>382.1717</w:t>
      </w:r>
      <w:r>
        <w:tab/>
        <w:t>4.020e0</w:t>
      </w:r>
    </w:p>
    <w:p w:rsidR="005B0461" w:rsidRDefault="005B0461" w:rsidP="005B0461">
      <w:r>
        <w:t>382.1791</w:t>
      </w:r>
      <w:r>
        <w:tab/>
        <w:t>3.761e0</w:t>
      </w:r>
    </w:p>
    <w:p w:rsidR="005B0461" w:rsidRDefault="005B0461" w:rsidP="005B0461">
      <w:r>
        <w:t>382.2054</w:t>
      </w:r>
      <w:r>
        <w:tab/>
        <w:t>2.862e0</w:t>
      </w:r>
    </w:p>
    <w:p w:rsidR="005B0461" w:rsidRDefault="005B0461" w:rsidP="005B0461">
      <w:r>
        <w:t>382.2086</w:t>
      </w:r>
      <w:r>
        <w:tab/>
        <w:t>1.668e0</w:t>
      </w:r>
    </w:p>
    <w:p w:rsidR="005B0461" w:rsidRDefault="005B0461" w:rsidP="005B0461">
      <w:r>
        <w:t>382.2880</w:t>
      </w:r>
      <w:r>
        <w:tab/>
        <w:t>2.025e0</w:t>
      </w:r>
    </w:p>
    <w:p w:rsidR="005B0461" w:rsidRDefault="005B0461" w:rsidP="005B0461">
      <w:r>
        <w:t>382.3045</w:t>
      </w:r>
      <w:r>
        <w:tab/>
        <w:t>2.831e0</w:t>
      </w:r>
    </w:p>
    <w:p w:rsidR="005B0461" w:rsidRDefault="005B0461" w:rsidP="005B0461">
      <w:r>
        <w:t>382.3101</w:t>
      </w:r>
      <w:r>
        <w:tab/>
        <w:t>1.646e0</w:t>
      </w:r>
    </w:p>
    <w:p w:rsidR="005B0461" w:rsidRDefault="005B0461" w:rsidP="005B0461">
      <w:r>
        <w:t>382.3564</w:t>
      </w:r>
      <w:r>
        <w:tab/>
        <w:t>1.901e0</w:t>
      </w:r>
    </w:p>
    <w:p w:rsidR="005B0461" w:rsidRDefault="005B0461" w:rsidP="005B0461">
      <w:r>
        <w:t>382.3784</w:t>
      </w:r>
      <w:r>
        <w:tab/>
        <w:t>2.025e0</w:t>
      </w:r>
    </w:p>
    <w:p w:rsidR="005B0461" w:rsidRDefault="005B0461" w:rsidP="005B0461">
      <w:r>
        <w:t>382.3855</w:t>
      </w:r>
      <w:r>
        <w:tab/>
        <w:t>3.650e0</w:t>
      </w:r>
    </w:p>
    <w:p w:rsidR="005B0461" w:rsidRDefault="005B0461" w:rsidP="005B0461">
      <w:r>
        <w:t>382.4091</w:t>
      </w:r>
      <w:r>
        <w:tab/>
        <w:t>1.942e0</w:t>
      </w:r>
    </w:p>
    <w:p w:rsidR="005B0461" w:rsidRDefault="005B0461" w:rsidP="005B0461">
      <w:r>
        <w:t>382.4106</w:t>
      </w:r>
      <w:r>
        <w:tab/>
        <w:t>2.025e0</w:t>
      </w:r>
    </w:p>
    <w:p w:rsidR="005B0461" w:rsidRDefault="005B0461" w:rsidP="005B0461">
      <w:r>
        <w:t>382.4126</w:t>
      </w:r>
      <w:r>
        <w:tab/>
        <w:t>2.025e0</w:t>
      </w:r>
    </w:p>
    <w:p w:rsidR="005B0461" w:rsidRDefault="005B0461" w:rsidP="005B0461">
      <w:r>
        <w:t>382.4236</w:t>
      </w:r>
      <w:r>
        <w:tab/>
        <w:t>1.013e0</w:t>
      </w:r>
    </w:p>
    <w:p w:rsidR="005B0461" w:rsidRDefault="005B0461" w:rsidP="005B0461">
      <w:r>
        <w:t>382.4579</w:t>
      </w:r>
      <w:r>
        <w:tab/>
        <w:t>3.211e0</w:t>
      </w:r>
    </w:p>
    <w:p w:rsidR="005B0461" w:rsidRDefault="005B0461" w:rsidP="005B0461">
      <w:r>
        <w:t>382.4650</w:t>
      </w:r>
      <w:r>
        <w:tab/>
        <w:t>1.013e0</w:t>
      </w:r>
    </w:p>
    <w:p w:rsidR="005B0461" w:rsidRDefault="005B0461" w:rsidP="005B0461">
      <w:r>
        <w:t>382.4785</w:t>
      </w:r>
      <w:r>
        <w:tab/>
        <w:t>2.025e0</w:t>
      </w:r>
    </w:p>
    <w:p w:rsidR="005B0461" w:rsidRDefault="005B0461" w:rsidP="005B0461">
      <w:r>
        <w:t>382.5158</w:t>
      </w:r>
      <w:r>
        <w:tab/>
        <w:t>1.013e0</w:t>
      </w:r>
    </w:p>
    <w:p w:rsidR="005B0461" w:rsidRDefault="005B0461" w:rsidP="005B0461">
      <w:r>
        <w:lastRenderedPageBreak/>
        <w:t>382.5247</w:t>
      </w:r>
      <w:r>
        <w:tab/>
        <w:t>2.025e0</w:t>
      </w:r>
    </w:p>
    <w:p w:rsidR="005B0461" w:rsidRDefault="005B0461" w:rsidP="005B0461">
      <w:r>
        <w:t>382.5365</w:t>
      </w:r>
      <w:r>
        <w:tab/>
        <w:t>3.038e0</w:t>
      </w:r>
    </w:p>
    <w:p w:rsidR="005B0461" w:rsidRDefault="005B0461" w:rsidP="005B0461">
      <w:r>
        <w:t>382.5581</w:t>
      </w:r>
      <w:r>
        <w:tab/>
        <w:t>2.025e0</w:t>
      </w:r>
    </w:p>
    <w:p w:rsidR="005B0461" w:rsidRDefault="005B0461" w:rsidP="005B0461">
      <w:r>
        <w:t>382.5668</w:t>
      </w:r>
      <w:r>
        <w:tab/>
        <w:t>1.013e0</w:t>
      </w:r>
    </w:p>
    <w:p w:rsidR="005B0461" w:rsidRDefault="005B0461" w:rsidP="005B0461">
      <w:r>
        <w:t>382.6081</w:t>
      </w:r>
      <w:r>
        <w:tab/>
        <w:t>1.013e0</w:t>
      </w:r>
    </w:p>
    <w:p w:rsidR="005B0461" w:rsidRDefault="005B0461" w:rsidP="005B0461">
      <w:r>
        <w:t>382.6272</w:t>
      </w:r>
      <w:r>
        <w:tab/>
        <w:t>3.038e0</w:t>
      </w:r>
    </w:p>
    <w:p w:rsidR="005B0461" w:rsidRDefault="005B0461" w:rsidP="005B0461">
      <w:r>
        <w:t>382.6505</w:t>
      </w:r>
      <w:r>
        <w:tab/>
        <w:t>1.013e0</w:t>
      </w:r>
    </w:p>
    <w:p w:rsidR="005B0461" w:rsidRDefault="005B0461" w:rsidP="005B0461">
      <w:r>
        <w:t>382.7057</w:t>
      </w:r>
      <w:r>
        <w:tab/>
        <w:t>2.025e0</w:t>
      </w:r>
    </w:p>
    <w:p w:rsidR="005B0461" w:rsidRDefault="005B0461" w:rsidP="005B0461">
      <w:r>
        <w:t>382.7076</w:t>
      </w:r>
      <w:r>
        <w:tab/>
        <w:t>2.025e0</w:t>
      </w:r>
    </w:p>
    <w:p w:rsidR="005B0461" w:rsidRDefault="005B0461" w:rsidP="005B0461">
      <w:r>
        <w:t>382.7138</w:t>
      </w:r>
      <w:r>
        <w:tab/>
        <w:t>1.013e0</w:t>
      </w:r>
    </w:p>
    <w:p w:rsidR="005B0461" w:rsidRDefault="005B0461" w:rsidP="005B0461">
      <w:r>
        <w:t>382.7733</w:t>
      </w:r>
      <w:r>
        <w:tab/>
        <w:t>2.025e0</w:t>
      </w:r>
    </w:p>
    <w:p w:rsidR="005B0461" w:rsidRDefault="005B0461" w:rsidP="005B0461">
      <w:r>
        <w:t>382.7902</w:t>
      </w:r>
      <w:r>
        <w:tab/>
        <w:t>4.051e0</w:t>
      </w:r>
    </w:p>
    <w:p w:rsidR="005B0461" w:rsidRDefault="005B0461" w:rsidP="005B0461">
      <w:r>
        <w:t>382.8011</w:t>
      </w:r>
      <w:r>
        <w:tab/>
        <w:t>2.025e0</w:t>
      </w:r>
    </w:p>
    <w:p w:rsidR="005B0461" w:rsidRDefault="005B0461" w:rsidP="005B0461">
      <w:r>
        <w:t>382.8063</w:t>
      </w:r>
      <w:r>
        <w:tab/>
        <w:t>1.013e0</w:t>
      </w:r>
    </w:p>
    <w:p w:rsidR="005B0461" w:rsidRDefault="005B0461" w:rsidP="005B0461">
      <w:r>
        <w:t>382.8313</w:t>
      </w:r>
      <w:r>
        <w:tab/>
        <w:t>3.038e0</w:t>
      </w:r>
    </w:p>
    <w:p w:rsidR="005B0461" w:rsidRDefault="005B0461" w:rsidP="005B0461">
      <w:r>
        <w:t>382.8485</w:t>
      </w:r>
      <w:r>
        <w:tab/>
        <w:t>2.025e0</w:t>
      </w:r>
    </w:p>
    <w:p w:rsidR="005B0461" w:rsidRDefault="005B0461" w:rsidP="005B0461">
      <w:r>
        <w:t>382.8861</w:t>
      </w:r>
      <w:r>
        <w:tab/>
        <w:t>1.013e0</w:t>
      </w:r>
    </w:p>
    <w:p w:rsidR="005B0461" w:rsidRDefault="005B0461" w:rsidP="005B0461">
      <w:r>
        <w:t>382.9032</w:t>
      </w:r>
      <w:r>
        <w:tab/>
        <w:t>2.025e0</w:t>
      </w:r>
    </w:p>
    <w:p w:rsidR="005B0461" w:rsidRDefault="005B0461" w:rsidP="005B0461">
      <w:r>
        <w:t>382.9200</w:t>
      </w:r>
      <w:r>
        <w:tab/>
        <w:t>1.013e0</w:t>
      </w:r>
    </w:p>
    <w:p w:rsidR="005B0461" w:rsidRDefault="005B0461" w:rsidP="005B0461">
      <w:r>
        <w:lastRenderedPageBreak/>
        <w:t>382.9812</w:t>
      </w:r>
      <w:r>
        <w:tab/>
        <w:t>2.025e0</w:t>
      </w:r>
    </w:p>
    <w:p w:rsidR="005B0461" w:rsidRDefault="005B0461" w:rsidP="005B0461">
      <w:r>
        <w:t>382.9930</w:t>
      </w:r>
      <w:r>
        <w:tab/>
        <w:t>3.017e0</w:t>
      </w:r>
    </w:p>
    <w:p w:rsidR="005B0461" w:rsidRDefault="005B0461" w:rsidP="005B0461">
      <w:r>
        <w:t>383.0210</w:t>
      </w:r>
      <w:r>
        <w:tab/>
        <w:t>4.051e0</w:t>
      </w:r>
    </w:p>
    <w:p w:rsidR="005B0461" w:rsidRDefault="005B0461" w:rsidP="005B0461">
      <w:r>
        <w:t>383.0356</w:t>
      </w:r>
      <w:r>
        <w:tab/>
        <w:t>2.910e0</w:t>
      </w:r>
    </w:p>
    <w:p w:rsidR="005B0461" w:rsidRDefault="005B0461" w:rsidP="005B0461">
      <w:r>
        <w:t>383.0381</w:t>
      </w:r>
      <w:r>
        <w:tab/>
        <w:t>5.043e0</w:t>
      </w:r>
    </w:p>
    <w:p w:rsidR="005B0461" w:rsidRDefault="005B0461" w:rsidP="005B0461">
      <w:r>
        <w:t>383.0534</w:t>
      </w:r>
      <w:r>
        <w:tab/>
        <w:t>4.973e0</w:t>
      </w:r>
    </w:p>
    <w:p w:rsidR="005B0461" w:rsidRDefault="005B0461" w:rsidP="005B0461">
      <w:r>
        <w:t>383.0599</w:t>
      </w:r>
      <w:r>
        <w:tab/>
        <w:t>3.660e0</w:t>
      </w:r>
    </w:p>
    <w:p w:rsidR="005B0461" w:rsidRDefault="005B0461" w:rsidP="005B0461">
      <w:r>
        <w:t>383.0758</w:t>
      </w:r>
      <w:r>
        <w:tab/>
        <w:t>3.949e0</w:t>
      </w:r>
    </w:p>
    <w:p w:rsidR="005B0461" w:rsidRDefault="005B0461" w:rsidP="005B0461">
      <w:r>
        <w:t>383.0850</w:t>
      </w:r>
      <w:r>
        <w:tab/>
        <w:t>5.553e0</w:t>
      </w:r>
    </w:p>
    <w:p w:rsidR="005B0461" w:rsidRDefault="005B0461" w:rsidP="005B0461">
      <w:r>
        <w:t>383.1028</w:t>
      </w:r>
      <w:r>
        <w:tab/>
        <w:t>2.633e0</w:t>
      </w:r>
    </w:p>
    <w:p w:rsidR="005B0461" w:rsidRDefault="005B0461" w:rsidP="005B0461">
      <w:r>
        <w:t>383.1308</w:t>
      </w:r>
      <w:r>
        <w:tab/>
        <w:t>1.013e0</w:t>
      </w:r>
    </w:p>
    <w:p w:rsidR="005B0461" w:rsidRDefault="005B0461" w:rsidP="005B0461">
      <w:r>
        <w:t>383.1595</w:t>
      </w:r>
      <w:r>
        <w:tab/>
        <w:t>6.366e0</w:t>
      </w:r>
    </w:p>
    <w:p w:rsidR="005B0461" w:rsidRDefault="005B0461" w:rsidP="005B0461">
      <w:r>
        <w:t>383.2177</w:t>
      </w:r>
      <w:r>
        <w:tab/>
        <w:t>7.728e0</w:t>
      </w:r>
    </w:p>
    <w:p w:rsidR="005B0461" w:rsidRDefault="005B0461" w:rsidP="005B0461">
      <w:r>
        <w:t>383.2214</w:t>
      </w:r>
      <w:r>
        <w:tab/>
        <w:t>1.010e1</w:t>
      </w:r>
    </w:p>
    <w:p w:rsidR="005B0461" w:rsidRDefault="005B0461" w:rsidP="005B0461">
      <w:r>
        <w:t>383.2274</w:t>
      </w:r>
      <w:r>
        <w:tab/>
        <w:t>3.038e0</w:t>
      </w:r>
    </w:p>
    <w:p w:rsidR="005B0461" w:rsidRDefault="005B0461" w:rsidP="005B0461">
      <w:r>
        <w:t>383.2296</w:t>
      </w:r>
      <w:r>
        <w:tab/>
        <w:t>5.861e0</w:t>
      </w:r>
    </w:p>
    <w:p w:rsidR="005B0461" w:rsidRDefault="005B0461" w:rsidP="005B0461">
      <w:r>
        <w:t>383.2750</w:t>
      </w:r>
      <w:r>
        <w:tab/>
        <w:t>1.426e0</w:t>
      </w:r>
    </w:p>
    <w:p w:rsidR="005B0461" w:rsidRDefault="005B0461" w:rsidP="005B0461">
      <w:r>
        <w:t>383.3241</w:t>
      </w:r>
      <w:r>
        <w:tab/>
        <w:t>4.051e0</w:t>
      </w:r>
    </w:p>
    <w:p w:rsidR="005B0461" w:rsidRDefault="005B0461" w:rsidP="005B0461">
      <w:r>
        <w:t>383.3346</w:t>
      </w:r>
      <w:r>
        <w:tab/>
        <w:t>2.025e0</w:t>
      </w:r>
    </w:p>
    <w:p w:rsidR="005B0461" w:rsidRDefault="005B0461" w:rsidP="005B0461">
      <w:r>
        <w:lastRenderedPageBreak/>
        <w:t>383.3434</w:t>
      </w:r>
      <w:r>
        <w:tab/>
        <w:t>2.025e0</w:t>
      </w:r>
    </w:p>
    <w:p w:rsidR="005B0461" w:rsidRDefault="005B0461" w:rsidP="005B0461">
      <w:r>
        <w:t>383.3973</w:t>
      </w:r>
      <w:r>
        <w:tab/>
        <w:t>3.038e0</w:t>
      </w:r>
    </w:p>
    <w:p w:rsidR="005B0461" w:rsidRDefault="005B0461" w:rsidP="005B0461">
      <w:r>
        <w:t>383.4077</w:t>
      </w:r>
      <w:r>
        <w:tab/>
        <w:t>2.025e0</w:t>
      </w:r>
    </w:p>
    <w:p w:rsidR="005B0461" w:rsidRDefault="005B0461" w:rsidP="005B0461">
      <w:r>
        <w:t>383.4149</w:t>
      </w:r>
      <w:r>
        <w:tab/>
        <w:t>2.025e0</w:t>
      </w:r>
    </w:p>
    <w:p w:rsidR="005B0461" w:rsidRDefault="005B0461" w:rsidP="005B0461">
      <w:r>
        <w:t>383.4505</w:t>
      </w:r>
      <w:r>
        <w:tab/>
        <w:t>1.013e0</w:t>
      </w:r>
    </w:p>
    <w:p w:rsidR="005B0461" w:rsidRDefault="005B0461" w:rsidP="005B0461">
      <w:r>
        <w:t>383.4641</w:t>
      </w:r>
      <w:r>
        <w:tab/>
        <w:t>1.013e0</w:t>
      </w:r>
    </w:p>
    <w:p w:rsidR="005B0461" w:rsidRDefault="005B0461" w:rsidP="005B0461">
      <w:r>
        <w:t>383.5190</w:t>
      </w:r>
      <w:r>
        <w:tab/>
        <w:t>2.025e0</w:t>
      </w:r>
    </w:p>
    <w:p w:rsidR="005B0461" w:rsidRDefault="005B0461" w:rsidP="005B0461">
      <w:r>
        <w:t>383.5730</w:t>
      </w:r>
      <w:r>
        <w:tab/>
        <w:t>2.025e0</w:t>
      </w:r>
    </w:p>
    <w:p w:rsidR="005B0461" w:rsidRDefault="005B0461" w:rsidP="005B0461">
      <w:r>
        <w:t>383.6411</w:t>
      </w:r>
      <w:r>
        <w:tab/>
        <w:t>1.013e0</w:t>
      </w:r>
    </w:p>
    <w:p w:rsidR="005B0461" w:rsidRDefault="005B0461" w:rsidP="005B0461">
      <w:r>
        <w:t>383.6547</w:t>
      </w:r>
      <w:r>
        <w:tab/>
        <w:t>1.013e0</w:t>
      </w:r>
    </w:p>
    <w:p w:rsidR="005B0461" w:rsidRDefault="005B0461" w:rsidP="005B0461">
      <w:r>
        <w:t>383.6579</w:t>
      </w:r>
      <w:r>
        <w:tab/>
        <w:t>4.051e0</w:t>
      </w:r>
    </w:p>
    <w:p w:rsidR="005B0461" w:rsidRDefault="005B0461" w:rsidP="005B0461">
      <w:r>
        <w:t>383.6615</w:t>
      </w:r>
      <w:r>
        <w:tab/>
        <w:t>1.013e0</w:t>
      </w:r>
    </w:p>
    <w:p w:rsidR="005B0461" w:rsidRDefault="005B0461" w:rsidP="005B0461">
      <w:r>
        <w:t>383.7288</w:t>
      </w:r>
      <w:r>
        <w:tab/>
        <w:t>4.051e0</w:t>
      </w:r>
    </w:p>
    <w:p w:rsidR="005B0461" w:rsidRDefault="005B0461" w:rsidP="005B0461">
      <w:r>
        <w:t>383.7583</w:t>
      </w:r>
      <w:r>
        <w:tab/>
        <w:t>1.013e0</w:t>
      </w:r>
    </w:p>
    <w:p w:rsidR="005B0461" w:rsidRDefault="005B0461" w:rsidP="005B0461">
      <w:r>
        <w:t>383.7881</w:t>
      </w:r>
      <w:r>
        <w:tab/>
        <w:t>2.025e0</w:t>
      </w:r>
    </w:p>
    <w:p w:rsidR="005B0461" w:rsidRDefault="005B0461" w:rsidP="005B0461">
      <w:r>
        <w:t>383.8158</w:t>
      </w:r>
      <w:r>
        <w:tab/>
        <w:t>2.025e0</w:t>
      </w:r>
    </w:p>
    <w:p w:rsidR="005B0461" w:rsidRDefault="005B0461" w:rsidP="005B0461">
      <w:r>
        <w:t>383.8468</w:t>
      </w:r>
      <w:r>
        <w:tab/>
        <w:t>1.013e0</w:t>
      </w:r>
    </w:p>
    <w:p w:rsidR="005B0461" w:rsidRDefault="005B0461" w:rsidP="005B0461">
      <w:r>
        <w:t>383.8505</w:t>
      </w:r>
      <w:r>
        <w:tab/>
        <w:t>2.025e0</w:t>
      </w:r>
    </w:p>
    <w:p w:rsidR="005B0461" w:rsidRDefault="005B0461" w:rsidP="005B0461">
      <w:r>
        <w:t>383.8646</w:t>
      </w:r>
      <w:r>
        <w:tab/>
        <w:t>3.038e0</w:t>
      </w:r>
    </w:p>
    <w:p w:rsidR="005B0461" w:rsidRDefault="005B0461" w:rsidP="005B0461">
      <w:r>
        <w:lastRenderedPageBreak/>
        <w:t>383.8930</w:t>
      </w:r>
      <w:r>
        <w:tab/>
        <w:t>1.013e0</w:t>
      </w:r>
    </w:p>
    <w:p w:rsidR="005B0461" w:rsidRDefault="005B0461" w:rsidP="005B0461">
      <w:r>
        <w:t>383.9088</w:t>
      </w:r>
      <w:r>
        <w:tab/>
        <w:t>3.038e0</w:t>
      </w:r>
    </w:p>
    <w:p w:rsidR="005B0461" w:rsidRDefault="005B0461" w:rsidP="005B0461">
      <w:r>
        <w:t>383.9520</w:t>
      </w:r>
      <w:r>
        <w:tab/>
        <w:t>5.063e0</w:t>
      </w:r>
    </w:p>
    <w:p w:rsidR="005B0461" w:rsidRDefault="005B0461" w:rsidP="005B0461">
      <w:r>
        <w:t>383.9579</w:t>
      </w:r>
      <w:r>
        <w:tab/>
        <w:t>2.025e0</w:t>
      </w:r>
    </w:p>
    <w:p w:rsidR="005B0461" w:rsidRDefault="005B0461" w:rsidP="005B0461">
      <w:r>
        <w:t>383.9612</w:t>
      </w:r>
      <w:r>
        <w:tab/>
        <w:t>2.014e0</w:t>
      </w:r>
    </w:p>
    <w:p w:rsidR="005B0461" w:rsidRDefault="005B0461" w:rsidP="005B0461">
      <w:r>
        <w:t>384.0522</w:t>
      </w:r>
      <w:r>
        <w:tab/>
        <w:t>5.634e1</w:t>
      </w:r>
    </w:p>
    <w:p w:rsidR="005B0461" w:rsidRDefault="005B0461" w:rsidP="005B0461">
      <w:r>
        <w:t>384.0543</w:t>
      </w:r>
      <w:r>
        <w:tab/>
        <w:t>6.129e1</w:t>
      </w:r>
    </w:p>
    <w:p w:rsidR="005B0461" w:rsidRDefault="005B0461" w:rsidP="005B0461">
      <w:r>
        <w:t>384.1193</w:t>
      </w:r>
      <w:r>
        <w:tab/>
        <w:t>3.038e0</w:t>
      </w:r>
    </w:p>
    <w:p w:rsidR="005B0461" w:rsidRDefault="005B0461" w:rsidP="005B0461">
      <w:r>
        <w:t>384.1871</w:t>
      </w:r>
      <w:r>
        <w:tab/>
        <w:t>4.051e0</w:t>
      </w:r>
    </w:p>
    <w:p w:rsidR="005B0461" w:rsidRDefault="005B0461" w:rsidP="005B0461">
      <w:r>
        <w:t>384.1919</w:t>
      </w:r>
      <w:r>
        <w:tab/>
        <w:t>2.216e0</w:t>
      </w:r>
    </w:p>
    <w:p w:rsidR="005B0461" w:rsidRDefault="005B0461" w:rsidP="005B0461">
      <w:r>
        <w:t>384.2235</w:t>
      </w:r>
      <w:r>
        <w:tab/>
        <w:t>4.876e0</w:t>
      </w:r>
    </w:p>
    <w:p w:rsidR="005B0461" w:rsidRDefault="005B0461" w:rsidP="005B0461">
      <w:r>
        <w:t>384.2306</w:t>
      </w:r>
      <w:r>
        <w:tab/>
        <w:t>3.886e0</w:t>
      </w:r>
    </w:p>
    <w:p w:rsidR="005B0461" w:rsidRDefault="005B0461" w:rsidP="005B0461">
      <w:r>
        <w:t>384.2597</w:t>
      </w:r>
      <w:r>
        <w:tab/>
        <w:t>2.205e0</w:t>
      </w:r>
    </w:p>
    <w:p w:rsidR="005B0461" w:rsidRDefault="005B0461" w:rsidP="005B0461">
      <w:r>
        <w:t>384.2613</w:t>
      </w:r>
      <w:r>
        <w:tab/>
        <w:t>4.984e0</w:t>
      </w:r>
    </w:p>
    <w:p w:rsidR="005B0461" w:rsidRDefault="005B0461" w:rsidP="005B0461">
      <w:r>
        <w:t>384.2657</w:t>
      </w:r>
      <w:r>
        <w:tab/>
        <w:t>4.808e0</w:t>
      </w:r>
    </w:p>
    <w:p w:rsidR="005B0461" w:rsidRDefault="005B0461" w:rsidP="005B0461">
      <w:r>
        <w:t>384.2816</w:t>
      </w:r>
      <w:r>
        <w:tab/>
        <w:t>2.428e0</w:t>
      </w:r>
    </w:p>
    <w:p w:rsidR="005B0461" w:rsidRDefault="005B0461" w:rsidP="005B0461">
      <w:r>
        <w:t>384.3045</w:t>
      </w:r>
      <w:r>
        <w:tab/>
        <w:t>4.957e0</w:t>
      </w:r>
    </w:p>
    <w:p w:rsidR="005B0461" w:rsidRDefault="005B0461" w:rsidP="005B0461">
      <w:r>
        <w:t>384.3467</w:t>
      </w:r>
      <w:r>
        <w:tab/>
        <w:t>8.560e0</w:t>
      </w:r>
    </w:p>
    <w:p w:rsidR="005B0461" w:rsidRDefault="005B0461" w:rsidP="005B0461">
      <w:r>
        <w:t>384.3520</w:t>
      </w:r>
      <w:r>
        <w:tab/>
        <w:t>2.638e0</w:t>
      </w:r>
    </w:p>
    <w:p w:rsidR="005B0461" w:rsidRDefault="005B0461" w:rsidP="005B0461">
      <w:r>
        <w:lastRenderedPageBreak/>
        <w:t>384.3633</w:t>
      </w:r>
      <w:r>
        <w:tab/>
        <w:t>2.025e0</w:t>
      </w:r>
    </w:p>
    <w:p w:rsidR="005B0461" w:rsidRDefault="005B0461" w:rsidP="005B0461">
      <w:r>
        <w:t>384.3923</w:t>
      </w:r>
      <w:r>
        <w:tab/>
        <w:t>2.025e0</w:t>
      </w:r>
    </w:p>
    <w:p w:rsidR="005B0461" w:rsidRDefault="005B0461" w:rsidP="005B0461">
      <w:r>
        <w:t>384.4202</w:t>
      </w:r>
      <w:r>
        <w:tab/>
        <w:t>1.013e0</w:t>
      </w:r>
    </w:p>
    <w:p w:rsidR="005B0461" w:rsidRDefault="005B0461" w:rsidP="005B0461">
      <w:r>
        <w:t>384.4315</w:t>
      </w:r>
      <w:r>
        <w:tab/>
        <w:t>1.013e0</w:t>
      </w:r>
    </w:p>
    <w:p w:rsidR="005B0461" w:rsidRDefault="005B0461" w:rsidP="005B0461">
      <w:r>
        <w:t>384.4645</w:t>
      </w:r>
      <w:r>
        <w:tab/>
        <w:t>2.025e0</w:t>
      </w:r>
    </w:p>
    <w:p w:rsidR="005B0461" w:rsidRDefault="005B0461" w:rsidP="005B0461">
      <w:r>
        <w:t>384.4796</w:t>
      </w:r>
      <w:r>
        <w:tab/>
        <w:t>3.038e0</w:t>
      </w:r>
    </w:p>
    <w:p w:rsidR="005B0461" w:rsidRDefault="005B0461" w:rsidP="005B0461">
      <w:r>
        <w:t>384.5088</w:t>
      </w:r>
      <w:r>
        <w:tab/>
        <w:t>1.013e0</w:t>
      </w:r>
    </w:p>
    <w:p w:rsidR="005B0461" w:rsidRDefault="005B0461" w:rsidP="005B0461">
      <w:r>
        <w:t>384.5405</w:t>
      </w:r>
      <w:r>
        <w:tab/>
        <w:t>2.025e0</w:t>
      </w:r>
    </w:p>
    <w:p w:rsidR="005B0461" w:rsidRDefault="005B0461" w:rsidP="005B0461">
      <w:r>
        <w:t>384.5474</w:t>
      </w:r>
      <w:r>
        <w:tab/>
        <w:t>1.013e0</w:t>
      </w:r>
    </w:p>
    <w:p w:rsidR="005B0461" w:rsidRDefault="005B0461" w:rsidP="005B0461">
      <w:r>
        <w:t>384.6021</w:t>
      </w:r>
      <w:r>
        <w:tab/>
        <w:t>1.013e0</w:t>
      </w:r>
    </w:p>
    <w:p w:rsidR="005B0461" w:rsidRDefault="005B0461" w:rsidP="005B0461">
      <w:r>
        <w:t>384.6093</w:t>
      </w:r>
      <w:r>
        <w:tab/>
        <w:t>2.025e0</w:t>
      </w:r>
    </w:p>
    <w:p w:rsidR="005B0461" w:rsidRDefault="005B0461" w:rsidP="005B0461">
      <w:r>
        <w:t>384.6152</w:t>
      </w:r>
      <w:r>
        <w:tab/>
        <w:t>2.025e0</w:t>
      </w:r>
    </w:p>
    <w:p w:rsidR="005B0461" w:rsidRDefault="005B0461" w:rsidP="005B0461">
      <w:r>
        <w:t>384.6498</w:t>
      </w:r>
      <w:r>
        <w:tab/>
        <w:t>2.025e0</w:t>
      </w:r>
    </w:p>
    <w:p w:rsidR="005B0461" w:rsidRDefault="005B0461" w:rsidP="005B0461">
      <w:r>
        <w:t>384.6976</w:t>
      </w:r>
      <w:r>
        <w:tab/>
        <w:t>2.025e0</w:t>
      </w:r>
    </w:p>
    <w:p w:rsidR="005B0461" w:rsidRDefault="005B0461" w:rsidP="005B0461">
      <w:r>
        <w:t>384.7317</w:t>
      </w:r>
      <w:r>
        <w:tab/>
        <w:t>2.025e0</w:t>
      </w:r>
    </w:p>
    <w:p w:rsidR="005B0461" w:rsidRDefault="005B0461" w:rsidP="005B0461">
      <w:r>
        <w:t>384.7454</w:t>
      </w:r>
      <w:r>
        <w:tab/>
        <w:t>1.013e0</w:t>
      </w:r>
    </w:p>
    <w:p w:rsidR="005B0461" w:rsidRDefault="005B0461" w:rsidP="005B0461">
      <w:r>
        <w:t>384.7796</w:t>
      </w:r>
      <w:r>
        <w:tab/>
        <w:t>2.025e0</w:t>
      </w:r>
    </w:p>
    <w:p w:rsidR="005B0461" w:rsidRDefault="005B0461" w:rsidP="005B0461">
      <w:r>
        <w:t>384.7863</w:t>
      </w:r>
      <w:r>
        <w:tab/>
        <w:t>1.013e0</w:t>
      </w:r>
    </w:p>
    <w:p w:rsidR="005B0461" w:rsidRDefault="005B0461" w:rsidP="005B0461">
      <w:r>
        <w:t>384.8129</w:t>
      </w:r>
      <w:r>
        <w:tab/>
        <w:t>2.025e0</w:t>
      </w:r>
    </w:p>
    <w:p w:rsidR="005B0461" w:rsidRDefault="005B0461" w:rsidP="005B0461">
      <w:r>
        <w:lastRenderedPageBreak/>
        <w:t>384.8273</w:t>
      </w:r>
      <w:r>
        <w:tab/>
        <w:t>1.013e0</w:t>
      </w:r>
    </w:p>
    <w:p w:rsidR="005B0461" w:rsidRDefault="005B0461" w:rsidP="005B0461">
      <w:r>
        <w:t>384.8615</w:t>
      </w:r>
      <w:r>
        <w:tab/>
        <w:t>4.051e0</w:t>
      </w:r>
    </w:p>
    <w:p w:rsidR="005B0461" w:rsidRDefault="005B0461" w:rsidP="005B0461">
      <w:r>
        <w:t>384.8887</w:t>
      </w:r>
      <w:r>
        <w:tab/>
        <w:t>2.025e0</w:t>
      </w:r>
    </w:p>
    <w:p w:rsidR="005B0461" w:rsidRDefault="005B0461" w:rsidP="005B0461">
      <w:r>
        <w:t>384.9434</w:t>
      </w:r>
      <w:r>
        <w:tab/>
        <w:t>2.025e0</w:t>
      </w:r>
    </w:p>
    <w:p w:rsidR="005B0461" w:rsidRDefault="005B0461" w:rsidP="005B0461">
      <w:r>
        <w:t>384.9680</w:t>
      </w:r>
      <w:r>
        <w:tab/>
        <w:t>6.076e0</w:t>
      </w:r>
    </w:p>
    <w:p w:rsidR="005B0461" w:rsidRDefault="005B0461" w:rsidP="005B0461">
      <w:r>
        <w:t>384.9811</w:t>
      </w:r>
      <w:r>
        <w:tab/>
        <w:t>1.999e0</w:t>
      </w:r>
    </w:p>
    <w:p w:rsidR="005B0461" w:rsidRDefault="005B0461" w:rsidP="005B0461">
      <w:r>
        <w:t>385.0489</w:t>
      </w:r>
      <w:r>
        <w:tab/>
        <w:t>1.210e1</w:t>
      </w:r>
    </w:p>
    <w:p w:rsidR="005B0461" w:rsidRDefault="005B0461" w:rsidP="005B0461">
      <w:r>
        <w:t>385.0500</w:t>
      </w:r>
      <w:r>
        <w:tab/>
        <w:t>3.551e0</w:t>
      </w:r>
    </w:p>
    <w:p w:rsidR="005B0461" w:rsidRDefault="005B0461" w:rsidP="005B0461">
      <w:r>
        <w:t>385.0603</w:t>
      </w:r>
      <w:r>
        <w:tab/>
        <w:t>7.396e0</w:t>
      </w:r>
    </w:p>
    <w:p w:rsidR="005B0461" w:rsidRDefault="005B0461" w:rsidP="005B0461">
      <w:r>
        <w:t>385.1115</w:t>
      </w:r>
      <w:r>
        <w:tab/>
        <w:t>1.505e0</w:t>
      </w:r>
    </w:p>
    <w:p w:rsidR="005B0461" w:rsidRDefault="005B0461" w:rsidP="005B0461">
      <w:r>
        <w:t>385.1141</w:t>
      </w:r>
      <w:r>
        <w:tab/>
        <w:t>1.013e0</w:t>
      </w:r>
    </w:p>
    <w:p w:rsidR="005B0461" w:rsidRDefault="005B0461" w:rsidP="005B0461">
      <w:r>
        <w:t>385.1196</w:t>
      </w:r>
      <w:r>
        <w:tab/>
        <w:t>2.514e0</w:t>
      </w:r>
    </w:p>
    <w:p w:rsidR="005B0461" w:rsidRDefault="005B0461" w:rsidP="005B0461">
      <w:r>
        <w:t>385.1448</w:t>
      </w:r>
      <w:r>
        <w:tab/>
        <w:t>2.223e0</w:t>
      </w:r>
    </w:p>
    <w:p w:rsidR="005B0461" w:rsidRDefault="005B0461" w:rsidP="005B0461">
      <w:r>
        <w:t>385.1558</w:t>
      </w:r>
      <w:r>
        <w:tab/>
        <w:t>3.828e0</w:t>
      </w:r>
    </w:p>
    <w:p w:rsidR="005B0461" w:rsidRDefault="005B0461" w:rsidP="005B0461">
      <w:r>
        <w:t>385.2062</w:t>
      </w:r>
      <w:r>
        <w:tab/>
        <w:t>3.686e0</w:t>
      </w:r>
    </w:p>
    <w:p w:rsidR="005B0461" w:rsidRDefault="005B0461" w:rsidP="005B0461">
      <w:r>
        <w:t>385.2133</w:t>
      </w:r>
      <w:r>
        <w:tab/>
        <w:t>3.961e0</w:t>
      </w:r>
    </w:p>
    <w:p w:rsidR="005B0461" w:rsidRDefault="005B0461" w:rsidP="005B0461">
      <w:r>
        <w:t>385.2343</w:t>
      </w:r>
      <w:r>
        <w:tab/>
        <w:t>4.677e0</w:t>
      </w:r>
    </w:p>
    <w:p w:rsidR="005B0461" w:rsidRDefault="005B0461" w:rsidP="005B0461">
      <w:r>
        <w:t>385.2832</w:t>
      </w:r>
      <w:r>
        <w:tab/>
        <w:t>9.114e0</w:t>
      </w:r>
    </w:p>
    <w:p w:rsidR="005B0461" w:rsidRDefault="005B0461" w:rsidP="005B0461">
      <w:r>
        <w:t>385.2963</w:t>
      </w:r>
      <w:r>
        <w:tab/>
        <w:t>3.151e1</w:t>
      </w:r>
    </w:p>
    <w:p w:rsidR="005B0461" w:rsidRDefault="005B0461" w:rsidP="005B0461">
      <w:r>
        <w:lastRenderedPageBreak/>
        <w:t>385.2983</w:t>
      </w:r>
      <w:r>
        <w:tab/>
        <w:t>1.716e1</w:t>
      </w:r>
    </w:p>
    <w:p w:rsidR="005B0461" w:rsidRDefault="005B0461" w:rsidP="005B0461">
      <w:r>
        <w:t>385.3210</w:t>
      </w:r>
      <w:r>
        <w:tab/>
        <w:t>5.063e0</w:t>
      </w:r>
    </w:p>
    <w:p w:rsidR="005B0461" w:rsidRDefault="005B0461" w:rsidP="005B0461">
      <w:r>
        <w:t>385.3651</w:t>
      </w:r>
      <w:r>
        <w:tab/>
        <w:t>1.013e0</w:t>
      </w:r>
    </w:p>
    <w:p w:rsidR="005B0461" w:rsidRDefault="005B0461" w:rsidP="005B0461">
      <w:r>
        <w:t>385.3712</w:t>
      </w:r>
      <w:r>
        <w:tab/>
        <w:t>4.051e0</w:t>
      </w:r>
    </w:p>
    <w:p w:rsidR="005B0461" w:rsidRDefault="005B0461" w:rsidP="005B0461">
      <w:r>
        <w:t>385.3808</w:t>
      </w:r>
      <w:r>
        <w:tab/>
        <w:t>3.038e0</w:t>
      </w:r>
    </w:p>
    <w:p w:rsidR="005B0461" w:rsidRDefault="005B0461" w:rsidP="005B0461">
      <w:r>
        <w:t>385.3824</w:t>
      </w:r>
      <w:r>
        <w:tab/>
        <w:t>3.038e0</w:t>
      </w:r>
    </w:p>
    <w:p w:rsidR="005B0461" w:rsidRDefault="005B0461" w:rsidP="005B0461">
      <w:r>
        <w:t>385.4092</w:t>
      </w:r>
      <w:r>
        <w:tab/>
        <w:t>2.025e0</w:t>
      </w:r>
    </w:p>
    <w:p w:rsidR="005B0461" w:rsidRDefault="005B0461" w:rsidP="005B0461">
      <w:r>
        <w:t>385.4431</w:t>
      </w:r>
      <w:r>
        <w:tab/>
        <w:t>2.025e0</w:t>
      </w:r>
    </w:p>
    <w:p w:rsidR="005B0461" w:rsidRDefault="005B0461" w:rsidP="005B0461">
      <w:r>
        <w:t>385.4451</w:t>
      </w:r>
      <w:r>
        <w:tab/>
        <w:t>2.025e0</w:t>
      </w:r>
    </w:p>
    <w:p w:rsidR="005B0461" w:rsidRDefault="005B0461" w:rsidP="005B0461">
      <w:r>
        <w:t>385.4626</w:t>
      </w:r>
      <w:r>
        <w:tab/>
        <w:t>1.013e0</w:t>
      </w:r>
    </w:p>
    <w:p w:rsidR="005B0461" w:rsidRDefault="005B0461" w:rsidP="005B0461">
      <w:r>
        <w:t>385.4913</w:t>
      </w:r>
      <w:r>
        <w:tab/>
        <w:t>2.025e0</w:t>
      </w:r>
    </w:p>
    <w:p w:rsidR="005B0461" w:rsidRDefault="005B0461" w:rsidP="005B0461">
      <w:r>
        <w:t>385.5211</w:t>
      </w:r>
      <w:r>
        <w:tab/>
        <w:t>1.013e0</w:t>
      </w:r>
    </w:p>
    <w:p w:rsidR="005B0461" w:rsidRDefault="005B0461" w:rsidP="005B0461">
      <w:r>
        <w:t>385.5348</w:t>
      </w:r>
      <w:r>
        <w:tab/>
        <w:t>4.051e0</w:t>
      </w:r>
    </w:p>
    <w:p w:rsidR="005B0461" w:rsidRDefault="005B0461" w:rsidP="005B0461">
      <w:r>
        <w:t>385.5651</w:t>
      </w:r>
      <w:r>
        <w:tab/>
        <w:t>2.025e0</w:t>
      </w:r>
    </w:p>
    <w:p w:rsidR="005B0461" w:rsidRDefault="005B0461" w:rsidP="005B0461">
      <w:r>
        <w:t>385.5722</w:t>
      </w:r>
      <w:r>
        <w:tab/>
        <w:t>4.051e0</w:t>
      </w:r>
    </w:p>
    <w:p w:rsidR="005B0461" w:rsidRDefault="005B0461" w:rsidP="005B0461">
      <w:r>
        <w:t>385.5789</w:t>
      </w:r>
      <w:r>
        <w:tab/>
        <w:t>1.013e0</w:t>
      </w:r>
    </w:p>
    <w:p w:rsidR="005B0461" w:rsidRDefault="005B0461" w:rsidP="005B0461">
      <w:r>
        <w:t>385.5885</w:t>
      </w:r>
      <w:r>
        <w:tab/>
        <w:t>1.013e0</w:t>
      </w:r>
    </w:p>
    <w:p w:rsidR="005B0461" w:rsidRDefault="005B0461" w:rsidP="005B0461">
      <w:r>
        <w:t>385.6308</w:t>
      </w:r>
      <w:r>
        <w:tab/>
        <w:t>1.013e0</w:t>
      </w:r>
    </w:p>
    <w:p w:rsidR="005B0461" w:rsidRDefault="005B0461" w:rsidP="005B0461">
      <w:r>
        <w:t>385.6404</w:t>
      </w:r>
      <w:r>
        <w:tab/>
        <w:t>1.013e0</w:t>
      </w:r>
    </w:p>
    <w:p w:rsidR="005B0461" w:rsidRDefault="005B0461" w:rsidP="005B0461">
      <w:r>
        <w:lastRenderedPageBreak/>
        <w:t>385.6448</w:t>
      </w:r>
      <w:r>
        <w:tab/>
        <w:t>4.051e0</w:t>
      </w:r>
    </w:p>
    <w:p w:rsidR="005B0461" w:rsidRDefault="005B0461" w:rsidP="005B0461">
      <w:r>
        <w:t>385.6591</w:t>
      </w:r>
      <w:r>
        <w:tab/>
        <w:t>2.025e0</w:t>
      </w:r>
    </w:p>
    <w:p w:rsidR="005B0461" w:rsidRDefault="005B0461" w:rsidP="005B0461">
      <w:r>
        <w:t>385.6983</w:t>
      </w:r>
      <w:r>
        <w:tab/>
        <w:t>1.013e0</w:t>
      </w:r>
    </w:p>
    <w:p w:rsidR="005B0461" w:rsidRDefault="005B0461" w:rsidP="005B0461">
      <w:r>
        <w:t>385.7338</w:t>
      </w:r>
      <w:r>
        <w:tab/>
        <w:t>2.025e0</w:t>
      </w:r>
    </w:p>
    <w:p w:rsidR="005B0461" w:rsidRDefault="005B0461" w:rsidP="005B0461">
      <w:r>
        <w:t>385.7773</w:t>
      </w:r>
      <w:r>
        <w:tab/>
        <w:t>1.013e0</w:t>
      </w:r>
    </w:p>
    <w:p w:rsidR="005B0461" w:rsidRDefault="005B0461" w:rsidP="005B0461">
      <w:r>
        <w:t>385.8183</w:t>
      </w:r>
      <w:r>
        <w:tab/>
        <w:t>1.013e0</w:t>
      </w:r>
    </w:p>
    <w:p w:rsidR="005B0461" w:rsidRDefault="005B0461" w:rsidP="005B0461">
      <w:r>
        <w:t>385.8263</w:t>
      </w:r>
      <w:r>
        <w:tab/>
        <w:t>3.038e0</w:t>
      </w:r>
    </w:p>
    <w:p w:rsidR="005B0461" w:rsidRDefault="005B0461" w:rsidP="005B0461">
      <w:r>
        <w:t>385.8291</w:t>
      </w:r>
      <w:r>
        <w:tab/>
        <w:t>1.013e0</w:t>
      </w:r>
    </w:p>
    <w:p w:rsidR="005B0461" w:rsidRDefault="005B0461" w:rsidP="005B0461">
      <w:r>
        <w:t>385.8347</w:t>
      </w:r>
      <w:r>
        <w:tab/>
        <w:t>2.025e0</w:t>
      </w:r>
    </w:p>
    <w:p w:rsidR="005B0461" w:rsidRDefault="005B0461" w:rsidP="005B0461">
      <w:r>
        <w:t>385.9005</w:t>
      </w:r>
      <w:r>
        <w:tab/>
        <w:t>1.013e0</w:t>
      </w:r>
    </w:p>
    <w:p w:rsidR="005B0461" w:rsidRDefault="005B0461" w:rsidP="005B0461">
      <w:r>
        <w:t>385.9073</w:t>
      </w:r>
      <w:r>
        <w:tab/>
        <w:t>1.013e0</w:t>
      </w:r>
    </w:p>
    <w:p w:rsidR="005B0461" w:rsidRDefault="005B0461" w:rsidP="005B0461">
      <w:r>
        <w:t>385.9388</w:t>
      </w:r>
      <w:r>
        <w:tab/>
        <w:t>1.013e0</w:t>
      </w:r>
    </w:p>
    <w:p w:rsidR="005B0461" w:rsidRDefault="005B0461" w:rsidP="005B0461">
      <w:r>
        <w:t>385.9484</w:t>
      </w:r>
      <w:r>
        <w:tab/>
        <w:t>1.013e0</w:t>
      </w:r>
    </w:p>
    <w:p w:rsidR="005B0461" w:rsidRDefault="005B0461" w:rsidP="005B0461">
      <w:r>
        <w:t>385.9651</w:t>
      </w:r>
      <w:r>
        <w:tab/>
        <w:t>2.025e0</w:t>
      </w:r>
    </w:p>
    <w:p w:rsidR="005B0461" w:rsidRDefault="005B0461" w:rsidP="005B0461">
      <w:r>
        <w:t>385.9963</w:t>
      </w:r>
      <w:r>
        <w:tab/>
        <w:t>1.814e0</w:t>
      </w:r>
    </w:p>
    <w:p w:rsidR="005B0461" w:rsidRDefault="005B0461" w:rsidP="005B0461">
      <w:r>
        <w:t>385.9996</w:t>
      </w:r>
      <w:r>
        <w:tab/>
        <w:t>1.775e0</w:t>
      </w:r>
    </w:p>
    <w:p w:rsidR="005B0461" w:rsidRDefault="005B0461" w:rsidP="005B0461">
      <w:r>
        <w:t>386.0140</w:t>
      </w:r>
      <w:r>
        <w:tab/>
        <w:t>4.761e0</w:t>
      </w:r>
    </w:p>
    <w:p w:rsidR="005B0461" w:rsidRDefault="005B0461" w:rsidP="005B0461">
      <w:r>
        <w:t>386.0196</w:t>
      </w:r>
      <w:r>
        <w:tab/>
        <w:t>6.473e0</w:t>
      </w:r>
    </w:p>
    <w:p w:rsidR="005B0461" w:rsidRDefault="005B0461" w:rsidP="005B0461">
      <w:r>
        <w:t>386.0403</w:t>
      </w:r>
      <w:r>
        <w:tab/>
        <w:t>1.196e0</w:t>
      </w:r>
    </w:p>
    <w:p w:rsidR="005B0461" w:rsidRDefault="005B0461" w:rsidP="005B0461">
      <w:r>
        <w:lastRenderedPageBreak/>
        <w:t>386.0491</w:t>
      </w:r>
      <w:r>
        <w:tab/>
        <w:t>4.231e0</w:t>
      </w:r>
    </w:p>
    <w:p w:rsidR="005B0461" w:rsidRDefault="005B0461" w:rsidP="005B0461">
      <w:r>
        <w:t>386.0554</w:t>
      </w:r>
      <w:r>
        <w:tab/>
        <w:t>1.650e0</w:t>
      </w:r>
    </w:p>
    <w:p w:rsidR="005B0461" w:rsidRDefault="005B0461" w:rsidP="005B0461">
      <w:r>
        <w:t>386.1007</w:t>
      </w:r>
      <w:r>
        <w:tab/>
        <w:t>4.051e0</w:t>
      </w:r>
    </w:p>
    <w:p w:rsidR="005B0461" w:rsidRDefault="005B0461" w:rsidP="005B0461">
      <w:r>
        <w:t>386.1169</w:t>
      </w:r>
      <w:r>
        <w:tab/>
        <w:t>4.761e0</w:t>
      </w:r>
    </w:p>
    <w:p w:rsidR="005B0461" w:rsidRDefault="005B0461" w:rsidP="005B0461">
      <w:r>
        <w:t>386.1369</w:t>
      </w:r>
      <w:r>
        <w:tab/>
        <w:t>2.025e0</w:t>
      </w:r>
    </w:p>
    <w:p w:rsidR="005B0461" w:rsidRDefault="005B0461" w:rsidP="005B0461">
      <w:r>
        <w:t>386.1411</w:t>
      </w:r>
      <w:r>
        <w:tab/>
        <w:t>1.013e0</w:t>
      </w:r>
    </w:p>
    <w:p w:rsidR="005B0461" w:rsidRDefault="005B0461" w:rsidP="005B0461">
      <w:r>
        <w:t>386.1716</w:t>
      </w:r>
      <w:r>
        <w:tab/>
        <w:t>3.614e0</w:t>
      </w:r>
    </w:p>
    <w:p w:rsidR="005B0461" w:rsidRDefault="005B0461" w:rsidP="005B0461">
      <w:r>
        <w:t>386.2115</w:t>
      </w:r>
      <w:r>
        <w:tab/>
        <w:t>2.025e0</w:t>
      </w:r>
    </w:p>
    <w:p w:rsidR="005B0461" w:rsidRDefault="005B0461" w:rsidP="005B0461">
      <w:r>
        <w:t>386.2183</w:t>
      </w:r>
      <w:r>
        <w:tab/>
        <w:t>6.954e0</w:t>
      </w:r>
    </w:p>
    <w:p w:rsidR="005B0461" w:rsidRDefault="005B0461" w:rsidP="005B0461">
      <w:r>
        <w:t>386.2218</w:t>
      </w:r>
      <w:r>
        <w:tab/>
        <w:t>3.174e0</w:t>
      </w:r>
    </w:p>
    <w:p w:rsidR="005B0461" w:rsidRDefault="005B0461" w:rsidP="005B0461">
      <w:r>
        <w:t>386.2856</w:t>
      </w:r>
      <w:r>
        <w:tab/>
        <w:t>3.100e0</w:t>
      </w:r>
    </w:p>
    <w:p w:rsidR="005B0461" w:rsidRDefault="005B0461" w:rsidP="005B0461">
      <w:r>
        <w:t>386.2896</w:t>
      </w:r>
      <w:r>
        <w:tab/>
        <w:t>6.076e0</w:t>
      </w:r>
    </w:p>
    <w:p w:rsidR="005B0461" w:rsidRDefault="005B0461" w:rsidP="005B0461">
      <w:r>
        <w:t>386.2972</w:t>
      </w:r>
      <w:r>
        <w:tab/>
        <w:t>9.783e0</w:t>
      </w:r>
    </w:p>
    <w:p w:rsidR="005B0461" w:rsidRDefault="005B0461" w:rsidP="005B0461">
      <w:r>
        <w:t>386.3138</w:t>
      </w:r>
      <w:r>
        <w:tab/>
        <w:t>5.063e0</w:t>
      </w:r>
    </w:p>
    <w:p w:rsidR="005B0461" w:rsidRDefault="005B0461" w:rsidP="005B0461">
      <w:r>
        <w:t>386.3172</w:t>
      </w:r>
      <w:r>
        <w:tab/>
        <w:t>5.759e0</w:t>
      </w:r>
    </w:p>
    <w:p w:rsidR="005B0461" w:rsidRDefault="005B0461" w:rsidP="005B0461">
      <w:r>
        <w:t>386.3694</w:t>
      </w:r>
      <w:r>
        <w:tab/>
        <w:t>4.051e0</w:t>
      </w:r>
    </w:p>
    <w:p w:rsidR="005B0461" w:rsidRDefault="005B0461" w:rsidP="005B0461">
      <w:r>
        <w:t>386.3939</w:t>
      </w:r>
      <w:r>
        <w:tab/>
        <w:t>2.025e0</w:t>
      </w:r>
    </w:p>
    <w:p w:rsidR="005B0461" w:rsidRDefault="005B0461" w:rsidP="005B0461">
      <w:r>
        <w:t>386.4078</w:t>
      </w:r>
      <w:r>
        <w:tab/>
        <w:t>2.025e0</w:t>
      </w:r>
    </w:p>
    <w:p w:rsidR="005B0461" w:rsidRDefault="005B0461" w:rsidP="005B0461">
      <w:r>
        <w:t>386.4277</w:t>
      </w:r>
      <w:r>
        <w:tab/>
        <w:t>4.051e0</w:t>
      </w:r>
    </w:p>
    <w:p w:rsidR="005B0461" w:rsidRDefault="005B0461" w:rsidP="005B0461">
      <w:r>
        <w:lastRenderedPageBreak/>
        <w:t>386.4415</w:t>
      </w:r>
      <w:r>
        <w:tab/>
        <w:t>1.013e0</w:t>
      </w:r>
    </w:p>
    <w:p w:rsidR="005B0461" w:rsidRDefault="005B0461" w:rsidP="005B0461">
      <w:r>
        <w:t>386.5340</w:t>
      </w:r>
      <w:r>
        <w:tab/>
        <w:t>1.013e0</w:t>
      </w:r>
    </w:p>
    <w:p w:rsidR="005B0461" w:rsidRDefault="005B0461" w:rsidP="005B0461">
      <w:r>
        <w:t>386.5511</w:t>
      </w:r>
      <w:r>
        <w:tab/>
        <w:t>1.013e0</w:t>
      </w:r>
    </w:p>
    <w:p w:rsidR="005B0461" w:rsidRDefault="005B0461" w:rsidP="005B0461">
      <w:r>
        <w:t>386.5551</w:t>
      </w:r>
      <w:r>
        <w:tab/>
        <w:t>1.013e0</w:t>
      </w:r>
    </w:p>
    <w:p w:rsidR="005B0461" w:rsidRDefault="005B0461" w:rsidP="005B0461">
      <w:r>
        <w:t>386.5888</w:t>
      </w:r>
      <w:r>
        <w:tab/>
        <w:t>2.025e0</w:t>
      </w:r>
    </w:p>
    <w:p w:rsidR="005B0461" w:rsidRDefault="005B0461" w:rsidP="005B0461">
      <w:r>
        <w:t>386.6543</w:t>
      </w:r>
      <w:r>
        <w:tab/>
        <w:t>2.025e0</w:t>
      </w:r>
    </w:p>
    <w:p w:rsidR="005B0461" w:rsidRDefault="005B0461" w:rsidP="005B0461">
      <w:r>
        <w:t>386.6707</w:t>
      </w:r>
      <w:r>
        <w:tab/>
        <w:t>3.726e0</w:t>
      </w:r>
    </w:p>
    <w:p w:rsidR="005B0461" w:rsidRDefault="005B0461" w:rsidP="005B0461">
      <w:r>
        <w:t>386.6832</w:t>
      </w:r>
      <w:r>
        <w:tab/>
        <w:t>2.025e0</w:t>
      </w:r>
    </w:p>
    <w:p w:rsidR="005B0461" w:rsidRDefault="005B0461" w:rsidP="005B0461">
      <w:r>
        <w:t>386.7112</w:t>
      </w:r>
      <w:r>
        <w:tab/>
        <w:t>1.013e0</w:t>
      </w:r>
    </w:p>
    <w:p w:rsidR="005B0461" w:rsidRDefault="005B0461" w:rsidP="005B0461">
      <w:r>
        <w:t>386.7157</w:t>
      </w:r>
      <w:r>
        <w:tab/>
        <w:t>1.013e0</w:t>
      </w:r>
    </w:p>
    <w:p w:rsidR="005B0461" w:rsidRDefault="005B0461" w:rsidP="005B0461">
      <w:r>
        <w:t>386.7572</w:t>
      </w:r>
      <w:r>
        <w:tab/>
        <w:t>1.013e0</w:t>
      </w:r>
    </w:p>
    <w:p w:rsidR="005B0461" w:rsidRDefault="005B0461" w:rsidP="005B0461">
      <w:r>
        <w:t>386.7705</w:t>
      </w:r>
      <w:r>
        <w:tab/>
        <w:t>1.013e0</w:t>
      </w:r>
    </w:p>
    <w:p w:rsidR="005B0461" w:rsidRDefault="005B0461" w:rsidP="005B0461">
      <w:r>
        <w:t>386.8633</w:t>
      </w:r>
      <w:r>
        <w:tab/>
        <w:t>3.038e0</w:t>
      </w:r>
    </w:p>
    <w:p w:rsidR="005B0461" w:rsidRDefault="005B0461" w:rsidP="005B0461">
      <w:r>
        <w:t>386.8709</w:t>
      </w:r>
      <w:r>
        <w:tab/>
        <w:t>2.025e0</w:t>
      </w:r>
    </w:p>
    <w:p w:rsidR="005B0461" w:rsidRDefault="005B0461" w:rsidP="005B0461">
      <w:r>
        <w:t>386.9317</w:t>
      </w:r>
      <w:r>
        <w:tab/>
        <w:t>2.025e0</w:t>
      </w:r>
    </w:p>
    <w:p w:rsidR="005B0461" w:rsidRDefault="005B0461" w:rsidP="005B0461">
      <w:r>
        <w:t>386.9521</w:t>
      </w:r>
      <w:r>
        <w:tab/>
        <w:t>2.025e0</w:t>
      </w:r>
    </w:p>
    <w:p w:rsidR="005B0461" w:rsidRDefault="005B0461" w:rsidP="005B0461">
      <w:r>
        <w:t>386.9731</w:t>
      </w:r>
      <w:r>
        <w:tab/>
        <w:t>1.013e0</w:t>
      </w:r>
    </w:p>
    <w:p w:rsidR="005B0461" w:rsidRDefault="005B0461" w:rsidP="005B0461">
      <w:r>
        <w:t>386.9768</w:t>
      </w:r>
      <w:r>
        <w:tab/>
        <w:t>1.013e0</w:t>
      </w:r>
    </w:p>
    <w:p w:rsidR="005B0461" w:rsidRDefault="005B0461" w:rsidP="005B0461">
      <w:r>
        <w:t>387.0107</w:t>
      </w:r>
      <w:r>
        <w:tab/>
        <w:t>1.013e0</w:t>
      </w:r>
    </w:p>
    <w:p w:rsidR="005B0461" w:rsidRDefault="005B0461" w:rsidP="005B0461">
      <w:r>
        <w:lastRenderedPageBreak/>
        <w:t>387.0571</w:t>
      </w:r>
      <w:r>
        <w:tab/>
        <w:t>3.417e0</w:t>
      </w:r>
    </w:p>
    <w:p w:rsidR="005B0461" w:rsidRDefault="005B0461" w:rsidP="005B0461">
      <w:r>
        <w:t>387.0724</w:t>
      </w:r>
      <w:r>
        <w:tab/>
        <w:t>3.035e0</w:t>
      </w:r>
    </w:p>
    <w:p w:rsidR="005B0461" w:rsidRDefault="005B0461" w:rsidP="005B0461">
      <w:r>
        <w:t>387.0740</w:t>
      </w:r>
      <w:r>
        <w:tab/>
        <w:t>1.946e0</w:t>
      </w:r>
    </w:p>
    <w:p w:rsidR="005B0461" w:rsidRDefault="005B0461" w:rsidP="005B0461">
      <w:r>
        <w:t>387.1167</w:t>
      </w:r>
      <w:r>
        <w:tab/>
        <w:t>1.999e0</w:t>
      </w:r>
    </w:p>
    <w:p w:rsidR="005B0461" w:rsidRDefault="005B0461" w:rsidP="005B0461">
      <w:r>
        <w:t>387.1230</w:t>
      </w:r>
      <w:r>
        <w:tab/>
        <w:t>5.259e0</w:t>
      </w:r>
    </w:p>
    <w:p w:rsidR="005B0461" w:rsidRDefault="005B0461" w:rsidP="005B0461">
      <w:r>
        <w:t>387.1395</w:t>
      </w:r>
      <w:r>
        <w:tab/>
        <w:t>3.038e0</w:t>
      </w:r>
    </w:p>
    <w:p w:rsidR="005B0461" w:rsidRDefault="005B0461" w:rsidP="005B0461">
      <w:r>
        <w:t>387.2003</w:t>
      </w:r>
      <w:r>
        <w:tab/>
        <w:t>1.109e1</w:t>
      </w:r>
    </w:p>
    <w:p w:rsidR="005B0461" w:rsidRDefault="005B0461" w:rsidP="005B0461">
      <w:r>
        <w:t>387.2211</w:t>
      </w:r>
      <w:r>
        <w:tab/>
        <w:t>3.038e0</w:t>
      </w:r>
    </w:p>
    <w:p w:rsidR="005B0461" w:rsidRDefault="005B0461" w:rsidP="005B0461">
      <w:r>
        <w:t>387.2548</w:t>
      </w:r>
      <w:r>
        <w:tab/>
        <w:t>2.025e0</w:t>
      </w:r>
    </w:p>
    <w:p w:rsidR="005B0461" w:rsidRDefault="005B0461" w:rsidP="005B0461">
      <w:r>
        <w:t>387.2790</w:t>
      </w:r>
      <w:r>
        <w:tab/>
        <w:t>2.151e0</w:t>
      </w:r>
    </w:p>
    <w:p w:rsidR="005B0461" w:rsidRDefault="005B0461" w:rsidP="005B0461">
      <w:r>
        <w:t>387.2896</w:t>
      </w:r>
      <w:r>
        <w:tab/>
        <w:t>3.038e0</w:t>
      </w:r>
    </w:p>
    <w:p w:rsidR="005B0461" w:rsidRDefault="005B0461" w:rsidP="005B0461">
      <w:r>
        <w:t>387.3096</w:t>
      </w:r>
      <w:r>
        <w:tab/>
        <w:t>3.038e0</w:t>
      </w:r>
    </w:p>
    <w:p w:rsidR="005B0461" w:rsidRDefault="005B0461" w:rsidP="005B0461">
      <w:r>
        <w:t>387.3362</w:t>
      </w:r>
      <w:r>
        <w:tab/>
        <w:t>2.025e0</w:t>
      </w:r>
    </w:p>
    <w:p w:rsidR="005B0461" w:rsidRDefault="005B0461" w:rsidP="005B0461">
      <w:r>
        <w:t>387.3700</w:t>
      </w:r>
      <w:r>
        <w:tab/>
        <w:t>1.013e0</w:t>
      </w:r>
    </w:p>
    <w:p w:rsidR="005B0461" w:rsidRDefault="005B0461" w:rsidP="005B0461">
      <w:r>
        <w:t>387.3745</w:t>
      </w:r>
      <w:r>
        <w:tab/>
        <w:t>1.013e0</w:t>
      </w:r>
    </w:p>
    <w:p w:rsidR="005B0461" w:rsidRDefault="005B0461" w:rsidP="005B0461">
      <w:r>
        <w:t>387.3959</w:t>
      </w:r>
      <w:r>
        <w:tab/>
        <w:t>2.025e0</w:t>
      </w:r>
    </w:p>
    <w:p w:rsidR="005B0461" w:rsidRDefault="005B0461" w:rsidP="005B0461">
      <w:r>
        <w:t>387.4123</w:t>
      </w:r>
      <w:r>
        <w:tab/>
        <w:t>1.013e0</w:t>
      </w:r>
    </w:p>
    <w:p w:rsidR="005B0461" w:rsidRDefault="005B0461" w:rsidP="005B0461">
      <w:r>
        <w:t>387.4586</w:t>
      </w:r>
      <w:r>
        <w:tab/>
        <w:t>1.013e0</w:t>
      </w:r>
    </w:p>
    <w:p w:rsidR="005B0461" w:rsidRDefault="005B0461" w:rsidP="005B0461">
      <w:r>
        <w:t>387.4798</w:t>
      </w:r>
      <w:r>
        <w:tab/>
        <w:t>1.013e0</w:t>
      </w:r>
    </w:p>
    <w:p w:rsidR="005B0461" w:rsidRDefault="005B0461" w:rsidP="005B0461">
      <w:r>
        <w:lastRenderedPageBreak/>
        <w:t>387.4972</w:t>
      </w:r>
      <w:r>
        <w:tab/>
        <w:t>2.025e0</w:t>
      </w:r>
    </w:p>
    <w:p w:rsidR="005B0461" w:rsidRDefault="005B0461" w:rsidP="005B0461">
      <w:r>
        <w:t>387.5531</w:t>
      </w:r>
      <w:r>
        <w:tab/>
        <w:t>2.025e0</w:t>
      </w:r>
    </w:p>
    <w:p w:rsidR="005B0461" w:rsidRDefault="005B0461" w:rsidP="005B0461">
      <w:r>
        <w:t>387.5645</w:t>
      </w:r>
      <w:r>
        <w:tab/>
        <w:t>1.013e0</w:t>
      </w:r>
    </w:p>
    <w:p w:rsidR="005B0461" w:rsidRDefault="005B0461" w:rsidP="005B0461">
      <w:r>
        <w:t>387.5737</w:t>
      </w:r>
      <w:r>
        <w:tab/>
        <w:t>1.013e0</w:t>
      </w:r>
    </w:p>
    <w:p w:rsidR="005B0461" w:rsidRDefault="005B0461" w:rsidP="005B0461">
      <w:r>
        <w:t>387.6108</w:t>
      </w:r>
      <w:r>
        <w:tab/>
        <w:t>1.013e0</w:t>
      </w:r>
    </w:p>
    <w:p w:rsidR="005B0461" w:rsidRDefault="005B0461" w:rsidP="005B0461">
      <w:r>
        <w:t>387.6425</w:t>
      </w:r>
      <w:r>
        <w:tab/>
        <w:t>3.038e0</w:t>
      </w:r>
    </w:p>
    <w:p w:rsidR="005B0461" w:rsidRDefault="005B0461" w:rsidP="005B0461">
      <w:r>
        <w:t>387.6570</w:t>
      </w:r>
      <w:r>
        <w:tab/>
        <w:t>1.013e0</w:t>
      </w:r>
    </w:p>
    <w:p w:rsidR="005B0461" w:rsidRDefault="005B0461" w:rsidP="005B0461">
      <w:r>
        <w:t>387.6699</w:t>
      </w:r>
      <w:r>
        <w:tab/>
        <w:t>1.013e0</w:t>
      </w:r>
    </w:p>
    <w:p w:rsidR="005B0461" w:rsidRDefault="005B0461" w:rsidP="005B0461">
      <w:r>
        <w:t>387.7237</w:t>
      </w:r>
      <w:r>
        <w:tab/>
        <w:t>3.038e0</w:t>
      </w:r>
    </w:p>
    <w:p w:rsidR="005B0461" w:rsidRDefault="005B0461" w:rsidP="005B0461">
      <w:r>
        <w:t>387.7318</w:t>
      </w:r>
      <w:r>
        <w:tab/>
        <w:t>1.013e0</w:t>
      </w:r>
    </w:p>
    <w:p w:rsidR="005B0461" w:rsidRDefault="005B0461" w:rsidP="005B0461">
      <w:r>
        <w:t>387.7736</w:t>
      </w:r>
      <w:r>
        <w:tab/>
        <w:t>2.025e0</w:t>
      </w:r>
    </w:p>
    <w:p w:rsidR="005B0461" w:rsidRDefault="005B0461" w:rsidP="005B0461">
      <w:r>
        <w:t>387.8005</w:t>
      </w:r>
      <w:r>
        <w:tab/>
        <w:t>1.013e0</w:t>
      </w:r>
    </w:p>
    <w:p w:rsidR="005B0461" w:rsidRDefault="005B0461" w:rsidP="005B0461">
      <w:r>
        <w:t>387.8024</w:t>
      </w:r>
      <w:r>
        <w:tab/>
        <w:t>2.025e0</w:t>
      </w:r>
    </w:p>
    <w:p w:rsidR="005B0461" w:rsidRDefault="005B0461" w:rsidP="005B0461">
      <w:r>
        <w:t>387.8555</w:t>
      </w:r>
      <w:r>
        <w:tab/>
        <w:t>1.013e0</w:t>
      </w:r>
    </w:p>
    <w:p w:rsidR="005B0461" w:rsidRDefault="005B0461" w:rsidP="005B0461">
      <w:r>
        <w:t>387.8899</w:t>
      </w:r>
      <w:r>
        <w:tab/>
        <w:t>1.013e0</w:t>
      </w:r>
    </w:p>
    <w:p w:rsidR="005B0461" w:rsidRDefault="005B0461" w:rsidP="005B0461">
      <w:r>
        <w:t>387.9594</w:t>
      </w:r>
      <w:r>
        <w:tab/>
        <w:t>3.038e0</w:t>
      </w:r>
    </w:p>
    <w:p w:rsidR="005B0461" w:rsidRDefault="005B0461" w:rsidP="005B0461">
      <w:r>
        <w:t>387.9695</w:t>
      </w:r>
      <w:r>
        <w:tab/>
        <w:t>2.025e0</w:t>
      </w:r>
    </w:p>
    <w:p w:rsidR="005B0461" w:rsidRDefault="005B0461" w:rsidP="005B0461">
      <w:r>
        <w:t>388.0186</w:t>
      </w:r>
      <w:r>
        <w:tab/>
        <w:t>2.025e0</w:t>
      </w:r>
    </w:p>
    <w:p w:rsidR="005B0461" w:rsidRDefault="005B0461" w:rsidP="005B0461">
      <w:r>
        <w:t>388.0462</w:t>
      </w:r>
      <w:r>
        <w:tab/>
        <w:t>1.013e0</w:t>
      </w:r>
    </w:p>
    <w:p w:rsidR="005B0461" w:rsidRDefault="005B0461" w:rsidP="005B0461">
      <w:r>
        <w:lastRenderedPageBreak/>
        <w:t>388.0549</w:t>
      </w:r>
      <w:r>
        <w:tab/>
        <w:t>1.013e0</w:t>
      </w:r>
    </w:p>
    <w:p w:rsidR="005B0461" w:rsidRDefault="005B0461" w:rsidP="005B0461">
      <w:r>
        <w:t>388.0675</w:t>
      </w:r>
      <w:r>
        <w:tab/>
        <w:t>2.633e0</w:t>
      </w:r>
    </w:p>
    <w:p w:rsidR="005B0461" w:rsidRDefault="005B0461" w:rsidP="005B0461">
      <w:r>
        <w:t>388.0962</w:t>
      </w:r>
      <w:r>
        <w:tab/>
        <w:t>1.013e0</w:t>
      </w:r>
    </w:p>
    <w:p w:rsidR="005B0461" w:rsidRDefault="005B0461" w:rsidP="005B0461">
      <w:r>
        <w:t>388.1207</w:t>
      </w:r>
      <w:r>
        <w:tab/>
        <w:t>2.025e0</w:t>
      </w:r>
    </w:p>
    <w:p w:rsidR="005B0461" w:rsidRDefault="005B0461" w:rsidP="005B0461">
      <w:r>
        <w:t>388.1320</w:t>
      </w:r>
      <w:r>
        <w:tab/>
        <w:t>3.542e0</w:t>
      </w:r>
    </w:p>
    <w:p w:rsidR="005B0461" w:rsidRDefault="005B0461" w:rsidP="005B0461">
      <w:r>
        <w:t>388.1653</w:t>
      </w:r>
      <w:r>
        <w:tab/>
        <w:t>2.025e0</w:t>
      </w:r>
    </w:p>
    <w:p w:rsidR="005B0461" w:rsidRDefault="005B0461" w:rsidP="005B0461">
      <w:r>
        <w:t>388.1686</w:t>
      </w:r>
      <w:r>
        <w:tab/>
        <w:t>2.025e0</w:t>
      </w:r>
    </w:p>
    <w:p w:rsidR="005B0461" w:rsidRDefault="005B0461" w:rsidP="005B0461">
      <w:r>
        <w:t>388.1812</w:t>
      </w:r>
      <w:r>
        <w:tab/>
        <w:t>1.013e0</w:t>
      </w:r>
    </w:p>
    <w:p w:rsidR="005B0461" w:rsidRDefault="005B0461" w:rsidP="005B0461">
      <w:r>
        <w:t>388.1967</w:t>
      </w:r>
      <w:r>
        <w:tab/>
        <w:t>2.025e0</w:t>
      </w:r>
    </w:p>
    <w:p w:rsidR="005B0461" w:rsidRDefault="005B0461" w:rsidP="005B0461">
      <w:r>
        <w:t>388.2132</w:t>
      </w:r>
      <w:r>
        <w:tab/>
        <w:t>1.013e0</w:t>
      </w:r>
    </w:p>
    <w:p w:rsidR="005B0461" w:rsidRDefault="005B0461" w:rsidP="005B0461">
      <w:r>
        <w:t>388.2411</w:t>
      </w:r>
      <w:r>
        <w:tab/>
        <w:t>3.038e0</w:t>
      </w:r>
    </w:p>
    <w:p w:rsidR="005B0461" w:rsidRDefault="005B0461" w:rsidP="005B0461">
      <w:r>
        <w:t>388.2440</w:t>
      </w:r>
      <w:r>
        <w:tab/>
        <w:t>7.944e0</w:t>
      </w:r>
    </w:p>
    <w:p w:rsidR="005B0461" w:rsidRDefault="005B0461" w:rsidP="005B0461">
      <w:r>
        <w:t>388.2660</w:t>
      </w:r>
      <w:r>
        <w:tab/>
        <w:t>1.306e1</w:t>
      </w:r>
    </w:p>
    <w:p w:rsidR="005B0461" w:rsidRDefault="005B0461" w:rsidP="005B0461">
      <w:r>
        <w:t>388.2773</w:t>
      </w:r>
      <w:r>
        <w:tab/>
        <w:t>8.101e0</w:t>
      </w:r>
    </w:p>
    <w:p w:rsidR="005B0461" w:rsidRDefault="005B0461" w:rsidP="005B0461">
      <w:r>
        <w:t>388.2801</w:t>
      </w:r>
      <w:r>
        <w:tab/>
        <w:t>4.628e0</w:t>
      </w:r>
    </w:p>
    <w:p w:rsidR="005B0461" w:rsidRDefault="005B0461" w:rsidP="005B0461">
      <w:r>
        <w:t>388.2987</w:t>
      </w:r>
      <w:r>
        <w:tab/>
        <w:t>4.952e0</w:t>
      </w:r>
    </w:p>
    <w:p w:rsidR="005B0461" w:rsidRDefault="005B0461" w:rsidP="005B0461">
      <w:r>
        <w:t>388.3749</w:t>
      </w:r>
      <w:r>
        <w:tab/>
        <w:t>2.025e0</w:t>
      </w:r>
    </w:p>
    <w:p w:rsidR="005B0461" w:rsidRDefault="005B0461" w:rsidP="005B0461">
      <w:r>
        <w:t>388.4059</w:t>
      </w:r>
      <w:r>
        <w:tab/>
        <w:t>1.013e0</w:t>
      </w:r>
    </w:p>
    <w:p w:rsidR="005B0461" w:rsidRDefault="005B0461" w:rsidP="005B0461">
      <w:r>
        <w:t>388.4182</w:t>
      </w:r>
      <w:r>
        <w:tab/>
        <w:t>1.013e0</w:t>
      </w:r>
    </w:p>
    <w:p w:rsidR="005B0461" w:rsidRDefault="005B0461" w:rsidP="005B0461">
      <w:r>
        <w:lastRenderedPageBreak/>
        <w:t>388.4541</w:t>
      </w:r>
      <w:r>
        <w:tab/>
        <w:t>1.013e0</w:t>
      </w:r>
    </w:p>
    <w:p w:rsidR="005B0461" w:rsidRDefault="005B0461" w:rsidP="005B0461">
      <w:r>
        <w:t>388.5023</w:t>
      </w:r>
      <w:r>
        <w:tab/>
        <w:t>1.013e0</w:t>
      </w:r>
    </w:p>
    <w:p w:rsidR="005B0461" w:rsidRDefault="005B0461" w:rsidP="005B0461">
      <w:r>
        <w:t>388.5195</w:t>
      </w:r>
      <w:r>
        <w:tab/>
        <w:t>4.051e0</w:t>
      </w:r>
    </w:p>
    <w:p w:rsidR="005B0461" w:rsidRDefault="005B0461" w:rsidP="005B0461">
      <w:r>
        <w:t>388.5229</w:t>
      </w:r>
      <w:r>
        <w:tab/>
        <w:t>1.013e0</w:t>
      </w:r>
    </w:p>
    <w:p w:rsidR="005B0461" w:rsidRDefault="005B0461" w:rsidP="005B0461">
      <w:r>
        <w:t>388.5532</w:t>
      </w:r>
      <w:r>
        <w:tab/>
        <w:t>1.013e0</w:t>
      </w:r>
    </w:p>
    <w:p w:rsidR="005B0461" w:rsidRDefault="005B0461" w:rsidP="005B0461">
      <w:r>
        <w:t>388.5956</w:t>
      </w:r>
      <w:r>
        <w:tab/>
        <w:t>1.013e0</w:t>
      </w:r>
    </w:p>
    <w:p w:rsidR="005B0461" w:rsidRDefault="005B0461" w:rsidP="005B0461">
      <w:r>
        <w:t>388.6247</w:t>
      </w:r>
      <w:r>
        <w:tab/>
        <w:t>3.038e0</w:t>
      </w:r>
    </w:p>
    <w:p w:rsidR="005B0461" w:rsidRDefault="005B0461" w:rsidP="005B0461">
      <w:r>
        <w:t>388.6331</w:t>
      </w:r>
      <w:r>
        <w:tab/>
        <w:t>1.013e0</w:t>
      </w:r>
    </w:p>
    <w:p w:rsidR="005B0461" w:rsidRDefault="005B0461" w:rsidP="005B0461">
      <w:r>
        <w:t>388.6365</w:t>
      </w:r>
      <w:r>
        <w:tab/>
        <w:t>2.025e0</w:t>
      </w:r>
    </w:p>
    <w:p w:rsidR="005B0461" w:rsidRDefault="005B0461" w:rsidP="005B0461">
      <w:r>
        <w:t>388.6638</w:t>
      </w:r>
      <w:r>
        <w:tab/>
        <w:t>2.025e0</w:t>
      </w:r>
    </w:p>
    <w:p w:rsidR="005B0461" w:rsidRDefault="005B0461" w:rsidP="005B0461">
      <w:r>
        <w:t>388.7091</w:t>
      </w:r>
      <w:r>
        <w:tab/>
        <w:t>1.013e0</w:t>
      </w:r>
    </w:p>
    <w:p w:rsidR="005B0461" w:rsidRDefault="005B0461" w:rsidP="005B0461">
      <w:r>
        <w:t>388.7179</w:t>
      </w:r>
      <w:r>
        <w:tab/>
        <w:t>2.025e0</w:t>
      </w:r>
    </w:p>
    <w:p w:rsidR="005B0461" w:rsidRDefault="005B0461" w:rsidP="005B0461">
      <w:r>
        <w:t>388.7205</w:t>
      </w:r>
      <w:r>
        <w:tab/>
        <w:t>3.038e0</w:t>
      </w:r>
    </w:p>
    <w:p w:rsidR="005B0461" w:rsidRDefault="005B0461" w:rsidP="005B0461">
      <w:r>
        <w:t>388.8054</w:t>
      </w:r>
      <w:r>
        <w:tab/>
        <w:t>2.025e0</w:t>
      </w:r>
    </w:p>
    <w:p w:rsidR="005B0461" w:rsidRDefault="005B0461" w:rsidP="005B0461">
      <w:r>
        <w:t>388.8154</w:t>
      </w:r>
      <w:r>
        <w:tab/>
        <w:t>1.013e0</w:t>
      </w:r>
    </w:p>
    <w:p w:rsidR="005B0461" w:rsidRDefault="005B0461" w:rsidP="005B0461">
      <w:r>
        <w:t>388.8402</w:t>
      </w:r>
      <w:r>
        <w:tab/>
        <w:t>2.025e0</w:t>
      </w:r>
    </w:p>
    <w:p w:rsidR="005B0461" w:rsidRDefault="005B0461" w:rsidP="005B0461">
      <w:r>
        <w:t>388.8596</w:t>
      </w:r>
      <w:r>
        <w:tab/>
        <w:t>2.025e0</w:t>
      </w:r>
    </w:p>
    <w:p w:rsidR="005B0461" w:rsidRDefault="005B0461" w:rsidP="005B0461">
      <w:r>
        <w:t>388.8850</w:t>
      </w:r>
      <w:r>
        <w:tab/>
        <w:t>2.025e0</w:t>
      </w:r>
    </w:p>
    <w:p w:rsidR="005B0461" w:rsidRDefault="005B0461" w:rsidP="005B0461">
      <w:r>
        <w:t>388.9150</w:t>
      </w:r>
      <w:r>
        <w:tab/>
        <w:t>3.038e0</w:t>
      </w:r>
    </w:p>
    <w:p w:rsidR="005B0461" w:rsidRDefault="005B0461" w:rsidP="005B0461">
      <w:r>
        <w:lastRenderedPageBreak/>
        <w:t>388.9464</w:t>
      </w:r>
      <w:r>
        <w:tab/>
        <w:t>1.013e0</w:t>
      </w:r>
    </w:p>
    <w:p w:rsidR="005B0461" w:rsidRDefault="005B0461" w:rsidP="005B0461">
      <w:r>
        <w:t>388.9639</w:t>
      </w:r>
      <w:r>
        <w:tab/>
        <w:t>1.013e0</w:t>
      </w:r>
    </w:p>
    <w:p w:rsidR="005B0461" w:rsidRDefault="005B0461" w:rsidP="005B0461">
      <w:r>
        <w:t>388.9780</w:t>
      </w:r>
      <w:r>
        <w:tab/>
        <w:t>3.198e0</w:t>
      </w:r>
    </w:p>
    <w:p w:rsidR="005B0461" w:rsidRDefault="005B0461" w:rsidP="005B0461">
      <w:r>
        <w:t>388.9888</w:t>
      </w:r>
      <w:r>
        <w:tab/>
        <w:t>1.013e0</w:t>
      </w:r>
    </w:p>
    <w:p w:rsidR="005B0461" w:rsidRDefault="005B0461" w:rsidP="005B0461">
      <w:r>
        <w:t>388.9926</w:t>
      </w:r>
      <w:r>
        <w:tab/>
        <w:t>1.013e0</w:t>
      </w:r>
    </w:p>
    <w:p w:rsidR="005B0461" w:rsidRDefault="005B0461" w:rsidP="005B0461">
      <w:r>
        <w:t>389.0225</w:t>
      </w:r>
      <w:r>
        <w:tab/>
        <w:t>1.014e0</w:t>
      </w:r>
    </w:p>
    <w:p w:rsidR="005B0461" w:rsidRDefault="005B0461" w:rsidP="005B0461">
      <w:r>
        <w:t>389.0316</w:t>
      </w:r>
      <w:r>
        <w:tab/>
        <w:t>5.063e0</w:t>
      </w:r>
    </w:p>
    <w:p w:rsidR="005B0461" w:rsidRDefault="005B0461" w:rsidP="005B0461">
      <w:r>
        <w:t>389.0811</w:t>
      </w:r>
      <w:r>
        <w:tab/>
        <w:t>1.013e0</w:t>
      </w:r>
    </w:p>
    <w:p w:rsidR="005B0461" w:rsidRDefault="005B0461" w:rsidP="005B0461">
      <w:r>
        <w:t>389.0963</w:t>
      </w:r>
      <w:r>
        <w:tab/>
        <w:t>5.019e0</w:t>
      </w:r>
    </w:p>
    <w:p w:rsidR="005B0461" w:rsidRDefault="005B0461" w:rsidP="005B0461">
      <w:r>
        <w:t>389.0987</w:t>
      </w:r>
      <w:r>
        <w:tab/>
        <w:t>1.013e0</w:t>
      </w:r>
    </w:p>
    <w:p w:rsidR="005B0461" w:rsidRDefault="005B0461" w:rsidP="005B0461">
      <w:r>
        <w:t>389.1237</w:t>
      </w:r>
      <w:r>
        <w:tab/>
        <w:t>1.013e0</w:t>
      </w:r>
    </w:p>
    <w:p w:rsidR="005B0461" w:rsidRDefault="005B0461" w:rsidP="005B0461">
      <w:r>
        <w:t>389.1455</w:t>
      </w:r>
      <w:r>
        <w:tab/>
        <w:t>3.038e0</w:t>
      </w:r>
    </w:p>
    <w:p w:rsidR="005B0461" w:rsidRDefault="005B0461" w:rsidP="005B0461">
      <w:r>
        <w:t>389.1875</w:t>
      </w:r>
      <w:r>
        <w:tab/>
        <w:t>7.072e0</w:t>
      </w:r>
    </w:p>
    <w:p w:rsidR="005B0461" w:rsidRDefault="005B0461" w:rsidP="005B0461">
      <w:r>
        <w:t>389.2296</w:t>
      </w:r>
      <w:r>
        <w:tab/>
        <w:t>2.025e0</w:t>
      </w:r>
    </w:p>
    <w:p w:rsidR="005B0461" w:rsidRDefault="005B0461" w:rsidP="005B0461">
      <w:r>
        <w:t>389.2451</w:t>
      </w:r>
      <w:r>
        <w:tab/>
        <w:t>3.038e0</w:t>
      </w:r>
    </w:p>
    <w:p w:rsidR="005B0461" w:rsidRDefault="005B0461" w:rsidP="005B0461">
      <w:r>
        <w:t>389.2512</w:t>
      </w:r>
      <w:r>
        <w:tab/>
        <w:t>4.996e0</w:t>
      </w:r>
    </w:p>
    <w:p w:rsidR="005B0461" w:rsidRDefault="005B0461" w:rsidP="005B0461">
      <w:r>
        <w:t>389.2663</w:t>
      </w:r>
      <w:r>
        <w:tab/>
        <w:t>1.054e1</w:t>
      </w:r>
    </w:p>
    <w:p w:rsidR="005B0461" w:rsidRDefault="005B0461" w:rsidP="005B0461">
      <w:r>
        <w:t>389.2827</w:t>
      </w:r>
      <w:r>
        <w:tab/>
        <w:t>3.038e0</w:t>
      </w:r>
    </w:p>
    <w:p w:rsidR="005B0461" w:rsidRDefault="005B0461" w:rsidP="005B0461">
      <w:r>
        <w:t>389.2922</w:t>
      </w:r>
      <w:r>
        <w:tab/>
        <w:t>4.051e0</w:t>
      </w:r>
    </w:p>
    <w:p w:rsidR="005B0461" w:rsidRDefault="005B0461" w:rsidP="005B0461">
      <w:r>
        <w:lastRenderedPageBreak/>
        <w:t>389.3314</w:t>
      </w:r>
      <w:r>
        <w:tab/>
        <w:t>5.063e0</w:t>
      </w:r>
    </w:p>
    <w:p w:rsidR="005B0461" w:rsidRDefault="005B0461" w:rsidP="005B0461">
      <w:r>
        <w:t>389.3451</w:t>
      </w:r>
      <w:r>
        <w:tab/>
        <w:t>3.038e0</w:t>
      </w:r>
    </w:p>
    <w:p w:rsidR="005B0461" w:rsidRDefault="005B0461" w:rsidP="005B0461">
      <w:r>
        <w:t>389.3501</w:t>
      </w:r>
      <w:r>
        <w:tab/>
        <w:t>2.025e0</w:t>
      </w:r>
    </w:p>
    <w:p w:rsidR="005B0461" w:rsidRDefault="005B0461" w:rsidP="005B0461">
      <w:r>
        <w:t>389.3915</w:t>
      </w:r>
      <w:r>
        <w:tab/>
        <w:t>1.013e0</w:t>
      </w:r>
    </w:p>
    <w:p w:rsidR="005B0461" w:rsidRDefault="005B0461" w:rsidP="005B0461">
      <w:r>
        <w:t>389.4193</w:t>
      </w:r>
      <w:r>
        <w:tab/>
        <w:t>1.635e0</w:t>
      </w:r>
    </w:p>
    <w:p w:rsidR="005B0461" w:rsidRDefault="005B0461" w:rsidP="005B0461">
      <w:r>
        <w:t>389.4398</w:t>
      </w:r>
      <w:r>
        <w:tab/>
        <w:t>1.013e0</w:t>
      </w:r>
    </w:p>
    <w:p w:rsidR="005B0461" w:rsidRDefault="005B0461" w:rsidP="005B0461">
      <w:r>
        <w:t>389.4527</w:t>
      </w:r>
      <w:r>
        <w:tab/>
        <w:t>5.063e0</w:t>
      </w:r>
    </w:p>
    <w:p w:rsidR="005B0461" w:rsidRDefault="005B0461" w:rsidP="005B0461">
      <w:r>
        <w:t>389.4881</w:t>
      </w:r>
      <w:r>
        <w:tab/>
        <w:t>1.013e0</w:t>
      </w:r>
    </w:p>
    <w:p w:rsidR="005B0461" w:rsidRDefault="005B0461" w:rsidP="005B0461">
      <w:r>
        <w:t>389.4995</w:t>
      </w:r>
      <w:r>
        <w:tab/>
        <w:t>2.025e0</w:t>
      </w:r>
    </w:p>
    <w:p w:rsidR="005B0461" w:rsidRDefault="005B0461" w:rsidP="005B0461">
      <w:r>
        <w:t>389.5088</w:t>
      </w:r>
      <w:r>
        <w:tab/>
        <w:t>1.013e0</w:t>
      </w:r>
    </w:p>
    <w:p w:rsidR="005B0461" w:rsidRDefault="005B0461" w:rsidP="005B0461">
      <w:r>
        <w:t>389.5171</w:t>
      </w:r>
      <w:r>
        <w:tab/>
        <w:t>1.013e0</w:t>
      </w:r>
    </w:p>
    <w:p w:rsidR="005B0461" w:rsidRDefault="005B0461" w:rsidP="005B0461">
      <w:r>
        <w:t>389.5770</w:t>
      </w:r>
      <w:r>
        <w:tab/>
        <w:t>1.013e0</w:t>
      </w:r>
    </w:p>
    <w:p w:rsidR="005B0461" w:rsidRDefault="005B0461" w:rsidP="005B0461">
      <w:r>
        <w:t>389.6020</w:t>
      </w:r>
      <w:r>
        <w:tab/>
        <w:t>2.025e0</w:t>
      </w:r>
    </w:p>
    <w:p w:rsidR="005B0461" w:rsidRDefault="005B0461" w:rsidP="005B0461">
      <w:r>
        <w:t>389.6056</w:t>
      </w:r>
      <w:r>
        <w:tab/>
        <w:t>1.013e0</w:t>
      </w:r>
    </w:p>
    <w:p w:rsidR="005B0461" w:rsidRDefault="005B0461" w:rsidP="005B0461">
      <w:r>
        <w:t>389.6482</w:t>
      </w:r>
      <w:r>
        <w:tab/>
        <w:t>1.013e0</w:t>
      </w:r>
    </w:p>
    <w:p w:rsidR="005B0461" w:rsidRDefault="005B0461" w:rsidP="005B0461">
      <w:r>
        <w:t>389.6952</w:t>
      </w:r>
      <w:r>
        <w:tab/>
        <w:t>1.013e0</w:t>
      </w:r>
    </w:p>
    <w:p w:rsidR="005B0461" w:rsidRDefault="005B0461" w:rsidP="005B0461">
      <w:r>
        <w:t>389.7119</w:t>
      </w:r>
      <w:r>
        <w:tab/>
        <w:t>1.013e0</w:t>
      </w:r>
    </w:p>
    <w:p w:rsidR="005B0461" w:rsidRDefault="005B0461" w:rsidP="005B0461">
      <w:r>
        <w:t>389.7367</w:t>
      </w:r>
      <w:r>
        <w:tab/>
        <w:t>1.013e0</w:t>
      </w:r>
    </w:p>
    <w:p w:rsidR="005B0461" w:rsidRDefault="005B0461" w:rsidP="005B0461">
      <w:r>
        <w:t>389.7436</w:t>
      </w:r>
      <w:r>
        <w:tab/>
        <w:t>1.013e0</w:t>
      </w:r>
    </w:p>
    <w:p w:rsidR="005B0461" w:rsidRDefault="005B0461" w:rsidP="005B0461">
      <w:r>
        <w:lastRenderedPageBreak/>
        <w:t>389.7505</w:t>
      </w:r>
      <w:r>
        <w:tab/>
        <w:t>2.025e0</w:t>
      </w:r>
    </w:p>
    <w:p w:rsidR="005B0461" w:rsidRDefault="005B0461" w:rsidP="005B0461">
      <w:r>
        <w:t>389.8126</w:t>
      </w:r>
      <w:r>
        <w:tab/>
        <w:t>1.013e0</w:t>
      </w:r>
    </w:p>
    <w:p w:rsidR="005B0461" w:rsidRDefault="005B0461" w:rsidP="005B0461">
      <w:r>
        <w:t>389.8484</w:t>
      </w:r>
      <w:r>
        <w:tab/>
        <w:t>3.038e0</w:t>
      </w:r>
    </w:p>
    <w:p w:rsidR="005B0461" w:rsidRDefault="005B0461" w:rsidP="005B0461">
      <w:r>
        <w:t>389.8817</w:t>
      </w:r>
      <w:r>
        <w:tab/>
        <w:t>1.013e0</w:t>
      </w:r>
    </w:p>
    <w:p w:rsidR="005B0461" w:rsidRDefault="005B0461" w:rsidP="005B0461">
      <w:r>
        <w:t>389.9404</w:t>
      </w:r>
      <w:r>
        <w:tab/>
        <w:t>2.025e0</w:t>
      </w:r>
    </w:p>
    <w:p w:rsidR="005B0461" w:rsidRDefault="005B0461" w:rsidP="005B0461">
      <w:r>
        <w:t>389.9491</w:t>
      </w:r>
      <w:r>
        <w:tab/>
        <w:t>2.025e0</w:t>
      </w:r>
    </w:p>
    <w:p w:rsidR="005B0461" w:rsidRDefault="005B0461" w:rsidP="005B0461">
      <w:r>
        <w:t>389.9614</w:t>
      </w:r>
      <w:r>
        <w:tab/>
        <w:t>2.025e0</w:t>
      </w:r>
    </w:p>
    <w:p w:rsidR="005B0461" w:rsidRDefault="005B0461" w:rsidP="005B0461">
      <w:r>
        <w:t>389.9884</w:t>
      </w:r>
      <w:r>
        <w:tab/>
        <w:t>2.025e0</w:t>
      </w:r>
    </w:p>
    <w:p w:rsidR="005B0461" w:rsidRDefault="005B0461" w:rsidP="005B0461">
      <w:r>
        <w:t>390.0131</w:t>
      </w:r>
      <w:r>
        <w:tab/>
        <w:t>4.430e0</w:t>
      </w:r>
    </w:p>
    <w:p w:rsidR="005B0461" w:rsidRDefault="005B0461" w:rsidP="005B0461">
      <w:r>
        <w:t>390.0182</w:t>
      </w:r>
      <w:r>
        <w:tab/>
        <w:t>2.334e0</w:t>
      </w:r>
    </w:p>
    <w:p w:rsidR="005B0461" w:rsidRDefault="005B0461" w:rsidP="005B0461">
      <w:r>
        <w:t>390.0195</w:t>
      </w:r>
      <w:r>
        <w:tab/>
        <w:t>3.038e0</w:t>
      </w:r>
    </w:p>
    <w:p w:rsidR="005B0461" w:rsidRDefault="005B0461" w:rsidP="005B0461">
      <w:r>
        <w:t>390.0416</w:t>
      </w:r>
      <w:r>
        <w:tab/>
        <w:t>1.013e0</w:t>
      </w:r>
    </w:p>
    <w:p w:rsidR="005B0461" w:rsidRDefault="005B0461" w:rsidP="005B0461">
      <w:r>
        <w:t>390.0551</w:t>
      </w:r>
      <w:r>
        <w:tab/>
        <w:t>1.651e0</w:t>
      </w:r>
    </w:p>
    <w:p w:rsidR="005B0461" w:rsidRDefault="005B0461" w:rsidP="005B0461">
      <w:r>
        <w:t>390.0658</w:t>
      </w:r>
      <w:r>
        <w:tab/>
        <w:t>5.654e0</w:t>
      </w:r>
    </w:p>
    <w:p w:rsidR="005B0461" w:rsidRDefault="005B0461" w:rsidP="005B0461">
      <w:r>
        <w:t>390.1099</w:t>
      </w:r>
      <w:r>
        <w:tab/>
        <w:t>3.038e0</w:t>
      </w:r>
    </w:p>
    <w:p w:rsidR="005B0461" w:rsidRDefault="005B0461" w:rsidP="005B0461">
      <w:r>
        <w:t>390.1521</w:t>
      </w:r>
      <w:r>
        <w:tab/>
        <w:t>2.025e0</w:t>
      </w:r>
    </w:p>
    <w:p w:rsidR="005B0461" w:rsidRDefault="005B0461" w:rsidP="005B0461">
      <w:r>
        <w:t>390.1581</w:t>
      </w:r>
      <w:r>
        <w:tab/>
        <w:t>1.013e0</w:t>
      </w:r>
    </w:p>
    <w:p w:rsidR="005B0461" w:rsidRDefault="005B0461" w:rsidP="005B0461">
      <w:r>
        <w:t>390.1628</w:t>
      </w:r>
      <w:r>
        <w:tab/>
        <w:t>2.025e0</w:t>
      </w:r>
    </w:p>
    <w:p w:rsidR="005B0461" w:rsidRDefault="005B0461" w:rsidP="005B0461">
      <w:r>
        <w:t>390.1858</w:t>
      </w:r>
      <w:r>
        <w:tab/>
        <w:t>2.025e0</w:t>
      </w:r>
    </w:p>
    <w:p w:rsidR="005B0461" w:rsidRDefault="005B0461" w:rsidP="005B0461">
      <w:r>
        <w:lastRenderedPageBreak/>
        <w:t>390.1940</w:t>
      </w:r>
      <w:r>
        <w:tab/>
        <w:t>1.013e0</w:t>
      </w:r>
    </w:p>
    <w:p w:rsidR="005B0461" w:rsidRDefault="005B0461" w:rsidP="005B0461">
      <w:r>
        <w:t>390.2272</w:t>
      </w:r>
      <w:r>
        <w:tab/>
        <w:t>1.013e0</w:t>
      </w:r>
    </w:p>
    <w:p w:rsidR="005B0461" w:rsidRDefault="005B0461" w:rsidP="005B0461">
      <w:r>
        <w:t>390.2312</w:t>
      </w:r>
      <w:r>
        <w:tab/>
        <w:t>4.051e0</w:t>
      </w:r>
    </w:p>
    <w:p w:rsidR="005B0461" w:rsidRDefault="005B0461" w:rsidP="005B0461">
      <w:r>
        <w:t>390.2348</w:t>
      </w:r>
      <w:r>
        <w:tab/>
        <w:t>3.038e0</w:t>
      </w:r>
    </w:p>
    <w:p w:rsidR="005B0461" w:rsidRDefault="005B0461" w:rsidP="005B0461">
      <w:r>
        <w:t>390.2551</w:t>
      </w:r>
      <w:r>
        <w:tab/>
        <w:t>4.051e0</w:t>
      </w:r>
    </w:p>
    <w:p w:rsidR="005B0461" w:rsidRDefault="005B0461" w:rsidP="005B0461">
      <w:r>
        <w:t>390.2735</w:t>
      </w:r>
      <w:r>
        <w:tab/>
        <w:t>7.845e0</w:t>
      </w:r>
    </w:p>
    <w:p w:rsidR="005B0461" w:rsidRDefault="005B0461" w:rsidP="005B0461">
      <w:r>
        <w:t>390.2856</w:t>
      </w:r>
      <w:r>
        <w:tab/>
        <w:t>4.168e0</w:t>
      </w:r>
    </w:p>
    <w:p w:rsidR="005B0461" w:rsidRDefault="005B0461" w:rsidP="005B0461">
      <w:r>
        <w:t>390.3171</w:t>
      </w:r>
      <w:r>
        <w:tab/>
        <w:t>1.013e0</w:t>
      </w:r>
    </w:p>
    <w:p w:rsidR="005B0461" w:rsidRDefault="005B0461" w:rsidP="005B0461">
      <w:r>
        <w:t>390.4063</w:t>
      </w:r>
      <w:r>
        <w:tab/>
        <w:t>1.013e0</w:t>
      </w:r>
    </w:p>
    <w:p w:rsidR="005B0461" w:rsidRDefault="005B0461" w:rsidP="005B0461">
      <w:r>
        <w:t>390.4103</w:t>
      </w:r>
      <w:r>
        <w:tab/>
        <w:t>2.025e0</w:t>
      </w:r>
    </w:p>
    <w:p w:rsidR="005B0461" w:rsidRDefault="005B0461" w:rsidP="005B0461">
      <w:r>
        <w:t>390.4385</w:t>
      </w:r>
      <w:r>
        <w:tab/>
        <w:t>2.025e0</w:t>
      </w:r>
    </w:p>
    <w:p w:rsidR="005B0461" w:rsidRDefault="005B0461" w:rsidP="005B0461">
      <w:r>
        <w:t>390.4455</w:t>
      </w:r>
      <w:r>
        <w:tab/>
        <w:t>3.178e0</w:t>
      </w:r>
    </w:p>
    <w:p w:rsidR="005B0461" w:rsidRDefault="005B0461" w:rsidP="005B0461">
      <w:r>
        <w:t>390.4525</w:t>
      </w:r>
      <w:r>
        <w:tab/>
        <w:t>1.013e0</w:t>
      </w:r>
    </w:p>
    <w:p w:rsidR="005B0461" w:rsidRDefault="005B0461" w:rsidP="005B0461">
      <w:r>
        <w:t>390.5020</w:t>
      </w:r>
      <w:r>
        <w:tab/>
        <w:t>2.025e0</w:t>
      </w:r>
    </w:p>
    <w:p w:rsidR="005B0461" w:rsidRDefault="005B0461" w:rsidP="005B0461">
      <w:r>
        <w:t>390.5039</w:t>
      </w:r>
      <w:r>
        <w:tab/>
        <w:t>2.025e0</w:t>
      </w:r>
    </w:p>
    <w:p w:rsidR="005B0461" w:rsidRDefault="005B0461" w:rsidP="005B0461">
      <w:r>
        <w:t>390.5108</w:t>
      </w:r>
      <w:r>
        <w:tab/>
        <w:t>1.013e0</w:t>
      </w:r>
    </w:p>
    <w:p w:rsidR="005B0461" w:rsidRDefault="005B0461" w:rsidP="005B0461">
      <w:r>
        <w:t>390.5201</w:t>
      </w:r>
      <w:r>
        <w:tab/>
        <w:t>1.013e0</w:t>
      </w:r>
    </w:p>
    <w:p w:rsidR="005B0461" w:rsidRDefault="005B0461" w:rsidP="005B0461">
      <w:r>
        <w:t>390.5938</w:t>
      </w:r>
      <w:r>
        <w:tab/>
        <w:t>1.013e0</w:t>
      </w:r>
    </w:p>
    <w:p w:rsidR="005B0461" w:rsidRDefault="005B0461" w:rsidP="005B0461">
      <w:r>
        <w:t>390.6049</w:t>
      </w:r>
      <w:r>
        <w:tab/>
        <w:t>1.013e0</w:t>
      </w:r>
    </w:p>
    <w:p w:rsidR="005B0461" w:rsidRDefault="005B0461" w:rsidP="005B0461">
      <w:r>
        <w:lastRenderedPageBreak/>
        <w:t>390.6423</w:t>
      </w:r>
      <w:r>
        <w:tab/>
        <w:t>1.013e0</w:t>
      </w:r>
    </w:p>
    <w:p w:rsidR="005B0461" w:rsidRDefault="005B0461" w:rsidP="005B0461">
      <w:r>
        <w:t>390.6619</w:t>
      </w:r>
      <w:r>
        <w:tab/>
        <w:t>2.025e0</w:t>
      </w:r>
    </w:p>
    <w:p w:rsidR="005B0461" w:rsidRDefault="005B0461" w:rsidP="005B0461">
      <w:r>
        <w:t>390.6831</w:t>
      </w:r>
      <w:r>
        <w:tab/>
        <w:t>2.025e0</w:t>
      </w:r>
    </w:p>
    <w:p w:rsidR="005B0461" w:rsidRDefault="005B0461" w:rsidP="005B0461">
      <w:r>
        <w:t>390.6976</w:t>
      </w:r>
      <w:r>
        <w:tab/>
        <w:t>1.013e0</w:t>
      </w:r>
    </w:p>
    <w:p w:rsidR="005B0461" w:rsidRDefault="005B0461" w:rsidP="005B0461">
      <w:r>
        <w:t>390.7135</w:t>
      </w:r>
      <w:r>
        <w:tab/>
        <w:t>3.504e0</w:t>
      </w:r>
    </w:p>
    <w:p w:rsidR="005B0461" w:rsidRDefault="005B0461" w:rsidP="005B0461">
      <w:r>
        <w:t>390.7461</w:t>
      </w:r>
      <w:r>
        <w:tab/>
        <w:t>1.013e0</w:t>
      </w:r>
    </w:p>
    <w:p w:rsidR="005B0461" w:rsidRDefault="005B0461" w:rsidP="005B0461">
      <w:r>
        <w:t>390.7966</w:t>
      </w:r>
      <w:r>
        <w:tab/>
        <w:t>2.025e0</w:t>
      </w:r>
    </w:p>
    <w:p w:rsidR="005B0461" w:rsidRDefault="005B0461" w:rsidP="005B0461">
      <w:r>
        <w:t>390.8036</w:t>
      </w:r>
      <w:r>
        <w:tab/>
        <w:t>1.013e0</w:t>
      </w:r>
    </w:p>
    <w:p w:rsidR="005B0461" w:rsidRDefault="005B0461" w:rsidP="005B0461">
      <w:r>
        <w:t>390.8361</w:t>
      </w:r>
      <w:r>
        <w:tab/>
        <w:t>1.013e0</w:t>
      </w:r>
    </w:p>
    <w:p w:rsidR="005B0461" w:rsidRDefault="005B0461" w:rsidP="005B0461">
      <w:r>
        <w:t>390.8548</w:t>
      </w:r>
      <w:r>
        <w:tab/>
        <w:t>2.025e0</w:t>
      </w:r>
    </w:p>
    <w:p w:rsidR="005B0461" w:rsidRDefault="005B0461" w:rsidP="005B0461">
      <w:r>
        <w:t>390.8636</w:t>
      </w:r>
      <w:r>
        <w:tab/>
        <w:t>1.013e0</w:t>
      </w:r>
    </w:p>
    <w:p w:rsidR="005B0461" w:rsidRDefault="005B0461" w:rsidP="005B0461">
      <w:r>
        <w:t>390.9097</w:t>
      </w:r>
      <w:r>
        <w:tab/>
        <w:t>2.025e0</w:t>
      </w:r>
    </w:p>
    <w:p w:rsidR="005B0461" w:rsidRDefault="005B0461" w:rsidP="005B0461">
      <w:r>
        <w:t>390.9192</w:t>
      </w:r>
      <w:r>
        <w:tab/>
        <w:t>1.013e0</w:t>
      </w:r>
    </w:p>
    <w:p w:rsidR="005B0461" w:rsidRDefault="005B0461" w:rsidP="005B0461">
      <w:r>
        <w:t>390.9410</w:t>
      </w:r>
      <w:r>
        <w:tab/>
        <w:t>3.038e0</w:t>
      </w:r>
    </w:p>
    <w:p w:rsidR="005B0461" w:rsidRDefault="005B0461" w:rsidP="005B0461">
      <w:r>
        <w:t>390.9435</w:t>
      </w:r>
      <w:r>
        <w:tab/>
        <w:t>2.025e0</w:t>
      </w:r>
    </w:p>
    <w:p w:rsidR="005B0461" w:rsidRDefault="005B0461" w:rsidP="005B0461">
      <w:r>
        <w:t>390.9521</w:t>
      </w:r>
      <w:r>
        <w:tab/>
        <w:t>1.013e0</w:t>
      </w:r>
    </w:p>
    <w:p w:rsidR="005B0461" w:rsidRDefault="005B0461" w:rsidP="005B0461">
      <w:r>
        <w:t>390.9822</w:t>
      </w:r>
      <w:r>
        <w:tab/>
        <w:t>2.025e0</w:t>
      </w:r>
    </w:p>
    <w:p w:rsidR="005B0461" w:rsidRDefault="005B0461" w:rsidP="005B0461">
      <w:r>
        <w:t>391.0091</w:t>
      </w:r>
      <w:r>
        <w:tab/>
        <w:t>3.038e0</w:t>
      </w:r>
    </w:p>
    <w:p w:rsidR="005B0461" w:rsidRDefault="005B0461" w:rsidP="005B0461">
      <w:r>
        <w:t>391.0161</w:t>
      </w:r>
      <w:r>
        <w:tab/>
        <w:t>1.013e0</w:t>
      </w:r>
    </w:p>
    <w:p w:rsidR="005B0461" w:rsidRDefault="005B0461" w:rsidP="005B0461">
      <w:r>
        <w:lastRenderedPageBreak/>
        <w:t>391.0300</w:t>
      </w:r>
      <w:r>
        <w:tab/>
        <w:t>1.013e0</w:t>
      </w:r>
    </w:p>
    <w:p w:rsidR="005B0461" w:rsidRDefault="005B0461" w:rsidP="005B0461">
      <w:r>
        <w:t>391.0446</w:t>
      </w:r>
      <w:r>
        <w:tab/>
        <w:t>4.052e0</w:t>
      </w:r>
    </w:p>
    <w:p w:rsidR="005B0461" w:rsidRDefault="005B0461" w:rsidP="005B0461">
      <w:r>
        <w:t>391.0715</w:t>
      </w:r>
      <w:r>
        <w:tab/>
        <w:t>6.640e0</w:t>
      </w:r>
    </w:p>
    <w:p w:rsidR="005B0461" w:rsidRDefault="005B0461" w:rsidP="005B0461">
      <w:r>
        <w:t>391.0771</w:t>
      </w:r>
      <w:r>
        <w:tab/>
        <w:t>3.038e0</w:t>
      </w:r>
    </w:p>
    <w:p w:rsidR="005B0461" w:rsidRDefault="005B0461" w:rsidP="005B0461">
      <w:r>
        <w:t>391.0823</w:t>
      </w:r>
      <w:r>
        <w:tab/>
        <w:t>3.038e0</w:t>
      </w:r>
    </w:p>
    <w:p w:rsidR="005B0461" w:rsidRDefault="005B0461" w:rsidP="005B0461">
      <w:r>
        <w:t>391.0927</w:t>
      </w:r>
      <w:r>
        <w:tab/>
        <w:t>1.981e0</w:t>
      </w:r>
    </w:p>
    <w:p w:rsidR="005B0461" w:rsidRDefault="005B0461" w:rsidP="005B0461">
      <w:r>
        <w:t>391.1339</w:t>
      </w:r>
      <w:r>
        <w:tab/>
        <w:t>3.038e0</w:t>
      </w:r>
    </w:p>
    <w:p w:rsidR="005B0461" w:rsidRDefault="005B0461" w:rsidP="005B0461">
      <w:r>
        <w:t>391.1384</w:t>
      </w:r>
      <w:r>
        <w:tab/>
        <w:t>2.025e0</w:t>
      </w:r>
    </w:p>
    <w:p w:rsidR="005B0461" w:rsidRDefault="005B0461" w:rsidP="005B0461">
      <w:r>
        <w:t>391.1661</w:t>
      </w:r>
      <w:r>
        <w:tab/>
        <w:t>2.025e0</w:t>
      </w:r>
    </w:p>
    <w:p w:rsidR="005B0461" w:rsidRDefault="005B0461" w:rsidP="005B0461">
      <w:r>
        <w:t>391.1898</w:t>
      </w:r>
      <w:r>
        <w:tab/>
        <w:t>4.051e0</w:t>
      </w:r>
    </w:p>
    <w:p w:rsidR="005B0461" w:rsidRDefault="005B0461" w:rsidP="005B0461">
      <w:r>
        <w:t>391.1928</w:t>
      </w:r>
      <w:r>
        <w:tab/>
        <w:t>2.025e0</w:t>
      </w:r>
    </w:p>
    <w:p w:rsidR="005B0461" w:rsidRDefault="005B0461" w:rsidP="005B0461">
      <w:r>
        <w:t>391.2024</w:t>
      </w:r>
      <w:r>
        <w:tab/>
        <w:t>2.025e0</w:t>
      </w:r>
    </w:p>
    <w:p w:rsidR="005B0461" w:rsidRDefault="005B0461" w:rsidP="005B0461">
      <w:r>
        <w:t>391.2063</w:t>
      </w:r>
      <w:r>
        <w:tab/>
        <w:t>2.025e0</w:t>
      </w:r>
    </w:p>
    <w:p w:rsidR="005B0461" w:rsidRDefault="005B0461" w:rsidP="005B0461">
      <w:r>
        <w:t>391.2860</w:t>
      </w:r>
      <w:r>
        <w:tab/>
        <w:t>2.262e1</w:t>
      </w:r>
    </w:p>
    <w:p w:rsidR="005B0461" w:rsidRDefault="005B0461" w:rsidP="005B0461">
      <w:r>
        <w:t>391.2927</w:t>
      </w:r>
      <w:r>
        <w:tab/>
        <w:t>2.027e1</w:t>
      </w:r>
    </w:p>
    <w:p w:rsidR="005B0461" w:rsidRDefault="005B0461" w:rsidP="005B0461">
      <w:r>
        <w:t>391.2941</w:t>
      </w:r>
      <w:r>
        <w:tab/>
        <w:t>2.519e1</w:t>
      </w:r>
    </w:p>
    <w:p w:rsidR="005B0461" w:rsidRDefault="005B0461" w:rsidP="005B0461">
      <w:r>
        <w:t>391.2953</w:t>
      </w:r>
      <w:r>
        <w:tab/>
        <w:t>2.367e1</w:t>
      </w:r>
    </w:p>
    <w:p w:rsidR="005B0461" w:rsidRDefault="005B0461" w:rsidP="005B0461">
      <w:r>
        <w:t>391.3665</w:t>
      </w:r>
      <w:r>
        <w:tab/>
        <w:t>2.830e0</w:t>
      </w:r>
    </w:p>
    <w:p w:rsidR="005B0461" w:rsidRDefault="005B0461" w:rsidP="005B0461">
      <w:r>
        <w:t>391.3922</w:t>
      </w:r>
      <w:r>
        <w:tab/>
        <w:t>1.013e0</w:t>
      </w:r>
    </w:p>
    <w:p w:rsidR="005B0461" w:rsidRDefault="005B0461" w:rsidP="005B0461">
      <w:r>
        <w:lastRenderedPageBreak/>
        <w:t>391.4042</w:t>
      </w:r>
      <w:r>
        <w:tab/>
        <w:t>1.013e0</w:t>
      </w:r>
    </w:p>
    <w:p w:rsidR="005B0461" w:rsidRDefault="005B0461" w:rsidP="005B0461">
      <w:r>
        <w:t>391.4181</w:t>
      </w:r>
      <w:r>
        <w:tab/>
        <w:t>1.013e0</w:t>
      </w:r>
    </w:p>
    <w:p w:rsidR="005B0461" w:rsidRDefault="005B0461" w:rsidP="005B0461">
      <w:r>
        <w:t>391.4637</w:t>
      </w:r>
      <w:r>
        <w:tab/>
        <w:t>2.025e0</w:t>
      </w:r>
    </w:p>
    <w:p w:rsidR="005B0461" w:rsidRDefault="005B0461" w:rsidP="005B0461">
      <w:r>
        <w:t>391.5002</w:t>
      </w:r>
      <w:r>
        <w:tab/>
        <w:t>2.025e0</w:t>
      </w:r>
    </w:p>
    <w:p w:rsidR="005B0461" w:rsidRDefault="005B0461" w:rsidP="005B0461">
      <w:r>
        <w:t>391.5151</w:t>
      </w:r>
      <w:r>
        <w:tab/>
        <w:t>1.013e0</w:t>
      </w:r>
    </w:p>
    <w:p w:rsidR="005B0461" w:rsidRDefault="005B0461" w:rsidP="005B0461">
      <w:r>
        <w:t>391.5194</w:t>
      </w:r>
      <w:r>
        <w:tab/>
        <w:t>1.013e0</w:t>
      </w:r>
    </w:p>
    <w:p w:rsidR="005B0461" w:rsidRDefault="005B0461" w:rsidP="005B0461">
      <w:r>
        <w:t>391.5498</w:t>
      </w:r>
      <w:r>
        <w:tab/>
        <w:t>1.013e0</w:t>
      </w:r>
    </w:p>
    <w:p w:rsidR="005B0461" w:rsidRDefault="005B0461" w:rsidP="005B0461">
      <w:r>
        <w:t>391.5565</w:t>
      </w:r>
      <w:r>
        <w:tab/>
        <w:t>2.025e0</w:t>
      </w:r>
    </w:p>
    <w:p w:rsidR="005B0461" w:rsidRDefault="005B0461" w:rsidP="005B0461">
      <w:r>
        <w:t>391.6331</w:t>
      </w:r>
      <w:r>
        <w:tab/>
        <w:t>1.013e0</w:t>
      </w:r>
    </w:p>
    <w:p w:rsidR="005B0461" w:rsidRDefault="005B0461" w:rsidP="005B0461">
      <w:r>
        <w:t>391.6486</w:t>
      </w:r>
      <w:r>
        <w:tab/>
        <w:t>2.025e0</w:t>
      </w:r>
    </w:p>
    <w:p w:rsidR="005B0461" w:rsidRDefault="005B0461" w:rsidP="005B0461">
      <w:r>
        <w:t>391.6544</w:t>
      </w:r>
      <w:r>
        <w:tab/>
        <w:t>1.013e0</w:t>
      </w:r>
    </w:p>
    <w:p w:rsidR="005B0461" w:rsidRDefault="005B0461" w:rsidP="005B0461">
      <w:r>
        <w:t>391.6677</w:t>
      </w:r>
      <w:r>
        <w:tab/>
        <w:t>1.013e0</w:t>
      </w:r>
    </w:p>
    <w:p w:rsidR="005B0461" w:rsidRDefault="005B0461" w:rsidP="005B0461">
      <w:r>
        <w:t>391.7024</w:t>
      </w:r>
      <w:r>
        <w:tab/>
        <w:t>1.013e0</w:t>
      </w:r>
    </w:p>
    <w:p w:rsidR="005B0461" w:rsidRDefault="005B0461" w:rsidP="005B0461">
      <w:r>
        <w:t>391.7357</w:t>
      </w:r>
      <w:r>
        <w:tab/>
        <w:t>1.013e0</w:t>
      </w:r>
    </w:p>
    <w:p w:rsidR="005B0461" w:rsidRDefault="005B0461" w:rsidP="005B0461">
      <w:r>
        <w:t>391.8266</w:t>
      </w:r>
      <w:r>
        <w:tab/>
        <w:t>2.025e0</w:t>
      </w:r>
    </w:p>
    <w:p w:rsidR="005B0461" w:rsidRDefault="005B0461" w:rsidP="005B0461">
      <w:r>
        <w:t>391.8342</w:t>
      </w:r>
      <w:r>
        <w:tab/>
        <w:t>3.038e0</w:t>
      </w:r>
    </w:p>
    <w:p w:rsidR="005B0461" w:rsidRDefault="005B0461" w:rsidP="005B0461">
      <w:r>
        <w:t>391.8412</w:t>
      </w:r>
      <w:r>
        <w:tab/>
        <w:t>1.013e0</w:t>
      </w:r>
    </w:p>
    <w:p w:rsidR="005B0461" w:rsidRDefault="005B0461" w:rsidP="005B0461">
      <w:r>
        <w:t>391.8895</w:t>
      </w:r>
      <w:r>
        <w:tab/>
        <w:t>2.025e0</w:t>
      </w:r>
    </w:p>
    <w:p w:rsidR="005B0461" w:rsidRDefault="005B0461" w:rsidP="005B0461">
      <w:r>
        <w:t>391.8920</w:t>
      </w:r>
      <w:r>
        <w:tab/>
        <w:t>1.013e0</w:t>
      </w:r>
    </w:p>
    <w:p w:rsidR="005B0461" w:rsidRDefault="005B0461" w:rsidP="005B0461">
      <w:r>
        <w:lastRenderedPageBreak/>
        <w:t>391.8991</w:t>
      </w:r>
      <w:r>
        <w:tab/>
        <w:t>1.607e0</w:t>
      </w:r>
    </w:p>
    <w:p w:rsidR="005B0461" w:rsidRDefault="005B0461" w:rsidP="005B0461">
      <w:r>
        <w:t>391.9308</w:t>
      </w:r>
      <w:r>
        <w:tab/>
        <w:t>2.025e0</w:t>
      </w:r>
    </w:p>
    <w:p w:rsidR="005B0461" w:rsidRDefault="005B0461" w:rsidP="005B0461">
      <w:r>
        <w:t>391.9366</w:t>
      </w:r>
      <w:r>
        <w:tab/>
        <w:t>5.063e0</w:t>
      </w:r>
    </w:p>
    <w:p w:rsidR="005B0461" w:rsidRDefault="005B0461" w:rsidP="005B0461">
      <w:r>
        <w:t>391.9586</w:t>
      </w:r>
      <w:r>
        <w:tab/>
        <w:t>3.038e0</w:t>
      </w:r>
    </w:p>
    <w:p w:rsidR="005B0461" w:rsidRDefault="005B0461" w:rsidP="005B0461">
      <w:r>
        <w:t>391.9789</w:t>
      </w:r>
      <w:r>
        <w:tab/>
        <w:t>2.025e0</w:t>
      </w:r>
    </w:p>
    <w:p w:rsidR="005B0461" w:rsidRDefault="005B0461" w:rsidP="005B0461">
      <w:r>
        <w:t>392.0019</w:t>
      </w:r>
      <w:r>
        <w:tab/>
        <w:t>5.597e0</w:t>
      </w:r>
    </w:p>
    <w:p w:rsidR="005B0461" w:rsidRDefault="005B0461" w:rsidP="005B0461">
      <w:r>
        <w:t>392.0290</w:t>
      </w:r>
      <w:r>
        <w:tab/>
        <w:t>4.051e0</w:t>
      </w:r>
    </w:p>
    <w:p w:rsidR="005B0461" w:rsidRDefault="005B0461" w:rsidP="005B0461">
      <w:r>
        <w:t>392.0312</w:t>
      </w:r>
      <w:r>
        <w:tab/>
        <w:t>9.114e0</w:t>
      </w:r>
    </w:p>
    <w:p w:rsidR="005B0461" w:rsidRDefault="005B0461" w:rsidP="005B0461">
      <w:r>
        <w:t>392.0331</w:t>
      </w:r>
      <w:r>
        <w:tab/>
        <w:t>1.114e1</w:t>
      </w:r>
    </w:p>
    <w:p w:rsidR="005B0461" w:rsidRDefault="005B0461" w:rsidP="005B0461">
      <w:r>
        <w:t>392.0596</w:t>
      </w:r>
      <w:r>
        <w:tab/>
        <w:t>5.736e0</w:t>
      </w:r>
    </w:p>
    <w:p w:rsidR="005B0461" w:rsidRDefault="005B0461" w:rsidP="005B0461">
      <w:r>
        <w:t>392.1045</w:t>
      </w:r>
      <w:r>
        <w:tab/>
        <w:t>2.025e0</w:t>
      </w:r>
    </w:p>
    <w:p w:rsidR="005B0461" w:rsidRDefault="005B0461" w:rsidP="005B0461">
      <w:r>
        <w:t>392.1216</w:t>
      </w:r>
      <w:r>
        <w:tab/>
        <w:t>2.025e0</w:t>
      </w:r>
    </w:p>
    <w:p w:rsidR="005B0461" w:rsidRDefault="005B0461" w:rsidP="005B0461">
      <w:r>
        <w:t>392.1258</w:t>
      </w:r>
      <w:r>
        <w:tab/>
        <w:t>2.025e0</w:t>
      </w:r>
    </w:p>
    <w:p w:rsidR="005B0461" w:rsidRDefault="005B0461" w:rsidP="005B0461">
      <w:r>
        <w:t>392.1331</w:t>
      </w:r>
      <w:r>
        <w:tab/>
        <w:t>2.025e0</w:t>
      </w:r>
    </w:p>
    <w:p w:rsidR="005B0461" w:rsidRDefault="005B0461" w:rsidP="005B0461">
      <w:r>
        <w:t>392.1531</w:t>
      </w:r>
      <w:r>
        <w:tab/>
        <w:t>4.051e0</w:t>
      </w:r>
    </w:p>
    <w:p w:rsidR="005B0461" w:rsidRDefault="005B0461" w:rsidP="005B0461">
      <w:r>
        <w:t>392.1544</w:t>
      </w:r>
      <w:r>
        <w:tab/>
        <w:t>1.013e0</w:t>
      </w:r>
    </w:p>
    <w:p w:rsidR="005B0461" w:rsidRDefault="005B0461" w:rsidP="005B0461">
      <w:r>
        <w:t>392.1668</w:t>
      </w:r>
      <w:r>
        <w:tab/>
        <w:t>2.025e0</w:t>
      </w:r>
    </w:p>
    <w:p w:rsidR="005B0461" w:rsidRDefault="005B0461" w:rsidP="005B0461">
      <w:r>
        <w:t>392.1712</w:t>
      </w:r>
      <w:r>
        <w:tab/>
        <w:t>4.051e0</w:t>
      </w:r>
    </w:p>
    <w:p w:rsidR="005B0461" w:rsidRDefault="005B0461" w:rsidP="005B0461">
      <w:r>
        <w:t>392.2249</w:t>
      </w:r>
      <w:r>
        <w:tab/>
        <w:t>4.977e0</w:t>
      </w:r>
    </w:p>
    <w:p w:rsidR="005B0461" w:rsidRDefault="005B0461" w:rsidP="005B0461">
      <w:r>
        <w:lastRenderedPageBreak/>
        <w:t>392.2303</w:t>
      </w:r>
      <w:r>
        <w:tab/>
        <w:t>3.038e0</w:t>
      </w:r>
    </w:p>
    <w:p w:rsidR="005B0461" w:rsidRDefault="005B0461" w:rsidP="005B0461">
      <w:r>
        <w:t>392.2756</w:t>
      </w:r>
      <w:r>
        <w:tab/>
        <w:t>1.114e1</w:t>
      </w:r>
    </w:p>
    <w:p w:rsidR="005B0461" w:rsidRDefault="005B0461" w:rsidP="005B0461">
      <w:r>
        <w:t>392.2831</w:t>
      </w:r>
      <w:r>
        <w:tab/>
        <w:t>6.138e0</w:t>
      </w:r>
    </w:p>
    <w:p w:rsidR="005B0461" w:rsidRDefault="005B0461" w:rsidP="005B0461">
      <w:r>
        <w:t>392.2876</w:t>
      </w:r>
      <w:r>
        <w:tab/>
        <w:t>3.038e0</w:t>
      </w:r>
    </w:p>
    <w:p w:rsidR="005B0461" w:rsidRDefault="005B0461" w:rsidP="005B0461">
      <w:r>
        <w:t>392.3015</w:t>
      </w:r>
      <w:r>
        <w:tab/>
        <w:t>5.063e0</w:t>
      </w:r>
    </w:p>
    <w:p w:rsidR="005B0461" w:rsidRDefault="005B0461" w:rsidP="005B0461">
      <w:r>
        <w:t>392.3190</w:t>
      </w:r>
      <w:r>
        <w:tab/>
        <w:t>7.899e0</w:t>
      </w:r>
    </w:p>
    <w:p w:rsidR="005B0461" w:rsidRDefault="005B0461" w:rsidP="005B0461">
      <w:r>
        <w:t>392.3350</w:t>
      </w:r>
      <w:r>
        <w:tab/>
        <w:t>2.025e0</w:t>
      </w:r>
    </w:p>
    <w:p w:rsidR="005B0461" w:rsidRDefault="005B0461" w:rsidP="005B0461">
      <w:r>
        <w:t>392.3376</w:t>
      </w:r>
      <w:r>
        <w:tab/>
        <w:t>5.063e0</w:t>
      </w:r>
    </w:p>
    <w:p w:rsidR="005B0461" w:rsidRDefault="005B0461" w:rsidP="005B0461">
      <w:r>
        <w:t>392.3721</w:t>
      </w:r>
      <w:r>
        <w:tab/>
        <w:t>2.025e0</w:t>
      </w:r>
    </w:p>
    <w:p w:rsidR="005B0461" w:rsidRDefault="005B0461" w:rsidP="005B0461">
      <w:r>
        <w:t>392.3737</w:t>
      </w:r>
      <w:r>
        <w:tab/>
        <w:t>1.990e0</w:t>
      </w:r>
    </w:p>
    <w:p w:rsidR="005B0461" w:rsidRDefault="005B0461" w:rsidP="005B0461">
      <w:r>
        <w:t>392.4154</w:t>
      </w:r>
      <w:r>
        <w:tab/>
        <w:t>2.025e0</w:t>
      </w:r>
    </w:p>
    <w:p w:rsidR="005B0461" w:rsidRDefault="005B0461" w:rsidP="005B0461">
      <w:r>
        <w:t>392.4269</w:t>
      </w:r>
      <w:r>
        <w:tab/>
        <w:t>2.025e0</w:t>
      </w:r>
    </w:p>
    <w:p w:rsidR="005B0461" w:rsidRDefault="005B0461" w:rsidP="005B0461">
      <w:r>
        <w:t>392.4766</w:t>
      </w:r>
      <w:r>
        <w:tab/>
        <w:t>2.025e0</w:t>
      </w:r>
    </w:p>
    <w:p w:rsidR="005B0461" w:rsidRDefault="005B0461" w:rsidP="005B0461">
      <w:r>
        <w:t>392.5000</w:t>
      </w:r>
      <w:r>
        <w:tab/>
        <w:t>2.025e0</w:t>
      </w:r>
    </w:p>
    <w:p w:rsidR="005B0461" w:rsidRDefault="005B0461" w:rsidP="005B0461">
      <w:r>
        <w:t>392.5148</w:t>
      </w:r>
      <w:r>
        <w:tab/>
        <w:t>1.013e0</w:t>
      </w:r>
    </w:p>
    <w:p w:rsidR="005B0461" w:rsidRDefault="005B0461" w:rsidP="005B0461">
      <w:r>
        <w:t>392.5831</w:t>
      </w:r>
      <w:r>
        <w:tab/>
        <w:t>1.013e0</w:t>
      </w:r>
    </w:p>
    <w:p w:rsidR="005B0461" w:rsidRDefault="005B0461" w:rsidP="005B0461">
      <w:r>
        <w:t>392.6257</w:t>
      </w:r>
      <w:r>
        <w:tab/>
        <w:t>1.013e0</w:t>
      </w:r>
    </w:p>
    <w:p w:rsidR="005B0461" w:rsidRDefault="005B0461" w:rsidP="005B0461">
      <w:r>
        <w:t>392.6294</w:t>
      </w:r>
      <w:r>
        <w:tab/>
        <w:t>1.013e0</w:t>
      </w:r>
    </w:p>
    <w:p w:rsidR="005B0461" w:rsidRDefault="005B0461" w:rsidP="005B0461">
      <w:r>
        <w:t>392.6631</w:t>
      </w:r>
      <w:r>
        <w:tab/>
        <w:t>2.025e0</w:t>
      </w:r>
    </w:p>
    <w:p w:rsidR="005B0461" w:rsidRDefault="005B0461" w:rsidP="005B0461">
      <w:r>
        <w:lastRenderedPageBreak/>
        <w:t>392.7154</w:t>
      </w:r>
      <w:r>
        <w:tab/>
        <w:t>3.038e0</w:t>
      </w:r>
    </w:p>
    <w:p w:rsidR="005B0461" w:rsidRDefault="005B0461" w:rsidP="005B0461">
      <w:r>
        <w:t>392.7182</w:t>
      </w:r>
      <w:r>
        <w:tab/>
        <w:t>1.013e0</w:t>
      </w:r>
    </w:p>
    <w:p w:rsidR="005B0461" w:rsidRDefault="005B0461" w:rsidP="005B0461">
      <w:r>
        <w:t>392.7569</w:t>
      </w:r>
      <w:r>
        <w:tab/>
        <w:t>1.013e0</w:t>
      </w:r>
    </w:p>
    <w:p w:rsidR="005B0461" w:rsidRDefault="005B0461" w:rsidP="005B0461">
      <w:r>
        <w:t>392.7651</w:t>
      </w:r>
      <w:r>
        <w:tab/>
        <w:t>1.013e0</w:t>
      </w:r>
    </w:p>
    <w:p w:rsidR="005B0461" w:rsidRDefault="005B0461" w:rsidP="005B0461">
      <w:r>
        <w:t>392.8347</w:t>
      </w:r>
      <w:r>
        <w:tab/>
        <w:t>1.013e0</w:t>
      </w:r>
    </w:p>
    <w:p w:rsidR="005B0461" w:rsidRDefault="005B0461" w:rsidP="005B0461">
      <w:r>
        <w:t>392.8376</w:t>
      </w:r>
      <w:r>
        <w:tab/>
        <w:t>2.025e0</w:t>
      </w:r>
    </w:p>
    <w:p w:rsidR="005B0461" w:rsidRDefault="005B0461" w:rsidP="005B0461">
      <w:r>
        <w:t>392.8483</w:t>
      </w:r>
      <w:r>
        <w:tab/>
        <w:t>5.063e0</w:t>
      </w:r>
    </w:p>
    <w:p w:rsidR="005B0461" w:rsidRDefault="005B0461" w:rsidP="005B0461">
      <w:r>
        <w:t>392.8741</w:t>
      </w:r>
      <w:r>
        <w:tab/>
        <w:t>3.038e0</w:t>
      </w:r>
    </w:p>
    <w:p w:rsidR="005B0461" w:rsidRDefault="005B0461" w:rsidP="005B0461">
      <w:r>
        <w:t>392.8920</w:t>
      </w:r>
      <w:r>
        <w:tab/>
        <w:t>1.013e0</w:t>
      </w:r>
    </w:p>
    <w:p w:rsidR="005B0461" w:rsidRDefault="005B0461" w:rsidP="005B0461">
      <w:r>
        <w:t>392.9460</w:t>
      </w:r>
      <w:r>
        <w:tab/>
        <w:t>1.013e0</w:t>
      </w:r>
    </w:p>
    <w:p w:rsidR="005B0461" w:rsidRDefault="005B0461" w:rsidP="005B0461">
      <w:r>
        <w:t>392.9557</w:t>
      </w:r>
      <w:r>
        <w:tab/>
        <w:t>1.013e0</w:t>
      </w:r>
    </w:p>
    <w:p w:rsidR="005B0461" w:rsidRDefault="005B0461" w:rsidP="005B0461">
      <w:r>
        <w:t>392.9583</w:t>
      </w:r>
      <w:r>
        <w:tab/>
        <w:t>2.025e0</w:t>
      </w:r>
    </w:p>
    <w:p w:rsidR="005B0461" w:rsidRDefault="005B0461" w:rsidP="005B0461">
      <w:r>
        <w:t>393.0018</w:t>
      </w:r>
      <w:r>
        <w:tab/>
        <w:t>1.013e0</w:t>
      </w:r>
    </w:p>
    <w:p w:rsidR="005B0461" w:rsidRDefault="005B0461" w:rsidP="005B0461">
      <w:r>
        <w:t>393.0070</w:t>
      </w:r>
      <w:r>
        <w:tab/>
        <w:t>2.816e0</w:t>
      </w:r>
    </w:p>
    <w:p w:rsidR="005B0461" w:rsidRDefault="005B0461" w:rsidP="005B0461">
      <w:r>
        <w:t>393.0286</w:t>
      </w:r>
      <w:r>
        <w:tab/>
        <w:t>1.928e0</w:t>
      </w:r>
    </w:p>
    <w:p w:rsidR="005B0461" w:rsidRDefault="005B0461" w:rsidP="005B0461">
      <w:r>
        <w:t>393.0309</w:t>
      </w:r>
      <w:r>
        <w:tab/>
        <w:t>3.038e0</w:t>
      </w:r>
    </w:p>
    <w:p w:rsidR="005B0461" w:rsidRDefault="005B0461" w:rsidP="005B0461">
      <w:r>
        <w:t>393.0692</w:t>
      </w:r>
      <w:r>
        <w:tab/>
        <w:t>2.999e0</w:t>
      </w:r>
    </w:p>
    <w:p w:rsidR="005B0461" w:rsidRDefault="005B0461" w:rsidP="005B0461">
      <w:r>
        <w:t>393.0952</w:t>
      </w:r>
      <w:r>
        <w:tab/>
        <w:t>8.075e0</w:t>
      </w:r>
    </w:p>
    <w:p w:rsidR="005B0461" w:rsidRDefault="005B0461" w:rsidP="005B0461">
      <w:r>
        <w:t>393.1436</w:t>
      </w:r>
      <w:r>
        <w:tab/>
        <w:t>2.532e0</w:t>
      </w:r>
    </w:p>
    <w:p w:rsidR="005B0461" w:rsidRDefault="005B0461" w:rsidP="005B0461">
      <w:r>
        <w:lastRenderedPageBreak/>
        <w:t>393.1470</w:t>
      </w:r>
      <w:r>
        <w:tab/>
        <w:t>2.025e0</w:t>
      </w:r>
    </w:p>
    <w:p w:rsidR="005B0461" w:rsidRDefault="005B0461" w:rsidP="005B0461">
      <w:r>
        <w:t>393.1643</w:t>
      </w:r>
      <w:r>
        <w:tab/>
        <w:t>4.138e0</w:t>
      </w:r>
    </w:p>
    <w:p w:rsidR="005B0461" w:rsidRDefault="005B0461" w:rsidP="005B0461">
      <w:r>
        <w:t>393.1839</w:t>
      </w:r>
      <w:r>
        <w:tab/>
        <w:t>3.038e0</w:t>
      </w:r>
    </w:p>
    <w:p w:rsidR="005B0461" w:rsidRDefault="005B0461" w:rsidP="005B0461">
      <w:r>
        <w:t>393.2014</w:t>
      </w:r>
      <w:r>
        <w:tab/>
        <w:t>4.034e0</w:t>
      </w:r>
    </w:p>
    <w:p w:rsidR="005B0461" w:rsidRDefault="005B0461" w:rsidP="005B0461">
      <w:r>
        <w:t>393.2109</w:t>
      </w:r>
      <w:r>
        <w:tab/>
        <w:t>7.939e0</w:t>
      </w:r>
    </w:p>
    <w:p w:rsidR="005B0461" w:rsidRDefault="005B0461" w:rsidP="005B0461">
      <w:r>
        <w:t>393.2203</w:t>
      </w:r>
      <w:r>
        <w:tab/>
        <w:t>6.076e0</w:t>
      </w:r>
    </w:p>
    <w:p w:rsidR="005B0461" w:rsidRDefault="005B0461" w:rsidP="005B0461">
      <w:r>
        <w:t>393.2290</w:t>
      </w:r>
      <w:r>
        <w:tab/>
        <w:t>3.807e0</w:t>
      </w:r>
    </w:p>
    <w:p w:rsidR="005B0461" w:rsidRDefault="005B0461" w:rsidP="005B0461">
      <w:r>
        <w:t>393.2921</w:t>
      </w:r>
      <w:r>
        <w:tab/>
        <w:t>1.174e0</w:t>
      </w:r>
    </w:p>
    <w:p w:rsidR="005B0461" w:rsidRDefault="005B0461" w:rsidP="005B0461">
      <w:r>
        <w:t>393.2995</w:t>
      </w:r>
      <w:r>
        <w:tab/>
        <w:t>1.013e0</w:t>
      </w:r>
    </w:p>
    <w:p w:rsidR="005B0461" w:rsidRDefault="005B0461" w:rsidP="005B0461">
      <w:r>
        <w:t>393.3253</w:t>
      </w:r>
      <w:r>
        <w:tab/>
        <w:t>2.025e0</w:t>
      </w:r>
    </w:p>
    <w:p w:rsidR="005B0461" w:rsidRDefault="005B0461" w:rsidP="005B0461">
      <w:r>
        <w:t>393.3618</w:t>
      </w:r>
      <w:r>
        <w:tab/>
        <w:t>3.003e0</w:t>
      </w:r>
    </w:p>
    <w:p w:rsidR="005B0461" w:rsidRDefault="005B0461" w:rsidP="005B0461">
      <w:r>
        <w:t>393.3776</w:t>
      </w:r>
      <w:r>
        <w:tab/>
        <w:t>1.013e0</w:t>
      </w:r>
    </w:p>
    <w:p w:rsidR="005B0461" w:rsidRDefault="005B0461" w:rsidP="005B0461">
      <w:r>
        <w:t>393.3839</w:t>
      </w:r>
      <w:r>
        <w:tab/>
        <w:t>3.038e0</w:t>
      </w:r>
    </w:p>
    <w:p w:rsidR="005B0461" w:rsidRDefault="005B0461" w:rsidP="005B0461">
      <w:r>
        <w:t>393.4326</w:t>
      </w:r>
      <w:r>
        <w:tab/>
        <w:t>2.025e0</w:t>
      </w:r>
    </w:p>
    <w:p w:rsidR="005B0461" w:rsidRDefault="005B0461" w:rsidP="005B0461">
      <w:r>
        <w:t>393.4346</w:t>
      </w:r>
      <w:r>
        <w:tab/>
        <w:t>1.013e0</w:t>
      </w:r>
    </w:p>
    <w:p w:rsidR="005B0461" w:rsidRDefault="005B0461" w:rsidP="005B0461">
      <w:r>
        <w:t>393.4520</w:t>
      </w:r>
      <w:r>
        <w:tab/>
        <w:t>1.013e0</w:t>
      </w:r>
    </w:p>
    <w:p w:rsidR="005B0461" w:rsidRDefault="005B0461" w:rsidP="005B0461">
      <w:r>
        <w:t>393.4772</w:t>
      </w:r>
      <w:r>
        <w:tab/>
        <w:t>1.013e0</w:t>
      </w:r>
    </w:p>
    <w:p w:rsidR="005B0461" w:rsidRDefault="005B0461" w:rsidP="005B0461">
      <w:r>
        <w:t>393.4890</w:t>
      </w:r>
      <w:r>
        <w:tab/>
        <w:t>1.013e0</w:t>
      </w:r>
    </w:p>
    <w:p w:rsidR="005B0461" w:rsidRDefault="005B0461" w:rsidP="005B0461">
      <w:r>
        <w:t>393.5387</w:t>
      </w:r>
      <w:r>
        <w:tab/>
        <w:t>2.025e0</w:t>
      </w:r>
    </w:p>
    <w:p w:rsidR="005B0461" w:rsidRDefault="005B0461" w:rsidP="005B0461">
      <w:r>
        <w:lastRenderedPageBreak/>
        <w:t>393.5409</w:t>
      </w:r>
      <w:r>
        <w:tab/>
        <w:t>1.013e0</w:t>
      </w:r>
    </w:p>
    <w:p w:rsidR="005B0461" w:rsidRDefault="005B0461" w:rsidP="005B0461">
      <w:r>
        <w:t>393.5871</w:t>
      </w:r>
      <w:r>
        <w:tab/>
        <w:t>1.013e0</w:t>
      </w:r>
    </w:p>
    <w:p w:rsidR="005B0461" w:rsidRDefault="005B0461" w:rsidP="005B0461">
      <w:r>
        <w:t>393.5959</w:t>
      </w:r>
      <w:r>
        <w:tab/>
        <w:t>2.025e0</w:t>
      </w:r>
    </w:p>
    <w:p w:rsidR="005B0461" w:rsidRDefault="005B0461" w:rsidP="005B0461">
      <w:r>
        <w:t>393.6564</w:t>
      </w:r>
      <w:r>
        <w:tab/>
        <w:t>2.025e0</w:t>
      </w:r>
    </w:p>
    <w:p w:rsidR="005B0461" w:rsidRDefault="005B0461" w:rsidP="005B0461">
      <w:r>
        <w:t>393.6616</w:t>
      </w:r>
      <w:r>
        <w:tab/>
        <w:t>2.025e0</w:t>
      </w:r>
    </w:p>
    <w:p w:rsidR="005B0461" w:rsidRDefault="005B0461" w:rsidP="005B0461">
      <w:r>
        <w:t>393.6981</w:t>
      </w:r>
      <w:r>
        <w:tab/>
        <w:t>1.013e0</w:t>
      </w:r>
    </w:p>
    <w:p w:rsidR="005B0461" w:rsidRDefault="005B0461" w:rsidP="005B0461">
      <w:r>
        <w:t>393.7190</w:t>
      </w:r>
      <w:r>
        <w:tab/>
        <w:t>1.013e0</w:t>
      </w:r>
    </w:p>
    <w:p w:rsidR="005B0461" w:rsidRDefault="005B0461" w:rsidP="005B0461">
      <w:r>
        <w:t>393.7384</w:t>
      </w:r>
      <w:r>
        <w:tab/>
        <w:t>2.025e0</w:t>
      </w:r>
    </w:p>
    <w:p w:rsidR="005B0461" w:rsidRDefault="005B0461" w:rsidP="005B0461">
      <w:r>
        <w:t>393.7784</w:t>
      </w:r>
      <w:r>
        <w:tab/>
        <w:t>2.025e0</w:t>
      </w:r>
    </w:p>
    <w:p w:rsidR="005B0461" w:rsidRDefault="005B0461" w:rsidP="005B0461">
      <w:r>
        <w:t>393.8500</w:t>
      </w:r>
      <w:r>
        <w:tab/>
        <w:t>3.038e0</w:t>
      </w:r>
    </w:p>
    <w:p w:rsidR="005B0461" w:rsidRDefault="005B0461" w:rsidP="005B0461">
      <w:r>
        <w:t>393.8614</w:t>
      </w:r>
      <w:r>
        <w:tab/>
        <w:t>3.038e0</w:t>
      </w:r>
    </w:p>
    <w:p w:rsidR="005B0461" w:rsidRDefault="005B0461" w:rsidP="005B0461">
      <w:r>
        <w:t>393.8932</w:t>
      </w:r>
      <w:r>
        <w:tab/>
        <w:t>1.013e0</w:t>
      </w:r>
    </w:p>
    <w:p w:rsidR="005B0461" w:rsidRDefault="005B0461" w:rsidP="005B0461">
      <w:r>
        <w:t>393.9291</w:t>
      </w:r>
      <w:r>
        <w:tab/>
        <w:t>2.025e0</w:t>
      </w:r>
    </w:p>
    <w:p w:rsidR="005B0461" w:rsidRDefault="005B0461" w:rsidP="005B0461">
      <w:r>
        <w:t>393.9534</w:t>
      </w:r>
      <w:r>
        <w:tab/>
        <w:t>3.038e0</w:t>
      </w:r>
    </w:p>
    <w:p w:rsidR="005B0461" w:rsidRDefault="005B0461" w:rsidP="005B0461">
      <w:r>
        <w:t>393.9657</w:t>
      </w:r>
      <w:r>
        <w:tab/>
        <w:t>2.025e0</w:t>
      </w:r>
    </w:p>
    <w:p w:rsidR="005B0461" w:rsidRDefault="005B0461" w:rsidP="005B0461">
      <w:r>
        <w:t>393.9680</w:t>
      </w:r>
      <w:r>
        <w:tab/>
        <w:t>4.051e0</w:t>
      </w:r>
    </w:p>
    <w:p w:rsidR="005B0461" w:rsidRDefault="005B0461" w:rsidP="005B0461">
      <w:r>
        <w:t>393.9699</w:t>
      </w:r>
      <w:r>
        <w:tab/>
        <w:t>1.013e0</w:t>
      </w:r>
    </w:p>
    <w:p w:rsidR="005B0461" w:rsidRDefault="005B0461" w:rsidP="005B0461">
      <w:r>
        <w:t>394.0265</w:t>
      </w:r>
      <w:r>
        <w:tab/>
        <w:t>5.063e0</w:t>
      </w:r>
    </w:p>
    <w:p w:rsidR="005B0461" w:rsidRDefault="005B0461" w:rsidP="005B0461">
      <w:r>
        <w:t>394.0489</w:t>
      </w:r>
      <w:r>
        <w:tab/>
        <w:t>2.937e1</w:t>
      </w:r>
    </w:p>
    <w:p w:rsidR="005B0461" w:rsidRDefault="005B0461" w:rsidP="005B0461">
      <w:r>
        <w:lastRenderedPageBreak/>
        <w:t>394.0585</w:t>
      </w:r>
      <w:r>
        <w:tab/>
        <w:t>1.924e1</w:t>
      </w:r>
    </w:p>
    <w:p w:rsidR="005B0461" w:rsidRDefault="005B0461" w:rsidP="005B0461">
      <w:r>
        <w:t>394.0673</w:t>
      </w:r>
      <w:r>
        <w:tab/>
        <w:t>1.114e1</w:t>
      </w:r>
    </w:p>
    <w:p w:rsidR="005B0461" w:rsidRDefault="005B0461" w:rsidP="005B0461">
      <w:r>
        <w:t>394.1283</w:t>
      </w:r>
      <w:r>
        <w:tab/>
        <w:t>2.025e0</w:t>
      </w:r>
    </w:p>
    <w:p w:rsidR="005B0461" w:rsidRDefault="005B0461" w:rsidP="005B0461">
      <w:r>
        <w:t>394.1416</w:t>
      </w:r>
      <w:r>
        <w:tab/>
        <w:t>2.025e0</w:t>
      </w:r>
    </w:p>
    <w:p w:rsidR="005B0461" w:rsidRDefault="005B0461" w:rsidP="005B0461">
      <w:r>
        <w:t>394.1540</w:t>
      </w:r>
      <w:r>
        <w:tab/>
        <w:t>4.051e0</w:t>
      </w:r>
    </w:p>
    <w:p w:rsidR="005B0461" w:rsidRDefault="005B0461" w:rsidP="005B0461">
      <w:r>
        <w:t>394.1793</w:t>
      </w:r>
      <w:r>
        <w:tab/>
        <w:t>2.025e0</w:t>
      </w:r>
    </w:p>
    <w:p w:rsidR="005B0461" w:rsidRDefault="005B0461" w:rsidP="005B0461">
      <w:r>
        <w:t>394.2339</w:t>
      </w:r>
      <w:r>
        <w:tab/>
        <w:t>9.679e0</w:t>
      </w:r>
    </w:p>
    <w:p w:rsidR="005B0461" w:rsidRDefault="005B0461" w:rsidP="005B0461">
      <w:r>
        <w:t>394.2362</w:t>
      </w:r>
      <w:r>
        <w:tab/>
        <w:t>1.013e0</w:t>
      </w:r>
    </w:p>
    <w:p w:rsidR="005B0461" w:rsidRDefault="005B0461" w:rsidP="005B0461">
      <w:r>
        <w:t>394.2493</w:t>
      </w:r>
      <w:r>
        <w:tab/>
        <w:t>2.705e0</w:t>
      </w:r>
    </w:p>
    <w:p w:rsidR="005B0461" w:rsidRDefault="005B0461" w:rsidP="005B0461">
      <w:r>
        <w:t>394.3087</w:t>
      </w:r>
      <w:r>
        <w:tab/>
        <w:t>4.051e0</w:t>
      </w:r>
    </w:p>
    <w:p w:rsidR="005B0461" w:rsidRDefault="005B0461" w:rsidP="005B0461">
      <w:r>
        <w:t>394.3360</w:t>
      </w:r>
      <w:r>
        <w:tab/>
        <w:t>5.922e0</w:t>
      </w:r>
    </w:p>
    <w:p w:rsidR="005B0461" w:rsidRDefault="005B0461" w:rsidP="005B0461">
      <w:r>
        <w:t>394.3486</w:t>
      </w:r>
      <w:r>
        <w:tab/>
        <w:t>5.063e0</w:t>
      </w:r>
    </w:p>
    <w:p w:rsidR="005B0461" w:rsidRDefault="005B0461" w:rsidP="005B0461">
      <w:r>
        <w:t>394.3791</w:t>
      </w:r>
      <w:r>
        <w:tab/>
        <w:t>2.025e0</w:t>
      </w:r>
    </w:p>
    <w:p w:rsidR="005B0461" w:rsidRDefault="005B0461" w:rsidP="005B0461">
      <w:r>
        <w:t>394.3850</w:t>
      </w:r>
      <w:r>
        <w:tab/>
        <w:t>1.013e0</w:t>
      </w:r>
    </w:p>
    <w:p w:rsidR="005B0461" w:rsidRDefault="005B0461" w:rsidP="005B0461">
      <w:r>
        <w:t>394.3887</w:t>
      </w:r>
      <w:r>
        <w:tab/>
        <w:t>1.156e0</w:t>
      </w:r>
    </w:p>
    <w:p w:rsidR="005B0461" w:rsidRDefault="005B0461" w:rsidP="005B0461">
      <w:r>
        <w:t>394.4374</w:t>
      </w:r>
      <w:r>
        <w:tab/>
        <w:t>1.013e0</w:t>
      </w:r>
    </w:p>
    <w:p w:rsidR="005B0461" w:rsidRDefault="005B0461" w:rsidP="005B0461">
      <w:r>
        <w:t>394.4580</w:t>
      </w:r>
      <w:r>
        <w:tab/>
        <w:t>2.025e0</w:t>
      </w:r>
    </w:p>
    <w:p w:rsidR="005B0461" w:rsidRDefault="005B0461" w:rsidP="005B0461">
      <w:r>
        <w:t>394.4863</w:t>
      </w:r>
      <w:r>
        <w:tab/>
        <w:t>2.025e0</w:t>
      </w:r>
    </w:p>
    <w:p w:rsidR="005B0461" w:rsidRDefault="005B0461" w:rsidP="005B0461">
      <w:r>
        <w:t>394.4952</w:t>
      </w:r>
      <w:r>
        <w:tab/>
        <w:t>1.013e0</w:t>
      </w:r>
    </w:p>
    <w:p w:rsidR="005B0461" w:rsidRDefault="005B0461" w:rsidP="005B0461">
      <w:r>
        <w:lastRenderedPageBreak/>
        <w:t>394.5126</w:t>
      </w:r>
      <w:r>
        <w:tab/>
        <w:t>1.013e0</w:t>
      </w:r>
    </w:p>
    <w:p w:rsidR="005B0461" w:rsidRDefault="005B0461" w:rsidP="005B0461">
      <w:r>
        <w:t>394.5405</w:t>
      </w:r>
      <w:r>
        <w:tab/>
        <w:t>2.025e0</w:t>
      </w:r>
    </w:p>
    <w:p w:rsidR="005B0461" w:rsidRDefault="005B0461" w:rsidP="005B0461">
      <w:r>
        <w:t>394.5552</w:t>
      </w:r>
      <w:r>
        <w:tab/>
        <w:t>1.013e0</w:t>
      </w:r>
    </w:p>
    <w:p w:rsidR="005B0461" w:rsidRDefault="005B0461" w:rsidP="005B0461">
      <w:r>
        <w:t>394.5590</w:t>
      </w:r>
      <w:r>
        <w:tab/>
        <w:t>1.013e0</w:t>
      </w:r>
    </w:p>
    <w:p w:rsidR="005B0461" w:rsidRDefault="005B0461" w:rsidP="005B0461">
      <w:r>
        <w:t>394.6015</w:t>
      </w:r>
      <w:r>
        <w:tab/>
        <w:t>1.013e0</w:t>
      </w:r>
    </w:p>
    <w:p w:rsidR="005B0461" w:rsidRDefault="005B0461" w:rsidP="005B0461">
      <w:r>
        <w:t>394.6050</w:t>
      </w:r>
      <w:r>
        <w:tab/>
        <w:t>1.013e0</w:t>
      </w:r>
    </w:p>
    <w:p w:rsidR="005B0461" w:rsidRDefault="005B0461" w:rsidP="005B0461">
      <w:r>
        <w:t>394.6120</w:t>
      </w:r>
      <w:r>
        <w:tab/>
        <w:t>1.013e0</w:t>
      </w:r>
    </w:p>
    <w:p w:rsidR="005B0461" w:rsidRDefault="005B0461" w:rsidP="005B0461">
      <w:r>
        <w:t>394.6539</w:t>
      </w:r>
      <w:r>
        <w:tab/>
        <w:t>1.013e0</w:t>
      </w:r>
    </w:p>
    <w:p w:rsidR="005B0461" w:rsidRDefault="005B0461" w:rsidP="005B0461">
      <w:r>
        <w:t>394.6609</w:t>
      </w:r>
      <w:r>
        <w:tab/>
        <w:t>2.025e0</w:t>
      </w:r>
    </w:p>
    <w:p w:rsidR="005B0461" w:rsidRDefault="005B0461" w:rsidP="005B0461">
      <w:r>
        <w:t>394.7116</w:t>
      </w:r>
      <w:r>
        <w:tab/>
        <w:t>1.013e0</w:t>
      </w:r>
    </w:p>
    <w:p w:rsidR="005B0461" w:rsidRDefault="005B0461" w:rsidP="005B0461">
      <w:r>
        <w:t>394.7378</w:t>
      </w:r>
      <w:r>
        <w:tab/>
        <w:t>1.013e0</w:t>
      </w:r>
    </w:p>
    <w:p w:rsidR="005B0461" w:rsidRDefault="005B0461" w:rsidP="005B0461">
      <w:r>
        <w:t>394.7448</w:t>
      </w:r>
      <w:r>
        <w:tab/>
        <w:t>1.013e0</w:t>
      </w:r>
    </w:p>
    <w:p w:rsidR="005B0461" w:rsidRDefault="005B0461" w:rsidP="005B0461">
      <w:r>
        <w:t>394.7542</w:t>
      </w:r>
      <w:r>
        <w:tab/>
        <w:t>1.013e0</w:t>
      </w:r>
    </w:p>
    <w:p w:rsidR="005B0461" w:rsidRDefault="005B0461" w:rsidP="005B0461">
      <w:r>
        <w:t>394.8286</w:t>
      </w:r>
      <w:r>
        <w:tab/>
        <w:t>1.013e0</w:t>
      </w:r>
    </w:p>
    <w:p w:rsidR="005B0461" w:rsidRDefault="005B0461" w:rsidP="005B0461">
      <w:r>
        <w:t>394.8355</w:t>
      </w:r>
      <w:r>
        <w:tab/>
        <w:t>1.013e0</w:t>
      </w:r>
    </w:p>
    <w:p w:rsidR="005B0461" w:rsidRDefault="005B0461" w:rsidP="005B0461">
      <w:r>
        <w:t>394.8688</w:t>
      </w:r>
      <w:r>
        <w:tab/>
        <w:t>2.025e0</w:t>
      </w:r>
    </w:p>
    <w:p w:rsidR="005B0461" w:rsidRDefault="005B0461" w:rsidP="005B0461">
      <w:r>
        <w:t>394.8775</w:t>
      </w:r>
      <w:r>
        <w:tab/>
        <w:t>1.013e0</w:t>
      </w:r>
    </w:p>
    <w:p w:rsidR="005B0461" w:rsidRDefault="005B0461" w:rsidP="005B0461">
      <w:r>
        <w:t>394.9241</w:t>
      </w:r>
      <w:r>
        <w:tab/>
        <w:t>1.013e0</w:t>
      </w:r>
    </w:p>
    <w:p w:rsidR="005B0461" w:rsidRDefault="005B0461" w:rsidP="005B0461">
      <w:r>
        <w:t>394.9387</w:t>
      </w:r>
      <w:r>
        <w:tab/>
        <w:t>2.025e0</w:t>
      </w:r>
    </w:p>
    <w:p w:rsidR="005B0461" w:rsidRDefault="005B0461" w:rsidP="005B0461">
      <w:r>
        <w:lastRenderedPageBreak/>
        <w:t>394.9404</w:t>
      </w:r>
      <w:r>
        <w:tab/>
        <w:t>2.025e0</w:t>
      </w:r>
    </w:p>
    <w:p w:rsidR="005B0461" w:rsidRDefault="005B0461" w:rsidP="005B0461">
      <w:r>
        <w:t>394.9561</w:t>
      </w:r>
      <w:r>
        <w:tab/>
        <w:t>2.025e0</w:t>
      </w:r>
    </w:p>
    <w:p w:rsidR="005B0461" w:rsidRDefault="005B0461" w:rsidP="005B0461">
      <w:r>
        <w:t>394.9753</w:t>
      </w:r>
      <w:r>
        <w:tab/>
        <w:t>1.013e0</w:t>
      </w:r>
    </w:p>
    <w:p w:rsidR="005B0461" w:rsidRDefault="005B0461" w:rsidP="005B0461">
      <w:r>
        <w:t>394.9823</w:t>
      </w:r>
      <w:r>
        <w:tab/>
        <w:t>1.013e0</w:t>
      </w:r>
    </w:p>
    <w:p w:rsidR="005B0461" w:rsidRDefault="005B0461" w:rsidP="005B0461">
      <w:r>
        <w:t>395.0043</w:t>
      </w:r>
      <w:r>
        <w:tab/>
        <w:t>3.038e0</w:t>
      </w:r>
    </w:p>
    <w:p w:rsidR="005B0461" w:rsidRDefault="005B0461" w:rsidP="005B0461">
      <w:r>
        <w:t>395.0422</w:t>
      </w:r>
      <w:r>
        <w:tab/>
        <w:t>5.063e0</w:t>
      </w:r>
    </w:p>
    <w:p w:rsidR="005B0461" w:rsidRDefault="005B0461" w:rsidP="005B0461">
      <w:r>
        <w:t>395.0453</w:t>
      </w:r>
      <w:r>
        <w:tab/>
        <w:t>1.013e0</w:t>
      </w:r>
    </w:p>
    <w:p w:rsidR="005B0461" w:rsidRDefault="005B0461" w:rsidP="005B0461">
      <w:r>
        <w:t>395.0551</w:t>
      </w:r>
      <w:r>
        <w:tab/>
        <w:t>4.051e0</w:t>
      </w:r>
    </w:p>
    <w:p w:rsidR="005B0461" w:rsidRDefault="005B0461" w:rsidP="005B0461">
      <w:r>
        <w:t>395.0618</w:t>
      </w:r>
      <w:r>
        <w:tab/>
        <w:t>3.038e0</w:t>
      </w:r>
    </w:p>
    <w:p w:rsidR="005B0461" w:rsidRDefault="005B0461" w:rsidP="005B0461">
      <w:r>
        <w:t>395.1035</w:t>
      </w:r>
      <w:r>
        <w:tab/>
        <w:t>5.063e0</w:t>
      </w:r>
    </w:p>
    <w:p w:rsidR="005B0461" w:rsidRDefault="005B0461" w:rsidP="005B0461">
      <w:r>
        <w:t>395.1231</w:t>
      </w:r>
      <w:r>
        <w:tab/>
        <w:t>1.013e0</w:t>
      </w:r>
    </w:p>
    <w:p w:rsidR="005B0461" w:rsidRDefault="005B0461" w:rsidP="005B0461">
      <w:r>
        <w:t>395.1338</w:t>
      </w:r>
      <w:r>
        <w:tab/>
        <w:t>2.025e0</w:t>
      </w:r>
    </w:p>
    <w:p w:rsidR="005B0461" w:rsidRDefault="005B0461" w:rsidP="005B0461">
      <w:r>
        <w:t>395.1579</w:t>
      </w:r>
      <w:r>
        <w:tab/>
        <w:t>8.024e0</w:t>
      </w:r>
    </w:p>
    <w:p w:rsidR="005B0461" w:rsidRDefault="005B0461" w:rsidP="005B0461">
      <w:r>
        <w:t>395.1971</w:t>
      </w:r>
      <w:r>
        <w:tab/>
        <w:t>3.038e0</w:t>
      </w:r>
    </w:p>
    <w:p w:rsidR="005B0461" w:rsidRDefault="005B0461" w:rsidP="005B0461">
      <w:r>
        <w:t>395.2338</w:t>
      </w:r>
      <w:r>
        <w:tab/>
        <w:t>3.038e0</w:t>
      </w:r>
    </w:p>
    <w:p w:rsidR="005B0461" w:rsidRDefault="005B0461" w:rsidP="005B0461">
      <w:r>
        <w:t>395.2470</w:t>
      </w:r>
      <w:r>
        <w:tab/>
        <w:t>1.013e0</w:t>
      </w:r>
    </w:p>
    <w:p w:rsidR="005B0461" w:rsidRDefault="005B0461" w:rsidP="005B0461">
      <w:r>
        <w:t>395.2532</w:t>
      </w:r>
      <w:r>
        <w:tab/>
        <w:t>3.265e0</w:t>
      </w:r>
    </w:p>
    <w:p w:rsidR="005B0461" w:rsidRDefault="005B0461" w:rsidP="005B0461">
      <w:r>
        <w:t>395.3177</w:t>
      </w:r>
      <w:r>
        <w:tab/>
        <w:t>5.063e0</w:t>
      </w:r>
    </w:p>
    <w:p w:rsidR="005B0461" w:rsidRDefault="005B0461" w:rsidP="005B0461">
      <w:r>
        <w:t>395.3206</w:t>
      </w:r>
      <w:r>
        <w:tab/>
        <w:t>2.000e0</w:t>
      </w:r>
    </w:p>
    <w:p w:rsidR="005B0461" w:rsidRDefault="005B0461" w:rsidP="005B0461">
      <w:r>
        <w:lastRenderedPageBreak/>
        <w:t>395.3473</w:t>
      </w:r>
      <w:r>
        <w:tab/>
        <w:t>3.038e0</w:t>
      </w:r>
    </w:p>
    <w:p w:rsidR="005B0461" w:rsidRDefault="005B0461" w:rsidP="005B0461">
      <w:r>
        <w:t>395.3522</w:t>
      </w:r>
      <w:r>
        <w:tab/>
        <w:t>2.025e0</w:t>
      </w:r>
    </w:p>
    <w:p w:rsidR="005B0461" w:rsidRDefault="005B0461" w:rsidP="005B0461">
      <w:r>
        <w:t>395.3565</w:t>
      </w:r>
      <w:r>
        <w:tab/>
        <w:t>2.025e0</w:t>
      </w:r>
    </w:p>
    <w:p w:rsidR="005B0461" w:rsidRDefault="005B0461" w:rsidP="005B0461">
      <w:r>
        <w:t>395.3944</w:t>
      </w:r>
      <w:r>
        <w:tab/>
        <w:t>2.025e0</w:t>
      </w:r>
    </w:p>
    <w:p w:rsidR="005B0461" w:rsidRDefault="005B0461" w:rsidP="005B0461">
      <w:r>
        <w:t>395.4035</w:t>
      </w:r>
      <w:r>
        <w:tab/>
        <w:t>1.013e0</w:t>
      </w:r>
    </w:p>
    <w:p w:rsidR="005B0461" w:rsidRDefault="005B0461" w:rsidP="005B0461">
      <w:r>
        <w:t>395.4208</w:t>
      </w:r>
      <w:r>
        <w:tab/>
        <w:t>1.013e0</w:t>
      </w:r>
    </w:p>
    <w:p w:rsidR="005B0461" w:rsidRDefault="005B0461" w:rsidP="005B0461">
      <w:r>
        <w:t>395.4634</w:t>
      </w:r>
      <w:r>
        <w:tab/>
        <w:t>1.013e0</w:t>
      </w:r>
    </w:p>
    <w:p w:rsidR="005B0461" w:rsidRDefault="005B0461" w:rsidP="005B0461">
      <w:r>
        <w:t>395.4696</w:t>
      </w:r>
      <w:r>
        <w:tab/>
        <w:t>2.025e0</w:t>
      </w:r>
    </w:p>
    <w:p w:rsidR="005B0461" w:rsidRDefault="005B0461" w:rsidP="005B0461">
      <w:r>
        <w:t>395.4847</w:t>
      </w:r>
      <w:r>
        <w:tab/>
        <w:t>1.013e0</w:t>
      </w:r>
    </w:p>
    <w:p w:rsidR="005B0461" w:rsidRDefault="005B0461" w:rsidP="005B0461">
      <w:r>
        <w:t>395.4968</w:t>
      </w:r>
      <w:r>
        <w:tab/>
        <w:t>2.025e0</w:t>
      </w:r>
    </w:p>
    <w:p w:rsidR="005B0461" w:rsidRDefault="005B0461" w:rsidP="005B0461">
      <w:r>
        <w:t>395.5311</w:t>
      </w:r>
      <w:r>
        <w:tab/>
        <w:t>1.013e0</w:t>
      </w:r>
    </w:p>
    <w:p w:rsidR="005B0461" w:rsidRDefault="005B0461" w:rsidP="005B0461">
      <w:r>
        <w:t>395.5523</w:t>
      </w:r>
      <w:r>
        <w:tab/>
        <w:t>3.038e0</w:t>
      </w:r>
    </w:p>
    <w:p w:rsidR="005B0461" w:rsidRDefault="005B0461" w:rsidP="005B0461">
      <w:r>
        <w:t>395.5772</w:t>
      </w:r>
      <w:r>
        <w:tab/>
        <w:t>2.025e0</w:t>
      </w:r>
    </w:p>
    <w:p w:rsidR="005B0461" w:rsidRDefault="005B0461" w:rsidP="005B0461">
      <w:r>
        <w:t>395.6180</w:t>
      </w:r>
      <w:r>
        <w:tab/>
        <w:t>2.025e0</w:t>
      </w:r>
    </w:p>
    <w:p w:rsidR="005B0461" w:rsidRDefault="005B0461" w:rsidP="005B0461">
      <w:r>
        <w:t>395.6199</w:t>
      </w:r>
      <w:r>
        <w:tab/>
        <w:t>1.013e0</w:t>
      </w:r>
    </w:p>
    <w:p w:rsidR="005B0461" w:rsidRDefault="005B0461" w:rsidP="005B0461">
      <w:r>
        <w:t>395.6679</w:t>
      </w:r>
      <w:r>
        <w:tab/>
        <w:t>1.013e0</w:t>
      </w:r>
    </w:p>
    <w:p w:rsidR="005B0461" w:rsidRDefault="005B0461" w:rsidP="005B0461">
      <w:r>
        <w:t>395.7028</w:t>
      </w:r>
      <w:r>
        <w:tab/>
        <w:t>2.025e0</w:t>
      </w:r>
    </w:p>
    <w:p w:rsidR="005B0461" w:rsidRDefault="005B0461" w:rsidP="005B0461">
      <w:r>
        <w:t>395.7237</w:t>
      </w:r>
      <w:r>
        <w:tab/>
        <w:t>2.025e0</w:t>
      </w:r>
    </w:p>
    <w:p w:rsidR="005B0461" w:rsidRDefault="005B0461" w:rsidP="005B0461">
      <w:r>
        <w:t>395.7309</w:t>
      </w:r>
      <w:r>
        <w:tab/>
        <w:t>1.013e0</w:t>
      </w:r>
    </w:p>
    <w:p w:rsidR="005B0461" w:rsidRDefault="005B0461" w:rsidP="005B0461">
      <w:r>
        <w:lastRenderedPageBreak/>
        <w:t>395.7589</w:t>
      </w:r>
      <w:r>
        <w:tab/>
        <w:t>1.013e0</w:t>
      </w:r>
    </w:p>
    <w:p w:rsidR="005B0461" w:rsidRDefault="005B0461" w:rsidP="005B0461">
      <w:r>
        <w:t>395.7651</w:t>
      </w:r>
      <w:r>
        <w:tab/>
        <w:t>1.013e0</w:t>
      </w:r>
    </w:p>
    <w:p w:rsidR="005B0461" w:rsidRDefault="005B0461" w:rsidP="005B0461">
      <w:r>
        <w:t>395.8363</w:t>
      </w:r>
      <w:r>
        <w:tab/>
        <w:t>1.013e0</w:t>
      </w:r>
    </w:p>
    <w:p w:rsidR="005B0461" w:rsidRDefault="005B0461" w:rsidP="005B0461">
      <w:r>
        <w:t>395.8640</w:t>
      </w:r>
      <w:r>
        <w:tab/>
        <w:t>1.013e0</w:t>
      </w:r>
    </w:p>
    <w:p w:rsidR="005B0461" w:rsidRDefault="005B0461" w:rsidP="005B0461">
      <w:r>
        <w:t>395.9130</w:t>
      </w:r>
      <w:r>
        <w:tab/>
        <w:t>1.013e0</w:t>
      </w:r>
    </w:p>
    <w:p w:rsidR="005B0461" w:rsidRDefault="005B0461" w:rsidP="005B0461">
      <w:r>
        <w:t>395.9294</w:t>
      </w:r>
      <w:r>
        <w:tab/>
        <w:t>6.076e0</w:t>
      </w:r>
    </w:p>
    <w:p w:rsidR="005B0461" w:rsidRDefault="005B0461" w:rsidP="005B0461">
      <w:r>
        <w:t>395.9359</w:t>
      </w:r>
      <w:r>
        <w:tab/>
        <w:t>2.025e0</w:t>
      </w:r>
    </w:p>
    <w:p w:rsidR="005B0461" w:rsidRDefault="005B0461" w:rsidP="005B0461">
      <w:r>
        <w:t>395.9389</w:t>
      </w:r>
      <w:r>
        <w:tab/>
        <w:t>1.013e0</w:t>
      </w:r>
    </w:p>
    <w:p w:rsidR="005B0461" w:rsidRDefault="005B0461" w:rsidP="005B0461">
      <w:r>
        <w:t>395.9565</w:t>
      </w:r>
      <w:r>
        <w:tab/>
        <w:t>3.038e0</w:t>
      </w:r>
    </w:p>
    <w:p w:rsidR="005B0461" w:rsidRDefault="005B0461" w:rsidP="005B0461">
      <w:r>
        <w:t>395.9835</w:t>
      </w:r>
      <w:r>
        <w:tab/>
        <w:t>2.025e0</w:t>
      </w:r>
    </w:p>
    <w:p w:rsidR="005B0461" w:rsidRDefault="005B0461" w:rsidP="005B0461">
      <w:r>
        <w:t>395.9898</w:t>
      </w:r>
      <w:r>
        <w:tab/>
        <w:t>2.376e0</w:t>
      </w:r>
    </w:p>
    <w:p w:rsidR="005B0461" w:rsidRDefault="005B0461" w:rsidP="005B0461">
      <w:r>
        <w:t>396.0428</w:t>
      </w:r>
      <w:r>
        <w:tab/>
        <w:t>1.114e1</w:t>
      </w:r>
    </w:p>
    <w:p w:rsidR="005B0461" w:rsidRDefault="005B0461" w:rsidP="005B0461">
      <w:r>
        <w:t>396.0443</w:t>
      </w:r>
      <w:r>
        <w:tab/>
        <w:t>5.063e0</w:t>
      </w:r>
    </w:p>
    <w:p w:rsidR="005B0461" w:rsidRDefault="005B0461" w:rsidP="005B0461">
      <w:r>
        <w:t>396.0522</w:t>
      </w:r>
      <w:r>
        <w:tab/>
        <w:t>1.215e1</w:t>
      </w:r>
    </w:p>
    <w:p w:rsidR="005B0461" w:rsidRDefault="005B0461" w:rsidP="005B0461">
      <w:r>
        <w:t>396.0565</w:t>
      </w:r>
      <w:r>
        <w:tab/>
        <w:t>1.114e1</w:t>
      </w:r>
    </w:p>
    <w:p w:rsidR="005B0461" w:rsidRDefault="005B0461" w:rsidP="005B0461">
      <w:r>
        <w:t>396.1294</w:t>
      </w:r>
      <w:r>
        <w:tab/>
        <w:t>2.025e0</w:t>
      </w:r>
    </w:p>
    <w:p w:rsidR="005B0461" w:rsidRDefault="005B0461" w:rsidP="005B0461">
      <w:r>
        <w:t>396.1380</w:t>
      </w:r>
      <w:r>
        <w:tab/>
        <w:t>1.013e0</w:t>
      </w:r>
    </w:p>
    <w:p w:rsidR="005B0461" w:rsidRDefault="005B0461" w:rsidP="005B0461">
      <w:r>
        <w:t>396.1419</w:t>
      </w:r>
      <w:r>
        <w:tab/>
        <w:t>4.051e0</w:t>
      </w:r>
    </w:p>
    <w:p w:rsidR="005B0461" w:rsidRDefault="005B0461" w:rsidP="005B0461">
      <w:r>
        <w:t>396.1556</w:t>
      </w:r>
      <w:r>
        <w:tab/>
        <w:t>3.038e0</w:t>
      </w:r>
    </w:p>
    <w:p w:rsidR="005B0461" w:rsidRDefault="005B0461" w:rsidP="005B0461">
      <w:r>
        <w:lastRenderedPageBreak/>
        <w:t>396.1837</w:t>
      </w:r>
      <w:r>
        <w:tab/>
        <w:t>4.051e0</w:t>
      </w:r>
    </w:p>
    <w:p w:rsidR="005B0461" w:rsidRDefault="005B0461" w:rsidP="005B0461">
      <w:r>
        <w:t>396.2073</w:t>
      </w:r>
      <w:r>
        <w:tab/>
        <w:t>1.013e0</w:t>
      </w:r>
    </w:p>
    <w:p w:rsidR="005B0461" w:rsidRDefault="005B0461" w:rsidP="005B0461">
      <w:r>
        <w:t>396.2087</w:t>
      </w:r>
      <w:r>
        <w:tab/>
        <w:t>2.025e0</w:t>
      </w:r>
    </w:p>
    <w:p w:rsidR="005B0461" w:rsidRDefault="005B0461" w:rsidP="005B0461">
      <w:r>
        <w:t>396.2375</w:t>
      </w:r>
      <w:r>
        <w:tab/>
        <w:t>7.089e0</w:t>
      </w:r>
    </w:p>
    <w:p w:rsidR="005B0461" w:rsidRDefault="005B0461" w:rsidP="005B0461">
      <w:r>
        <w:t>396.2657</w:t>
      </w:r>
      <w:r>
        <w:tab/>
        <w:t>1.013e0</w:t>
      </w:r>
    </w:p>
    <w:p w:rsidR="005B0461" w:rsidRDefault="005B0461" w:rsidP="005B0461">
      <w:r>
        <w:t>396.2828</w:t>
      </w:r>
      <w:r>
        <w:tab/>
        <w:t>2.942e0</w:t>
      </w:r>
    </w:p>
    <w:p w:rsidR="005B0461" w:rsidRDefault="005B0461" w:rsidP="005B0461">
      <w:r>
        <w:t>396.2898</w:t>
      </w:r>
      <w:r>
        <w:tab/>
        <w:t>2.025e0</w:t>
      </w:r>
    </w:p>
    <w:p w:rsidR="005B0461" w:rsidRDefault="005B0461" w:rsidP="005B0461">
      <w:r>
        <w:t>396.3026</w:t>
      </w:r>
      <w:r>
        <w:tab/>
        <w:t>3.038e0</w:t>
      </w:r>
    </w:p>
    <w:p w:rsidR="005B0461" w:rsidRDefault="005B0461" w:rsidP="005B0461">
      <w:r>
        <w:t>396.3172</w:t>
      </w:r>
      <w:r>
        <w:tab/>
        <w:t>3.987e0</w:t>
      </w:r>
    </w:p>
    <w:p w:rsidR="005B0461" w:rsidRDefault="005B0461" w:rsidP="005B0461">
      <w:r>
        <w:t>396.3603</w:t>
      </w:r>
      <w:r>
        <w:tab/>
        <w:t>3.160e0</w:t>
      </w:r>
    </w:p>
    <w:p w:rsidR="005B0461" w:rsidRDefault="005B0461" w:rsidP="005B0461">
      <w:r>
        <w:t>396.3675</w:t>
      </w:r>
      <w:r>
        <w:tab/>
        <w:t>3.038e0</w:t>
      </w:r>
    </w:p>
    <w:p w:rsidR="005B0461" w:rsidRDefault="005B0461" w:rsidP="005B0461">
      <w:r>
        <w:t>396.3756</w:t>
      </w:r>
      <w:r>
        <w:tab/>
        <w:t>1.013e0</w:t>
      </w:r>
    </w:p>
    <w:p w:rsidR="005B0461" w:rsidRDefault="005B0461" w:rsidP="005B0461">
      <w:r>
        <w:t>396.4023</w:t>
      </w:r>
      <w:r>
        <w:tab/>
        <w:t>2.025e0</w:t>
      </w:r>
    </w:p>
    <w:p w:rsidR="005B0461" w:rsidRDefault="005B0461" w:rsidP="005B0461">
      <w:r>
        <w:t>396.4183</w:t>
      </w:r>
      <w:r>
        <w:tab/>
        <w:t>1.013e0</w:t>
      </w:r>
    </w:p>
    <w:p w:rsidR="005B0461" w:rsidRDefault="005B0461" w:rsidP="005B0461">
      <w:r>
        <w:t>396.4559</w:t>
      </w:r>
      <w:r>
        <w:tab/>
        <w:t>3.038e0</w:t>
      </w:r>
    </w:p>
    <w:p w:rsidR="005B0461" w:rsidRDefault="005B0461" w:rsidP="005B0461">
      <w:r>
        <w:t>396.5035</w:t>
      </w:r>
      <w:r>
        <w:tab/>
        <w:t>1.013e0</w:t>
      </w:r>
    </w:p>
    <w:p w:rsidR="005B0461" w:rsidRDefault="005B0461" w:rsidP="005B0461">
      <w:r>
        <w:t>396.5248</w:t>
      </w:r>
      <w:r>
        <w:tab/>
        <w:t>1.013e0</w:t>
      </w:r>
    </w:p>
    <w:p w:rsidR="005B0461" w:rsidRDefault="005B0461" w:rsidP="005B0461">
      <w:r>
        <w:t>396.5993</w:t>
      </w:r>
      <w:r>
        <w:tab/>
        <w:t>4.051e0</w:t>
      </w:r>
    </w:p>
    <w:p w:rsidR="005B0461" w:rsidRDefault="005B0461" w:rsidP="005B0461">
      <w:r>
        <w:t>396.6061</w:t>
      </w:r>
      <w:r>
        <w:tab/>
        <w:t>1.013e0</w:t>
      </w:r>
    </w:p>
    <w:p w:rsidR="005B0461" w:rsidRDefault="005B0461" w:rsidP="005B0461">
      <w:r>
        <w:lastRenderedPageBreak/>
        <w:t>396.6211</w:t>
      </w:r>
      <w:r>
        <w:tab/>
        <w:t>1.013e0</w:t>
      </w:r>
    </w:p>
    <w:p w:rsidR="005B0461" w:rsidRDefault="005B0461" w:rsidP="005B0461">
      <w:r>
        <w:t>396.6586</w:t>
      </w:r>
      <w:r>
        <w:tab/>
        <w:t>2.025e0</w:t>
      </w:r>
    </w:p>
    <w:p w:rsidR="005B0461" w:rsidRDefault="005B0461" w:rsidP="005B0461">
      <w:r>
        <w:t>396.6862</w:t>
      </w:r>
      <w:r>
        <w:tab/>
        <w:t>2.025e0</w:t>
      </w:r>
    </w:p>
    <w:p w:rsidR="005B0461" w:rsidRDefault="005B0461" w:rsidP="005B0461">
      <w:r>
        <w:t>396.6949</w:t>
      </w:r>
      <w:r>
        <w:tab/>
        <w:t>2.025e0</w:t>
      </w:r>
    </w:p>
    <w:p w:rsidR="005B0461" w:rsidRDefault="005B0461" w:rsidP="005B0461">
      <w:r>
        <w:t>396.7264</w:t>
      </w:r>
      <w:r>
        <w:tab/>
        <w:t>1.013e0</w:t>
      </w:r>
    </w:p>
    <w:p w:rsidR="005B0461" w:rsidRDefault="005B0461" w:rsidP="005B0461">
      <w:r>
        <w:t>396.7486</w:t>
      </w:r>
      <w:r>
        <w:tab/>
        <w:t>3.038e0</w:t>
      </w:r>
    </w:p>
    <w:p w:rsidR="005B0461" w:rsidRDefault="005B0461" w:rsidP="005B0461">
      <w:r>
        <w:t>396.7664</w:t>
      </w:r>
      <w:r>
        <w:tab/>
        <w:t>3.038e0</w:t>
      </w:r>
    </w:p>
    <w:p w:rsidR="005B0461" w:rsidRDefault="005B0461" w:rsidP="005B0461">
      <w:r>
        <w:t>396.7907</w:t>
      </w:r>
      <w:r>
        <w:tab/>
        <w:t>2.025e0</w:t>
      </w:r>
    </w:p>
    <w:p w:rsidR="005B0461" w:rsidRDefault="005B0461" w:rsidP="005B0461">
      <w:r>
        <w:t>396.8478</w:t>
      </w:r>
      <w:r>
        <w:tab/>
        <w:t>1.013e0</w:t>
      </w:r>
    </w:p>
    <w:p w:rsidR="005B0461" w:rsidRDefault="005B0461" w:rsidP="005B0461">
      <w:r>
        <w:t>396.8597</w:t>
      </w:r>
      <w:r>
        <w:tab/>
        <w:t>1.013e0</w:t>
      </w:r>
    </w:p>
    <w:p w:rsidR="005B0461" w:rsidRDefault="005B0461" w:rsidP="005B0461">
      <w:r>
        <w:t>396.8797</w:t>
      </w:r>
      <w:r>
        <w:tab/>
        <w:t>2.025e0</w:t>
      </w:r>
    </w:p>
    <w:p w:rsidR="005B0461" w:rsidRDefault="005B0461" w:rsidP="005B0461">
      <w:r>
        <w:t>396.8842</w:t>
      </w:r>
      <w:r>
        <w:tab/>
        <w:t>3.038e0</w:t>
      </w:r>
    </w:p>
    <w:p w:rsidR="005B0461" w:rsidRDefault="005B0461" w:rsidP="005B0461">
      <w:r>
        <w:t>396.9019</w:t>
      </w:r>
      <w:r>
        <w:tab/>
        <w:t>1.013e0</w:t>
      </w:r>
    </w:p>
    <w:p w:rsidR="005B0461" w:rsidRDefault="005B0461" w:rsidP="005B0461">
      <w:r>
        <w:t>396.9329</w:t>
      </w:r>
      <w:r>
        <w:tab/>
        <w:t>1.013e0</w:t>
      </w:r>
    </w:p>
    <w:p w:rsidR="005B0461" w:rsidRDefault="005B0461" w:rsidP="005B0461">
      <w:r>
        <w:t>396.9558</w:t>
      </w:r>
      <w:r>
        <w:tab/>
        <w:t>2.470e0</w:t>
      </w:r>
    </w:p>
    <w:p w:rsidR="005B0461" w:rsidRDefault="005B0461" w:rsidP="005B0461">
      <w:r>
        <w:t>396.9718</w:t>
      </w:r>
      <w:r>
        <w:tab/>
        <w:t>1.013e0</w:t>
      </w:r>
    </w:p>
    <w:p w:rsidR="005B0461" w:rsidRDefault="005B0461" w:rsidP="005B0461">
      <w:r>
        <w:t>396.9878</w:t>
      </w:r>
      <w:r>
        <w:tab/>
        <w:t>2.025e0</w:t>
      </w:r>
    </w:p>
    <w:p w:rsidR="005B0461" w:rsidRDefault="005B0461" w:rsidP="005B0461">
      <w:r>
        <w:t>397.0027</w:t>
      </w:r>
      <w:r>
        <w:tab/>
        <w:t>2.025e0</w:t>
      </w:r>
    </w:p>
    <w:p w:rsidR="005B0461" w:rsidRDefault="005B0461" w:rsidP="005B0461">
      <w:r>
        <w:t>397.0389</w:t>
      </w:r>
      <w:r>
        <w:tab/>
        <w:t>2.025e0</w:t>
      </w:r>
    </w:p>
    <w:p w:rsidR="005B0461" w:rsidRDefault="005B0461" w:rsidP="005B0461">
      <w:r>
        <w:lastRenderedPageBreak/>
        <w:t>397.0627</w:t>
      </w:r>
      <w:r>
        <w:tab/>
        <w:t>4.051e0</w:t>
      </w:r>
    </w:p>
    <w:p w:rsidR="005B0461" w:rsidRDefault="005B0461" w:rsidP="005B0461">
      <w:r>
        <w:t>397.0652</w:t>
      </w:r>
      <w:r>
        <w:tab/>
        <w:t>5.063e0</w:t>
      </w:r>
    </w:p>
    <w:p w:rsidR="005B0461" w:rsidRDefault="005B0461" w:rsidP="005B0461">
      <w:r>
        <w:t>397.0696</w:t>
      </w:r>
      <w:r>
        <w:tab/>
        <w:t>2.025e0</w:t>
      </w:r>
    </w:p>
    <w:p w:rsidR="005B0461" w:rsidRDefault="005B0461" w:rsidP="005B0461">
      <w:r>
        <w:t>397.0780</w:t>
      </w:r>
      <w:r>
        <w:tab/>
        <w:t>6.076e0</w:t>
      </w:r>
    </w:p>
    <w:p w:rsidR="005B0461" w:rsidRDefault="005B0461" w:rsidP="005B0461">
      <w:r>
        <w:t>397.1196</w:t>
      </w:r>
      <w:r>
        <w:tab/>
        <w:t>1.013e0</w:t>
      </w:r>
    </w:p>
    <w:p w:rsidR="005B0461" w:rsidRDefault="005B0461" w:rsidP="005B0461">
      <w:r>
        <w:t>397.1407</w:t>
      </w:r>
      <w:r>
        <w:tab/>
        <w:t>1.013e0</w:t>
      </w:r>
    </w:p>
    <w:p w:rsidR="005B0461" w:rsidRDefault="005B0461" w:rsidP="005B0461">
      <w:r>
        <w:t>397.1669</w:t>
      </w:r>
      <w:r>
        <w:tab/>
        <w:t>1.013e0</w:t>
      </w:r>
    </w:p>
    <w:p w:rsidR="005B0461" w:rsidRDefault="005B0461" w:rsidP="005B0461">
      <w:r>
        <w:t>397.1828</w:t>
      </w:r>
      <w:r>
        <w:tab/>
        <w:t>1.013e0</w:t>
      </w:r>
    </w:p>
    <w:p w:rsidR="005B0461" w:rsidRDefault="005B0461" w:rsidP="005B0461">
      <w:r>
        <w:t>397.1902</w:t>
      </w:r>
      <w:r>
        <w:tab/>
        <w:t>2.025e0</w:t>
      </w:r>
    </w:p>
    <w:p w:rsidR="005B0461" w:rsidRDefault="005B0461" w:rsidP="005B0461">
      <w:r>
        <w:t>397.1965</w:t>
      </w:r>
      <w:r>
        <w:tab/>
        <w:t>4.051e0</w:t>
      </w:r>
    </w:p>
    <w:p w:rsidR="005B0461" w:rsidRDefault="005B0461" w:rsidP="005B0461">
      <w:r>
        <w:t>397.2502</w:t>
      </w:r>
      <w:r>
        <w:tab/>
        <w:t>2.025e0</w:t>
      </w:r>
    </w:p>
    <w:p w:rsidR="005B0461" w:rsidRDefault="005B0461" w:rsidP="005B0461">
      <w:r>
        <w:t>397.3121</w:t>
      </w:r>
      <w:r>
        <w:tab/>
        <w:t>1.550e0</w:t>
      </w:r>
    </w:p>
    <w:p w:rsidR="005B0461" w:rsidRDefault="005B0461" w:rsidP="005B0461">
      <w:r>
        <w:t>397.3276</w:t>
      </w:r>
      <w:r>
        <w:tab/>
        <w:t>3.974e0</w:t>
      </w:r>
    </w:p>
    <w:p w:rsidR="005B0461" w:rsidRDefault="005B0461" w:rsidP="005B0461">
      <w:r>
        <w:t>397.3304</w:t>
      </w:r>
      <w:r>
        <w:tab/>
        <w:t>2.025e0</w:t>
      </w:r>
    </w:p>
    <w:p w:rsidR="005B0461" w:rsidRDefault="005B0461" w:rsidP="005B0461">
      <w:r>
        <w:t>397.3399</w:t>
      </w:r>
      <w:r>
        <w:tab/>
        <w:t>3.038e0</w:t>
      </w:r>
    </w:p>
    <w:p w:rsidR="005B0461" w:rsidRDefault="005B0461" w:rsidP="005B0461">
      <w:r>
        <w:t>397.3623</w:t>
      </w:r>
      <w:r>
        <w:tab/>
        <w:t>2.025e0</w:t>
      </w:r>
    </w:p>
    <w:p w:rsidR="005B0461" w:rsidRDefault="005B0461" w:rsidP="005B0461">
      <w:r>
        <w:t>397.3729</w:t>
      </w:r>
      <w:r>
        <w:tab/>
        <w:t>2.025e0</w:t>
      </w:r>
    </w:p>
    <w:p w:rsidR="005B0461" w:rsidRDefault="005B0461" w:rsidP="005B0461">
      <w:r>
        <w:t>397.3835</w:t>
      </w:r>
      <w:r>
        <w:tab/>
        <w:t>1.013e0</w:t>
      </w:r>
    </w:p>
    <w:p w:rsidR="005B0461" w:rsidRDefault="005B0461" w:rsidP="005B0461">
      <w:r>
        <w:t>397.3911</w:t>
      </w:r>
      <w:r>
        <w:tab/>
        <w:t>2.025e0</w:t>
      </w:r>
    </w:p>
    <w:p w:rsidR="005B0461" w:rsidRDefault="005B0461" w:rsidP="005B0461">
      <w:r>
        <w:lastRenderedPageBreak/>
        <w:t>397.4261</w:t>
      </w:r>
      <w:r>
        <w:tab/>
        <w:t>1.013e0</w:t>
      </w:r>
    </w:p>
    <w:p w:rsidR="005B0461" w:rsidRDefault="005B0461" w:rsidP="005B0461">
      <w:r>
        <w:t>397.4899</w:t>
      </w:r>
      <w:r>
        <w:tab/>
        <w:t>1.013e0</w:t>
      </w:r>
    </w:p>
    <w:p w:rsidR="005B0461" w:rsidRDefault="005B0461" w:rsidP="005B0461">
      <w:r>
        <w:t>397.4938</w:t>
      </w:r>
      <w:r>
        <w:tab/>
        <w:t>1.013e0</w:t>
      </w:r>
    </w:p>
    <w:p w:rsidR="005B0461" w:rsidRDefault="005B0461" w:rsidP="005B0461">
      <w:r>
        <w:t>397.5288</w:t>
      </w:r>
      <w:r>
        <w:tab/>
        <w:t>3.038e0</w:t>
      </w:r>
    </w:p>
    <w:p w:rsidR="005B0461" w:rsidRDefault="005B0461" w:rsidP="005B0461">
      <w:r>
        <w:t>397.5623</w:t>
      </w:r>
      <w:r>
        <w:tab/>
        <w:t>1.013e0</w:t>
      </w:r>
    </w:p>
    <w:p w:rsidR="005B0461" w:rsidRDefault="005B0461" w:rsidP="005B0461">
      <w:r>
        <w:t>397.6046</w:t>
      </w:r>
      <w:r>
        <w:tab/>
        <w:t>1.013e0</w:t>
      </w:r>
    </w:p>
    <w:p w:rsidR="005B0461" w:rsidRDefault="005B0461" w:rsidP="005B0461">
      <w:r>
        <w:t>397.6116</w:t>
      </w:r>
      <w:r>
        <w:tab/>
        <w:t>1.013e0</w:t>
      </w:r>
    </w:p>
    <w:p w:rsidR="005B0461" w:rsidRDefault="005B0461" w:rsidP="005B0461">
      <w:r>
        <w:t>397.6303</w:t>
      </w:r>
      <w:r>
        <w:tab/>
        <w:t>2.025e0</w:t>
      </w:r>
    </w:p>
    <w:p w:rsidR="005B0461" w:rsidRDefault="005B0461" w:rsidP="005B0461">
      <w:r>
        <w:t>397.6444</w:t>
      </w:r>
      <w:r>
        <w:tab/>
        <w:t>3.038e0</w:t>
      </w:r>
    </w:p>
    <w:p w:rsidR="005B0461" w:rsidRDefault="005B0461" w:rsidP="005B0461">
      <w:r>
        <w:t>397.6960</w:t>
      </w:r>
      <w:r>
        <w:tab/>
        <w:t>1.013e0</w:t>
      </w:r>
    </w:p>
    <w:p w:rsidR="005B0461" w:rsidRDefault="005B0461" w:rsidP="005B0461">
      <w:r>
        <w:t>397.7241</w:t>
      </w:r>
      <w:r>
        <w:tab/>
        <w:t>1.013e0</w:t>
      </w:r>
    </w:p>
    <w:p w:rsidR="005B0461" w:rsidRDefault="005B0461" w:rsidP="005B0461">
      <w:r>
        <w:t>397.7529</w:t>
      </w:r>
      <w:r>
        <w:tab/>
        <w:t>1.013e0</w:t>
      </w:r>
    </w:p>
    <w:p w:rsidR="005B0461" w:rsidRDefault="005B0461" w:rsidP="005B0461">
      <w:r>
        <w:t>397.7593</w:t>
      </w:r>
      <w:r>
        <w:tab/>
        <w:t>1.013e0</w:t>
      </w:r>
    </w:p>
    <w:p w:rsidR="005B0461" w:rsidRDefault="005B0461" w:rsidP="005B0461">
      <w:r>
        <w:t>397.8015</w:t>
      </w:r>
      <w:r>
        <w:tab/>
        <w:t>1.013e0</w:t>
      </w:r>
    </w:p>
    <w:p w:rsidR="005B0461" w:rsidRDefault="005B0461" w:rsidP="005B0461">
      <w:r>
        <w:t>397.8343</w:t>
      </w:r>
      <w:r>
        <w:tab/>
        <w:t>1.013e0</w:t>
      </w:r>
    </w:p>
    <w:p w:rsidR="005B0461" w:rsidRDefault="005B0461" w:rsidP="005B0461">
      <w:r>
        <w:t>397.8914</w:t>
      </w:r>
      <w:r>
        <w:tab/>
        <w:t>2.025e0</w:t>
      </w:r>
    </w:p>
    <w:p w:rsidR="005B0461" w:rsidRDefault="005B0461" w:rsidP="005B0461">
      <w:r>
        <w:t>397.9141</w:t>
      </w:r>
      <w:r>
        <w:tab/>
        <w:t>1.013e0</w:t>
      </w:r>
    </w:p>
    <w:p w:rsidR="005B0461" w:rsidRDefault="005B0461" w:rsidP="005B0461">
      <w:r>
        <w:t>397.9470</w:t>
      </w:r>
      <w:r>
        <w:tab/>
        <w:t>8.026e0</w:t>
      </w:r>
    </w:p>
    <w:p w:rsidR="005B0461" w:rsidRDefault="005B0461" w:rsidP="005B0461">
      <w:r>
        <w:t>397.9530</w:t>
      </w:r>
      <w:r>
        <w:tab/>
        <w:t>2.025e0</w:t>
      </w:r>
    </w:p>
    <w:p w:rsidR="005B0461" w:rsidRDefault="005B0461" w:rsidP="005B0461">
      <w:r>
        <w:lastRenderedPageBreak/>
        <w:t>397.9660</w:t>
      </w:r>
      <w:r>
        <w:tab/>
        <w:t>1.013e0</w:t>
      </w:r>
    </w:p>
    <w:p w:rsidR="005B0461" w:rsidRDefault="005B0461" w:rsidP="005B0461">
      <w:r>
        <w:t>397.9745</w:t>
      </w:r>
      <w:r>
        <w:tab/>
        <w:t>4.051e0</w:t>
      </w:r>
    </w:p>
    <w:p w:rsidR="005B0461" w:rsidRDefault="005B0461" w:rsidP="005B0461">
      <w:r>
        <w:t>398.0414</w:t>
      </w:r>
      <w:r>
        <w:tab/>
        <w:t>6.076e0</w:t>
      </w:r>
    </w:p>
    <w:p w:rsidR="005B0461" w:rsidRDefault="005B0461" w:rsidP="005B0461">
      <w:r>
        <w:t>398.0495</w:t>
      </w:r>
      <w:r>
        <w:tab/>
        <w:t>3.038e0</w:t>
      </w:r>
    </w:p>
    <w:p w:rsidR="005B0461" w:rsidRDefault="005B0461" w:rsidP="005B0461">
      <w:r>
        <w:t>398.0619</w:t>
      </w:r>
      <w:r>
        <w:tab/>
        <w:t>1.013e0</w:t>
      </w:r>
    </w:p>
    <w:p w:rsidR="005B0461" w:rsidRDefault="005B0461" w:rsidP="005B0461">
      <w:r>
        <w:t>398.0717</w:t>
      </w:r>
      <w:r>
        <w:tab/>
        <w:t>4.051e0</w:t>
      </w:r>
    </w:p>
    <w:p w:rsidR="005B0461" w:rsidRDefault="005B0461" w:rsidP="005B0461">
      <w:r>
        <w:t>398.0986</w:t>
      </w:r>
      <w:r>
        <w:tab/>
        <w:t>4.051e0</w:t>
      </w:r>
    </w:p>
    <w:p w:rsidR="005B0461" w:rsidRDefault="005B0461" w:rsidP="005B0461">
      <w:r>
        <w:t>398.1186</w:t>
      </w:r>
      <w:r>
        <w:tab/>
        <w:t>1.013e0</w:t>
      </w:r>
    </w:p>
    <w:p w:rsidR="005B0461" w:rsidRDefault="005B0461" w:rsidP="005B0461">
      <w:r>
        <w:t>398.1574</w:t>
      </w:r>
      <w:r>
        <w:tab/>
        <w:t>1.013e0</w:t>
      </w:r>
    </w:p>
    <w:p w:rsidR="005B0461" w:rsidRDefault="005B0461" w:rsidP="005B0461">
      <w:r>
        <w:t>398.1612</w:t>
      </w:r>
      <w:r>
        <w:tab/>
        <w:t>2.025e0</w:t>
      </w:r>
    </w:p>
    <w:p w:rsidR="005B0461" w:rsidRDefault="005B0461" w:rsidP="005B0461">
      <w:r>
        <w:t>398.1672</w:t>
      </w:r>
      <w:r>
        <w:tab/>
        <w:t>1.227e0</w:t>
      </w:r>
    </w:p>
    <w:p w:rsidR="005B0461" w:rsidRDefault="005B0461" w:rsidP="005B0461">
      <w:r>
        <w:t>398.2520</w:t>
      </w:r>
      <w:r>
        <w:tab/>
        <w:t>2.876e0</w:t>
      </w:r>
    </w:p>
    <w:p w:rsidR="005B0461" w:rsidRDefault="005B0461" w:rsidP="005B0461">
      <w:r>
        <w:t>398.2658</w:t>
      </w:r>
      <w:r>
        <w:tab/>
        <w:t>2.025e0</w:t>
      </w:r>
    </w:p>
    <w:p w:rsidR="005B0461" w:rsidRDefault="005B0461" w:rsidP="005B0461">
      <w:r>
        <w:t>398.3370</w:t>
      </w:r>
      <w:r>
        <w:tab/>
        <w:t>2.025e0</w:t>
      </w:r>
    </w:p>
    <w:p w:rsidR="005B0461" w:rsidRDefault="005B0461" w:rsidP="005B0461">
      <w:r>
        <w:t>398.3542</w:t>
      </w:r>
      <w:r>
        <w:tab/>
        <w:t>4.051e0</w:t>
      </w:r>
    </w:p>
    <w:p w:rsidR="005B0461" w:rsidRDefault="005B0461" w:rsidP="005B0461">
      <w:r>
        <w:t>398.3564</w:t>
      </w:r>
      <w:r>
        <w:tab/>
        <w:t>6.772e0</w:t>
      </w:r>
    </w:p>
    <w:p w:rsidR="005B0461" w:rsidRDefault="005B0461" w:rsidP="005B0461">
      <w:r>
        <w:t>398.3593</w:t>
      </w:r>
      <w:r>
        <w:tab/>
        <w:t>3.038e0</w:t>
      </w:r>
    </w:p>
    <w:p w:rsidR="005B0461" w:rsidRDefault="005B0461" w:rsidP="005B0461">
      <w:r>
        <w:t>398.3958</w:t>
      </w:r>
      <w:r>
        <w:tab/>
        <w:t>6.076e0</w:t>
      </w:r>
    </w:p>
    <w:p w:rsidR="005B0461" w:rsidRDefault="005B0461" w:rsidP="005B0461">
      <w:r>
        <w:t>398.4055</w:t>
      </w:r>
      <w:r>
        <w:tab/>
        <w:t>3.038e0</w:t>
      </w:r>
    </w:p>
    <w:p w:rsidR="005B0461" w:rsidRDefault="005B0461" w:rsidP="005B0461">
      <w:r>
        <w:lastRenderedPageBreak/>
        <w:t>398.4722</w:t>
      </w:r>
      <w:r>
        <w:tab/>
        <w:t>2.025e0</w:t>
      </w:r>
    </w:p>
    <w:p w:rsidR="005B0461" w:rsidRDefault="005B0461" w:rsidP="005B0461">
      <w:r>
        <w:t>398.4770</w:t>
      </w:r>
      <w:r>
        <w:tab/>
        <w:t>1.013e0</w:t>
      </w:r>
    </w:p>
    <w:p w:rsidR="005B0461" w:rsidRDefault="005B0461" w:rsidP="005B0461">
      <w:r>
        <w:t>398.6081</w:t>
      </w:r>
      <w:r>
        <w:tab/>
        <w:t>4.051e0</w:t>
      </w:r>
    </w:p>
    <w:p w:rsidR="005B0461" w:rsidRDefault="005B0461" w:rsidP="005B0461">
      <w:r>
        <w:t>398.6548</w:t>
      </w:r>
      <w:r>
        <w:tab/>
        <w:t>1.013e0</w:t>
      </w:r>
    </w:p>
    <w:p w:rsidR="005B0461" w:rsidRDefault="005B0461" w:rsidP="005B0461">
      <w:r>
        <w:t>398.6671</w:t>
      </w:r>
      <w:r>
        <w:tab/>
        <w:t>2.025e0</w:t>
      </w:r>
    </w:p>
    <w:p w:rsidR="005B0461" w:rsidRDefault="005B0461" w:rsidP="005B0461">
      <w:r>
        <w:t>398.6872</w:t>
      </w:r>
      <w:r>
        <w:tab/>
        <w:t>3.038e0</w:t>
      </w:r>
    </w:p>
    <w:p w:rsidR="005B0461" w:rsidRDefault="005B0461" w:rsidP="005B0461">
      <w:r>
        <w:t>398.7349</w:t>
      </w:r>
      <w:r>
        <w:tab/>
        <w:t>2.025e0</w:t>
      </w:r>
    </w:p>
    <w:p w:rsidR="005B0461" w:rsidRDefault="005B0461" w:rsidP="005B0461">
      <w:r>
        <w:t>398.7720</w:t>
      </w:r>
      <w:r>
        <w:tab/>
        <w:t>2.025e0</w:t>
      </w:r>
    </w:p>
    <w:p w:rsidR="005B0461" w:rsidRDefault="005B0461" w:rsidP="005B0461">
      <w:r>
        <w:t>398.7734</w:t>
      </w:r>
      <w:r>
        <w:tab/>
        <w:t>4.051e0</w:t>
      </w:r>
    </w:p>
    <w:p w:rsidR="005B0461" w:rsidRDefault="005B0461" w:rsidP="005B0461">
      <w:r>
        <w:t>398.7876</w:t>
      </w:r>
      <w:r>
        <w:tab/>
        <w:t>1.013e0</w:t>
      </w:r>
    </w:p>
    <w:p w:rsidR="005B0461" w:rsidRDefault="005B0461" w:rsidP="005B0461">
      <w:r>
        <w:t>398.8226</w:t>
      </w:r>
      <w:r>
        <w:tab/>
        <w:t>2.025e0</w:t>
      </w:r>
    </w:p>
    <w:p w:rsidR="005B0461" w:rsidRDefault="005B0461" w:rsidP="005B0461">
      <w:r>
        <w:t>398.8918</w:t>
      </w:r>
      <w:r>
        <w:tab/>
        <w:t>2.025e0</w:t>
      </w:r>
    </w:p>
    <w:p w:rsidR="005B0461" w:rsidRDefault="005B0461" w:rsidP="005B0461">
      <w:r>
        <w:t>398.8934</w:t>
      </w:r>
      <w:r>
        <w:tab/>
        <w:t>1.013e0</w:t>
      </w:r>
    </w:p>
    <w:p w:rsidR="005B0461" w:rsidRDefault="005B0461" w:rsidP="005B0461">
      <w:r>
        <w:t>398.9104</w:t>
      </w:r>
      <w:r>
        <w:tab/>
        <w:t>1.013e0</w:t>
      </w:r>
    </w:p>
    <w:p w:rsidR="005B0461" w:rsidRDefault="005B0461" w:rsidP="005B0461">
      <w:r>
        <w:t>398.9386</w:t>
      </w:r>
      <w:r>
        <w:tab/>
        <w:t>2.025e0</w:t>
      </w:r>
    </w:p>
    <w:p w:rsidR="005B0461" w:rsidRDefault="005B0461" w:rsidP="005B0461">
      <w:r>
        <w:t>398.9599</w:t>
      </w:r>
      <w:r>
        <w:tab/>
        <w:t>2.025e0</w:t>
      </w:r>
    </w:p>
    <w:p w:rsidR="005B0461" w:rsidRDefault="005B0461" w:rsidP="005B0461">
      <w:r>
        <w:t>398.9636</w:t>
      </w:r>
      <w:r>
        <w:tab/>
        <w:t>2.025e0</w:t>
      </w:r>
    </w:p>
    <w:p w:rsidR="005B0461" w:rsidRDefault="005B0461" w:rsidP="005B0461">
      <w:r>
        <w:t>398.9742</w:t>
      </w:r>
      <w:r>
        <w:tab/>
        <w:t>1.013e0</w:t>
      </w:r>
    </w:p>
    <w:p w:rsidR="005B0461" w:rsidRDefault="005B0461" w:rsidP="005B0461">
      <w:r>
        <w:t>398.9956</w:t>
      </w:r>
      <w:r>
        <w:tab/>
        <w:t>3.038e0</w:t>
      </w:r>
    </w:p>
    <w:p w:rsidR="005B0461" w:rsidRDefault="005B0461" w:rsidP="005B0461">
      <w:r>
        <w:lastRenderedPageBreak/>
        <w:t>398.9992</w:t>
      </w:r>
      <w:r>
        <w:tab/>
        <w:t>2.025e0</w:t>
      </w:r>
    </w:p>
    <w:p w:rsidR="005B0461" w:rsidRDefault="005B0461" w:rsidP="005B0461">
      <w:r>
        <w:t>399.0168</w:t>
      </w:r>
      <w:r>
        <w:tab/>
        <w:t>1.013e0</w:t>
      </w:r>
    </w:p>
    <w:p w:rsidR="005B0461" w:rsidRDefault="005B0461" w:rsidP="005B0461">
      <w:r>
        <w:t>399.0697</w:t>
      </w:r>
      <w:r>
        <w:tab/>
        <w:t>1.013e0</w:t>
      </w:r>
    </w:p>
    <w:p w:rsidR="005B0461" w:rsidRDefault="005B0461" w:rsidP="005B0461">
      <w:r>
        <w:t>399.0803</w:t>
      </w:r>
      <w:r>
        <w:tab/>
        <w:t>3.038e0</w:t>
      </w:r>
    </w:p>
    <w:p w:rsidR="005B0461" w:rsidRDefault="005B0461" w:rsidP="005B0461">
      <w:r>
        <w:t>399.0827</w:t>
      </w:r>
      <w:r>
        <w:tab/>
        <w:t>3.038e0</w:t>
      </w:r>
    </w:p>
    <w:p w:rsidR="005B0461" w:rsidRDefault="005B0461" w:rsidP="005B0461">
      <w:r>
        <w:t>399.1121</w:t>
      </w:r>
      <w:r>
        <w:tab/>
        <w:t>1.013e0</w:t>
      </w:r>
    </w:p>
    <w:p w:rsidR="005B0461" w:rsidRDefault="005B0461" w:rsidP="005B0461">
      <w:r>
        <w:t>399.1204</w:t>
      </w:r>
      <w:r>
        <w:tab/>
        <w:t>5.063e0</w:t>
      </w:r>
    </w:p>
    <w:p w:rsidR="005B0461" w:rsidRDefault="005B0461" w:rsidP="005B0461">
      <w:r>
        <w:t>399.1270</w:t>
      </w:r>
      <w:r>
        <w:tab/>
        <w:t>2.025e0</w:t>
      </w:r>
    </w:p>
    <w:p w:rsidR="005B0461" w:rsidRDefault="005B0461" w:rsidP="005B0461">
      <w:r>
        <w:t>399.1615</w:t>
      </w:r>
      <w:r>
        <w:tab/>
        <w:t>1.013e0</w:t>
      </w:r>
    </w:p>
    <w:p w:rsidR="005B0461" w:rsidRDefault="005B0461" w:rsidP="005B0461">
      <w:r>
        <w:t>399.1698</w:t>
      </w:r>
      <w:r>
        <w:tab/>
        <w:t>3.038e0</w:t>
      </w:r>
    </w:p>
    <w:p w:rsidR="005B0461" w:rsidRDefault="005B0461" w:rsidP="005B0461">
      <w:r>
        <w:t>399.2102</w:t>
      </w:r>
      <w:r>
        <w:tab/>
        <w:t>1.975e0</w:t>
      </w:r>
    </w:p>
    <w:p w:rsidR="005B0461" w:rsidRDefault="005B0461" w:rsidP="005B0461">
      <w:r>
        <w:t>399.2123</w:t>
      </w:r>
      <w:r>
        <w:tab/>
        <w:t>1.013e0</w:t>
      </w:r>
    </w:p>
    <w:p w:rsidR="005B0461" w:rsidRDefault="005B0461" w:rsidP="005B0461">
      <w:r>
        <w:t>399.2265</w:t>
      </w:r>
      <w:r>
        <w:tab/>
        <w:t>1.114e1</w:t>
      </w:r>
    </w:p>
    <w:p w:rsidR="005B0461" w:rsidRDefault="005B0461" w:rsidP="005B0461">
      <w:r>
        <w:t>399.2753</w:t>
      </w:r>
      <w:r>
        <w:tab/>
        <w:t>2.974e0</w:t>
      </w:r>
    </w:p>
    <w:p w:rsidR="005B0461" w:rsidRDefault="005B0461" w:rsidP="005B0461">
      <w:r>
        <w:t>399.3095</w:t>
      </w:r>
      <w:r>
        <w:tab/>
        <w:t>2.025e0</w:t>
      </w:r>
    </w:p>
    <w:p w:rsidR="005B0461" w:rsidRDefault="005B0461" w:rsidP="005B0461">
      <w:r>
        <w:t>399.3188</w:t>
      </w:r>
      <w:r>
        <w:tab/>
        <w:t>1.013e0</w:t>
      </w:r>
    </w:p>
    <w:p w:rsidR="005B0461" w:rsidRDefault="005B0461" w:rsidP="005B0461">
      <w:r>
        <w:t>399.3556</w:t>
      </w:r>
      <w:r>
        <w:tab/>
        <w:t>3.735e0</w:t>
      </w:r>
    </w:p>
    <w:p w:rsidR="005B0461" w:rsidRDefault="005B0461" w:rsidP="005B0461">
      <w:r>
        <w:t>399.3591</w:t>
      </w:r>
      <w:r>
        <w:tab/>
        <w:t>6.076e0</w:t>
      </w:r>
    </w:p>
    <w:p w:rsidR="005B0461" w:rsidRDefault="005B0461" w:rsidP="005B0461">
      <w:r>
        <w:t>399.3667</w:t>
      </w:r>
      <w:r>
        <w:tab/>
        <w:t>3.038e0</w:t>
      </w:r>
    </w:p>
    <w:p w:rsidR="005B0461" w:rsidRDefault="005B0461" w:rsidP="005B0461">
      <w:r>
        <w:lastRenderedPageBreak/>
        <w:t>399.3741</w:t>
      </w:r>
      <w:r>
        <w:tab/>
        <w:t>6.076e0</w:t>
      </w:r>
    </w:p>
    <w:p w:rsidR="005B0461" w:rsidRDefault="005B0461" w:rsidP="005B0461">
      <w:r>
        <w:t>399.4066</w:t>
      </w:r>
      <w:r>
        <w:tab/>
        <w:t>4.051e0</w:t>
      </w:r>
    </w:p>
    <w:p w:rsidR="005B0461" w:rsidRDefault="005B0461" w:rsidP="005B0461">
      <w:r>
        <w:t>399.4112</w:t>
      </w:r>
      <w:r>
        <w:tab/>
        <w:t>3.038e0</w:t>
      </w:r>
    </w:p>
    <w:p w:rsidR="005B0461" w:rsidRDefault="005B0461" w:rsidP="005B0461">
      <w:r>
        <w:t>399.4509</w:t>
      </w:r>
      <w:r>
        <w:tab/>
        <w:t>1.013e0</w:t>
      </w:r>
    </w:p>
    <w:p w:rsidR="005B0461" w:rsidRDefault="005B0461" w:rsidP="005B0461">
      <w:r>
        <w:t>399.4580</w:t>
      </w:r>
      <w:r>
        <w:tab/>
        <w:t>1.013e0</w:t>
      </w:r>
    </w:p>
    <w:p w:rsidR="005B0461" w:rsidRDefault="005B0461" w:rsidP="005B0461">
      <w:r>
        <w:t>399.5105</w:t>
      </w:r>
      <w:r>
        <w:tab/>
        <w:t>1.013e0</w:t>
      </w:r>
    </w:p>
    <w:p w:rsidR="005B0461" w:rsidRDefault="005B0461" w:rsidP="005B0461">
      <w:r>
        <w:t>399.5531</w:t>
      </w:r>
      <w:r>
        <w:tab/>
        <w:t>2.025e0</w:t>
      </w:r>
    </w:p>
    <w:p w:rsidR="005B0461" w:rsidRDefault="005B0461" w:rsidP="005B0461">
      <w:r>
        <w:t>399.5744</w:t>
      </w:r>
      <w:r>
        <w:tab/>
        <w:t>1.013e0</w:t>
      </w:r>
    </w:p>
    <w:p w:rsidR="005B0461" w:rsidRDefault="005B0461" w:rsidP="005B0461">
      <w:r>
        <w:t>399.6134</w:t>
      </w:r>
      <w:r>
        <w:tab/>
        <w:t>3.038e0</w:t>
      </w:r>
    </w:p>
    <w:p w:rsidR="005B0461" w:rsidRDefault="005B0461" w:rsidP="005B0461">
      <w:r>
        <w:t>399.6487</w:t>
      </w:r>
      <w:r>
        <w:tab/>
        <w:t>1.013e0</w:t>
      </w:r>
    </w:p>
    <w:p w:rsidR="005B0461" w:rsidRDefault="005B0461" w:rsidP="005B0461">
      <w:r>
        <w:t>399.6699</w:t>
      </w:r>
      <w:r>
        <w:tab/>
        <w:t>1.013e0</w:t>
      </w:r>
    </w:p>
    <w:p w:rsidR="005B0461" w:rsidRDefault="005B0461" w:rsidP="005B0461">
      <w:r>
        <w:t>399.6770</w:t>
      </w:r>
      <w:r>
        <w:tab/>
        <w:t>1.013e0</w:t>
      </w:r>
    </w:p>
    <w:p w:rsidR="005B0461" w:rsidRDefault="005B0461" w:rsidP="005B0461">
      <w:r>
        <w:t>399.7234</w:t>
      </w:r>
      <w:r>
        <w:tab/>
        <w:t>1.013e0</w:t>
      </w:r>
    </w:p>
    <w:p w:rsidR="005B0461" w:rsidRDefault="005B0461" w:rsidP="005B0461">
      <w:r>
        <w:t>399.7447</w:t>
      </w:r>
      <w:r>
        <w:tab/>
        <w:t>2.025e0</w:t>
      </w:r>
    </w:p>
    <w:p w:rsidR="005B0461" w:rsidRDefault="005B0461" w:rsidP="005B0461">
      <w:r>
        <w:t>399.7660</w:t>
      </w:r>
      <w:r>
        <w:tab/>
        <w:t>1.013e0</w:t>
      </w:r>
    </w:p>
    <w:p w:rsidR="005B0461" w:rsidRDefault="005B0461" w:rsidP="005B0461">
      <w:r>
        <w:t>399.7805</w:t>
      </w:r>
      <w:r>
        <w:tab/>
        <w:t>2.025e0</w:t>
      </w:r>
    </w:p>
    <w:p w:rsidR="005B0461" w:rsidRDefault="005B0461" w:rsidP="005B0461">
      <w:r>
        <w:t>399.8063</w:t>
      </w:r>
      <w:r>
        <w:tab/>
        <w:t>3.038e0</w:t>
      </w:r>
    </w:p>
    <w:p w:rsidR="005B0461" w:rsidRDefault="005B0461" w:rsidP="005B0461">
      <w:r>
        <w:t>399.8512</w:t>
      </w:r>
      <w:r>
        <w:tab/>
        <w:t>1.013e0</w:t>
      </w:r>
    </w:p>
    <w:p w:rsidR="005B0461" w:rsidRDefault="005B0461" w:rsidP="005B0461">
      <w:r>
        <w:t>399.8551</w:t>
      </w:r>
      <w:r>
        <w:tab/>
        <w:t>1.013e0</w:t>
      </w:r>
    </w:p>
    <w:p w:rsidR="005B0461" w:rsidRDefault="005B0461" w:rsidP="005B0461">
      <w:r>
        <w:lastRenderedPageBreak/>
        <w:t>399.8607</w:t>
      </w:r>
      <w:r>
        <w:tab/>
        <w:t>1.013e0</w:t>
      </w:r>
    </w:p>
    <w:p w:rsidR="005B0461" w:rsidRDefault="005B0461" w:rsidP="005B0461">
      <w:r>
        <w:t>399.9084</w:t>
      </w:r>
      <w:r>
        <w:tab/>
        <w:t>2.025e0</w:t>
      </w:r>
    </w:p>
    <w:p w:rsidR="005B0461" w:rsidRDefault="005B0461" w:rsidP="005B0461">
      <w:r>
        <w:t>399.9190</w:t>
      </w:r>
      <w:r>
        <w:tab/>
        <w:t>1.013e0</w:t>
      </w:r>
    </w:p>
    <w:p w:rsidR="005B0461" w:rsidRDefault="005B0461" w:rsidP="005B0461">
      <w:r>
        <w:t>399.9472</w:t>
      </w:r>
      <w:r>
        <w:tab/>
        <w:t>3.038e0</w:t>
      </w:r>
    </w:p>
    <w:p w:rsidR="005B0461" w:rsidRDefault="005B0461" w:rsidP="005B0461">
      <w:r>
        <w:t>399.9684</w:t>
      </w:r>
      <w:r>
        <w:tab/>
        <w:t>2.025e0</w:t>
      </w:r>
    </w:p>
    <w:p w:rsidR="005B0461" w:rsidRDefault="005B0461" w:rsidP="005B0461">
      <w:r>
        <w:t>400.0004</w:t>
      </w:r>
      <w:r>
        <w:tab/>
        <w:t>1.013e0</w:t>
      </w:r>
    </w:p>
    <w:p w:rsidR="005B0461" w:rsidRDefault="005B0461" w:rsidP="005B0461">
      <w:r>
        <w:t>400.0227</w:t>
      </w:r>
      <w:r>
        <w:tab/>
        <w:t>5.063e0</w:t>
      </w:r>
    </w:p>
    <w:p w:rsidR="005B0461" w:rsidRDefault="005B0461" w:rsidP="005B0461">
      <w:r>
        <w:t>400.0367</w:t>
      </w:r>
      <w:r>
        <w:tab/>
        <w:t>5.063e0</w:t>
      </w:r>
    </w:p>
    <w:p w:rsidR="005B0461" w:rsidRDefault="005B0461" w:rsidP="005B0461">
      <w:r>
        <w:t>400.0516</w:t>
      </w:r>
      <w:r>
        <w:tab/>
        <w:t>1.013e0</w:t>
      </w:r>
    </w:p>
    <w:p w:rsidR="005B0461" w:rsidRDefault="005B0461" w:rsidP="005B0461">
      <w:r>
        <w:t>400.0814</w:t>
      </w:r>
      <w:r>
        <w:tab/>
        <w:t>3.038e0</w:t>
      </w:r>
    </w:p>
    <w:p w:rsidR="005B0461" w:rsidRDefault="005B0461" w:rsidP="005B0461">
      <w:r>
        <w:t>400.1108</w:t>
      </w:r>
      <w:r>
        <w:tab/>
        <w:t>1.013e0</w:t>
      </w:r>
    </w:p>
    <w:p w:rsidR="005B0461" w:rsidRDefault="005B0461" w:rsidP="005B0461">
      <w:r>
        <w:t>400.1390</w:t>
      </w:r>
      <w:r>
        <w:tab/>
        <w:t>3.038e0</w:t>
      </w:r>
    </w:p>
    <w:p w:rsidR="005B0461" w:rsidRDefault="005B0461" w:rsidP="005B0461">
      <w:r>
        <w:t>400.1498</w:t>
      </w:r>
      <w:r>
        <w:tab/>
        <w:t>3.038e0</w:t>
      </w:r>
    </w:p>
    <w:p w:rsidR="005B0461" w:rsidRDefault="005B0461" w:rsidP="005B0461">
      <w:r>
        <w:t>400.1609</w:t>
      </w:r>
      <w:r>
        <w:tab/>
        <w:t>4.051e0</w:t>
      </w:r>
    </w:p>
    <w:p w:rsidR="005B0461" w:rsidRDefault="005B0461" w:rsidP="005B0461">
      <w:r>
        <w:t>400.1709</w:t>
      </w:r>
      <w:r>
        <w:tab/>
        <w:t>2.025e0</w:t>
      </w:r>
    </w:p>
    <w:p w:rsidR="005B0461" w:rsidRDefault="005B0461" w:rsidP="005B0461">
      <w:r>
        <w:t>400.2183</w:t>
      </w:r>
      <w:r>
        <w:tab/>
        <w:t>2.928e0</w:t>
      </w:r>
    </w:p>
    <w:p w:rsidR="005B0461" w:rsidRDefault="005B0461" w:rsidP="005B0461">
      <w:r>
        <w:t>400.2557</w:t>
      </w:r>
      <w:r>
        <w:tab/>
        <w:t>5.063e0</w:t>
      </w:r>
    </w:p>
    <w:p w:rsidR="005B0461" w:rsidRDefault="005B0461" w:rsidP="005B0461">
      <w:r>
        <w:t>400.2593</w:t>
      </w:r>
      <w:r>
        <w:tab/>
        <w:t>4.051e0</w:t>
      </w:r>
    </w:p>
    <w:p w:rsidR="005B0461" w:rsidRDefault="005B0461" w:rsidP="005B0461">
      <w:r>
        <w:t>400.2709</w:t>
      </w:r>
      <w:r>
        <w:tab/>
        <w:t>6.012e0</w:t>
      </w:r>
    </w:p>
    <w:p w:rsidR="005B0461" w:rsidRDefault="005B0461" w:rsidP="005B0461">
      <w:r>
        <w:lastRenderedPageBreak/>
        <w:t>400.3063</w:t>
      </w:r>
      <w:r>
        <w:tab/>
        <w:t>2.025e0</w:t>
      </w:r>
    </w:p>
    <w:p w:rsidR="005B0461" w:rsidRDefault="005B0461" w:rsidP="005B0461">
      <w:r>
        <w:t>400.3102</w:t>
      </w:r>
      <w:r>
        <w:tab/>
        <w:t>3.000e0</w:t>
      </w:r>
    </w:p>
    <w:p w:rsidR="005B0461" w:rsidRDefault="005B0461" w:rsidP="005B0461">
      <w:r>
        <w:t>400.3242</w:t>
      </w:r>
      <w:r>
        <w:tab/>
        <w:t>5.995e0</w:t>
      </w:r>
    </w:p>
    <w:p w:rsidR="005B0461" w:rsidRDefault="005B0461" w:rsidP="005B0461">
      <w:r>
        <w:t>400.3781</w:t>
      </w:r>
      <w:r>
        <w:tab/>
        <w:t>9.114e0</w:t>
      </w:r>
    </w:p>
    <w:p w:rsidR="005B0461" w:rsidRDefault="005B0461" w:rsidP="005B0461">
      <w:r>
        <w:t>400.3817</w:t>
      </w:r>
      <w:r>
        <w:tab/>
        <w:t>2.480e1</w:t>
      </w:r>
    </w:p>
    <w:p w:rsidR="005B0461" w:rsidRDefault="005B0461" w:rsidP="005B0461">
      <w:r>
        <w:t>400.3865</w:t>
      </w:r>
      <w:r>
        <w:tab/>
        <w:t>8.101e0</w:t>
      </w:r>
    </w:p>
    <w:p w:rsidR="005B0461" w:rsidRDefault="005B0461" w:rsidP="005B0461">
      <w:r>
        <w:t>400.4340</w:t>
      </w:r>
      <w:r>
        <w:tab/>
        <w:t>1.013e0</w:t>
      </w:r>
    </w:p>
    <w:p w:rsidR="005B0461" w:rsidRDefault="005B0461" w:rsidP="005B0461">
      <w:r>
        <w:t>400.4553</w:t>
      </w:r>
      <w:r>
        <w:tab/>
        <w:t>1.013e0</w:t>
      </w:r>
    </w:p>
    <w:p w:rsidR="005B0461" w:rsidRDefault="005B0461" w:rsidP="005B0461">
      <w:r>
        <w:t>400.4917</w:t>
      </w:r>
      <w:r>
        <w:tab/>
        <w:t>2.025e0</w:t>
      </w:r>
    </w:p>
    <w:p w:rsidR="005B0461" w:rsidRDefault="005B0461" w:rsidP="005B0461">
      <w:r>
        <w:t>400.5115</w:t>
      </w:r>
      <w:r>
        <w:tab/>
        <w:t>1.013e0</w:t>
      </w:r>
    </w:p>
    <w:p w:rsidR="005B0461" w:rsidRDefault="005B0461" w:rsidP="005B0461">
      <w:r>
        <w:t>400.5257</w:t>
      </w:r>
      <w:r>
        <w:tab/>
        <w:t>2.025e0</w:t>
      </w:r>
    </w:p>
    <w:p w:rsidR="005B0461" w:rsidRDefault="005B0461" w:rsidP="005B0461">
      <w:r>
        <w:t>400.5368</w:t>
      </w:r>
      <w:r>
        <w:tab/>
        <w:t>1.013e0</w:t>
      </w:r>
    </w:p>
    <w:p w:rsidR="005B0461" w:rsidRDefault="005B0461" w:rsidP="005B0461">
      <w:r>
        <w:t>400.5794</w:t>
      </w:r>
      <w:r>
        <w:tab/>
        <w:t>1.013e0</w:t>
      </w:r>
    </w:p>
    <w:p w:rsidR="005B0461" w:rsidRDefault="005B0461" w:rsidP="005B0461">
      <w:r>
        <w:t>400.5894</w:t>
      </w:r>
      <w:r>
        <w:tab/>
        <w:t>1.013e0</w:t>
      </w:r>
    </w:p>
    <w:p w:rsidR="005B0461" w:rsidRDefault="005B0461" w:rsidP="005B0461">
      <w:r>
        <w:t>400.6277</w:t>
      </w:r>
      <w:r>
        <w:tab/>
        <w:t>2.025e0</w:t>
      </w:r>
    </w:p>
    <w:p w:rsidR="005B0461" w:rsidRDefault="005B0461" w:rsidP="005B0461">
      <w:r>
        <w:t>400.6472</w:t>
      </w:r>
      <w:r>
        <w:tab/>
        <w:t>1.013e0</w:t>
      </w:r>
    </w:p>
    <w:p w:rsidR="005B0461" w:rsidRDefault="005B0461" w:rsidP="005B0461">
      <w:r>
        <w:t>400.6667</w:t>
      </w:r>
      <w:r>
        <w:tab/>
        <w:t>2.025e0</w:t>
      </w:r>
    </w:p>
    <w:p w:rsidR="005B0461" w:rsidRDefault="005B0461" w:rsidP="005B0461">
      <w:r>
        <w:t>400.7111</w:t>
      </w:r>
      <w:r>
        <w:tab/>
        <w:t>1.013e0</w:t>
      </w:r>
    </w:p>
    <w:p w:rsidR="005B0461" w:rsidRDefault="005B0461" w:rsidP="005B0461">
      <w:r>
        <w:t>400.7239</w:t>
      </w:r>
      <w:r>
        <w:tab/>
        <w:t>1.013e0</w:t>
      </w:r>
    </w:p>
    <w:p w:rsidR="005B0461" w:rsidRDefault="005B0461" w:rsidP="005B0461">
      <w:r>
        <w:lastRenderedPageBreak/>
        <w:t>400.7964</w:t>
      </w:r>
      <w:r>
        <w:tab/>
        <w:t>1.013e0</w:t>
      </w:r>
    </w:p>
    <w:p w:rsidR="005B0461" w:rsidRDefault="005B0461" w:rsidP="005B0461">
      <w:r>
        <w:t>400.8405</w:t>
      </w:r>
      <w:r>
        <w:tab/>
        <w:t>2.025e0</w:t>
      </w:r>
    </w:p>
    <w:p w:rsidR="005B0461" w:rsidRDefault="005B0461" w:rsidP="005B0461">
      <w:r>
        <w:t>400.8603</w:t>
      </w:r>
      <w:r>
        <w:tab/>
        <w:t>2.025e0</w:t>
      </w:r>
    </w:p>
    <w:p w:rsidR="005B0461" w:rsidRDefault="005B0461" w:rsidP="005B0461">
      <w:r>
        <w:t>400.8621</w:t>
      </w:r>
      <w:r>
        <w:tab/>
        <w:t>2.025e0</w:t>
      </w:r>
    </w:p>
    <w:p w:rsidR="005B0461" w:rsidRDefault="005B0461" w:rsidP="005B0461">
      <w:r>
        <w:t>400.8991</w:t>
      </w:r>
      <w:r>
        <w:tab/>
        <w:t>1.013e0</w:t>
      </w:r>
    </w:p>
    <w:p w:rsidR="005B0461" w:rsidRDefault="005B0461" w:rsidP="005B0461">
      <w:r>
        <w:t>400.9030</w:t>
      </w:r>
      <w:r>
        <w:tab/>
        <w:t>1.013e0</w:t>
      </w:r>
    </w:p>
    <w:p w:rsidR="005B0461" w:rsidRDefault="005B0461" w:rsidP="005B0461">
      <w:r>
        <w:t>400.9081</w:t>
      </w:r>
      <w:r>
        <w:tab/>
        <w:t>1.013e0</w:t>
      </w:r>
    </w:p>
    <w:p w:rsidR="005B0461" w:rsidRDefault="005B0461" w:rsidP="005B0461">
      <w:r>
        <w:t>400.9435</w:t>
      </w:r>
      <w:r>
        <w:tab/>
        <w:t>2.025e0</w:t>
      </w:r>
    </w:p>
    <w:p w:rsidR="005B0461" w:rsidRDefault="005B0461" w:rsidP="005B0461">
      <w:r>
        <w:t>400.9669</w:t>
      </w:r>
      <w:r>
        <w:tab/>
        <w:t>1.013e0</w:t>
      </w:r>
    </w:p>
    <w:p w:rsidR="005B0461" w:rsidRDefault="005B0461" w:rsidP="005B0461">
      <w:r>
        <w:t>400.9810</w:t>
      </w:r>
      <w:r>
        <w:tab/>
        <w:t>2.025e0</w:t>
      </w:r>
    </w:p>
    <w:p w:rsidR="005B0461" w:rsidRDefault="005B0461" w:rsidP="005B0461">
      <w:r>
        <w:t>401.0002</w:t>
      </w:r>
      <w:r>
        <w:tab/>
        <w:t>1.013e0</w:t>
      </w:r>
    </w:p>
    <w:p w:rsidR="005B0461" w:rsidRDefault="005B0461" w:rsidP="005B0461">
      <w:r>
        <w:t>401.0215</w:t>
      </w:r>
      <w:r>
        <w:tab/>
        <w:t>2.025e0</w:t>
      </w:r>
    </w:p>
    <w:p w:rsidR="005B0461" w:rsidRDefault="005B0461" w:rsidP="005B0461">
      <w:r>
        <w:t>401.0320</w:t>
      </w:r>
      <w:r>
        <w:tab/>
        <w:t>2.025e0</w:t>
      </w:r>
    </w:p>
    <w:p w:rsidR="005B0461" w:rsidRDefault="005B0461" w:rsidP="005B0461">
      <w:r>
        <w:t>401.0452</w:t>
      </w:r>
      <w:r>
        <w:tab/>
        <w:t>1.986e0</w:t>
      </w:r>
    </w:p>
    <w:p w:rsidR="005B0461" w:rsidRDefault="005B0461" w:rsidP="005B0461">
      <w:r>
        <w:t>401.0483</w:t>
      </w:r>
      <w:r>
        <w:tab/>
        <w:t>1.013e0</w:t>
      </w:r>
    </w:p>
    <w:p w:rsidR="005B0461" w:rsidRDefault="005B0461" w:rsidP="005B0461">
      <w:r>
        <w:t>401.0735</w:t>
      </w:r>
      <w:r>
        <w:tab/>
        <w:t>1.013e0</w:t>
      </w:r>
    </w:p>
    <w:p w:rsidR="005B0461" w:rsidRDefault="005B0461" w:rsidP="005B0461">
      <w:r>
        <w:t>401.0819</w:t>
      </w:r>
      <w:r>
        <w:tab/>
        <w:t>2.025e0</w:t>
      </w:r>
    </w:p>
    <w:p w:rsidR="005B0461" w:rsidRDefault="005B0461" w:rsidP="005B0461">
      <w:r>
        <w:t>401.0938</w:t>
      </w:r>
      <w:r>
        <w:tab/>
        <w:t>3.038e0</w:t>
      </w:r>
    </w:p>
    <w:p w:rsidR="005B0461" w:rsidRDefault="005B0461" w:rsidP="005B0461">
      <w:r>
        <w:t>401.0954</w:t>
      </w:r>
      <w:r>
        <w:tab/>
        <w:t>3.949e0</w:t>
      </w:r>
    </w:p>
    <w:p w:rsidR="005B0461" w:rsidRDefault="005B0461" w:rsidP="005B0461">
      <w:r>
        <w:lastRenderedPageBreak/>
        <w:t>401.1548</w:t>
      </w:r>
      <w:r>
        <w:tab/>
        <w:t>3.648e0</w:t>
      </w:r>
    </w:p>
    <w:p w:rsidR="005B0461" w:rsidRDefault="005B0461" w:rsidP="005B0461">
      <w:r>
        <w:t>401.1596</w:t>
      </w:r>
      <w:r>
        <w:tab/>
        <w:t>1.994e0</w:t>
      </w:r>
    </w:p>
    <w:p w:rsidR="005B0461" w:rsidRDefault="005B0461" w:rsidP="005B0461">
      <w:r>
        <w:t>401.1726</w:t>
      </w:r>
      <w:r>
        <w:tab/>
        <w:t>2.025e0</w:t>
      </w:r>
    </w:p>
    <w:p w:rsidR="005B0461" w:rsidRDefault="005B0461" w:rsidP="005B0461">
      <w:r>
        <w:t>401.1994</w:t>
      </w:r>
      <w:r>
        <w:tab/>
        <w:t>1.869e0</w:t>
      </w:r>
    </w:p>
    <w:p w:rsidR="005B0461" w:rsidRDefault="005B0461" w:rsidP="005B0461">
      <w:r>
        <w:t>401.2701</w:t>
      </w:r>
      <w:r>
        <w:tab/>
        <w:t>3.414e1</w:t>
      </w:r>
    </w:p>
    <w:p w:rsidR="005B0461" w:rsidRDefault="005B0461" w:rsidP="005B0461">
      <w:r>
        <w:t>401.2720</w:t>
      </w:r>
      <w:r>
        <w:tab/>
        <w:t>1.053e1</w:t>
      </w:r>
    </w:p>
    <w:p w:rsidR="005B0461" w:rsidRDefault="005B0461" w:rsidP="005B0461">
      <w:r>
        <w:t>401.3013</w:t>
      </w:r>
      <w:r>
        <w:tab/>
        <w:t>5.063e0</w:t>
      </w:r>
    </w:p>
    <w:p w:rsidR="005B0461" w:rsidRDefault="005B0461" w:rsidP="005B0461">
      <w:r>
        <w:t>401.3380</w:t>
      </w:r>
      <w:r>
        <w:tab/>
        <w:t>2.025e0</w:t>
      </w:r>
    </w:p>
    <w:p w:rsidR="005B0461" w:rsidRDefault="005B0461" w:rsidP="005B0461">
      <w:r>
        <w:t>401.3567</w:t>
      </w:r>
      <w:r>
        <w:tab/>
        <w:t>4.439e0</w:t>
      </w:r>
    </w:p>
    <w:p w:rsidR="005B0461" w:rsidRDefault="005B0461" w:rsidP="005B0461">
      <w:r>
        <w:t>401.3839</w:t>
      </w:r>
      <w:r>
        <w:tab/>
        <w:t>4.051e0</w:t>
      </w:r>
    </w:p>
    <w:p w:rsidR="005B0461" w:rsidRDefault="005B0461" w:rsidP="005B0461">
      <w:r>
        <w:t>401.3889</w:t>
      </w:r>
      <w:r>
        <w:tab/>
        <w:t>5.063e0</w:t>
      </w:r>
    </w:p>
    <w:p w:rsidR="005B0461" w:rsidRDefault="005B0461" w:rsidP="005B0461">
      <w:r>
        <w:t>401.3936</w:t>
      </w:r>
      <w:r>
        <w:tab/>
        <w:t>3.038e0</w:t>
      </w:r>
    </w:p>
    <w:p w:rsidR="005B0461" w:rsidRDefault="005B0461" w:rsidP="005B0461">
      <w:r>
        <w:t>401.3979</w:t>
      </w:r>
      <w:r>
        <w:tab/>
        <w:t>3.038e0</w:t>
      </w:r>
    </w:p>
    <w:p w:rsidR="005B0461" w:rsidRDefault="005B0461" w:rsidP="005B0461">
      <w:r>
        <w:t>401.4398</w:t>
      </w:r>
      <w:r>
        <w:tab/>
        <w:t>1.013e0</w:t>
      </w:r>
    </w:p>
    <w:p w:rsidR="005B0461" w:rsidRDefault="005B0461" w:rsidP="005B0461">
      <w:r>
        <w:t>401.4469</w:t>
      </w:r>
      <w:r>
        <w:tab/>
        <w:t>1.013e0</w:t>
      </w:r>
    </w:p>
    <w:p w:rsidR="005B0461" w:rsidRDefault="005B0461" w:rsidP="005B0461">
      <w:r>
        <w:t>401.4644</w:t>
      </w:r>
      <w:r>
        <w:tab/>
        <w:t>3.254e0</w:t>
      </w:r>
    </w:p>
    <w:p w:rsidR="005B0461" w:rsidRDefault="005B0461" w:rsidP="005B0461">
      <w:r>
        <w:t>401.4689</w:t>
      </w:r>
      <w:r>
        <w:tab/>
        <w:t>2.815e0</w:t>
      </w:r>
    </w:p>
    <w:p w:rsidR="005B0461" w:rsidRDefault="005B0461" w:rsidP="005B0461">
      <w:r>
        <w:t>401.4960</w:t>
      </w:r>
      <w:r>
        <w:tab/>
        <w:t>1.013e0</w:t>
      </w:r>
    </w:p>
    <w:p w:rsidR="005B0461" w:rsidRDefault="005B0461" w:rsidP="005B0461">
      <w:r>
        <w:t>401.6063</w:t>
      </w:r>
      <w:r>
        <w:tab/>
        <w:t>1.013e0</w:t>
      </w:r>
    </w:p>
    <w:p w:rsidR="005B0461" w:rsidRDefault="005B0461" w:rsidP="005B0461">
      <w:r>
        <w:lastRenderedPageBreak/>
        <w:t>401.6357</w:t>
      </w:r>
      <w:r>
        <w:tab/>
        <w:t>3.038e0</w:t>
      </w:r>
    </w:p>
    <w:p w:rsidR="005B0461" w:rsidRDefault="005B0461" w:rsidP="005B0461">
      <w:r>
        <w:t>401.6681</w:t>
      </w:r>
      <w:r>
        <w:tab/>
        <w:t>2.025e0</w:t>
      </w:r>
    </w:p>
    <w:p w:rsidR="005B0461" w:rsidRDefault="005B0461" w:rsidP="005B0461">
      <w:r>
        <w:t>401.6875</w:t>
      </w:r>
      <w:r>
        <w:tab/>
        <w:t>2.025e0</w:t>
      </w:r>
    </w:p>
    <w:p w:rsidR="005B0461" w:rsidRDefault="005B0461" w:rsidP="005B0461">
      <w:r>
        <w:t>401.7166</w:t>
      </w:r>
      <w:r>
        <w:tab/>
        <w:t>2.025e0</w:t>
      </w:r>
    </w:p>
    <w:p w:rsidR="005B0461" w:rsidRDefault="005B0461" w:rsidP="005B0461">
      <w:r>
        <w:t>401.7876</w:t>
      </w:r>
      <w:r>
        <w:tab/>
        <w:t>1.013e0</w:t>
      </w:r>
    </w:p>
    <w:p w:rsidR="005B0461" w:rsidRDefault="005B0461" w:rsidP="005B0461">
      <w:r>
        <w:t>401.7946</w:t>
      </w:r>
      <w:r>
        <w:tab/>
        <w:t>1.013e0</w:t>
      </w:r>
    </w:p>
    <w:p w:rsidR="005B0461" w:rsidRDefault="005B0461" w:rsidP="005B0461">
      <w:r>
        <w:t>401.8302</w:t>
      </w:r>
      <w:r>
        <w:tab/>
        <w:t>2.025e0</w:t>
      </w:r>
    </w:p>
    <w:p w:rsidR="005B0461" w:rsidRDefault="005B0461" w:rsidP="005B0461">
      <w:r>
        <w:t>401.8627</w:t>
      </w:r>
      <w:r>
        <w:tab/>
        <w:t>3.038e0</w:t>
      </w:r>
    </w:p>
    <w:p w:rsidR="005B0461" w:rsidRDefault="005B0461" w:rsidP="005B0461">
      <w:r>
        <w:t>401.9189</w:t>
      </w:r>
      <w:r>
        <w:tab/>
        <w:t>1.858e0</w:t>
      </w:r>
    </w:p>
    <w:p w:rsidR="005B0461" w:rsidRDefault="005B0461" w:rsidP="005B0461">
      <w:r>
        <w:t>401.9474</w:t>
      </w:r>
      <w:r>
        <w:tab/>
        <w:t>1.013e0</w:t>
      </w:r>
    </w:p>
    <w:p w:rsidR="005B0461" w:rsidRDefault="005B0461" w:rsidP="005B0461">
      <w:r>
        <w:t>401.9606</w:t>
      </w:r>
      <w:r>
        <w:tab/>
        <w:t>5.063e0</w:t>
      </w:r>
    </w:p>
    <w:p w:rsidR="005B0461" w:rsidRDefault="005B0461" w:rsidP="005B0461">
      <w:r>
        <w:t>401.9766</w:t>
      </w:r>
      <w:r>
        <w:tab/>
        <w:t>2.025e0</w:t>
      </w:r>
    </w:p>
    <w:p w:rsidR="005B0461" w:rsidRDefault="005B0461" w:rsidP="005B0461">
      <w:r>
        <w:t>401.9793</w:t>
      </w:r>
      <w:r>
        <w:tab/>
        <w:t>1.013e0</w:t>
      </w:r>
    </w:p>
    <w:p w:rsidR="005B0461" w:rsidRDefault="005B0461" w:rsidP="005B0461">
      <w:r>
        <w:t>402.0034</w:t>
      </w:r>
      <w:r>
        <w:tab/>
        <w:t>2.025e0</w:t>
      </w:r>
    </w:p>
    <w:p w:rsidR="005B0461" w:rsidRDefault="005B0461" w:rsidP="005B0461">
      <w:r>
        <w:t>402.0508</w:t>
      </w:r>
      <w:r>
        <w:tab/>
        <w:t>2.189e0</w:t>
      </w:r>
    </w:p>
    <w:p w:rsidR="005B0461" w:rsidRDefault="005B0461" w:rsidP="005B0461">
      <w:r>
        <w:t>402.0646</w:t>
      </w:r>
      <w:r>
        <w:tab/>
        <w:t>2.025e0</w:t>
      </w:r>
    </w:p>
    <w:p w:rsidR="005B0461" w:rsidRDefault="005B0461" w:rsidP="005B0461">
      <w:r>
        <w:t>402.0930</w:t>
      </w:r>
      <w:r>
        <w:tab/>
        <w:t>1.013e0</w:t>
      </w:r>
    </w:p>
    <w:p w:rsidR="005B0461" w:rsidRDefault="005B0461" w:rsidP="005B0461">
      <w:r>
        <w:t>402.0959</w:t>
      </w:r>
      <w:r>
        <w:tab/>
        <w:t>5.872e0</w:t>
      </w:r>
    </w:p>
    <w:p w:rsidR="005B0461" w:rsidRDefault="005B0461" w:rsidP="005B0461">
      <w:r>
        <w:t>402.1143</w:t>
      </w:r>
      <w:r>
        <w:tab/>
        <w:t>1.013e0</w:t>
      </w:r>
    </w:p>
    <w:p w:rsidR="005B0461" w:rsidRDefault="005B0461" w:rsidP="005B0461">
      <w:r>
        <w:lastRenderedPageBreak/>
        <w:t>402.1331</w:t>
      </w:r>
      <w:r>
        <w:tab/>
        <w:t>2.025e0</w:t>
      </w:r>
    </w:p>
    <w:p w:rsidR="005B0461" w:rsidRDefault="005B0461" w:rsidP="005B0461">
      <w:r>
        <w:t>402.1797</w:t>
      </w:r>
      <w:r>
        <w:tab/>
        <w:t>3.038e0</w:t>
      </w:r>
    </w:p>
    <w:p w:rsidR="005B0461" w:rsidRDefault="005B0461" w:rsidP="005B0461">
      <w:r>
        <w:t>402.2333</w:t>
      </w:r>
      <w:r>
        <w:tab/>
        <w:t>2.025e0</w:t>
      </w:r>
    </w:p>
    <w:p w:rsidR="005B0461" w:rsidRDefault="005B0461" w:rsidP="005B0461">
      <w:r>
        <w:t>402.2352</w:t>
      </w:r>
      <w:r>
        <w:tab/>
        <w:t>1.888e0</w:t>
      </w:r>
    </w:p>
    <w:p w:rsidR="005B0461" w:rsidRDefault="005B0461" w:rsidP="005B0461">
      <w:r>
        <w:t>402.2565</w:t>
      </w:r>
      <w:r>
        <w:tab/>
        <w:t>3.216e0</w:t>
      </w:r>
    </w:p>
    <w:p w:rsidR="005B0461" w:rsidRDefault="005B0461" w:rsidP="005B0461">
      <w:r>
        <w:t>402.2886</w:t>
      </w:r>
      <w:r>
        <w:tab/>
        <w:t>4.490e0</w:t>
      </w:r>
    </w:p>
    <w:p w:rsidR="005B0461" w:rsidRDefault="005B0461" w:rsidP="005B0461">
      <w:r>
        <w:t>402.2933</w:t>
      </w:r>
      <w:r>
        <w:tab/>
        <w:t>5.063e0</w:t>
      </w:r>
    </w:p>
    <w:p w:rsidR="005B0461" w:rsidRDefault="005B0461" w:rsidP="005B0461">
      <w:r>
        <w:t>402.3079</w:t>
      </w:r>
      <w:r>
        <w:tab/>
        <w:t>2.025e0</w:t>
      </w:r>
    </w:p>
    <w:p w:rsidR="005B0461" w:rsidRDefault="005B0461" w:rsidP="005B0461">
      <w:r>
        <w:t>402.3488</w:t>
      </w:r>
      <w:r>
        <w:tab/>
        <w:t>3.998e0</w:t>
      </w:r>
    </w:p>
    <w:p w:rsidR="005B0461" w:rsidRDefault="005B0461" w:rsidP="005B0461">
      <w:r>
        <w:t>402.3725</w:t>
      </w:r>
      <w:r>
        <w:tab/>
        <w:t>3.038e0</w:t>
      </w:r>
    </w:p>
    <w:p w:rsidR="005B0461" w:rsidRDefault="005B0461" w:rsidP="005B0461">
      <w:r>
        <w:t>402.3827</w:t>
      </w:r>
      <w:r>
        <w:tab/>
        <w:t>2.025e0</w:t>
      </w:r>
    </w:p>
    <w:p w:rsidR="005B0461" w:rsidRDefault="005B0461" w:rsidP="005B0461">
      <w:r>
        <w:t>402.3937</w:t>
      </w:r>
      <w:r>
        <w:tab/>
        <w:t>4.051e0</w:t>
      </w:r>
    </w:p>
    <w:p w:rsidR="005B0461" w:rsidRDefault="005B0461" w:rsidP="005B0461">
      <w:r>
        <w:t>402.4200</w:t>
      </w:r>
      <w:r>
        <w:tab/>
        <w:t>1.013e0</w:t>
      </w:r>
    </w:p>
    <w:p w:rsidR="005B0461" w:rsidRDefault="005B0461" w:rsidP="005B0461">
      <w:r>
        <w:t>402.4484</w:t>
      </w:r>
      <w:r>
        <w:tab/>
        <w:t>1.013e0</w:t>
      </w:r>
    </w:p>
    <w:p w:rsidR="005B0461" w:rsidRDefault="005B0461" w:rsidP="005B0461">
      <w:r>
        <w:t>402.4591</w:t>
      </w:r>
      <w:r>
        <w:tab/>
        <w:t>1.013e0</w:t>
      </w:r>
    </w:p>
    <w:p w:rsidR="005B0461" w:rsidRDefault="005B0461" w:rsidP="005B0461">
      <w:r>
        <w:t>402.4781</w:t>
      </w:r>
      <w:r>
        <w:tab/>
        <w:t>2.025e0</w:t>
      </w:r>
    </w:p>
    <w:p w:rsidR="005B0461" w:rsidRDefault="005B0461" w:rsidP="005B0461">
      <w:r>
        <w:t>402.4981</w:t>
      </w:r>
      <w:r>
        <w:tab/>
        <w:t>1.013e0</w:t>
      </w:r>
    </w:p>
    <w:p w:rsidR="005B0461" w:rsidRDefault="005B0461" w:rsidP="005B0461">
      <w:r>
        <w:t>402.5287</w:t>
      </w:r>
      <w:r>
        <w:tab/>
        <w:t>3.038e0</w:t>
      </w:r>
    </w:p>
    <w:p w:rsidR="005B0461" w:rsidRDefault="005B0461" w:rsidP="005B0461">
      <w:r>
        <w:t>402.5657</w:t>
      </w:r>
      <w:r>
        <w:tab/>
        <w:t>1.013e0</w:t>
      </w:r>
    </w:p>
    <w:p w:rsidR="005B0461" w:rsidRDefault="005B0461" w:rsidP="005B0461">
      <w:r>
        <w:lastRenderedPageBreak/>
        <w:t>402.5884</w:t>
      </w:r>
      <w:r>
        <w:tab/>
        <w:t>3.038e0</w:t>
      </w:r>
    </w:p>
    <w:p w:rsidR="005B0461" w:rsidRDefault="005B0461" w:rsidP="005B0461">
      <w:r>
        <w:t>402.6144</w:t>
      </w:r>
      <w:r>
        <w:tab/>
        <w:t>2.025e0</w:t>
      </w:r>
    </w:p>
    <w:p w:rsidR="005B0461" w:rsidRDefault="005B0461" w:rsidP="005B0461">
      <w:r>
        <w:t>402.6333</w:t>
      </w:r>
      <w:r>
        <w:tab/>
        <w:t>1.013e0</w:t>
      </w:r>
    </w:p>
    <w:p w:rsidR="005B0461" w:rsidRDefault="005B0461" w:rsidP="005B0461">
      <w:r>
        <w:t>402.6404</w:t>
      </w:r>
      <w:r>
        <w:tab/>
        <w:t>1.013e0</w:t>
      </w:r>
    </w:p>
    <w:p w:rsidR="005B0461" w:rsidRDefault="005B0461" w:rsidP="005B0461">
      <w:r>
        <w:t>402.6599</w:t>
      </w:r>
      <w:r>
        <w:tab/>
        <w:t>2.025e0</w:t>
      </w:r>
    </w:p>
    <w:p w:rsidR="005B0461" w:rsidRDefault="005B0461" w:rsidP="005B0461">
      <w:r>
        <w:t>402.7080</w:t>
      </w:r>
      <w:r>
        <w:tab/>
        <w:t>2.025e0</w:t>
      </w:r>
    </w:p>
    <w:p w:rsidR="005B0461" w:rsidRDefault="005B0461" w:rsidP="005B0461">
      <w:r>
        <w:t>402.7114</w:t>
      </w:r>
      <w:r>
        <w:tab/>
        <w:t>1.013e0</w:t>
      </w:r>
    </w:p>
    <w:p w:rsidR="005B0461" w:rsidRDefault="005B0461" w:rsidP="005B0461">
      <w:r>
        <w:t>402.7257</w:t>
      </w:r>
      <w:r>
        <w:tab/>
        <w:t>1.013e0</w:t>
      </w:r>
    </w:p>
    <w:p w:rsidR="005B0461" w:rsidRDefault="005B0461" w:rsidP="005B0461">
      <w:r>
        <w:t>402.7471</w:t>
      </w:r>
      <w:r>
        <w:tab/>
        <w:t>1.013e0</w:t>
      </w:r>
    </w:p>
    <w:p w:rsidR="005B0461" w:rsidRDefault="005B0461" w:rsidP="005B0461">
      <w:r>
        <w:t>402.7665</w:t>
      </w:r>
      <w:r>
        <w:tab/>
        <w:t>2.025e0</w:t>
      </w:r>
    </w:p>
    <w:p w:rsidR="005B0461" w:rsidRDefault="005B0461" w:rsidP="005B0461">
      <w:r>
        <w:t>402.7729</w:t>
      </w:r>
      <w:r>
        <w:tab/>
        <w:t>2.025e0</w:t>
      </w:r>
    </w:p>
    <w:p w:rsidR="005B0461" w:rsidRDefault="005B0461" w:rsidP="005B0461">
      <w:r>
        <w:t>402.8296</w:t>
      </w:r>
      <w:r>
        <w:tab/>
        <w:t>2.025e0</w:t>
      </w:r>
    </w:p>
    <w:p w:rsidR="005B0461" w:rsidRDefault="005B0461" w:rsidP="005B0461">
      <w:r>
        <w:t>402.8606</w:t>
      </w:r>
      <w:r>
        <w:tab/>
        <w:t>1.013e0</w:t>
      </w:r>
    </w:p>
    <w:p w:rsidR="005B0461" w:rsidRDefault="005B0461" w:rsidP="005B0461">
      <w:r>
        <w:t>402.8643</w:t>
      </w:r>
      <w:r>
        <w:tab/>
        <w:t>4.051e0</w:t>
      </w:r>
    </w:p>
    <w:p w:rsidR="005B0461" w:rsidRDefault="005B0461" w:rsidP="005B0461">
      <w:r>
        <w:t>402.9033</w:t>
      </w:r>
      <w:r>
        <w:tab/>
        <w:t>1.013e0</w:t>
      </w:r>
    </w:p>
    <w:p w:rsidR="005B0461" w:rsidRDefault="005B0461" w:rsidP="005B0461">
      <w:r>
        <w:t>402.9072</w:t>
      </w:r>
      <w:r>
        <w:tab/>
        <w:t>2.025e0</w:t>
      </w:r>
    </w:p>
    <w:p w:rsidR="005B0461" w:rsidRDefault="005B0461" w:rsidP="005B0461">
      <w:r>
        <w:t>402.9321</w:t>
      </w:r>
      <w:r>
        <w:tab/>
        <w:t>1.013e0</w:t>
      </w:r>
    </w:p>
    <w:p w:rsidR="005B0461" w:rsidRDefault="005B0461" w:rsidP="005B0461">
      <w:r>
        <w:t>402.9348</w:t>
      </w:r>
      <w:r>
        <w:tab/>
        <w:t>6.076e0</w:t>
      </w:r>
    </w:p>
    <w:p w:rsidR="005B0461" w:rsidRDefault="005B0461" w:rsidP="005B0461">
      <w:r>
        <w:t>402.9459</w:t>
      </w:r>
      <w:r>
        <w:tab/>
        <w:t>1.013e0</w:t>
      </w:r>
    </w:p>
    <w:p w:rsidR="005B0461" w:rsidRDefault="005B0461" w:rsidP="005B0461">
      <w:r>
        <w:lastRenderedPageBreak/>
        <w:t>402.9535</w:t>
      </w:r>
      <w:r>
        <w:tab/>
        <w:t>1.013e0</w:t>
      </w:r>
    </w:p>
    <w:p w:rsidR="005B0461" w:rsidRDefault="005B0461" w:rsidP="005B0461">
      <w:r>
        <w:t>402.9962</w:t>
      </w:r>
      <w:r>
        <w:tab/>
        <w:t>1.013e0</w:t>
      </w:r>
    </w:p>
    <w:p w:rsidR="005B0461" w:rsidRDefault="005B0461" w:rsidP="005B0461">
      <w:r>
        <w:t>402.9985</w:t>
      </w:r>
      <w:r>
        <w:tab/>
        <w:t>2.025e0</w:t>
      </w:r>
    </w:p>
    <w:p w:rsidR="005B0461" w:rsidRDefault="005B0461" w:rsidP="005B0461">
      <w:r>
        <w:t>403.0663</w:t>
      </w:r>
      <w:r>
        <w:tab/>
        <w:t>5.875e0</w:t>
      </w:r>
    </w:p>
    <w:p w:rsidR="005B0461" w:rsidRDefault="005B0461" w:rsidP="005B0461">
      <w:r>
        <w:t>403.0755</w:t>
      </w:r>
      <w:r>
        <w:tab/>
        <w:t>2.022e0</w:t>
      </w:r>
    </w:p>
    <w:p w:rsidR="005B0461" w:rsidRDefault="005B0461" w:rsidP="005B0461">
      <w:r>
        <w:t>403.1243</w:t>
      </w:r>
      <w:r>
        <w:tab/>
        <w:t>1.013e0</w:t>
      </w:r>
    </w:p>
    <w:p w:rsidR="005B0461" w:rsidRDefault="005B0461" w:rsidP="005B0461">
      <w:r>
        <w:t>403.1315</w:t>
      </w:r>
      <w:r>
        <w:tab/>
        <w:t>2.066e0</w:t>
      </w:r>
    </w:p>
    <w:p w:rsidR="005B0461" w:rsidRDefault="005B0461" w:rsidP="005B0461">
      <w:r>
        <w:t>403.1360</w:t>
      </w:r>
      <w:r>
        <w:tab/>
        <w:t>4.051e0</w:t>
      </w:r>
    </w:p>
    <w:p w:rsidR="005B0461" w:rsidRDefault="005B0461" w:rsidP="005B0461">
      <w:r>
        <w:t>403.1539</w:t>
      </w:r>
      <w:r>
        <w:tab/>
        <w:t>4.051e0</w:t>
      </w:r>
    </w:p>
    <w:p w:rsidR="005B0461" w:rsidRDefault="005B0461" w:rsidP="005B0461">
      <w:r>
        <w:t>403.1752</w:t>
      </w:r>
      <w:r>
        <w:tab/>
        <w:t>2.953e0</w:t>
      </w:r>
    </w:p>
    <w:p w:rsidR="005B0461" w:rsidRDefault="005B0461" w:rsidP="005B0461">
      <w:r>
        <w:t>403.1910</w:t>
      </w:r>
      <w:r>
        <w:tab/>
        <w:t>3.038e0</w:t>
      </w:r>
    </w:p>
    <w:p w:rsidR="005B0461" w:rsidRDefault="005B0461" w:rsidP="005B0461">
      <w:r>
        <w:t>403.2062</w:t>
      </w:r>
      <w:r>
        <w:tab/>
        <w:t>2.025e0</w:t>
      </w:r>
    </w:p>
    <w:p w:rsidR="005B0461" w:rsidRDefault="005B0461" w:rsidP="005B0461">
      <w:r>
        <w:t>403.2097</w:t>
      </w:r>
      <w:r>
        <w:tab/>
        <w:t>3.966e0</w:t>
      </w:r>
    </w:p>
    <w:p w:rsidR="005B0461" w:rsidRDefault="005B0461" w:rsidP="005B0461">
      <w:r>
        <w:t>403.2287</w:t>
      </w:r>
      <w:r>
        <w:tab/>
        <w:t>9.114e0</w:t>
      </w:r>
    </w:p>
    <w:p w:rsidR="005B0461" w:rsidRDefault="005B0461" w:rsidP="005B0461">
      <w:r>
        <w:t>403.2466</w:t>
      </w:r>
      <w:r>
        <w:tab/>
        <w:t>3.038e0</w:t>
      </w:r>
    </w:p>
    <w:p w:rsidR="005B0461" w:rsidRDefault="005B0461" w:rsidP="005B0461">
      <w:r>
        <w:t>403.2592</w:t>
      </w:r>
      <w:r>
        <w:tab/>
        <w:t>7.487e0</w:t>
      </w:r>
    </w:p>
    <w:p w:rsidR="005B0461" w:rsidRDefault="005B0461" w:rsidP="005B0461">
      <w:r>
        <w:t>403.2703</w:t>
      </w:r>
      <w:r>
        <w:tab/>
        <w:t>2.025e0</w:t>
      </w:r>
    </w:p>
    <w:p w:rsidR="005B0461" w:rsidRDefault="005B0461" w:rsidP="005B0461">
      <w:r>
        <w:t>403.2936</w:t>
      </w:r>
      <w:r>
        <w:tab/>
        <w:t>4.051e0</w:t>
      </w:r>
    </w:p>
    <w:p w:rsidR="005B0461" w:rsidRDefault="005B0461" w:rsidP="005B0461">
      <w:r>
        <w:t>403.3037</w:t>
      </w:r>
      <w:r>
        <w:tab/>
        <w:t>2.757e0</w:t>
      </w:r>
    </w:p>
    <w:p w:rsidR="005B0461" w:rsidRDefault="005B0461" w:rsidP="005B0461">
      <w:r>
        <w:lastRenderedPageBreak/>
        <w:t>403.3130</w:t>
      </w:r>
      <w:r>
        <w:tab/>
        <w:t>2.008e0</w:t>
      </w:r>
    </w:p>
    <w:p w:rsidR="005B0461" w:rsidRDefault="005B0461" w:rsidP="005B0461">
      <w:r>
        <w:t>403.3868</w:t>
      </w:r>
      <w:r>
        <w:tab/>
        <w:t>2.025e0</w:t>
      </w:r>
    </w:p>
    <w:p w:rsidR="005B0461" w:rsidRDefault="005B0461" w:rsidP="005B0461">
      <w:r>
        <w:t>403.3936</w:t>
      </w:r>
      <w:r>
        <w:tab/>
        <w:t>1.013e0</w:t>
      </w:r>
    </w:p>
    <w:p w:rsidR="005B0461" w:rsidRDefault="005B0461" w:rsidP="005B0461">
      <w:r>
        <w:t>403.4093</w:t>
      </w:r>
      <w:r>
        <w:tab/>
        <w:t>1.013e0</w:t>
      </w:r>
    </w:p>
    <w:p w:rsidR="005B0461" w:rsidRDefault="005B0461" w:rsidP="005B0461">
      <w:r>
        <w:t>403.4449</w:t>
      </w:r>
      <w:r>
        <w:tab/>
        <w:t>2.025e0</w:t>
      </w:r>
    </w:p>
    <w:p w:rsidR="005B0461" w:rsidRDefault="005B0461" w:rsidP="005B0461">
      <w:r>
        <w:t>403.4542</w:t>
      </w:r>
      <w:r>
        <w:tab/>
        <w:t>2.025e0</w:t>
      </w:r>
    </w:p>
    <w:p w:rsidR="005B0461" w:rsidRDefault="005B0461" w:rsidP="005B0461">
      <w:r>
        <w:t>403.5003</w:t>
      </w:r>
      <w:r>
        <w:tab/>
        <w:t>1.013e0</w:t>
      </w:r>
    </w:p>
    <w:p w:rsidR="005B0461" w:rsidRDefault="005B0461" w:rsidP="005B0461">
      <w:r>
        <w:t>403.5162</w:t>
      </w:r>
      <w:r>
        <w:tab/>
        <w:t>1.013e0</w:t>
      </w:r>
    </w:p>
    <w:p w:rsidR="005B0461" w:rsidRDefault="005B0461" w:rsidP="005B0461">
      <w:r>
        <w:t>403.5304</w:t>
      </w:r>
      <w:r>
        <w:tab/>
        <w:t>1.013e0</w:t>
      </w:r>
    </w:p>
    <w:p w:rsidR="005B0461" w:rsidRDefault="005B0461" w:rsidP="005B0461">
      <w:r>
        <w:t>403.5518</w:t>
      </w:r>
      <w:r>
        <w:tab/>
        <w:t>1.013e0</w:t>
      </w:r>
    </w:p>
    <w:p w:rsidR="005B0461" w:rsidRDefault="005B0461" w:rsidP="005B0461">
      <w:r>
        <w:t>403.5590</w:t>
      </w:r>
      <w:r>
        <w:tab/>
        <w:t>1.013e0</w:t>
      </w:r>
    </w:p>
    <w:p w:rsidR="005B0461" w:rsidRDefault="005B0461" w:rsidP="005B0461">
      <w:r>
        <w:t>403.5732</w:t>
      </w:r>
      <w:r>
        <w:tab/>
        <w:t>1.013e0</w:t>
      </w:r>
    </w:p>
    <w:p w:rsidR="005B0461" w:rsidRDefault="005B0461" w:rsidP="005B0461">
      <w:r>
        <w:t>403.5803</w:t>
      </w:r>
      <w:r>
        <w:tab/>
        <w:t>1.013e0</w:t>
      </w:r>
    </w:p>
    <w:p w:rsidR="005B0461" w:rsidRDefault="005B0461" w:rsidP="005B0461">
      <w:r>
        <w:t>403.6041</w:t>
      </w:r>
      <w:r>
        <w:tab/>
        <w:t>3.038e0</w:t>
      </w:r>
    </w:p>
    <w:p w:rsidR="005B0461" w:rsidRDefault="005B0461" w:rsidP="005B0461">
      <w:r>
        <w:t>403.6163</w:t>
      </w:r>
      <w:r>
        <w:tab/>
        <w:t>2.025e0</w:t>
      </w:r>
    </w:p>
    <w:p w:rsidR="005B0461" w:rsidRDefault="005B0461" w:rsidP="005B0461">
      <w:r>
        <w:t>403.6590</w:t>
      </w:r>
      <w:r>
        <w:tab/>
        <w:t>2.025e0</w:t>
      </w:r>
    </w:p>
    <w:p w:rsidR="005B0461" w:rsidRDefault="005B0461" w:rsidP="005B0461">
      <w:r>
        <w:t>403.6659</w:t>
      </w:r>
      <w:r>
        <w:tab/>
        <w:t>1.013e0</w:t>
      </w:r>
    </w:p>
    <w:p w:rsidR="005B0461" w:rsidRDefault="005B0461" w:rsidP="005B0461">
      <w:r>
        <w:t>403.6709</w:t>
      </w:r>
      <w:r>
        <w:tab/>
        <w:t>1.013e0</w:t>
      </w:r>
    </w:p>
    <w:p w:rsidR="005B0461" w:rsidRDefault="005B0461" w:rsidP="005B0461">
      <w:r>
        <w:t>403.6835</w:t>
      </w:r>
      <w:r>
        <w:tab/>
        <w:t>2.025e0</w:t>
      </w:r>
    </w:p>
    <w:p w:rsidR="005B0461" w:rsidRDefault="005B0461" w:rsidP="005B0461">
      <w:r>
        <w:lastRenderedPageBreak/>
        <w:t>403.7086</w:t>
      </w:r>
      <w:r>
        <w:tab/>
        <w:t>1.013e0</w:t>
      </w:r>
    </w:p>
    <w:p w:rsidR="005B0461" w:rsidRDefault="005B0461" w:rsidP="005B0461">
      <w:r>
        <w:t>403.7514</w:t>
      </w:r>
      <w:r>
        <w:tab/>
        <w:t>1.013e0</w:t>
      </w:r>
    </w:p>
    <w:p w:rsidR="005B0461" w:rsidRDefault="005B0461" w:rsidP="005B0461">
      <w:r>
        <w:t>403.7562</w:t>
      </w:r>
      <w:r>
        <w:tab/>
        <w:t>2.025e0</w:t>
      </w:r>
    </w:p>
    <w:p w:rsidR="005B0461" w:rsidRDefault="005B0461" w:rsidP="005B0461">
      <w:r>
        <w:t>403.7691</w:t>
      </w:r>
      <w:r>
        <w:tab/>
        <w:t>2.025e0</w:t>
      </w:r>
    </w:p>
    <w:p w:rsidR="005B0461" w:rsidRDefault="005B0461" w:rsidP="005B0461">
      <w:r>
        <w:t>403.7814</w:t>
      </w:r>
      <w:r>
        <w:tab/>
        <w:t>1.013e0</w:t>
      </w:r>
    </w:p>
    <w:p w:rsidR="005B0461" w:rsidRDefault="005B0461" w:rsidP="005B0461">
      <w:r>
        <w:t>403.7989</w:t>
      </w:r>
      <w:r>
        <w:tab/>
        <w:t>1.013e0</w:t>
      </w:r>
    </w:p>
    <w:p w:rsidR="005B0461" w:rsidRDefault="005B0461" w:rsidP="005B0461">
      <w:r>
        <w:t>403.8721</w:t>
      </w:r>
      <w:r>
        <w:tab/>
        <w:t>2.025e0</w:t>
      </w:r>
    </w:p>
    <w:p w:rsidR="005B0461" w:rsidRDefault="005B0461" w:rsidP="005B0461">
      <w:r>
        <w:t>403.9182</w:t>
      </w:r>
      <w:r>
        <w:tab/>
        <w:t>2.025e0</w:t>
      </w:r>
    </w:p>
    <w:p w:rsidR="005B0461" w:rsidRDefault="005B0461" w:rsidP="005B0461">
      <w:r>
        <w:t>403.9223</w:t>
      </w:r>
      <w:r>
        <w:tab/>
        <w:t>3.038e0</w:t>
      </w:r>
    </w:p>
    <w:p w:rsidR="005B0461" w:rsidRDefault="005B0461" w:rsidP="005B0461">
      <w:r>
        <w:t>403.9307</w:t>
      </w:r>
      <w:r>
        <w:tab/>
        <w:t>2.025e0</w:t>
      </w:r>
    </w:p>
    <w:p w:rsidR="005B0461" w:rsidRDefault="005B0461" w:rsidP="005B0461">
      <w:r>
        <w:t>403.9361</w:t>
      </w:r>
      <w:r>
        <w:tab/>
        <w:t>2.025e0</w:t>
      </w:r>
    </w:p>
    <w:p w:rsidR="005B0461" w:rsidRDefault="005B0461" w:rsidP="005B0461">
      <w:r>
        <w:t>403.9763</w:t>
      </w:r>
      <w:r>
        <w:tab/>
        <w:t>3.038e0</w:t>
      </w:r>
    </w:p>
    <w:p w:rsidR="005B0461" w:rsidRDefault="005B0461" w:rsidP="005B0461">
      <w:r>
        <w:t>404.0032</w:t>
      </w:r>
      <w:r>
        <w:tab/>
        <w:t>1.991e0</w:t>
      </w:r>
    </w:p>
    <w:p w:rsidR="005B0461" w:rsidRDefault="005B0461" w:rsidP="005B0461">
      <w:r>
        <w:t>404.0092</w:t>
      </w:r>
      <w:r>
        <w:tab/>
        <w:t>4.046e0</w:t>
      </w:r>
    </w:p>
    <w:p w:rsidR="005B0461" w:rsidRDefault="005B0461" w:rsidP="005B0461">
      <w:r>
        <w:t>404.0297</w:t>
      </w:r>
      <w:r>
        <w:tab/>
        <w:t>2.025e0</w:t>
      </w:r>
    </w:p>
    <w:p w:rsidR="005B0461" w:rsidRDefault="005B0461" w:rsidP="005B0461">
      <w:r>
        <w:t>404.0973</w:t>
      </w:r>
      <w:r>
        <w:tab/>
        <w:t>1.690e0</w:t>
      </w:r>
    </w:p>
    <w:p w:rsidR="005B0461" w:rsidRDefault="005B0461" w:rsidP="005B0461">
      <w:r>
        <w:t>404.1012</w:t>
      </w:r>
      <w:r>
        <w:tab/>
        <w:t>1.013e0</w:t>
      </w:r>
    </w:p>
    <w:p w:rsidR="005B0461" w:rsidRDefault="005B0461" w:rsidP="005B0461">
      <w:r>
        <w:t>404.1295</w:t>
      </w:r>
      <w:r>
        <w:tab/>
        <w:t>1.013e0</w:t>
      </w:r>
    </w:p>
    <w:p w:rsidR="005B0461" w:rsidRDefault="005B0461" w:rsidP="005B0461">
      <w:r>
        <w:t>404.1396</w:t>
      </w:r>
      <w:r>
        <w:tab/>
        <w:t>3.038e0</w:t>
      </w:r>
    </w:p>
    <w:p w:rsidR="005B0461" w:rsidRDefault="005B0461" w:rsidP="005B0461">
      <w:r>
        <w:lastRenderedPageBreak/>
        <w:t>404.1724</w:t>
      </w:r>
      <w:r>
        <w:tab/>
        <w:t>1.013e0</w:t>
      </w:r>
    </w:p>
    <w:p w:rsidR="005B0461" w:rsidRDefault="005B0461" w:rsidP="005B0461">
      <w:r>
        <w:t>404.1776</w:t>
      </w:r>
      <w:r>
        <w:tab/>
        <w:t>8.101e0</w:t>
      </w:r>
    </w:p>
    <w:p w:rsidR="005B0461" w:rsidRDefault="005B0461" w:rsidP="005B0461">
      <w:r>
        <w:t>404.2279</w:t>
      </w:r>
      <w:r>
        <w:tab/>
        <w:t>7.992e0</w:t>
      </w:r>
    </w:p>
    <w:p w:rsidR="005B0461" w:rsidRDefault="005B0461" w:rsidP="005B0461">
      <w:r>
        <w:t>404.2345</w:t>
      </w:r>
      <w:r>
        <w:tab/>
        <w:t>2.004e0</w:t>
      </w:r>
    </w:p>
    <w:p w:rsidR="005B0461" w:rsidRDefault="005B0461" w:rsidP="005B0461">
      <w:r>
        <w:t>404.2688</w:t>
      </w:r>
      <w:r>
        <w:tab/>
        <w:t>4.930e0</w:t>
      </w:r>
    </w:p>
    <w:p w:rsidR="005B0461" w:rsidRDefault="005B0461" w:rsidP="005B0461">
      <w:r>
        <w:t>404.2893</w:t>
      </w:r>
      <w:r>
        <w:tab/>
        <w:t>3.038e0</w:t>
      </w:r>
    </w:p>
    <w:p w:rsidR="005B0461" w:rsidRDefault="005B0461" w:rsidP="005B0461">
      <w:r>
        <w:t>404.3351</w:t>
      </w:r>
      <w:r>
        <w:tab/>
        <w:t>1.928e0</w:t>
      </w:r>
    </w:p>
    <w:p w:rsidR="005B0461" w:rsidRDefault="005B0461" w:rsidP="005B0461">
      <w:r>
        <w:t>404.3500</w:t>
      </w:r>
      <w:r>
        <w:tab/>
        <w:t>1.973e0</w:t>
      </w:r>
    </w:p>
    <w:p w:rsidR="005B0461" w:rsidRDefault="005B0461" w:rsidP="005B0461">
      <w:r>
        <w:t>404.4008</w:t>
      </w:r>
      <w:r>
        <w:tab/>
        <w:t>1.013e0</w:t>
      </w:r>
    </w:p>
    <w:p w:rsidR="005B0461" w:rsidRDefault="005B0461" w:rsidP="005B0461">
      <w:r>
        <w:t>404.4352</w:t>
      </w:r>
      <w:r>
        <w:tab/>
        <w:t>1.013e0</w:t>
      </w:r>
    </w:p>
    <w:p w:rsidR="005B0461" w:rsidRDefault="005B0461" w:rsidP="005B0461">
      <w:r>
        <w:t>404.4373</w:t>
      </w:r>
      <w:r>
        <w:tab/>
        <w:t>2.025e0</w:t>
      </w:r>
    </w:p>
    <w:p w:rsidR="005B0461" w:rsidRDefault="005B0461" w:rsidP="005B0461">
      <w:r>
        <w:t>404.4818</w:t>
      </w:r>
      <w:r>
        <w:tab/>
        <w:t>1.013e0</w:t>
      </w:r>
    </w:p>
    <w:p w:rsidR="005B0461" w:rsidRDefault="005B0461" w:rsidP="005B0461">
      <w:r>
        <w:t>404.4992</w:t>
      </w:r>
      <w:r>
        <w:tab/>
        <w:t>1.013e0</w:t>
      </w:r>
    </w:p>
    <w:p w:rsidR="005B0461" w:rsidRDefault="005B0461" w:rsidP="005B0461">
      <w:r>
        <w:t>404.5206</w:t>
      </w:r>
      <w:r>
        <w:tab/>
        <w:t>1.013e0</w:t>
      </w:r>
    </w:p>
    <w:p w:rsidR="005B0461" w:rsidRDefault="005B0461" w:rsidP="005B0461">
      <w:r>
        <w:t>404.5458</w:t>
      </w:r>
      <w:r>
        <w:tab/>
        <w:t>1.013e0</w:t>
      </w:r>
    </w:p>
    <w:p w:rsidR="005B0461" w:rsidRDefault="005B0461" w:rsidP="005B0461">
      <w:r>
        <w:t>404.5671</w:t>
      </w:r>
      <w:r>
        <w:tab/>
        <w:t>1.013e0</w:t>
      </w:r>
    </w:p>
    <w:p w:rsidR="005B0461" w:rsidRDefault="005B0461" w:rsidP="005B0461">
      <w:r>
        <w:t>404.5758</w:t>
      </w:r>
      <w:r>
        <w:tab/>
        <w:t>2.025e0</w:t>
      </w:r>
    </w:p>
    <w:p w:rsidR="005B0461" w:rsidRDefault="005B0461" w:rsidP="005B0461">
      <w:r>
        <w:t>404.5846</w:t>
      </w:r>
      <w:r>
        <w:tab/>
        <w:t>1.013e0</w:t>
      </w:r>
    </w:p>
    <w:p w:rsidR="005B0461" w:rsidRDefault="005B0461" w:rsidP="005B0461">
      <w:r>
        <w:t>404.6311</w:t>
      </w:r>
      <w:r>
        <w:tab/>
        <w:t>2.025e0</w:t>
      </w:r>
    </w:p>
    <w:p w:rsidR="005B0461" w:rsidRDefault="005B0461" w:rsidP="005B0461">
      <w:r>
        <w:lastRenderedPageBreak/>
        <w:t>404.6579</w:t>
      </w:r>
      <w:r>
        <w:tab/>
        <w:t>2.025e0</w:t>
      </w:r>
    </w:p>
    <w:p w:rsidR="005B0461" w:rsidRDefault="005B0461" w:rsidP="005B0461">
      <w:r>
        <w:t>404.6773</w:t>
      </w:r>
      <w:r>
        <w:tab/>
        <w:t>2.025e0</w:t>
      </w:r>
    </w:p>
    <w:p w:rsidR="005B0461" w:rsidRDefault="005B0461" w:rsidP="005B0461">
      <w:r>
        <w:t>404.7081</w:t>
      </w:r>
      <w:r>
        <w:tab/>
        <w:t>2.025e0</w:t>
      </w:r>
    </w:p>
    <w:p w:rsidR="005B0461" w:rsidRDefault="005B0461" w:rsidP="005B0461">
      <w:r>
        <w:t>404.7199</w:t>
      </w:r>
      <w:r>
        <w:tab/>
        <w:t>1.963e0</w:t>
      </w:r>
    </w:p>
    <w:p w:rsidR="005B0461" w:rsidRDefault="005B0461" w:rsidP="005B0461">
      <w:r>
        <w:t>404.8017</w:t>
      </w:r>
      <w:r>
        <w:tab/>
        <w:t>1.013e0</w:t>
      </w:r>
    </w:p>
    <w:p w:rsidR="005B0461" w:rsidRDefault="005B0461" w:rsidP="005B0461">
      <w:r>
        <w:t>404.8444</w:t>
      </w:r>
      <w:r>
        <w:tab/>
        <w:t>3.038e0</w:t>
      </w:r>
    </w:p>
    <w:p w:rsidR="005B0461" w:rsidRDefault="005B0461" w:rsidP="005B0461">
      <w:r>
        <w:t>404.8620</w:t>
      </w:r>
      <w:r>
        <w:tab/>
        <w:t>1.013e0</w:t>
      </w:r>
    </w:p>
    <w:p w:rsidR="005B0461" w:rsidRDefault="005B0461" w:rsidP="005B0461">
      <w:r>
        <w:t>404.8725</w:t>
      </w:r>
      <w:r>
        <w:tab/>
        <w:t>1.013e0</w:t>
      </w:r>
    </w:p>
    <w:p w:rsidR="005B0461" w:rsidRDefault="005B0461" w:rsidP="005B0461">
      <w:r>
        <w:t>404.8796</w:t>
      </w:r>
      <w:r>
        <w:tab/>
        <w:t>1.013e0</w:t>
      </w:r>
    </w:p>
    <w:p w:rsidR="005B0461" w:rsidRDefault="005B0461" w:rsidP="005B0461">
      <w:r>
        <w:t>404.9024</w:t>
      </w:r>
      <w:r>
        <w:tab/>
        <w:t>2.025e0</w:t>
      </w:r>
    </w:p>
    <w:p w:rsidR="005B0461" w:rsidRDefault="005B0461" w:rsidP="005B0461">
      <w:r>
        <w:t>404.9311</w:t>
      </w:r>
      <w:r>
        <w:tab/>
        <w:t>3.038e0</w:t>
      </w:r>
    </w:p>
    <w:p w:rsidR="005B0461" w:rsidRDefault="005B0461" w:rsidP="005B0461">
      <w:r>
        <w:t>404.9511</w:t>
      </w:r>
      <w:r>
        <w:tab/>
        <w:t>1.013e0</w:t>
      </w:r>
    </w:p>
    <w:p w:rsidR="005B0461" w:rsidRDefault="005B0461" w:rsidP="005B0461">
      <w:r>
        <w:t>404.9553</w:t>
      </w:r>
      <w:r>
        <w:tab/>
        <w:t>5.063e0</w:t>
      </w:r>
    </w:p>
    <w:p w:rsidR="005B0461" w:rsidRDefault="005B0461" w:rsidP="005B0461">
      <w:r>
        <w:t>404.9865</w:t>
      </w:r>
      <w:r>
        <w:tab/>
        <w:t>1.013e0</w:t>
      </w:r>
    </w:p>
    <w:p w:rsidR="005B0461" w:rsidRDefault="005B0461" w:rsidP="005B0461">
      <w:r>
        <w:t>405.0078</w:t>
      </w:r>
      <w:r>
        <w:tab/>
        <w:t>1.013e0</w:t>
      </w:r>
    </w:p>
    <w:p w:rsidR="005B0461" w:rsidRDefault="005B0461" w:rsidP="005B0461">
      <w:r>
        <w:t>405.0395</w:t>
      </w:r>
      <w:r>
        <w:tab/>
        <w:t>2.934e0</w:t>
      </w:r>
    </w:p>
    <w:p w:rsidR="005B0461" w:rsidRDefault="005B0461" w:rsidP="005B0461">
      <w:r>
        <w:t>405.0429</w:t>
      </w:r>
      <w:r>
        <w:tab/>
        <w:t>2.335e0</w:t>
      </w:r>
    </w:p>
    <w:p w:rsidR="005B0461" w:rsidRDefault="005B0461" w:rsidP="005B0461">
      <w:r>
        <w:t>405.0690</w:t>
      </w:r>
      <w:r>
        <w:tab/>
        <w:t>1.805e0</w:t>
      </w:r>
    </w:p>
    <w:p w:rsidR="005B0461" w:rsidRDefault="005B0461" w:rsidP="005B0461">
      <w:r>
        <w:t>405.1092</w:t>
      </w:r>
      <w:r>
        <w:tab/>
        <w:t>1.732e0</w:t>
      </w:r>
    </w:p>
    <w:p w:rsidR="005B0461" w:rsidRDefault="005B0461" w:rsidP="005B0461">
      <w:r>
        <w:lastRenderedPageBreak/>
        <w:t>405.1395</w:t>
      </w:r>
      <w:r>
        <w:tab/>
        <w:t>1.013e0</w:t>
      </w:r>
    </w:p>
    <w:p w:rsidR="005B0461" w:rsidRDefault="005B0461" w:rsidP="005B0461">
      <w:r>
        <w:t>405.1553</w:t>
      </w:r>
      <w:r>
        <w:tab/>
        <w:t>2.025e0</w:t>
      </w:r>
    </w:p>
    <w:p w:rsidR="005B0461" w:rsidRDefault="005B0461" w:rsidP="005B0461">
      <w:r>
        <w:t>405.2097</w:t>
      </w:r>
      <w:r>
        <w:tab/>
        <w:t>3.710e0</w:t>
      </w:r>
    </w:p>
    <w:p w:rsidR="005B0461" w:rsidRDefault="005B0461" w:rsidP="005B0461">
      <w:r>
        <w:t>405.2123</w:t>
      </w:r>
      <w:r>
        <w:tab/>
        <w:t>2.025e0</w:t>
      </w:r>
    </w:p>
    <w:p w:rsidR="005B0461" w:rsidRDefault="005B0461" w:rsidP="005B0461">
      <w:r>
        <w:t>405.2223</w:t>
      </w:r>
      <w:r>
        <w:tab/>
        <w:t>3.038e0</w:t>
      </w:r>
    </w:p>
    <w:p w:rsidR="005B0461" w:rsidRDefault="005B0461" w:rsidP="005B0461">
      <w:r>
        <w:t>405.2264</w:t>
      </w:r>
      <w:r>
        <w:tab/>
        <w:t>1.958e0</w:t>
      </w:r>
    </w:p>
    <w:p w:rsidR="005B0461" w:rsidRDefault="005B0461" w:rsidP="005B0461">
      <w:r>
        <w:t>405.2515</w:t>
      </w:r>
      <w:r>
        <w:tab/>
        <w:t>3.038e0</w:t>
      </w:r>
    </w:p>
    <w:p w:rsidR="005B0461" w:rsidRDefault="005B0461" w:rsidP="005B0461">
      <w:r>
        <w:t>405.2643</w:t>
      </w:r>
      <w:r>
        <w:tab/>
        <w:t>5.000e0</w:t>
      </w:r>
    </w:p>
    <w:p w:rsidR="005B0461" w:rsidRDefault="005B0461" w:rsidP="005B0461">
      <w:r>
        <w:t>405.2874</w:t>
      </w:r>
      <w:r>
        <w:tab/>
        <w:t>1.806e0</w:t>
      </w:r>
    </w:p>
    <w:p w:rsidR="005B0461" w:rsidRDefault="005B0461" w:rsidP="005B0461">
      <w:r>
        <w:t>405.3053</w:t>
      </w:r>
      <w:r>
        <w:tab/>
        <w:t>3.038e0</w:t>
      </w:r>
    </w:p>
    <w:p w:rsidR="005B0461" w:rsidRDefault="005B0461" w:rsidP="005B0461">
      <w:r>
        <w:t>405.3102</w:t>
      </w:r>
      <w:r>
        <w:tab/>
        <w:t>1.013e0</w:t>
      </w:r>
    </w:p>
    <w:p w:rsidR="005B0461" w:rsidRDefault="005B0461" w:rsidP="005B0461">
      <w:r>
        <w:t>405.3268</w:t>
      </w:r>
      <w:r>
        <w:tab/>
        <w:t>1.985e0</w:t>
      </w:r>
    </w:p>
    <w:p w:rsidR="005B0461" w:rsidRDefault="005B0461" w:rsidP="005B0461">
      <w:r>
        <w:t>405.3767</w:t>
      </w:r>
      <w:r>
        <w:tab/>
        <w:t>2.025e0</w:t>
      </w:r>
    </w:p>
    <w:p w:rsidR="005B0461" w:rsidRDefault="005B0461" w:rsidP="005B0461">
      <w:r>
        <w:t>405.3849</w:t>
      </w:r>
      <w:r>
        <w:tab/>
        <w:t>2.017e0</w:t>
      </w:r>
    </w:p>
    <w:p w:rsidR="005B0461" w:rsidRDefault="005B0461" w:rsidP="005B0461">
      <w:r>
        <w:t>405.3875</w:t>
      </w:r>
      <w:r>
        <w:tab/>
        <w:t>1.013e0</w:t>
      </w:r>
    </w:p>
    <w:p w:rsidR="005B0461" w:rsidRDefault="005B0461" w:rsidP="005B0461">
      <w:r>
        <w:t>405.4305</w:t>
      </w:r>
      <w:r>
        <w:tab/>
        <w:t>1.013e0</w:t>
      </w:r>
    </w:p>
    <w:p w:rsidR="005B0461" w:rsidRDefault="005B0461" w:rsidP="005B0461">
      <w:r>
        <w:t>405.4448</w:t>
      </w:r>
      <w:r>
        <w:tab/>
        <w:t>1.013e0</w:t>
      </w:r>
    </w:p>
    <w:p w:rsidR="005B0461" w:rsidRDefault="005B0461" w:rsidP="005B0461">
      <w:r>
        <w:t>405.4985</w:t>
      </w:r>
      <w:r>
        <w:tab/>
        <w:t>1.013e0</w:t>
      </w:r>
    </w:p>
    <w:p w:rsidR="005B0461" w:rsidRDefault="005B0461" w:rsidP="005B0461">
      <w:r>
        <w:t>405.5164</w:t>
      </w:r>
      <w:r>
        <w:tab/>
        <w:t>1.013e0</w:t>
      </w:r>
    </w:p>
    <w:p w:rsidR="005B0461" w:rsidRDefault="005B0461" w:rsidP="005B0461">
      <w:r>
        <w:lastRenderedPageBreak/>
        <w:t>405.5880</w:t>
      </w:r>
      <w:r>
        <w:tab/>
        <w:t>1.013e0</w:t>
      </w:r>
    </w:p>
    <w:p w:rsidR="005B0461" w:rsidRDefault="005B0461" w:rsidP="005B0461">
      <w:r>
        <w:t>405.5951</w:t>
      </w:r>
      <w:r>
        <w:tab/>
        <w:t>1.013e0</w:t>
      </w:r>
    </w:p>
    <w:p w:rsidR="005B0461" w:rsidRDefault="005B0461" w:rsidP="005B0461">
      <w:r>
        <w:t>405.6053</w:t>
      </w:r>
      <w:r>
        <w:tab/>
        <w:t>1.013e0</w:t>
      </w:r>
    </w:p>
    <w:p w:rsidR="005B0461" w:rsidRDefault="005B0461" w:rsidP="005B0461">
      <w:r>
        <w:t>405.6381</w:t>
      </w:r>
      <w:r>
        <w:tab/>
        <w:t>1.013e0</w:t>
      </w:r>
    </w:p>
    <w:p w:rsidR="005B0461" w:rsidRDefault="005B0461" w:rsidP="005B0461">
      <w:r>
        <w:t>405.6508</w:t>
      </w:r>
      <w:r>
        <w:tab/>
        <w:t>2.025e0</w:t>
      </w:r>
    </w:p>
    <w:p w:rsidR="005B0461" w:rsidRDefault="005B0461" w:rsidP="005B0461">
      <w:r>
        <w:t>405.6811</w:t>
      </w:r>
      <w:r>
        <w:tab/>
        <w:t>1.013e0</w:t>
      </w:r>
    </w:p>
    <w:p w:rsidR="005B0461" w:rsidRDefault="005B0461" w:rsidP="005B0461">
      <w:r>
        <w:t>405.6851</w:t>
      </w:r>
      <w:r>
        <w:tab/>
        <w:t>2.025e0</w:t>
      </w:r>
    </w:p>
    <w:p w:rsidR="005B0461" w:rsidRDefault="005B0461" w:rsidP="005B0461">
      <w:r>
        <w:t>405.7025</w:t>
      </w:r>
      <w:r>
        <w:tab/>
        <w:t>1.013e0</w:t>
      </w:r>
    </w:p>
    <w:p w:rsidR="005B0461" w:rsidRDefault="005B0461" w:rsidP="005B0461">
      <w:r>
        <w:t>405.7121</w:t>
      </w:r>
      <w:r>
        <w:tab/>
        <w:t>1.013e0</w:t>
      </w:r>
    </w:p>
    <w:p w:rsidR="005B0461" w:rsidRDefault="005B0461" w:rsidP="005B0461">
      <w:r>
        <w:t>405.7548</w:t>
      </w:r>
      <w:r>
        <w:tab/>
        <w:t>2.025e0</w:t>
      </w:r>
    </w:p>
    <w:p w:rsidR="005B0461" w:rsidRDefault="005B0461" w:rsidP="005B0461">
      <w:r>
        <w:t>405.7722</w:t>
      </w:r>
      <w:r>
        <w:tab/>
        <w:t>1.013e0</w:t>
      </w:r>
    </w:p>
    <w:p w:rsidR="005B0461" w:rsidRDefault="005B0461" w:rsidP="005B0461">
      <w:r>
        <w:t>405.8028</w:t>
      </w:r>
      <w:r>
        <w:tab/>
        <w:t>1.013e0</w:t>
      </w:r>
    </w:p>
    <w:p w:rsidR="005B0461" w:rsidRDefault="005B0461" w:rsidP="005B0461">
      <w:r>
        <w:t>405.8489</w:t>
      </w:r>
      <w:r>
        <w:tab/>
        <w:t>2.025e0</w:t>
      </w:r>
    </w:p>
    <w:p w:rsidR="005B0461" w:rsidRDefault="005B0461" w:rsidP="005B0461">
      <w:r>
        <w:t>405.8790</w:t>
      </w:r>
      <w:r>
        <w:tab/>
        <w:t>1.013e0</w:t>
      </w:r>
    </w:p>
    <w:p w:rsidR="005B0461" w:rsidRDefault="005B0461" w:rsidP="005B0461">
      <w:r>
        <w:t>405.8828</w:t>
      </w:r>
      <w:r>
        <w:tab/>
        <w:t>1.013e0</w:t>
      </w:r>
    </w:p>
    <w:p w:rsidR="005B0461" w:rsidRDefault="005B0461" w:rsidP="005B0461">
      <w:r>
        <w:t>405.8954</w:t>
      </w:r>
      <w:r>
        <w:tab/>
        <w:t>4.489e0</w:t>
      </w:r>
    </w:p>
    <w:p w:rsidR="005B0461" w:rsidRDefault="005B0461" w:rsidP="005B0461">
      <w:r>
        <w:t>405.9041</w:t>
      </w:r>
      <w:r>
        <w:tab/>
        <w:t>1.013e0</w:t>
      </w:r>
    </w:p>
    <w:p w:rsidR="005B0461" w:rsidRDefault="005B0461" w:rsidP="005B0461">
      <w:r>
        <w:t>405.9318</w:t>
      </w:r>
      <w:r>
        <w:tab/>
        <w:t>1.013e0</w:t>
      </w:r>
    </w:p>
    <w:p w:rsidR="005B0461" w:rsidRDefault="005B0461" w:rsidP="005B0461">
      <w:r>
        <w:t>405.9827</w:t>
      </w:r>
      <w:r>
        <w:tab/>
        <w:t>1.592e1</w:t>
      </w:r>
    </w:p>
    <w:p w:rsidR="005B0461" w:rsidRDefault="005B0461" w:rsidP="005B0461">
      <w:r>
        <w:lastRenderedPageBreak/>
        <w:t>405.9975</w:t>
      </w:r>
      <w:r>
        <w:tab/>
        <w:t>4.505e1</w:t>
      </w:r>
    </w:p>
    <w:p w:rsidR="005B0461" w:rsidRDefault="005B0461" w:rsidP="005B0461">
      <w:r>
        <w:t>405.9996</w:t>
      </w:r>
      <w:r>
        <w:tab/>
        <w:t>2.932e1</w:t>
      </w:r>
    </w:p>
    <w:p w:rsidR="005B0461" w:rsidRDefault="005B0461" w:rsidP="005B0461">
      <w:r>
        <w:t>406.0823</w:t>
      </w:r>
      <w:r>
        <w:tab/>
        <w:t>1.013e0</w:t>
      </w:r>
    </w:p>
    <w:p w:rsidR="005B0461" w:rsidRDefault="005B0461" w:rsidP="005B0461">
      <w:r>
        <w:t>406.0852</w:t>
      </w:r>
      <w:r>
        <w:tab/>
        <w:t>1.029e0</w:t>
      </w:r>
    </w:p>
    <w:p w:rsidR="005B0461" w:rsidRDefault="005B0461" w:rsidP="005B0461">
      <w:r>
        <w:t>406.1182</w:t>
      </w:r>
      <w:r>
        <w:tab/>
        <w:t>1.013e0</w:t>
      </w:r>
    </w:p>
    <w:p w:rsidR="005B0461" w:rsidRDefault="005B0461" w:rsidP="005B0461">
      <w:r>
        <w:t>406.1397</w:t>
      </w:r>
      <w:r>
        <w:tab/>
        <w:t>1.013e0</w:t>
      </w:r>
    </w:p>
    <w:p w:rsidR="005B0461" w:rsidRDefault="005B0461" w:rsidP="005B0461">
      <w:r>
        <w:t>406.1494</w:t>
      </w:r>
      <w:r>
        <w:tab/>
        <w:t>2.025e0</w:t>
      </w:r>
    </w:p>
    <w:p w:rsidR="005B0461" w:rsidRDefault="005B0461" w:rsidP="005B0461">
      <w:r>
        <w:t>406.1505</w:t>
      </w:r>
      <w:r>
        <w:tab/>
        <w:t>3.038e0</w:t>
      </w:r>
    </w:p>
    <w:p w:rsidR="005B0461" w:rsidRDefault="005B0461" w:rsidP="005B0461">
      <w:r>
        <w:t>406.1619</w:t>
      </w:r>
      <w:r>
        <w:tab/>
        <w:t>2.025e0</w:t>
      </w:r>
    </w:p>
    <w:p w:rsidR="005B0461" w:rsidRDefault="005B0461" w:rsidP="005B0461">
      <w:r>
        <w:t>406.1908</w:t>
      </w:r>
      <w:r>
        <w:tab/>
        <w:t>3.038e0</w:t>
      </w:r>
    </w:p>
    <w:p w:rsidR="005B0461" w:rsidRDefault="005B0461" w:rsidP="005B0461">
      <w:r>
        <w:t>406.2114</w:t>
      </w:r>
      <w:r>
        <w:tab/>
        <w:t>1.013e0</w:t>
      </w:r>
    </w:p>
    <w:p w:rsidR="005B0461" w:rsidRDefault="005B0461" w:rsidP="005B0461">
      <w:r>
        <w:t>406.2317</w:t>
      </w:r>
      <w:r>
        <w:tab/>
        <w:t>3.738e0</w:t>
      </w:r>
    </w:p>
    <w:p w:rsidR="005B0461" w:rsidRDefault="005B0461" w:rsidP="005B0461">
      <w:r>
        <w:t>406.2341</w:t>
      </w:r>
      <w:r>
        <w:tab/>
        <w:t>4.051e0</w:t>
      </w:r>
    </w:p>
    <w:p w:rsidR="005B0461" w:rsidRDefault="005B0461" w:rsidP="005B0461">
      <w:r>
        <w:t>406.2544</w:t>
      </w:r>
      <w:r>
        <w:tab/>
        <w:t>1.013e0</w:t>
      </w:r>
    </w:p>
    <w:p w:rsidR="005B0461" w:rsidRDefault="005B0461" w:rsidP="005B0461">
      <w:r>
        <w:t>406.2687</w:t>
      </w:r>
      <w:r>
        <w:tab/>
        <w:t>1.013e0</w:t>
      </w:r>
    </w:p>
    <w:p w:rsidR="005B0461" w:rsidRDefault="005B0461" w:rsidP="005B0461">
      <w:r>
        <w:t>406.2805</w:t>
      </w:r>
      <w:r>
        <w:tab/>
        <w:t>3.586e0</w:t>
      </w:r>
    </w:p>
    <w:p w:rsidR="005B0461" w:rsidRDefault="005B0461" w:rsidP="005B0461">
      <w:r>
        <w:t>406.2847</w:t>
      </w:r>
      <w:r>
        <w:tab/>
        <w:t>1.013e0</w:t>
      </w:r>
    </w:p>
    <w:p w:rsidR="005B0461" w:rsidRDefault="005B0461" w:rsidP="005B0461">
      <w:r>
        <w:t>406.3407</w:t>
      </w:r>
      <w:r>
        <w:tab/>
        <w:t>4.051e0</w:t>
      </w:r>
    </w:p>
    <w:p w:rsidR="005B0461" w:rsidRDefault="005B0461" w:rsidP="005B0461">
      <w:r>
        <w:t>406.3528</w:t>
      </w:r>
      <w:r>
        <w:tab/>
        <w:t>3.038e0</w:t>
      </w:r>
    </w:p>
    <w:p w:rsidR="005B0461" w:rsidRDefault="005B0461" w:rsidP="005B0461">
      <w:r>
        <w:lastRenderedPageBreak/>
        <w:t>406.3763</w:t>
      </w:r>
      <w:r>
        <w:tab/>
        <w:t>2.025e0</w:t>
      </w:r>
    </w:p>
    <w:p w:rsidR="005B0461" w:rsidRDefault="005B0461" w:rsidP="005B0461">
      <w:r>
        <w:t>406.4340</w:t>
      </w:r>
      <w:r>
        <w:tab/>
        <w:t>1.013e0</w:t>
      </w:r>
    </w:p>
    <w:p w:rsidR="005B0461" w:rsidRDefault="005B0461" w:rsidP="005B0461">
      <w:r>
        <w:t>406.4703</w:t>
      </w:r>
      <w:r>
        <w:tab/>
        <w:t>4.051e0</w:t>
      </w:r>
    </w:p>
    <w:p w:rsidR="005B0461" w:rsidRDefault="005B0461" w:rsidP="005B0461">
      <w:r>
        <w:t>406.4908</w:t>
      </w:r>
      <w:r>
        <w:tab/>
        <w:t>1.013e0</w:t>
      </w:r>
    </w:p>
    <w:p w:rsidR="005B0461" w:rsidRDefault="005B0461" w:rsidP="005B0461">
      <w:r>
        <w:t>406.5280</w:t>
      </w:r>
      <w:r>
        <w:tab/>
        <w:t>2.025e0</w:t>
      </w:r>
    </w:p>
    <w:p w:rsidR="005B0461" w:rsidRDefault="005B0461" w:rsidP="005B0461">
      <w:r>
        <w:t>406.5293</w:t>
      </w:r>
      <w:r>
        <w:tab/>
        <w:t>2.025e0</w:t>
      </w:r>
    </w:p>
    <w:p w:rsidR="005B0461" w:rsidRDefault="005B0461" w:rsidP="005B0461">
      <w:r>
        <w:t>406.5813</w:t>
      </w:r>
      <w:r>
        <w:tab/>
        <w:t>3.038e0</w:t>
      </w:r>
    </w:p>
    <w:p w:rsidR="005B0461" w:rsidRDefault="005B0461" w:rsidP="005B0461">
      <w:r>
        <w:t>406.5974</w:t>
      </w:r>
      <w:r>
        <w:tab/>
        <w:t>1.013e0</w:t>
      </w:r>
    </w:p>
    <w:p w:rsidR="005B0461" w:rsidRDefault="005B0461" w:rsidP="005B0461">
      <w:r>
        <w:t>406.6051</w:t>
      </w:r>
      <w:r>
        <w:tab/>
        <w:t>3.038e0</w:t>
      </w:r>
    </w:p>
    <w:p w:rsidR="005B0461" w:rsidRDefault="005B0461" w:rsidP="005B0461">
      <w:r>
        <w:t>406.6295</w:t>
      </w:r>
      <w:r>
        <w:tab/>
        <w:t>2.025e0</w:t>
      </w:r>
    </w:p>
    <w:p w:rsidR="005B0461" w:rsidRDefault="005B0461" w:rsidP="005B0461">
      <w:r>
        <w:t>406.6346</w:t>
      </w:r>
      <w:r>
        <w:tab/>
        <w:t>1.013e0</w:t>
      </w:r>
    </w:p>
    <w:p w:rsidR="005B0461" w:rsidRDefault="005B0461" w:rsidP="005B0461">
      <w:r>
        <w:t>406.6668</w:t>
      </w:r>
      <w:r>
        <w:tab/>
        <w:t>3.038e0</w:t>
      </w:r>
    </w:p>
    <w:p w:rsidR="005B0461" w:rsidRDefault="005B0461" w:rsidP="005B0461">
      <w:r>
        <w:t>406.6835</w:t>
      </w:r>
      <w:r>
        <w:tab/>
        <w:t>3.038e0</w:t>
      </w:r>
    </w:p>
    <w:p w:rsidR="005B0461" w:rsidRDefault="005B0461" w:rsidP="005B0461">
      <w:r>
        <w:t>406.7204</w:t>
      </w:r>
      <w:r>
        <w:tab/>
        <w:t>3.038e0</w:t>
      </w:r>
    </w:p>
    <w:p w:rsidR="005B0461" w:rsidRDefault="005B0461" w:rsidP="005B0461">
      <w:r>
        <w:t>406.7448</w:t>
      </w:r>
      <w:r>
        <w:tab/>
        <w:t>2.025e0</w:t>
      </w:r>
    </w:p>
    <w:p w:rsidR="005B0461" w:rsidRDefault="005B0461" w:rsidP="005B0461">
      <w:r>
        <w:t>406.7808</w:t>
      </w:r>
      <w:r>
        <w:tab/>
        <w:t>2.025e0</w:t>
      </w:r>
    </w:p>
    <w:p w:rsidR="005B0461" w:rsidRDefault="005B0461" w:rsidP="005B0461">
      <w:r>
        <w:t>406.7933</w:t>
      </w:r>
      <w:r>
        <w:tab/>
        <w:t>1.013e0</w:t>
      </w:r>
    </w:p>
    <w:p w:rsidR="005B0461" w:rsidRDefault="005B0461" w:rsidP="005B0461">
      <w:r>
        <w:t>406.8069</w:t>
      </w:r>
      <w:r>
        <w:tab/>
        <w:t>1.013e0</w:t>
      </w:r>
    </w:p>
    <w:p w:rsidR="005B0461" w:rsidRDefault="005B0461" w:rsidP="005B0461">
      <w:r>
        <w:t>406.8363</w:t>
      </w:r>
      <w:r>
        <w:tab/>
        <w:t>2.025e0</w:t>
      </w:r>
    </w:p>
    <w:p w:rsidR="005B0461" w:rsidRDefault="005B0461" w:rsidP="005B0461">
      <w:r>
        <w:lastRenderedPageBreak/>
        <w:t>406.8429</w:t>
      </w:r>
      <w:r>
        <w:tab/>
        <w:t>1.013e0</w:t>
      </w:r>
    </w:p>
    <w:p w:rsidR="005B0461" w:rsidRDefault="005B0461" w:rsidP="005B0461">
      <w:r>
        <w:t>406.8644</w:t>
      </w:r>
      <w:r>
        <w:tab/>
        <w:t>3.038e0</w:t>
      </w:r>
    </w:p>
    <w:p w:rsidR="005B0461" w:rsidRDefault="005B0461" w:rsidP="005B0461">
      <w:r>
        <w:t>406.8881</w:t>
      </w:r>
      <w:r>
        <w:tab/>
        <w:t>2.025e0</w:t>
      </w:r>
    </w:p>
    <w:p w:rsidR="005B0461" w:rsidRDefault="005B0461" w:rsidP="005B0461">
      <w:r>
        <w:t>406.9142</w:t>
      </w:r>
      <w:r>
        <w:tab/>
        <w:t>2.025e0</w:t>
      </w:r>
    </w:p>
    <w:p w:rsidR="005B0461" w:rsidRDefault="005B0461" w:rsidP="005B0461">
      <w:r>
        <w:t>406.9422</w:t>
      </w:r>
      <w:r>
        <w:tab/>
        <w:t>3.038e0</w:t>
      </w:r>
    </w:p>
    <w:p w:rsidR="005B0461" w:rsidRDefault="005B0461" w:rsidP="005B0461">
      <w:r>
        <w:t>406.9498</w:t>
      </w:r>
      <w:r>
        <w:tab/>
        <w:t>2.025e0</w:t>
      </w:r>
    </w:p>
    <w:p w:rsidR="005B0461" w:rsidRDefault="005B0461" w:rsidP="005B0461">
      <w:r>
        <w:t>406.9567</w:t>
      </w:r>
      <w:r>
        <w:tab/>
        <w:t>1.013e0</w:t>
      </w:r>
    </w:p>
    <w:p w:rsidR="005B0461" w:rsidRDefault="005B0461" w:rsidP="005B0461">
      <w:r>
        <w:t>406.9939</w:t>
      </w:r>
      <w:r>
        <w:tab/>
        <w:t>4.678e0</w:t>
      </w:r>
    </w:p>
    <w:p w:rsidR="005B0461" w:rsidRDefault="005B0461" w:rsidP="005B0461">
      <w:r>
        <w:t>406.9959</w:t>
      </w:r>
      <w:r>
        <w:tab/>
        <w:t>2.025e0</w:t>
      </w:r>
    </w:p>
    <w:p w:rsidR="005B0461" w:rsidRDefault="005B0461" w:rsidP="005B0461">
      <w:r>
        <w:t>406.9999</w:t>
      </w:r>
      <w:r>
        <w:tab/>
        <w:t>3.038e0</w:t>
      </w:r>
    </w:p>
    <w:p w:rsidR="005B0461" w:rsidRDefault="005B0461" w:rsidP="005B0461">
      <w:r>
        <w:t>407.0020</w:t>
      </w:r>
      <w:r>
        <w:tab/>
        <w:t>3.021e0</w:t>
      </w:r>
    </w:p>
    <w:p w:rsidR="005B0461" w:rsidRDefault="005B0461" w:rsidP="005B0461">
      <w:r>
        <w:t>407.0384</w:t>
      </w:r>
      <w:r>
        <w:tab/>
        <w:t>1.145e0</w:t>
      </w:r>
    </w:p>
    <w:p w:rsidR="005B0461" w:rsidRDefault="005B0461" w:rsidP="005B0461">
      <w:r>
        <w:t>407.0475</w:t>
      </w:r>
      <w:r>
        <w:tab/>
        <w:t>1.661e0</w:t>
      </w:r>
    </w:p>
    <w:p w:rsidR="005B0461" w:rsidRDefault="005B0461" w:rsidP="005B0461">
      <w:r>
        <w:t>407.1108</w:t>
      </w:r>
      <w:r>
        <w:tab/>
        <w:t>3.038e0</w:t>
      </w:r>
    </w:p>
    <w:p w:rsidR="005B0461" w:rsidRDefault="005B0461" w:rsidP="005B0461">
      <w:r>
        <w:t>407.1188</w:t>
      </w:r>
      <w:r>
        <w:tab/>
        <w:t>5.448e0</w:t>
      </w:r>
    </w:p>
    <w:p w:rsidR="005B0461" w:rsidRDefault="005B0461" w:rsidP="005B0461">
      <w:r>
        <w:t>407.1254</w:t>
      </w:r>
      <w:r>
        <w:tab/>
        <w:t>4.482e0</w:t>
      </w:r>
    </w:p>
    <w:p w:rsidR="005B0461" w:rsidRDefault="005B0461" w:rsidP="005B0461">
      <w:r>
        <w:t>407.1526</w:t>
      </w:r>
      <w:r>
        <w:tab/>
        <w:t>1.013e0</w:t>
      </w:r>
    </w:p>
    <w:p w:rsidR="005B0461" w:rsidRDefault="005B0461" w:rsidP="005B0461">
      <w:r>
        <w:t>407.1825</w:t>
      </w:r>
      <w:r>
        <w:tab/>
        <w:t>3.275e0</w:t>
      </w:r>
    </w:p>
    <w:p w:rsidR="005B0461" w:rsidRDefault="005B0461" w:rsidP="005B0461">
      <w:r>
        <w:t>407.1913</w:t>
      </w:r>
      <w:r>
        <w:tab/>
        <w:t>2.025e0</w:t>
      </w:r>
    </w:p>
    <w:p w:rsidR="005B0461" w:rsidRDefault="005B0461" w:rsidP="005B0461">
      <w:r>
        <w:lastRenderedPageBreak/>
        <w:t>407.2320</w:t>
      </w:r>
      <w:r>
        <w:tab/>
        <w:t>4.051e0</w:t>
      </w:r>
    </w:p>
    <w:p w:rsidR="005B0461" w:rsidRDefault="005B0461" w:rsidP="005B0461">
      <w:r>
        <w:t>407.2344</w:t>
      </w:r>
      <w:r>
        <w:tab/>
        <w:t>1.548e0</w:t>
      </w:r>
    </w:p>
    <w:p w:rsidR="005B0461" w:rsidRDefault="005B0461" w:rsidP="005B0461">
      <w:r>
        <w:t>407.2431</w:t>
      </w:r>
      <w:r>
        <w:tab/>
        <w:t>3.038e0</w:t>
      </w:r>
    </w:p>
    <w:p w:rsidR="005B0461" w:rsidRDefault="005B0461" w:rsidP="005B0461">
      <w:r>
        <w:t>407.2828</w:t>
      </w:r>
      <w:r>
        <w:tab/>
        <w:t>2.534e0</w:t>
      </w:r>
    </w:p>
    <w:p w:rsidR="005B0461" w:rsidRDefault="005B0461" w:rsidP="005B0461">
      <w:r>
        <w:t>407.2944</w:t>
      </w:r>
      <w:r>
        <w:tab/>
        <w:t>2.745e0</w:t>
      </w:r>
    </w:p>
    <w:p w:rsidR="005B0461" w:rsidRDefault="005B0461" w:rsidP="005B0461">
      <w:r>
        <w:t>407.3300</w:t>
      </w:r>
      <w:r>
        <w:tab/>
        <w:t>2.711e0</w:t>
      </w:r>
    </w:p>
    <w:p w:rsidR="005B0461" w:rsidRDefault="005B0461" w:rsidP="005B0461">
      <w:r>
        <w:t>407.3378</w:t>
      </w:r>
      <w:r>
        <w:tab/>
        <w:t>3.038e0</w:t>
      </w:r>
    </w:p>
    <w:p w:rsidR="005B0461" w:rsidRDefault="005B0461" w:rsidP="005B0461">
      <w:r>
        <w:t>407.3518</w:t>
      </w:r>
      <w:r>
        <w:tab/>
        <w:t>2.025e0</w:t>
      </w:r>
    </w:p>
    <w:p w:rsidR="005B0461" w:rsidRDefault="005B0461" w:rsidP="005B0461">
      <w:r>
        <w:t>407.3548</w:t>
      </w:r>
      <w:r>
        <w:tab/>
        <w:t>1.258e0</w:t>
      </w:r>
    </w:p>
    <w:p w:rsidR="005B0461" w:rsidRDefault="005B0461" w:rsidP="005B0461">
      <w:r>
        <w:t>407.4177</w:t>
      </w:r>
      <w:r>
        <w:tab/>
        <w:t>1.013e0</w:t>
      </w:r>
    </w:p>
    <w:p w:rsidR="005B0461" w:rsidRDefault="005B0461" w:rsidP="005B0461">
      <w:r>
        <w:t>407.4227</w:t>
      </w:r>
      <w:r>
        <w:tab/>
        <w:t>1.013e0</w:t>
      </w:r>
    </w:p>
    <w:p w:rsidR="005B0461" w:rsidRDefault="005B0461" w:rsidP="005B0461">
      <w:r>
        <w:t>407.4393</w:t>
      </w:r>
      <w:r>
        <w:tab/>
        <w:t>1.013e0</w:t>
      </w:r>
    </w:p>
    <w:p w:rsidR="005B0461" w:rsidRDefault="005B0461" w:rsidP="005B0461">
      <w:r>
        <w:t>407.4752</w:t>
      </w:r>
      <w:r>
        <w:tab/>
        <w:t>1.013e0</w:t>
      </w:r>
    </w:p>
    <w:p w:rsidR="005B0461" w:rsidRDefault="005B0461" w:rsidP="005B0461">
      <w:r>
        <w:t>407.5188</w:t>
      </w:r>
      <w:r>
        <w:tab/>
        <w:t>3.038e0</w:t>
      </w:r>
    </w:p>
    <w:p w:rsidR="005B0461" w:rsidRDefault="005B0461" w:rsidP="005B0461">
      <w:r>
        <w:t>407.5207</w:t>
      </w:r>
      <w:r>
        <w:tab/>
        <w:t>2.025e0</w:t>
      </w:r>
    </w:p>
    <w:p w:rsidR="005B0461" w:rsidRDefault="005B0461" w:rsidP="005B0461">
      <w:r>
        <w:t>407.5785</w:t>
      </w:r>
      <w:r>
        <w:tab/>
        <w:t>2.025e0</w:t>
      </w:r>
    </w:p>
    <w:p w:rsidR="005B0461" w:rsidRDefault="005B0461" w:rsidP="005B0461">
      <w:r>
        <w:t>407.6132</w:t>
      </w:r>
      <w:r>
        <w:tab/>
        <w:t>2.025e0</w:t>
      </w:r>
    </w:p>
    <w:p w:rsidR="005B0461" w:rsidRDefault="005B0461" w:rsidP="005B0461">
      <w:r>
        <w:t>407.6368</w:t>
      </w:r>
      <w:r>
        <w:tab/>
        <w:t>3.038e0</w:t>
      </w:r>
    </w:p>
    <w:p w:rsidR="005B0461" w:rsidRDefault="005B0461" w:rsidP="005B0461">
      <w:r>
        <w:t>407.6792</w:t>
      </w:r>
      <w:r>
        <w:tab/>
        <w:t>1.013e0</w:t>
      </w:r>
    </w:p>
    <w:p w:rsidR="005B0461" w:rsidRDefault="005B0461" w:rsidP="005B0461">
      <w:r>
        <w:lastRenderedPageBreak/>
        <w:t>407.6948</w:t>
      </w:r>
      <w:r>
        <w:tab/>
        <w:t>2.025e0</w:t>
      </w:r>
    </w:p>
    <w:p w:rsidR="005B0461" w:rsidRDefault="005B0461" w:rsidP="005B0461">
      <w:r>
        <w:t>407.6987</w:t>
      </w:r>
      <w:r>
        <w:tab/>
        <w:t>2.025e0</w:t>
      </w:r>
    </w:p>
    <w:p w:rsidR="005B0461" w:rsidRDefault="005B0461" w:rsidP="005B0461">
      <w:r>
        <w:t>407.7394</w:t>
      </w:r>
      <w:r>
        <w:tab/>
        <w:t>1.013e0</w:t>
      </w:r>
    </w:p>
    <w:p w:rsidR="005B0461" w:rsidRDefault="005B0461" w:rsidP="005B0461">
      <w:r>
        <w:t>407.7576</w:t>
      </w:r>
      <w:r>
        <w:tab/>
        <w:t>2.025e0</w:t>
      </w:r>
    </w:p>
    <w:p w:rsidR="005B0461" w:rsidRDefault="005B0461" w:rsidP="005B0461">
      <w:r>
        <w:t>407.7646</w:t>
      </w:r>
      <w:r>
        <w:tab/>
        <w:t>1.013e0</w:t>
      </w:r>
    </w:p>
    <w:p w:rsidR="005B0461" w:rsidRDefault="005B0461" w:rsidP="005B0461">
      <w:r>
        <w:t>407.7895</w:t>
      </w:r>
      <w:r>
        <w:tab/>
        <w:t>2.025e0</w:t>
      </w:r>
    </w:p>
    <w:p w:rsidR="005B0461" w:rsidRDefault="005B0461" w:rsidP="005B0461">
      <w:r>
        <w:t>407.8073</w:t>
      </w:r>
      <w:r>
        <w:tab/>
        <w:t>1.013e0</w:t>
      </w:r>
    </w:p>
    <w:p w:rsidR="005B0461" w:rsidRDefault="005B0461" w:rsidP="005B0461">
      <w:r>
        <w:t>407.8133</w:t>
      </w:r>
      <w:r>
        <w:tab/>
        <w:t>1.013e0</w:t>
      </w:r>
    </w:p>
    <w:p w:rsidR="005B0461" w:rsidRDefault="005B0461" w:rsidP="005B0461">
      <w:r>
        <w:t>407.8462</w:t>
      </w:r>
      <w:r>
        <w:tab/>
        <w:t>2.025e0</w:t>
      </w:r>
    </w:p>
    <w:p w:rsidR="005B0461" w:rsidRDefault="005B0461" w:rsidP="005B0461">
      <w:r>
        <w:t>407.8569</w:t>
      </w:r>
      <w:r>
        <w:tab/>
        <w:t>2.025e0</w:t>
      </w:r>
    </w:p>
    <w:p w:rsidR="005B0461" w:rsidRDefault="005B0461" w:rsidP="005B0461">
      <w:r>
        <w:t>407.8658</w:t>
      </w:r>
      <w:r>
        <w:tab/>
        <w:t>2.025e0</w:t>
      </w:r>
    </w:p>
    <w:p w:rsidR="005B0461" w:rsidRDefault="005B0461" w:rsidP="005B0461">
      <w:r>
        <w:t>407.8694</w:t>
      </w:r>
      <w:r>
        <w:tab/>
        <w:t>2.025e0</w:t>
      </w:r>
    </w:p>
    <w:p w:rsidR="005B0461" w:rsidRDefault="005B0461" w:rsidP="005B0461">
      <w:r>
        <w:t>407.9280</w:t>
      </w:r>
      <w:r>
        <w:tab/>
        <w:t>3.038e0</w:t>
      </w:r>
    </w:p>
    <w:p w:rsidR="005B0461" w:rsidRDefault="005B0461" w:rsidP="005B0461">
      <w:r>
        <w:t>407.9406</w:t>
      </w:r>
      <w:r>
        <w:tab/>
        <w:t>2.025e0</w:t>
      </w:r>
    </w:p>
    <w:p w:rsidR="005B0461" w:rsidRDefault="005B0461" w:rsidP="005B0461">
      <w:r>
        <w:t>407.9886</w:t>
      </w:r>
      <w:r>
        <w:tab/>
        <w:t>2.319e1</w:t>
      </w:r>
    </w:p>
    <w:p w:rsidR="005B0461" w:rsidRDefault="005B0461" w:rsidP="005B0461">
      <w:r>
        <w:t>407.9901</w:t>
      </w:r>
      <w:r>
        <w:tab/>
        <w:t>3.035e1</w:t>
      </w:r>
    </w:p>
    <w:p w:rsidR="005B0461" w:rsidRDefault="005B0461" w:rsidP="005B0461">
      <w:r>
        <w:t>407.9946</w:t>
      </w:r>
      <w:r>
        <w:tab/>
        <w:t>2.365e1</w:t>
      </w:r>
    </w:p>
    <w:p w:rsidR="005B0461" w:rsidRDefault="005B0461" w:rsidP="005B0461">
      <w:r>
        <w:t>407.9995</w:t>
      </w:r>
      <w:r>
        <w:tab/>
        <w:t>1.321e1</w:t>
      </w:r>
    </w:p>
    <w:p w:rsidR="005B0461" w:rsidRDefault="005B0461" w:rsidP="005B0461">
      <w:r>
        <w:t>408.0628</w:t>
      </w:r>
      <w:r>
        <w:tab/>
        <w:t>2.692e0</w:t>
      </w:r>
    </w:p>
    <w:p w:rsidR="005B0461" w:rsidRDefault="005B0461" w:rsidP="005B0461">
      <w:r>
        <w:lastRenderedPageBreak/>
        <w:t>408.1078</w:t>
      </w:r>
      <w:r>
        <w:tab/>
        <w:t>4.941e0</w:t>
      </w:r>
    </w:p>
    <w:p w:rsidR="005B0461" w:rsidRDefault="005B0461" w:rsidP="005B0461">
      <w:r>
        <w:t>408.1157</w:t>
      </w:r>
      <w:r>
        <w:tab/>
        <w:t>1.013e0</w:t>
      </w:r>
    </w:p>
    <w:p w:rsidR="005B0461" w:rsidRDefault="005B0461" w:rsidP="005B0461">
      <w:r>
        <w:t>408.1451</w:t>
      </w:r>
      <w:r>
        <w:tab/>
        <w:t>3.038e0</w:t>
      </w:r>
    </w:p>
    <w:p w:rsidR="005B0461" w:rsidRDefault="005B0461" w:rsidP="005B0461">
      <w:r>
        <w:t>408.1604</w:t>
      </w:r>
      <w:r>
        <w:tab/>
        <w:t>2.025e0</w:t>
      </w:r>
    </w:p>
    <w:p w:rsidR="005B0461" w:rsidRDefault="005B0461" w:rsidP="005B0461">
      <w:r>
        <w:t>408.1695</w:t>
      </w:r>
      <w:r>
        <w:tab/>
        <w:t>2.025e0</w:t>
      </w:r>
    </w:p>
    <w:p w:rsidR="005B0461" w:rsidRDefault="005B0461" w:rsidP="005B0461">
      <w:r>
        <w:t>408.1970</w:t>
      </w:r>
      <w:r>
        <w:tab/>
        <w:t>2.025e0</w:t>
      </w:r>
    </w:p>
    <w:p w:rsidR="005B0461" w:rsidRDefault="005B0461" w:rsidP="005B0461">
      <w:r>
        <w:t>408.2057</w:t>
      </w:r>
      <w:r>
        <w:tab/>
        <w:t>1.013e0</w:t>
      </w:r>
    </w:p>
    <w:p w:rsidR="005B0461" w:rsidRDefault="005B0461" w:rsidP="005B0461">
      <w:r>
        <w:t>408.2080</w:t>
      </w:r>
      <w:r>
        <w:tab/>
        <w:t>1.924e0</w:t>
      </w:r>
    </w:p>
    <w:p w:rsidR="005B0461" w:rsidRDefault="005B0461" w:rsidP="005B0461">
      <w:r>
        <w:t>408.2376</w:t>
      </w:r>
      <w:r>
        <w:tab/>
        <w:t>1.429e0</w:t>
      </w:r>
    </w:p>
    <w:p w:rsidR="005B0461" w:rsidRDefault="005B0461" w:rsidP="005B0461">
      <w:r>
        <w:t>408.2535</w:t>
      </w:r>
      <w:r>
        <w:tab/>
        <w:t>3.546e0</w:t>
      </w:r>
    </w:p>
    <w:p w:rsidR="005B0461" w:rsidRDefault="005B0461" w:rsidP="005B0461">
      <w:r>
        <w:t>408.2640</w:t>
      </w:r>
      <w:r>
        <w:tab/>
        <w:t>2.025e0</w:t>
      </w:r>
    </w:p>
    <w:p w:rsidR="005B0461" w:rsidRDefault="005B0461" w:rsidP="005B0461">
      <w:r>
        <w:t>408.2893</w:t>
      </w:r>
      <w:r>
        <w:tab/>
        <w:t>2.025e0</w:t>
      </w:r>
    </w:p>
    <w:p w:rsidR="005B0461" w:rsidRDefault="005B0461" w:rsidP="005B0461">
      <w:r>
        <w:t>408.3088</w:t>
      </w:r>
      <w:r>
        <w:tab/>
        <w:t>3.859e0</w:t>
      </w:r>
    </w:p>
    <w:p w:rsidR="005B0461" w:rsidRDefault="005B0461" w:rsidP="005B0461">
      <w:r>
        <w:t>408.3145</w:t>
      </w:r>
      <w:r>
        <w:tab/>
        <w:t>6.626e0</w:t>
      </w:r>
    </w:p>
    <w:p w:rsidR="005B0461" w:rsidRDefault="005B0461" w:rsidP="005B0461">
      <w:r>
        <w:t>408.3284</w:t>
      </w:r>
      <w:r>
        <w:tab/>
        <w:t>2.025e0</w:t>
      </w:r>
    </w:p>
    <w:p w:rsidR="005B0461" w:rsidRDefault="005B0461" w:rsidP="005B0461">
      <w:r>
        <w:t>408.3318</w:t>
      </w:r>
      <w:r>
        <w:tab/>
        <w:t>2.025e0</w:t>
      </w:r>
    </w:p>
    <w:p w:rsidR="005B0461" w:rsidRDefault="005B0461" w:rsidP="005B0461">
      <w:r>
        <w:t>408.3598</w:t>
      </w:r>
      <w:r>
        <w:tab/>
        <w:t>4.104e0</w:t>
      </w:r>
    </w:p>
    <w:p w:rsidR="005B0461" w:rsidRDefault="005B0461" w:rsidP="005B0461">
      <w:r>
        <w:t>408.3777</w:t>
      </w:r>
      <w:r>
        <w:tab/>
        <w:t>6.145e0</w:t>
      </w:r>
    </w:p>
    <w:p w:rsidR="005B0461" w:rsidRDefault="005B0461" w:rsidP="005B0461">
      <w:r>
        <w:t>408.3862</w:t>
      </w:r>
      <w:r>
        <w:tab/>
        <w:t>9.114e0</w:t>
      </w:r>
    </w:p>
    <w:p w:rsidR="005B0461" w:rsidRDefault="005B0461" w:rsidP="005B0461">
      <w:r>
        <w:lastRenderedPageBreak/>
        <w:t>408.4155</w:t>
      </w:r>
      <w:r>
        <w:tab/>
        <w:t>3.038e0</w:t>
      </w:r>
    </w:p>
    <w:p w:rsidR="005B0461" w:rsidRDefault="005B0461" w:rsidP="005B0461">
      <w:r>
        <w:t>408.4447</w:t>
      </w:r>
      <w:r>
        <w:tab/>
        <w:t>5.355e0</w:t>
      </w:r>
    </w:p>
    <w:p w:rsidR="005B0461" w:rsidRDefault="005B0461" w:rsidP="005B0461">
      <w:r>
        <w:t>408.4903</w:t>
      </w:r>
      <w:r>
        <w:tab/>
        <w:t>1.013e0</w:t>
      </w:r>
    </w:p>
    <w:p w:rsidR="005B0461" w:rsidRDefault="005B0461" w:rsidP="005B0461">
      <w:r>
        <w:t>408.5022</w:t>
      </w:r>
      <w:r>
        <w:tab/>
        <w:t>3.038e0</w:t>
      </w:r>
    </w:p>
    <w:p w:rsidR="005B0461" w:rsidRDefault="005B0461" w:rsidP="005B0461">
      <w:r>
        <w:t>408.5454</w:t>
      </w:r>
      <w:r>
        <w:tab/>
        <w:t>5.063e0</w:t>
      </w:r>
    </w:p>
    <w:p w:rsidR="005B0461" w:rsidRDefault="005B0461" w:rsidP="005B0461">
      <w:r>
        <w:t>408.5991</w:t>
      </w:r>
      <w:r>
        <w:tab/>
        <w:t>2.352e0</w:t>
      </w:r>
    </w:p>
    <w:p w:rsidR="005B0461" w:rsidRDefault="005B0461" w:rsidP="005B0461">
      <w:r>
        <w:t>408.6018</w:t>
      </w:r>
      <w:r>
        <w:tab/>
        <w:t>4.051e0</w:t>
      </w:r>
    </w:p>
    <w:p w:rsidR="005B0461" w:rsidRDefault="005B0461" w:rsidP="005B0461">
      <w:r>
        <w:t>408.6148</w:t>
      </w:r>
      <w:r>
        <w:tab/>
        <w:t>2.025e0</w:t>
      </w:r>
    </w:p>
    <w:p w:rsidR="005B0461" w:rsidRDefault="005B0461" w:rsidP="005B0461">
      <w:r>
        <w:t>408.6284</w:t>
      </w:r>
      <w:r>
        <w:tab/>
        <w:t>3.038e0</w:t>
      </w:r>
    </w:p>
    <w:p w:rsidR="005B0461" w:rsidRDefault="005B0461" w:rsidP="005B0461">
      <w:r>
        <w:t>408.6506</w:t>
      </w:r>
      <w:r>
        <w:tab/>
        <w:t>1.013e0</w:t>
      </w:r>
    </w:p>
    <w:p w:rsidR="005B0461" w:rsidRDefault="005B0461" w:rsidP="005B0461">
      <w:r>
        <w:t>408.6860</w:t>
      </w:r>
      <w:r>
        <w:tab/>
        <w:t>6.076e0</w:t>
      </w:r>
    </w:p>
    <w:p w:rsidR="005B0461" w:rsidRDefault="005B0461" w:rsidP="005B0461">
      <w:r>
        <w:t>408.7210</w:t>
      </w:r>
      <w:r>
        <w:tab/>
        <w:t>2.025e0</w:t>
      </w:r>
    </w:p>
    <w:p w:rsidR="005B0461" w:rsidRDefault="005B0461" w:rsidP="005B0461">
      <w:r>
        <w:t>408.7585</w:t>
      </w:r>
      <w:r>
        <w:tab/>
        <w:t>4.051e0</w:t>
      </w:r>
    </w:p>
    <w:p w:rsidR="005B0461" w:rsidRDefault="005B0461" w:rsidP="005B0461">
      <w:r>
        <w:t>408.7621</w:t>
      </w:r>
      <w:r>
        <w:tab/>
        <w:t>2.025e0</w:t>
      </w:r>
    </w:p>
    <w:p w:rsidR="005B0461" w:rsidRDefault="005B0461" w:rsidP="005B0461">
      <w:r>
        <w:t>408.7787</w:t>
      </w:r>
      <w:r>
        <w:tab/>
        <w:t>1.013e0</w:t>
      </w:r>
    </w:p>
    <w:p w:rsidR="005B0461" w:rsidRDefault="005B0461" w:rsidP="005B0461">
      <w:r>
        <w:t>408.7859</w:t>
      </w:r>
      <w:r>
        <w:tab/>
        <w:t>1.013e0</w:t>
      </w:r>
    </w:p>
    <w:p w:rsidR="005B0461" w:rsidRDefault="005B0461" w:rsidP="005B0461">
      <w:r>
        <w:t>408.8141</w:t>
      </w:r>
      <w:r>
        <w:tab/>
        <w:t>2.025e0</w:t>
      </w:r>
    </w:p>
    <w:p w:rsidR="005B0461" w:rsidRDefault="005B0461" w:rsidP="005B0461">
      <w:r>
        <w:t>408.8436</w:t>
      </w:r>
      <w:r>
        <w:tab/>
        <w:t>1.013e0</w:t>
      </w:r>
    </w:p>
    <w:p w:rsidR="005B0461" w:rsidRDefault="005B0461" w:rsidP="005B0461">
      <w:r>
        <w:t>408.8531</w:t>
      </w:r>
      <w:r>
        <w:tab/>
        <w:t>3.038e0</w:t>
      </w:r>
    </w:p>
    <w:p w:rsidR="005B0461" w:rsidRDefault="005B0461" w:rsidP="005B0461">
      <w:r>
        <w:lastRenderedPageBreak/>
        <w:t>408.8653</w:t>
      </w:r>
      <w:r>
        <w:tab/>
        <w:t>2.025e0</w:t>
      </w:r>
    </w:p>
    <w:p w:rsidR="005B0461" w:rsidRDefault="005B0461" w:rsidP="005B0461">
      <w:r>
        <w:t>408.8917</w:t>
      </w:r>
      <w:r>
        <w:tab/>
        <w:t>5.419e0</w:t>
      </w:r>
    </w:p>
    <w:p w:rsidR="005B0461" w:rsidRDefault="005B0461" w:rsidP="005B0461">
      <w:r>
        <w:t>408.9145</w:t>
      </w:r>
      <w:r>
        <w:tab/>
        <w:t>3.038e0</w:t>
      </w:r>
    </w:p>
    <w:p w:rsidR="005B0461" w:rsidRDefault="005B0461" w:rsidP="005B0461">
      <w:r>
        <w:t>408.9192</w:t>
      </w:r>
      <w:r>
        <w:tab/>
        <w:t>3.722e0</w:t>
      </w:r>
    </w:p>
    <w:p w:rsidR="005B0461" w:rsidRDefault="005B0461" w:rsidP="005B0461">
      <w:r>
        <w:t>408.9741</w:t>
      </w:r>
      <w:r>
        <w:tab/>
        <w:t>5.684e0</w:t>
      </w:r>
    </w:p>
    <w:p w:rsidR="005B0461" w:rsidRDefault="005B0461" w:rsidP="005B0461">
      <w:r>
        <w:t>408.9858</w:t>
      </w:r>
      <w:r>
        <w:tab/>
        <w:t>8.648e0</w:t>
      </w:r>
    </w:p>
    <w:p w:rsidR="005B0461" w:rsidRDefault="005B0461" w:rsidP="005B0461">
      <w:r>
        <w:t>409.0618</w:t>
      </w:r>
      <w:r>
        <w:tab/>
        <w:t>3.294e3</w:t>
      </w:r>
    </w:p>
    <w:p w:rsidR="005B0461" w:rsidRDefault="005B0461" w:rsidP="005B0461">
      <w:r>
        <w:t>409.1718</w:t>
      </w:r>
      <w:r>
        <w:tab/>
        <w:t>1.823e1</w:t>
      </w:r>
    </w:p>
    <w:p w:rsidR="005B0461" w:rsidRDefault="005B0461" w:rsidP="005B0461">
      <w:r>
        <w:t>409.1866</w:t>
      </w:r>
      <w:r>
        <w:tab/>
        <w:t>1.574e1</w:t>
      </w:r>
    </w:p>
    <w:p w:rsidR="005B0461" w:rsidRDefault="005B0461" w:rsidP="005B0461">
      <w:r>
        <w:t>409.1933</w:t>
      </w:r>
      <w:r>
        <w:tab/>
        <w:t>1.056e1</w:t>
      </w:r>
    </w:p>
    <w:p w:rsidR="005B0461" w:rsidRDefault="005B0461" w:rsidP="005B0461">
      <w:r>
        <w:t>409.1949</w:t>
      </w:r>
      <w:r>
        <w:tab/>
        <w:t>1.105e1</w:t>
      </w:r>
    </w:p>
    <w:p w:rsidR="005B0461" w:rsidRDefault="005B0461" w:rsidP="005B0461">
      <w:r>
        <w:t>409.2266</w:t>
      </w:r>
      <w:r>
        <w:tab/>
        <w:t>6.286e0</w:t>
      </w:r>
    </w:p>
    <w:p w:rsidR="005B0461" w:rsidRDefault="005B0461" w:rsidP="005B0461">
      <w:r>
        <w:t>409.2488</w:t>
      </w:r>
      <w:r>
        <w:tab/>
        <w:t>8.048e0</w:t>
      </w:r>
    </w:p>
    <w:p w:rsidR="005B0461" w:rsidRDefault="005B0461" w:rsidP="005B0461">
      <w:r>
        <w:t>409.2967</w:t>
      </w:r>
      <w:r>
        <w:tab/>
        <w:t>9.104e0</w:t>
      </w:r>
    </w:p>
    <w:p w:rsidR="005B0461" w:rsidRDefault="005B0461" w:rsidP="005B0461">
      <w:r>
        <w:t>409.2997</w:t>
      </w:r>
      <w:r>
        <w:tab/>
        <w:t>4.051e0</w:t>
      </w:r>
    </w:p>
    <w:p w:rsidR="005B0461" w:rsidRDefault="005B0461" w:rsidP="005B0461">
      <w:r>
        <w:t>409.3410</w:t>
      </w:r>
      <w:r>
        <w:tab/>
        <w:t>4.361e0</w:t>
      </w:r>
    </w:p>
    <w:p w:rsidR="005B0461" w:rsidRDefault="005B0461" w:rsidP="005B0461">
      <w:r>
        <w:t>409.3564</w:t>
      </w:r>
      <w:r>
        <w:tab/>
        <w:t>5.063e0</w:t>
      </w:r>
    </w:p>
    <w:p w:rsidR="005B0461" w:rsidRDefault="005B0461" w:rsidP="005B0461">
      <w:r>
        <w:t>409.3584</w:t>
      </w:r>
      <w:r>
        <w:tab/>
        <w:t>2.025e0</w:t>
      </w:r>
    </w:p>
    <w:p w:rsidR="005B0461" w:rsidRDefault="005B0461" w:rsidP="005B0461">
      <w:r>
        <w:t>409.3700</w:t>
      </w:r>
      <w:r>
        <w:tab/>
        <w:t>3.038e0</w:t>
      </w:r>
    </w:p>
    <w:p w:rsidR="005B0461" w:rsidRDefault="005B0461" w:rsidP="005B0461">
      <w:r>
        <w:lastRenderedPageBreak/>
        <w:t>409.3935</w:t>
      </w:r>
      <w:r>
        <w:tab/>
        <w:t>4.051e0</w:t>
      </w:r>
    </w:p>
    <w:p w:rsidR="005B0461" w:rsidRDefault="005B0461" w:rsidP="005B0461">
      <w:r>
        <w:t>409.4118</w:t>
      </w:r>
      <w:r>
        <w:tab/>
        <w:t>3.417e0</w:t>
      </w:r>
    </w:p>
    <w:p w:rsidR="005B0461" w:rsidRDefault="005B0461" w:rsidP="005B0461">
      <w:r>
        <w:t>409.4153</w:t>
      </w:r>
      <w:r>
        <w:tab/>
        <w:t>5.063e0</w:t>
      </w:r>
    </w:p>
    <w:p w:rsidR="005B0461" w:rsidRDefault="005B0461" w:rsidP="005B0461">
      <w:r>
        <w:t>409.4625</w:t>
      </w:r>
      <w:r>
        <w:tab/>
        <w:t>8.422e0</w:t>
      </w:r>
    </w:p>
    <w:p w:rsidR="005B0461" w:rsidRDefault="005B0461" w:rsidP="005B0461">
      <w:r>
        <w:t>409.4719</w:t>
      </w:r>
      <w:r>
        <w:tab/>
        <w:t>2.025e0</w:t>
      </w:r>
    </w:p>
    <w:p w:rsidR="005B0461" w:rsidRDefault="005B0461" w:rsidP="005B0461">
      <w:r>
        <w:t>409.5123</w:t>
      </w:r>
      <w:r>
        <w:tab/>
        <w:t>4.051e0</w:t>
      </w:r>
    </w:p>
    <w:p w:rsidR="005B0461" w:rsidRDefault="005B0461" w:rsidP="005B0461">
      <w:r>
        <w:t>409.5187</w:t>
      </w:r>
      <w:r>
        <w:tab/>
        <w:t>3.038e0</w:t>
      </w:r>
    </w:p>
    <w:p w:rsidR="005B0461" w:rsidRDefault="005B0461" w:rsidP="005B0461">
      <w:r>
        <w:t>409.5293</w:t>
      </w:r>
      <w:r>
        <w:tab/>
        <w:t>4.051e0</w:t>
      </w:r>
    </w:p>
    <w:p w:rsidR="005B0461" w:rsidRDefault="005B0461" w:rsidP="005B0461">
      <w:r>
        <w:t>409.5569</w:t>
      </w:r>
      <w:r>
        <w:tab/>
        <w:t>2.025e0</w:t>
      </w:r>
    </w:p>
    <w:p w:rsidR="005B0461" w:rsidRDefault="005B0461" w:rsidP="005B0461">
      <w:r>
        <w:t>409.5841</w:t>
      </w:r>
      <w:r>
        <w:tab/>
        <w:t>2.025e0</w:t>
      </w:r>
    </w:p>
    <w:p w:rsidR="005B0461" w:rsidRDefault="005B0461" w:rsidP="005B0461">
      <w:r>
        <w:t>409.5936</w:t>
      </w:r>
      <w:r>
        <w:tab/>
        <w:t>1.013e0</w:t>
      </w:r>
    </w:p>
    <w:p w:rsidR="005B0461" w:rsidRDefault="005B0461" w:rsidP="005B0461">
      <w:r>
        <w:t>409.6030</w:t>
      </w:r>
      <w:r>
        <w:tab/>
        <w:t>3.038e0</w:t>
      </w:r>
    </w:p>
    <w:p w:rsidR="005B0461" w:rsidRDefault="005B0461" w:rsidP="005B0461">
      <w:r>
        <w:t>409.6272</w:t>
      </w:r>
      <w:r>
        <w:tab/>
        <w:t>2.025e0</w:t>
      </w:r>
    </w:p>
    <w:p w:rsidR="005B0461" w:rsidRDefault="005B0461" w:rsidP="005B0461">
      <w:r>
        <w:t>409.6303</w:t>
      </w:r>
      <w:r>
        <w:tab/>
        <w:t>3.365e0</w:t>
      </w:r>
    </w:p>
    <w:p w:rsidR="005B0461" w:rsidRDefault="005B0461" w:rsidP="005B0461">
      <w:r>
        <w:t>409.6629</w:t>
      </w:r>
      <w:r>
        <w:tab/>
        <w:t>4.051e0</w:t>
      </w:r>
    </w:p>
    <w:p w:rsidR="005B0461" w:rsidRDefault="005B0461" w:rsidP="005B0461">
      <w:r>
        <w:t>409.6672</w:t>
      </w:r>
      <w:r>
        <w:tab/>
        <w:t>3.447e0</w:t>
      </w:r>
    </w:p>
    <w:p w:rsidR="005B0461" w:rsidRDefault="005B0461" w:rsidP="005B0461">
      <w:r>
        <w:t>409.7073</w:t>
      </w:r>
      <w:r>
        <w:tab/>
        <w:t>1.985e0</w:t>
      </w:r>
    </w:p>
    <w:p w:rsidR="005B0461" w:rsidRDefault="005B0461" w:rsidP="005B0461">
      <w:r>
        <w:t>409.7153</w:t>
      </w:r>
      <w:r>
        <w:tab/>
        <w:t>3.038e0</w:t>
      </w:r>
    </w:p>
    <w:p w:rsidR="005B0461" w:rsidRDefault="005B0461" w:rsidP="005B0461">
      <w:r>
        <w:t>409.7173</w:t>
      </w:r>
      <w:r>
        <w:tab/>
        <w:t>1.013e0</w:t>
      </w:r>
    </w:p>
    <w:p w:rsidR="005B0461" w:rsidRDefault="005B0461" w:rsidP="005B0461">
      <w:r>
        <w:lastRenderedPageBreak/>
        <w:t>409.7459</w:t>
      </w:r>
      <w:r>
        <w:tab/>
        <w:t>7.089e0</w:t>
      </w:r>
    </w:p>
    <w:p w:rsidR="005B0461" w:rsidRDefault="005B0461" w:rsidP="005B0461">
      <w:r>
        <w:t>409.7582</w:t>
      </w:r>
      <w:r>
        <w:tab/>
        <w:t>2.025e0</w:t>
      </w:r>
    </w:p>
    <w:p w:rsidR="005B0461" w:rsidRDefault="005B0461" w:rsidP="005B0461">
      <w:r>
        <w:t>409.7895</w:t>
      </w:r>
      <w:r>
        <w:tab/>
        <w:t>1.013e0</w:t>
      </w:r>
    </w:p>
    <w:p w:rsidR="005B0461" w:rsidRDefault="005B0461" w:rsidP="005B0461">
      <w:r>
        <w:t>409.8073</w:t>
      </w:r>
      <w:r>
        <w:tab/>
        <w:t>1.013e0</w:t>
      </w:r>
    </w:p>
    <w:p w:rsidR="005B0461" w:rsidRDefault="005B0461" w:rsidP="005B0461">
      <w:r>
        <w:t>409.8354</w:t>
      </w:r>
      <w:r>
        <w:tab/>
        <w:t>9.932e0</w:t>
      </w:r>
    </w:p>
    <w:p w:rsidR="005B0461" w:rsidRDefault="005B0461" w:rsidP="005B0461">
      <w:r>
        <w:t>409.8521</w:t>
      </w:r>
      <w:r>
        <w:tab/>
        <w:t>3.038e0</w:t>
      </w:r>
    </w:p>
    <w:p w:rsidR="005B0461" w:rsidRDefault="005B0461" w:rsidP="005B0461">
      <w:r>
        <w:t>409.8570</w:t>
      </w:r>
      <w:r>
        <w:tab/>
        <w:t>2.025e0</w:t>
      </w:r>
    </w:p>
    <w:p w:rsidR="005B0461" w:rsidRDefault="005B0461" w:rsidP="005B0461">
      <w:r>
        <w:t>409.8726</w:t>
      </w:r>
      <w:r>
        <w:tab/>
        <w:t>2.025e0</w:t>
      </w:r>
    </w:p>
    <w:p w:rsidR="005B0461" w:rsidRDefault="005B0461" w:rsidP="005B0461">
      <w:r>
        <w:t>409.9089</w:t>
      </w:r>
      <w:r>
        <w:tab/>
        <w:t>2.025e0</w:t>
      </w:r>
    </w:p>
    <w:p w:rsidR="005B0461" w:rsidRDefault="005B0461" w:rsidP="005B0461">
      <w:r>
        <w:t>409.9155</w:t>
      </w:r>
      <w:r>
        <w:tab/>
        <w:t>4.051e0</w:t>
      </w:r>
    </w:p>
    <w:p w:rsidR="005B0461" w:rsidRDefault="005B0461" w:rsidP="005B0461">
      <w:r>
        <w:t>409.9230</w:t>
      </w:r>
      <w:r>
        <w:tab/>
        <w:t>4.051e0</w:t>
      </w:r>
    </w:p>
    <w:p w:rsidR="005B0461" w:rsidRDefault="005B0461" w:rsidP="005B0461">
      <w:r>
        <w:t>409.9926</w:t>
      </w:r>
      <w:r>
        <w:tab/>
        <w:t>5.864e0</w:t>
      </w:r>
    </w:p>
    <w:p w:rsidR="005B0461" w:rsidRDefault="005B0461" w:rsidP="005B0461">
      <w:r>
        <w:t>410.0662</w:t>
      </w:r>
      <w:r>
        <w:tab/>
        <w:t>3.400e2</w:t>
      </w:r>
    </w:p>
    <w:p w:rsidR="005B0461" w:rsidRDefault="005B0461" w:rsidP="005B0461">
      <w:r>
        <w:t>410.0686</w:t>
      </w:r>
      <w:r>
        <w:tab/>
        <w:t>3.649e2</w:t>
      </w:r>
    </w:p>
    <w:p w:rsidR="005B0461" w:rsidRDefault="005B0461" w:rsidP="005B0461">
      <w:r>
        <w:t>410.1567</w:t>
      </w:r>
      <w:r>
        <w:tab/>
        <w:t>3.038e0</w:t>
      </w:r>
    </w:p>
    <w:p w:rsidR="005B0461" w:rsidRDefault="005B0461" w:rsidP="005B0461">
      <w:r>
        <w:t>410.1888</w:t>
      </w:r>
      <w:r>
        <w:tab/>
        <w:t>7.952e0</w:t>
      </w:r>
    </w:p>
    <w:p w:rsidR="005B0461" w:rsidRDefault="005B0461" w:rsidP="005B0461">
      <w:r>
        <w:t>410.1962</w:t>
      </w:r>
      <w:r>
        <w:tab/>
        <w:t>8.379e0</w:t>
      </w:r>
    </w:p>
    <w:p w:rsidR="005B0461" w:rsidRDefault="005B0461" w:rsidP="005B0461">
      <w:r>
        <w:t>410.2010</w:t>
      </w:r>
      <w:r>
        <w:tab/>
        <w:t>3.038e0</w:t>
      </w:r>
    </w:p>
    <w:p w:rsidR="005B0461" w:rsidRDefault="005B0461" w:rsidP="005B0461">
      <w:r>
        <w:t>410.2103</w:t>
      </w:r>
      <w:r>
        <w:tab/>
        <w:t>6.324e0</w:t>
      </w:r>
    </w:p>
    <w:p w:rsidR="005B0461" w:rsidRDefault="005B0461" w:rsidP="005B0461">
      <w:r>
        <w:lastRenderedPageBreak/>
        <w:t>410.2906</w:t>
      </w:r>
      <w:r>
        <w:tab/>
        <w:t>5.921e0</w:t>
      </w:r>
    </w:p>
    <w:p w:rsidR="005B0461" w:rsidRDefault="005B0461" w:rsidP="005B0461">
      <w:r>
        <w:t>410.2922</w:t>
      </w:r>
      <w:r>
        <w:tab/>
        <w:t>2.307e0</w:t>
      </w:r>
    </w:p>
    <w:p w:rsidR="005B0461" w:rsidRDefault="005B0461" w:rsidP="005B0461">
      <w:r>
        <w:t>410.3114</w:t>
      </w:r>
      <w:r>
        <w:tab/>
        <w:t>3.038e0</w:t>
      </w:r>
    </w:p>
    <w:p w:rsidR="005B0461" w:rsidRDefault="005B0461" w:rsidP="005B0461">
      <w:r>
        <w:t>410.3465</w:t>
      </w:r>
      <w:r>
        <w:tab/>
        <w:t>1.013e0</w:t>
      </w:r>
    </w:p>
    <w:p w:rsidR="005B0461" w:rsidRDefault="005B0461" w:rsidP="005B0461">
      <w:r>
        <w:t>410.3566</w:t>
      </w:r>
      <w:r>
        <w:tab/>
        <w:t>3.092e0</w:t>
      </w:r>
    </w:p>
    <w:p w:rsidR="005B0461" w:rsidRDefault="005B0461" w:rsidP="005B0461">
      <w:r>
        <w:t>410.3616</w:t>
      </w:r>
      <w:r>
        <w:tab/>
        <w:t>5.427e0</w:t>
      </w:r>
    </w:p>
    <w:p w:rsidR="005B0461" w:rsidRDefault="005B0461" w:rsidP="005B0461">
      <w:r>
        <w:t>410.3872</w:t>
      </w:r>
      <w:r>
        <w:tab/>
        <w:t>3.038e0</w:t>
      </w:r>
    </w:p>
    <w:p w:rsidR="005B0461" w:rsidRDefault="005B0461" w:rsidP="005B0461">
      <w:r>
        <w:t>410.4132</w:t>
      </w:r>
      <w:r>
        <w:tab/>
        <w:t>5.063e0</w:t>
      </w:r>
    </w:p>
    <w:p w:rsidR="005B0461" w:rsidRDefault="005B0461" w:rsidP="005B0461">
      <w:r>
        <w:t>410.4182</w:t>
      </w:r>
      <w:r>
        <w:tab/>
        <w:t>4.663e0</w:t>
      </w:r>
    </w:p>
    <w:p w:rsidR="005B0461" w:rsidRDefault="005B0461" w:rsidP="005B0461">
      <w:r>
        <w:t>410.4215</w:t>
      </w:r>
      <w:r>
        <w:tab/>
        <w:t>3.038e0</w:t>
      </w:r>
    </w:p>
    <w:p w:rsidR="005B0461" w:rsidRDefault="005B0461" w:rsidP="005B0461">
      <w:r>
        <w:t>410.4398</w:t>
      </w:r>
      <w:r>
        <w:tab/>
        <w:t>4.051e0</w:t>
      </w:r>
    </w:p>
    <w:p w:rsidR="005B0461" w:rsidRDefault="005B0461" w:rsidP="005B0461">
      <w:r>
        <w:t>410.4597</w:t>
      </w:r>
      <w:r>
        <w:tab/>
        <w:t>3.038e0</w:t>
      </w:r>
    </w:p>
    <w:p w:rsidR="005B0461" w:rsidRDefault="005B0461" w:rsidP="005B0461">
      <w:r>
        <w:t>410.5191</w:t>
      </w:r>
      <w:r>
        <w:tab/>
        <w:t>1.013e0</w:t>
      </w:r>
    </w:p>
    <w:p w:rsidR="005B0461" w:rsidRDefault="005B0461" w:rsidP="005B0461">
      <w:r>
        <w:t>410.5238</w:t>
      </w:r>
      <w:r>
        <w:tab/>
        <w:t>2.025e0</w:t>
      </w:r>
    </w:p>
    <w:p w:rsidR="005B0461" w:rsidRDefault="005B0461" w:rsidP="005B0461">
      <w:r>
        <w:t>410.5491</w:t>
      </w:r>
      <w:r>
        <w:tab/>
        <w:t>2.025e0</w:t>
      </w:r>
    </w:p>
    <w:p w:rsidR="005B0461" w:rsidRDefault="005B0461" w:rsidP="005B0461">
      <w:r>
        <w:t>410.5725</w:t>
      </w:r>
      <w:r>
        <w:tab/>
        <w:t>2.025e0</w:t>
      </w:r>
    </w:p>
    <w:p w:rsidR="005B0461" w:rsidRDefault="005B0461" w:rsidP="005B0461">
      <w:r>
        <w:t>410.5814</w:t>
      </w:r>
      <w:r>
        <w:tab/>
        <w:t>6.076e0</w:t>
      </w:r>
    </w:p>
    <w:p w:rsidR="005B0461" w:rsidRDefault="005B0461" w:rsidP="005B0461">
      <w:r>
        <w:t>410.6055</w:t>
      </w:r>
      <w:r>
        <w:tab/>
        <w:t>3.038e0</w:t>
      </w:r>
    </w:p>
    <w:p w:rsidR="005B0461" w:rsidRDefault="005B0461" w:rsidP="005B0461">
      <w:r>
        <w:t>410.6433</w:t>
      </w:r>
      <w:r>
        <w:tab/>
        <w:t>2.025e0</w:t>
      </w:r>
    </w:p>
    <w:p w:rsidR="005B0461" w:rsidRDefault="005B0461" w:rsidP="005B0461">
      <w:r>
        <w:lastRenderedPageBreak/>
        <w:t>410.6578</w:t>
      </w:r>
      <w:r>
        <w:tab/>
        <w:t>1.013e0</w:t>
      </w:r>
    </w:p>
    <w:p w:rsidR="005B0461" w:rsidRDefault="005B0461" w:rsidP="005B0461">
      <w:r>
        <w:t>410.6590</w:t>
      </w:r>
      <w:r>
        <w:tab/>
        <w:t>3.038e0</w:t>
      </w:r>
    </w:p>
    <w:p w:rsidR="005B0461" w:rsidRDefault="005B0461" w:rsidP="005B0461">
      <w:r>
        <w:t>410.6794</w:t>
      </w:r>
      <w:r>
        <w:tab/>
        <w:t>4.051e0</w:t>
      </w:r>
    </w:p>
    <w:p w:rsidR="005B0461" w:rsidRDefault="005B0461" w:rsidP="005B0461">
      <w:r>
        <w:t>410.7056</w:t>
      </w:r>
      <w:r>
        <w:tab/>
        <w:t>2.025e0</w:t>
      </w:r>
    </w:p>
    <w:p w:rsidR="005B0461" w:rsidRDefault="005B0461" w:rsidP="005B0461">
      <w:r>
        <w:t>410.7133</w:t>
      </w:r>
      <w:r>
        <w:tab/>
        <w:t>3.038e0</w:t>
      </w:r>
    </w:p>
    <w:p w:rsidR="005B0461" w:rsidRDefault="005B0461" w:rsidP="005B0461">
      <w:r>
        <w:t>410.7258</w:t>
      </w:r>
      <w:r>
        <w:tab/>
        <w:t>4.051e0</w:t>
      </w:r>
    </w:p>
    <w:p w:rsidR="005B0461" w:rsidRDefault="005B0461" w:rsidP="005B0461">
      <w:r>
        <w:t>410.7664</w:t>
      </w:r>
      <w:r>
        <w:tab/>
        <w:t>1.013e0</w:t>
      </w:r>
    </w:p>
    <w:p w:rsidR="005B0461" w:rsidRDefault="005B0461" w:rsidP="005B0461">
      <w:r>
        <w:t>410.7762</w:t>
      </w:r>
      <w:r>
        <w:tab/>
        <w:t>3.417e0</w:t>
      </w:r>
    </w:p>
    <w:p w:rsidR="005B0461" w:rsidRDefault="005B0461" w:rsidP="005B0461">
      <w:r>
        <w:t>410.7932</w:t>
      </w:r>
      <w:r>
        <w:tab/>
        <w:t>2.025e0</w:t>
      </w:r>
    </w:p>
    <w:p w:rsidR="005B0461" w:rsidRDefault="005B0461" w:rsidP="005B0461">
      <w:r>
        <w:t>410.8026</w:t>
      </w:r>
      <w:r>
        <w:tab/>
        <w:t>1.013e0</w:t>
      </w:r>
    </w:p>
    <w:p w:rsidR="005B0461" w:rsidRDefault="005B0461" w:rsidP="005B0461">
      <w:r>
        <w:t>410.8286</w:t>
      </w:r>
      <w:r>
        <w:tab/>
        <w:t>5.063e0</w:t>
      </w:r>
    </w:p>
    <w:p w:rsidR="005B0461" w:rsidRDefault="005B0461" w:rsidP="005B0461">
      <w:r>
        <w:t>410.8895</w:t>
      </w:r>
      <w:r>
        <w:tab/>
        <w:t>2.025e0</w:t>
      </w:r>
    </w:p>
    <w:p w:rsidR="005B0461" w:rsidRDefault="005B0461" w:rsidP="005B0461">
      <w:r>
        <w:t>410.9013</w:t>
      </w:r>
      <w:r>
        <w:tab/>
        <w:t>3.038e0</w:t>
      </w:r>
    </w:p>
    <w:p w:rsidR="005B0461" w:rsidRDefault="005B0461" w:rsidP="005B0461">
      <w:r>
        <w:t>410.9098</w:t>
      </w:r>
      <w:r>
        <w:tab/>
        <w:t>3.038e0</w:t>
      </w:r>
    </w:p>
    <w:p w:rsidR="005B0461" w:rsidRDefault="005B0461" w:rsidP="005B0461">
      <w:r>
        <w:t>410.9113</w:t>
      </w:r>
      <w:r>
        <w:tab/>
        <w:t>1.013e0</w:t>
      </w:r>
    </w:p>
    <w:p w:rsidR="005B0461" w:rsidRDefault="005B0461" w:rsidP="005B0461">
      <w:r>
        <w:t>410.9427</w:t>
      </w:r>
      <w:r>
        <w:tab/>
        <w:t>3.676e0</w:t>
      </w:r>
    </w:p>
    <w:p w:rsidR="005B0461" w:rsidRDefault="005B0461" w:rsidP="005B0461">
      <w:r>
        <w:t>411.0603</w:t>
      </w:r>
      <w:r>
        <w:tab/>
        <w:t>3.393e3</w:t>
      </w:r>
    </w:p>
    <w:p w:rsidR="005B0461" w:rsidRDefault="005B0461" w:rsidP="005B0461">
      <w:r>
        <w:t>411.1683</w:t>
      </w:r>
      <w:r>
        <w:tab/>
        <w:t>4.799e0</w:t>
      </w:r>
    </w:p>
    <w:p w:rsidR="005B0461" w:rsidRDefault="005B0461" w:rsidP="005B0461">
      <w:r>
        <w:t>411.1832</w:t>
      </w:r>
      <w:r>
        <w:tab/>
        <w:t>4.051e0</w:t>
      </w:r>
    </w:p>
    <w:p w:rsidR="005B0461" w:rsidRDefault="005B0461" w:rsidP="005B0461">
      <w:r>
        <w:lastRenderedPageBreak/>
        <w:t>411.1877</w:t>
      </w:r>
      <w:r>
        <w:tab/>
        <w:t>1.215e1</w:t>
      </w:r>
    </w:p>
    <w:p w:rsidR="005B0461" w:rsidRDefault="005B0461" w:rsidP="005B0461">
      <w:r>
        <w:t>411.1948</w:t>
      </w:r>
      <w:r>
        <w:tab/>
        <w:t>9.648e0</w:t>
      </w:r>
    </w:p>
    <w:p w:rsidR="005B0461" w:rsidRDefault="005B0461" w:rsidP="005B0461">
      <w:r>
        <w:t>411.2336</w:t>
      </w:r>
      <w:r>
        <w:tab/>
        <w:t>3.775e0</w:t>
      </w:r>
    </w:p>
    <w:p w:rsidR="005B0461" w:rsidRDefault="005B0461" w:rsidP="005B0461">
      <w:r>
        <w:t>411.2424</w:t>
      </w:r>
      <w:r>
        <w:tab/>
        <w:t>4.051e0</w:t>
      </w:r>
    </w:p>
    <w:p w:rsidR="005B0461" w:rsidRDefault="005B0461" w:rsidP="005B0461">
      <w:r>
        <w:t>411.2442</w:t>
      </w:r>
      <w:r>
        <w:tab/>
        <w:t>7.016e0</w:t>
      </w:r>
    </w:p>
    <w:p w:rsidR="005B0461" w:rsidRDefault="005B0461" w:rsidP="005B0461">
      <w:r>
        <w:t>411.2542</w:t>
      </w:r>
      <w:r>
        <w:tab/>
        <w:t>3.813e0</w:t>
      </w:r>
    </w:p>
    <w:p w:rsidR="005B0461" w:rsidRDefault="005B0461" w:rsidP="005B0461">
      <w:r>
        <w:t>411.3122</w:t>
      </w:r>
      <w:r>
        <w:tab/>
        <w:t>2.964e0</w:t>
      </w:r>
    </w:p>
    <w:p w:rsidR="005B0461" w:rsidRDefault="005B0461" w:rsidP="005B0461">
      <w:r>
        <w:t>411.3432</w:t>
      </w:r>
      <w:r>
        <w:tab/>
        <w:t>7.089e0</w:t>
      </w:r>
    </w:p>
    <w:p w:rsidR="005B0461" w:rsidRDefault="005B0461" w:rsidP="005B0461">
      <w:r>
        <w:t>411.3580</w:t>
      </w:r>
      <w:r>
        <w:tab/>
        <w:t>4.051e0</w:t>
      </w:r>
    </w:p>
    <w:p w:rsidR="005B0461" w:rsidRDefault="005B0461" w:rsidP="005B0461">
      <w:r>
        <w:t>411.3621</w:t>
      </w:r>
      <w:r>
        <w:tab/>
        <w:t>3.870e0</w:t>
      </w:r>
    </w:p>
    <w:p w:rsidR="005B0461" w:rsidRDefault="005B0461" w:rsidP="005B0461">
      <w:r>
        <w:t>411.3669</w:t>
      </w:r>
      <w:r>
        <w:tab/>
        <w:t>2.927e0</w:t>
      </w:r>
    </w:p>
    <w:p w:rsidR="005B0461" w:rsidRDefault="005B0461" w:rsidP="005B0461">
      <w:r>
        <w:t>411.4130</w:t>
      </w:r>
      <w:r>
        <w:tab/>
        <w:t>5.063e0</w:t>
      </w:r>
    </w:p>
    <w:p w:rsidR="005B0461" w:rsidRDefault="005B0461" w:rsidP="005B0461">
      <w:r>
        <w:t>411.4422</w:t>
      </w:r>
      <w:r>
        <w:tab/>
        <w:t>2.025e0</w:t>
      </w:r>
    </w:p>
    <w:p w:rsidR="005B0461" w:rsidRDefault="005B0461" w:rsidP="005B0461">
      <w:r>
        <w:t>411.4449</w:t>
      </w:r>
      <w:r>
        <w:tab/>
        <w:t>1.013e0</w:t>
      </w:r>
    </w:p>
    <w:p w:rsidR="005B0461" w:rsidRDefault="005B0461" w:rsidP="005B0461">
      <w:r>
        <w:t>411.4659</w:t>
      </w:r>
      <w:r>
        <w:tab/>
        <w:t>2.025e0</w:t>
      </w:r>
    </w:p>
    <w:p w:rsidR="005B0461" w:rsidRDefault="005B0461" w:rsidP="005B0461">
      <w:r>
        <w:t>411.4789</w:t>
      </w:r>
      <w:r>
        <w:tab/>
        <w:t>5.063e0</w:t>
      </w:r>
    </w:p>
    <w:p w:rsidR="005B0461" w:rsidRDefault="005B0461" w:rsidP="005B0461">
      <w:r>
        <w:t>411.4914</w:t>
      </w:r>
      <w:r>
        <w:tab/>
        <w:t>2.216e0</w:t>
      </w:r>
    </w:p>
    <w:p w:rsidR="005B0461" w:rsidRDefault="005B0461" w:rsidP="005B0461">
      <w:r>
        <w:t>411.5055</w:t>
      </w:r>
      <w:r>
        <w:tab/>
        <w:t>1.013e0</w:t>
      </w:r>
    </w:p>
    <w:p w:rsidR="005B0461" w:rsidRDefault="005B0461" w:rsidP="005B0461">
      <w:r>
        <w:t>411.5375</w:t>
      </w:r>
      <w:r>
        <w:tab/>
        <w:t>2.025e0</w:t>
      </w:r>
    </w:p>
    <w:p w:rsidR="005B0461" w:rsidRDefault="005B0461" w:rsidP="005B0461">
      <w:r>
        <w:lastRenderedPageBreak/>
        <w:t>411.5438</w:t>
      </w:r>
      <w:r>
        <w:tab/>
        <w:t>4.051e0</w:t>
      </w:r>
    </w:p>
    <w:p w:rsidR="005B0461" w:rsidRDefault="005B0461" w:rsidP="005B0461">
      <w:r>
        <w:t>411.5493</w:t>
      </w:r>
      <w:r>
        <w:tab/>
        <w:t>2.025e0</w:t>
      </w:r>
    </w:p>
    <w:p w:rsidR="005B0461" w:rsidRDefault="005B0461" w:rsidP="005B0461">
      <w:r>
        <w:t>411.5515</w:t>
      </w:r>
      <w:r>
        <w:tab/>
        <w:t>4.051e0</w:t>
      </w:r>
    </w:p>
    <w:p w:rsidR="005B0461" w:rsidRDefault="005B0461" w:rsidP="005B0461">
      <w:r>
        <w:t>411.5894</w:t>
      </w:r>
      <w:r>
        <w:tab/>
        <w:t>2.025e0</w:t>
      </w:r>
    </w:p>
    <w:p w:rsidR="005B0461" w:rsidRDefault="005B0461" w:rsidP="005B0461">
      <w:r>
        <w:t>411.5962</w:t>
      </w:r>
      <w:r>
        <w:tab/>
        <w:t>3.038e0</w:t>
      </w:r>
    </w:p>
    <w:p w:rsidR="005B0461" w:rsidRDefault="005B0461" w:rsidP="005B0461">
      <w:r>
        <w:t>411.6016</w:t>
      </w:r>
      <w:r>
        <w:tab/>
        <w:t>2.025e0</w:t>
      </w:r>
    </w:p>
    <w:p w:rsidR="005B0461" w:rsidRDefault="005B0461" w:rsidP="005B0461">
      <w:r>
        <w:t>411.6035</w:t>
      </w:r>
      <w:r>
        <w:tab/>
        <w:t>2.025e0</w:t>
      </w:r>
    </w:p>
    <w:p w:rsidR="005B0461" w:rsidRDefault="005B0461" w:rsidP="005B0461">
      <w:r>
        <w:t>411.6336</w:t>
      </w:r>
      <w:r>
        <w:tab/>
        <w:t>4.051e0</w:t>
      </w:r>
    </w:p>
    <w:p w:rsidR="005B0461" w:rsidRDefault="005B0461" w:rsidP="005B0461">
      <w:r>
        <w:t>411.6635</w:t>
      </w:r>
      <w:r>
        <w:tab/>
        <w:t>4.051e0</w:t>
      </w:r>
    </w:p>
    <w:p w:rsidR="005B0461" w:rsidRDefault="005B0461" w:rsidP="005B0461">
      <w:r>
        <w:t>411.6873</w:t>
      </w:r>
      <w:r>
        <w:tab/>
        <w:t>1.013e0</w:t>
      </w:r>
    </w:p>
    <w:p w:rsidR="005B0461" w:rsidRDefault="005B0461" w:rsidP="005B0461">
      <w:r>
        <w:t>411.7104</w:t>
      </w:r>
      <w:r>
        <w:tab/>
        <w:t>2.845e0</w:t>
      </w:r>
    </w:p>
    <w:p w:rsidR="005B0461" w:rsidRDefault="005B0461" w:rsidP="005B0461">
      <w:r>
        <w:t>411.7411</w:t>
      </w:r>
      <w:r>
        <w:tab/>
        <w:t>4.051e0</w:t>
      </w:r>
    </w:p>
    <w:p w:rsidR="005B0461" w:rsidRDefault="005B0461" w:rsidP="005B0461">
      <w:r>
        <w:t>411.7461</w:t>
      </w:r>
      <w:r>
        <w:tab/>
        <w:t>2.025e0</w:t>
      </w:r>
    </w:p>
    <w:p w:rsidR="005B0461" w:rsidRDefault="005B0461" w:rsidP="005B0461">
      <w:r>
        <w:t>411.7980</w:t>
      </w:r>
      <w:r>
        <w:tab/>
        <w:t>6.076e0</w:t>
      </w:r>
    </w:p>
    <w:p w:rsidR="005B0461" w:rsidRDefault="005B0461" w:rsidP="005B0461">
      <w:r>
        <w:t>411.7998</w:t>
      </w:r>
      <w:r>
        <w:tab/>
        <w:t>5.063e0</w:t>
      </w:r>
    </w:p>
    <w:p w:rsidR="005B0461" w:rsidRDefault="005B0461" w:rsidP="005B0461">
      <w:r>
        <w:t>411.8084</w:t>
      </w:r>
      <w:r>
        <w:tab/>
        <w:t>2.025e0</w:t>
      </w:r>
    </w:p>
    <w:p w:rsidR="005B0461" w:rsidRDefault="005B0461" w:rsidP="005B0461">
      <w:r>
        <w:t>411.8499</w:t>
      </w:r>
      <w:r>
        <w:tab/>
        <w:t>2.025e0</w:t>
      </w:r>
    </w:p>
    <w:p w:rsidR="005B0461" w:rsidRDefault="005B0461" w:rsidP="005B0461">
      <w:r>
        <w:t>411.8586</w:t>
      </w:r>
      <w:r>
        <w:tab/>
        <w:t>4.051e0</w:t>
      </w:r>
    </w:p>
    <w:p w:rsidR="005B0461" w:rsidRDefault="005B0461" w:rsidP="005B0461">
      <w:r>
        <w:t>411.8646</w:t>
      </w:r>
      <w:r>
        <w:tab/>
        <w:t>4.051e0</w:t>
      </w:r>
    </w:p>
    <w:p w:rsidR="005B0461" w:rsidRDefault="005B0461" w:rsidP="005B0461">
      <w:r>
        <w:lastRenderedPageBreak/>
        <w:t>411.8736</w:t>
      </w:r>
      <w:r>
        <w:tab/>
        <w:t>4.051e0</w:t>
      </w:r>
    </w:p>
    <w:p w:rsidR="005B0461" w:rsidRDefault="005B0461" w:rsidP="005B0461">
      <w:r>
        <w:t>411.9221</w:t>
      </w:r>
      <w:r>
        <w:tab/>
        <w:t>7.089e0</w:t>
      </w:r>
    </w:p>
    <w:p w:rsidR="005B0461" w:rsidRDefault="005B0461" w:rsidP="005B0461">
      <w:r>
        <w:t>411.9300</w:t>
      </w:r>
      <w:r>
        <w:tab/>
        <w:t>4.051e0</w:t>
      </w:r>
    </w:p>
    <w:p w:rsidR="005B0461" w:rsidRDefault="005B0461" w:rsidP="005B0461">
      <w:r>
        <w:t>411.9516</w:t>
      </w:r>
      <w:r>
        <w:tab/>
        <w:t>4.051e0</w:t>
      </w:r>
    </w:p>
    <w:p w:rsidR="005B0461" w:rsidRDefault="005B0461" w:rsidP="005B0461">
      <w:r>
        <w:t>411.9966</w:t>
      </w:r>
      <w:r>
        <w:tab/>
        <w:t>8.058e0</w:t>
      </w:r>
    </w:p>
    <w:p w:rsidR="005B0461" w:rsidRDefault="005B0461" w:rsidP="005B0461">
      <w:r>
        <w:t>412.0630</w:t>
      </w:r>
      <w:r>
        <w:tab/>
        <w:t>3.367e2</w:t>
      </w:r>
    </w:p>
    <w:p w:rsidR="005B0461" w:rsidRDefault="005B0461" w:rsidP="005B0461">
      <w:r>
        <w:t>412.0644</w:t>
      </w:r>
      <w:r>
        <w:tab/>
        <w:t>2.163e2</w:t>
      </w:r>
    </w:p>
    <w:p w:rsidR="005B0461" w:rsidRDefault="005B0461" w:rsidP="005B0461">
      <w:r>
        <w:t>412.0659</w:t>
      </w:r>
      <w:r>
        <w:tab/>
        <w:t>2.104e2</w:t>
      </w:r>
    </w:p>
    <w:p w:rsidR="005B0461" w:rsidRDefault="005B0461" w:rsidP="005B0461">
      <w:r>
        <w:t>412.1508</w:t>
      </w:r>
      <w:r>
        <w:tab/>
        <w:t>5.059e0</w:t>
      </w:r>
    </w:p>
    <w:p w:rsidR="005B0461" w:rsidRDefault="005B0461" w:rsidP="005B0461">
      <w:r>
        <w:t>412.1907</w:t>
      </w:r>
      <w:r>
        <w:tab/>
        <w:t>6.415e0</w:t>
      </w:r>
    </w:p>
    <w:p w:rsidR="005B0461" w:rsidRDefault="005B0461" w:rsidP="005B0461">
      <w:r>
        <w:t>412.1971</w:t>
      </w:r>
      <w:r>
        <w:tab/>
        <w:t>4.051e0</w:t>
      </w:r>
    </w:p>
    <w:p w:rsidR="005B0461" w:rsidRDefault="005B0461" w:rsidP="005B0461">
      <w:r>
        <w:t>412.2353</w:t>
      </w:r>
      <w:r>
        <w:tab/>
        <w:t>6.076e0</w:t>
      </w:r>
    </w:p>
    <w:p w:rsidR="005B0461" w:rsidRDefault="005B0461" w:rsidP="005B0461">
      <w:r>
        <w:t>412.2650</w:t>
      </w:r>
      <w:r>
        <w:tab/>
        <w:t>3.038e0</w:t>
      </w:r>
    </w:p>
    <w:p w:rsidR="005B0461" w:rsidRDefault="005B0461" w:rsidP="005B0461">
      <w:r>
        <w:t>412.2779</w:t>
      </w:r>
      <w:r>
        <w:tab/>
        <w:t>1.208e0</w:t>
      </w:r>
    </w:p>
    <w:p w:rsidR="005B0461" w:rsidRDefault="005B0461" w:rsidP="005B0461">
      <w:r>
        <w:t>412.2801</w:t>
      </w:r>
      <w:r>
        <w:tab/>
        <w:t>2.869e0</w:t>
      </w:r>
    </w:p>
    <w:p w:rsidR="005B0461" w:rsidRDefault="005B0461" w:rsidP="005B0461">
      <w:r>
        <w:t>412.3111</w:t>
      </w:r>
      <w:r>
        <w:tab/>
        <w:t>4.051e0</w:t>
      </w:r>
    </w:p>
    <w:p w:rsidR="005B0461" w:rsidRDefault="005B0461" w:rsidP="005B0461">
      <w:r>
        <w:t>412.3157</w:t>
      </w:r>
      <w:r>
        <w:tab/>
        <w:t>1.660e0</w:t>
      </w:r>
    </w:p>
    <w:p w:rsidR="005B0461" w:rsidRDefault="005B0461" w:rsidP="005B0461">
      <w:r>
        <w:t>412.3462</w:t>
      </w:r>
      <w:r>
        <w:tab/>
        <w:t>3.708e0</w:t>
      </w:r>
    </w:p>
    <w:p w:rsidR="005B0461" w:rsidRDefault="005B0461" w:rsidP="005B0461">
      <w:r>
        <w:t>412.3650</w:t>
      </w:r>
      <w:r>
        <w:tab/>
        <w:t>7.089e0</w:t>
      </w:r>
    </w:p>
    <w:p w:rsidR="005B0461" w:rsidRDefault="005B0461" w:rsidP="005B0461">
      <w:r>
        <w:lastRenderedPageBreak/>
        <w:t>412.3766</w:t>
      </w:r>
      <w:r>
        <w:tab/>
        <w:t>3.038e0</w:t>
      </w:r>
    </w:p>
    <w:p w:rsidR="005B0461" w:rsidRDefault="005B0461" w:rsidP="005B0461">
      <w:r>
        <w:t>412.3944</w:t>
      </w:r>
      <w:r>
        <w:tab/>
        <w:t>5.262e0</w:t>
      </w:r>
    </w:p>
    <w:p w:rsidR="005B0461" w:rsidRDefault="005B0461" w:rsidP="005B0461">
      <w:r>
        <w:t>412.4160</w:t>
      </w:r>
      <w:r>
        <w:tab/>
        <w:t>3.038e0</w:t>
      </w:r>
    </w:p>
    <w:p w:rsidR="005B0461" w:rsidRDefault="005B0461" w:rsidP="005B0461">
      <w:r>
        <w:t>412.4493</w:t>
      </w:r>
      <w:r>
        <w:tab/>
        <w:t>1.013e0</w:t>
      </w:r>
    </w:p>
    <w:p w:rsidR="005B0461" w:rsidRDefault="005B0461" w:rsidP="005B0461">
      <w:r>
        <w:t>412.4706</w:t>
      </w:r>
      <w:r>
        <w:tab/>
        <w:t>1.013e0</w:t>
      </w:r>
    </w:p>
    <w:p w:rsidR="005B0461" w:rsidRDefault="005B0461" w:rsidP="005B0461">
      <w:r>
        <w:t>412.5078</w:t>
      </w:r>
      <w:r>
        <w:tab/>
        <w:t>3.038e0</w:t>
      </w:r>
    </w:p>
    <w:p w:rsidR="005B0461" w:rsidRDefault="005B0461" w:rsidP="005B0461">
      <w:r>
        <w:t>412.5199</w:t>
      </w:r>
      <w:r>
        <w:tab/>
        <w:t>2.025e0</w:t>
      </w:r>
    </w:p>
    <w:p w:rsidR="005B0461" w:rsidRDefault="005B0461" w:rsidP="005B0461">
      <w:r>
        <w:t>412.5303</w:t>
      </w:r>
      <w:r>
        <w:tab/>
        <w:t>4.051e0</w:t>
      </w:r>
    </w:p>
    <w:p w:rsidR="005B0461" w:rsidRDefault="005B0461" w:rsidP="005B0461">
      <w:r>
        <w:t>412.5561</w:t>
      </w:r>
      <w:r>
        <w:tab/>
        <w:t>1.013e0</w:t>
      </w:r>
    </w:p>
    <w:p w:rsidR="005B0461" w:rsidRDefault="005B0461" w:rsidP="005B0461">
      <w:r>
        <w:t>412.5598</w:t>
      </w:r>
      <w:r>
        <w:tab/>
        <w:t>1.013e0</w:t>
      </w:r>
    </w:p>
    <w:p w:rsidR="005B0461" w:rsidRDefault="005B0461" w:rsidP="005B0461">
      <w:r>
        <w:t>412.5883</w:t>
      </w:r>
      <w:r>
        <w:tab/>
        <w:t>1.013e0</w:t>
      </w:r>
    </w:p>
    <w:p w:rsidR="005B0461" w:rsidRDefault="005B0461" w:rsidP="005B0461">
      <w:r>
        <w:t>412.6247</w:t>
      </w:r>
      <w:r>
        <w:tab/>
        <w:t>1.013e0</w:t>
      </w:r>
    </w:p>
    <w:p w:rsidR="005B0461" w:rsidRDefault="005B0461" w:rsidP="005B0461">
      <w:r>
        <w:t>412.6292</w:t>
      </w:r>
      <w:r>
        <w:tab/>
        <w:t>2.025e0</w:t>
      </w:r>
    </w:p>
    <w:p w:rsidR="005B0461" w:rsidRDefault="005B0461" w:rsidP="005B0461">
      <w:r>
        <w:t>412.6472</w:t>
      </w:r>
      <w:r>
        <w:tab/>
        <w:t>2.025e0</w:t>
      </w:r>
    </w:p>
    <w:p w:rsidR="005B0461" w:rsidRDefault="005B0461" w:rsidP="005B0461">
      <w:r>
        <w:t>412.6696</w:t>
      </w:r>
      <w:r>
        <w:tab/>
        <w:t>3.083e0</w:t>
      </w:r>
    </w:p>
    <w:p w:rsidR="005B0461" w:rsidRDefault="005B0461" w:rsidP="005B0461">
      <w:r>
        <w:t>412.7193</w:t>
      </w:r>
      <w:r>
        <w:tab/>
        <w:t>1.013e0</w:t>
      </w:r>
    </w:p>
    <w:p w:rsidR="005B0461" w:rsidRDefault="005B0461" w:rsidP="005B0461">
      <w:r>
        <w:t>412.7237</w:t>
      </w:r>
      <w:r>
        <w:tab/>
        <w:t>3.038e0</w:t>
      </w:r>
    </w:p>
    <w:p w:rsidR="005B0461" w:rsidRDefault="005B0461" w:rsidP="005B0461">
      <w:r>
        <w:t>412.7272</w:t>
      </w:r>
      <w:r>
        <w:tab/>
        <w:t>1.013e0</w:t>
      </w:r>
    </w:p>
    <w:p w:rsidR="005B0461" w:rsidRDefault="005B0461" w:rsidP="005B0461">
      <w:r>
        <w:t>412.7585</w:t>
      </w:r>
      <w:r>
        <w:tab/>
        <w:t>2.025e0</w:t>
      </w:r>
    </w:p>
    <w:p w:rsidR="005B0461" w:rsidRDefault="005B0461" w:rsidP="005B0461">
      <w:r>
        <w:lastRenderedPageBreak/>
        <w:t>412.7702</w:t>
      </w:r>
      <w:r>
        <w:tab/>
        <w:t>1.013e0</w:t>
      </w:r>
    </w:p>
    <w:p w:rsidR="005B0461" w:rsidRDefault="005B0461" w:rsidP="005B0461">
      <w:r>
        <w:t>412.8044</w:t>
      </w:r>
      <w:r>
        <w:tab/>
        <w:t>4.051e0</w:t>
      </w:r>
    </w:p>
    <w:p w:rsidR="005B0461" w:rsidRDefault="005B0461" w:rsidP="005B0461">
      <w:r>
        <w:t>412.8412</w:t>
      </w:r>
      <w:r>
        <w:tab/>
        <w:t>2.025e0</w:t>
      </w:r>
    </w:p>
    <w:p w:rsidR="005B0461" w:rsidRDefault="005B0461" w:rsidP="005B0461">
      <w:r>
        <w:t>412.8634</w:t>
      </w:r>
      <w:r>
        <w:tab/>
        <w:t>3.038e0</w:t>
      </w:r>
    </w:p>
    <w:p w:rsidR="005B0461" w:rsidRDefault="005B0461" w:rsidP="005B0461">
      <w:r>
        <w:t>412.8821</w:t>
      </w:r>
      <w:r>
        <w:tab/>
        <w:t>2.025e0</w:t>
      </w:r>
    </w:p>
    <w:p w:rsidR="005B0461" w:rsidRDefault="005B0461" w:rsidP="005B0461">
      <w:r>
        <w:t>412.9124</w:t>
      </w:r>
      <w:r>
        <w:tab/>
        <w:t>1.013e0</w:t>
      </w:r>
    </w:p>
    <w:p w:rsidR="005B0461" w:rsidRDefault="005B0461" w:rsidP="005B0461">
      <w:r>
        <w:t>412.9143</w:t>
      </w:r>
      <w:r>
        <w:tab/>
        <w:t>3.038e0</w:t>
      </w:r>
    </w:p>
    <w:p w:rsidR="005B0461" w:rsidRDefault="005B0461" w:rsidP="005B0461">
      <w:r>
        <w:t>412.9558</w:t>
      </w:r>
      <w:r>
        <w:tab/>
        <w:t>2.025e0</w:t>
      </w:r>
    </w:p>
    <w:p w:rsidR="005B0461" w:rsidRDefault="005B0461" w:rsidP="005B0461">
      <w:r>
        <w:t>412.9671</w:t>
      </w:r>
      <w:r>
        <w:tab/>
        <w:t>2.642e0</w:t>
      </w:r>
    </w:p>
    <w:p w:rsidR="005B0461" w:rsidRDefault="005B0461" w:rsidP="005B0461">
      <w:r>
        <w:t>412.9834</w:t>
      </w:r>
      <w:r>
        <w:tab/>
        <w:t>2.656e0</w:t>
      </w:r>
    </w:p>
    <w:p w:rsidR="005B0461" w:rsidRDefault="005B0461" w:rsidP="005B0461">
      <w:r>
        <w:t>413.0573</w:t>
      </w:r>
      <w:r>
        <w:tab/>
        <w:t>3.990e1</w:t>
      </w:r>
    </w:p>
    <w:p w:rsidR="005B0461" w:rsidRDefault="005B0461" w:rsidP="005B0461">
      <w:r>
        <w:t>413.0584</w:t>
      </w:r>
      <w:r>
        <w:tab/>
        <w:t>4.577e1</w:t>
      </w:r>
    </w:p>
    <w:p w:rsidR="005B0461" w:rsidRDefault="005B0461" w:rsidP="005B0461">
      <w:r>
        <w:t>413.0648</w:t>
      </w:r>
      <w:r>
        <w:tab/>
        <w:t>7.729e1</w:t>
      </w:r>
    </w:p>
    <w:p w:rsidR="005B0461" w:rsidRDefault="005B0461" w:rsidP="005B0461">
      <w:r>
        <w:t>413.0662</w:t>
      </w:r>
      <w:r>
        <w:tab/>
        <w:t>7.086e1</w:t>
      </w:r>
    </w:p>
    <w:p w:rsidR="005B0461" w:rsidRDefault="005B0461" w:rsidP="005B0461">
      <w:r>
        <w:t>413.1352</w:t>
      </w:r>
      <w:r>
        <w:tab/>
        <w:t>6.901e0</w:t>
      </w:r>
    </w:p>
    <w:p w:rsidR="005B0461" w:rsidRDefault="005B0461" w:rsidP="005B0461">
      <w:r>
        <w:t>413.1590</w:t>
      </w:r>
      <w:r>
        <w:tab/>
        <w:t>4.051e0</w:t>
      </w:r>
    </w:p>
    <w:p w:rsidR="005B0461" w:rsidRDefault="005B0461" w:rsidP="005B0461">
      <w:r>
        <w:t>413.1676</w:t>
      </w:r>
      <w:r>
        <w:tab/>
        <w:t>4.029e0</w:t>
      </w:r>
    </w:p>
    <w:p w:rsidR="005B0461" w:rsidRDefault="005B0461" w:rsidP="005B0461">
      <w:r>
        <w:t>413.2037</w:t>
      </w:r>
      <w:r>
        <w:tab/>
        <w:t>3.478e0</w:t>
      </w:r>
    </w:p>
    <w:p w:rsidR="005B0461" w:rsidRDefault="005B0461" w:rsidP="005B0461">
      <w:r>
        <w:t>413.2077</w:t>
      </w:r>
      <w:r>
        <w:tab/>
        <w:t>2.770e0</w:t>
      </w:r>
    </w:p>
    <w:p w:rsidR="005B0461" w:rsidRDefault="005B0461" w:rsidP="005B0461">
      <w:r>
        <w:lastRenderedPageBreak/>
        <w:t>413.2171</w:t>
      </w:r>
      <w:r>
        <w:tab/>
        <w:t>3.038e0</w:t>
      </w:r>
    </w:p>
    <w:p w:rsidR="005B0461" w:rsidRDefault="005B0461" w:rsidP="005B0461">
      <w:r>
        <w:t>413.2385</w:t>
      </w:r>
      <w:r>
        <w:tab/>
        <w:t>3.099e0</w:t>
      </w:r>
    </w:p>
    <w:p w:rsidR="005B0461" w:rsidRDefault="005B0461" w:rsidP="005B0461">
      <w:r>
        <w:t>413.2405</w:t>
      </w:r>
      <w:r>
        <w:tab/>
        <w:t>1.669e0</w:t>
      </w:r>
    </w:p>
    <w:p w:rsidR="005B0461" w:rsidRDefault="005B0461" w:rsidP="005B0461">
      <w:r>
        <w:t>413.3158</w:t>
      </w:r>
      <w:r>
        <w:tab/>
        <w:t>6.076e0</w:t>
      </w:r>
    </w:p>
    <w:p w:rsidR="005B0461" w:rsidRDefault="005B0461" w:rsidP="005B0461">
      <w:r>
        <w:t>413.3276</w:t>
      </w:r>
      <w:r>
        <w:tab/>
        <w:t>6.858e0</w:t>
      </w:r>
    </w:p>
    <w:p w:rsidR="005B0461" w:rsidRDefault="005B0461" w:rsidP="005B0461">
      <w:r>
        <w:t>413.3340</w:t>
      </w:r>
      <w:r>
        <w:tab/>
        <w:t>6.076e0</w:t>
      </w:r>
    </w:p>
    <w:p w:rsidR="005B0461" w:rsidRDefault="005B0461" w:rsidP="005B0461">
      <w:r>
        <w:t>413.3352</w:t>
      </w:r>
      <w:r>
        <w:tab/>
        <w:t>4.051e0</w:t>
      </w:r>
    </w:p>
    <w:p w:rsidR="005B0461" w:rsidRDefault="005B0461" w:rsidP="005B0461">
      <w:r>
        <w:t>413.3614</w:t>
      </w:r>
      <w:r>
        <w:tab/>
        <w:t>3.136e0</w:t>
      </w:r>
    </w:p>
    <w:p w:rsidR="005B0461" w:rsidRDefault="005B0461" w:rsidP="005B0461">
      <w:r>
        <w:t>413.3778</w:t>
      </w:r>
      <w:r>
        <w:tab/>
        <w:t>1.973e0</w:t>
      </w:r>
    </w:p>
    <w:p w:rsidR="005B0461" w:rsidRDefault="005B0461" w:rsidP="005B0461">
      <w:r>
        <w:t>413.4037</w:t>
      </w:r>
      <w:r>
        <w:tab/>
        <w:t>1.013e0</w:t>
      </w:r>
    </w:p>
    <w:p w:rsidR="005B0461" w:rsidRDefault="005B0461" w:rsidP="005B0461">
      <w:r>
        <w:t>413.4086</w:t>
      </w:r>
      <w:r>
        <w:tab/>
        <w:t>4.051e0</w:t>
      </w:r>
    </w:p>
    <w:p w:rsidR="005B0461" w:rsidRDefault="005B0461" w:rsidP="005B0461">
      <w:r>
        <w:t>413.4209</w:t>
      </w:r>
      <w:r>
        <w:tab/>
        <w:t>2.025e0</w:t>
      </w:r>
    </w:p>
    <w:p w:rsidR="005B0461" w:rsidRDefault="005B0461" w:rsidP="005B0461">
      <w:r>
        <w:t>413.4432</w:t>
      </w:r>
      <w:r>
        <w:tab/>
        <w:t>2.025e0</w:t>
      </w:r>
    </w:p>
    <w:p w:rsidR="005B0461" w:rsidRDefault="005B0461" w:rsidP="005B0461">
      <w:r>
        <w:t>413.4595</w:t>
      </w:r>
      <w:r>
        <w:tab/>
        <w:t>2.025e0</w:t>
      </w:r>
    </w:p>
    <w:p w:rsidR="005B0461" w:rsidRDefault="005B0461" w:rsidP="005B0461">
      <w:r>
        <w:t>413.4715</w:t>
      </w:r>
      <w:r>
        <w:tab/>
        <w:t>2.025e0</w:t>
      </w:r>
    </w:p>
    <w:p w:rsidR="005B0461" w:rsidRDefault="005B0461" w:rsidP="005B0461">
      <w:r>
        <w:t>413.5057</w:t>
      </w:r>
      <w:r>
        <w:tab/>
        <w:t>1.013e0</w:t>
      </w:r>
    </w:p>
    <w:p w:rsidR="005B0461" w:rsidRDefault="005B0461" w:rsidP="005B0461">
      <w:r>
        <w:t>413.5351</w:t>
      </w:r>
      <w:r>
        <w:tab/>
        <w:t>3.038e0</w:t>
      </w:r>
    </w:p>
    <w:p w:rsidR="005B0461" w:rsidRDefault="005B0461" w:rsidP="005B0461">
      <w:r>
        <w:t>413.5491</w:t>
      </w:r>
      <w:r>
        <w:tab/>
        <w:t>3.038e0</w:t>
      </w:r>
    </w:p>
    <w:p w:rsidR="005B0461" w:rsidRDefault="005B0461" w:rsidP="005B0461">
      <w:r>
        <w:t>413.6039</w:t>
      </w:r>
      <w:r>
        <w:tab/>
        <w:t>3.038e0</w:t>
      </w:r>
    </w:p>
    <w:p w:rsidR="005B0461" w:rsidRDefault="005B0461" w:rsidP="005B0461">
      <w:r>
        <w:lastRenderedPageBreak/>
        <w:t>413.6552</w:t>
      </w:r>
      <w:r>
        <w:tab/>
        <w:t>2.025e0</w:t>
      </w:r>
    </w:p>
    <w:p w:rsidR="005B0461" w:rsidRDefault="005B0461" w:rsidP="005B0461">
      <w:r>
        <w:t>413.6911</w:t>
      </w:r>
      <w:r>
        <w:tab/>
        <w:t>2.025e0</w:t>
      </w:r>
    </w:p>
    <w:p w:rsidR="005B0461" w:rsidRDefault="005B0461" w:rsidP="005B0461">
      <w:r>
        <w:t>413.7258</w:t>
      </w:r>
      <w:r>
        <w:tab/>
        <w:t>2.025e0</w:t>
      </w:r>
    </w:p>
    <w:p w:rsidR="005B0461" w:rsidRDefault="005B0461" w:rsidP="005B0461">
      <w:r>
        <w:t>413.7294</w:t>
      </w:r>
      <w:r>
        <w:tab/>
        <w:t>3.038e0</w:t>
      </w:r>
    </w:p>
    <w:p w:rsidR="005B0461" w:rsidRDefault="005B0461" w:rsidP="005B0461">
      <w:r>
        <w:t>413.7444</w:t>
      </w:r>
      <w:r>
        <w:tab/>
        <w:t>4.051e0</w:t>
      </w:r>
    </w:p>
    <w:p w:rsidR="005B0461" w:rsidRDefault="005B0461" w:rsidP="005B0461">
      <w:r>
        <w:t>413.7608</w:t>
      </w:r>
      <w:r>
        <w:tab/>
        <w:t>1.013e0</w:t>
      </w:r>
    </w:p>
    <w:p w:rsidR="005B0461" w:rsidRDefault="005B0461" w:rsidP="005B0461">
      <w:r>
        <w:t>413.8046</w:t>
      </w:r>
      <w:r>
        <w:tab/>
        <w:t>1.013e0</w:t>
      </w:r>
    </w:p>
    <w:p w:rsidR="005B0461" w:rsidRDefault="005B0461" w:rsidP="005B0461">
      <w:r>
        <w:t>413.8101</w:t>
      </w:r>
      <w:r>
        <w:tab/>
        <w:t>1.013e0</w:t>
      </w:r>
    </w:p>
    <w:p w:rsidR="005B0461" w:rsidRDefault="005B0461" w:rsidP="005B0461">
      <w:r>
        <w:t>413.8484</w:t>
      </w:r>
      <w:r>
        <w:tab/>
        <w:t>1.013e0</w:t>
      </w:r>
    </w:p>
    <w:p w:rsidR="005B0461" w:rsidRDefault="005B0461" w:rsidP="005B0461">
      <w:r>
        <w:t>413.8528</w:t>
      </w:r>
      <w:r>
        <w:tab/>
        <w:t>1.013e0</w:t>
      </w:r>
    </w:p>
    <w:p w:rsidR="005B0461" w:rsidRDefault="005B0461" w:rsidP="005B0461">
      <w:r>
        <w:t>413.8914</w:t>
      </w:r>
      <w:r>
        <w:tab/>
        <w:t>1.879e0</w:t>
      </w:r>
    </w:p>
    <w:p w:rsidR="005B0461" w:rsidRDefault="005B0461" w:rsidP="005B0461">
      <w:r>
        <w:t>413.8957</w:t>
      </w:r>
      <w:r>
        <w:tab/>
        <w:t>3.038e0</w:t>
      </w:r>
    </w:p>
    <w:p w:rsidR="005B0461" w:rsidRDefault="005B0461" w:rsidP="005B0461">
      <w:r>
        <w:t>413.9282</w:t>
      </w:r>
      <w:r>
        <w:tab/>
        <w:t>4.051e0</w:t>
      </w:r>
    </w:p>
    <w:p w:rsidR="005B0461" w:rsidRDefault="005B0461" w:rsidP="005B0461">
      <w:r>
        <w:t>413.9595</w:t>
      </w:r>
      <w:r>
        <w:tab/>
        <w:t>3.038e0</w:t>
      </w:r>
    </w:p>
    <w:p w:rsidR="005B0461" w:rsidRDefault="005B0461" w:rsidP="005B0461">
      <w:r>
        <w:t>414.0139</w:t>
      </w:r>
      <w:r>
        <w:tab/>
        <w:t>4.666e0</w:t>
      </w:r>
    </w:p>
    <w:p w:rsidR="005B0461" w:rsidRDefault="005B0461" w:rsidP="005B0461">
      <w:r>
        <w:t>414.0529</w:t>
      </w:r>
      <w:r>
        <w:tab/>
        <w:t>3.544e0</w:t>
      </w:r>
    </w:p>
    <w:p w:rsidR="005B0461" w:rsidRDefault="005B0461" w:rsidP="005B0461">
      <w:r>
        <w:t>414.0546</w:t>
      </w:r>
      <w:r>
        <w:tab/>
        <w:t>3.251e0</w:t>
      </w:r>
    </w:p>
    <w:p w:rsidR="005B0461" w:rsidRDefault="005B0461" w:rsidP="005B0461">
      <w:r>
        <w:t>414.0639</w:t>
      </w:r>
      <w:r>
        <w:tab/>
        <w:t>1.038e1</w:t>
      </w:r>
    </w:p>
    <w:p w:rsidR="005B0461" w:rsidRDefault="005B0461" w:rsidP="005B0461">
      <w:r>
        <w:t>414.0667</w:t>
      </w:r>
      <w:r>
        <w:tab/>
        <w:t>1.464e1</w:t>
      </w:r>
    </w:p>
    <w:p w:rsidR="005B0461" w:rsidRDefault="005B0461" w:rsidP="005B0461">
      <w:r>
        <w:lastRenderedPageBreak/>
        <w:t>414.1083</w:t>
      </w:r>
      <w:r>
        <w:tab/>
        <w:t>1.215e0</w:t>
      </w:r>
    </w:p>
    <w:p w:rsidR="005B0461" w:rsidRDefault="005B0461" w:rsidP="005B0461">
      <w:r>
        <w:t>414.1110</w:t>
      </w:r>
      <w:r>
        <w:tab/>
        <w:t>2.025e0</w:t>
      </w:r>
    </w:p>
    <w:p w:rsidR="005B0461" w:rsidRDefault="005B0461" w:rsidP="005B0461">
      <w:r>
        <w:t>414.1400</w:t>
      </w:r>
      <w:r>
        <w:tab/>
        <w:t>5.063e0</w:t>
      </w:r>
    </w:p>
    <w:p w:rsidR="005B0461" w:rsidRDefault="005B0461" w:rsidP="005B0461">
      <w:r>
        <w:t>414.1593</w:t>
      </w:r>
      <w:r>
        <w:tab/>
        <w:t>8.101e0</w:t>
      </w:r>
    </w:p>
    <w:p w:rsidR="005B0461" w:rsidRDefault="005B0461" w:rsidP="005B0461">
      <w:r>
        <w:t>414.1698</w:t>
      </w:r>
      <w:r>
        <w:tab/>
        <w:t>9.114e0</w:t>
      </w:r>
    </w:p>
    <w:p w:rsidR="005B0461" w:rsidRDefault="005B0461" w:rsidP="005B0461">
      <w:r>
        <w:t>414.2010</w:t>
      </w:r>
      <w:r>
        <w:tab/>
        <w:t>1.772e0</w:t>
      </w:r>
    </w:p>
    <w:p w:rsidR="005B0461" w:rsidRDefault="005B0461" w:rsidP="005B0461">
      <w:r>
        <w:t>414.2183</w:t>
      </w:r>
      <w:r>
        <w:tab/>
        <w:t>3.655e0</w:t>
      </w:r>
    </w:p>
    <w:p w:rsidR="005B0461" w:rsidRDefault="005B0461" w:rsidP="005B0461">
      <w:r>
        <w:t>414.2589</w:t>
      </w:r>
      <w:r>
        <w:tab/>
        <w:t>2.025e0</w:t>
      </w:r>
    </w:p>
    <w:p w:rsidR="005B0461" w:rsidRDefault="005B0461" w:rsidP="005B0461">
      <w:r>
        <w:t>414.2666</w:t>
      </w:r>
      <w:r>
        <w:tab/>
        <w:t>3.430e0</w:t>
      </w:r>
    </w:p>
    <w:p w:rsidR="005B0461" w:rsidRDefault="005B0461" w:rsidP="005B0461">
      <w:r>
        <w:t>414.2721</w:t>
      </w:r>
      <w:r>
        <w:tab/>
        <w:t>1.267e0</w:t>
      </w:r>
    </w:p>
    <w:p w:rsidR="005B0461" w:rsidRDefault="005B0461" w:rsidP="005B0461">
      <w:r>
        <w:t>414.3202</w:t>
      </w:r>
      <w:r>
        <w:tab/>
        <w:t>1.904e0</w:t>
      </w:r>
    </w:p>
    <w:p w:rsidR="005B0461" w:rsidRDefault="005B0461" w:rsidP="005B0461">
      <w:r>
        <w:t>414.3479</w:t>
      </w:r>
      <w:r>
        <w:tab/>
        <w:t>3.038e0</w:t>
      </w:r>
    </w:p>
    <w:p w:rsidR="005B0461" w:rsidRDefault="005B0461" w:rsidP="005B0461">
      <w:r>
        <w:t>414.3538</w:t>
      </w:r>
      <w:r>
        <w:tab/>
        <w:t>3.866e0</w:t>
      </w:r>
    </w:p>
    <w:p w:rsidR="005B0461" w:rsidRDefault="005B0461" w:rsidP="005B0461">
      <w:r>
        <w:t>414.3836</w:t>
      </w:r>
      <w:r>
        <w:tab/>
        <w:t>4.540e0</w:t>
      </w:r>
    </w:p>
    <w:p w:rsidR="005B0461" w:rsidRDefault="005B0461" w:rsidP="005B0461">
      <w:r>
        <w:t>414.3912</w:t>
      </w:r>
      <w:r>
        <w:tab/>
        <w:t>8.101e0</w:t>
      </w:r>
    </w:p>
    <w:p w:rsidR="005B0461" w:rsidRDefault="005B0461" w:rsidP="005B0461">
      <w:r>
        <w:t>414.3925</w:t>
      </w:r>
      <w:r>
        <w:tab/>
        <w:t>2.025e0</w:t>
      </w:r>
    </w:p>
    <w:p w:rsidR="005B0461" w:rsidRDefault="005B0461" w:rsidP="005B0461">
      <w:r>
        <w:t>414.4366</w:t>
      </w:r>
      <w:r>
        <w:tab/>
        <w:t>4.051e0</w:t>
      </w:r>
    </w:p>
    <w:p w:rsidR="005B0461" w:rsidRDefault="005B0461" w:rsidP="005B0461">
      <w:r>
        <w:t>414.5406</w:t>
      </w:r>
      <w:r>
        <w:tab/>
        <w:t>1.013e0</w:t>
      </w:r>
    </w:p>
    <w:p w:rsidR="005B0461" w:rsidRDefault="005B0461" w:rsidP="005B0461">
      <w:r>
        <w:t>414.5505</w:t>
      </w:r>
      <w:r>
        <w:tab/>
        <w:t>3.038e0</w:t>
      </w:r>
    </w:p>
    <w:p w:rsidR="005B0461" w:rsidRDefault="005B0461" w:rsidP="005B0461">
      <w:r>
        <w:lastRenderedPageBreak/>
        <w:t>414.6002</w:t>
      </w:r>
      <w:r>
        <w:tab/>
        <w:t>1.013e0</w:t>
      </w:r>
    </w:p>
    <w:p w:rsidR="005B0461" w:rsidRDefault="005B0461" w:rsidP="005B0461">
      <w:r>
        <w:t>414.6047</w:t>
      </w:r>
      <w:r>
        <w:tab/>
        <w:t>2.025e0</w:t>
      </w:r>
    </w:p>
    <w:p w:rsidR="005B0461" w:rsidRDefault="005B0461" w:rsidP="005B0461">
      <w:r>
        <w:t>414.6460</w:t>
      </w:r>
      <w:r>
        <w:tab/>
        <w:t>2.025e0</w:t>
      </w:r>
    </w:p>
    <w:p w:rsidR="005B0461" w:rsidRDefault="005B0461" w:rsidP="005B0461">
      <w:r>
        <w:t>414.6583</w:t>
      </w:r>
      <w:r>
        <w:tab/>
        <w:t>2.025e0</w:t>
      </w:r>
    </w:p>
    <w:p w:rsidR="005B0461" w:rsidRDefault="005B0461" w:rsidP="005B0461">
      <w:r>
        <w:t>414.7154</w:t>
      </w:r>
      <w:r>
        <w:tab/>
        <w:t>5.063e0</w:t>
      </w:r>
    </w:p>
    <w:p w:rsidR="005B0461" w:rsidRDefault="005B0461" w:rsidP="005B0461">
      <w:r>
        <w:t>414.7508</w:t>
      </w:r>
      <w:r>
        <w:tab/>
        <w:t>1.013e0</w:t>
      </w:r>
    </w:p>
    <w:p w:rsidR="005B0461" w:rsidRDefault="005B0461" w:rsidP="005B0461">
      <w:r>
        <w:t>414.7742</w:t>
      </w:r>
      <w:r>
        <w:tab/>
        <w:t>4.051e0</w:t>
      </w:r>
    </w:p>
    <w:p w:rsidR="005B0461" w:rsidRDefault="005B0461" w:rsidP="005B0461">
      <w:r>
        <w:t>414.8115</w:t>
      </w:r>
      <w:r>
        <w:tab/>
        <w:t>1.013e0</w:t>
      </w:r>
    </w:p>
    <w:p w:rsidR="005B0461" w:rsidRDefault="005B0461" w:rsidP="005B0461">
      <w:r>
        <w:t>414.8179</w:t>
      </w:r>
      <w:r>
        <w:tab/>
        <w:t>2.025e0</w:t>
      </w:r>
    </w:p>
    <w:p w:rsidR="005B0461" w:rsidRDefault="005B0461" w:rsidP="005B0461">
      <w:r>
        <w:t>414.8595</w:t>
      </w:r>
      <w:r>
        <w:tab/>
        <w:t>2.025e0</w:t>
      </w:r>
    </w:p>
    <w:p w:rsidR="005B0461" w:rsidRDefault="005B0461" w:rsidP="005B0461">
      <w:r>
        <w:t>414.8633</w:t>
      </w:r>
      <w:r>
        <w:tab/>
        <w:t>1.013e0</w:t>
      </w:r>
    </w:p>
    <w:p w:rsidR="005B0461" w:rsidRDefault="005B0461" w:rsidP="005B0461">
      <w:r>
        <w:t>414.8706</w:t>
      </w:r>
      <w:r>
        <w:tab/>
        <w:t>1.013e0</w:t>
      </w:r>
    </w:p>
    <w:p w:rsidR="005B0461" w:rsidRDefault="005B0461" w:rsidP="005B0461">
      <w:r>
        <w:t>414.9072</w:t>
      </w:r>
      <w:r>
        <w:tab/>
        <w:t>1.013e0</w:t>
      </w:r>
    </w:p>
    <w:p w:rsidR="005B0461" w:rsidRDefault="005B0461" w:rsidP="005B0461">
      <w:r>
        <w:t>414.9159</w:t>
      </w:r>
      <w:r>
        <w:tab/>
        <w:t>2.025e0</w:t>
      </w:r>
    </w:p>
    <w:p w:rsidR="005B0461" w:rsidRDefault="005B0461" w:rsidP="005B0461">
      <w:r>
        <w:t>414.9592</w:t>
      </w:r>
      <w:r>
        <w:tab/>
        <w:t>9.783e0</w:t>
      </w:r>
    </w:p>
    <w:p w:rsidR="005B0461" w:rsidRDefault="005B0461" w:rsidP="005B0461">
      <w:r>
        <w:t>414.9641</w:t>
      </w:r>
      <w:r>
        <w:tab/>
        <w:t>2.025e0</w:t>
      </w:r>
    </w:p>
    <w:p w:rsidR="005B0461" w:rsidRDefault="005B0461" w:rsidP="005B0461">
      <w:r>
        <w:t>415.0058</w:t>
      </w:r>
      <w:r>
        <w:tab/>
        <w:t>2.638e0</w:t>
      </w:r>
    </w:p>
    <w:p w:rsidR="005B0461" w:rsidRDefault="005B0461" w:rsidP="005B0461">
      <w:r>
        <w:t>415.0676</w:t>
      </w:r>
      <w:r>
        <w:tab/>
        <w:t>2.025e1</w:t>
      </w:r>
    </w:p>
    <w:p w:rsidR="005B0461" w:rsidRDefault="005B0461" w:rsidP="005B0461">
      <w:r>
        <w:t>415.0687</w:t>
      </w:r>
      <w:r>
        <w:tab/>
        <w:t>5.657e1</w:t>
      </w:r>
    </w:p>
    <w:p w:rsidR="005B0461" w:rsidRDefault="005B0461" w:rsidP="005B0461">
      <w:r>
        <w:lastRenderedPageBreak/>
        <w:t>415.1223</w:t>
      </w:r>
      <w:r>
        <w:tab/>
        <w:t>4.051e0</w:t>
      </w:r>
    </w:p>
    <w:p w:rsidR="005B0461" w:rsidRDefault="005B0461" w:rsidP="005B0461">
      <w:r>
        <w:t>415.1449</w:t>
      </w:r>
      <w:r>
        <w:tab/>
        <w:t>2.025e0</w:t>
      </w:r>
    </w:p>
    <w:p w:rsidR="005B0461" w:rsidRDefault="005B0461" w:rsidP="005B0461">
      <w:r>
        <w:t>415.1502</w:t>
      </w:r>
      <w:r>
        <w:tab/>
        <w:t>1.013e0</w:t>
      </w:r>
    </w:p>
    <w:p w:rsidR="005B0461" w:rsidRDefault="005B0461" w:rsidP="005B0461">
      <w:r>
        <w:t>415.1626</w:t>
      </w:r>
      <w:r>
        <w:tab/>
        <w:t>3.038e0</w:t>
      </w:r>
    </w:p>
    <w:p w:rsidR="005B0461" w:rsidRDefault="005B0461" w:rsidP="005B0461">
      <w:r>
        <w:t>415.2070</w:t>
      </w:r>
      <w:r>
        <w:tab/>
        <w:t>2.626e0</w:t>
      </w:r>
    </w:p>
    <w:p w:rsidR="005B0461" w:rsidRDefault="005B0461" w:rsidP="005B0461">
      <w:r>
        <w:t>415.2205</w:t>
      </w:r>
      <w:r>
        <w:tab/>
        <w:t>3.599e0</w:t>
      </w:r>
    </w:p>
    <w:p w:rsidR="005B0461" w:rsidRDefault="005B0461" w:rsidP="005B0461">
      <w:r>
        <w:t>415.2253</w:t>
      </w:r>
      <w:r>
        <w:tab/>
        <w:t>4.051e0</w:t>
      </w:r>
    </w:p>
    <w:p w:rsidR="005B0461" w:rsidRDefault="005B0461" w:rsidP="005B0461">
      <w:r>
        <w:t>415.2354</w:t>
      </w:r>
      <w:r>
        <w:tab/>
        <w:t>4.051e0</w:t>
      </w:r>
    </w:p>
    <w:p w:rsidR="005B0461" w:rsidRDefault="005B0461" w:rsidP="005B0461">
      <w:r>
        <w:t>415.2484</w:t>
      </w:r>
      <w:r>
        <w:tab/>
        <w:t>2.262e0</w:t>
      </w:r>
    </w:p>
    <w:p w:rsidR="005B0461" w:rsidRDefault="005B0461" w:rsidP="005B0461">
      <w:r>
        <w:t>415.3030</w:t>
      </w:r>
      <w:r>
        <w:tab/>
        <w:t>5.063e0</w:t>
      </w:r>
    </w:p>
    <w:p w:rsidR="005B0461" w:rsidRDefault="005B0461" w:rsidP="005B0461">
      <w:r>
        <w:t>415.3100</w:t>
      </w:r>
      <w:r>
        <w:tab/>
        <w:t>2.876e0</w:t>
      </w:r>
    </w:p>
    <w:p w:rsidR="005B0461" w:rsidRDefault="005B0461" w:rsidP="005B0461">
      <w:r>
        <w:t>415.3213</w:t>
      </w:r>
      <w:r>
        <w:tab/>
        <w:t>7.986e0</w:t>
      </w:r>
    </w:p>
    <w:p w:rsidR="005B0461" w:rsidRDefault="005B0461" w:rsidP="005B0461">
      <w:r>
        <w:t>415.3518</w:t>
      </w:r>
      <w:r>
        <w:tab/>
        <w:t>2.570e0</w:t>
      </w:r>
    </w:p>
    <w:p w:rsidR="005B0461" w:rsidRDefault="005B0461" w:rsidP="005B0461">
      <w:r>
        <w:t>415.3731</w:t>
      </w:r>
      <w:r>
        <w:tab/>
        <w:t>2.654e0</w:t>
      </w:r>
    </w:p>
    <w:p w:rsidR="005B0461" w:rsidRDefault="005B0461" w:rsidP="005B0461">
      <w:r>
        <w:t>415.3826</w:t>
      </w:r>
      <w:r>
        <w:tab/>
        <w:t>1.013e0</w:t>
      </w:r>
    </w:p>
    <w:p w:rsidR="005B0461" w:rsidRDefault="005B0461" w:rsidP="005B0461">
      <w:r>
        <w:t>415.3849</w:t>
      </w:r>
      <w:r>
        <w:tab/>
        <w:t>2.025e0</w:t>
      </w:r>
    </w:p>
    <w:p w:rsidR="005B0461" w:rsidRDefault="005B0461" w:rsidP="005B0461">
      <w:r>
        <w:t>415.4451</w:t>
      </w:r>
      <w:r>
        <w:tab/>
        <w:t>3.038e0</w:t>
      </w:r>
    </w:p>
    <w:p w:rsidR="005B0461" w:rsidRDefault="005B0461" w:rsidP="005B0461">
      <w:r>
        <w:t>415.4558</w:t>
      </w:r>
      <w:r>
        <w:tab/>
        <w:t>1.013e0</w:t>
      </w:r>
    </w:p>
    <w:p w:rsidR="005B0461" w:rsidRDefault="005B0461" w:rsidP="005B0461">
      <w:r>
        <w:t>415.4637</w:t>
      </w:r>
      <w:r>
        <w:tab/>
        <w:t>1.013e0</w:t>
      </w:r>
    </w:p>
    <w:p w:rsidR="005B0461" w:rsidRDefault="005B0461" w:rsidP="005B0461">
      <w:r>
        <w:lastRenderedPageBreak/>
        <w:t>415.5143</w:t>
      </w:r>
      <w:r>
        <w:tab/>
        <w:t>2.025e0</w:t>
      </w:r>
    </w:p>
    <w:p w:rsidR="005B0461" w:rsidRDefault="005B0461" w:rsidP="005B0461">
      <w:r>
        <w:t>415.5528</w:t>
      </w:r>
      <w:r>
        <w:tab/>
        <w:t>2.025e0</w:t>
      </w:r>
    </w:p>
    <w:p w:rsidR="005B0461" w:rsidRDefault="005B0461" w:rsidP="005B0461">
      <w:r>
        <w:t>415.5634</w:t>
      </w:r>
      <w:r>
        <w:tab/>
        <w:t>1.013e0</w:t>
      </w:r>
    </w:p>
    <w:p w:rsidR="005B0461" w:rsidRDefault="005B0461" w:rsidP="005B0461">
      <w:r>
        <w:t>415.5760</w:t>
      </w:r>
      <w:r>
        <w:tab/>
        <w:t>2.025e0</w:t>
      </w:r>
    </w:p>
    <w:p w:rsidR="005B0461" w:rsidRDefault="005B0461" w:rsidP="005B0461">
      <w:r>
        <w:t>415.5886</w:t>
      </w:r>
      <w:r>
        <w:tab/>
        <w:t>1.013e0</w:t>
      </w:r>
    </w:p>
    <w:p w:rsidR="005B0461" w:rsidRDefault="005B0461" w:rsidP="005B0461">
      <w:r>
        <w:t>415.5981</w:t>
      </w:r>
      <w:r>
        <w:tab/>
        <w:t>2.025e0</w:t>
      </w:r>
    </w:p>
    <w:p w:rsidR="005B0461" w:rsidRDefault="005B0461" w:rsidP="005B0461">
      <w:r>
        <w:t>415.6063</w:t>
      </w:r>
      <w:r>
        <w:tab/>
        <w:t>1.013e0</w:t>
      </w:r>
    </w:p>
    <w:p w:rsidR="005B0461" w:rsidRDefault="005B0461" w:rsidP="005B0461">
      <w:r>
        <w:t>415.6668</w:t>
      </w:r>
      <w:r>
        <w:tab/>
        <w:t>1.013e0</w:t>
      </w:r>
    </w:p>
    <w:p w:rsidR="005B0461" w:rsidRDefault="005B0461" w:rsidP="005B0461">
      <w:r>
        <w:t>415.6680</w:t>
      </w:r>
      <w:r>
        <w:tab/>
        <w:t>2.025e0</w:t>
      </w:r>
    </w:p>
    <w:p w:rsidR="005B0461" w:rsidRDefault="005B0461" w:rsidP="005B0461">
      <w:r>
        <w:t>415.7194</w:t>
      </w:r>
      <w:r>
        <w:tab/>
        <w:t>1.013e0</w:t>
      </w:r>
    </w:p>
    <w:p w:rsidR="005B0461" w:rsidRDefault="005B0461" w:rsidP="005B0461">
      <w:r>
        <w:t>415.7227</w:t>
      </w:r>
      <w:r>
        <w:tab/>
        <w:t>2.025e0</w:t>
      </w:r>
    </w:p>
    <w:p w:rsidR="005B0461" w:rsidRDefault="005B0461" w:rsidP="005B0461">
      <w:r>
        <w:t>415.7853</w:t>
      </w:r>
      <w:r>
        <w:tab/>
        <w:t>1.013e0</w:t>
      </w:r>
    </w:p>
    <w:p w:rsidR="005B0461" w:rsidRDefault="005B0461" w:rsidP="005B0461">
      <w:r>
        <w:t>415.7916</w:t>
      </w:r>
      <w:r>
        <w:tab/>
        <w:t>1.013e0</w:t>
      </w:r>
    </w:p>
    <w:p w:rsidR="005B0461" w:rsidRDefault="005B0461" w:rsidP="005B0461">
      <w:r>
        <w:t>415.7999</w:t>
      </w:r>
      <w:r>
        <w:tab/>
        <w:t>1.013e0</w:t>
      </w:r>
    </w:p>
    <w:p w:rsidR="005B0461" w:rsidRDefault="005B0461" w:rsidP="005B0461">
      <w:r>
        <w:t>415.8219</w:t>
      </w:r>
      <w:r>
        <w:tab/>
        <w:t>1.013e0</w:t>
      </w:r>
    </w:p>
    <w:p w:rsidR="005B0461" w:rsidRDefault="005B0461" w:rsidP="005B0461">
      <w:r>
        <w:t>415.8768</w:t>
      </w:r>
      <w:r>
        <w:tab/>
        <w:t>2.025e0</w:t>
      </w:r>
    </w:p>
    <w:p w:rsidR="005B0461" w:rsidRDefault="005B0461" w:rsidP="005B0461">
      <w:r>
        <w:t>415.8907</w:t>
      </w:r>
      <w:r>
        <w:tab/>
        <w:t>2.025e0</w:t>
      </w:r>
    </w:p>
    <w:p w:rsidR="005B0461" w:rsidRDefault="005B0461" w:rsidP="005B0461">
      <w:r>
        <w:t>415.8987</w:t>
      </w:r>
      <w:r>
        <w:tab/>
        <w:t>1.013e0</w:t>
      </w:r>
    </w:p>
    <w:p w:rsidR="005B0461" w:rsidRDefault="005B0461" w:rsidP="005B0461">
      <w:r>
        <w:t>415.9098</w:t>
      </w:r>
      <w:r>
        <w:tab/>
        <w:t>1.013e0</w:t>
      </w:r>
    </w:p>
    <w:p w:rsidR="005B0461" w:rsidRDefault="005B0461" w:rsidP="005B0461">
      <w:r>
        <w:lastRenderedPageBreak/>
        <w:t>415.9611</w:t>
      </w:r>
      <w:r>
        <w:tab/>
        <w:t>1.866e0</w:t>
      </w:r>
    </w:p>
    <w:p w:rsidR="005B0461" w:rsidRDefault="005B0461" w:rsidP="005B0461">
      <w:r>
        <w:t>415.9626</w:t>
      </w:r>
      <w:r>
        <w:tab/>
        <w:t>1.564e0</w:t>
      </w:r>
    </w:p>
    <w:p w:rsidR="005B0461" w:rsidRDefault="005B0461" w:rsidP="005B0461">
      <w:r>
        <w:t>415.9650</w:t>
      </w:r>
      <w:r>
        <w:tab/>
        <w:t>3.810e0</w:t>
      </w:r>
    </w:p>
    <w:p w:rsidR="005B0461" w:rsidRDefault="005B0461" w:rsidP="005B0461">
      <w:r>
        <w:t>415.9977</w:t>
      </w:r>
      <w:r>
        <w:tab/>
        <w:t>1.013e0</w:t>
      </w:r>
    </w:p>
    <w:p w:rsidR="005B0461" w:rsidRDefault="005B0461" w:rsidP="005B0461">
      <w:r>
        <w:t>416.0092</w:t>
      </w:r>
      <w:r>
        <w:tab/>
        <w:t>1.441e0</w:t>
      </w:r>
    </w:p>
    <w:p w:rsidR="005B0461" w:rsidRDefault="005B0461" w:rsidP="005B0461">
      <w:r>
        <w:t>416.0409</w:t>
      </w:r>
      <w:r>
        <w:tab/>
        <w:t>2.697e0</w:t>
      </w:r>
    </w:p>
    <w:p w:rsidR="005B0461" w:rsidRDefault="005B0461" w:rsidP="005B0461">
      <w:r>
        <w:t>416.0500</w:t>
      </w:r>
      <w:r>
        <w:tab/>
        <w:t>2.644e0</w:t>
      </w:r>
    </w:p>
    <w:p w:rsidR="005B0461" w:rsidRDefault="005B0461" w:rsidP="005B0461">
      <w:r>
        <w:t>416.0664</w:t>
      </w:r>
      <w:r>
        <w:tab/>
        <w:t>2.922e0</w:t>
      </w:r>
    </w:p>
    <w:p w:rsidR="005B0461" w:rsidRDefault="005B0461" w:rsidP="005B0461">
      <w:r>
        <w:t>416.0782</w:t>
      </w:r>
      <w:r>
        <w:tab/>
        <w:t>6.505e0</w:t>
      </w:r>
    </w:p>
    <w:p w:rsidR="005B0461" w:rsidRDefault="005B0461" w:rsidP="005B0461">
      <w:r>
        <w:t>416.0865</w:t>
      </w:r>
      <w:r>
        <w:tab/>
        <w:t>2.856e0</w:t>
      </w:r>
    </w:p>
    <w:p w:rsidR="005B0461" w:rsidRDefault="005B0461" w:rsidP="005B0461">
      <w:r>
        <w:t>416.1044</w:t>
      </w:r>
      <w:r>
        <w:tab/>
        <w:t>3.038e0</w:t>
      </w:r>
    </w:p>
    <w:p w:rsidR="005B0461" w:rsidRDefault="005B0461" w:rsidP="005B0461">
      <w:r>
        <w:t>416.1433</w:t>
      </w:r>
      <w:r>
        <w:tab/>
        <w:t>2.877e0</w:t>
      </w:r>
    </w:p>
    <w:p w:rsidR="005B0461" w:rsidRDefault="005B0461" w:rsidP="005B0461">
      <w:r>
        <w:t>416.1523</w:t>
      </w:r>
      <w:r>
        <w:tab/>
        <w:t>2.025e0</w:t>
      </w:r>
    </w:p>
    <w:p w:rsidR="005B0461" w:rsidRDefault="005B0461" w:rsidP="005B0461">
      <w:r>
        <w:t>416.1836</w:t>
      </w:r>
      <w:r>
        <w:tab/>
        <w:t>2.974e0</w:t>
      </w:r>
    </w:p>
    <w:p w:rsidR="005B0461" w:rsidRDefault="005B0461" w:rsidP="005B0461">
      <w:r>
        <w:t>416.2065</w:t>
      </w:r>
      <w:r>
        <w:tab/>
        <w:t>2.474e0</w:t>
      </w:r>
    </w:p>
    <w:p w:rsidR="005B0461" w:rsidRDefault="005B0461" w:rsidP="005B0461">
      <w:r>
        <w:t>416.2140</w:t>
      </w:r>
      <w:r>
        <w:tab/>
        <w:t>2.025e0</w:t>
      </w:r>
    </w:p>
    <w:p w:rsidR="005B0461" w:rsidRDefault="005B0461" w:rsidP="005B0461">
      <w:r>
        <w:t>416.2176</w:t>
      </w:r>
      <w:r>
        <w:tab/>
        <w:t>1.462e0</w:t>
      </w:r>
    </w:p>
    <w:p w:rsidR="005B0461" w:rsidRDefault="005B0461" w:rsidP="005B0461">
      <w:r>
        <w:t>416.2534</w:t>
      </w:r>
      <w:r>
        <w:tab/>
        <w:t>2.025e0</w:t>
      </w:r>
    </w:p>
    <w:p w:rsidR="005B0461" w:rsidRDefault="005B0461" w:rsidP="005B0461">
      <w:r>
        <w:t>416.2640</w:t>
      </w:r>
      <w:r>
        <w:tab/>
        <w:t>5.467e0</w:t>
      </w:r>
    </w:p>
    <w:p w:rsidR="005B0461" w:rsidRDefault="005B0461" w:rsidP="005B0461">
      <w:r>
        <w:lastRenderedPageBreak/>
        <w:t>416.2687</w:t>
      </w:r>
      <w:r>
        <w:tab/>
        <w:t>1.717e0</w:t>
      </w:r>
    </w:p>
    <w:p w:rsidR="005B0461" w:rsidRDefault="005B0461" w:rsidP="005B0461">
      <w:r>
        <w:t>416.2804</w:t>
      </w:r>
      <w:r>
        <w:tab/>
        <w:t>4.051e0</w:t>
      </w:r>
    </w:p>
    <w:p w:rsidR="005B0461" w:rsidRDefault="005B0461" w:rsidP="005B0461">
      <w:r>
        <w:t>416.3162</w:t>
      </w:r>
      <w:r>
        <w:tab/>
        <w:t>3.355e0</w:t>
      </w:r>
    </w:p>
    <w:p w:rsidR="005B0461" w:rsidRDefault="005B0461" w:rsidP="005B0461">
      <w:r>
        <w:t>416.3548</w:t>
      </w:r>
      <w:r>
        <w:tab/>
        <w:t>3.038e0</w:t>
      </w:r>
    </w:p>
    <w:p w:rsidR="005B0461" w:rsidRDefault="005B0461" w:rsidP="005B0461">
      <w:r>
        <w:t>416.3752</w:t>
      </w:r>
      <w:r>
        <w:tab/>
        <w:t>2.008e0</w:t>
      </w:r>
    </w:p>
    <w:p w:rsidR="005B0461" w:rsidRDefault="005B0461" w:rsidP="005B0461">
      <w:r>
        <w:t>416.3977</w:t>
      </w:r>
      <w:r>
        <w:tab/>
        <w:t>1.013e0</w:t>
      </w:r>
    </w:p>
    <w:p w:rsidR="005B0461" w:rsidRDefault="005B0461" w:rsidP="005B0461">
      <w:r>
        <w:t>416.4235</w:t>
      </w:r>
      <w:r>
        <w:tab/>
        <w:t>4.051e0</w:t>
      </w:r>
    </w:p>
    <w:p w:rsidR="005B0461" w:rsidRDefault="005B0461" w:rsidP="005B0461">
      <w:r>
        <w:t>416.4890</w:t>
      </w:r>
      <w:r>
        <w:tab/>
        <w:t>1.013e0</w:t>
      </w:r>
    </w:p>
    <w:p w:rsidR="005B0461" w:rsidRDefault="005B0461" w:rsidP="005B0461">
      <w:r>
        <w:t>416.5440</w:t>
      </w:r>
      <w:r>
        <w:tab/>
        <w:t>2.025e0</w:t>
      </w:r>
    </w:p>
    <w:p w:rsidR="005B0461" w:rsidRDefault="005B0461" w:rsidP="005B0461">
      <w:r>
        <w:t>416.5703</w:t>
      </w:r>
      <w:r>
        <w:tab/>
        <w:t>4.051e0</w:t>
      </w:r>
    </w:p>
    <w:p w:rsidR="005B0461" w:rsidRDefault="005B0461" w:rsidP="005B0461">
      <w:r>
        <w:t>416.5775</w:t>
      </w:r>
      <w:r>
        <w:tab/>
        <w:t>2.025e0</w:t>
      </w:r>
    </w:p>
    <w:p w:rsidR="005B0461" w:rsidRDefault="005B0461" w:rsidP="005B0461">
      <w:r>
        <w:t>416.5917</w:t>
      </w:r>
      <w:r>
        <w:tab/>
        <w:t>1.013e0</w:t>
      </w:r>
    </w:p>
    <w:p w:rsidR="005B0461" w:rsidRDefault="005B0461" w:rsidP="005B0461">
      <w:r>
        <w:t>416.6137</w:t>
      </w:r>
      <w:r>
        <w:tab/>
        <w:t>1.013e0</w:t>
      </w:r>
    </w:p>
    <w:p w:rsidR="005B0461" w:rsidRDefault="005B0461" w:rsidP="005B0461">
      <w:r>
        <w:t>416.6258</w:t>
      </w:r>
      <w:r>
        <w:tab/>
        <w:t>1.013e0</w:t>
      </w:r>
    </w:p>
    <w:p w:rsidR="005B0461" w:rsidRDefault="005B0461" w:rsidP="005B0461">
      <w:r>
        <w:t>416.6577</w:t>
      </w:r>
      <w:r>
        <w:tab/>
        <w:t>1.013e0</w:t>
      </w:r>
    </w:p>
    <w:p w:rsidR="005B0461" w:rsidRDefault="005B0461" w:rsidP="005B0461">
      <w:r>
        <w:t>416.6724</w:t>
      </w:r>
      <w:r>
        <w:tab/>
        <w:t>1.013e0</w:t>
      </w:r>
    </w:p>
    <w:p w:rsidR="005B0461" w:rsidRDefault="005B0461" w:rsidP="005B0461">
      <w:r>
        <w:t>416.6944</w:t>
      </w:r>
      <w:r>
        <w:tab/>
        <w:t>1.013e0</w:t>
      </w:r>
    </w:p>
    <w:p w:rsidR="005B0461" w:rsidRDefault="005B0461" w:rsidP="005B0461">
      <w:r>
        <w:t>416.6954</w:t>
      </w:r>
      <w:r>
        <w:tab/>
        <w:t>2.025e0</w:t>
      </w:r>
    </w:p>
    <w:p w:rsidR="005B0461" w:rsidRDefault="005B0461" w:rsidP="005B0461">
      <w:r>
        <w:t>416.7506</w:t>
      </w:r>
      <w:r>
        <w:tab/>
        <w:t>1.013e0</w:t>
      </w:r>
    </w:p>
    <w:p w:rsidR="005B0461" w:rsidRDefault="005B0461" w:rsidP="005B0461">
      <w:r>
        <w:lastRenderedPageBreak/>
        <w:t>416.7533</w:t>
      </w:r>
      <w:r>
        <w:tab/>
        <w:t>2.025e0</w:t>
      </w:r>
    </w:p>
    <w:p w:rsidR="005B0461" w:rsidRDefault="005B0461" w:rsidP="005B0461">
      <w:r>
        <w:t>416.7714</w:t>
      </w:r>
      <w:r>
        <w:tab/>
        <w:t>2.025e0</w:t>
      </w:r>
    </w:p>
    <w:p w:rsidR="005B0461" w:rsidRDefault="005B0461" w:rsidP="005B0461">
      <w:r>
        <w:t>416.7935</w:t>
      </w:r>
      <w:r>
        <w:tab/>
        <w:t>1.013e0</w:t>
      </w:r>
    </w:p>
    <w:p w:rsidR="005B0461" w:rsidRDefault="005B0461" w:rsidP="005B0461">
      <w:r>
        <w:t>416.7972</w:t>
      </w:r>
      <w:r>
        <w:tab/>
        <w:t>1.013e0</w:t>
      </w:r>
    </w:p>
    <w:p w:rsidR="005B0461" w:rsidRDefault="005B0461" w:rsidP="005B0461">
      <w:r>
        <w:t>416.8540</w:t>
      </w:r>
      <w:r>
        <w:tab/>
        <w:t>1.013e0</w:t>
      </w:r>
    </w:p>
    <w:p w:rsidR="005B0461" w:rsidRDefault="005B0461" w:rsidP="005B0461">
      <w:r>
        <w:t>416.8558</w:t>
      </w:r>
      <w:r>
        <w:tab/>
        <w:t>2.025e0</w:t>
      </w:r>
    </w:p>
    <w:p w:rsidR="005B0461" w:rsidRDefault="005B0461" w:rsidP="005B0461">
      <w:r>
        <w:t>416.8578</w:t>
      </w:r>
      <w:r>
        <w:tab/>
        <w:t>2.025e0</w:t>
      </w:r>
    </w:p>
    <w:p w:rsidR="005B0461" w:rsidRDefault="005B0461" w:rsidP="005B0461">
      <w:r>
        <w:t>416.8926</w:t>
      </w:r>
      <w:r>
        <w:tab/>
        <w:t>1.013e0</w:t>
      </w:r>
    </w:p>
    <w:p w:rsidR="005B0461" w:rsidRDefault="005B0461" w:rsidP="005B0461">
      <w:r>
        <w:t>416.8968</w:t>
      </w:r>
      <w:r>
        <w:tab/>
        <w:t>1.013e0</w:t>
      </w:r>
    </w:p>
    <w:p w:rsidR="005B0461" w:rsidRDefault="005B0461" w:rsidP="005B0461">
      <w:r>
        <w:t>416.9406</w:t>
      </w:r>
      <w:r>
        <w:tab/>
        <w:t>3.038e0</w:t>
      </w:r>
    </w:p>
    <w:p w:rsidR="005B0461" w:rsidRDefault="005B0461" w:rsidP="005B0461">
      <w:r>
        <w:t>416.9440</w:t>
      </w:r>
      <w:r>
        <w:tab/>
        <w:t>2.025e0</w:t>
      </w:r>
    </w:p>
    <w:p w:rsidR="005B0461" w:rsidRDefault="005B0461" w:rsidP="005B0461">
      <w:r>
        <w:t>416.9989</w:t>
      </w:r>
      <w:r>
        <w:tab/>
        <w:t>1.910e0</w:t>
      </w:r>
    </w:p>
    <w:p w:rsidR="005B0461" w:rsidRDefault="005B0461" w:rsidP="005B0461">
      <w:r>
        <w:t>417.0223</w:t>
      </w:r>
      <w:r>
        <w:tab/>
        <w:t>5.876e0</w:t>
      </w:r>
    </w:p>
    <w:p w:rsidR="005B0461" w:rsidRDefault="005B0461" w:rsidP="005B0461">
      <w:r>
        <w:t>417.0619</w:t>
      </w:r>
      <w:r>
        <w:tab/>
        <w:t>1.774e1</w:t>
      </w:r>
    </w:p>
    <w:p w:rsidR="005B0461" w:rsidRDefault="005B0461" w:rsidP="005B0461">
      <w:r>
        <w:t>417.0694</w:t>
      </w:r>
      <w:r>
        <w:tab/>
        <w:t>1.694e1</w:t>
      </w:r>
    </w:p>
    <w:p w:rsidR="005B0461" w:rsidRDefault="005B0461" w:rsidP="005B0461">
      <w:r>
        <w:t>417.0712</w:t>
      </w:r>
      <w:r>
        <w:tab/>
        <w:t>2.376e1</w:t>
      </w:r>
    </w:p>
    <w:p w:rsidR="005B0461" w:rsidRDefault="005B0461" w:rsidP="005B0461">
      <w:r>
        <w:t>417.0764</w:t>
      </w:r>
      <w:r>
        <w:tab/>
        <w:t>1.671e1</w:t>
      </w:r>
    </w:p>
    <w:p w:rsidR="005B0461" w:rsidRDefault="005B0461" w:rsidP="005B0461">
      <w:r>
        <w:t>417.1268</w:t>
      </w:r>
      <w:r>
        <w:tab/>
        <w:t>2.675e0</w:t>
      </w:r>
    </w:p>
    <w:p w:rsidR="005B0461" w:rsidRDefault="005B0461" w:rsidP="005B0461">
      <w:r>
        <w:t>417.1327</w:t>
      </w:r>
      <w:r>
        <w:tab/>
        <w:t>3.038e0</w:t>
      </w:r>
    </w:p>
    <w:p w:rsidR="005B0461" w:rsidRDefault="005B0461" w:rsidP="005B0461">
      <w:r>
        <w:lastRenderedPageBreak/>
        <w:t>417.1791</w:t>
      </w:r>
      <w:r>
        <w:tab/>
        <w:t>1.013e0</w:t>
      </w:r>
    </w:p>
    <w:p w:rsidR="005B0461" w:rsidRDefault="005B0461" w:rsidP="005B0461">
      <w:r>
        <w:t>417.2053</w:t>
      </w:r>
      <w:r>
        <w:tab/>
        <w:t>1.646e0</w:t>
      </w:r>
    </w:p>
    <w:p w:rsidR="005B0461" w:rsidRDefault="005B0461" w:rsidP="005B0461">
      <w:r>
        <w:t>417.2109</w:t>
      </w:r>
      <w:r>
        <w:tab/>
        <w:t>2.342e0</w:t>
      </w:r>
    </w:p>
    <w:p w:rsidR="005B0461" w:rsidRDefault="005B0461" w:rsidP="005B0461">
      <w:r>
        <w:t>417.2478</w:t>
      </w:r>
      <w:r>
        <w:tab/>
        <w:t>1.628e0</w:t>
      </w:r>
    </w:p>
    <w:p w:rsidR="005B0461" w:rsidRDefault="005B0461" w:rsidP="005B0461">
      <w:r>
        <w:t>417.2544</w:t>
      </w:r>
      <w:r>
        <w:tab/>
        <w:t>4.051e0</w:t>
      </w:r>
    </w:p>
    <w:p w:rsidR="005B0461" w:rsidRDefault="005B0461" w:rsidP="005B0461">
      <w:r>
        <w:t>417.2589</w:t>
      </w:r>
      <w:r>
        <w:tab/>
        <w:t>6.076e0</w:t>
      </w:r>
    </w:p>
    <w:p w:rsidR="005B0461" w:rsidRDefault="005B0461" w:rsidP="005B0461">
      <w:r>
        <w:t>417.2932</w:t>
      </w:r>
      <w:r>
        <w:tab/>
        <w:t>2.025e0</w:t>
      </w:r>
    </w:p>
    <w:p w:rsidR="005B0461" w:rsidRDefault="005B0461" w:rsidP="005B0461">
      <w:r>
        <w:t>417.3185</w:t>
      </w:r>
      <w:r>
        <w:tab/>
        <w:t>3.542e0</w:t>
      </w:r>
    </w:p>
    <w:p w:rsidR="005B0461" w:rsidRDefault="005B0461" w:rsidP="005B0461">
      <w:r>
        <w:t>417.3479</w:t>
      </w:r>
      <w:r>
        <w:tab/>
        <w:t>3.204e0</w:t>
      </w:r>
    </w:p>
    <w:p w:rsidR="005B0461" w:rsidRDefault="005B0461" w:rsidP="005B0461">
      <w:r>
        <w:t>417.3738</w:t>
      </w:r>
      <w:r>
        <w:tab/>
        <w:t>2.025e0</w:t>
      </w:r>
    </w:p>
    <w:p w:rsidR="005B0461" w:rsidRDefault="005B0461" w:rsidP="005B0461">
      <w:r>
        <w:t>417.3996</w:t>
      </w:r>
      <w:r>
        <w:tab/>
        <w:t>2.025e0</w:t>
      </w:r>
    </w:p>
    <w:p w:rsidR="005B0461" w:rsidRDefault="005B0461" w:rsidP="005B0461">
      <w:r>
        <w:t>417.4161</w:t>
      </w:r>
      <w:r>
        <w:tab/>
        <w:t>3.038e0</w:t>
      </w:r>
    </w:p>
    <w:p w:rsidR="005B0461" w:rsidRDefault="005B0461" w:rsidP="005B0461">
      <w:r>
        <w:t>417.4284</w:t>
      </w:r>
      <w:r>
        <w:tab/>
        <w:t>3.038e0</w:t>
      </w:r>
    </w:p>
    <w:p w:rsidR="005B0461" w:rsidRDefault="005B0461" w:rsidP="005B0461">
      <w:r>
        <w:t>417.4532</w:t>
      </w:r>
      <w:r>
        <w:tab/>
        <w:t>2.025e0</w:t>
      </w:r>
    </w:p>
    <w:p w:rsidR="005B0461" w:rsidRDefault="005B0461" w:rsidP="005B0461">
      <w:r>
        <w:t>417.4798</w:t>
      </w:r>
      <w:r>
        <w:tab/>
        <w:t>2.025e0</w:t>
      </w:r>
    </w:p>
    <w:p w:rsidR="005B0461" w:rsidRDefault="005B0461" w:rsidP="005B0461">
      <w:r>
        <w:t>417.5272</w:t>
      </w:r>
      <w:r>
        <w:tab/>
        <w:t>2.025e0</w:t>
      </w:r>
    </w:p>
    <w:p w:rsidR="005B0461" w:rsidRDefault="005B0461" w:rsidP="005B0461">
      <w:r>
        <w:t>417.5814</w:t>
      </w:r>
      <w:r>
        <w:tab/>
        <w:t>1.013e0</w:t>
      </w:r>
    </w:p>
    <w:p w:rsidR="005B0461" w:rsidRDefault="005B0461" w:rsidP="005B0461">
      <w:r>
        <w:t>417.5869</w:t>
      </w:r>
      <w:r>
        <w:tab/>
        <w:t>4.051e0</w:t>
      </w:r>
    </w:p>
    <w:p w:rsidR="005B0461" w:rsidRDefault="005B0461" w:rsidP="005B0461">
      <w:r>
        <w:t>417.6482</w:t>
      </w:r>
      <w:r>
        <w:tab/>
        <w:t>2.025e0</w:t>
      </w:r>
    </w:p>
    <w:p w:rsidR="005B0461" w:rsidRDefault="005B0461" w:rsidP="005B0461">
      <w:r>
        <w:lastRenderedPageBreak/>
        <w:t>417.6691</w:t>
      </w:r>
      <w:r>
        <w:tab/>
        <w:t>2.025e0</w:t>
      </w:r>
    </w:p>
    <w:p w:rsidR="005B0461" w:rsidRDefault="005B0461" w:rsidP="005B0461">
      <w:r>
        <w:t>417.7115</w:t>
      </w:r>
      <w:r>
        <w:tab/>
        <w:t>4.051e0</w:t>
      </w:r>
    </w:p>
    <w:p w:rsidR="005B0461" w:rsidRDefault="005B0461" w:rsidP="005B0461">
      <w:r>
        <w:t>417.7277</w:t>
      </w:r>
      <w:r>
        <w:tab/>
        <w:t>1.013e0</w:t>
      </w:r>
    </w:p>
    <w:p w:rsidR="005B0461" w:rsidRDefault="005B0461" w:rsidP="005B0461">
      <w:r>
        <w:t>417.7756</w:t>
      </w:r>
      <w:r>
        <w:tab/>
        <w:t>3.038e0</w:t>
      </w:r>
    </w:p>
    <w:p w:rsidR="005B0461" w:rsidRDefault="005B0461" w:rsidP="005B0461">
      <w:r>
        <w:t>417.8009</w:t>
      </w:r>
      <w:r>
        <w:tab/>
        <w:t>2.025e0</w:t>
      </w:r>
    </w:p>
    <w:p w:rsidR="005B0461" w:rsidRDefault="005B0461" w:rsidP="005B0461">
      <w:r>
        <w:t>417.8525</w:t>
      </w:r>
      <w:r>
        <w:tab/>
        <w:t>1.013e0</w:t>
      </w:r>
    </w:p>
    <w:p w:rsidR="005B0461" w:rsidRDefault="005B0461" w:rsidP="005B0461">
      <w:r>
        <w:t>417.8702</w:t>
      </w:r>
      <w:r>
        <w:tab/>
        <w:t>1.013e0</w:t>
      </w:r>
    </w:p>
    <w:p w:rsidR="005B0461" w:rsidRDefault="005B0461" w:rsidP="005B0461">
      <w:r>
        <w:t>417.8739</w:t>
      </w:r>
      <w:r>
        <w:tab/>
        <w:t>2.025e0</w:t>
      </w:r>
    </w:p>
    <w:p w:rsidR="005B0461" w:rsidRDefault="005B0461" w:rsidP="005B0461">
      <w:r>
        <w:t>417.8918</w:t>
      </w:r>
      <w:r>
        <w:tab/>
        <w:t>1.013e0</w:t>
      </w:r>
    </w:p>
    <w:p w:rsidR="005B0461" w:rsidRDefault="005B0461" w:rsidP="005B0461">
      <w:r>
        <w:t>417.9276</w:t>
      </w:r>
      <w:r>
        <w:tab/>
        <w:t>2.025e0</w:t>
      </w:r>
    </w:p>
    <w:p w:rsidR="005B0461" w:rsidRDefault="005B0461" w:rsidP="005B0461">
      <w:r>
        <w:t>417.9364</w:t>
      </w:r>
      <w:r>
        <w:tab/>
        <w:t>2.025e0</w:t>
      </w:r>
    </w:p>
    <w:p w:rsidR="005B0461" w:rsidRDefault="005B0461" w:rsidP="005B0461">
      <w:r>
        <w:t>417.9438</w:t>
      </w:r>
      <w:r>
        <w:tab/>
        <w:t>2.129e0</w:t>
      </w:r>
    </w:p>
    <w:p w:rsidR="005B0461" w:rsidRDefault="005B0461" w:rsidP="005B0461">
      <w:r>
        <w:t>417.9690</w:t>
      </w:r>
      <w:r>
        <w:tab/>
        <w:t>1.835e0</w:t>
      </w:r>
    </w:p>
    <w:p w:rsidR="005B0461" w:rsidRDefault="005B0461" w:rsidP="005B0461">
      <w:r>
        <w:t>417.9810</w:t>
      </w:r>
      <w:r>
        <w:tab/>
        <w:t>1.968e0</w:t>
      </w:r>
    </w:p>
    <w:p w:rsidR="005B0461" w:rsidRDefault="005B0461" w:rsidP="005B0461">
      <w:r>
        <w:t>418.0070</w:t>
      </w:r>
      <w:r>
        <w:tab/>
        <w:t>2.025e0</w:t>
      </w:r>
    </w:p>
    <w:p w:rsidR="005B0461" w:rsidRDefault="005B0461" w:rsidP="005B0461">
      <w:r>
        <w:t>418.0206</w:t>
      </w:r>
      <w:r>
        <w:tab/>
        <w:t>1.212e0</w:t>
      </w:r>
    </w:p>
    <w:p w:rsidR="005B0461" w:rsidRDefault="005B0461" w:rsidP="005B0461">
      <w:r>
        <w:t>418.0646</w:t>
      </w:r>
      <w:r>
        <w:tab/>
        <w:t>3.857e0</w:t>
      </w:r>
    </w:p>
    <w:p w:rsidR="005B0461" w:rsidRDefault="005B0461" w:rsidP="005B0461">
      <w:r>
        <w:t>418.0727</w:t>
      </w:r>
      <w:r>
        <w:tab/>
        <w:t>4.557e0</w:t>
      </w:r>
    </w:p>
    <w:p w:rsidR="005B0461" w:rsidRDefault="005B0461" w:rsidP="005B0461">
      <w:r>
        <w:t>418.0785</w:t>
      </w:r>
      <w:r>
        <w:tab/>
        <w:t>8.327e0</w:t>
      </w:r>
    </w:p>
    <w:p w:rsidR="005B0461" w:rsidRDefault="005B0461" w:rsidP="005B0461">
      <w:r>
        <w:lastRenderedPageBreak/>
        <w:t>418.0862</w:t>
      </w:r>
      <w:r>
        <w:tab/>
        <w:t>2.918e0</w:t>
      </w:r>
    </w:p>
    <w:p w:rsidR="005B0461" w:rsidRDefault="005B0461" w:rsidP="005B0461">
      <w:r>
        <w:t>418.1414</w:t>
      </w:r>
      <w:r>
        <w:tab/>
        <w:t>1.013e0</w:t>
      </w:r>
    </w:p>
    <w:p w:rsidR="005B0461" w:rsidRDefault="005B0461" w:rsidP="005B0461">
      <w:r>
        <w:t>418.1612</w:t>
      </w:r>
      <w:r>
        <w:tab/>
        <w:t>1.526e0</w:t>
      </w:r>
    </w:p>
    <w:p w:rsidR="005B0461" w:rsidRDefault="005B0461" w:rsidP="005B0461">
      <w:r>
        <w:t>418.1659</w:t>
      </w:r>
      <w:r>
        <w:tab/>
        <w:t>3.038e0</w:t>
      </w:r>
    </w:p>
    <w:p w:rsidR="005B0461" w:rsidRDefault="005B0461" w:rsidP="005B0461">
      <w:r>
        <w:t>418.2095</w:t>
      </w:r>
      <w:r>
        <w:tab/>
        <w:t>4.294e0</w:t>
      </w:r>
    </w:p>
    <w:p w:rsidR="005B0461" w:rsidRDefault="005B0461" w:rsidP="005B0461">
      <w:r>
        <w:t>418.2113</w:t>
      </w:r>
      <w:r>
        <w:tab/>
        <w:t>7.055e0</w:t>
      </w:r>
    </w:p>
    <w:p w:rsidR="005B0461" w:rsidRDefault="005B0461" w:rsidP="005B0461">
      <w:r>
        <w:t>418.2236</w:t>
      </w:r>
      <w:r>
        <w:tab/>
        <w:t>1.013e0</w:t>
      </w:r>
    </w:p>
    <w:p w:rsidR="005B0461" w:rsidRDefault="005B0461" w:rsidP="005B0461">
      <w:r>
        <w:t>418.2546</w:t>
      </w:r>
      <w:r>
        <w:tab/>
        <w:t>3.038e0</w:t>
      </w:r>
    </w:p>
    <w:p w:rsidR="005B0461" w:rsidRDefault="005B0461" w:rsidP="005B0461">
      <w:r>
        <w:t>418.2604</w:t>
      </w:r>
      <w:r>
        <w:tab/>
        <w:t>1.669e0</w:t>
      </w:r>
    </w:p>
    <w:p w:rsidR="005B0461" w:rsidRDefault="005B0461" w:rsidP="005B0461">
      <w:r>
        <w:t>418.2768</w:t>
      </w:r>
      <w:r>
        <w:tab/>
        <w:t>3.668e0</w:t>
      </w:r>
    </w:p>
    <w:p w:rsidR="005B0461" w:rsidRDefault="005B0461" w:rsidP="005B0461">
      <w:r>
        <w:t>418.3071</w:t>
      </w:r>
      <w:r>
        <w:tab/>
        <w:t>2.964e0</w:t>
      </w:r>
    </w:p>
    <w:p w:rsidR="005B0461" w:rsidRDefault="005B0461" w:rsidP="005B0461">
      <w:r>
        <w:t>418.3220</w:t>
      </w:r>
      <w:r>
        <w:tab/>
        <w:t>4.051e0</w:t>
      </w:r>
    </w:p>
    <w:p w:rsidR="005B0461" w:rsidRDefault="005B0461" w:rsidP="005B0461">
      <w:r>
        <w:t>418.3964</w:t>
      </w:r>
      <w:r>
        <w:tab/>
        <w:t>2.025e0</w:t>
      </w:r>
    </w:p>
    <w:p w:rsidR="005B0461" w:rsidRDefault="005B0461" w:rsidP="005B0461">
      <w:r>
        <w:t>418.4003</w:t>
      </w:r>
      <w:r>
        <w:tab/>
        <w:t>1.013e0</w:t>
      </w:r>
    </w:p>
    <w:p w:rsidR="005B0461" w:rsidRDefault="005B0461" w:rsidP="005B0461">
      <w:r>
        <w:t>418.4374</w:t>
      </w:r>
      <w:r>
        <w:tab/>
        <w:t>1.013e0</w:t>
      </w:r>
    </w:p>
    <w:p w:rsidR="005B0461" w:rsidRDefault="005B0461" w:rsidP="005B0461">
      <w:r>
        <w:t>418.4400</w:t>
      </w:r>
      <w:r>
        <w:tab/>
        <w:t>2.025e0</w:t>
      </w:r>
    </w:p>
    <w:p w:rsidR="005B0461" w:rsidRDefault="005B0461" w:rsidP="005B0461">
      <w:r>
        <w:t>418.4788</w:t>
      </w:r>
      <w:r>
        <w:tab/>
        <w:t>2.025e0</w:t>
      </w:r>
    </w:p>
    <w:p w:rsidR="005B0461" w:rsidRDefault="005B0461" w:rsidP="005B0461">
      <w:r>
        <w:t>418.4928</w:t>
      </w:r>
      <w:r>
        <w:tab/>
        <w:t>5.063e0</w:t>
      </w:r>
    </w:p>
    <w:p w:rsidR="005B0461" w:rsidRDefault="005B0461" w:rsidP="005B0461">
      <w:r>
        <w:t>418.5373</w:t>
      </w:r>
      <w:r>
        <w:tab/>
        <w:t>1.013e0</w:t>
      </w:r>
    </w:p>
    <w:p w:rsidR="005B0461" w:rsidRDefault="005B0461" w:rsidP="005B0461">
      <w:r>
        <w:lastRenderedPageBreak/>
        <w:t>418.5477</w:t>
      </w:r>
      <w:r>
        <w:tab/>
        <w:t>1.013e0</w:t>
      </w:r>
    </w:p>
    <w:p w:rsidR="005B0461" w:rsidRDefault="005B0461" w:rsidP="005B0461">
      <w:r>
        <w:t>418.5695</w:t>
      </w:r>
      <w:r>
        <w:tab/>
        <w:t>2.025e0</w:t>
      </w:r>
    </w:p>
    <w:p w:rsidR="005B0461" w:rsidRDefault="005B0461" w:rsidP="005B0461">
      <w:r>
        <w:t>418.6017</w:t>
      </w:r>
      <w:r>
        <w:tab/>
        <w:t>1.013e0</w:t>
      </w:r>
    </w:p>
    <w:p w:rsidR="005B0461" w:rsidRDefault="005B0461" w:rsidP="005B0461">
      <w:r>
        <w:t>418.6067</w:t>
      </w:r>
      <w:r>
        <w:tab/>
        <w:t>1.013e0</w:t>
      </w:r>
    </w:p>
    <w:p w:rsidR="005B0461" w:rsidRDefault="005B0461" w:rsidP="005B0461">
      <w:r>
        <w:t>418.6140</w:t>
      </w:r>
      <w:r>
        <w:tab/>
        <w:t>1.013e0</w:t>
      </w:r>
    </w:p>
    <w:p w:rsidR="005B0461" w:rsidRDefault="005B0461" w:rsidP="005B0461">
      <w:r>
        <w:t>418.6249</w:t>
      </w:r>
      <w:r>
        <w:tab/>
        <w:t>2.025e0</w:t>
      </w:r>
    </w:p>
    <w:p w:rsidR="005B0461" w:rsidRDefault="005B0461" w:rsidP="005B0461">
      <w:r>
        <w:t>418.6657</w:t>
      </w:r>
      <w:r>
        <w:tab/>
        <w:t>1.013e0</w:t>
      </w:r>
    </w:p>
    <w:p w:rsidR="005B0461" w:rsidRDefault="005B0461" w:rsidP="005B0461">
      <w:r>
        <w:t>418.7098</w:t>
      </w:r>
      <w:r>
        <w:tab/>
        <w:t>1.013e0</w:t>
      </w:r>
    </w:p>
    <w:p w:rsidR="005B0461" w:rsidRDefault="005B0461" w:rsidP="005B0461">
      <w:r>
        <w:t>418.7630</w:t>
      </w:r>
      <w:r>
        <w:tab/>
        <w:t>2.025e0</w:t>
      </w:r>
    </w:p>
    <w:p w:rsidR="005B0461" w:rsidRDefault="005B0461" w:rsidP="005B0461">
      <w:r>
        <w:t>418.8412</w:t>
      </w:r>
      <w:r>
        <w:tab/>
        <w:t>3.038e0</w:t>
      </w:r>
    </w:p>
    <w:p w:rsidR="005B0461" w:rsidRDefault="005B0461" w:rsidP="005B0461">
      <w:r>
        <w:t>418.8716</w:t>
      </w:r>
      <w:r>
        <w:tab/>
        <w:t>3.038e0</w:t>
      </w:r>
    </w:p>
    <w:p w:rsidR="005B0461" w:rsidRDefault="005B0461" w:rsidP="005B0461">
      <w:r>
        <w:t>418.9058</w:t>
      </w:r>
      <w:r>
        <w:tab/>
        <w:t>2.025e0</w:t>
      </w:r>
    </w:p>
    <w:p w:rsidR="005B0461" w:rsidRDefault="005B0461" w:rsidP="005B0461">
      <w:r>
        <w:t>418.9335</w:t>
      </w:r>
      <w:r>
        <w:tab/>
        <w:t>1.013e0</w:t>
      </w:r>
    </w:p>
    <w:p w:rsidR="005B0461" w:rsidRDefault="005B0461" w:rsidP="005B0461">
      <w:r>
        <w:t>418.9492</w:t>
      </w:r>
      <w:r>
        <w:tab/>
        <w:t>3.038e0</w:t>
      </w:r>
    </w:p>
    <w:p w:rsidR="005B0461" w:rsidRDefault="005B0461" w:rsidP="005B0461">
      <w:r>
        <w:t>418.9679</w:t>
      </w:r>
      <w:r>
        <w:tab/>
        <w:t>1.013e0</w:t>
      </w:r>
    </w:p>
    <w:p w:rsidR="005B0461" w:rsidRDefault="005B0461" w:rsidP="005B0461">
      <w:r>
        <w:t>418.9814</w:t>
      </w:r>
      <w:r>
        <w:tab/>
        <w:t>2.501e0</w:t>
      </w:r>
    </w:p>
    <w:p w:rsidR="005B0461" w:rsidRDefault="005B0461" w:rsidP="005B0461">
      <w:r>
        <w:t>418.9974</w:t>
      </w:r>
      <w:r>
        <w:tab/>
        <w:t>1.013e0</w:t>
      </w:r>
    </w:p>
    <w:p w:rsidR="005B0461" w:rsidRDefault="005B0461" w:rsidP="005B0461">
      <w:r>
        <w:t>419.0600</w:t>
      </w:r>
      <w:r>
        <w:tab/>
        <w:t>1.413e0</w:t>
      </w:r>
    </w:p>
    <w:p w:rsidR="005B0461" w:rsidRDefault="005B0461" w:rsidP="005B0461">
      <w:r>
        <w:t>419.0792</w:t>
      </w:r>
      <w:r>
        <w:tab/>
        <w:t>2.025e0</w:t>
      </w:r>
    </w:p>
    <w:p w:rsidR="005B0461" w:rsidRDefault="005B0461" w:rsidP="005B0461">
      <w:r>
        <w:lastRenderedPageBreak/>
        <w:t>419.0855</w:t>
      </w:r>
      <w:r>
        <w:tab/>
        <w:t>1.354e0</w:t>
      </w:r>
    </w:p>
    <w:p w:rsidR="005B0461" w:rsidRDefault="005B0461" w:rsidP="005B0461">
      <w:r>
        <w:t>419.0920</w:t>
      </w:r>
      <w:r>
        <w:tab/>
        <w:t>1.971e0</w:t>
      </w:r>
    </w:p>
    <w:p w:rsidR="005B0461" w:rsidRDefault="005B0461" w:rsidP="005B0461">
      <w:r>
        <w:t>419.1351</w:t>
      </w:r>
      <w:r>
        <w:tab/>
        <w:t>3.038e0</w:t>
      </w:r>
    </w:p>
    <w:p w:rsidR="005B0461" w:rsidRDefault="005B0461" w:rsidP="005B0461">
      <w:r>
        <w:t>419.1386</w:t>
      </w:r>
      <w:r>
        <w:tab/>
        <w:t>3.573e0</w:t>
      </w:r>
    </w:p>
    <w:p w:rsidR="005B0461" w:rsidRDefault="005B0461" w:rsidP="005B0461">
      <w:r>
        <w:t>419.1570</w:t>
      </w:r>
      <w:r>
        <w:tab/>
        <w:t>4.051e0</w:t>
      </w:r>
    </w:p>
    <w:p w:rsidR="005B0461" w:rsidRDefault="005B0461" w:rsidP="005B0461">
      <w:r>
        <w:t>419.1892</w:t>
      </w:r>
      <w:r>
        <w:tab/>
        <w:t>4.204e0</w:t>
      </w:r>
    </w:p>
    <w:p w:rsidR="005B0461" w:rsidRDefault="005B0461" w:rsidP="005B0461">
      <w:r>
        <w:t>419.2034</w:t>
      </w:r>
      <w:r>
        <w:tab/>
        <w:t>4.051e0</w:t>
      </w:r>
    </w:p>
    <w:p w:rsidR="005B0461" w:rsidRDefault="005B0461" w:rsidP="005B0461">
      <w:r>
        <w:t>419.2437</w:t>
      </w:r>
      <w:r>
        <w:tab/>
        <w:t>4.656e0</w:t>
      </w:r>
    </w:p>
    <w:p w:rsidR="005B0461" w:rsidRDefault="005B0461" w:rsidP="005B0461">
      <w:r>
        <w:t>419.2466</w:t>
      </w:r>
      <w:r>
        <w:tab/>
        <w:t>2.025e0</w:t>
      </w:r>
    </w:p>
    <w:p w:rsidR="005B0461" w:rsidRDefault="005B0461" w:rsidP="005B0461">
      <w:r>
        <w:t>419.2619</w:t>
      </w:r>
      <w:r>
        <w:tab/>
        <w:t>2.277e0</w:t>
      </w:r>
    </w:p>
    <w:p w:rsidR="005B0461" w:rsidRDefault="005B0461" w:rsidP="005B0461">
      <w:r>
        <w:t>419.2949</w:t>
      </w:r>
      <w:r>
        <w:tab/>
        <w:t>5.063e0</w:t>
      </w:r>
    </w:p>
    <w:p w:rsidR="005B0461" w:rsidRDefault="005B0461" w:rsidP="005B0461">
      <w:r>
        <w:t>419.3130</w:t>
      </w:r>
      <w:r>
        <w:tab/>
        <w:t>4.556e0</w:t>
      </w:r>
    </w:p>
    <w:p w:rsidR="005B0461" w:rsidRDefault="005B0461" w:rsidP="005B0461">
      <w:r>
        <w:t>419.3236</w:t>
      </w:r>
      <w:r>
        <w:tab/>
        <w:t>9.114e0</w:t>
      </w:r>
    </w:p>
    <w:p w:rsidR="005B0461" w:rsidRDefault="005B0461" w:rsidP="005B0461">
      <w:r>
        <w:t>419.3249</w:t>
      </w:r>
      <w:r>
        <w:tab/>
        <w:t>1.215e1</w:t>
      </w:r>
    </w:p>
    <w:p w:rsidR="005B0461" w:rsidRDefault="005B0461" w:rsidP="005B0461">
      <w:r>
        <w:t>419.4077</w:t>
      </w:r>
      <w:r>
        <w:tab/>
        <w:t>1.013e0</w:t>
      </w:r>
    </w:p>
    <w:p w:rsidR="005B0461" w:rsidRDefault="005B0461" w:rsidP="005B0461">
      <w:r>
        <w:t>419.4291</w:t>
      </w:r>
      <w:r>
        <w:tab/>
        <w:t>2.025e0</w:t>
      </w:r>
    </w:p>
    <w:p w:rsidR="005B0461" w:rsidRDefault="005B0461" w:rsidP="005B0461">
      <w:r>
        <w:t>419.4550</w:t>
      </w:r>
      <w:r>
        <w:tab/>
        <w:t>1.013e0</w:t>
      </w:r>
    </w:p>
    <w:p w:rsidR="005B0461" w:rsidRDefault="005B0461" w:rsidP="005B0461">
      <w:r>
        <w:t>419.4865</w:t>
      </w:r>
      <w:r>
        <w:tab/>
        <w:t>2.025e0</w:t>
      </w:r>
    </w:p>
    <w:p w:rsidR="005B0461" w:rsidRDefault="005B0461" w:rsidP="005B0461">
      <w:r>
        <w:t>419.4919</w:t>
      </w:r>
      <w:r>
        <w:tab/>
        <w:t>2.025e0</w:t>
      </w:r>
    </w:p>
    <w:p w:rsidR="005B0461" w:rsidRDefault="005B0461" w:rsidP="005B0461">
      <w:r>
        <w:lastRenderedPageBreak/>
        <w:t>419.4936</w:t>
      </w:r>
      <w:r>
        <w:tab/>
        <w:t>1.013e0</w:t>
      </w:r>
    </w:p>
    <w:p w:rsidR="005B0461" w:rsidRDefault="005B0461" w:rsidP="005B0461">
      <w:r>
        <w:t>419.5389</w:t>
      </w:r>
      <w:r>
        <w:tab/>
        <w:t>2.025e0</w:t>
      </w:r>
    </w:p>
    <w:p w:rsidR="005B0461" w:rsidRDefault="005B0461" w:rsidP="005B0461">
      <w:r>
        <w:t>419.5417</w:t>
      </w:r>
      <w:r>
        <w:tab/>
        <w:t>2.025e0</w:t>
      </w:r>
    </w:p>
    <w:p w:rsidR="005B0461" w:rsidRDefault="005B0461" w:rsidP="005B0461">
      <w:r>
        <w:t>419.5436</w:t>
      </w:r>
      <w:r>
        <w:tab/>
        <w:t>1.013e0</w:t>
      </w:r>
    </w:p>
    <w:p w:rsidR="005B0461" w:rsidRDefault="005B0461" w:rsidP="005B0461">
      <w:r>
        <w:t>419.5658</w:t>
      </w:r>
      <w:r>
        <w:tab/>
        <w:t>1.013e0</w:t>
      </w:r>
    </w:p>
    <w:p w:rsidR="005B0461" w:rsidRDefault="005B0461" w:rsidP="005B0461">
      <w:r>
        <w:t>419.5933</w:t>
      </w:r>
      <w:r>
        <w:tab/>
        <w:t>2.025e0</w:t>
      </w:r>
    </w:p>
    <w:p w:rsidR="005B0461" w:rsidRDefault="005B0461" w:rsidP="005B0461">
      <w:r>
        <w:t>419.6147</w:t>
      </w:r>
      <w:r>
        <w:tab/>
        <w:t>1.013e0</w:t>
      </w:r>
    </w:p>
    <w:p w:rsidR="005B0461" w:rsidRDefault="005B0461" w:rsidP="005B0461">
      <w:r>
        <w:t>419.6581</w:t>
      </w:r>
      <w:r>
        <w:tab/>
        <w:t>3.038e0</w:t>
      </w:r>
    </w:p>
    <w:p w:rsidR="005B0461" w:rsidRDefault="005B0461" w:rsidP="005B0461">
      <w:r>
        <w:t>419.6839</w:t>
      </w:r>
      <w:r>
        <w:tab/>
        <w:t>1.013e0</w:t>
      </w:r>
    </w:p>
    <w:p w:rsidR="005B0461" w:rsidRDefault="005B0461" w:rsidP="005B0461">
      <w:r>
        <w:t>419.6967</w:t>
      </w:r>
      <w:r>
        <w:tab/>
        <w:t>1.013e0</w:t>
      </w:r>
    </w:p>
    <w:p w:rsidR="005B0461" w:rsidRDefault="005B0461" w:rsidP="005B0461">
      <w:r>
        <w:t>419.7396</w:t>
      </w:r>
      <w:r>
        <w:tab/>
        <w:t>1.013e0</w:t>
      </w:r>
    </w:p>
    <w:p w:rsidR="005B0461" w:rsidRDefault="005B0461" w:rsidP="005B0461">
      <w:r>
        <w:t>419.7431</w:t>
      </w:r>
      <w:r>
        <w:tab/>
        <w:t>1.013e0</w:t>
      </w:r>
    </w:p>
    <w:p w:rsidR="005B0461" w:rsidRDefault="005B0461" w:rsidP="005B0461">
      <w:r>
        <w:t>419.8095</w:t>
      </w:r>
      <w:r>
        <w:tab/>
        <w:t>1.013e0</w:t>
      </w:r>
    </w:p>
    <w:p w:rsidR="005B0461" w:rsidRDefault="005B0461" w:rsidP="005B0461">
      <w:r>
        <w:t>419.8391</w:t>
      </w:r>
      <w:r>
        <w:tab/>
        <w:t>1.013e0</w:t>
      </w:r>
    </w:p>
    <w:p w:rsidR="005B0461" w:rsidRDefault="005B0461" w:rsidP="005B0461">
      <w:r>
        <w:t>419.8781</w:t>
      </w:r>
      <w:r>
        <w:tab/>
        <w:t>3.038e0</w:t>
      </w:r>
    </w:p>
    <w:p w:rsidR="005B0461" w:rsidRDefault="005B0461" w:rsidP="005B0461">
      <w:r>
        <w:t>419.9426</w:t>
      </w:r>
      <w:r>
        <w:tab/>
        <w:t>1.013e0</w:t>
      </w:r>
    </w:p>
    <w:p w:rsidR="005B0461" w:rsidRDefault="005B0461" w:rsidP="005B0461">
      <w:r>
        <w:t>419.9579</w:t>
      </w:r>
      <w:r>
        <w:tab/>
        <w:t>5.267e0</w:t>
      </w:r>
    </w:p>
    <w:p w:rsidR="005B0461" w:rsidRDefault="005B0461" w:rsidP="005B0461">
      <w:r>
        <w:t>420.0002</w:t>
      </w:r>
      <w:r>
        <w:tab/>
        <w:t>2.025e0</w:t>
      </w:r>
    </w:p>
    <w:p w:rsidR="005B0461" w:rsidRDefault="005B0461" w:rsidP="005B0461">
      <w:r>
        <w:t>420.0064</w:t>
      </w:r>
      <w:r>
        <w:tab/>
        <w:t>3.497e0</w:t>
      </w:r>
    </w:p>
    <w:p w:rsidR="005B0461" w:rsidRDefault="005B0461" w:rsidP="005B0461">
      <w:r>
        <w:lastRenderedPageBreak/>
        <w:t>420.1178</w:t>
      </w:r>
      <w:r>
        <w:tab/>
        <w:t>2.010e0</w:t>
      </w:r>
    </w:p>
    <w:p w:rsidR="005B0461" w:rsidRDefault="005B0461" w:rsidP="005B0461">
      <w:r>
        <w:t>420.1754</w:t>
      </w:r>
      <w:r>
        <w:tab/>
        <w:t>2.818e0</w:t>
      </w:r>
    </w:p>
    <w:p w:rsidR="005B0461" w:rsidRDefault="005B0461" w:rsidP="005B0461">
      <w:r>
        <w:t>420.1815</w:t>
      </w:r>
      <w:r>
        <w:tab/>
        <w:t>2.025e0</w:t>
      </w:r>
    </w:p>
    <w:p w:rsidR="005B0461" w:rsidRDefault="005B0461" w:rsidP="005B0461">
      <w:r>
        <w:t>420.1965</w:t>
      </w:r>
      <w:r>
        <w:tab/>
        <w:t>1.013e0</w:t>
      </w:r>
    </w:p>
    <w:p w:rsidR="005B0461" w:rsidRDefault="005B0461" w:rsidP="005B0461">
      <w:r>
        <w:t>420.2417</w:t>
      </w:r>
      <w:r>
        <w:tab/>
        <w:t>6.036e0</w:t>
      </w:r>
    </w:p>
    <w:p w:rsidR="005B0461" w:rsidRDefault="005B0461" w:rsidP="005B0461">
      <w:r>
        <w:t>420.2511</w:t>
      </w:r>
      <w:r>
        <w:tab/>
        <w:t>4.577e0</w:t>
      </w:r>
    </w:p>
    <w:p w:rsidR="005B0461" w:rsidRDefault="005B0461" w:rsidP="005B0461">
      <w:r>
        <w:t>420.2582</w:t>
      </w:r>
      <w:r>
        <w:tab/>
        <w:t>6.997e0</w:t>
      </w:r>
    </w:p>
    <w:p w:rsidR="005B0461" w:rsidRDefault="005B0461" w:rsidP="005B0461">
      <w:r>
        <w:t>420.3056</w:t>
      </w:r>
      <w:r>
        <w:tab/>
        <w:t>5.264e0</w:t>
      </w:r>
    </w:p>
    <w:p w:rsidR="005B0461" w:rsidRDefault="005B0461" w:rsidP="005B0461">
      <w:r>
        <w:t>420.3114</w:t>
      </w:r>
      <w:r>
        <w:tab/>
        <w:t>1.560e0</w:t>
      </w:r>
    </w:p>
    <w:p w:rsidR="005B0461" w:rsidRDefault="005B0461" w:rsidP="005B0461">
      <w:r>
        <w:t>420.3152</w:t>
      </w:r>
      <w:r>
        <w:tab/>
        <w:t>4.051e0</w:t>
      </w:r>
    </w:p>
    <w:p w:rsidR="005B0461" w:rsidRDefault="005B0461" w:rsidP="005B0461">
      <w:r>
        <w:t>420.3271</w:t>
      </w:r>
      <w:r>
        <w:tab/>
        <w:t>1.013e0</w:t>
      </w:r>
    </w:p>
    <w:p w:rsidR="005B0461" w:rsidRDefault="005B0461" w:rsidP="005B0461">
      <w:r>
        <w:t>420.3712</w:t>
      </w:r>
      <w:r>
        <w:tab/>
        <w:t>2.025e0</w:t>
      </w:r>
    </w:p>
    <w:p w:rsidR="005B0461" w:rsidRDefault="005B0461" w:rsidP="005B0461">
      <w:r>
        <w:t>420.3799</w:t>
      </w:r>
      <w:r>
        <w:tab/>
        <w:t>2.014e0</w:t>
      </w:r>
    </w:p>
    <w:p w:rsidR="005B0461" w:rsidRDefault="005B0461" w:rsidP="005B0461">
      <w:r>
        <w:t>420.4233</w:t>
      </w:r>
      <w:r>
        <w:tab/>
        <w:t>2.025e0</w:t>
      </w:r>
    </w:p>
    <w:p w:rsidR="005B0461" w:rsidRDefault="005B0461" w:rsidP="005B0461">
      <w:r>
        <w:t>420.4346</w:t>
      </w:r>
      <w:r>
        <w:tab/>
        <w:t>5.063e0</w:t>
      </w:r>
    </w:p>
    <w:p w:rsidR="005B0461" w:rsidRDefault="005B0461" w:rsidP="005B0461">
      <w:r>
        <w:t>420.4855</w:t>
      </w:r>
      <w:r>
        <w:tab/>
        <w:t>2.025e0</w:t>
      </w:r>
    </w:p>
    <w:p w:rsidR="005B0461" w:rsidRDefault="005B0461" w:rsidP="005B0461">
      <w:r>
        <w:t>420.5246</w:t>
      </w:r>
      <w:r>
        <w:tab/>
        <w:t>1.013e0</w:t>
      </w:r>
    </w:p>
    <w:p w:rsidR="005B0461" w:rsidRDefault="005B0461" w:rsidP="005B0461">
      <w:r>
        <w:t>420.5417</w:t>
      </w:r>
      <w:r>
        <w:tab/>
        <w:t>1.013e0</w:t>
      </w:r>
    </w:p>
    <w:p w:rsidR="005B0461" w:rsidRDefault="005B0461" w:rsidP="005B0461">
      <w:r>
        <w:t>420.5935</w:t>
      </w:r>
      <w:r>
        <w:tab/>
        <w:t>1.013e0</w:t>
      </w:r>
    </w:p>
    <w:p w:rsidR="005B0461" w:rsidRDefault="005B0461" w:rsidP="005B0461">
      <w:r>
        <w:lastRenderedPageBreak/>
        <w:t>420.5957</w:t>
      </w:r>
      <w:r>
        <w:tab/>
        <w:t>2.025e0</w:t>
      </w:r>
    </w:p>
    <w:p w:rsidR="005B0461" w:rsidRDefault="005B0461" w:rsidP="005B0461">
      <w:r>
        <w:t>420.6067</w:t>
      </w:r>
      <w:r>
        <w:tab/>
        <w:t>2.025e0</w:t>
      </w:r>
    </w:p>
    <w:p w:rsidR="005B0461" w:rsidRDefault="005B0461" w:rsidP="005B0461">
      <w:r>
        <w:t>420.6356</w:t>
      </w:r>
      <w:r>
        <w:tab/>
        <w:t>2.025e0</w:t>
      </w:r>
    </w:p>
    <w:p w:rsidR="005B0461" w:rsidRDefault="005B0461" w:rsidP="005B0461">
      <w:r>
        <w:t>420.6453</w:t>
      </w:r>
      <w:r>
        <w:tab/>
        <w:t>1.013e0</w:t>
      </w:r>
    </w:p>
    <w:p w:rsidR="005B0461" w:rsidRDefault="005B0461" w:rsidP="005B0461">
      <w:r>
        <w:t>420.6644</w:t>
      </w:r>
      <w:r>
        <w:tab/>
        <w:t>2.025e0</w:t>
      </w:r>
    </w:p>
    <w:p w:rsidR="005B0461" w:rsidRDefault="005B0461" w:rsidP="005B0461">
      <w:r>
        <w:t>420.6799</w:t>
      </w:r>
      <w:r>
        <w:tab/>
        <w:t>2.025e0</w:t>
      </w:r>
    </w:p>
    <w:p w:rsidR="005B0461" w:rsidRDefault="005B0461" w:rsidP="005B0461">
      <w:r>
        <w:t>420.7084</w:t>
      </w:r>
      <w:r>
        <w:tab/>
        <w:t>2.025e0</w:t>
      </w:r>
    </w:p>
    <w:p w:rsidR="005B0461" w:rsidRDefault="005B0461" w:rsidP="005B0461">
      <w:r>
        <w:t>420.7316</w:t>
      </w:r>
      <w:r>
        <w:tab/>
        <w:t>1.013e0</w:t>
      </w:r>
    </w:p>
    <w:p w:rsidR="005B0461" w:rsidRDefault="005B0461" w:rsidP="005B0461">
      <w:r>
        <w:t>420.7711</w:t>
      </w:r>
      <w:r>
        <w:tab/>
        <w:t>1.013e0</w:t>
      </w:r>
    </w:p>
    <w:p w:rsidR="005B0461" w:rsidRDefault="005B0461" w:rsidP="005B0461">
      <w:r>
        <w:t>420.7860</w:t>
      </w:r>
      <w:r>
        <w:tab/>
        <w:t>1.013e0</w:t>
      </w:r>
    </w:p>
    <w:p w:rsidR="005B0461" w:rsidRDefault="005B0461" w:rsidP="005B0461">
      <w:r>
        <w:t>420.8304</w:t>
      </w:r>
      <w:r>
        <w:tab/>
        <w:t>1.013e0</w:t>
      </w:r>
    </w:p>
    <w:p w:rsidR="005B0461" w:rsidRDefault="005B0461" w:rsidP="005B0461">
      <w:r>
        <w:t>420.8526</w:t>
      </w:r>
      <w:r>
        <w:tab/>
        <w:t>1.013e0</w:t>
      </w:r>
    </w:p>
    <w:p w:rsidR="005B0461" w:rsidRDefault="005B0461" w:rsidP="005B0461">
      <w:r>
        <w:t>420.8600</w:t>
      </w:r>
      <w:r>
        <w:tab/>
        <w:t>1.013e0</w:t>
      </w:r>
    </w:p>
    <w:p w:rsidR="005B0461" w:rsidRDefault="005B0461" w:rsidP="005B0461">
      <w:r>
        <w:t>420.8785</w:t>
      </w:r>
      <w:r>
        <w:tab/>
        <w:t>6.076e0</w:t>
      </w:r>
    </w:p>
    <w:p w:rsidR="005B0461" w:rsidRDefault="005B0461" w:rsidP="005B0461">
      <w:r>
        <w:t>420.9193</w:t>
      </w:r>
      <w:r>
        <w:tab/>
        <w:t>2.025e0</w:t>
      </w:r>
    </w:p>
    <w:p w:rsidR="005B0461" w:rsidRDefault="005B0461" w:rsidP="005B0461">
      <w:r>
        <w:t>420.9617</w:t>
      </w:r>
      <w:r>
        <w:tab/>
        <w:t>2.863e0</w:t>
      </w:r>
    </w:p>
    <w:p w:rsidR="005B0461" w:rsidRDefault="005B0461" w:rsidP="005B0461">
      <w:r>
        <w:t>421.0201</w:t>
      </w:r>
      <w:r>
        <w:tab/>
        <w:t>1.285e1</w:t>
      </w:r>
    </w:p>
    <w:p w:rsidR="005B0461" w:rsidRDefault="005B0461" w:rsidP="005B0461">
      <w:r>
        <w:t>421.0359</w:t>
      </w:r>
      <w:r>
        <w:tab/>
        <w:t>1.073e1</w:t>
      </w:r>
    </w:p>
    <w:p w:rsidR="005B0461" w:rsidRDefault="005B0461" w:rsidP="005B0461">
      <w:r>
        <w:t>421.0420</w:t>
      </w:r>
      <w:r>
        <w:tab/>
        <w:t>4.232e1</w:t>
      </w:r>
    </w:p>
    <w:p w:rsidR="005B0461" w:rsidRDefault="005B0461" w:rsidP="005B0461">
      <w:r>
        <w:lastRenderedPageBreak/>
        <w:t>421.1374</w:t>
      </w:r>
      <w:r>
        <w:tab/>
        <w:t>3.243e0</w:t>
      </w:r>
    </w:p>
    <w:p w:rsidR="005B0461" w:rsidRDefault="005B0461" w:rsidP="005B0461">
      <w:r>
        <w:t>421.1630</w:t>
      </w:r>
      <w:r>
        <w:tab/>
        <w:t>4.647e0</w:t>
      </w:r>
    </w:p>
    <w:p w:rsidR="005B0461" w:rsidRDefault="005B0461" w:rsidP="005B0461">
      <w:r>
        <w:t>421.1886</w:t>
      </w:r>
      <w:r>
        <w:tab/>
        <w:t>1.013e0</w:t>
      </w:r>
    </w:p>
    <w:p w:rsidR="005B0461" w:rsidRDefault="005B0461" w:rsidP="005B0461">
      <w:r>
        <w:t>421.1973</w:t>
      </w:r>
      <w:r>
        <w:tab/>
        <w:t>1.585e0</w:t>
      </w:r>
    </w:p>
    <w:p w:rsidR="005B0461" w:rsidRDefault="005B0461" w:rsidP="005B0461">
      <w:r>
        <w:t>421.2198</w:t>
      </w:r>
      <w:r>
        <w:tab/>
        <w:t>6.241e0</w:t>
      </w:r>
    </w:p>
    <w:p w:rsidR="005B0461" w:rsidRDefault="005B0461" w:rsidP="005B0461">
      <w:r>
        <w:t>421.2479</w:t>
      </w:r>
      <w:r>
        <w:tab/>
        <w:t>8.101e0</w:t>
      </w:r>
    </w:p>
    <w:p w:rsidR="005B0461" w:rsidRDefault="005B0461" w:rsidP="005B0461">
      <w:r>
        <w:t>421.2920</w:t>
      </w:r>
      <w:r>
        <w:tab/>
        <w:t>1.770e0</w:t>
      </w:r>
    </w:p>
    <w:p w:rsidR="005B0461" w:rsidRDefault="005B0461" w:rsidP="005B0461">
      <w:r>
        <w:t>421.3073</w:t>
      </w:r>
      <w:r>
        <w:tab/>
        <w:t>4.051e0</w:t>
      </w:r>
    </w:p>
    <w:p w:rsidR="005B0461" w:rsidRDefault="005B0461" w:rsidP="005B0461">
      <w:r>
        <w:t>421.3227</w:t>
      </w:r>
      <w:r>
        <w:tab/>
        <w:t>3.586e0</w:t>
      </w:r>
    </w:p>
    <w:p w:rsidR="005B0461" w:rsidRDefault="005B0461" w:rsidP="005B0461">
      <w:r>
        <w:t>421.3243</w:t>
      </w:r>
      <w:r>
        <w:tab/>
        <w:t>3.038e0</w:t>
      </w:r>
    </w:p>
    <w:p w:rsidR="005B0461" w:rsidRDefault="005B0461" w:rsidP="005B0461">
      <w:r>
        <w:t>421.3957</w:t>
      </w:r>
      <w:r>
        <w:tab/>
        <w:t>1.013e0</w:t>
      </w:r>
    </w:p>
    <w:p w:rsidR="005B0461" w:rsidRDefault="005B0461" w:rsidP="005B0461">
      <w:r>
        <w:t>421.4133</w:t>
      </w:r>
      <w:r>
        <w:tab/>
        <w:t>1.013e0</w:t>
      </w:r>
    </w:p>
    <w:p w:rsidR="005B0461" w:rsidRDefault="005B0461" w:rsidP="005B0461">
      <w:r>
        <w:t>421.4327</w:t>
      </w:r>
      <w:r>
        <w:tab/>
        <w:t>3.038e0</w:t>
      </w:r>
    </w:p>
    <w:p w:rsidR="005B0461" w:rsidRDefault="005B0461" w:rsidP="005B0461">
      <w:r>
        <w:t>421.5122</w:t>
      </w:r>
      <w:r>
        <w:tab/>
        <w:t>1.013e0</w:t>
      </w:r>
    </w:p>
    <w:p w:rsidR="005B0461" w:rsidRDefault="005B0461" w:rsidP="005B0461">
      <w:r>
        <w:t>421.5228</w:t>
      </w:r>
      <w:r>
        <w:tab/>
        <w:t>2.025e0</w:t>
      </w:r>
    </w:p>
    <w:p w:rsidR="005B0461" w:rsidRDefault="005B0461" w:rsidP="005B0461">
      <w:r>
        <w:t>421.5382</w:t>
      </w:r>
      <w:r>
        <w:tab/>
        <w:t>2.025e0</w:t>
      </w:r>
    </w:p>
    <w:p w:rsidR="005B0461" w:rsidRDefault="005B0461" w:rsidP="005B0461">
      <w:r>
        <w:t>421.5716</w:t>
      </w:r>
      <w:r>
        <w:tab/>
        <w:t>1.013e0</w:t>
      </w:r>
    </w:p>
    <w:p w:rsidR="005B0461" w:rsidRDefault="005B0461" w:rsidP="005B0461">
      <w:r>
        <w:t>421.5775</w:t>
      </w:r>
      <w:r>
        <w:tab/>
        <w:t>1.013e0</w:t>
      </w:r>
    </w:p>
    <w:p w:rsidR="005B0461" w:rsidRDefault="005B0461" w:rsidP="005B0461">
      <w:r>
        <w:t>421.6329</w:t>
      </w:r>
      <w:r>
        <w:tab/>
        <w:t>2.025e0</w:t>
      </w:r>
    </w:p>
    <w:p w:rsidR="005B0461" w:rsidRDefault="005B0461" w:rsidP="005B0461">
      <w:r>
        <w:lastRenderedPageBreak/>
        <w:t>421.6754</w:t>
      </w:r>
      <w:r>
        <w:tab/>
        <w:t>1.013e0</w:t>
      </w:r>
    </w:p>
    <w:p w:rsidR="005B0461" w:rsidRDefault="005B0461" w:rsidP="005B0461">
      <w:r>
        <w:t>421.6845</w:t>
      </w:r>
      <w:r>
        <w:tab/>
        <w:t>4.051e0</w:t>
      </w:r>
    </w:p>
    <w:p w:rsidR="005B0461" w:rsidRDefault="005B0461" w:rsidP="005B0461">
      <w:r>
        <w:t>421.7454</w:t>
      </w:r>
      <w:r>
        <w:tab/>
        <w:t>1.013e0</w:t>
      </w:r>
    </w:p>
    <w:p w:rsidR="005B0461" w:rsidRDefault="005B0461" w:rsidP="005B0461">
      <w:r>
        <w:t>421.8016</w:t>
      </w:r>
      <w:r>
        <w:tab/>
        <w:t>1.013e0</w:t>
      </w:r>
    </w:p>
    <w:p w:rsidR="005B0461" w:rsidRDefault="005B0461" w:rsidP="005B0461">
      <w:r>
        <w:t>421.8418</w:t>
      </w:r>
      <w:r>
        <w:tab/>
        <w:t>2.025e0</w:t>
      </w:r>
    </w:p>
    <w:p w:rsidR="005B0461" w:rsidRDefault="005B0461" w:rsidP="005B0461">
      <w:r>
        <w:t>421.8470</w:t>
      </w:r>
      <w:r>
        <w:tab/>
        <w:t>2.025e0</w:t>
      </w:r>
    </w:p>
    <w:p w:rsidR="005B0461" w:rsidRDefault="005B0461" w:rsidP="005B0461">
      <w:r>
        <w:t>421.8619</w:t>
      </w:r>
      <w:r>
        <w:tab/>
        <w:t>3.038e0</w:t>
      </w:r>
    </w:p>
    <w:p w:rsidR="005B0461" w:rsidRDefault="005B0461" w:rsidP="005B0461">
      <w:r>
        <w:t>421.9096</w:t>
      </w:r>
      <w:r>
        <w:tab/>
        <w:t>3.038e0</w:t>
      </w:r>
    </w:p>
    <w:p w:rsidR="005B0461" w:rsidRDefault="005B0461" w:rsidP="005B0461">
      <w:r>
        <w:t>421.9546</w:t>
      </w:r>
      <w:r>
        <w:tab/>
        <w:t>3.038e0</w:t>
      </w:r>
    </w:p>
    <w:p w:rsidR="005B0461" w:rsidRDefault="005B0461" w:rsidP="005B0461">
      <w:r>
        <w:t>421.9568</w:t>
      </w:r>
      <w:r>
        <w:tab/>
        <w:t>5.063e0</w:t>
      </w:r>
    </w:p>
    <w:p w:rsidR="005B0461" w:rsidRDefault="005B0461" w:rsidP="005B0461">
      <w:r>
        <w:t>421.9709</w:t>
      </w:r>
      <w:r>
        <w:tab/>
        <w:t>3.038e0</w:t>
      </w:r>
    </w:p>
    <w:p w:rsidR="005B0461" w:rsidRDefault="005B0461" w:rsidP="005B0461">
      <w:r>
        <w:t>421.9994</w:t>
      </w:r>
      <w:r>
        <w:tab/>
        <w:t>2.025e0</w:t>
      </w:r>
    </w:p>
    <w:p w:rsidR="005B0461" w:rsidRDefault="005B0461" w:rsidP="005B0461">
      <w:r>
        <w:t>422.0128</w:t>
      </w:r>
      <w:r>
        <w:tab/>
        <w:t>7.678e0</w:t>
      </w:r>
    </w:p>
    <w:p w:rsidR="005B0461" w:rsidRDefault="005B0461" w:rsidP="005B0461">
      <w:r>
        <w:t>422.0167</w:t>
      </w:r>
      <w:r>
        <w:tab/>
        <w:t>1.472e0</w:t>
      </w:r>
    </w:p>
    <w:p w:rsidR="005B0461" w:rsidRDefault="005B0461" w:rsidP="005B0461">
      <w:r>
        <w:t>422.0385</w:t>
      </w:r>
      <w:r>
        <w:tab/>
        <w:t>1.684e0</w:t>
      </w:r>
    </w:p>
    <w:p w:rsidR="005B0461" w:rsidRDefault="005B0461" w:rsidP="005B0461">
      <w:r>
        <w:t>422.0613</w:t>
      </w:r>
      <w:r>
        <w:tab/>
        <w:t>7.569e0</w:t>
      </w:r>
    </w:p>
    <w:p w:rsidR="005B0461" w:rsidRDefault="005B0461" w:rsidP="005B0461">
      <w:r>
        <w:t>422.0780</w:t>
      </w:r>
      <w:r>
        <w:tab/>
        <w:t>3.221e0</w:t>
      </w:r>
    </w:p>
    <w:p w:rsidR="005B0461" w:rsidRDefault="005B0461" w:rsidP="005B0461">
      <w:r>
        <w:t>422.0794</w:t>
      </w:r>
      <w:r>
        <w:tab/>
        <w:t>4.045e0</w:t>
      </w:r>
    </w:p>
    <w:p w:rsidR="005B0461" w:rsidRDefault="005B0461" w:rsidP="005B0461">
      <w:r>
        <w:t>422.0910</w:t>
      </w:r>
      <w:r>
        <w:tab/>
        <w:t>2.982e0</w:t>
      </w:r>
    </w:p>
    <w:p w:rsidR="005B0461" w:rsidRDefault="005B0461" w:rsidP="005B0461">
      <w:r>
        <w:lastRenderedPageBreak/>
        <w:t>422.1299</w:t>
      </w:r>
      <w:r>
        <w:tab/>
        <w:t>3.519e0</w:t>
      </w:r>
    </w:p>
    <w:p w:rsidR="005B0461" w:rsidRDefault="005B0461" w:rsidP="005B0461">
      <w:r>
        <w:t>422.1627</w:t>
      </w:r>
      <w:r>
        <w:tab/>
        <w:t>2.965e0</w:t>
      </w:r>
    </w:p>
    <w:p w:rsidR="005B0461" w:rsidRDefault="005B0461" w:rsidP="005B0461">
      <w:r>
        <w:t>422.1855</w:t>
      </w:r>
      <w:r>
        <w:tab/>
        <w:t>2.871e0</w:t>
      </w:r>
    </w:p>
    <w:p w:rsidR="005B0461" w:rsidRDefault="005B0461" w:rsidP="005B0461">
      <w:r>
        <w:t>422.1906</w:t>
      </w:r>
      <w:r>
        <w:tab/>
        <w:t>4.051e0</w:t>
      </w:r>
    </w:p>
    <w:p w:rsidR="005B0461" w:rsidRDefault="005B0461" w:rsidP="005B0461">
      <w:r>
        <w:t>422.2041</w:t>
      </w:r>
      <w:r>
        <w:tab/>
        <w:t>3.038e0</w:t>
      </w:r>
    </w:p>
    <w:p w:rsidR="005B0461" w:rsidRDefault="005B0461" w:rsidP="005B0461">
      <w:r>
        <w:t>422.2787</w:t>
      </w:r>
      <w:r>
        <w:tab/>
        <w:t>4.930e0</w:t>
      </w:r>
    </w:p>
    <w:p w:rsidR="005B0461" w:rsidRDefault="005B0461" w:rsidP="005B0461">
      <w:r>
        <w:t>422.2808</w:t>
      </w:r>
      <w:r>
        <w:tab/>
        <w:t>1.013e0</w:t>
      </w:r>
    </w:p>
    <w:p w:rsidR="005B0461" w:rsidRDefault="005B0461" w:rsidP="005B0461">
      <w:r>
        <w:t>422.3097</w:t>
      </w:r>
      <w:r>
        <w:tab/>
        <w:t>3.489e0</w:t>
      </w:r>
    </w:p>
    <w:p w:rsidR="005B0461" w:rsidRDefault="005B0461" w:rsidP="005B0461">
      <w:r>
        <w:t>422.3146</w:t>
      </w:r>
      <w:r>
        <w:tab/>
        <w:t>3.585e0</w:t>
      </w:r>
    </w:p>
    <w:p w:rsidR="005B0461" w:rsidRDefault="005B0461" w:rsidP="005B0461">
      <w:r>
        <w:t>422.3382</w:t>
      </w:r>
      <w:r>
        <w:tab/>
        <w:t>2.025e0</w:t>
      </w:r>
    </w:p>
    <w:p w:rsidR="005B0461" w:rsidRDefault="005B0461" w:rsidP="005B0461">
      <w:r>
        <w:t>422.3665</w:t>
      </w:r>
      <w:r>
        <w:tab/>
        <w:t>2.003e0</w:t>
      </w:r>
    </w:p>
    <w:p w:rsidR="005B0461" w:rsidRDefault="005B0461" w:rsidP="005B0461">
      <w:r>
        <w:t>422.3760</w:t>
      </w:r>
      <w:r>
        <w:tab/>
        <w:t>2.024e0</w:t>
      </w:r>
    </w:p>
    <w:p w:rsidR="005B0461" w:rsidRDefault="005B0461" w:rsidP="005B0461">
      <w:r>
        <w:t>422.4121</w:t>
      </w:r>
      <w:r>
        <w:tab/>
        <w:t>3.038e0</w:t>
      </w:r>
    </w:p>
    <w:p w:rsidR="005B0461" w:rsidRDefault="005B0461" w:rsidP="005B0461">
      <w:r>
        <w:t>422.4450</w:t>
      </w:r>
      <w:r>
        <w:tab/>
        <w:t>1.013e0</w:t>
      </w:r>
    </w:p>
    <w:p w:rsidR="005B0461" w:rsidRDefault="005B0461" w:rsidP="005B0461">
      <w:r>
        <w:t>422.4526</w:t>
      </w:r>
      <w:r>
        <w:tab/>
        <w:t>2.025e0</w:t>
      </w:r>
    </w:p>
    <w:p w:rsidR="005B0461" w:rsidRDefault="005B0461" w:rsidP="005B0461">
      <w:r>
        <w:t>422.4700</w:t>
      </w:r>
      <w:r>
        <w:tab/>
        <w:t>1.013e0</w:t>
      </w:r>
    </w:p>
    <w:p w:rsidR="005B0461" w:rsidRDefault="005B0461" w:rsidP="005B0461">
      <w:r>
        <w:t>422.4923</w:t>
      </w:r>
      <w:r>
        <w:tab/>
        <w:t>1.013e0</w:t>
      </w:r>
    </w:p>
    <w:p w:rsidR="005B0461" w:rsidRDefault="005B0461" w:rsidP="005B0461">
      <w:r>
        <w:t>422.5369</w:t>
      </w:r>
      <w:r>
        <w:tab/>
        <w:t>1.013e0</w:t>
      </w:r>
    </w:p>
    <w:p w:rsidR="005B0461" w:rsidRDefault="005B0461" w:rsidP="005B0461">
      <w:r>
        <w:t>422.5414</w:t>
      </w:r>
      <w:r>
        <w:tab/>
        <w:t>2.025e0</w:t>
      </w:r>
    </w:p>
    <w:p w:rsidR="005B0461" w:rsidRDefault="005B0461" w:rsidP="005B0461">
      <w:r>
        <w:lastRenderedPageBreak/>
        <w:t>422.5522</w:t>
      </w:r>
      <w:r>
        <w:tab/>
        <w:t>1.013e0</w:t>
      </w:r>
    </w:p>
    <w:p w:rsidR="005B0461" w:rsidRDefault="005B0461" w:rsidP="005B0461">
      <w:r>
        <w:t>422.5701</w:t>
      </w:r>
      <w:r>
        <w:tab/>
        <w:t>1.013e0</w:t>
      </w:r>
    </w:p>
    <w:p w:rsidR="005B0461" w:rsidRDefault="005B0461" w:rsidP="005B0461">
      <w:r>
        <w:t>422.5815</w:t>
      </w:r>
      <w:r>
        <w:tab/>
        <w:t>1.013e0</w:t>
      </w:r>
    </w:p>
    <w:p w:rsidR="005B0461" w:rsidRDefault="005B0461" w:rsidP="005B0461">
      <w:r>
        <w:t>422.6410</w:t>
      </w:r>
      <w:r>
        <w:tab/>
        <w:t>1.013e0</w:t>
      </w:r>
    </w:p>
    <w:p w:rsidR="005B0461" w:rsidRDefault="005B0461" w:rsidP="005B0461">
      <w:r>
        <w:t>422.6484</w:t>
      </w:r>
      <w:r>
        <w:tab/>
        <w:t>1.013e0</w:t>
      </w:r>
    </w:p>
    <w:p w:rsidR="005B0461" w:rsidRDefault="005B0461" w:rsidP="005B0461">
      <w:r>
        <w:t>422.6737</w:t>
      </w:r>
      <w:r>
        <w:tab/>
        <w:t>1.013e0</w:t>
      </w:r>
    </w:p>
    <w:p w:rsidR="005B0461" w:rsidRDefault="005B0461" w:rsidP="005B0461">
      <w:r>
        <w:t>422.6804</w:t>
      </w:r>
      <w:r>
        <w:tab/>
        <w:t>2.025e0</w:t>
      </w:r>
    </w:p>
    <w:p w:rsidR="005B0461" w:rsidRDefault="005B0461" w:rsidP="005B0461">
      <w:r>
        <w:t>422.6915</w:t>
      </w:r>
      <w:r>
        <w:tab/>
        <w:t>3.038e0</w:t>
      </w:r>
    </w:p>
    <w:p w:rsidR="005B0461" w:rsidRDefault="005B0461" w:rsidP="005B0461">
      <w:r>
        <w:t>422.6951</w:t>
      </w:r>
      <w:r>
        <w:tab/>
        <w:t>1.013e0</w:t>
      </w:r>
    </w:p>
    <w:p w:rsidR="005B0461" w:rsidRDefault="005B0461" w:rsidP="005B0461">
      <w:r>
        <w:t>422.7451</w:t>
      </w:r>
      <w:r>
        <w:tab/>
        <w:t>1.013e0</w:t>
      </w:r>
    </w:p>
    <w:p w:rsidR="005B0461" w:rsidRDefault="005B0461" w:rsidP="005B0461">
      <w:r>
        <w:t>422.7558</w:t>
      </w:r>
      <w:r>
        <w:tab/>
        <w:t>1.013e0</w:t>
      </w:r>
    </w:p>
    <w:p w:rsidR="005B0461" w:rsidRDefault="005B0461" w:rsidP="005B0461">
      <w:r>
        <w:t>422.8075</w:t>
      </w:r>
      <w:r>
        <w:tab/>
        <w:t>2.025e0</w:t>
      </w:r>
    </w:p>
    <w:p w:rsidR="005B0461" w:rsidRDefault="005B0461" w:rsidP="005B0461">
      <w:r>
        <w:t>422.8164</w:t>
      </w:r>
      <w:r>
        <w:tab/>
        <w:t>1.013e0</w:t>
      </w:r>
    </w:p>
    <w:p w:rsidR="005B0461" w:rsidRDefault="005B0461" w:rsidP="005B0461">
      <w:r>
        <w:t>422.8492</w:t>
      </w:r>
      <w:r>
        <w:tab/>
        <w:t>2.025e0</w:t>
      </w:r>
    </w:p>
    <w:p w:rsidR="005B0461" w:rsidRDefault="005B0461" w:rsidP="005B0461">
      <w:r>
        <w:t>422.8715</w:t>
      </w:r>
      <w:r>
        <w:tab/>
        <w:t>1.013e0</w:t>
      </w:r>
    </w:p>
    <w:p w:rsidR="005B0461" w:rsidRDefault="005B0461" w:rsidP="005B0461">
      <w:r>
        <w:t>422.9415</w:t>
      </w:r>
      <w:r>
        <w:tab/>
        <w:t>1.013e0</w:t>
      </w:r>
    </w:p>
    <w:p w:rsidR="005B0461" w:rsidRDefault="005B0461" w:rsidP="005B0461">
      <w:r>
        <w:t>422.9556</w:t>
      </w:r>
      <w:r>
        <w:tab/>
        <w:t>2.025e0</w:t>
      </w:r>
    </w:p>
    <w:p w:rsidR="005B0461" w:rsidRDefault="005B0461" w:rsidP="005B0461">
      <w:r>
        <w:t>422.9576</w:t>
      </w:r>
      <w:r>
        <w:tab/>
        <w:t>3.038e0</w:t>
      </w:r>
    </w:p>
    <w:p w:rsidR="005B0461" w:rsidRDefault="005B0461" w:rsidP="005B0461">
      <w:r>
        <w:t>422.9686</w:t>
      </w:r>
      <w:r>
        <w:tab/>
        <w:t>2.922e0</w:t>
      </w:r>
    </w:p>
    <w:p w:rsidR="005B0461" w:rsidRDefault="005B0461" w:rsidP="005B0461">
      <w:r>
        <w:lastRenderedPageBreak/>
        <w:t>423.0326</w:t>
      </w:r>
      <w:r>
        <w:tab/>
        <w:t>1.389e1</w:t>
      </w:r>
    </w:p>
    <w:p w:rsidR="005B0461" w:rsidRDefault="005B0461" w:rsidP="005B0461">
      <w:r>
        <w:t>423.0365</w:t>
      </w:r>
      <w:r>
        <w:tab/>
        <w:t>2.559e1</w:t>
      </w:r>
    </w:p>
    <w:p w:rsidR="005B0461" w:rsidRDefault="005B0461" w:rsidP="005B0461">
      <w:r>
        <w:t>423.0482</w:t>
      </w:r>
      <w:r>
        <w:tab/>
        <w:t>1.288e1</w:t>
      </w:r>
    </w:p>
    <w:p w:rsidR="005B0461" w:rsidRDefault="005B0461" w:rsidP="005B0461">
      <w:r>
        <w:t>423.0901</w:t>
      </w:r>
      <w:r>
        <w:tab/>
        <w:t>2.783e0</w:t>
      </w:r>
    </w:p>
    <w:p w:rsidR="005B0461" w:rsidRDefault="005B0461" w:rsidP="005B0461">
      <w:r>
        <w:t>423.0950</w:t>
      </w:r>
      <w:r>
        <w:tab/>
        <w:t>5.736e0</w:t>
      </w:r>
    </w:p>
    <w:p w:rsidR="005B0461" w:rsidRDefault="005B0461" w:rsidP="005B0461">
      <w:r>
        <w:t>423.1184</w:t>
      </w:r>
      <w:r>
        <w:tab/>
        <w:t>1.357e0</w:t>
      </w:r>
    </w:p>
    <w:p w:rsidR="005B0461" w:rsidRDefault="005B0461" w:rsidP="005B0461">
      <w:r>
        <w:t>423.1723</w:t>
      </w:r>
      <w:r>
        <w:tab/>
        <w:t>1.888e0</w:t>
      </w:r>
    </w:p>
    <w:p w:rsidR="005B0461" w:rsidRDefault="005B0461" w:rsidP="005B0461">
      <w:r>
        <w:t>423.1981</w:t>
      </w:r>
      <w:r>
        <w:tab/>
        <w:t>3.038e0</w:t>
      </w:r>
    </w:p>
    <w:p w:rsidR="005B0461" w:rsidRDefault="005B0461" w:rsidP="005B0461">
      <w:r>
        <w:t>423.1997</w:t>
      </w:r>
      <w:r>
        <w:tab/>
        <w:t>3.006e0</w:t>
      </w:r>
    </w:p>
    <w:p w:rsidR="005B0461" w:rsidRDefault="005B0461" w:rsidP="005B0461">
      <w:r>
        <w:t>423.2083</w:t>
      </w:r>
      <w:r>
        <w:tab/>
        <w:t>5.063e0</w:t>
      </w:r>
    </w:p>
    <w:p w:rsidR="005B0461" w:rsidRDefault="005B0461" w:rsidP="005B0461">
      <w:r>
        <w:t>423.2371</w:t>
      </w:r>
      <w:r>
        <w:tab/>
        <w:t>3.345e0</w:t>
      </w:r>
    </w:p>
    <w:p w:rsidR="005B0461" w:rsidRDefault="005B0461" w:rsidP="005B0461">
      <w:r>
        <w:t>423.2521</w:t>
      </w:r>
      <w:r>
        <w:tab/>
        <w:t>1.013e0</w:t>
      </w:r>
    </w:p>
    <w:p w:rsidR="005B0461" w:rsidRDefault="005B0461" w:rsidP="005B0461">
      <w:r>
        <w:t>423.2724</w:t>
      </w:r>
      <w:r>
        <w:tab/>
        <w:t>3.203e0</w:t>
      </w:r>
    </w:p>
    <w:p w:rsidR="005B0461" w:rsidRDefault="005B0461" w:rsidP="005B0461">
      <w:r>
        <w:t>423.2943</w:t>
      </w:r>
      <w:r>
        <w:tab/>
        <w:t>3.038e0</w:t>
      </w:r>
    </w:p>
    <w:p w:rsidR="005B0461" w:rsidRDefault="005B0461" w:rsidP="005B0461">
      <w:r>
        <w:t>423.3032</w:t>
      </w:r>
      <w:r>
        <w:tab/>
        <w:t>2.025e0</w:t>
      </w:r>
    </w:p>
    <w:p w:rsidR="005B0461" w:rsidRDefault="005B0461" w:rsidP="005B0461">
      <w:r>
        <w:t>423.3478</w:t>
      </w:r>
      <w:r>
        <w:tab/>
        <w:t>1.013e0</w:t>
      </w:r>
    </w:p>
    <w:p w:rsidR="005B0461" w:rsidRDefault="005B0461" w:rsidP="005B0461">
      <w:r>
        <w:t>423.3627</w:t>
      </w:r>
      <w:r>
        <w:tab/>
        <w:t>1.013e0</w:t>
      </w:r>
    </w:p>
    <w:p w:rsidR="005B0461" w:rsidRDefault="005B0461" w:rsidP="005B0461">
      <w:r>
        <w:t>423.3824</w:t>
      </w:r>
      <w:r>
        <w:tab/>
        <w:t>2.025e0</w:t>
      </w:r>
    </w:p>
    <w:p w:rsidR="005B0461" w:rsidRDefault="005B0461" w:rsidP="005B0461">
      <w:r>
        <w:t>423.4270</w:t>
      </w:r>
      <w:r>
        <w:tab/>
        <w:t>2.025e0</w:t>
      </w:r>
    </w:p>
    <w:p w:rsidR="005B0461" w:rsidRDefault="005B0461" w:rsidP="005B0461">
      <w:r>
        <w:lastRenderedPageBreak/>
        <w:t>423.4385</w:t>
      </w:r>
      <w:r>
        <w:tab/>
        <w:t>3.038e0</w:t>
      </w:r>
    </w:p>
    <w:p w:rsidR="005B0461" w:rsidRDefault="005B0461" w:rsidP="005B0461">
      <w:r>
        <w:t>423.4557</w:t>
      </w:r>
      <w:r>
        <w:tab/>
        <w:t>1.013e0</w:t>
      </w:r>
    </w:p>
    <w:p w:rsidR="005B0461" w:rsidRDefault="005B0461" w:rsidP="005B0461">
      <w:r>
        <w:t>423.5163</w:t>
      </w:r>
      <w:r>
        <w:tab/>
        <w:t>1.013e0</w:t>
      </w:r>
    </w:p>
    <w:p w:rsidR="005B0461" w:rsidRDefault="005B0461" w:rsidP="005B0461">
      <w:r>
        <w:t>423.5402</w:t>
      </w:r>
      <w:r>
        <w:tab/>
        <w:t>2.025e0</w:t>
      </w:r>
    </w:p>
    <w:p w:rsidR="005B0461" w:rsidRDefault="005B0461" w:rsidP="005B0461">
      <w:r>
        <w:t>423.6160</w:t>
      </w:r>
      <w:r>
        <w:tab/>
        <w:t>1.013e0</w:t>
      </w:r>
    </w:p>
    <w:p w:rsidR="005B0461" w:rsidRDefault="005B0461" w:rsidP="005B0461">
      <w:r>
        <w:t>423.6643</w:t>
      </w:r>
      <w:r>
        <w:tab/>
        <w:t>2.025e0</w:t>
      </w:r>
    </w:p>
    <w:p w:rsidR="005B0461" w:rsidRDefault="005B0461" w:rsidP="005B0461">
      <w:r>
        <w:t>423.6818</w:t>
      </w:r>
      <w:r>
        <w:tab/>
        <w:t>3.038e0</w:t>
      </w:r>
    </w:p>
    <w:p w:rsidR="005B0461" w:rsidRDefault="005B0461" w:rsidP="005B0461">
      <w:r>
        <w:t>423.7200</w:t>
      </w:r>
      <w:r>
        <w:tab/>
        <w:t>1.013e0</w:t>
      </w:r>
    </w:p>
    <w:p w:rsidR="005B0461" w:rsidRDefault="005B0461" w:rsidP="005B0461">
      <w:r>
        <w:t>423.7343</w:t>
      </w:r>
      <w:r>
        <w:tab/>
        <w:t>2.025e0</w:t>
      </w:r>
    </w:p>
    <w:p w:rsidR="005B0461" w:rsidRDefault="005B0461" w:rsidP="005B0461">
      <w:r>
        <w:t>423.7600</w:t>
      </w:r>
      <w:r>
        <w:tab/>
        <w:t>3.038e0</w:t>
      </w:r>
    </w:p>
    <w:p w:rsidR="005B0461" w:rsidRDefault="005B0461" w:rsidP="005B0461">
      <w:r>
        <w:t>423.7731</w:t>
      </w:r>
      <w:r>
        <w:tab/>
        <w:t>3.038e0</w:t>
      </w:r>
    </w:p>
    <w:p w:rsidR="005B0461" w:rsidRDefault="005B0461" w:rsidP="005B0461">
      <w:r>
        <w:t>423.8235</w:t>
      </w:r>
      <w:r>
        <w:tab/>
        <w:t>1.013e0</w:t>
      </w:r>
    </w:p>
    <w:p w:rsidR="005B0461" w:rsidRDefault="005B0461" w:rsidP="005B0461">
      <w:r>
        <w:t>423.8663</w:t>
      </w:r>
      <w:r>
        <w:tab/>
        <w:t>1.013e0</w:t>
      </w:r>
    </w:p>
    <w:p w:rsidR="005B0461" w:rsidRDefault="005B0461" w:rsidP="005B0461">
      <w:r>
        <w:t>423.8699</w:t>
      </w:r>
      <w:r>
        <w:tab/>
        <w:t>1.013e0</w:t>
      </w:r>
    </w:p>
    <w:p w:rsidR="005B0461" w:rsidRDefault="005B0461" w:rsidP="005B0461">
      <w:r>
        <w:t>423.8724</w:t>
      </w:r>
      <w:r>
        <w:tab/>
        <w:t>2.025e0</w:t>
      </w:r>
    </w:p>
    <w:p w:rsidR="005B0461" w:rsidRDefault="005B0461" w:rsidP="005B0461">
      <w:r>
        <w:t>423.9105</w:t>
      </w:r>
      <w:r>
        <w:tab/>
        <w:t>2.025e0</w:t>
      </w:r>
    </w:p>
    <w:p w:rsidR="005B0461" w:rsidRDefault="005B0461" w:rsidP="005B0461">
      <w:r>
        <w:t>423.9288</w:t>
      </w:r>
      <w:r>
        <w:tab/>
        <w:t>2.025e0</w:t>
      </w:r>
    </w:p>
    <w:p w:rsidR="005B0461" w:rsidRDefault="005B0461" w:rsidP="005B0461">
      <w:r>
        <w:t>423.9453</w:t>
      </w:r>
      <w:r>
        <w:tab/>
        <w:t>4.051e0</w:t>
      </w:r>
    </w:p>
    <w:p w:rsidR="005B0461" w:rsidRDefault="005B0461" w:rsidP="005B0461">
      <w:r>
        <w:t>423.9564</w:t>
      </w:r>
      <w:r>
        <w:tab/>
        <w:t>5.063e0</w:t>
      </w:r>
    </w:p>
    <w:p w:rsidR="005B0461" w:rsidRDefault="005B0461" w:rsidP="005B0461">
      <w:r>
        <w:lastRenderedPageBreak/>
        <w:t>423.9876</w:t>
      </w:r>
      <w:r>
        <w:tab/>
        <w:t>2.461e0</w:t>
      </w:r>
    </w:p>
    <w:p w:rsidR="005B0461" w:rsidRDefault="005B0461" w:rsidP="005B0461">
      <w:r>
        <w:t>423.9961</w:t>
      </w:r>
      <w:r>
        <w:tab/>
        <w:t>2.025e0</w:t>
      </w:r>
    </w:p>
    <w:p w:rsidR="005B0461" w:rsidRDefault="005B0461" w:rsidP="005B0461">
      <w:r>
        <w:t>424.0203</w:t>
      </w:r>
      <w:r>
        <w:tab/>
        <w:t>4.416e0</w:t>
      </w:r>
    </w:p>
    <w:p w:rsidR="005B0461" w:rsidRDefault="005B0461" w:rsidP="005B0461">
      <w:r>
        <w:t>424.0237</w:t>
      </w:r>
      <w:r>
        <w:tab/>
        <w:t>4.462e0</w:t>
      </w:r>
    </w:p>
    <w:p w:rsidR="005B0461" w:rsidRDefault="005B0461" w:rsidP="005B0461">
      <w:r>
        <w:t>424.0578</w:t>
      </w:r>
      <w:r>
        <w:tab/>
        <w:t>8.456e0</w:t>
      </w:r>
    </w:p>
    <w:p w:rsidR="005B0461" w:rsidRDefault="005B0461" w:rsidP="005B0461">
      <w:r>
        <w:t>424.0817</w:t>
      </w:r>
      <w:r>
        <w:tab/>
        <w:t>9.868e0</w:t>
      </w:r>
    </w:p>
    <w:p w:rsidR="005B0461" w:rsidRDefault="005B0461" w:rsidP="005B0461">
      <w:r>
        <w:t>424.0865</w:t>
      </w:r>
      <w:r>
        <w:tab/>
        <w:t>5.313e0</w:t>
      </w:r>
    </w:p>
    <w:p w:rsidR="005B0461" w:rsidRDefault="005B0461" w:rsidP="005B0461">
      <w:r>
        <w:t>424.0988</w:t>
      </w:r>
      <w:r>
        <w:tab/>
        <w:t>4.558e0</w:t>
      </w:r>
    </w:p>
    <w:p w:rsidR="005B0461" w:rsidRDefault="005B0461" w:rsidP="005B0461">
      <w:r>
        <w:t>424.1829</w:t>
      </w:r>
      <w:r>
        <w:tab/>
        <w:t>5.063e0</w:t>
      </w:r>
    </w:p>
    <w:p w:rsidR="005B0461" w:rsidRDefault="005B0461" w:rsidP="005B0461">
      <w:r>
        <w:t>424.1842</w:t>
      </w:r>
      <w:r>
        <w:tab/>
        <w:t>2.025e0</w:t>
      </w:r>
    </w:p>
    <w:p w:rsidR="005B0461" w:rsidRDefault="005B0461" w:rsidP="005B0461">
      <w:r>
        <w:t>424.2106</w:t>
      </w:r>
      <w:r>
        <w:tab/>
        <w:t>4.582e0</w:t>
      </w:r>
    </w:p>
    <w:p w:rsidR="005B0461" w:rsidRDefault="005B0461" w:rsidP="005B0461">
      <w:r>
        <w:t>424.2468</w:t>
      </w:r>
      <w:r>
        <w:tab/>
        <w:t>2.025e0</w:t>
      </w:r>
    </w:p>
    <w:p w:rsidR="005B0461" w:rsidRDefault="005B0461" w:rsidP="005B0461">
      <w:r>
        <w:t>424.2627</w:t>
      </w:r>
      <w:r>
        <w:tab/>
        <w:t>2.025e0</w:t>
      </w:r>
    </w:p>
    <w:p w:rsidR="005B0461" w:rsidRDefault="005B0461" w:rsidP="005B0461">
      <w:r>
        <w:t>424.3597</w:t>
      </w:r>
      <w:r>
        <w:tab/>
        <w:t>1.149e1</w:t>
      </w:r>
    </w:p>
    <w:p w:rsidR="005B0461" w:rsidRDefault="005B0461" w:rsidP="005B0461">
      <w:r>
        <w:t>424.3636</w:t>
      </w:r>
      <w:r>
        <w:tab/>
        <w:t>2.180e1</w:t>
      </w:r>
    </w:p>
    <w:p w:rsidR="005B0461" w:rsidRDefault="005B0461" w:rsidP="005B0461">
      <w:r>
        <w:t>424.3672</w:t>
      </w:r>
      <w:r>
        <w:tab/>
        <w:t>2.256e1</w:t>
      </w:r>
    </w:p>
    <w:p w:rsidR="005B0461" w:rsidRDefault="005B0461" w:rsidP="005B0461">
      <w:r>
        <w:t>424.3728</w:t>
      </w:r>
      <w:r>
        <w:tab/>
        <w:t>2.182e1</w:t>
      </w:r>
    </w:p>
    <w:p w:rsidR="005B0461" w:rsidRDefault="005B0461" w:rsidP="005B0461">
      <w:r>
        <w:t>424.4628</w:t>
      </w:r>
      <w:r>
        <w:tab/>
        <w:t>1.013e0</w:t>
      </w:r>
    </w:p>
    <w:p w:rsidR="005B0461" w:rsidRDefault="005B0461" w:rsidP="005B0461">
      <w:r>
        <w:t>424.5272</w:t>
      </w:r>
      <w:r>
        <w:tab/>
        <w:t>1.013e0</w:t>
      </w:r>
    </w:p>
    <w:p w:rsidR="005B0461" w:rsidRDefault="005B0461" w:rsidP="005B0461">
      <w:r>
        <w:lastRenderedPageBreak/>
        <w:t>424.5333</w:t>
      </w:r>
      <w:r>
        <w:tab/>
        <w:t>3.038e0</w:t>
      </w:r>
    </w:p>
    <w:p w:rsidR="005B0461" w:rsidRDefault="005B0461" w:rsidP="005B0461">
      <w:r>
        <w:t>424.5843</w:t>
      </w:r>
      <w:r>
        <w:tab/>
        <w:t>1.013e0</w:t>
      </w:r>
    </w:p>
    <w:p w:rsidR="005B0461" w:rsidRDefault="005B0461" w:rsidP="005B0461">
      <w:r>
        <w:t>424.5987</w:t>
      </w:r>
      <w:r>
        <w:tab/>
        <w:t>2.025e0</w:t>
      </w:r>
    </w:p>
    <w:p w:rsidR="005B0461" w:rsidRDefault="005B0461" w:rsidP="005B0461">
      <w:r>
        <w:t>424.5999</w:t>
      </w:r>
      <w:r>
        <w:tab/>
        <w:t>2.025e0</w:t>
      </w:r>
    </w:p>
    <w:p w:rsidR="005B0461" w:rsidRDefault="005B0461" w:rsidP="005B0461">
      <w:r>
        <w:t>424.6808</w:t>
      </w:r>
      <w:r>
        <w:tab/>
        <w:t>2.025e0</w:t>
      </w:r>
    </w:p>
    <w:p w:rsidR="005B0461" w:rsidRDefault="005B0461" w:rsidP="005B0461">
      <w:r>
        <w:t>424.6878</w:t>
      </w:r>
      <w:r>
        <w:tab/>
        <w:t>2.025e0</w:t>
      </w:r>
    </w:p>
    <w:p w:rsidR="005B0461" w:rsidRDefault="005B0461" w:rsidP="005B0461">
      <w:r>
        <w:t>424.7630</w:t>
      </w:r>
      <w:r>
        <w:tab/>
        <w:t>2.025e0</w:t>
      </w:r>
    </w:p>
    <w:p w:rsidR="005B0461" w:rsidRDefault="005B0461" w:rsidP="005B0461">
      <w:r>
        <w:t>424.7667</w:t>
      </w:r>
      <w:r>
        <w:tab/>
        <w:t>2.025e0</w:t>
      </w:r>
    </w:p>
    <w:p w:rsidR="005B0461" w:rsidRDefault="005B0461" w:rsidP="005B0461">
      <w:r>
        <w:t>424.7737</w:t>
      </w:r>
      <w:r>
        <w:tab/>
        <w:t>1.013e0</w:t>
      </w:r>
    </w:p>
    <w:p w:rsidR="005B0461" w:rsidRDefault="005B0461" w:rsidP="005B0461">
      <w:r>
        <w:t>424.7843</w:t>
      </w:r>
      <w:r>
        <w:tab/>
        <w:t>2.025e0</w:t>
      </w:r>
    </w:p>
    <w:p w:rsidR="005B0461" w:rsidRDefault="005B0461" w:rsidP="005B0461">
      <w:r>
        <w:t>424.8130</w:t>
      </w:r>
      <w:r>
        <w:tab/>
        <w:t>1.013e0</w:t>
      </w:r>
    </w:p>
    <w:p w:rsidR="005B0461" w:rsidRDefault="005B0461" w:rsidP="005B0461">
      <w:r>
        <w:t>424.8245</w:t>
      </w:r>
      <w:r>
        <w:tab/>
        <w:t>1.013e0</w:t>
      </w:r>
    </w:p>
    <w:p w:rsidR="005B0461" w:rsidRDefault="005B0461" w:rsidP="005B0461">
      <w:r>
        <w:t>424.8694</w:t>
      </w:r>
      <w:r>
        <w:tab/>
        <w:t>1.013e0</w:t>
      </w:r>
    </w:p>
    <w:p w:rsidR="005B0461" w:rsidRDefault="005B0461" w:rsidP="005B0461">
      <w:r>
        <w:t>424.9099</w:t>
      </w:r>
      <w:r>
        <w:tab/>
        <w:t>6.076e0</w:t>
      </w:r>
    </w:p>
    <w:p w:rsidR="005B0461" w:rsidRDefault="005B0461" w:rsidP="005B0461">
      <w:r>
        <w:t>424.9179</w:t>
      </w:r>
      <w:r>
        <w:tab/>
        <w:t>2.025e0</w:t>
      </w:r>
    </w:p>
    <w:p w:rsidR="005B0461" w:rsidRDefault="005B0461" w:rsidP="005B0461">
      <w:r>
        <w:t>424.9189</w:t>
      </w:r>
      <w:r>
        <w:tab/>
        <w:t>4.051e0</w:t>
      </w:r>
    </w:p>
    <w:p w:rsidR="005B0461" w:rsidRDefault="005B0461" w:rsidP="005B0461">
      <w:r>
        <w:t>424.9609</w:t>
      </w:r>
      <w:r>
        <w:tab/>
        <w:t>2.993e0</w:t>
      </w:r>
    </w:p>
    <w:p w:rsidR="005B0461" w:rsidRDefault="005B0461" w:rsidP="005B0461">
      <w:r>
        <w:t>424.9729</w:t>
      </w:r>
      <w:r>
        <w:tab/>
        <w:t>2.577e0</w:t>
      </w:r>
    </w:p>
    <w:p w:rsidR="005B0461" w:rsidRDefault="005B0461" w:rsidP="005B0461">
      <w:r>
        <w:t>425.0020</w:t>
      </w:r>
      <w:r>
        <w:tab/>
        <w:t>2.025e0</w:t>
      </w:r>
    </w:p>
    <w:p w:rsidR="005B0461" w:rsidRDefault="005B0461" w:rsidP="005B0461">
      <w:r>
        <w:lastRenderedPageBreak/>
        <w:t>425.0186</w:t>
      </w:r>
      <w:r>
        <w:tab/>
        <w:t>3.037e0</w:t>
      </w:r>
    </w:p>
    <w:p w:rsidR="005B0461" w:rsidRDefault="005B0461" w:rsidP="005B0461">
      <w:r>
        <w:t>425.0625</w:t>
      </w:r>
      <w:r>
        <w:tab/>
        <w:t>1.519e0</w:t>
      </w:r>
    </w:p>
    <w:p w:rsidR="005B0461" w:rsidRDefault="005B0461" w:rsidP="005B0461">
      <w:r>
        <w:t>425.0753</w:t>
      </w:r>
      <w:r>
        <w:tab/>
        <w:t>1.487e0</w:t>
      </w:r>
    </w:p>
    <w:p w:rsidR="005B0461" w:rsidRDefault="005B0461" w:rsidP="005B0461">
      <w:r>
        <w:t>425.0823</w:t>
      </w:r>
      <w:r>
        <w:tab/>
        <w:t>2.457e0</w:t>
      </w:r>
    </w:p>
    <w:p w:rsidR="005B0461" w:rsidRDefault="005B0461" w:rsidP="005B0461">
      <w:r>
        <w:t>425.1049</w:t>
      </w:r>
      <w:r>
        <w:tab/>
        <w:t>1.899e0</w:t>
      </w:r>
    </w:p>
    <w:p w:rsidR="005B0461" w:rsidRDefault="005B0461" w:rsidP="005B0461">
      <w:r>
        <w:t>425.1524</w:t>
      </w:r>
      <w:r>
        <w:tab/>
        <w:t>2.025e0</w:t>
      </w:r>
    </w:p>
    <w:p w:rsidR="005B0461" w:rsidRDefault="005B0461" w:rsidP="005B0461">
      <w:r>
        <w:t>425.1698</w:t>
      </w:r>
      <w:r>
        <w:tab/>
        <w:t>2.764e0</w:t>
      </w:r>
    </w:p>
    <w:p w:rsidR="005B0461" w:rsidRDefault="005B0461" w:rsidP="005B0461">
      <w:r>
        <w:t>425.1758</w:t>
      </w:r>
      <w:r>
        <w:tab/>
        <w:t>1.013e0</w:t>
      </w:r>
    </w:p>
    <w:p w:rsidR="005B0461" w:rsidRDefault="005B0461" w:rsidP="005B0461">
      <w:r>
        <w:t>425.1976</w:t>
      </w:r>
      <w:r>
        <w:tab/>
        <w:t>4.651e0</w:t>
      </w:r>
    </w:p>
    <w:p w:rsidR="005B0461" w:rsidRDefault="005B0461" w:rsidP="005B0461">
      <w:r>
        <w:t>425.2084</w:t>
      </w:r>
      <w:r>
        <w:tab/>
        <w:t>4.051e0</w:t>
      </w:r>
    </w:p>
    <w:p w:rsidR="005B0461" w:rsidRDefault="005B0461" w:rsidP="005B0461">
      <w:r>
        <w:t>425.2500</w:t>
      </w:r>
      <w:r>
        <w:tab/>
        <w:t>4.051e0</w:t>
      </w:r>
    </w:p>
    <w:p w:rsidR="005B0461" w:rsidRDefault="005B0461" w:rsidP="005B0461">
      <w:r>
        <w:t>425.3138</w:t>
      </w:r>
      <w:r>
        <w:tab/>
        <w:t>4.594e0</w:t>
      </w:r>
    </w:p>
    <w:p w:rsidR="005B0461" w:rsidRDefault="005B0461" w:rsidP="005B0461">
      <w:r>
        <w:t>425.3621</w:t>
      </w:r>
      <w:r>
        <w:tab/>
        <w:t>1.549e1</w:t>
      </w:r>
    </w:p>
    <w:p w:rsidR="005B0461" w:rsidRDefault="005B0461" w:rsidP="005B0461">
      <w:r>
        <w:t>425.3639</w:t>
      </w:r>
      <w:r>
        <w:tab/>
        <w:t>2.387e1</w:t>
      </w:r>
    </w:p>
    <w:p w:rsidR="005B0461" w:rsidRDefault="005B0461" w:rsidP="005B0461">
      <w:r>
        <w:t>425.3785</w:t>
      </w:r>
      <w:r>
        <w:tab/>
        <w:t>5.582e0</w:t>
      </w:r>
    </w:p>
    <w:p w:rsidR="005B0461" w:rsidRDefault="005B0461" w:rsidP="005B0461">
      <w:r>
        <w:t>425.4274</w:t>
      </w:r>
      <w:r>
        <w:tab/>
        <w:t>2.025e0</w:t>
      </w:r>
    </w:p>
    <w:p w:rsidR="005B0461" w:rsidRDefault="005B0461" w:rsidP="005B0461">
      <w:r>
        <w:t>425.4449</w:t>
      </w:r>
      <w:r>
        <w:tab/>
        <w:t>1.013e0</w:t>
      </w:r>
    </w:p>
    <w:p w:rsidR="005B0461" w:rsidRDefault="005B0461" w:rsidP="005B0461">
      <w:r>
        <w:t>425.4792</w:t>
      </w:r>
      <w:r>
        <w:tab/>
        <w:t>2.025e0</w:t>
      </w:r>
    </w:p>
    <w:p w:rsidR="005B0461" w:rsidRDefault="005B0461" w:rsidP="005B0461">
      <w:r>
        <w:t>425.5048</w:t>
      </w:r>
      <w:r>
        <w:tab/>
        <w:t>2.025e0</w:t>
      </w:r>
    </w:p>
    <w:p w:rsidR="005B0461" w:rsidRDefault="005B0461" w:rsidP="005B0461">
      <w:r>
        <w:lastRenderedPageBreak/>
        <w:t>425.5197</w:t>
      </w:r>
      <w:r>
        <w:tab/>
        <w:t>1.013e0</w:t>
      </w:r>
    </w:p>
    <w:p w:rsidR="005B0461" w:rsidRDefault="005B0461" w:rsidP="005B0461">
      <w:r>
        <w:t>425.5454</w:t>
      </w:r>
      <w:r>
        <w:tab/>
        <w:t>2.025e0</w:t>
      </w:r>
    </w:p>
    <w:p w:rsidR="005B0461" w:rsidRDefault="005B0461" w:rsidP="005B0461">
      <w:r>
        <w:t>425.5526</w:t>
      </w:r>
      <w:r>
        <w:tab/>
        <w:t>1.013e0</w:t>
      </w:r>
    </w:p>
    <w:p w:rsidR="005B0461" w:rsidRDefault="005B0461" w:rsidP="005B0461">
      <w:r>
        <w:t>425.5633</w:t>
      </w:r>
      <w:r>
        <w:tab/>
        <w:t>2.025e0</w:t>
      </w:r>
    </w:p>
    <w:p w:rsidR="005B0461" w:rsidRDefault="005B0461" w:rsidP="005B0461">
      <w:r>
        <w:t>425.5954</w:t>
      </w:r>
      <w:r>
        <w:tab/>
        <w:t>1.013e0</w:t>
      </w:r>
    </w:p>
    <w:p w:rsidR="005B0461" w:rsidRDefault="005B0461" w:rsidP="005B0461">
      <w:r>
        <w:t>425.6133</w:t>
      </w:r>
      <w:r>
        <w:tab/>
        <w:t>1.013e0</w:t>
      </w:r>
    </w:p>
    <w:p w:rsidR="005B0461" w:rsidRDefault="005B0461" w:rsidP="005B0461">
      <w:r>
        <w:t>425.6240</w:t>
      </w:r>
      <w:r>
        <w:tab/>
        <w:t>2.025e0</w:t>
      </w:r>
    </w:p>
    <w:p w:rsidR="005B0461" w:rsidRDefault="005B0461" w:rsidP="005B0461">
      <w:r>
        <w:t>425.6562</w:t>
      </w:r>
      <w:r>
        <w:tab/>
        <w:t>1.013e0</w:t>
      </w:r>
    </w:p>
    <w:p w:rsidR="005B0461" w:rsidRDefault="005B0461" w:rsidP="005B0461">
      <w:r>
        <w:t>425.6619</w:t>
      </w:r>
      <w:r>
        <w:tab/>
        <w:t>1.013e0</w:t>
      </w:r>
    </w:p>
    <w:p w:rsidR="005B0461" w:rsidRDefault="005B0461" w:rsidP="005B0461">
      <w:r>
        <w:t>425.7293</w:t>
      </w:r>
      <w:r>
        <w:tab/>
        <w:t>1.013e0</w:t>
      </w:r>
    </w:p>
    <w:p w:rsidR="005B0461" w:rsidRDefault="005B0461" w:rsidP="005B0461">
      <w:r>
        <w:t>425.7400</w:t>
      </w:r>
      <w:r>
        <w:tab/>
        <w:t>2.025e0</w:t>
      </w:r>
    </w:p>
    <w:p w:rsidR="005B0461" w:rsidRDefault="005B0461" w:rsidP="005B0461">
      <w:r>
        <w:t>425.7443</w:t>
      </w:r>
      <w:r>
        <w:tab/>
        <w:t>1.013e0</w:t>
      </w:r>
    </w:p>
    <w:p w:rsidR="005B0461" w:rsidRDefault="005B0461" w:rsidP="005B0461">
      <w:r>
        <w:t>425.7507</w:t>
      </w:r>
      <w:r>
        <w:tab/>
        <w:t>2.025e0</w:t>
      </w:r>
    </w:p>
    <w:p w:rsidR="005B0461" w:rsidRDefault="005B0461" w:rsidP="005B0461">
      <w:r>
        <w:t>425.7776</w:t>
      </w:r>
      <w:r>
        <w:tab/>
        <w:t>1.013e0</w:t>
      </w:r>
    </w:p>
    <w:p w:rsidR="005B0461" w:rsidRDefault="005B0461" w:rsidP="005B0461">
      <w:r>
        <w:t>425.7817</w:t>
      </w:r>
      <w:r>
        <w:tab/>
        <w:t>1.013e0</w:t>
      </w:r>
    </w:p>
    <w:p w:rsidR="005B0461" w:rsidRDefault="005B0461" w:rsidP="005B0461">
      <w:r>
        <w:t>425.8222</w:t>
      </w:r>
      <w:r>
        <w:tab/>
        <w:t>2.025e0</w:t>
      </w:r>
    </w:p>
    <w:p w:rsidR="005B0461" w:rsidRDefault="005B0461" w:rsidP="005B0461">
      <w:r>
        <w:t>425.8266</w:t>
      </w:r>
      <w:r>
        <w:tab/>
        <w:t>1.013e0</w:t>
      </w:r>
    </w:p>
    <w:p w:rsidR="005B0461" w:rsidRDefault="005B0461" w:rsidP="005B0461">
      <w:r>
        <w:t>425.8341</w:t>
      </w:r>
      <w:r>
        <w:tab/>
        <w:t>1.013e0</w:t>
      </w:r>
    </w:p>
    <w:p w:rsidR="005B0461" w:rsidRDefault="005B0461" w:rsidP="005B0461">
      <w:r>
        <w:t>425.8622</w:t>
      </w:r>
      <w:r>
        <w:tab/>
        <w:t>3.038e0</w:t>
      </w:r>
    </w:p>
    <w:p w:rsidR="005B0461" w:rsidRDefault="005B0461" w:rsidP="005B0461">
      <w:r>
        <w:lastRenderedPageBreak/>
        <w:t>425.8756</w:t>
      </w:r>
      <w:r>
        <w:tab/>
        <w:t>2.025e0</w:t>
      </w:r>
    </w:p>
    <w:p w:rsidR="005B0461" w:rsidRDefault="005B0461" w:rsidP="005B0461">
      <w:r>
        <w:t>425.8865</w:t>
      </w:r>
      <w:r>
        <w:tab/>
        <w:t>1.013e0</w:t>
      </w:r>
    </w:p>
    <w:p w:rsidR="005B0461" w:rsidRDefault="005B0461" w:rsidP="005B0461">
      <w:r>
        <w:t>425.9150</w:t>
      </w:r>
      <w:r>
        <w:tab/>
        <w:t>3.038e0</w:t>
      </w:r>
    </w:p>
    <w:p w:rsidR="005B0461" w:rsidRDefault="005B0461" w:rsidP="005B0461">
      <w:r>
        <w:t>425.9359</w:t>
      </w:r>
      <w:r>
        <w:tab/>
        <w:t>2.025e0</w:t>
      </w:r>
    </w:p>
    <w:p w:rsidR="005B0461" w:rsidRDefault="005B0461" w:rsidP="005B0461">
      <w:r>
        <w:t>425.9617</w:t>
      </w:r>
      <w:r>
        <w:tab/>
        <w:t>2.025e0</w:t>
      </w:r>
    </w:p>
    <w:p w:rsidR="005B0461" w:rsidRDefault="005B0461" w:rsidP="005B0461">
      <w:r>
        <w:t>425.9763</w:t>
      </w:r>
      <w:r>
        <w:tab/>
        <w:t>1.013e0</w:t>
      </w:r>
    </w:p>
    <w:p w:rsidR="005B0461" w:rsidRDefault="005B0461" w:rsidP="005B0461">
      <w:r>
        <w:t>425.9801</w:t>
      </w:r>
      <w:r>
        <w:tab/>
        <w:t>3.038e0</w:t>
      </w:r>
    </w:p>
    <w:p w:rsidR="005B0461" w:rsidRDefault="005B0461" w:rsidP="005B0461">
      <w:r>
        <w:t>426.0222</w:t>
      </w:r>
      <w:r>
        <w:tab/>
        <w:t>1.755e0</w:t>
      </w:r>
    </w:p>
    <w:p w:rsidR="005B0461" w:rsidRDefault="005B0461" w:rsidP="005B0461">
      <w:r>
        <w:t>426.0715</w:t>
      </w:r>
      <w:r>
        <w:tab/>
        <w:t>1.065e0</w:t>
      </w:r>
    </w:p>
    <w:p w:rsidR="005B0461" w:rsidRDefault="005B0461" w:rsidP="005B0461">
      <w:r>
        <w:t>426.0965</w:t>
      </w:r>
      <w:r>
        <w:tab/>
        <w:t>1.997e0</w:t>
      </w:r>
    </w:p>
    <w:p w:rsidR="005B0461" w:rsidRDefault="005B0461" w:rsidP="005B0461">
      <w:r>
        <w:t>426.1268</w:t>
      </w:r>
      <w:r>
        <w:tab/>
        <w:t>3.573e0</w:t>
      </w:r>
    </w:p>
    <w:p w:rsidR="005B0461" w:rsidRDefault="005B0461" w:rsidP="005B0461">
      <w:r>
        <w:t>426.1663</w:t>
      </w:r>
      <w:r>
        <w:tab/>
        <w:t>1.924e1</w:t>
      </w:r>
    </w:p>
    <w:p w:rsidR="005B0461" w:rsidRDefault="005B0461" w:rsidP="005B0461">
      <w:r>
        <w:t>426.1712</w:t>
      </w:r>
      <w:r>
        <w:tab/>
        <w:t>4.857e0</w:t>
      </w:r>
    </w:p>
    <w:p w:rsidR="005B0461" w:rsidRDefault="005B0461" w:rsidP="005B0461">
      <w:r>
        <w:t>426.1730</w:t>
      </w:r>
      <w:r>
        <w:tab/>
        <w:t>2.462e1</w:t>
      </w:r>
    </w:p>
    <w:p w:rsidR="005B0461" w:rsidRDefault="005B0461" w:rsidP="005B0461">
      <w:r>
        <w:t>426.1778</w:t>
      </w:r>
      <w:r>
        <w:tab/>
        <w:t>9.814e0</w:t>
      </w:r>
    </w:p>
    <w:p w:rsidR="005B0461" w:rsidRDefault="005B0461" w:rsidP="005B0461">
      <w:r>
        <w:t>426.2442</w:t>
      </w:r>
      <w:r>
        <w:tab/>
        <w:t>4.694e0</w:t>
      </w:r>
    </w:p>
    <w:p w:rsidR="005B0461" w:rsidRDefault="005B0461" w:rsidP="005B0461">
      <w:r>
        <w:t>426.2709</w:t>
      </w:r>
      <w:r>
        <w:tab/>
        <w:t>1.013e0</w:t>
      </w:r>
    </w:p>
    <w:p w:rsidR="005B0461" w:rsidRDefault="005B0461" w:rsidP="005B0461">
      <w:r>
        <w:t>426.3084</w:t>
      </w:r>
      <w:r>
        <w:tab/>
        <w:t>2.025e0</w:t>
      </w:r>
    </w:p>
    <w:p w:rsidR="005B0461" w:rsidRDefault="005B0461" w:rsidP="005B0461">
      <w:r>
        <w:t>426.3296</w:t>
      </w:r>
      <w:r>
        <w:tab/>
        <w:t>1.753e0</w:t>
      </w:r>
    </w:p>
    <w:p w:rsidR="005B0461" w:rsidRDefault="005B0461" w:rsidP="005B0461">
      <w:r>
        <w:lastRenderedPageBreak/>
        <w:t>426.3651</w:t>
      </w:r>
      <w:r>
        <w:tab/>
        <w:t>2.025e0</w:t>
      </w:r>
    </w:p>
    <w:p w:rsidR="005B0461" w:rsidRDefault="005B0461" w:rsidP="005B0461">
      <w:r>
        <w:t>426.3720</w:t>
      </w:r>
      <w:r>
        <w:tab/>
        <w:t>5.063e0</w:t>
      </w:r>
    </w:p>
    <w:p w:rsidR="005B0461" w:rsidRDefault="005B0461" w:rsidP="005B0461">
      <w:r>
        <w:t>426.3767</w:t>
      </w:r>
      <w:r>
        <w:tab/>
        <w:t>3.901e0</w:t>
      </w:r>
    </w:p>
    <w:p w:rsidR="005B0461" w:rsidRDefault="005B0461" w:rsidP="005B0461">
      <w:r>
        <w:t>426.4184</w:t>
      </w:r>
      <w:r>
        <w:tab/>
        <w:t>1.013e0</w:t>
      </w:r>
    </w:p>
    <w:p w:rsidR="005B0461" w:rsidRDefault="005B0461" w:rsidP="005B0461">
      <w:r>
        <w:t>426.4226</w:t>
      </w:r>
      <w:r>
        <w:tab/>
        <w:t>2.025e0</w:t>
      </w:r>
    </w:p>
    <w:p w:rsidR="005B0461" w:rsidRDefault="005B0461" w:rsidP="005B0461">
      <w:r>
        <w:t>426.4328</w:t>
      </w:r>
      <w:r>
        <w:tab/>
        <w:t>3.038e0</w:t>
      </w:r>
    </w:p>
    <w:p w:rsidR="005B0461" w:rsidRDefault="005B0461" w:rsidP="005B0461">
      <w:r>
        <w:t>426.4708</w:t>
      </w:r>
      <w:r>
        <w:tab/>
        <w:t>1.013e0</w:t>
      </w:r>
    </w:p>
    <w:p w:rsidR="005B0461" w:rsidRDefault="005B0461" w:rsidP="005B0461">
      <w:r>
        <w:t>426.4746</w:t>
      </w:r>
      <w:r>
        <w:tab/>
        <w:t>2.025e0</w:t>
      </w:r>
    </w:p>
    <w:p w:rsidR="005B0461" w:rsidRDefault="005B0461" w:rsidP="005B0461">
      <w:r>
        <w:t>426.4810</w:t>
      </w:r>
      <w:r>
        <w:tab/>
        <w:t>2.025e0</w:t>
      </w:r>
    </w:p>
    <w:p w:rsidR="005B0461" w:rsidRDefault="005B0461" w:rsidP="005B0461">
      <w:r>
        <w:t>426.5047</w:t>
      </w:r>
      <w:r>
        <w:tab/>
        <w:t>2.025e0</w:t>
      </w:r>
    </w:p>
    <w:p w:rsidR="005B0461" w:rsidRDefault="005B0461" w:rsidP="005B0461">
      <w:r>
        <w:t>426.5137</w:t>
      </w:r>
      <w:r>
        <w:tab/>
        <w:t>1.013e0</w:t>
      </w:r>
    </w:p>
    <w:p w:rsidR="005B0461" w:rsidRDefault="005B0461" w:rsidP="005B0461">
      <w:r>
        <w:t>426.5458</w:t>
      </w:r>
      <w:r>
        <w:tab/>
        <w:t>1.013e0</w:t>
      </w:r>
    </w:p>
    <w:p w:rsidR="005B0461" w:rsidRDefault="005B0461" w:rsidP="005B0461">
      <w:r>
        <w:t>426.5689</w:t>
      </w:r>
      <w:r>
        <w:tab/>
        <w:t>2.025e0</w:t>
      </w:r>
    </w:p>
    <w:p w:rsidR="005B0461" w:rsidRDefault="005B0461" w:rsidP="005B0461">
      <w:r>
        <w:t>426.6207</w:t>
      </w:r>
      <w:r>
        <w:tab/>
        <w:t>4.051e0</w:t>
      </w:r>
    </w:p>
    <w:p w:rsidR="005B0461" w:rsidRDefault="005B0461" w:rsidP="005B0461">
      <w:r>
        <w:t>426.6784</w:t>
      </w:r>
      <w:r>
        <w:tab/>
        <w:t>4.051e0</w:t>
      </w:r>
    </w:p>
    <w:p w:rsidR="005B0461" w:rsidRDefault="005B0461" w:rsidP="005B0461">
      <w:r>
        <w:t>426.7258</w:t>
      </w:r>
      <w:r>
        <w:tab/>
        <w:t>1.013e0</w:t>
      </w:r>
    </w:p>
    <w:p w:rsidR="005B0461" w:rsidRDefault="005B0461" w:rsidP="005B0461">
      <w:r>
        <w:t>426.7333</w:t>
      </w:r>
      <w:r>
        <w:tab/>
        <w:t>1.013e0</w:t>
      </w:r>
    </w:p>
    <w:p w:rsidR="005B0461" w:rsidRDefault="005B0461" w:rsidP="005B0461">
      <w:r>
        <w:t>426.7426</w:t>
      </w:r>
      <w:r>
        <w:tab/>
        <w:t>1.013e0</w:t>
      </w:r>
    </w:p>
    <w:p w:rsidR="005B0461" w:rsidRDefault="005B0461" w:rsidP="005B0461">
      <w:r>
        <w:t>426.7783</w:t>
      </w:r>
      <w:r>
        <w:tab/>
        <w:t>1.013e0</w:t>
      </w:r>
    </w:p>
    <w:p w:rsidR="005B0461" w:rsidRDefault="005B0461" w:rsidP="005B0461">
      <w:r>
        <w:lastRenderedPageBreak/>
        <w:t>426.8047</w:t>
      </w:r>
      <w:r>
        <w:tab/>
        <w:t>2.025e0</w:t>
      </w:r>
    </w:p>
    <w:p w:rsidR="005B0461" w:rsidRDefault="005B0461" w:rsidP="005B0461">
      <w:r>
        <w:t>426.8122</w:t>
      </w:r>
      <w:r>
        <w:tab/>
        <w:t>2.025e0</w:t>
      </w:r>
    </w:p>
    <w:p w:rsidR="005B0461" w:rsidRDefault="005B0461" w:rsidP="005B0461">
      <w:r>
        <w:t>426.8158</w:t>
      </w:r>
      <w:r>
        <w:tab/>
        <w:t>1.013e0</w:t>
      </w:r>
    </w:p>
    <w:p w:rsidR="005B0461" w:rsidRDefault="005B0461" w:rsidP="005B0461">
      <w:r>
        <w:t>426.8908</w:t>
      </w:r>
      <w:r>
        <w:tab/>
        <w:t>1.013e0</w:t>
      </w:r>
    </w:p>
    <w:p w:rsidR="005B0461" w:rsidRDefault="005B0461" w:rsidP="005B0461">
      <w:r>
        <w:t>426.8962</w:t>
      </w:r>
      <w:r>
        <w:tab/>
        <w:t>4.051e0</w:t>
      </w:r>
    </w:p>
    <w:p w:rsidR="005B0461" w:rsidRDefault="005B0461" w:rsidP="005B0461">
      <w:r>
        <w:t>426.9047</w:t>
      </w:r>
      <w:r>
        <w:tab/>
        <w:t>2.025e0</w:t>
      </w:r>
    </w:p>
    <w:p w:rsidR="005B0461" w:rsidRDefault="005B0461" w:rsidP="005B0461">
      <w:r>
        <w:t>426.9109</w:t>
      </w:r>
      <w:r>
        <w:tab/>
        <w:t>2.025e0</w:t>
      </w:r>
    </w:p>
    <w:p w:rsidR="005B0461" w:rsidRDefault="005B0461" w:rsidP="005B0461">
      <w:r>
        <w:t>426.9356</w:t>
      </w:r>
      <w:r>
        <w:tab/>
        <w:t>2.025e0</w:t>
      </w:r>
    </w:p>
    <w:p w:rsidR="005B0461" w:rsidRDefault="005B0461" w:rsidP="005B0461">
      <w:r>
        <w:t>426.9641</w:t>
      </w:r>
      <w:r>
        <w:tab/>
        <w:t>1.013e0</w:t>
      </w:r>
    </w:p>
    <w:p w:rsidR="005B0461" w:rsidRDefault="005B0461" w:rsidP="005B0461">
      <w:r>
        <w:t>426.9931</w:t>
      </w:r>
      <w:r>
        <w:tab/>
        <w:t>2.337e0</w:t>
      </w:r>
    </w:p>
    <w:p w:rsidR="005B0461" w:rsidRDefault="005B0461" w:rsidP="005B0461">
      <w:r>
        <w:t>427.0269</w:t>
      </w:r>
      <w:r>
        <w:tab/>
        <w:t>1.237e0</w:t>
      </w:r>
    </w:p>
    <w:p w:rsidR="005B0461" w:rsidRDefault="005B0461" w:rsidP="005B0461">
      <w:r>
        <w:t>427.0359</w:t>
      </w:r>
      <w:r>
        <w:tab/>
        <w:t>2.180e0</w:t>
      </w:r>
    </w:p>
    <w:p w:rsidR="005B0461" w:rsidRDefault="005B0461" w:rsidP="005B0461">
      <w:r>
        <w:t>427.0923</w:t>
      </w:r>
      <w:r>
        <w:tab/>
        <w:t>5.184e0</w:t>
      </w:r>
    </w:p>
    <w:p w:rsidR="005B0461" w:rsidRDefault="005B0461" w:rsidP="005B0461">
      <w:r>
        <w:t>427.1039</w:t>
      </w:r>
      <w:r>
        <w:tab/>
        <w:t>2.805e0</w:t>
      </w:r>
    </w:p>
    <w:p w:rsidR="005B0461" w:rsidRDefault="005B0461" w:rsidP="005B0461">
      <w:r>
        <w:t>427.1085</w:t>
      </w:r>
      <w:r>
        <w:tab/>
        <w:t>1.458e0</w:t>
      </w:r>
    </w:p>
    <w:p w:rsidR="005B0461" w:rsidRDefault="005B0461" w:rsidP="005B0461">
      <w:r>
        <w:t>427.1437</w:t>
      </w:r>
      <w:r>
        <w:tab/>
        <w:t>2.958e0</w:t>
      </w:r>
    </w:p>
    <w:p w:rsidR="005B0461" w:rsidRDefault="005B0461" w:rsidP="005B0461">
      <w:r>
        <w:t>427.1463</w:t>
      </w:r>
      <w:r>
        <w:tab/>
        <w:t>3.038e0</w:t>
      </w:r>
    </w:p>
    <w:p w:rsidR="005B0461" w:rsidRDefault="005B0461" w:rsidP="005B0461">
      <w:r>
        <w:t>427.1581</w:t>
      </w:r>
      <w:r>
        <w:tab/>
        <w:t>1.913e0</w:t>
      </w:r>
    </w:p>
    <w:p w:rsidR="005B0461" w:rsidRDefault="005B0461" w:rsidP="005B0461">
      <w:r>
        <w:t>427.1747</w:t>
      </w:r>
      <w:r>
        <w:tab/>
        <w:t>4.857e0</w:t>
      </w:r>
    </w:p>
    <w:p w:rsidR="005B0461" w:rsidRDefault="005B0461" w:rsidP="005B0461">
      <w:r>
        <w:lastRenderedPageBreak/>
        <w:t>427.1822</w:t>
      </w:r>
      <w:r>
        <w:tab/>
        <w:t>3.038e0</w:t>
      </w:r>
    </w:p>
    <w:p w:rsidR="005B0461" w:rsidRDefault="005B0461" w:rsidP="005B0461">
      <w:r>
        <w:t>427.2096</w:t>
      </w:r>
      <w:r>
        <w:tab/>
        <w:t>2.025e0</w:t>
      </w:r>
    </w:p>
    <w:p w:rsidR="005B0461" w:rsidRDefault="005B0461" w:rsidP="005B0461">
      <w:r>
        <w:t>427.2235</w:t>
      </w:r>
      <w:r>
        <w:tab/>
        <w:t>2.357e0</w:t>
      </w:r>
    </w:p>
    <w:p w:rsidR="005B0461" w:rsidRDefault="005B0461" w:rsidP="005B0461">
      <w:r>
        <w:t>427.2698</w:t>
      </w:r>
      <w:r>
        <w:tab/>
        <w:t>2.020e0</w:t>
      </w:r>
    </w:p>
    <w:p w:rsidR="005B0461" w:rsidRDefault="005B0461" w:rsidP="005B0461">
      <w:r>
        <w:t>427.2732</w:t>
      </w:r>
      <w:r>
        <w:tab/>
        <w:t>1.828e0</w:t>
      </w:r>
    </w:p>
    <w:p w:rsidR="005B0461" w:rsidRDefault="005B0461" w:rsidP="005B0461">
      <w:r>
        <w:t>427.2917</w:t>
      </w:r>
      <w:r>
        <w:tab/>
        <w:t>5.063e0</w:t>
      </w:r>
    </w:p>
    <w:p w:rsidR="005B0461" w:rsidRDefault="005B0461" w:rsidP="005B0461">
      <w:r>
        <w:t>427.2957</w:t>
      </w:r>
      <w:r>
        <w:tab/>
        <w:t>6.662e0</w:t>
      </w:r>
    </w:p>
    <w:p w:rsidR="005B0461" w:rsidRDefault="005B0461" w:rsidP="005B0461">
      <w:r>
        <w:t>427.3037</w:t>
      </w:r>
      <w:r>
        <w:tab/>
        <w:t>2.025e0</w:t>
      </w:r>
    </w:p>
    <w:p w:rsidR="005B0461" w:rsidRDefault="005B0461" w:rsidP="005B0461">
      <w:r>
        <w:t>427.3079</w:t>
      </w:r>
      <w:r>
        <w:tab/>
        <w:t>1.858e0</w:t>
      </w:r>
    </w:p>
    <w:p w:rsidR="005B0461" w:rsidRDefault="005B0461" w:rsidP="005B0461">
      <w:r>
        <w:t>427.3833</w:t>
      </w:r>
      <w:r>
        <w:tab/>
        <w:t>7.089e0</w:t>
      </w:r>
    </w:p>
    <w:p w:rsidR="005B0461" w:rsidRDefault="005B0461" w:rsidP="005B0461">
      <w:r>
        <w:t>427.3862</w:t>
      </w:r>
      <w:r>
        <w:tab/>
        <w:t>8.101e0</w:t>
      </w:r>
    </w:p>
    <w:p w:rsidR="005B0461" w:rsidRDefault="005B0461" w:rsidP="005B0461">
      <w:r>
        <w:t>427.3902</w:t>
      </w:r>
      <w:r>
        <w:tab/>
        <w:t>2.609e1</w:t>
      </w:r>
    </w:p>
    <w:p w:rsidR="005B0461" w:rsidRDefault="005B0461" w:rsidP="005B0461">
      <w:r>
        <w:t>427.4575</w:t>
      </w:r>
      <w:r>
        <w:tab/>
        <w:t>1.013e0</w:t>
      </w:r>
    </w:p>
    <w:p w:rsidR="005B0461" w:rsidRDefault="005B0461" w:rsidP="005B0461">
      <w:r>
        <w:t>427.4614</w:t>
      </w:r>
      <w:r>
        <w:tab/>
        <w:t>1.013e0</w:t>
      </w:r>
    </w:p>
    <w:p w:rsidR="005B0461" w:rsidRDefault="005B0461" w:rsidP="005B0461">
      <w:r>
        <w:t>427.4681</w:t>
      </w:r>
      <w:r>
        <w:tab/>
        <w:t>4.051e0</w:t>
      </w:r>
    </w:p>
    <w:p w:rsidR="005B0461" w:rsidRDefault="005B0461" w:rsidP="005B0461">
      <w:r>
        <w:t>427.5290</w:t>
      </w:r>
      <w:r>
        <w:tab/>
        <w:t>1.013e0</w:t>
      </w:r>
    </w:p>
    <w:p w:rsidR="005B0461" w:rsidRDefault="005B0461" w:rsidP="005B0461">
      <w:r>
        <w:t>427.5318</w:t>
      </w:r>
      <w:r>
        <w:tab/>
        <w:t>2.025e0</w:t>
      </w:r>
    </w:p>
    <w:p w:rsidR="005B0461" w:rsidRDefault="005B0461" w:rsidP="005B0461">
      <w:r>
        <w:t>427.5575</w:t>
      </w:r>
      <w:r>
        <w:tab/>
        <w:t>1.013e0</w:t>
      </w:r>
    </w:p>
    <w:p w:rsidR="005B0461" w:rsidRDefault="005B0461" w:rsidP="005B0461">
      <w:r>
        <w:t>427.5825</w:t>
      </w:r>
      <w:r>
        <w:tab/>
        <w:t>1.013e0</w:t>
      </w:r>
    </w:p>
    <w:p w:rsidR="005B0461" w:rsidRDefault="005B0461" w:rsidP="005B0461">
      <w:r>
        <w:lastRenderedPageBreak/>
        <w:t>427.6018</w:t>
      </w:r>
      <w:r>
        <w:tab/>
        <w:t>2.025e0</w:t>
      </w:r>
    </w:p>
    <w:p w:rsidR="005B0461" w:rsidRDefault="005B0461" w:rsidP="005B0461">
      <w:r>
        <w:t>427.6415</w:t>
      </w:r>
      <w:r>
        <w:tab/>
        <w:t>2.025e0</w:t>
      </w:r>
    </w:p>
    <w:p w:rsidR="005B0461" w:rsidRDefault="005B0461" w:rsidP="005B0461">
      <w:r>
        <w:t>427.6718</w:t>
      </w:r>
      <w:r>
        <w:tab/>
        <w:t>1.013e0</w:t>
      </w:r>
    </w:p>
    <w:p w:rsidR="005B0461" w:rsidRDefault="005B0461" w:rsidP="005B0461">
      <w:r>
        <w:t>427.7169</w:t>
      </w:r>
      <w:r>
        <w:tab/>
        <w:t>1.013e0</w:t>
      </w:r>
    </w:p>
    <w:p w:rsidR="005B0461" w:rsidRDefault="005B0461" w:rsidP="005B0461">
      <w:r>
        <w:t>427.7219</w:t>
      </w:r>
      <w:r>
        <w:tab/>
        <w:t>1.013e0</w:t>
      </w:r>
    </w:p>
    <w:p w:rsidR="005B0461" w:rsidRDefault="005B0461" w:rsidP="005B0461">
      <w:r>
        <w:t>427.7398</w:t>
      </w:r>
      <w:r>
        <w:tab/>
        <w:t>3.038e0</w:t>
      </w:r>
    </w:p>
    <w:p w:rsidR="005B0461" w:rsidRDefault="005B0461" w:rsidP="005B0461">
      <w:r>
        <w:t>427.7545</w:t>
      </w:r>
      <w:r>
        <w:tab/>
        <w:t>2.025e0</w:t>
      </w:r>
    </w:p>
    <w:p w:rsidR="005B0461" w:rsidRDefault="005B0461" w:rsidP="005B0461">
      <w:r>
        <w:t>427.7973</w:t>
      </w:r>
      <w:r>
        <w:tab/>
        <w:t>2.025e0</w:t>
      </w:r>
    </w:p>
    <w:p w:rsidR="005B0461" w:rsidRDefault="005B0461" w:rsidP="005B0461">
      <w:r>
        <w:t>427.8364</w:t>
      </w:r>
      <w:r>
        <w:tab/>
        <w:t>2.025e0</w:t>
      </w:r>
    </w:p>
    <w:p w:rsidR="005B0461" w:rsidRDefault="005B0461" w:rsidP="005B0461">
      <w:r>
        <w:t>427.8472</w:t>
      </w:r>
      <w:r>
        <w:tab/>
        <w:t>1.013e0</w:t>
      </w:r>
    </w:p>
    <w:p w:rsidR="005B0461" w:rsidRDefault="005B0461" w:rsidP="005B0461">
      <w:r>
        <w:t>427.8649</w:t>
      </w:r>
      <w:r>
        <w:tab/>
        <w:t>1.013e0</w:t>
      </w:r>
    </w:p>
    <w:p w:rsidR="005B0461" w:rsidRDefault="005B0461" w:rsidP="005B0461">
      <w:r>
        <w:t>427.8709</w:t>
      </w:r>
      <w:r>
        <w:tab/>
        <w:t>4.051e0</w:t>
      </w:r>
    </w:p>
    <w:p w:rsidR="005B0461" w:rsidRDefault="005B0461" w:rsidP="005B0461">
      <w:r>
        <w:t>427.9088</w:t>
      </w:r>
      <w:r>
        <w:tab/>
        <w:t>4.051e0</w:t>
      </w:r>
    </w:p>
    <w:p w:rsidR="005B0461" w:rsidRDefault="005B0461" w:rsidP="005B0461">
      <w:r>
        <w:t>427.9294</w:t>
      </w:r>
      <w:r>
        <w:tab/>
        <w:t>1.013e0</w:t>
      </w:r>
    </w:p>
    <w:p w:rsidR="005B0461" w:rsidRDefault="005B0461" w:rsidP="005B0461">
      <w:r>
        <w:t>428.0079</w:t>
      </w:r>
      <w:r>
        <w:tab/>
        <w:t>2.025e0</w:t>
      </w:r>
    </w:p>
    <w:p w:rsidR="005B0461" w:rsidRDefault="005B0461" w:rsidP="005B0461">
      <w:r>
        <w:t>428.0222</w:t>
      </w:r>
      <w:r>
        <w:tab/>
        <w:t>3.092e0</w:t>
      </w:r>
    </w:p>
    <w:p w:rsidR="005B0461" w:rsidRDefault="005B0461" w:rsidP="005B0461">
      <w:r>
        <w:t>428.0930</w:t>
      </w:r>
      <w:r>
        <w:tab/>
        <w:t>2.481e0</w:t>
      </w:r>
    </w:p>
    <w:p w:rsidR="005B0461" w:rsidRDefault="005B0461" w:rsidP="005B0461">
      <w:r>
        <w:t>428.1094</w:t>
      </w:r>
      <w:r>
        <w:tab/>
        <w:t>3.764e0</w:t>
      </w:r>
    </w:p>
    <w:p w:rsidR="005B0461" w:rsidRDefault="005B0461" w:rsidP="005B0461">
      <w:r>
        <w:t>428.1346</w:t>
      </w:r>
      <w:r>
        <w:tab/>
        <w:t>1.982e0</w:t>
      </w:r>
    </w:p>
    <w:p w:rsidR="005B0461" w:rsidRDefault="005B0461" w:rsidP="005B0461">
      <w:r>
        <w:lastRenderedPageBreak/>
        <w:t>428.1724</w:t>
      </w:r>
      <w:r>
        <w:tab/>
        <w:t>1.013e0</w:t>
      </w:r>
    </w:p>
    <w:p w:rsidR="005B0461" w:rsidRDefault="005B0461" w:rsidP="005B0461">
      <w:r>
        <w:t>428.1905</w:t>
      </w:r>
      <w:r>
        <w:tab/>
        <w:t>1.013e0</w:t>
      </w:r>
    </w:p>
    <w:p w:rsidR="005B0461" w:rsidRDefault="005B0461" w:rsidP="005B0461">
      <w:r>
        <w:t>428.2176</w:t>
      </w:r>
      <w:r>
        <w:tab/>
        <w:t>1.681e0</w:t>
      </w:r>
    </w:p>
    <w:p w:rsidR="005B0461" w:rsidRDefault="005B0461" w:rsidP="005B0461">
      <w:r>
        <w:t>428.2699</w:t>
      </w:r>
      <w:r>
        <w:tab/>
        <w:t>1.335e0</w:t>
      </w:r>
    </w:p>
    <w:p w:rsidR="005B0461" w:rsidRDefault="005B0461" w:rsidP="005B0461">
      <w:r>
        <w:t>428.2980</w:t>
      </w:r>
      <w:r>
        <w:tab/>
        <w:t>4.051e0</w:t>
      </w:r>
    </w:p>
    <w:p w:rsidR="005B0461" w:rsidRDefault="005B0461" w:rsidP="005B0461">
      <w:r>
        <w:t>428.3036</w:t>
      </w:r>
      <w:r>
        <w:tab/>
        <w:t>1.749e0</w:t>
      </w:r>
    </w:p>
    <w:p w:rsidR="005B0461" w:rsidRDefault="005B0461" w:rsidP="005B0461">
      <w:r>
        <w:t>428.3292</w:t>
      </w:r>
      <w:r>
        <w:tab/>
        <w:t>3.038e0</w:t>
      </w:r>
    </w:p>
    <w:p w:rsidR="005B0461" w:rsidRDefault="005B0461" w:rsidP="005B0461">
      <w:r>
        <w:t>428.3762</w:t>
      </w:r>
      <w:r>
        <w:tab/>
        <w:t>1.013e0</w:t>
      </w:r>
    </w:p>
    <w:p w:rsidR="005B0461" w:rsidRDefault="005B0461" w:rsidP="005B0461">
      <w:r>
        <w:t>428.3975</w:t>
      </w:r>
      <w:r>
        <w:tab/>
        <w:t>4.051e0</w:t>
      </w:r>
    </w:p>
    <w:p w:rsidR="005B0461" w:rsidRDefault="005B0461" w:rsidP="005B0461">
      <w:r>
        <w:t>428.4001</w:t>
      </w:r>
      <w:r>
        <w:tab/>
        <w:t>2.025e0</w:t>
      </w:r>
    </w:p>
    <w:p w:rsidR="005B0461" w:rsidRDefault="005B0461" w:rsidP="005B0461">
      <w:r>
        <w:t>428.4064</w:t>
      </w:r>
      <w:r>
        <w:tab/>
        <w:t>3.038e0</w:t>
      </w:r>
    </w:p>
    <w:p w:rsidR="005B0461" w:rsidRDefault="005B0461" w:rsidP="005B0461">
      <w:r>
        <w:t>428.4178</w:t>
      </w:r>
      <w:r>
        <w:tab/>
        <w:t>3.038e0</w:t>
      </w:r>
    </w:p>
    <w:p w:rsidR="005B0461" w:rsidRDefault="005B0461" w:rsidP="005B0461">
      <w:r>
        <w:t>428.4426</w:t>
      </w:r>
      <w:r>
        <w:tab/>
        <w:t>2.025e0</w:t>
      </w:r>
    </w:p>
    <w:p w:rsidR="005B0461" w:rsidRDefault="005B0461" w:rsidP="005B0461">
      <w:r>
        <w:t>428.4692</w:t>
      </w:r>
      <w:r>
        <w:tab/>
        <w:t>3.038e0</w:t>
      </w:r>
    </w:p>
    <w:p w:rsidR="005B0461" w:rsidRDefault="005B0461" w:rsidP="005B0461">
      <w:r>
        <w:t>428.5407</w:t>
      </w:r>
      <w:r>
        <w:tab/>
        <w:t>1.013e0</w:t>
      </w:r>
    </w:p>
    <w:p w:rsidR="005B0461" w:rsidRDefault="005B0461" w:rsidP="005B0461">
      <w:r>
        <w:t>428.5633</w:t>
      </w:r>
      <w:r>
        <w:tab/>
        <w:t>2.025e0</w:t>
      </w:r>
    </w:p>
    <w:p w:rsidR="005B0461" w:rsidRDefault="005B0461" w:rsidP="005B0461">
      <w:r>
        <w:t>428.5896</w:t>
      </w:r>
      <w:r>
        <w:tab/>
        <w:t>1.013e0</w:t>
      </w:r>
    </w:p>
    <w:p w:rsidR="005B0461" w:rsidRDefault="005B0461" w:rsidP="005B0461">
      <w:r>
        <w:t>428.5972</w:t>
      </w:r>
      <w:r>
        <w:tab/>
        <w:t>1.013e0</w:t>
      </w:r>
    </w:p>
    <w:p w:rsidR="005B0461" w:rsidRDefault="005B0461" w:rsidP="005B0461">
      <w:r>
        <w:t>428.6047</w:t>
      </w:r>
      <w:r>
        <w:tab/>
        <w:t>3.038e0</w:t>
      </w:r>
    </w:p>
    <w:p w:rsidR="005B0461" w:rsidRDefault="005B0461" w:rsidP="005B0461">
      <w:r>
        <w:lastRenderedPageBreak/>
        <w:t>428.6445</w:t>
      </w:r>
      <w:r>
        <w:tab/>
        <w:t>1.013e0</w:t>
      </w:r>
    </w:p>
    <w:p w:rsidR="005B0461" w:rsidRDefault="005B0461" w:rsidP="005B0461">
      <w:r>
        <w:t>428.6931</w:t>
      </w:r>
      <w:r>
        <w:tab/>
        <w:t>3.038e0</w:t>
      </w:r>
    </w:p>
    <w:p w:rsidR="005B0461" w:rsidRDefault="005B0461" w:rsidP="005B0461">
      <w:r>
        <w:t>428.6947</w:t>
      </w:r>
      <w:r>
        <w:tab/>
        <w:t>3.038e0</w:t>
      </w:r>
    </w:p>
    <w:p w:rsidR="005B0461" w:rsidRDefault="005B0461" w:rsidP="005B0461">
      <w:r>
        <w:t>428.7084</w:t>
      </w:r>
      <w:r>
        <w:tab/>
        <w:t>2.025e0</w:t>
      </w:r>
    </w:p>
    <w:p w:rsidR="005B0461" w:rsidRDefault="005B0461" w:rsidP="005B0461">
      <w:r>
        <w:t>428.7141</w:t>
      </w:r>
      <w:r>
        <w:tab/>
        <w:t>2.025e0</w:t>
      </w:r>
    </w:p>
    <w:p w:rsidR="005B0461" w:rsidRDefault="005B0461" w:rsidP="005B0461">
      <w:r>
        <w:t>428.7581</w:t>
      </w:r>
      <w:r>
        <w:tab/>
        <w:t>2.025e0</w:t>
      </w:r>
    </w:p>
    <w:p w:rsidR="005B0461" w:rsidRDefault="005B0461" w:rsidP="005B0461">
      <w:r>
        <w:t>428.7661</w:t>
      </w:r>
      <w:r>
        <w:tab/>
        <w:t>1.013e0</w:t>
      </w:r>
    </w:p>
    <w:p w:rsidR="005B0461" w:rsidRDefault="005B0461" w:rsidP="005B0461">
      <w:r>
        <w:t>428.7767</w:t>
      </w:r>
      <w:r>
        <w:tab/>
        <w:t>3.038e0</w:t>
      </w:r>
    </w:p>
    <w:p w:rsidR="005B0461" w:rsidRDefault="005B0461" w:rsidP="005B0461">
      <w:r>
        <w:t>428.8533</w:t>
      </w:r>
      <w:r>
        <w:tab/>
        <w:t>2.025e0</w:t>
      </w:r>
    </w:p>
    <w:p w:rsidR="005B0461" w:rsidRDefault="005B0461" w:rsidP="005B0461">
      <w:r>
        <w:t>428.8910</w:t>
      </w:r>
      <w:r>
        <w:tab/>
        <w:t>1.013e0</w:t>
      </w:r>
    </w:p>
    <w:p w:rsidR="005B0461" w:rsidRDefault="005B0461" w:rsidP="005B0461">
      <w:r>
        <w:t>428.8985</w:t>
      </w:r>
      <w:r>
        <w:tab/>
        <w:t>1.013e0</w:t>
      </w:r>
    </w:p>
    <w:p w:rsidR="005B0461" w:rsidRDefault="005B0461" w:rsidP="005B0461">
      <w:r>
        <w:t>428.9153</w:t>
      </w:r>
      <w:r>
        <w:tab/>
        <w:t>3.085e0</w:t>
      </w:r>
    </w:p>
    <w:p w:rsidR="005B0461" w:rsidRDefault="005B0461" w:rsidP="005B0461">
      <w:r>
        <w:t>428.9472</w:t>
      </w:r>
      <w:r>
        <w:tab/>
        <w:t>2.025e0</w:t>
      </w:r>
    </w:p>
    <w:p w:rsidR="005B0461" w:rsidRDefault="005B0461" w:rsidP="005B0461">
      <w:r>
        <w:t>429.0206</w:t>
      </w:r>
      <w:r>
        <w:tab/>
        <w:t>1.800e0</w:t>
      </w:r>
    </w:p>
    <w:p w:rsidR="005B0461" w:rsidRDefault="005B0461" w:rsidP="005B0461">
      <w:r>
        <w:t>429.0410</w:t>
      </w:r>
      <w:r>
        <w:tab/>
        <w:t>2.154e0</w:t>
      </w:r>
    </w:p>
    <w:p w:rsidR="005B0461" w:rsidRDefault="005B0461" w:rsidP="005B0461">
      <w:r>
        <w:t>429.0763</w:t>
      </w:r>
      <w:r>
        <w:tab/>
        <w:t>1.574e0</w:t>
      </w:r>
    </w:p>
    <w:p w:rsidR="005B0461" w:rsidRDefault="005B0461" w:rsidP="005B0461">
      <w:r>
        <w:t>429.0779</w:t>
      </w:r>
      <w:r>
        <w:tab/>
        <w:t>3.664e0</w:t>
      </w:r>
    </w:p>
    <w:p w:rsidR="005B0461" w:rsidRDefault="005B0461" w:rsidP="005B0461">
      <w:r>
        <w:t>429.1117</w:t>
      </w:r>
      <w:r>
        <w:tab/>
        <w:t>2.726e0</w:t>
      </w:r>
    </w:p>
    <w:p w:rsidR="005B0461" w:rsidRDefault="005B0461" w:rsidP="005B0461">
      <w:r>
        <w:t>429.1246</w:t>
      </w:r>
      <w:r>
        <w:tab/>
        <w:t>1.013e0</w:t>
      </w:r>
    </w:p>
    <w:p w:rsidR="005B0461" w:rsidRDefault="005B0461" w:rsidP="005B0461">
      <w:r>
        <w:lastRenderedPageBreak/>
        <w:t>429.1355</w:t>
      </w:r>
      <w:r>
        <w:tab/>
        <w:t>4.051e0</w:t>
      </w:r>
    </w:p>
    <w:p w:rsidR="005B0461" w:rsidRDefault="005B0461" w:rsidP="005B0461">
      <w:r>
        <w:t>429.1759</w:t>
      </w:r>
      <w:r>
        <w:tab/>
        <w:t>4.051e0</w:t>
      </w:r>
    </w:p>
    <w:p w:rsidR="005B0461" w:rsidRDefault="005B0461" w:rsidP="005B0461">
      <w:r>
        <w:t>429.1874</w:t>
      </w:r>
      <w:r>
        <w:tab/>
        <w:t>1.819e0</w:t>
      </w:r>
    </w:p>
    <w:p w:rsidR="005B0461" w:rsidRDefault="005B0461" w:rsidP="005B0461">
      <w:r>
        <w:t>429.2446</w:t>
      </w:r>
      <w:r>
        <w:tab/>
        <w:t>5.048e0</w:t>
      </w:r>
    </w:p>
    <w:p w:rsidR="005B0461" w:rsidRDefault="005B0461" w:rsidP="005B0461">
      <w:r>
        <w:t>429.2490</w:t>
      </w:r>
      <w:r>
        <w:tab/>
        <w:t>3.900e0</w:t>
      </w:r>
    </w:p>
    <w:p w:rsidR="005B0461" w:rsidRDefault="005B0461" w:rsidP="005B0461">
      <w:r>
        <w:t>429.3120</w:t>
      </w:r>
      <w:r>
        <w:tab/>
        <w:t>2.965e1</w:t>
      </w:r>
    </w:p>
    <w:p w:rsidR="005B0461" w:rsidRDefault="005B0461" w:rsidP="005B0461">
      <w:r>
        <w:t>429.3223</w:t>
      </w:r>
      <w:r>
        <w:tab/>
        <w:t>2.734e1</w:t>
      </w:r>
    </w:p>
    <w:p w:rsidR="005B0461" w:rsidRDefault="005B0461" w:rsidP="005B0461">
      <w:r>
        <w:t>429.3248</w:t>
      </w:r>
      <w:r>
        <w:tab/>
        <w:t>2.695e1</w:t>
      </w:r>
    </w:p>
    <w:p w:rsidR="005B0461" w:rsidRDefault="005B0461" w:rsidP="005B0461">
      <w:r>
        <w:t>429.3258</w:t>
      </w:r>
      <w:r>
        <w:tab/>
        <w:t>2.329e1</w:t>
      </w:r>
    </w:p>
    <w:p w:rsidR="005B0461" w:rsidRDefault="005B0461" w:rsidP="005B0461">
      <w:r>
        <w:t>429.3928</w:t>
      </w:r>
      <w:r>
        <w:tab/>
        <w:t>1.330e0</w:t>
      </w:r>
    </w:p>
    <w:p w:rsidR="005B0461" w:rsidRDefault="005B0461" w:rsidP="005B0461">
      <w:r>
        <w:t>429.4205</w:t>
      </w:r>
      <w:r>
        <w:tab/>
        <w:t>1.013e0</w:t>
      </w:r>
    </w:p>
    <w:p w:rsidR="005B0461" w:rsidRDefault="005B0461" w:rsidP="005B0461">
      <w:r>
        <w:t>429.4640</w:t>
      </w:r>
      <w:r>
        <w:tab/>
        <w:t>1.013e0</w:t>
      </w:r>
    </w:p>
    <w:p w:rsidR="005B0461" w:rsidRDefault="005B0461" w:rsidP="005B0461">
      <w:r>
        <w:t>429.4813</w:t>
      </w:r>
      <w:r>
        <w:tab/>
        <w:t>1.013e0</w:t>
      </w:r>
    </w:p>
    <w:p w:rsidR="005B0461" w:rsidRDefault="005B0461" w:rsidP="005B0461">
      <w:r>
        <w:t>429.5168</w:t>
      </w:r>
      <w:r>
        <w:tab/>
        <w:t>1.013e0</w:t>
      </w:r>
    </w:p>
    <w:p w:rsidR="005B0461" w:rsidRDefault="005B0461" w:rsidP="005B0461">
      <w:r>
        <w:t>429.5470</w:t>
      </w:r>
      <w:r>
        <w:tab/>
        <w:t>1.013e0</w:t>
      </w:r>
    </w:p>
    <w:p w:rsidR="005B0461" w:rsidRDefault="005B0461" w:rsidP="005B0461">
      <w:r>
        <w:t>429.5814</w:t>
      </w:r>
      <w:r>
        <w:tab/>
        <w:t>2.025e0</w:t>
      </w:r>
    </w:p>
    <w:p w:rsidR="005B0461" w:rsidRDefault="005B0461" w:rsidP="005B0461">
      <w:r>
        <w:t>429.5994</w:t>
      </w:r>
      <w:r>
        <w:tab/>
        <w:t>1.013e0</w:t>
      </w:r>
    </w:p>
    <w:p w:rsidR="005B0461" w:rsidRDefault="005B0461" w:rsidP="005B0461">
      <w:r>
        <w:t>429.6029</w:t>
      </w:r>
      <w:r>
        <w:tab/>
        <w:t>1.013e0</w:t>
      </w:r>
    </w:p>
    <w:p w:rsidR="005B0461" w:rsidRDefault="005B0461" w:rsidP="005B0461">
      <w:r>
        <w:t>429.6136</w:t>
      </w:r>
      <w:r>
        <w:tab/>
        <w:t>2.025e0</w:t>
      </w:r>
    </w:p>
    <w:p w:rsidR="005B0461" w:rsidRDefault="005B0461" w:rsidP="005B0461">
      <w:r>
        <w:lastRenderedPageBreak/>
        <w:t>429.6602</w:t>
      </w:r>
      <w:r>
        <w:tab/>
        <w:t>1.013e0</w:t>
      </w:r>
    </w:p>
    <w:p w:rsidR="005B0461" w:rsidRDefault="005B0461" w:rsidP="005B0461">
      <w:r>
        <w:t>429.6677</w:t>
      </w:r>
      <w:r>
        <w:tab/>
        <w:t>1.013e0</w:t>
      </w:r>
    </w:p>
    <w:p w:rsidR="005B0461" w:rsidRDefault="005B0461" w:rsidP="005B0461">
      <w:r>
        <w:t>429.6815</w:t>
      </w:r>
      <w:r>
        <w:tab/>
        <w:t>1.013e0</w:t>
      </w:r>
    </w:p>
    <w:p w:rsidR="005B0461" w:rsidRDefault="005B0461" w:rsidP="005B0461">
      <w:r>
        <w:t>429.7029</w:t>
      </w:r>
      <w:r>
        <w:tab/>
        <w:t>1.013e0</w:t>
      </w:r>
    </w:p>
    <w:p w:rsidR="005B0461" w:rsidRDefault="005B0461" w:rsidP="005B0461">
      <w:r>
        <w:t>429.7460</w:t>
      </w:r>
      <w:r>
        <w:tab/>
        <w:t>1.013e0</w:t>
      </w:r>
    </w:p>
    <w:p w:rsidR="005B0461" w:rsidRDefault="005B0461" w:rsidP="005B0461">
      <w:r>
        <w:t>429.7994</w:t>
      </w:r>
      <w:r>
        <w:tab/>
        <w:t>2.025e0</w:t>
      </w:r>
    </w:p>
    <w:p w:rsidR="005B0461" w:rsidRDefault="005B0461" w:rsidP="005B0461">
      <w:r>
        <w:t>429.8068</w:t>
      </w:r>
      <w:r>
        <w:tab/>
        <w:t>1.013e0</w:t>
      </w:r>
    </w:p>
    <w:p w:rsidR="005B0461" w:rsidRDefault="005B0461" w:rsidP="005B0461">
      <w:r>
        <w:t>429.8640</w:t>
      </w:r>
      <w:r>
        <w:tab/>
        <w:t>2.025e0</w:t>
      </w:r>
    </w:p>
    <w:p w:rsidR="005B0461" w:rsidRDefault="005B0461" w:rsidP="005B0461">
      <w:r>
        <w:t>429.8707</w:t>
      </w:r>
      <w:r>
        <w:tab/>
        <w:t>3.038e0</w:t>
      </w:r>
    </w:p>
    <w:p w:rsidR="005B0461" w:rsidRDefault="005B0461" w:rsidP="005B0461">
      <w:r>
        <w:t>429.8801</w:t>
      </w:r>
      <w:r>
        <w:tab/>
        <w:t>3.038e0</w:t>
      </w:r>
    </w:p>
    <w:p w:rsidR="005B0461" w:rsidRDefault="005B0461" w:rsidP="005B0461">
      <w:r>
        <w:t>429.9221</w:t>
      </w:r>
      <w:r>
        <w:tab/>
        <w:t>3.038e0</w:t>
      </w:r>
    </w:p>
    <w:p w:rsidR="005B0461" w:rsidRDefault="005B0461" w:rsidP="005B0461">
      <w:r>
        <w:t>429.9788</w:t>
      </w:r>
      <w:r>
        <w:tab/>
        <w:t>4.051e0</w:t>
      </w:r>
    </w:p>
    <w:p w:rsidR="005B0461" w:rsidRDefault="005B0461" w:rsidP="005B0461">
      <w:r>
        <w:t>429.9891</w:t>
      </w:r>
      <w:r>
        <w:tab/>
        <w:t>1.013e0</w:t>
      </w:r>
    </w:p>
    <w:p w:rsidR="005B0461" w:rsidRDefault="005B0461" w:rsidP="005B0461">
      <w:r>
        <w:t>429.9957</w:t>
      </w:r>
      <w:r>
        <w:tab/>
        <w:t>3.038e0</w:t>
      </w:r>
    </w:p>
    <w:p w:rsidR="005B0461" w:rsidRDefault="005B0461" w:rsidP="005B0461">
      <w:r>
        <w:t>430.0361</w:t>
      </w:r>
      <w:r>
        <w:tab/>
        <w:t>4.175e0</w:t>
      </w:r>
    </w:p>
    <w:p w:rsidR="005B0461" w:rsidRDefault="005B0461" w:rsidP="005B0461">
      <w:r>
        <w:t>430.0758</w:t>
      </w:r>
      <w:r>
        <w:tab/>
        <w:t>2.557e0</w:t>
      </w:r>
    </w:p>
    <w:p w:rsidR="005B0461" w:rsidRDefault="005B0461" w:rsidP="005B0461">
      <w:r>
        <w:t>430.0816</w:t>
      </w:r>
      <w:r>
        <w:tab/>
        <w:t>3.167e0</w:t>
      </w:r>
    </w:p>
    <w:p w:rsidR="005B0461" w:rsidRDefault="005B0461" w:rsidP="005B0461">
      <w:r>
        <w:t>430.1284</w:t>
      </w:r>
      <w:r>
        <w:tab/>
        <w:t>1.013e0</w:t>
      </w:r>
    </w:p>
    <w:p w:rsidR="005B0461" w:rsidRDefault="005B0461" w:rsidP="005B0461">
      <w:r>
        <w:t>430.1456</w:t>
      </w:r>
      <w:r>
        <w:tab/>
        <w:t>5.063e0</w:t>
      </w:r>
    </w:p>
    <w:p w:rsidR="005B0461" w:rsidRDefault="005B0461" w:rsidP="005B0461">
      <w:r>
        <w:lastRenderedPageBreak/>
        <w:t>430.1964</w:t>
      </w:r>
      <w:r>
        <w:tab/>
        <w:t>1.731e0</w:t>
      </w:r>
    </w:p>
    <w:p w:rsidR="005B0461" w:rsidRDefault="005B0461" w:rsidP="005B0461">
      <w:r>
        <w:t>430.2112</w:t>
      </w:r>
      <w:r>
        <w:tab/>
        <w:t>2.025e0</w:t>
      </w:r>
    </w:p>
    <w:p w:rsidR="005B0461" w:rsidRDefault="005B0461" w:rsidP="005B0461">
      <w:r>
        <w:t>430.2345</w:t>
      </w:r>
      <w:r>
        <w:tab/>
        <w:t>1.878e0</w:t>
      </w:r>
    </w:p>
    <w:p w:rsidR="005B0461" w:rsidRDefault="005B0461" w:rsidP="005B0461">
      <w:r>
        <w:t>430.2482</w:t>
      </w:r>
      <w:r>
        <w:tab/>
        <w:t>2.025e0</w:t>
      </w:r>
    </w:p>
    <w:p w:rsidR="005B0461" w:rsidRDefault="005B0461" w:rsidP="005B0461">
      <w:r>
        <w:t>430.3128</w:t>
      </w:r>
      <w:r>
        <w:tab/>
        <w:t>1.316e1</w:t>
      </w:r>
    </w:p>
    <w:p w:rsidR="005B0461" w:rsidRDefault="005B0461" w:rsidP="005B0461">
      <w:r>
        <w:t>430.3212</w:t>
      </w:r>
      <w:r>
        <w:tab/>
        <w:t>1.022e1</w:t>
      </w:r>
    </w:p>
    <w:p w:rsidR="005B0461" w:rsidRDefault="005B0461" w:rsidP="005B0461">
      <w:r>
        <w:t>430.3419</w:t>
      </w:r>
      <w:r>
        <w:tab/>
        <w:t>9.042e0</w:t>
      </w:r>
    </w:p>
    <w:p w:rsidR="005B0461" w:rsidRDefault="005B0461" w:rsidP="005B0461">
      <w:r>
        <w:t>430.3755</w:t>
      </w:r>
      <w:r>
        <w:tab/>
        <w:t>9.239e0</w:t>
      </w:r>
    </w:p>
    <w:p w:rsidR="005B0461" w:rsidRDefault="005B0461" w:rsidP="005B0461">
      <w:r>
        <w:t>430.4005</w:t>
      </w:r>
      <w:r>
        <w:tab/>
        <w:t>1.013e0</w:t>
      </w:r>
    </w:p>
    <w:p w:rsidR="005B0461" w:rsidRDefault="005B0461" w:rsidP="005B0461">
      <w:r>
        <w:t>430.4415</w:t>
      </w:r>
      <w:r>
        <w:tab/>
        <w:t>2.025e0</w:t>
      </w:r>
    </w:p>
    <w:p w:rsidR="005B0461" w:rsidRDefault="005B0461" w:rsidP="005B0461">
      <w:r>
        <w:t>430.4534</w:t>
      </w:r>
      <w:r>
        <w:tab/>
        <w:t>1.013e0</w:t>
      </w:r>
    </w:p>
    <w:p w:rsidR="005B0461" w:rsidRDefault="005B0461" w:rsidP="005B0461">
      <w:r>
        <w:t>430.4757</w:t>
      </w:r>
      <w:r>
        <w:tab/>
        <w:t>2.025e0</w:t>
      </w:r>
    </w:p>
    <w:p w:rsidR="005B0461" w:rsidRDefault="005B0461" w:rsidP="005B0461">
      <w:r>
        <w:t>430.5116</w:t>
      </w:r>
      <w:r>
        <w:tab/>
        <w:t>2.025e0</w:t>
      </w:r>
    </w:p>
    <w:p w:rsidR="005B0461" w:rsidRDefault="005B0461" w:rsidP="005B0461">
      <w:r>
        <w:t>430.5185</w:t>
      </w:r>
      <w:r>
        <w:tab/>
        <w:t>2.025e0</w:t>
      </w:r>
    </w:p>
    <w:p w:rsidR="005B0461" w:rsidRDefault="005B0461" w:rsidP="005B0461">
      <w:r>
        <w:t>430.5401</w:t>
      </w:r>
      <w:r>
        <w:tab/>
        <w:t>1.013e0</w:t>
      </w:r>
    </w:p>
    <w:p w:rsidR="005B0461" w:rsidRDefault="005B0461" w:rsidP="005B0461">
      <w:r>
        <w:t>430.5598</w:t>
      </w:r>
      <w:r>
        <w:tab/>
        <w:t>2.025e0</w:t>
      </w:r>
    </w:p>
    <w:p w:rsidR="005B0461" w:rsidRDefault="005B0461" w:rsidP="005B0461">
      <w:r>
        <w:t>430.5616</w:t>
      </w:r>
      <w:r>
        <w:tab/>
        <w:t>1.013e0</w:t>
      </w:r>
    </w:p>
    <w:p w:rsidR="005B0461" w:rsidRDefault="005B0461" w:rsidP="005B0461">
      <w:r>
        <w:t>430.5668</w:t>
      </w:r>
      <w:r>
        <w:tab/>
        <w:t>1.013e0</w:t>
      </w:r>
    </w:p>
    <w:p w:rsidR="005B0461" w:rsidRDefault="005B0461" w:rsidP="005B0461">
      <w:r>
        <w:t>430.6188</w:t>
      </w:r>
      <w:r>
        <w:tab/>
        <w:t>1.013e0</w:t>
      </w:r>
    </w:p>
    <w:p w:rsidR="005B0461" w:rsidRDefault="005B0461" w:rsidP="005B0461">
      <w:r>
        <w:lastRenderedPageBreak/>
        <w:t>430.6282</w:t>
      </w:r>
      <w:r>
        <w:tab/>
        <w:t>2.025e0</w:t>
      </w:r>
    </w:p>
    <w:p w:rsidR="005B0461" w:rsidRDefault="005B0461" w:rsidP="005B0461">
      <w:r>
        <w:t>430.6384</w:t>
      </w:r>
      <w:r>
        <w:tab/>
        <w:t>3.038e0</w:t>
      </w:r>
    </w:p>
    <w:p w:rsidR="005B0461" w:rsidRDefault="005B0461" w:rsidP="005B0461">
      <w:r>
        <w:t>430.6476</w:t>
      </w:r>
      <w:r>
        <w:tab/>
        <w:t>2.025e0</w:t>
      </w:r>
    </w:p>
    <w:p w:rsidR="005B0461" w:rsidRDefault="005B0461" w:rsidP="005B0461">
      <w:r>
        <w:t>430.6651</w:t>
      </w:r>
      <w:r>
        <w:tab/>
        <w:t>1.013e0</w:t>
      </w:r>
    </w:p>
    <w:p w:rsidR="005B0461" w:rsidRDefault="005B0461" w:rsidP="005B0461">
      <w:r>
        <w:t>430.7010</w:t>
      </w:r>
      <w:r>
        <w:tab/>
        <w:t>1.013e0</w:t>
      </w:r>
    </w:p>
    <w:p w:rsidR="005B0461" w:rsidRDefault="005B0461" w:rsidP="005B0461">
      <w:r>
        <w:t>430.7105</w:t>
      </w:r>
      <w:r>
        <w:tab/>
        <w:t>1.013e0</w:t>
      </w:r>
    </w:p>
    <w:p w:rsidR="005B0461" w:rsidRDefault="005B0461" w:rsidP="005B0461">
      <w:r>
        <w:t>430.7117</w:t>
      </w:r>
      <w:r>
        <w:tab/>
        <w:t>2.025e0</w:t>
      </w:r>
    </w:p>
    <w:p w:rsidR="005B0461" w:rsidRDefault="005B0461" w:rsidP="005B0461">
      <w:r>
        <w:t>430.7763</w:t>
      </w:r>
      <w:r>
        <w:tab/>
        <w:t>3.038e0</w:t>
      </w:r>
    </w:p>
    <w:p w:rsidR="005B0461" w:rsidRDefault="005B0461" w:rsidP="005B0461">
      <w:r>
        <w:t>430.7815</w:t>
      </w:r>
      <w:r>
        <w:tab/>
        <w:t>2.025e0</w:t>
      </w:r>
    </w:p>
    <w:p w:rsidR="005B0461" w:rsidRDefault="005B0461" w:rsidP="005B0461">
      <w:r>
        <w:t>430.8279</w:t>
      </w:r>
      <w:r>
        <w:tab/>
        <w:t>2.025e0</w:t>
      </w:r>
    </w:p>
    <w:p w:rsidR="005B0461" w:rsidRDefault="005B0461" w:rsidP="005B0461">
      <w:r>
        <w:t>430.9198</w:t>
      </w:r>
      <w:r>
        <w:tab/>
        <w:t>2.025e0</w:t>
      </w:r>
    </w:p>
    <w:p w:rsidR="005B0461" w:rsidRDefault="005B0461" w:rsidP="005B0461">
      <w:r>
        <w:t>430.9480</w:t>
      </w:r>
      <w:r>
        <w:tab/>
        <w:t>1.013e0</w:t>
      </w:r>
    </w:p>
    <w:p w:rsidR="005B0461" w:rsidRDefault="005B0461" w:rsidP="005B0461">
      <w:r>
        <w:t>430.9549</w:t>
      </w:r>
      <w:r>
        <w:tab/>
        <w:t>2.025e0</w:t>
      </w:r>
    </w:p>
    <w:p w:rsidR="005B0461" w:rsidRDefault="005B0461" w:rsidP="005B0461">
      <w:r>
        <w:t>430.9589</w:t>
      </w:r>
      <w:r>
        <w:tab/>
        <w:t>3.038e0</w:t>
      </w:r>
    </w:p>
    <w:p w:rsidR="005B0461" w:rsidRDefault="005B0461" w:rsidP="005B0461">
      <w:r>
        <w:t>431.0445</w:t>
      </w:r>
      <w:r>
        <w:tab/>
        <w:t>1.888e2</w:t>
      </w:r>
    </w:p>
    <w:p w:rsidR="005B0461" w:rsidRDefault="005B0461" w:rsidP="005B0461">
      <w:r>
        <w:t>431.0465</w:t>
      </w:r>
      <w:r>
        <w:tab/>
        <w:t>5.013e1</w:t>
      </w:r>
    </w:p>
    <w:p w:rsidR="005B0461" w:rsidRDefault="005B0461" w:rsidP="005B0461">
      <w:r>
        <w:t>431.1341</w:t>
      </w:r>
      <w:r>
        <w:tab/>
        <w:t>3.232e0</w:t>
      </w:r>
    </w:p>
    <w:p w:rsidR="005B0461" w:rsidRDefault="005B0461" w:rsidP="005B0461">
      <w:r>
        <w:t>431.1446</w:t>
      </w:r>
      <w:r>
        <w:tab/>
        <w:t>3.038e0</w:t>
      </w:r>
    </w:p>
    <w:p w:rsidR="005B0461" w:rsidRDefault="005B0461" w:rsidP="005B0461">
      <w:r>
        <w:t>431.1465</w:t>
      </w:r>
      <w:r>
        <w:tab/>
        <w:t>3.038e0</w:t>
      </w:r>
    </w:p>
    <w:p w:rsidR="005B0461" w:rsidRDefault="005B0461" w:rsidP="005B0461">
      <w:r>
        <w:lastRenderedPageBreak/>
        <w:t>431.1910</w:t>
      </w:r>
      <w:r>
        <w:tab/>
        <w:t>2.025e0</w:t>
      </w:r>
    </w:p>
    <w:p w:rsidR="005B0461" w:rsidRDefault="005B0461" w:rsidP="005B0461">
      <w:r>
        <w:t>431.2176</w:t>
      </w:r>
      <w:r>
        <w:tab/>
        <w:t>1.013e0</w:t>
      </w:r>
    </w:p>
    <w:p w:rsidR="005B0461" w:rsidRDefault="005B0461" w:rsidP="005B0461">
      <w:r>
        <w:t>431.2419</w:t>
      </w:r>
      <w:r>
        <w:tab/>
        <w:t>2.746e0</w:t>
      </w:r>
    </w:p>
    <w:p w:rsidR="005B0461" w:rsidRDefault="005B0461" w:rsidP="005B0461">
      <w:r>
        <w:t>431.2450</w:t>
      </w:r>
      <w:r>
        <w:tab/>
        <w:t>2.031e0</w:t>
      </w:r>
    </w:p>
    <w:p w:rsidR="005B0461" w:rsidRDefault="005B0461" w:rsidP="005B0461">
      <w:r>
        <w:t>431.2722</w:t>
      </w:r>
      <w:r>
        <w:tab/>
        <w:t>4.051e0</w:t>
      </w:r>
    </w:p>
    <w:p w:rsidR="005B0461" w:rsidRDefault="005B0461" w:rsidP="005B0461">
      <w:r>
        <w:t>431.2765</w:t>
      </w:r>
      <w:r>
        <w:tab/>
        <w:t>2.025e0</w:t>
      </w:r>
    </w:p>
    <w:p w:rsidR="005B0461" w:rsidRDefault="005B0461" w:rsidP="005B0461">
      <w:r>
        <w:t>431.2896</w:t>
      </w:r>
      <w:r>
        <w:tab/>
        <w:t>2.025e0</w:t>
      </w:r>
    </w:p>
    <w:p w:rsidR="005B0461" w:rsidRDefault="005B0461" w:rsidP="005B0461">
      <w:r>
        <w:t>431.3056</w:t>
      </w:r>
      <w:r>
        <w:tab/>
        <w:t>2.025e0</w:t>
      </w:r>
    </w:p>
    <w:p w:rsidR="005B0461" w:rsidRDefault="005B0461" w:rsidP="005B0461">
      <w:r>
        <w:t>431.3271</w:t>
      </w:r>
      <w:r>
        <w:tab/>
        <w:t>4.051e0</w:t>
      </w:r>
    </w:p>
    <w:p w:rsidR="005B0461" w:rsidRDefault="005B0461" w:rsidP="005B0461">
      <w:r>
        <w:t>431.3522</w:t>
      </w:r>
      <w:r>
        <w:tab/>
        <w:t>1.013e0</w:t>
      </w:r>
    </w:p>
    <w:p w:rsidR="005B0461" w:rsidRDefault="005B0461" w:rsidP="005B0461">
      <w:r>
        <w:t>431.3559</w:t>
      </w:r>
      <w:r>
        <w:tab/>
        <w:t>1.013e0</w:t>
      </w:r>
    </w:p>
    <w:p w:rsidR="005B0461" w:rsidRDefault="005B0461" w:rsidP="005B0461">
      <w:r>
        <w:t>431.3994</w:t>
      </w:r>
      <w:r>
        <w:tab/>
        <w:t>1.013e0</w:t>
      </w:r>
    </w:p>
    <w:p w:rsidR="005B0461" w:rsidRDefault="005B0461" w:rsidP="005B0461">
      <w:r>
        <w:t>431.4130</w:t>
      </w:r>
      <w:r>
        <w:tab/>
        <w:t>1.013e0</w:t>
      </w:r>
    </w:p>
    <w:p w:rsidR="005B0461" w:rsidRDefault="005B0461" w:rsidP="005B0461">
      <w:r>
        <w:t>431.4739</w:t>
      </w:r>
      <w:r>
        <w:tab/>
        <w:t>1.013e0</w:t>
      </w:r>
    </w:p>
    <w:p w:rsidR="005B0461" w:rsidRDefault="005B0461" w:rsidP="005B0461">
      <w:r>
        <w:t>431.4989</w:t>
      </w:r>
      <w:r>
        <w:tab/>
        <w:t>1.013e0</w:t>
      </w:r>
    </w:p>
    <w:p w:rsidR="005B0461" w:rsidRDefault="005B0461" w:rsidP="005B0461">
      <w:r>
        <w:t>431.5014</w:t>
      </w:r>
      <w:r>
        <w:tab/>
        <w:t>4.051e0</w:t>
      </w:r>
    </w:p>
    <w:p w:rsidR="005B0461" w:rsidRDefault="005B0461" w:rsidP="005B0461">
      <w:r>
        <w:t>431.5168</w:t>
      </w:r>
      <w:r>
        <w:tab/>
        <w:t>2.025e0</w:t>
      </w:r>
    </w:p>
    <w:p w:rsidR="005B0461" w:rsidRDefault="005B0461" w:rsidP="005B0461">
      <w:r>
        <w:t>431.5598</w:t>
      </w:r>
      <w:r>
        <w:tab/>
        <w:t>1.013e0</w:t>
      </w:r>
    </w:p>
    <w:p w:rsidR="005B0461" w:rsidRDefault="005B0461" w:rsidP="005B0461">
      <w:r>
        <w:t>431.5776</w:t>
      </w:r>
      <w:r>
        <w:tab/>
        <w:t>1.013e0</w:t>
      </w:r>
    </w:p>
    <w:p w:rsidR="005B0461" w:rsidRDefault="005B0461" w:rsidP="005B0461">
      <w:r>
        <w:lastRenderedPageBreak/>
        <w:t>431.6115</w:t>
      </w:r>
      <w:r>
        <w:tab/>
        <w:t>1.013e0</w:t>
      </w:r>
    </w:p>
    <w:p w:rsidR="005B0461" w:rsidRDefault="005B0461" w:rsidP="005B0461">
      <w:r>
        <w:t>431.6600</w:t>
      </w:r>
      <w:r>
        <w:tab/>
        <w:t>1.013e0</w:t>
      </w:r>
    </w:p>
    <w:p w:rsidR="005B0461" w:rsidRDefault="005B0461" w:rsidP="005B0461">
      <w:r>
        <w:t>431.6815</w:t>
      </w:r>
      <w:r>
        <w:tab/>
        <w:t>1.013e0</w:t>
      </w:r>
    </w:p>
    <w:p w:rsidR="005B0461" w:rsidRDefault="005B0461" w:rsidP="005B0461">
      <w:r>
        <w:t>431.7328</w:t>
      </w:r>
      <w:r>
        <w:tab/>
        <w:t>1.013e0</w:t>
      </w:r>
    </w:p>
    <w:p w:rsidR="005B0461" w:rsidRDefault="005B0461" w:rsidP="005B0461">
      <w:r>
        <w:t>431.7386</w:t>
      </w:r>
      <w:r>
        <w:tab/>
        <w:t>1.013e0</w:t>
      </w:r>
    </w:p>
    <w:p w:rsidR="005B0461" w:rsidRDefault="005B0461" w:rsidP="005B0461">
      <w:r>
        <w:t>431.7636</w:t>
      </w:r>
      <w:r>
        <w:tab/>
        <w:t>1.013e0</w:t>
      </w:r>
    </w:p>
    <w:p w:rsidR="005B0461" w:rsidRDefault="005B0461" w:rsidP="005B0461">
      <w:r>
        <w:t>431.8032</w:t>
      </w:r>
      <w:r>
        <w:tab/>
        <w:t>2.025e0</w:t>
      </w:r>
    </w:p>
    <w:p w:rsidR="005B0461" w:rsidRDefault="005B0461" w:rsidP="005B0461">
      <w:r>
        <w:t>431.8427</w:t>
      </w:r>
      <w:r>
        <w:tab/>
        <w:t>2.025e0</w:t>
      </w:r>
    </w:p>
    <w:p w:rsidR="005B0461" w:rsidRDefault="005B0461" w:rsidP="005B0461">
      <w:r>
        <w:t>431.8710</w:t>
      </w:r>
      <w:r>
        <w:tab/>
        <w:t>3.038e0</w:t>
      </w:r>
    </w:p>
    <w:p w:rsidR="005B0461" w:rsidRDefault="005B0461" w:rsidP="005B0461">
      <w:r>
        <w:t>431.8817</w:t>
      </w:r>
      <w:r>
        <w:tab/>
        <w:t>1.013e0</w:t>
      </w:r>
    </w:p>
    <w:p w:rsidR="005B0461" w:rsidRDefault="005B0461" w:rsidP="005B0461">
      <w:r>
        <w:t>431.9033</w:t>
      </w:r>
      <w:r>
        <w:tab/>
        <w:t>1.013e0</w:t>
      </w:r>
    </w:p>
    <w:p w:rsidR="005B0461" w:rsidRDefault="005B0461" w:rsidP="005B0461">
      <w:r>
        <w:t>431.9426</w:t>
      </w:r>
      <w:r>
        <w:tab/>
        <w:t>1.013e0</w:t>
      </w:r>
    </w:p>
    <w:p w:rsidR="005B0461" w:rsidRDefault="005B0461" w:rsidP="005B0461">
      <w:r>
        <w:t>431.9857</w:t>
      </w:r>
      <w:r>
        <w:tab/>
        <w:t>2.025e0</w:t>
      </w:r>
    </w:p>
    <w:p w:rsidR="005B0461" w:rsidRDefault="005B0461" w:rsidP="005B0461">
      <w:r>
        <w:t>432.0304</w:t>
      </w:r>
      <w:r>
        <w:tab/>
        <w:t>1.329e1</w:t>
      </w:r>
    </w:p>
    <w:p w:rsidR="005B0461" w:rsidRDefault="005B0461" w:rsidP="005B0461">
      <w:r>
        <w:t>432.0530</w:t>
      </w:r>
      <w:r>
        <w:tab/>
        <w:t>2.163e1</w:t>
      </w:r>
    </w:p>
    <w:p w:rsidR="005B0461" w:rsidRDefault="005B0461" w:rsidP="005B0461">
      <w:r>
        <w:t>432.0860</w:t>
      </w:r>
      <w:r>
        <w:tab/>
        <w:t>3.901e0</w:t>
      </w:r>
    </w:p>
    <w:p w:rsidR="005B0461" w:rsidRDefault="005B0461" w:rsidP="005B0461">
      <w:r>
        <w:t>432.1053</w:t>
      </w:r>
      <w:r>
        <w:tab/>
        <w:t>2.025e0</w:t>
      </w:r>
    </w:p>
    <w:p w:rsidR="005B0461" w:rsidRDefault="005B0461" w:rsidP="005B0461">
      <w:r>
        <w:t>432.1234</w:t>
      </w:r>
      <w:r>
        <w:tab/>
        <w:t>2.025e0</w:t>
      </w:r>
    </w:p>
    <w:p w:rsidR="005B0461" w:rsidRDefault="005B0461" w:rsidP="005B0461">
      <w:r>
        <w:t>432.1620</w:t>
      </w:r>
      <w:r>
        <w:tab/>
        <w:t>2.025e0</w:t>
      </w:r>
    </w:p>
    <w:p w:rsidR="005B0461" w:rsidRDefault="005B0461" w:rsidP="005B0461">
      <w:r>
        <w:lastRenderedPageBreak/>
        <w:t>432.1659</w:t>
      </w:r>
      <w:r>
        <w:tab/>
        <w:t>1.864e0</w:t>
      </w:r>
    </w:p>
    <w:p w:rsidR="005B0461" w:rsidRDefault="005B0461" w:rsidP="005B0461">
      <w:r>
        <w:t>432.1771</w:t>
      </w:r>
      <w:r>
        <w:tab/>
        <w:t>1.801e0</w:t>
      </w:r>
    </w:p>
    <w:p w:rsidR="005B0461" w:rsidRDefault="005B0461" w:rsidP="005B0461">
      <w:r>
        <w:t>432.1803</w:t>
      </w:r>
      <w:r>
        <w:tab/>
        <w:t>1.013e0</w:t>
      </w:r>
    </w:p>
    <w:p w:rsidR="005B0461" w:rsidRDefault="005B0461" w:rsidP="005B0461">
      <w:r>
        <w:t>432.2290</w:t>
      </w:r>
      <w:r>
        <w:tab/>
        <w:t>2.025e0</w:t>
      </w:r>
    </w:p>
    <w:p w:rsidR="005B0461" w:rsidRDefault="005B0461" w:rsidP="005B0461">
      <w:r>
        <w:t>432.2358</w:t>
      </w:r>
      <w:r>
        <w:tab/>
        <w:t>3.980e0</w:t>
      </w:r>
    </w:p>
    <w:p w:rsidR="005B0461" w:rsidRDefault="005B0461" w:rsidP="005B0461">
      <w:r>
        <w:t>432.2792</w:t>
      </w:r>
      <w:r>
        <w:tab/>
        <w:t>1.114e1</w:t>
      </w:r>
    </w:p>
    <w:p w:rsidR="005B0461" w:rsidRDefault="005B0461" w:rsidP="005B0461">
      <w:r>
        <w:t>432.2805</w:t>
      </w:r>
      <w:r>
        <w:tab/>
        <w:t>2.087e1</w:t>
      </w:r>
    </w:p>
    <w:p w:rsidR="005B0461" w:rsidRDefault="005B0461" w:rsidP="005B0461">
      <w:r>
        <w:t>432.2982</w:t>
      </w:r>
      <w:r>
        <w:tab/>
        <w:t>1.715e1</w:t>
      </w:r>
    </w:p>
    <w:p w:rsidR="005B0461" w:rsidRDefault="005B0461" w:rsidP="005B0461">
      <w:r>
        <w:t>432.3535</w:t>
      </w:r>
      <w:r>
        <w:tab/>
        <w:t>3.004e0</w:t>
      </w:r>
    </w:p>
    <w:p w:rsidR="005B0461" w:rsidRDefault="005B0461" w:rsidP="005B0461">
      <w:r>
        <w:t>432.3687</w:t>
      </w:r>
      <w:r>
        <w:tab/>
        <w:t>2.024e0</w:t>
      </w:r>
    </w:p>
    <w:p w:rsidR="005B0461" w:rsidRDefault="005B0461" w:rsidP="005B0461">
      <w:r>
        <w:t>432.3794</w:t>
      </w:r>
      <w:r>
        <w:tab/>
        <w:t>4.051e0</w:t>
      </w:r>
    </w:p>
    <w:p w:rsidR="005B0461" w:rsidRDefault="005B0461" w:rsidP="005B0461">
      <w:r>
        <w:t>432.3811</w:t>
      </w:r>
      <w:r>
        <w:tab/>
        <w:t>2.025e0</w:t>
      </w:r>
    </w:p>
    <w:p w:rsidR="005B0461" w:rsidRDefault="005B0461" w:rsidP="005B0461">
      <w:r>
        <w:t>432.4182</w:t>
      </w:r>
      <w:r>
        <w:tab/>
        <w:t>2.025e0</w:t>
      </w:r>
    </w:p>
    <w:p w:rsidR="005B0461" w:rsidRDefault="005B0461" w:rsidP="005B0461">
      <w:r>
        <w:t>432.4313</w:t>
      </w:r>
      <w:r>
        <w:tab/>
        <w:t>2.025e0</w:t>
      </w:r>
    </w:p>
    <w:p w:rsidR="005B0461" w:rsidRDefault="005B0461" w:rsidP="005B0461">
      <w:r>
        <w:t>432.4339</w:t>
      </w:r>
      <w:r>
        <w:tab/>
        <w:t>2.504e0</w:t>
      </w:r>
    </w:p>
    <w:p w:rsidR="005B0461" w:rsidRDefault="005B0461" w:rsidP="005B0461">
      <w:r>
        <w:t>432.5266</w:t>
      </w:r>
      <w:r>
        <w:tab/>
        <w:t>2.025e0</w:t>
      </w:r>
    </w:p>
    <w:p w:rsidR="005B0461" w:rsidRDefault="005B0461" w:rsidP="005B0461">
      <w:r>
        <w:t>432.5371</w:t>
      </w:r>
      <w:r>
        <w:tab/>
        <w:t>1.013e0</w:t>
      </w:r>
    </w:p>
    <w:p w:rsidR="005B0461" w:rsidRDefault="005B0461" w:rsidP="005B0461">
      <w:r>
        <w:t>432.5511</w:t>
      </w:r>
      <w:r>
        <w:tab/>
        <w:t>2.025e0</w:t>
      </w:r>
    </w:p>
    <w:p w:rsidR="005B0461" w:rsidRDefault="005B0461" w:rsidP="005B0461">
      <w:r>
        <w:t>432.6156</w:t>
      </w:r>
      <w:r>
        <w:tab/>
        <w:t>1.013e0</w:t>
      </w:r>
    </w:p>
    <w:p w:rsidR="005B0461" w:rsidRDefault="005B0461" w:rsidP="005B0461">
      <w:r>
        <w:lastRenderedPageBreak/>
        <w:t>432.6434</w:t>
      </w:r>
      <w:r>
        <w:tab/>
        <w:t>1.013e0</w:t>
      </w:r>
    </w:p>
    <w:p w:rsidR="005B0461" w:rsidRDefault="005B0461" w:rsidP="005B0461">
      <w:r>
        <w:t>432.6890</w:t>
      </w:r>
      <w:r>
        <w:tab/>
        <w:t>1.013e0</w:t>
      </w:r>
    </w:p>
    <w:p w:rsidR="005B0461" w:rsidRDefault="005B0461" w:rsidP="005B0461">
      <w:r>
        <w:t>432.7068</w:t>
      </w:r>
      <w:r>
        <w:tab/>
        <w:t>2.025e0</w:t>
      </w:r>
    </w:p>
    <w:p w:rsidR="005B0461" w:rsidRDefault="005B0461" w:rsidP="005B0461">
      <w:r>
        <w:t>432.7322</w:t>
      </w:r>
      <w:r>
        <w:tab/>
        <w:t>3.038e0</w:t>
      </w:r>
    </w:p>
    <w:p w:rsidR="005B0461" w:rsidRDefault="005B0461" w:rsidP="005B0461">
      <w:r>
        <w:t>432.7361</w:t>
      </w:r>
      <w:r>
        <w:tab/>
        <w:t>2.025e0</w:t>
      </w:r>
    </w:p>
    <w:p w:rsidR="005B0461" w:rsidRDefault="005B0461" w:rsidP="005B0461">
      <w:r>
        <w:t>432.7650</w:t>
      </w:r>
      <w:r>
        <w:tab/>
        <w:t>1.013e0</w:t>
      </w:r>
    </w:p>
    <w:p w:rsidR="005B0461" w:rsidRDefault="005B0461" w:rsidP="005B0461">
      <w:r>
        <w:t>432.8053</w:t>
      </w:r>
      <w:r>
        <w:tab/>
        <w:t>2.025e0</w:t>
      </w:r>
    </w:p>
    <w:p w:rsidR="005B0461" w:rsidRDefault="005B0461" w:rsidP="005B0461">
      <w:r>
        <w:t>432.8159</w:t>
      </w:r>
      <w:r>
        <w:tab/>
        <w:t>1.013e0</w:t>
      </w:r>
    </w:p>
    <w:p w:rsidR="005B0461" w:rsidRDefault="005B0461" w:rsidP="005B0461">
      <w:r>
        <w:t>432.8409</w:t>
      </w:r>
      <w:r>
        <w:tab/>
        <w:t>1.013e0</w:t>
      </w:r>
    </w:p>
    <w:p w:rsidR="005B0461" w:rsidRDefault="005B0461" w:rsidP="005B0461">
      <w:r>
        <w:t>432.8485</w:t>
      </w:r>
      <w:r>
        <w:tab/>
        <w:t>1.013e0</w:t>
      </w:r>
    </w:p>
    <w:p w:rsidR="005B0461" w:rsidRDefault="005B0461" w:rsidP="005B0461">
      <w:r>
        <w:t>432.8579</w:t>
      </w:r>
      <w:r>
        <w:tab/>
        <w:t>3.038e0</w:t>
      </w:r>
    </w:p>
    <w:p w:rsidR="005B0461" w:rsidRDefault="005B0461" w:rsidP="005B0461">
      <w:r>
        <w:t>432.9016</w:t>
      </w:r>
      <w:r>
        <w:tab/>
        <w:t>3.038e0</w:t>
      </w:r>
    </w:p>
    <w:p w:rsidR="005B0461" w:rsidRDefault="005B0461" w:rsidP="005B0461">
      <w:r>
        <w:t>432.9163</w:t>
      </w:r>
      <w:r>
        <w:tab/>
        <w:t>1.013e0</w:t>
      </w:r>
    </w:p>
    <w:p w:rsidR="005B0461" w:rsidRDefault="005B0461" w:rsidP="005B0461">
      <w:r>
        <w:t>432.9229</w:t>
      </w:r>
      <w:r>
        <w:tab/>
        <w:t>2.025e0</w:t>
      </w:r>
    </w:p>
    <w:p w:rsidR="005B0461" w:rsidRDefault="005B0461" w:rsidP="005B0461">
      <w:r>
        <w:t>432.9321</w:t>
      </w:r>
      <w:r>
        <w:tab/>
        <w:t>1.013e0</w:t>
      </w:r>
    </w:p>
    <w:p w:rsidR="005B0461" w:rsidRDefault="005B0461" w:rsidP="005B0461">
      <w:r>
        <w:t>433.0387</w:t>
      </w:r>
      <w:r>
        <w:tab/>
        <w:t>6.601e1</w:t>
      </w:r>
    </w:p>
    <w:p w:rsidR="005B0461" w:rsidRDefault="005B0461" w:rsidP="005B0461">
      <w:r>
        <w:t>433.0405</w:t>
      </w:r>
      <w:r>
        <w:tab/>
        <w:t>6.790e1</w:t>
      </w:r>
    </w:p>
    <w:p w:rsidR="005B0461" w:rsidRDefault="005B0461" w:rsidP="005B0461">
      <w:r>
        <w:t>433.0418</w:t>
      </w:r>
      <w:r>
        <w:tab/>
        <w:t>3.949e1</w:t>
      </w:r>
    </w:p>
    <w:p w:rsidR="005B0461" w:rsidRDefault="005B0461" w:rsidP="005B0461">
      <w:r>
        <w:t>433.0431</w:t>
      </w:r>
      <w:r>
        <w:tab/>
        <w:t>6.807e1</w:t>
      </w:r>
    </w:p>
    <w:p w:rsidR="005B0461" w:rsidRDefault="005B0461" w:rsidP="005B0461">
      <w:r>
        <w:lastRenderedPageBreak/>
        <w:t>433.1343</w:t>
      </w:r>
      <w:r>
        <w:tab/>
        <w:t>2.921e0</w:t>
      </w:r>
    </w:p>
    <w:p w:rsidR="005B0461" w:rsidRDefault="005B0461" w:rsidP="005B0461">
      <w:r>
        <w:t>433.1526</w:t>
      </w:r>
      <w:r>
        <w:tab/>
        <w:t>2.025e0</w:t>
      </w:r>
    </w:p>
    <w:p w:rsidR="005B0461" w:rsidRDefault="005B0461" w:rsidP="005B0461">
      <w:r>
        <w:t>433.1721</w:t>
      </w:r>
      <w:r>
        <w:tab/>
        <w:t>1.853e0</w:t>
      </w:r>
    </w:p>
    <w:p w:rsidR="005B0461" w:rsidRDefault="005B0461" w:rsidP="005B0461">
      <w:r>
        <w:t>433.1754</w:t>
      </w:r>
      <w:r>
        <w:tab/>
        <w:t>1.013e0</w:t>
      </w:r>
    </w:p>
    <w:p w:rsidR="005B0461" w:rsidRDefault="005B0461" w:rsidP="005B0461">
      <w:r>
        <w:t>433.2574</w:t>
      </w:r>
      <w:r>
        <w:tab/>
        <w:t>5.063e0</w:t>
      </w:r>
    </w:p>
    <w:p w:rsidR="005B0461" w:rsidRDefault="005B0461" w:rsidP="005B0461">
      <w:r>
        <w:t>433.2640</w:t>
      </w:r>
      <w:r>
        <w:tab/>
        <w:t>5.054e0</w:t>
      </w:r>
    </w:p>
    <w:p w:rsidR="005B0461" w:rsidRDefault="005B0461" w:rsidP="005B0461">
      <w:r>
        <w:t>433.3065</w:t>
      </w:r>
      <w:r>
        <w:tab/>
        <w:t>1.013e0</w:t>
      </w:r>
    </w:p>
    <w:p w:rsidR="005B0461" w:rsidRDefault="005B0461" w:rsidP="005B0461">
      <w:r>
        <w:t>433.3101</w:t>
      </w:r>
      <w:r>
        <w:tab/>
        <w:t>2.025e0</w:t>
      </w:r>
    </w:p>
    <w:p w:rsidR="005B0461" w:rsidRDefault="005B0461" w:rsidP="005B0461">
      <w:r>
        <w:t>433.3148</w:t>
      </w:r>
      <w:r>
        <w:tab/>
        <w:t>4.949e0</w:t>
      </w:r>
    </w:p>
    <w:p w:rsidR="005B0461" w:rsidRDefault="005B0461" w:rsidP="005B0461">
      <w:r>
        <w:t>433.3622</w:t>
      </w:r>
      <w:r>
        <w:tab/>
        <w:t>2.025e0</w:t>
      </w:r>
    </w:p>
    <w:p w:rsidR="005B0461" w:rsidRDefault="005B0461" w:rsidP="005B0461">
      <w:r>
        <w:t>433.3962</w:t>
      </w:r>
      <w:r>
        <w:tab/>
        <w:t>5.062e0</w:t>
      </w:r>
    </w:p>
    <w:p w:rsidR="005B0461" w:rsidRDefault="005B0461" w:rsidP="005B0461">
      <w:r>
        <w:t>433.4112</w:t>
      </w:r>
      <w:r>
        <w:tab/>
        <w:t>1.013e0</w:t>
      </w:r>
    </w:p>
    <w:p w:rsidR="005B0461" w:rsidRDefault="005B0461" w:rsidP="005B0461">
      <w:r>
        <w:t>433.4156</w:t>
      </w:r>
      <w:r>
        <w:tab/>
        <w:t>2.025e0</w:t>
      </w:r>
    </w:p>
    <w:p w:rsidR="005B0461" w:rsidRDefault="005B0461" w:rsidP="005B0461">
      <w:r>
        <w:t>433.4872</w:t>
      </w:r>
      <w:r>
        <w:tab/>
        <w:t>2.025e0</w:t>
      </w:r>
    </w:p>
    <w:p w:rsidR="005B0461" w:rsidRDefault="005B0461" w:rsidP="005B0461">
      <w:r>
        <w:t>433.5143</w:t>
      </w:r>
      <w:r>
        <w:tab/>
        <w:t>2.025e0</w:t>
      </w:r>
    </w:p>
    <w:p w:rsidR="005B0461" w:rsidRDefault="005B0461" w:rsidP="005B0461">
      <w:r>
        <w:t>433.5404</w:t>
      </w:r>
      <w:r>
        <w:tab/>
        <w:t>2.025e0</w:t>
      </w:r>
    </w:p>
    <w:p w:rsidR="005B0461" w:rsidRDefault="005B0461" w:rsidP="005B0461">
      <w:r>
        <w:t>433.5499</w:t>
      </w:r>
      <w:r>
        <w:tab/>
        <w:t>1.013e0</w:t>
      </w:r>
    </w:p>
    <w:p w:rsidR="005B0461" w:rsidRDefault="005B0461" w:rsidP="005B0461">
      <w:r>
        <w:t>433.5609</w:t>
      </w:r>
      <w:r>
        <w:tab/>
        <w:t>2.025e0</w:t>
      </w:r>
    </w:p>
    <w:p w:rsidR="005B0461" w:rsidRDefault="005B0461" w:rsidP="005B0461">
      <w:r>
        <w:t>433.6014</w:t>
      </w:r>
      <w:r>
        <w:tab/>
        <w:t>1.013e0</w:t>
      </w:r>
    </w:p>
    <w:p w:rsidR="005B0461" w:rsidRDefault="005B0461" w:rsidP="005B0461">
      <w:r>
        <w:lastRenderedPageBreak/>
        <w:t>433.6243</w:t>
      </w:r>
      <w:r>
        <w:tab/>
        <w:t>1.013e0</w:t>
      </w:r>
    </w:p>
    <w:p w:rsidR="005B0461" w:rsidRDefault="005B0461" w:rsidP="005B0461">
      <w:r>
        <w:t>433.6547</w:t>
      </w:r>
      <w:r>
        <w:tab/>
        <w:t>1.013e0</w:t>
      </w:r>
    </w:p>
    <w:p w:rsidR="005B0461" w:rsidRDefault="005B0461" w:rsidP="005B0461">
      <w:r>
        <w:t>433.6669</w:t>
      </w:r>
      <w:r>
        <w:tab/>
        <w:t>3.038e0</w:t>
      </w:r>
    </w:p>
    <w:p w:rsidR="005B0461" w:rsidRDefault="005B0461" w:rsidP="005B0461">
      <w:r>
        <w:t>433.6852</w:t>
      </w:r>
      <w:r>
        <w:tab/>
        <w:t>1.013e0</w:t>
      </w:r>
    </w:p>
    <w:p w:rsidR="005B0461" w:rsidRDefault="005B0461" w:rsidP="005B0461">
      <w:r>
        <w:t>433.6928</w:t>
      </w:r>
      <w:r>
        <w:tab/>
        <w:t>1.013e0</w:t>
      </w:r>
    </w:p>
    <w:p w:rsidR="005B0461" w:rsidRDefault="005B0461" w:rsidP="005B0461">
      <w:r>
        <w:t>433.6985</w:t>
      </w:r>
      <w:r>
        <w:tab/>
        <w:t>2.025e0</w:t>
      </w:r>
    </w:p>
    <w:p w:rsidR="005B0461" w:rsidRDefault="005B0461" w:rsidP="005B0461">
      <w:r>
        <w:t>433.7414</w:t>
      </w:r>
      <w:r>
        <w:tab/>
        <w:t>2.025e0</w:t>
      </w:r>
    </w:p>
    <w:p w:rsidR="005B0461" w:rsidRDefault="005B0461" w:rsidP="005B0461">
      <w:r>
        <w:t>433.7537</w:t>
      </w:r>
      <w:r>
        <w:tab/>
        <w:t>1.013e0</w:t>
      </w:r>
    </w:p>
    <w:p w:rsidR="005B0461" w:rsidRDefault="005B0461" w:rsidP="005B0461">
      <w:r>
        <w:t>433.7841</w:t>
      </w:r>
      <w:r>
        <w:tab/>
        <w:t>2.025e0</w:t>
      </w:r>
    </w:p>
    <w:p w:rsidR="005B0461" w:rsidRDefault="005B0461" w:rsidP="005B0461">
      <w:r>
        <w:t>433.8401</w:t>
      </w:r>
      <w:r>
        <w:tab/>
        <w:t>3.038e0</w:t>
      </w:r>
    </w:p>
    <w:p w:rsidR="005B0461" w:rsidRDefault="005B0461" w:rsidP="005B0461">
      <w:r>
        <w:t>433.8492</w:t>
      </w:r>
      <w:r>
        <w:tab/>
        <w:t>2.025e0</w:t>
      </w:r>
    </w:p>
    <w:p w:rsidR="005B0461" w:rsidRDefault="005B0461" w:rsidP="005B0461">
      <w:r>
        <w:t>433.8717</w:t>
      </w:r>
      <w:r>
        <w:tab/>
        <w:t>5.063e0</w:t>
      </w:r>
    </w:p>
    <w:p w:rsidR="005B0461" w:rsidRDefault="005B0461" w:rsidP="005B0461">
      <w:r>
        <w:t>433.8994</w:t>
      </w:r>
      <w:r>
        <w:tab/>
        <w:t>2.025e0</w:t>
      </w:r>
    </w:p>
    <w:p w:rsidR="005B0461" w:rsidRDefault="005B0461" w:rsidP="005B0461">
      <w:r>
        <w:t>433.9151</w:t>
      </w:r>
      <w:r>
        <w:tab/>
        <w:t>1.013e0</w:t>
      </w:r>
    </w:p>
    <w:p w:rsidR="005B0461" w:rsidRDefault="005B0461" w:rsidP="005B0461">
      <w:r>
        <w:t>433.9189</w:t>
      </w:r>
      <w:r>
        <w:tab/>
        <w:t>2.025e0</w:t>
      </w:r>
    </w:p>
    <w:p w:rsidR="005B0461" w:rsidRDefault="005B0461" w:rsidP="005B0461">
      <w:r>
        <w:t>433.9329</w:t>
      </w:r>
      <w:r>
        <w:tab/>
        <w:t>1.013e0</w:t>
      </w:r>
    </w:p>
    <w:p w:rsidR="005B0461" w:rsidRDefault="005B0461" w:rsidP="005B0461">
      <w:r>
        <w:t>433.9626</w:t>
      </w:r>
      <w:r>
        <w:tab/>
        <w:t>3.038e0</w:t>
      </w:r>
    </w:p>
    <w:p w:rsidR="005B0461" w:rsidRDefault="005B0461" w:rsidP="005B0461">
      <w:r>
        <w:t>433.9669</w:t>
      </w:r>
      <w:r>
        <w:tab/>
        <w:t>1.013e0</w:t>
      </w:r>
    </w:p>
    <w:p w:rsidR="005B0461" w:rsidRDefault="005B0461" w:rsidP="005B0461">
      <w:r>
        <w:t>434.0439</w:t>
      </w:r>
      <w:r>
        <w:tab/>
        <w:t>1.416e1</w:t>
      </w:r>
    </w:p>
    <w:p w:rsidR="005B0461" w:rsidRDefault="005B0461" w:rsidP="005B0461">
      <w:r>
        <w:lastRenderedPageBreak/>
        <w:t>434.0464</w:t>
      </w:r>
      <w:r>
        <w:tab/>
        <w:t>2.248e1</w:t>
      </w:r>
    </w:p>
    <w:p w:rsidR="005B0461" w:rsidRDefault="005B0461" w:rsidP="005B0461">
      <w:r>
        <w:t>434.0484</w:t>
      </w:r>
      <w:r>
        <w:tab/>
        <w:t>1.425e1</w:t>
      </w:r>
    </w:p>
    <w:p w:rsidR="005B0461" w:rsidRDefault="005B0461" w:rsidP="005B0461">
      <w:r>
        <w:t>434.0520</w:t>
      </w:r>
      <w:r>
        <w:tab/>
        <w:t>1.423e1</w:t>
      </w:r>
    </w:p>
    <w:p w:rsidR="005B0461" w:rsidRDefault="005B0461" w:rsidP="005B0461">
      <w:r>
        <w:t>434.1249</w:t>
      </w:r>
      <w:r>
        <w:tab/>
        <w:t>3.160e0</w:t>
      </w:r>
    </w:p>
    <w:p w:rsidR="005B0461" w:rsidRDefault="005B0461" w:rsidP="005B0461">
      <w:r>
        <w:t>434.1316</w:t>
      </w:r>
      <w:r>
        <w:tab/>
        <w:t>2.839e0</w:t>
      </w:r>
    </w:p>
    <w:p w:rsidR="005B0461" w:rsidRDefault="005B0461" w:rsidP="005B0461">
      <w:r>
        <w:t>434.1878</w:t>
      </w:r>
      <w:r>
        <w:tab/>
        <w:t>1.013e0</w:t>
      </w:r>
    </w:p>
    <w:p w:rsidR="005B0461" w:rsidRDefault="005B0461" w:rsidP="005B0461">
      <w:r>
        <w:t>434.1920</w:t>
      </w:r>
      <w:r>
        <w:tab/>
        <w:t>3.421e0</w:t>
      </w:r>
    </w:p>
    <w:p w:rsidR="005B0461" w:rsidRDefault="005B0461" w:rsidP="005B0461">
      <w:r>
        <w:t>434.2314</w:t>
      </w:r>
      <w:r>
        <w:tab/>
        <w:t>2.917e0</w:t>
      </w:r>
    </w:p>
    <w:p w:rsidR="005B0461" w:rsidRDefault="005B0461" w:rsidP="005B0461">
      <w:r>
        <w:t>434.2351</w:t>
      </w:r>
      <w:r>
        <w:tab/>
        <w:t>3.838e0</w:t>
      </w:r>
    </w:p>
    <w:p w:rsidR="005B0461" w:rsidRDefault="005B0461" w:rsidP="005B0461">
      <w:r>
        <w:t>434.2480</w:t>
      </w:r>
      <w:r>
        <w:tab/>
        <w:t>3.322e0</w:t>
      </w:r>
    </w:p>
    <w:p w:rsidR="005B0461" w:rsidRDefault="005B0461" w:rsidP="005B0461">
      <w:r>
        <w:t>434.2929</w:t>
      </w:r>
      <w:r>
        <w:tab/>
        <w:t>6.076e0</w:t>
      </w:r>
    </w:p>
    <w:p w:rsidR="005B0461" w:rsidRDefault="005B0461" w:rsidP="005B0461">
      <w:r>
        <w:t>434.3029</w:t>
      </w:r>
      <w:r>
        <w:tab/>
        <w:t>1.994e0</w:t>
      </w:r>
    </w:p>
    <w:p w:rsidR="005B0461" w:rsidRDefault="005B0461" w:rsidP="005B0461">
      <w:r>
        <w:t>434.3128</w:t>
      </w:r>
      <w:r>
        <w:tab/>
        <w:t>6.315e0</w:t>
      </w:r>
    </w:p>
    <w:p w:rsidR="005B0461" w:rsidRDefault="005B0461" w:rsidP="005B0461">
      <w:r>
        <w:t>434.3209</w:t>
      </w:r>
      <w:r>
        <w:tab/>
        <w:t>3.687e0</w:t>
      </w:r>
    </w:p>
    <w:p w:rsidR="005B0461" w:rsidRDefault="005B0461" w:rsidP="005B0461">
      <w:r>
        <w:t>434.3865</w:t>
      </w:r>
      <w:r>
        <w:tab/>
        <w:t>2.311e0</w:t>
      </w:r>
    </w:p>
    <w:p w:rsidR="005B0461" w:rsidRDefault="005B0461" w:rsidP="005B0461">
      <w:r>
        <w:t>434.3897</w:t>
      </w:r>
      <w:r>
        <w:tab/>
        <w:t>2.025e0</w:t>
      </w:r>
    </w:p>
    <w:p w:rsidR="005B0461" w:rsidRDefault="005B0461" w:rsidP="005B0461">
      <w:r>
        <w:t>434.3936</w:t>
      </w:r>
      <w:r>
        <w:tab/>
        <w:t>1.013e0</w:t>
      </w:r>
    </w:p>
    <w:p w:rsidR="005B0461" w:rsidRDefault="005B0461" w:rsidP="005B0461">
      <w:r>
        <w:t>434.4628</w:t>
      </w:r>
      <w:r>
        <w:tab/>
        <w:t>1.013e0</w:t>
      </w:r>
    </w:p>
    <w:p w:rsidR="005B0461" w:rsidRDefault="005B0461" w:rsidP="005B0461">
      <w:r>
        <w:t>434.4851</w:t>
      </w:r>
      <w:r>
        <w:tab/>
        <w:t>1.013e0</w:t>
      </w:r>
    </w:p>
    <w:p w:rsidR="005B0461" w:rsidRDefault="005B0461" w:rsidP="005B0461">
      <w:r>
        <w:lastRenderedPageBreak/>
        <w:t>434.5309</w:t>
      </w:r>
      <w:r>
        <w:tab/>
        <w:t>1.013e0</w:t>
      </w:r>
    </w:p>
    <w:p w:rsidR="005B0461" w:rsidRDefault="005B0461" w:rsidP="005B0461">
      <w:r>
        <w:t>434.5632</w:t>
      </w:r>
      <w:r>
        <w:tab/>
        <w:t>1.013e0</w:t>
      </w:r>
    </w:p>
    <w:p w:rsidR="005B0461" w:rsidRDefault="005B0461" w:rsidP="005B0461">
      <w:r>
        <w:t>434.5767</w:t>
      </w:r>
      <w:r>
        <w:tab/>
        <w:t>1.013e0</w:t>
      </w:r>
    </w:p>
    <w:p w:rsidR="005B0461" w:rsidRDefault="005B0461" w:rsidP="005B0461">
      <w:r>
        <w:t>434.5845</w:t>
      </w:r>
      <w:r>
        <w:tab/>
        <w:t>1.013e0</w:t>
      </w:r>
    </w:p>
    <w:p w:rsidR="005B0461" w:rsidRDefault="005B0461" w:rsidP="005B0461">
      <w:r>
        <w:t>434.6300</w:t>
      </w:r>
      <w:r>
        <w:tab/>
        <w:t>1.013e0</w:t>
      </w:r>
    </w:p>
    <w:p w:rsidR="005B0461" w:rsidRDefault="005B0461" w:rsidP="005B0461">
      <w:r>
        <w:t>434.6312</w:t>
      </w:r>
      <w:r>
        <w:tab/>
        <w:t>2.025e0</w:t>
      </w:r>
    </w:p>
    <w:p w:rsidR="005B0461" w:rsidRDefault="005B0461" w:rsidP="005B0461">
      <w:r>
        <w:t>434.6682</w:t>
      </w:r>
      <w:r>
        <w:tab/>
        <w:t>1.013e0</w:t>
      </w:r>
    </w:p>
    <w:p w:rsidR="005B0461" w:rsidRDefault="005B0461" w:rsidP="005B0461">
      <w:r>
        <w:t>434.6849</w:t>
      </w:r>
      <w:r>
        <w:tab/>
        <w:t>1.013e0</w:t>
      </w:r>
    </w:p>
    <w:p w:rsidR="005B0461" w:rsidRDefault="005B0461" w:rsidP="005B0461">
      <w:r>
        <w:t>434.7292</w:t>
      </w:r>
      <w:r>
        <w:tab/>
        <w:t>1.013e0</w:t>
      </w:r>
    </w:p>
    <w:p w:rsidR="005B0461" w:rsidRDefault="005B0461" w:rsidP="005B0461">
      <w:r>
        <w:t>434.7625</w:t>
      </w:r>
      <w:r>
        <w:tab/>
        <w:t>3.038e0</w:t>
      </w:r>
    </w:p>
    <w:p w:rsidR="005B0461" w:rsidRDefault="005B0461" w:rsidP="005B0461">
      <w:r>
        <w:t>434.7717</w:t>
      </w:r>
      <w:r>
        <w:tab/>
        <w:t>2.025e0</w:t>
      </w:r>
    </w:p>
    <w:p w:rsidR="005B0461" w:rsidRDefault="005B0461" w:rsidP="005B0461">
      <w:r>
        <w:t>434.7973</w:t>
      </w:r>
      <w:r>
        <w:tab/>
        <w:t>4.051e0</w:t>
      </w:r>
    </w:p>
    <w:p w:rsidR="005B0461" w:rsidRDefault="005B0461" w:rsidP="005B0461">
      <w:r>
        <w:t>434.8426</w:t>
      </w:r>
      <w:r>
        <w:tab/>
        <w:t>1.013e0</w:t>
      </w:r>
    </w:p>
    <w:p w:rsidR="005B0461" w:rsidRDefault="005B0461" w:rsidP="005B0461">
      <w:r>
        <w:t>434.8462</w:t>
      </w:r>
      <w:r>
        <w:tab/>
        <w:t>1.013e0</w:t>
      </w:r>
    </w:p>
    <w:p w:rsidR="005B0461" w:rsidRDefault="005B0461" w:rsidP="005B0461">
      <w:r>
        <w:t>434.8971</w:t>
      </w:r>
      <w:r>
        <w:tab/>
        <w:t>1.013e0</w:t>
      </w:r>
    </w:p>
    <w:p w:rsidR="005B0461" w:rsidRDefault="005B0461" w:rsidP="005B0461">
      <w:r>
        <w:t>434.9124</w:t>
      </w:r>
      <w:r>
        <w:tab/>
        <w:t>1.013e0</w:t>
      </w:r>
    </w:p>
    <w:p w:rsidR="005B0461" w:rsidRDefault="005B0461" w:rsidP="005B0461">
      <w:r>
        <w:t>434.9161</w:t>
      </w:r>
      <w:r>
        <w:tab/>
        <w:t>2.025e0</w:t>
      </w:r>
    </w:p>
    <w:p w:rsidR="005B0461" w:rsidRDefault="005B0461" w:rsidP="005B0461">
      <w:r>
        <w:t>434.9405</w:t>
      </w:r>
      <w:r>
        <w:tab/>
        <w:t>3.038e0</w:t>
      </w:r>
    </w:p>
    <w:p w:rsidR="005B0461" w:rsidRDefault="005B0461" w:rsidP="005B0461">
      <w:r>
        <w:t>434.9491</w:t>
      </w:r>
      <w:r>
        <w:tab/>
        <w:t>4.051e0</w:t>
      </w:r>
    </w:p>
    <w:p w:rsidR="005B0461" w:rsidRDefault="005B0461" w:rsidP="005B0461">
      <w:r>
        <w:lastRenderedPageBreak/>
        <w:t>435.0241</w:t>
      </w:r>
      <w:r>
        <w:tab/>
        <w:t>7.089e0</w:t>
      </w:r>
    </w:p>
    <w:p w:rsidR="005B0461" w:rsidRDefault="005B0461" w:rsidP="005B0461">
      <w:r>
        <w:t>435.0292</w:t>
      </w:r>
      <w:r>
        <w:tab/>
        <w:t>2.807e0</w:t>
      </w:r>
    </w:p>
    <w:p w:rsidR="005B0461" w:rsidRDefault="005B0461" w:rsidP="005B0461">
      <w:r>
        <w:t>435.0435</w:t>
      </w:r>
      <w:r>
        <w:tab/>
        <w:t>4.294e0</w:t>
      </w:r>
    </w:p>
    <w:p w:rsidR="005B0461" w:rsidRDefault="005B0461" w:rsidP="005B0461">
      <w:r>
        <w:t>435.0459</w:t>
      </w:r>
      <w:r>
        <w:tab/>
        <w:t>2.889e0</w:t>
      </w:r>
    </w:p>
    <w:p w:rsidR="005B0461" w:rsidRDefault="005B0461" w:rsidP="005B0461">
      <w:r>
        <w:t>435.0783</w:t>
      </w:r>
      <w:r>
        <w:tab/>
        <w:t>2.503e0</w:t>
      </w:r>
    </w:p>
    <w:p w:rsidR="005B0461" w:rsidRDefault="005B0461" w:rsidP="005B0461">
      <w:r>
        <w:t>435.1185</w:t>
      </w:r>
      <w:r>
        <w:tab/>
        <w:t>1.013e0</w:t>
      </w:r>
    </w:p>
    <w:p w:rsidR="005B0461" w:rsidRDefault="005B0461" w:rsidP="005B0461">
      <w:r>
        <w:t>435.1351</w:t>
      </w:r>
      <w:r>
        <w:tab/>
        <w:t>1.812e0</w:t>
      </w:r>
    </w:p>
    <w:p w:rsidR="005B0461" w:rsidRDefault="005B0461" w:rsidP="005B0461">
      <w:r>
        <w:t>435.2114</w:t>
      </w:r>
      <w:r>
        <w:tab/>
        <w:t>1.013e0</w:t>
      </w:r>
    </w:p>
    <w:p w:rsidR="005B0461" w:rsidRDefault="005B0461" w:rsidP="005B0461">
      <w:r>
        <w:t>435.2137</w:t>
      </w:r>
      <w:r>
        <w:tab/>
        <w:t>3.904e0</w:t>
      </w:r>
    </w:p>
    <w:p w:rsidR="005B0461" w:rsidRDefault="005B0461" w:rsidP="005B0461">
      <w:r>
        <w:t>435.2418</w:t>
      </w:r>
      <w:r>
        <w:tab/>
        <w:t>6.191e0</w:t>
      </w:r>
    </w:p>
    <w:p w:rsidR="005B0461" w:rsidRDefault="005B0461" w:rsidP="005B0461">
      <w:r>
        <w:t>435.2816</w:t>
      </w:r>
      <w:r>
        <w:tab/>
        <w:t>8.048e0</w:t>
      </w:r>
    </w:p>
    <w:p w:rsidR="005B0461" w:rsidRDefault="005B0461" w:rsidP="005B0461">
      <w:r>
        <w:t>435.2948</w:t>
      </w:r>
      <w:r>
        <w:tab/>
        <w:t>1.545e0</w:t>
      </w:r>
    </w:p>
    <w:p w:rsidR="005B0461" w:rsidRDefault="005B0461" w:rsidP="005B0461">
      <w:r>
        <w:t>435.3396</w:t>
      </w:r>
      <w:r>
        <w:tab/>
        <w:t>3.038e0</w:t>
      </w:r>
    </w:p>
    <w:p w:rsidR="005B0461" w:rsidRDefault="005B0461" w:rsidP="005B0461">
      <w:r>
        <w:t>435.3781</w:t>
      </w:r>
      <w:r>
        <w:tab/>
        <w:t>1.013e0</w:t>
      </w:r>
    </w:p>
    <w:p w:rsidR="005B0461" w:rsidRDefault="005B0461" w:rsidP="005B0461">
      <w:r>
        <w:t>435.3904</w:t>
      </w:r>
      <w:r>
        <w:tab/>
        <w:t>1.013e0</w:t>
      </w:r>
    </w:p>
    <w:p w:rsidR="005B0461" w:rsidRDefault="005B0461" w:rsidP="005B0461">
      <w:r>
        <w:t>435.3936</w:t>
      </w:r>
      <w:r>
        <w:tab/>
        <w:t>2.025e0</w:t>
      </w:r>
    </w:p>
    <w:p w:rsidR="005B0461" w:rsidRDefault="005B0461" w:rsidP="005B0461">
      <w:r>
        <w:t>435.4406</w:t>
      </w:r>
      <w:r>
        <w:tab/>
        <w:t>2.025e0</w:t>
      </w:r>
    </w:p>
    <w:p w:rsidR="005B0461" w:rsidRDefault="005B0461" w:rsidP="005B0461">
      <w:r>
        <w:t>435.4774</w:t>
      </w:r>
      <w:r>
        <w:tab/>
        <w:t>1.013e0</w:t>
      </w:r>
    </w:p>
    <w:p w:rsidR="005B0461" w:rsidRDefault="005B0461" w:rsidP="005B0461">
      <w:r>
        <w:t>435.5233</w:t>
      </w:r>
      <w:r>
        <w:tab/>
        <w:t>1.013e0</w:t>
      </w:r>
    </w:p>
    <w:p w:rsidR="005B0461" w:rsidRDefault="005B0461" w:rsidP="005B0461">
      <w:r>
        <w:lastRenderedPageBreak/>
        <w:t>435.5516</w:t>
      </w:r>
      <w:r>
        <w:tab/>
        <w:t>1.013e0</w:t>
      </w:r>
    </w:p>
    <w:p w:rsidR="005B0461" w:rsidRDefault="005B0461" w:rsidP="005B0461">
      <w:r>
        <w:t>435.5531</w:t>
      </w:r>
      <w:r>
        <w:tab/>
        <w:t>2.025e0</w:t>
      </w:r>
    </w:p>
    <w:p w:rsidR="005B0461" w:rsidRDefault="005B0461" w:rsidP="005B0461">
      <w:r>
        <w:t>435.6303</w:t>
      </w:r>
      <w:r>
        <w:tab/>
        <w:t>1.013e0</w:t>
      </w:r>
    </w:p>
    <w:p w:rsidR="005B0461" w:rsidRDefault="005B0461" w:rsidP="005B0461">
      <w:r>
        <w:t>435.6520</w:t>
      </w:r>
      <w:r>
        <w:tab/>
        <w:t>1.013e0</w:t>
      </w:r>
    </w:p>
    <w:p w:rsidR="005B0461" w:rsidRDefault="005B0461" w:rsidP="005B0461">
      <w:r>
        <w:t>435.6754</w:t>
      </w:r>
      <w:r>
        <w:tab/>
        <w:t>2.025e0</w:t>
      </w:r>
    </w:p>
    <w:p w:rsidR="005B0461" w:rsidRDefault="005B0461" w:rsidP="005B0461">
      <w:r>
        <w:t>435.7129</w:t>
      </w:r>
      <w:r>
        <w:tab/>
        <w:t>1.013e0</w:t>
      </w:r>
    </w:p>
    <w:p w:rsidR="005B0461" w:rsidRDefault="005B0461" w:rsidP="005B0461">
      <w:r>
        <w:t>435.7537</w:t>
      </w:r>
      <w:r>
        <w:tab/>
        <w:t>2.025e0</w:t>
      </w:r>
    </w:p>
    <w:p w:rsidR="005B0461" w:rsidRDefault="005B0461" w:rsidP="005B0461">
      <w:r>
        <w:t>435.7986</w:t>
      </w:r>
      <w:r>
        <w:tab/>
        <w:t>1.013e0</w:t>
      </w:r>
    </w:p>
    <w:p w:rsidR="005B0461" w:rsidRDefault="005B0461" w:rsidP="005B0461">
      <w:r>
        <w:t>435.8346</w:t>
      </w:r>
      <w:r>
        <w:tab/>
        <w:t>1.013e0</w:t>
      </w:r>
    </w:p>
    <w:p w:rsidR="005B0461" w:rsidRDefault="005B0461" w:rsidP="005B0461">
      <w:r>
        <w:t>435.8383</w:t>
      </w:r>
      <w:r>
        <w:tab/>
        <w:t>1.013e0</w:t>
      </w:r>
    </w:p>
    <w:p w:rsidR="005B0461" w:rsidRDefault="005B0461" w:rsidP="005B0461">
      <w:r>
        <w:t>435.8597</w:t>
      </w:r>
      <w:r>
        <w:tab/>
        <w:t>1.013e0</w:t>
      </w:r>
    </w:p>
    <w:p w:rsidR="005B0461" w:rsidRDefault="005B0461" w:rsidP="005B0461">
      <w:r>
        <w:t>435.9183</w:t>
      </w:r>
      <w:r>
        <w:tab/>
        <w:t>3.038e0</w:t>
      </w:r>
    </w:p>
    <w:p w:rsidR="005B0461" w:rsidRDefault="005B0461" w:rsidP="005B0461">
      <w:r>
        <w:t>435.9204</w:t>
      </w:r>
      <w:r>
        <w:tab/>
        <w:t>3.038e0</w:t>
      </w:r>
    </w:p>
    <w:p w:rsidR="005B0461" w:rsidRDefault="005B0461" w:rsidP="005B0461">
      <w:r>
        <w:t>435.9532</w:t>
      </w:r>
      <w:r>
        <w:tab/>
        <w:t>2.025e0</w:t>
      </w:r>
    </w:p>
    <w:p w:rsidR="005B0461" w:rsidRDefault="005B0461" w:rsidP="005B0461">
      <w:r>
        <w:t>435.9564</w:t>
      </w:r>
      <w:r>
        <w:tab/>
        <w:t>2.025e0</w:t>
      </w:r>
    </w:p>
    <w:p w:rsidR="005B0461" w:rsidRDefault="005B0461" w:rsidP="005B0461">
      <w:r>
        <w:t>435.9864</w:t>
      </w:r>
      <w:r>
        <w:tab/>
        <w:t>2.025e0</w:t>
      </w:r>
    </w:p>
    <w:p w:rsidR="005B0461" w:rsidRDefault="005B0461" w:rsidP="005B0461">
      <w:r>
        <w:t>435.9897</w:t>
      </w:r>
      <w:r>
        <w:tab/>
        <w:t>1.013e0</w:t>
      </w:r>
    </w:p>
    <w:p w:rsidR="005B0461" w:rsidRDefault="005B0461" w:rsidP="005B0461">
      <w:r>
        <w:t>435.9973</w:t>
      </w:r>
      <w:r>
        <w:tab/>
        <w:t>2.025e0</w:t>
      </w:r>
    </w:p>
    <w:p w:rsidR="005B0461" w:rsidRDefault="005B0461" w:rsidP="005B0461">
      <w:r>
        <w:t>436.0439</w:t>
      </w:r>
      <w:r>
        <w:tab/>
        <w:t>2.310e0</w:t>
      </w:r>
    </w:p>
    <w:p w:rsidR="005B0461" w:rsidRDefault="005B0461" w:rsidP="005B0461">
      <w:r>
        <w:lastRenderedPageBreak/>
        <w:t>436.0549</w:t>
      </w:r>
      <w:r>
        <w:tab/>
        <w:t>5.063e0</w:t>
      </w:r>
    </w:p>
    <w:p w:rsidR="005B0461" w:rsidRDefault="005B0461" w:rsidP="005B0461">
      <w:r>
        <w:t>436.1065</w:t>
      </w:r>
      <w:r>
        <w:tab/>
        <w:t>4.410e0</w:t>
      </w:r>
    </w:p>
    <w:p w:rsidR="005B0461" w:rsidRDefault="005B0461" w:rsidP="005B0461">
      <w:r>
        <w:t>436.1198</w:t>
      </w:r>
      <w:r>
        <w:tab/>
        <w:t>3.853e0</w:t>
      </w:r>
    </w:p>
    <w:p w:rsidR="005B0461" w:rsidRDefault="005B0461" w:rsidP="005B0461">
      <w:r>
        <w:t>436.1580</w:t>
      </w:r>
      <w:r>
        <w:tab/>
        <w:t>2.025e0</w:t>
      </w:r>
    </w:p>
    <w:p w:rsidR="005B0461" w:rsidRDefault="005B0461" w:rsidP="005B0461">
      <w:r>
        <w:t>436.1632</w:t>
      </w:r>
      <w:r>
        <w:tab/>
        <w:t>2.585e0</w:t>
      </w:r>
    </w:p>
    <w:p w:rsidR="005B0461" w:rsidRDefault="005B0461" w:rsidP="005B0461">
      <w:r>
        <w:t>436.1656</w:t>
      </w:r>
      <w:r>
        <w:tab/>
        <w:t>1.013e0</w:t>
      </w:r>
    </w:p>
    <w:p w:rsidR="005B0461" w:rsidRDefault="005B0461" w:rsidP="005B0461">
      <w:r>
        <w:t>436.2001</w:t>
      </w:r>
      <w:r>
        <w:tab/>
        <w:t>2.010e0</w:t>
      </w:r>
    </w:p>
    <w:p w:rsidR="005B0461" w:rsidRDefault="005B0461" w:rsidP="005B0461">
      <w:r>
        <w:t>436.2282</w:t>
      </w:r>
      <w:r>
        <w:tab/>
        <w:t>5.717e0</w:t>
      </w:r>
    </w:p>
    <w:p w:rsidR="005B0461" w:rsidRDefault="005B0461" w:rsidP="005B0461">
      <w:r>
        <w:t>436.2461</w:t>
      </w:r>
      <w:r>
        <w:tab/>
        <w:t>1.733e0</w:t>
      </w:r>
    </w:p>
    <w:p w:rsidR="005B0461" w:rsidRDefault="005B0461" w:rsidP="005B0461">
      <w:r>
        <w:t>436.2613</w:t>
      </w:r>
      <w:r>
        <w:tab/>
        <w:t>7.336e0</w:t>
      </w:r>
    </w:p>
    <w:p w:rsidR="005B0461" w:rsidRDefault="005B0461" w:rsidP="005B0461">
      <w:r>
        <w:t>436.3098</w:t>
      </w:r>
      <w:r>
        <w:tab/>
        <w:t>2.985e0</w:t>
      </w:r>
    </w:p>
    <w:p w:rsidR="005B0461" w:rsidRDefault="005B0461" w:rsidP="005B0461">
      <w:r>
        <w:t>436.3377</w:t>
      </w:r>
      <w:r>
        <w:tab/>
        <w:t>5.117e0</w:t>
      </w:r>
    </w:p>
    <w:p w:rsidR="005B0461" w:rsidRDefault="005B0461" w:rsidP="005B0461">
      <w:r>
        <w:t>436.3676</w:t>
      </w:r>
      <w:r>
        <w:tab/>
        <w:t>2.025e0</w:t>
      </w:r>
    </w:p>
    <w:p w:rsidR="005B0461" w:rsidRDefault="005B0461" w:rsidP="005B0461">
      <w:r>
        <w:t>436.3860</w:t>
      </w:r>
      <w:r>
        <w:tab/>
        <w:t>2.460e0</w:t>
      </w:r>
    </w:p>
    <w:p w:rsidR="005B0461" w:rsidRDefault="005B0461" w:rsidP="005B0461">
      <w:r>
        <w:t>436.3894</w:t>
      </w:r>
      <w:r>
        <w:tab/>
        <w:t>3.038e0</w:t>
      </w:r>
    </w:p>
    <w:p w:rsidR="005B0461" w:rsidRDefault="005B0461" w:rsidP="005B0461">
      <w:r>
        <w:t>436.3953</w:t>
      </w:r>
      <w:r>
        <w:tab/>
        <w:t>1.013e0</w:t>
      </w:r>
    </w:p>
    <w:p w:rsidR="005B0461" w:rsidRDefault="005B0461" w:rsidP="005B0461">
      <w:r>
        <w:t>436.4338</w:t>
      </w:r>
      <w:r>
        <w:tab/>
        <w:t>3.940e0</w:t>
      </w:r>
    </w:p>
    <w:p w:rsidR="005B0461" w:rsidRDefault="005B0461" w:rsidP="005B0461">
      <w:r>
        <w:t>436.4438</w:t>
      </w:r>
      <w:r>
        <w:tab/>
        <w:t>1.013e0</w:t>
      </w:r>
    </w:p>
    <w:p w:rsidR="005B0461" w:rsidRDefault="005B0461" w:rsidP="005B0461">
      <w:r>
        <w:t>436.4615</w:t>
      </w:r>
      <w:r>
        <w:tab/>
        <w:t>1.013e0</w:t>
      </w:r>
    </w:p>
    <w:p w:rsidR="005B0461" w:rsidRDefault="005B0461" w:rsidP="005B0461">
      <w:r>
        <w:lastRenderedPageBreak/>
        <w:t>436.4836</w:t>
      </w:r>
      <w:r>
        <w:tab/>
        <w:t>4.051e0</w:t>
      </w:r>
    </w:p>
    <w:p w:rsidR="005B0461" w:rsidRDefault="005B0461" w:rsidP="005B0461">
      <w:r>
        <w:t>436.5484</w:t>
      </w:r>
      <w:r>
        <w:tab/>
        <w:t>1.013e0</w:t>
      </w:r>
    </w:p>
    <w:p w:rsidR="005B0461" w:rsidRDefault="005B0461" w:rsidP="005B0461">
      <w:r>
        <w:t>436.5714</w:t>
      </w:r>
      <w:r>
        <w:tab/>
        <w:t>1.013e0</w:t>
      </w:r>
    </w:p>
    <w:p w:rsidR="005B0461" w:rsidRDefault="005B0461" w:rsidP="005B0461">
      <w:r>
        <w:t>436.5745</w:t>
      </w:r>
      <w:r>
        <w:tab/>
        <w:t>2.025e0</w:t>
      </w:r>
    </w:p>
    <w:p w:rsidR="005B0461" w:rsidRDefault="005B0461" w:rsidP="005B0461">
      <w:r>
        <w:t>436.6262</w:t>
      </w:r>
      <w:r>
        <w:tab/>
        <w:t>4.679e0</w:t>
      </w:r>
    </w:p>
    <w:p w:rsidR="005B0461" w:rsidRDefault="005B0461" w:rsidP="005B0461">
      <w:r>
        <w:t>436.6327</w:t>
      </w:r>
      <w:r>
        <w:tab/>
        <w:t>1.013e0</w:t>
      </w:r>
    </w:p>
    <w:p w:rsidR="005B0461" w:rsidRDefault="005B0461" w:rsidP="005B0461">
      <w:r>
        <w:t>436.6704</w:t>
      </w:r>
      <w:r>
        <w:tab/>
        <w:t>3.038e0</w:t>
      </w:r>
    </w:p>
    <w:p w:rsidR="005B0461" w:rsidRDefault="005B0461" w:rsidP="005B0461">
      <w:r>
        <w:t>436.6940</w:t>
      </w:r>
      <w:r>
        <w:tab/>
        <w:t>1.013e0</w:t>
      </w:r>
    </w:p>
    <w:p w:rsidR="005B0461" w:rsidRDefault="005B0461" w:rsidP="005B0461">
      <w:r>
        <w:t>436.7268</w:t>
      </w:r>
      <w:r>
        <w:tab/>
        <w:t>1.013e0</w:t>
      </w:r>
    </w:p>
    <w:p w:rsidR="005B0461" w:rsidRDefault="005B0461" w:rsidP="005B0461">
      <w:r>
        <w:t>436.7446</w:t>
      </w:r>
      <w:r>
        <w:tab/>
        <w:t>1.013e0</w:t>
      </w:r>
    </w:p>
    <w:p w:rsidR="005B0461" w:rsidRDefault="005B0461" w:rsidP="005B0461">
      <w:r>
        <w:t>436.7935</w:t>
      </w:r>
      <w:r>
        <w:tab/>
        <w:t>1.013e0</w:t>
      </w:r>
    </w:p>
    <w:p w:rsidR="005B0461" w:rsidRDefault="005B0461" w:rsidP="005B0461">
      <w:r>
        <w:t>436.8932</w:t>
      </w:r>
      <w:r>
        <w:tab/>
        <w:t>1.013e0</w:t>
      </w:r>
    </w:p>
    <w:p w:rsidR="005B0461" w:rsidRDefault="005B0461" w:rsidP="005B0461">
      <w:r>
        <w:t>436.9034</w:t>
      </w:r>
      <w:r>
        <w:tab/>
        <w:t>3.038e0</w:t>
      </w:r>
    </w:p>
    <w:p w:rsidR="005B0461" w:rsidRDefault="005B0461" w:rsidP="005B0461">
      <w:r>
        <w:t>436.9622</w:t>
      </w:r>
      <w:r>
        <w:tab/>
        <w:t>1.013e0</w:t>
      </w:r>
    </w:p>
    <w:p w:rsidR="005B0461" w:rsidRDefault="005B0461" w:rsidP="005B0461">
      <w:r>
        <w:t>436.9900</w:t>
      </w:r>
      <w:r>
        <w:tab/>
        <w:t>3.038e0</w:t>
      </w:r>
    </w:p>
    <w:p w:rsidR="005B0461" w:rsidRDefault="005B0461" w:rsidP="005B0461">
      <w:r>
        <w:t>437.0067</w:t>
      </w:r>
      <w:r>
        <w:tab/>
        <w:t>3.739e0</w:t>
      </w:r>
    </w:p>
    <w:p w:rsidR="005B0461" w:rsidRDefault="005B0461" w:rsidP="005B0461">
      <w:r>
        <w:t>437.0089</w:t>
      </w:r>
      <w:r>
        <w:tab/>
        <w:t>3.038e0</w:t>
      </w:r>
    </w:p>
    <w:p w:rsidR="005B0461" w:rsidRDefault="005B0461" w:rsidP="005B0461">
      <w:r>
        <w:t>437.0688</w:t>
      </w:r>
      <w:r>
        <w:tab/>
        <w:t>2.114e0</w:t>
      </w:r>
    </w:p>
    <w:p w:rsidR="005B0461" w:rsidRDefault="005B0461" w:rsidP="005B0461">
      <w:r>
        <w:t>437.1012</w:t>
      </w:r>
      <w:r>
        <w:tab/>
        <w:t>5.088e0</w:t>
      </w:r>
    </w:p>
    <w:p w:rsidR="005B0461" w:rsidRDefault="005B0461" w:rsidP="005B0461">
      <w:r>
        <w:lastRenderedPageBreak/>
        <w:t>437.1055</w:t>
      </w:r>
      <w:r>
        <w:tab/>
        <w:t>7.527e0</w:t>
      </w:r>
    </w:p>
    <w:p w:rsidR="005B0461" w:rsidRDefault="005B0461" w:rsidP="005B0461">
      <w:r>
        <w:t>437.1518</w:t>
      </w:r>
      <w:r>
        <w:tab/>
        <w:t>3.990e0</w:t>
      </w:r>
    </w:p>
    <w:p w:rsidR="005B0461" w:rsidRDefault="005B0461" w:rsidP="005B0461">
      <w:r>
        <w:t>437.1911</w:t>
      </w:r>
      <w:r>
        <w:tab/>
        <w:t>5.862e0</w:t>
      </w:r>
    </w:p>
    <w:p w:rsidR="005B0461" w:rsidRDefault="005B0461" w:rsidP="005B0461">
      <w:r>
        <w:t>437.1977</w:t>
      </w:r>
      <w:r>
        <w:tab/>
        <w:t>4.931e0</w:t>
      </w:r>
    </w:p>
    <w:p w:rsidR="005B0461" w:rsidRDefault="005B0461" w:rsidP="005B0461">
      <w:r>
        <w:t>437.2303</w:t>
      </w:r>
      <w:r>
        <w:tab/>
        <w:t>4.373e0</w:t>
      </w:r>
    </w:p>
    <w:p w:rsidR="005B0461" w:rsidRDefault="005B0461" w:rsidP="005B0461">
      <w:r>
        <w:t>437.2356</w:t>
      </w:r>
      <w:r>
        <w:tab/>
        <w:t>4.051e0</w:t>
      </w:r>
    </w:p>
    <w:p w:rsidR="005B0461" w:rsidRDefault="005B0461" w:rsidP="005B0461">
      <w:r>
        <w:t>437.2409</w:t>
      </w:r>
      <w:r>
        <w:tab/>
        <w:t>5.744e0</w:t>
      </w:r>
    </w:p>
    <w:p w:rsidR="005B0461" w:rsidRDefault="005B0461" w:rsidP="005B0461">
      <w:r>
        <w:t>437.2599</w:t>
      </w:r>
      <w:r>
        <w:tab/>
        <w:t>2.440e0</w:t>
      </w:r>
    </w:p>
    <w:p w:rsidR="005B0461" w:rsidRDefault="005B0461" w:rsidP="005B0461">
      <w:r>
        <w:t>437.2681</w:t>
      </w:r>
      <w:r>
        <w:tab/>
        <w:t>2.730e0</w:t>
      </w:r>
    </w:p>
    <w:p w:rsidR="005B0461" w:rsidRDefault="005B0461" w:rsidP="005B0461">
      <w:r>
        <w:t>437.3026</w:t>
      </w:r>
      <w:r>
        <w:tab/>
        <w:t>1.560e0</w:t>
      </w:r>
    </w:p>
    <w:p w:rsidR="005B0461" w:rsidRDefault="005B0461" w:rsidP="005B0461">
      <w:r>
        <w:t>437.3644</w:t>
      </w:r>
      <w:r>
        <w:tab/>
        <w:t>1.883e0</w:t>
      </w:r>
    </w:p>
    <w:p w:rsidR="005B0461" w:rsidRDefault="005B0461" w:rsidP="005B0461">
      <w:r>
        <w:t>437.3993</w:t>
      </w:r>
      <w:r>
        <w:tab/>
        <w:t>1.013e0</w:t>
      </w:r>
    </w:p>
    <w:p w:rsidR="005B0461" w:rsidRDefault="005B0461" w:rsidP="005B0461">
      <w:r>
        <w:t>437.4167</w:t>
      </w:r>
      <w:r>
        <w:tab/>
        <w:t>3.038e0</w:t>
      </w:r>
    </w:p>
    <w:p w:rsidR="005B0461" w:rsidRDefault="005B0461" w:rsidP="005B0461">
      <w:r>
        <w:t>437.4581</w:t>
      </w:r>
      <w:r>
        <w:tab/>
        <w:t>2.025e0</w:t>
      </w:r>
    </w:p>
    <w:p w:rsidR="005B0461" w:rsidRDefault="005B0461" w:rsidP="005B0461">
      <w:r>
        <w:t>437.4708</w:t>
      </w:r>
      <w:r>
        <w:tab/>
        <w:t>2.025e0</w:t>
      </w:r>
    </w:p>
    <w:p w:rsidR="005B0461" w:rsidRDefault="005B0461" w:rsidP="005B0461">
      <w:r>
        <w:t>437.4745</w:t>
      </w:r>
      <w:r>
        <w:tab/>
        <w:t>1.272e0</w:t>
      </w:r>
    </w:p>
    <w:p w:rsidR="005B0461" w:rsidRDefault="005B0461" w:rsidP="005B0461">
      <w:r>
        <w:t>437.4901</w:t>
      </w:r>
      <w:r>
        <w:tab/>
        <w:t>1.013e0</w:t>
      </w:r>
    </w:p>
    <w:p w:rsidR="005B0461" w:rsidRDefault="005B0461" w:rsidP="005B0461">
      <w:r>
        <w:t>437.5331</w:t>
      </w:r>
      <w:r>
        <w:tab/>
        <w:t>1.013e0</w:t>
      </w:r>
    </w:p>
    <w:p w:rsidR="005B0461" w:rsidRDefault="005B0461" w:rsidP="005B0461">
      <w:r>
        <w:t>437.5451</w:t>
      </w:r>
      <w:r>
        <w:tab/>
        <w:t>1.013e0</w:t>
      </w:r>
    </w:p>
    <w:p w:rsidR="005B0461" w:rsidRDefault="005B0461" w:rsidP="005B0461">
      <w:r>
        <w:lastRenderedPageBreak/>
        <w:t>437.6065</w:t>
      </w:r>
      <w:r>
        <w:tab/>
        <w:t>1.013e0</w:t>
      </w:r>
    </w:p>
    <w:p w:rsidR="005B0461" w:rsidRDefault="005B0461" w:rsidP="005B0461">
      <w:r>
        <w:t>437.6513</w:t>
      </w:r>
      <w:r>
        <w:tab/>
        <w:t>1.013e0</w:t>
      </w:r>
    </w:p>
    <w:p w:rsidR="005B0461" w:rsidRDefault="005B0461" w:rsidP="005B0461">
      <w:r>
        <w:t>437.6717</w:t>
      </w:r>
      <w:r>
        <w:tab/>
        <w:t>2.025e0</w:t>
      </w:r>
    </w:p>
    <w:p w:rsidR="005B0461" w:rsidRDefault="005B0461" w:rsidP="005B0461">
      <w:r>
        <w:t>437.6909</w:t>
      </w:r>
      <w:r>
        <w:tab/>
        <w:t>1.013e0</w:t>
      </w:r>
    </w:p>
    <w:p w:rsidR="005B0461" w:rsidRDefault="005B0461" w:rsidP="005B0461">
      <w:r>
        <w:t>437.7107</w:t>
      </w:r>
      <w:r>
        <w:tab/>
        <w:t>2.025e0</w:t>
      </w:r>
    </w:p>
    <w:p w:rsidR="005B0461" w:rsidRDefault="005B0461" w:rsidP="005B0461">
      <w:r>
        <w:t>437.7445</w:t>
      </w:r>
      <w:r>
        <w:tab/>
        <w:t>2.025e0</w:t>
      </w:r>
    </w:p>
    <w:p w:rsidR="005B0461" w:rsidRDefault="005B0461" w:rsidP="005B0461">
      <w:r>
        <w:t>437.7677</w:t>
      </w:r>
      <w:r>
        <w:tab/>
        <w:t>1.013e0</w:t>
      </w:r>
    </w:p>
    <w:p w:rsidR="005B0461" w:rsidRDefault="005B0461" w:rsidP="005B0461">
      <w:r>
        <w:t>437.7880</w:t>
      </w:r>
      <w:r>
        <w:tab/>
        <w:t>2.025e0</w:t>
      </w:r>
    </w:p>
    <w:p w:rsidR="005B0461" w:rsidRDefault="005B0461" w:rsidP="005B0461">
      <w:r>
        <w:t>437.8185</w:t>
      </w:r>
      <w:r>
        <w:tab/>
        <w:t>3.038e0</w:t>
      </w:r>
    </w:p>
    <w:p w:rsidR="005B0461" w:rsidRDefault="005B0461" w:rsidP="005B0461">
      <w:r>
        <w:t>437.8524</w:t>
      </w:r>
      <w:r>
        <w:tab/>
        <w:t>4.051e0</w:t>
      </w:r>
    </w:p>
    <w:p w:rsidR="005B0461" w:rsidRDefault="005B0461" w:rsidP="005B0461">
      <w:r>
        <w:t>437.9013</w:t>
      </w:r>
      <w:r>
        <w:tab/>
        <w:t>2.025e0</w:t>
      </w:r>
    </w:p>
    <w:p w:rsidR="005B0461" w:rsidRDefault="005B0461" w:rsidP="005B0461">
      <w:r>
        <w:t>437.9289</w:t>
      </w:r>
      <w:r>
        <w:tab/>
        <w:t>2.025e0</w:t>
      </w:r>
    </w:p>
    <w:p w:rsidR="005B0461" w:rsidRDefault="005B0461" w:rsidP="005B0461">
      <w:r>
        <w:t>437.9904</w:t>
      </w:r>
      <w:r>
        <w:tab/>
        <w:t>1.013e0</w:t>
      </w:r>
    </w:p>
    <w:p w:rsidR="005B0461" w:rsidRDefault="005B0461" w:rsidP="005B0461">
      <w:r>
        <w:t>438.0105</w:t>
      </w:r>
      <w:r>
        <w:tab/>
        <w:t>2.025e0</w:t>
      </w:r>
    </w:p>
    <w:p w:rsidR="005B0461" w:rsidRDefault="005B0461" w:rsidP="005B0461">
      <w:r>
        <w:t>438.0161</w:t>
      </w:r>
      <w:r>
        <w:tab/>
        <w:t>3.038e0</w:t>
      </w:r>
    </w:p>
    <w:p w:rsidR="005B0461" w:rsidRDefault="005B0461" w:rsidP="005B0461">
      <w:r>
        <w:t>438.0282</w:t>
      </w:r>
      <w:r>
        <w:tab/>
        <w:t>3.174e0</w:t>
      </w:r>
    </w:p>
    <w:p w:rsidR="005B0461" w:rsidRDefault="005B0461" w:rsidP="005B0461">
      <w:r>
        <w:t>438.0956</w:t>
      </w:r>
      <w:r>
        <w:tab/>
        <w:t>4.523e0</w:t>
      </w:r>
    </w:p>
    <w:p w:rsidR="005B0461" w:rsidRDefault="005B0461" w:rsidP="005B0461">
      <w:r>
        <w:t>438.1056</w:t>
      </w:r>
      <w:r>
        <w:tab/>
        <w:t>1.046e0</w:t>
      </w:r>
    </w:p>
    <w:p w:rsidR="005B0461" w:rsidRDefault="005B0461" w:rsidP="005B0461">
      <w:r>
        <w:t>438.1404</w:t>
      </w:r>
      <w:r>
        <w:tab/>
        <w:t>2.025e0</w:t>
      </w:r>
    </w:p>
    <w:p w:rsidR="005B0461" w:rsidRDefault="005B0461" w:rsidP="005B0461">
      <w:r>
        <w:lastRenderedPageBreak/>
        <w:t>438.2257</w:t>
      </w:r>
      <w:r>
        <w:tab/>
        <w:t>1.295e0</w:t>
      </w:r>
    </w:p>
    <w:p w:rsidR="005B0461" w:rsidRDefault="005B0461" w:rsidP="005B0461">
      <w:r>
        <w:t>438.2273</w:t>
      </w:r>
      <w:r>
        <w:tab/>
        <w:t>6.660e0</w:t>
      </w:r>
    </w:p>
    <w:p w:rsidR="005B0461" w:rsidRDefault="005B0461" w:rsidP="005B0461">
      <w:r>
        <w:t>438.2308</w:t>
      </w:r>
      <w:r>
        <w:tab/>
        <w:t>2.880e0</w:t>
      </w:r>
    </w:p>
    <w:p w:rsidR="005B0461" w:rsidRDefault="005B0461" w:rsidP="005B0461">
      <w:r>
        <w:t>438.2676</w:t>
      </w:r>
      <w:r>
        <w:tab/>
        <w:t>2.409e0</w:t>
      </w:r>
    </w:p>
    <w:p w:rsidR="005B0461" w:rsidRDefault="005B0461" w:rsidP="005B0461">
      <w:r>
        <w:t>438.2785</w:t>
      </w:r>
      <w:r>
        <w:tab/>
        <w:t>1.965e0</w:t>
      </w:r>
    </w:p>
    <w:p w:rsidR="005B0461" w:rsidRDefault="005B0461" w:rsidP="005B0461">
      <w:r>
        <w:t>438.3280</w:t>
      </w:r>
      <w:r>
        <w:tab/>
        <w:t>2.642e0</w:t>
      </w:r>
    </w:p>
    <w:p w:rsidR="005B0461" w:rsidRDefault="005B0461" w:rsidP="005B0461">
      <w:r>
        <w:t>438.3481</w:t>
      </w:r>
      <w:r>
        <w:tab/>
        <w:t>3.396e0</w:t>
      </w:r>
    </w:p>
    <w:p w:rsidR="005B0461" w:rsidRDefault="005B0461" w:rsidP="005B0461">
      <w:r>
        <w:t>438.3546</w:t>
      </w:r>
      <w:r>
        <w:tab/>
        <w:t>4.180e0</w:t>
      </w:r>
    </w:p>
    <w:p w:rsidR="005B0461" w:rsidRDefault="005B0461" w:rsidP="005B0461">
      <w:r>
        <w:t>438.3736</w:t>
      </w:r>
      <w:r>
        <w:tab/>
        <w:t>5.914e0</w:t>
      </w:r>
    </w:p>
    <w:p w:rsidR="005B0461" w:rsidRDefault="005B0461" w:rsidP="005B0461">
      <w:r>
        <w:t>438.3940</w:t>
      </w:r>
      <w:r>
        <w:tab/>
        <w:t>7.089e0</w:t>
      </w:r>
    </w:p>
    <w:p w:rsidR="005B0461" w:rsidRDefault="005B0461" w:rsidP="005B0461">
      <w:r>
        <w:t>438.4131</w:t>
      </w:r>
      <w:r>
        <w:tab/>
        <w:t>1.013e0</w:t>
      </w:r>
    </w:p>
    <w:p w:rsidR="005B0461" w:rsidRDefault="005B0461" w:rsidP="005B0461">
      <w:r>
        <w:t>438.4578</w:t>
      </w:r>
      <w:r>
        <w:tab/>
        <w:t>1.013e0</w:t>
      </w:r>
    </w:p>
    <w:p w:rsidR="005B0461" w:rsidRDefault="005B0461" w:rsidP="005B0461">
      <w:r>
        <w:t>438.4803</w:t>
      </w:r>
      <w:r>
        <w:tab/>
        <w:t>2.025e0</w:t>
      </w:r>
    </w:p>
    <w:p w:rsidR="005B0461" w:rsidRDefault="005B0461" w:rsidP="005B0461">
      <w:r>
        <w:t>438.5008</w:t>
      </w:r>
      <w:r>
        <w:tab/>
        <w:t>1.013e0</w:t>
      </w:r>
    </w:p>
    <w:p w:rsidR="005B0461" w:rsidRDefault="005B0461" w:rsidP="005B0461">
      <w:r>
        <w:t>438.5466</w:t>
      </w:r>
      <w:r>
        <w:tab/>
        <w:t>2.025e0</w:t>
      </w:r>
    </w:p>
    <w:p w:rsidR="005B0461" w:rsidRDefault="005B0461" w:rsidP="005B0461">
      <w:r>
        <w:t>438.5764</w:t>
      </w:r>
      <w:r>
        <w:tab/>
        <w:t>2.025e0</w:t>
      </w:r>
    </w:p>
    <w:p w:rsidR="005B0461" w:rsidRDefault="005B0461" w:rsidP="005B0461">
      <w:r>
        <w:t>438.6130</w:t>
      </w:r>
      <w:r>
        <w:tab/>
        <w:t>1.013e0</w:t>
      </w:r>
    </w:p>
    <w:p w:rsidR="005B0461" w:rsidRDefault="005B0461" w:rsidP="005B0461">
      <w:r>
        <w:t>438.6361</w:t>
      </w:r>
      <w:r>
        <w:tab/>
        <w:t>1.013e0</w:t>
      </w:r>
    </w:p>
    <w:p w:rsidR="005B0461" w:rsidRDefault="005B0461" w:rsidP="005B0461">
      <w:r>
        <w:t>438.6745</w:t>
      </w:r>
      <w:r>
        <w:tab/>
        <w:t>1.013e0</w:t>
      </w:r>
    </w:p>
    <w:p w:rsidR="005B0461" w:rsidRDefault="005B0461" w:rsidP="005B0461">
      <w:r>
        <w:lastRenderedPageBreak/>
        <w:t>438.6800</w:t>
      </w:r>
      <w:r>
        <w:tab/>
        <w:t>1.013e0</w:t>
      </w:r>
    </w:p>
    <w:p w:rsidR="005B0461" w:rsidRDefault="005B0461" w:rsidP="005B0461">
      <w:r>
        <w:t>438.6836</w:t>
      </w:r>
      <w:r>
        <w:tab/>
        <w:t>1.013e0</w:t>
      </w:r>
    </w:p>
    <w:p w:rsidR="005B0461" w:rsidRDefault="005B0461" w:rsidP="005B0461">
      <w:r>
        <w:t>438.7015</w:t>
      </w:r>
      <w:r>
        <w:tab/>
        <w:t>1.013e0</w:t>
      </w:r>
    </w:p>
    <w:p w:rsidR="005B0461" w:rsidRDefault="005B0461" w:rsidP="005B0461">
      <w:r>
        <w:t>438.7245</w:t>
      </w:r>
      <w:r>
        <w:tab/>
        <w:t>3.038e0</w:t>
      </w:r>
    </w:p>
    <w:p w:rsidR="005B0461" w:rsidRDefault="005B0461" w:rsidP="005B0461">
      <w:r>
        <w:t>438.7284</w:t>
      </w:r>
      <w:r>
        <w:tab/>
        <w:t>1.013e0</w:t>
      </w:r>
    </w:p>
    <w:p w:rsidR="005B0461" w:rsidRDefault="005B0461" w:rsidP="005B0461">
      <w:r>
        <w:t>438.7602</w:t>
      </w:r>
      <w:r>
        <w:tab/>
        <w:t>2.025e0</w:t>
      </w:r>
    </w:p>
    <w:p w:rsidR="005B0461" w:rsidRDefault="005B0461" w:rsidP="005B0461">
      <w:r>
        <w:t>438.7625</w:t>
      </w:r>
      <w:r>
        <w:tab/>
        <w:t>1.013e0</w:t>
      </w:r>
    </w:p>
    <w:p w:rsidR="005B0461" w:rsidRDefault="005B0461" w:rsidP="005B0461">
      <w:r>
        <w:t>438.8524</w:t>
      </w:r>
      <w:r>
        <w:tab/>
        <w:t>3.038e0</w:t>
      </w:r>
    </w:p>
    <w:p w:rsidR="005B0461" w:rsidRDefault="005B0461" w:rsidP="005B0461">
      <w:r>
        <w:t>438.8629</w:t>
      </w:r>
      <w:r>
        <w:tab/>
        <w:t>1.013e0</w:t>
      </w:r>
    </w:p>
    <w:p w:rsidR="005B0461" w:rsidRDefault="005B0461" w:rsidP="005B0461">
      <w:r>
        <w:t>438.8977</w:t>
      </w:r>
      <w:r>
        <w:tab/>
        <w:t>1.013e0</w:t>
      </w:r>
    </w:p>
    <w:p w:rsidR="005B0461" w:rsidRDefault="005B0461" w:rsidP="005B0461">
      <w:r>
        <w:t>438.9239</w:t>
      </w:r>
      <w:r>
        <w:tab/>
        <w:t>1.013e0</w:t>
      </w:r>
    </w:p>
    <w:p w:rsidR="005B0461" w:rsidRDefault="005B0461" w:rsidP="005B0461">
      <w:r>
        <w:t>438.9285</w:t>
      </w:r>
      <w:r>
        <w:tab/>
        <w:t>1.013e0</w:t>
      </w:r>
    </w:p>
    <w:p w:rsidR="005B0461" w:rsidRDefault="005B0461" w:rsidP="005B0461">
      <w:r>
        <w:t>438.9525</w:t>
      </w:r>
      <w:r>
        <w:tab/>
        <w:t>2.025e0</w:t>
      </w:r>
    </w:p>
    <w:p w:rsidR="005B0461" w:rsidRDefault="005B0461" w:rsidP="005B0461">
      <w:r>
        <w:t>439.0205</w:t>
      </w:r>
      <w:r>
        <w:tab/>
        <w:t>3.295e0</w:t>
      </w:r>
    </w:p>
    <w:p w:rsidR="005B0461" w:rsidRDefault="005B0461" w:rsidP="005B0461">
      <w:r>
        <w:t>439.0993</w:t>
      </w:r>
      <w:r>
        <w:tab/>
        <w:t>3.012e0</w:t>
      </w:r>
    </w:p>
    <w:p w:rsidR="005B0461" w:rsidRDefault="005B0461" w:rsidP="005B0461">
      <w:r>
        <w:t>439.1017</w:t>
      </w:r>
      <w:r>
        <w:tab/>
        <w:t>1.770e0</w:t>
      </w:r>
    </w:p>
    <w:p w:rsidR="005B0461" w:rsidRDefault="005B0461" w:rsidP="005B0461">
      <w:r>
        <w:t>439.1248</w:t>
      </w:r>
      <w:r>
        <w:tab/>
        <w:t>2.025e0</w:t>
      </w:r>
    </w:p>
    <w:p w:rsidR="005B0461" w:rsidRDefault="005B0461" w:rsidP="005B0461">
      <w:r>
        <w:t>439.1460</w:t>
      </w:r>
      <w:r>
        <w:tab/>
        <w:t>6.076e0</w:t>
      </w:r>
    </w:p>
    <w:p w:rsidR="005B0461" w:rsidRDefault="005B0461" w:rsidP="005B0461">
      <w:r>
        <w:t>439.1611</w:t>
      </w:r>
      <w:r>
        <w:tab/>
        <w:t>3.038e0</w:t>
      </w:r>
    </w:p>
    <w:p w:rsidR="005B0461" w:rsidRDefault="005B0461" w:rsidP="005B0461">
      <w:r>
        <w:lastRenderedPageBreak/>
        <w:t>439.2034</w:t>
      </w:r>
      <w:r>
        <w:tab/>
        <w:t>2.025e0</w:t>
      </w:r>
    </w:p>
    <w:p w:rsidR="005B0461" w:rsidRDefault="005B0461" w:rsidP="005B0461">
      <w:r>
        <w:t>439.2115</w:t>
      </w:r>
      <w:r>
        <w:tab/>
        <w:t>4.066e0</w:t>
      </w:r>
    </w:p>
    <w:p w:rsidR="005B0461" w:rsidRDefault="005B0461" w:rsidP="005B0461">
      <w:r>
        <w:t>439.2384</w:t>
      </w:r>
      <w:r>
        <w:tab/>
        <w:t>1.597e0</w:t>
      </w:r>
    </w:p>
    <w:p w:rsidR="005B0461" w:rsidRDefault="005B0461" w:rsidP="005B0461">
      <w:r>
        <w:t>439.2661</w:t>
      </w:r>
      <w:r>
        <w:tab/>
        <w:t>8.798e0</w:t>
      </w:r>
    </w:p>
    <w:p w:rsidR="005B0461" w:rsidRDefault="005B0461" w:rsidP="005B0461">
      <w:r>
        <w:t>439.3162</w:t>
      </w:r>
      <w:r>
        <w:tab/>
        <w:t>3.467e0</w:t>
      </w:r>
    </w:p>
    <w:p w:rsidR="005B0461" w:rsidRDefault="005B0461" w:rsidP="005B0461">
      <w:r>
        <w:t>439.3223</w:t>
      </w:r>
      <w:r>
        <w:tab/>
        <w:t>1.560e0</w:t>
      </w:r>
    </w:p>
    <w:p w:rsidR="005B0461" w:rsidRDefault="005B0461" w:rsidP="005B0461">
      <w:r>
        <w:t>439.3297</w:t>
      </w:r>
      <w:r>
        <w:tab/>
        <w:t>2.781e0</w:t>
      </w:r>
    </w:p>
    <w:p w:rsidR="005B0461" w:rsidRDefault="005B0461" w:rsidP="005B0461">
      <w:r>
        <w:t>439.3356</w:t>
      </w:r>
      <w:r>
        <w:tab/>
        <w:t>1.317e0</w:t>
      </w:r>
    </w:p>
    <w:p w:rsidR="005B0461" w:rsidRDefault="005B0461" w:rsidP="005B0461">
      <w:r>
        <w:t>439.3905</w:t>
      </w:r>
      <w:r>
        <w:tab/>
        <w:t>1.013e0</w:t>
      </w:r>
    </w:p>
    <w:p w:rsidR="005B0461" w:rsidRDefault="005B0461" w:rsidP="005B0461">
      <w:r>
        <w:t>439.4042</w:t>
      </w:r>
      <w:r>
        <w:tab/>
        <w:t>1.013e0</w:t>
      </w:r>
    </w:p>
    <w:p w:rsidR="005B0461" w:rsidRDefault="005B0461" w:rsidP="005B0461">
      <w:r>
        <w:t>439.4257</w:t>
      </w:r>
      <w:r>
        <w:tab/>
        <w:t>1.013e0</w:t>
      </w:r>
    </w:p>
    <w:p w:rsidR="005B0461" w:rsidRDefault="005B0461" w:rsidP="005B0461">
      <w:r>
        <w:t>439.4504</w:t>
      </w:r>
      <w:r>
        <w:tab/>
        <w:t>2.025e0</w:t>
      </w:r>
    </w:p>
    <w:p w:rsidR="005B0461" w:rsidRDefault="005B0461" w:rsidP="005B0461">
      <w:r>
        <w:t>439.4876</w:t>
      </w:r>
      <w:r>
        <w:tab/>
        <w:t>3.038e0</w:t>
      </w:r>
    </w:p>
    <w:p w:rsidR="005B0461" w:rsidRDefault="005B0461" w:rsidP="005B0461">
      <w:r>
        <w:t>439.4957</w:t>
      </w:r>
      <w:r>
        <w:tab/>
        <w:t>2.025e0</w:t>
      </w:r>
    </w:p>
    <w:p w:rsidR="005B0461" w:rsidRDefault="005B0461" w:rsidP="005B0461">
      <w:r>
        <w:t>439.5584</w:t>
      </w:r>
      <w:r>
        <w:tab/>
        <w:t>2.025e0</w:t>
      </w:r>
    </w:p>
    <w:p w:rsidR="005B0461" w:rsidRDefault="005B0461" w:rsidP="005B0461">
      <w:r>
        <w:t>439.5831</w:t>
      </w:r>
      <w:r>
        <w:tab/>
        <w:t>1.013e0</w:t>
      </w:r>
    </w:p>
    <w:p w:rsidR="005B0461" w:rsidRDefault="005B0461" w:rsidP="005B0461">
      <w:r>
        <w:t>439.6134</w:t>
      </w:r>
      <w:r>
        <w:tab/>
        <w:t>4.051e0</w:t>
      </w:r>
    </w:p>
    <w:p w:rsidR="005B0461" w:rsidRDefault="005B0461" w:rsidP="005B0461">
      <w:r>
        <w:t>439.6176</w:t>
      </w:r>
      <w:r>
        <w:tab/>
        <w:t>2.025e0</w:t>
      </w:r>
    </w:p>
    <w:p w:rsidR="005B0461" w:rsidRDefault="005B0461" w:rsidP="005B0461">
      <w:r>
        <w:t>439.6696</w:t>
      </w:r>
      <w:r>
        <w:tab/>
        <w:t>1.013e0</w:t>
      </w:r>
    </w:p>
    <w:p w:rsidR="005B0461" w:rsidRDefault="005B0461" w:rsidP="005B0461">
      <w:r>
        <w:lastRenderedPageBreak/>
        <w:t>439.6717</w:t>
      </w:r>
      <w:r>
        <w:tab/>
        <w:t>2.025e0</w:t>
      </w:r>
    </w:p>
    <w:p w:rsidR="005B0461" w:rsidRDefault="005B0461" w:rsidP="005B0461">
      <w:r>
        <w:t>439.7037</w:t>
      </w:r>
      <w:r>
        <w:tab/>
        <w:t>3.038e0</w:t>
      </w:r>
    </w:p>
    <w:p w:rsidR="005B0461" w:rsidRDefault="005B0461" w:rsidP="005B0461">
      <w:r>
        <w:t>439.7758</w:t>
      </w:r>
      <w:r>
        <w:tab/>
        <w:t>1.013e0</w:t>
      </w:r>
    </w:p>
    <w:p w:rsidR="005B0461" w:rsidRDefault="005B0461" w:rsidP="005B0461">
      <w:r>
        <w:t>439.7879</w:t>
      </w:r>
      <w:r>
        <w:tab/>
        <w:t>1.013e0</w:t>
      </w:r>
    </w:p>
    <w:p w:rsidR="005B0461" w:rsidRDefault="005B0461" w:rsidP="005B0461">
      <w:r>
        <w:t>439.8309</w:t>
      </w:r>
      <w:r>
        <w:tab/>
        <w:t>1.013e0</w:t>
      </w:r>
    </w:p>
    <w:p w:rsidR="005B0461" w:rsidRDefault="005B0461" w:rsidP="005B0461">
      <w:r>
        <w:t>439.8464</w:t>
      </w:r>
      <w:r>
        <w:tab/>
        <w:t>2.025e0</w:t>
      </w:r>
    </w:p>
    <w:p w:rsidR="005B0461" w:rsidRDefault="005B0461" w:rsidP="005B0461">
      <w:r>
        <w:t>439.8596</w:t>
      </w:r>
      <w:r>
        <w:tab/>
        <w:t>2.025e0</w:t>
      </w:r>
    </w:p>
    <w:p w:rsidR="005B0461" w:rsidRDefault="005B0461" w:rsidP="005B0461">
      <w:r>
        <w:t>439.9068</w:t>
      </w:r>
      <w:r>
        <w:tab/>
        <w:t>2.025e0</w:t>
      </w:r>
    </w:p>
    <w:p w:rsidR="005B0461" w:rsidRDefault="005B0461" w:rsidP="005B0461">
      <w:r>
        <w:t>439.9099</w:t>
      </w:r>
      <w:r>
        <w:tab/>
        <w:t>1.013e0</w:t>
      </w:r>
    </w:p>
    <w:p w:rsidR="005B0461" w:rsidRDefault="005B0461" w:rsidP="005B0461">
      <w:r>
        <w:t>439.9122</w:t>
      </w:r>
      <w:r>
        <w:tab/>
        <w:t>4.051e0</w:t>
      </w:r>
    </w:p>
    <w:p w:rsidR="005B0461" w:rsidRDefault="005B0461" w:rsidP="005B0461">
      <w:r>
        <w:t>439.9296</w:t>
      </w:r>
      <w:r>
        <w:tab/>
        <w:t>2.025e0</w:t>
      </w:r>
    </w:p>
    <w:p w:rsidR="005B0461" w:rsidRDefault="005B0461" w:rsidP="005B0461">
      <w:r>
        <w:t>439.9756</w:t>
      </w:r>
      <w:r>
        <w:tab/>
        <w:t>3.038e0</w:t>
      </w:r>
    </w:p>
    <w:p w:rsidR="005B0461" w:rsidRDefault="005B0461" w:rsidP="005B0461">
      <w:r>
        <w:t>439.9921</w:t>
      </w:r>
      <w:r>
        <w:tab/>
        <w:t>1.013e0</w:t>
      </w:r>
    </w:p>
    <w:p w:rsidR="005B0461" w:rsidRDefault="005B0461" w:rsidP="005B0461">
      <w:r>
        <w:t>439.9973</w:t>
      </w:r>
      <w:r>
        <w:tab/>
        <w:t>1.732e0</w:t>
      </w:r>
    </w:p>
    <w:p w:rsidR="005B0461" w:rsidRDefault="005B0461" w:rsidP="005B0461">
      <w:r>
        <w:t>440.0068</w:t>
      </w:r>
      <w:r>
        <w:tab/>
        <w:t>1.126e0</w:t>
      </w:r>
    </w:p>
    <w:p w:rsidR="005B0461" w:rsidRDefault="005B0461" w:rsidP="005B0461">
      <w:r>
        <w:t>440.0247</w:t>
      </w:r>
      <w:r>
        <w:tab/>
        <w:t>2.025e0</w:t>
      </w:r>
    </w:p>
    <w:p w:rsidR="005B0461" w:rsidRDefault="005B0461" w:rsidP="005B0461">
      <w:r>
        <w:t>440.0361</w:t>
      </w:r>
      <w:r>
        <w:tab/>
        <w:t>1.126e0</w:t>
      </w:r>
    </w:p>
    <w:p w:rsidR="005B0461" w:rsidRDefault="005B0461" w:rsidP="005B0461">
      <w:r>
        <w:t>440.0381</w:t>
      </w:r>
      <w:r>
        <w:tab/>
        <w:t>1.254e0</w:t>
      </w:r>
    </w:p>
    <w:p w:rsidR="005B0461" w:rsidRDefault="005B0461" w:rsidP="005B0461">
      <w:r>
        <w:t>440.0748</w:t>
      </w:r>
      <w:r>
        <w:tab/>
        <w:t>1.545e0</w:t>
      </w:r>
    </w:p>
    <w:p w:rsidR="005B0461" w:rsidRDefault="005B0461" w:rsidP="005B0461">
      <w:r>
        <w:lastRenderedPageBreak/>
        <w:t>440.0831</w:t>
      </w:r>
      <w:r>
        <w:tab/>
        <w:t>1.308e0</w:t>
      </w:r>
    </w:p>
    <w:p w:rsidR="005B0461" w:rsidRDefault="005B0461" w:rsidP="005B0461">
      <w:r>
        <w:t>440.0979</w:t>
      </w:r>
      <w:r>
        <w:tab/>
        <w:t>1.420e1</w:t>
      </w:r>
    </w:p>
    <w:p w:rsidR="005B0461" w:rsidRDefault="005B0461" w:rsidP="005B0461">
      <w:r>
        <w:t>440.1264</w:t>
      </w:r>
      <w:r>
        <w:tab/>
        <w:t>2.025e0</w:t>
      </w:r>
    </w:p>
    <w:p w:rsidR="005B0461" w:rsidRDefault="005B0461" w:rsidP="005B0461">
      <w:r>
        <w:t>440.1665</w:t>
      </w:r>
      <w:r>
        <w:tab/>
        <w:t>1.627e0</w:t>
      </w:r>
    </w:p>
    <w:p w:rsidR="005B0461" w:rsidRDefault="005B0461" w:rsidP="005B0461">
      <w:r>
        <w:t>440.1773</w:t>
      </w:r>
      <w:r>
        <w:tab/>
        <w:t>4.683e0</w:t>
      </w:r>
    </w:p>
    <w:p w:rsidR="005B0461" w:rsidRDefault="005B0461" w:rsidP="005B0461">
      <w:r>
        <w:t>440.1973</w:t>
      </w:r>
      <w:r>
        <w:tab/>
        <w:t>2.025e0</w:t>
      </w:r>
    </w:p>
    <w:p w:rsidR="005B0461" w:rsidRDefault="005B0461" w:rsidP="005B0461">
      <w:r>
        <w:t>440.2264</w:t>
      </w:r>
      <w:r>
        <w:tab/>
        <w:t>3.599e0</w:t>
      </w:r>
    </w:p>
    <w:p w:rsidR="005B0461" w:rsidRDefault="005B0461" w:rsidP="005B0461">
      <w:r>
        <w:t>440.2406</w:t>
      </w:r>
      <w:r>
        <w:tab/>
        <w:t>4.104e0</w:t>
      </w:r>
    </w:p>
    <w:p w:rsidR="005B0461" w:rsidRDefault="005B0461" w:rsidP="005B0461">
      <w:r>
        <w:t>440.2579</w:t>
      </w:r>
      <w:r>
        <w:tab/>
        <w:t>1.168e0</w:t>
      </w:r>
    </w:p>
    <w:p w:rsidR="005B0461" w:rsidRDefault="005B0461" w:rsidP="005B0461">
      <w:r>
        <w:t>440.2757</w:t>
      </w:r>
      <w:r>
        <w:tab/>
        <w:t>1.408e0</w:t>
      </w:r>
    </w:p>
    <w:p w:rsidR="005B0461" w:rsidRDefault="005B0461" w:rsidP="005B0461">
      <w:r>
        <w:t>440.3584</w:t>
      </w:r>
      <w:r>
        <w:tab/>
        <w:t>3.038e0</w:t>
      </w:r>
    </w:p>
    <w:p w:rsidR="005B0461" w:rsidRDefault="005B0461" w:rsidP="005B0461">
      <w:r>
        <w:t>440.3701</w:t>
      </w:r>
      <w:r>
        <w:tab/>
        <w:t>1.201e1</w:t>
      </w:r>
    </w:p>
    <w:p w:rsidR="005B0461" w:rsidRDefault="005B0461" w:rsidP="005B0461">
      <w:r>
        <w:t>440.3814</w:t>
      </w:r>
      <w:r>
        <w:tab/>
        <w:t>2.025e0</w:t>
      </w:r>
    </w:p>
    <w:p w:rsidR="005B0461" w:rsidRDefault="005B0461" w:rsidP="005B0461">
      <w:r>
        <w:t>440.4238</w:t>
      </w:r>
      <w:r>
        <w:tab/>
        <w:t>3.038e0</w:t>
      </w:r>
    </w:p>
    <w:p w:rsidR="005B0461" w:rsidRDefault="005B0461" w:rsidP="005B0461">
      <w:r>
        <w:t>440.4943</w:t>
      </w:r>
      <w:r>
        <w:tab/>
        <w:t>2.025e0</w:t>
      </w:r>
    </w:p>
    <w:p w:rsidR="005B0461" w:rsidRDefault="005B0461" w:rsidP="005B0461">
      <w:r>
        <w:t>440.5089</w:t>
      </w:r>
      <w:r>
        <w:tab/>
        <w:t>1.013e0</w:t>
      </w:r>
    </w:p>
    <w:p w:rsidR="005B0461" w:rsidRDefault="005B0461" w:rsidP="005B0461">
      <w:r>
        <w:t>440.5398</w:t>
      </w:r>
      <w:r>
        <w:tab/>
        <w:t>1.013e0</w:t>
      </w:r>
    </w:p>
    <w:p w:rsidR="005B0461" w:rsidRDefault="005B0461" w:rsidP="005B0461">
      <w:r>
        <w:t>440.5517</w:t>
      </w:r>
      <w:r>
        <w:tab/>
        <w:t>1.013e0</w:t>
      </w:r>
    </w:p>
    <w:p w:rsidR="005B0461" w:rsidRDefault="005B0461" w:rsidP="005B0461">
      <w:r>
        <w:t>440.5528</w:t>
      </w:r>
      <w:r>
        <w:tab/>
        <w:t>2.025e0</w:t>
      </w:r>
    </w:p>
    <w:p w:rsidR="005B0461" w:rsidRDefault="005B0461" w:rsidP="005B0461">
      <w:r>
        <w:lastRenderedPageBreak/>
        <w:t>440.5626</w:t>
      </w:r>
      <w:r>
        <w:tab/>
        <w:t>2.025e0</w:t>
      </w:r>
    </w:p>
    <w:p w:rsidR="005B0461" w:rsidRDefault="005B0461" w:rsidP="005B0461">
      <w:r>
        <w:t>440.6133</w:t>
      </w:r>
      <w:r>
        <w:tab/>
        <w:t>4.051e0</w:t>
      </w:r>
    </w:p>
    <w:p w:rsidR="005B0461" w:rsidRDefault="005B0461" w:rsidP="005B0461">
      <w:r>
        <w:t>440.6343</w:t>
      </w:r>
      <w:r>
        <w:tab/>
        <w:t>2.025e0</w:t>
      </w:r>
    </w:p>
    <w:p w:rsidR="005B0461" w:rsidRDefault="005B0461" w:rsidP="005B0461">
      <w:r>
        <w:t>440.6552</w:t>
      </w:r>
      <w:r>
        <w:tab/>
        <w:t>3.038e0</w:t>
      </w:r>
    </w:p>
    <w:p w:rsidR="005B0461" w:rsidRDefault="005B0461" w:rsidP="005B0461">
      <w:r>
        <w:t>440.7159</w:t>
      </w:r>
      <w:r>
        <w:tab/>
        <w:t>2.025e0</w:t>
      </w:r>
    </w:p>
    <w:p w:rsidR="005B0461" w:rsidRDefault="005B0461" w:rsidP="005B0461">
      <w:r>
        <w:t>440.7483</w:t>
      </w:r>
      <w:r>
        <w:tab/>
        <w:t>1.013e0</w:t>
      </w:r>
    </w:p>
    <w:p w:rsidR="005B0461" w:rsidRDefault="005B0461" w:rsidP="005B0461">
      <w:r>
        <w:t>440.8055</w:t>
      </w:r>
      <w:r>
        <w:tab/>
        <w:t>2.025e0</w:t>
      </w:r>
    </w:p>
    <w:p w:rsidR="005B0461" w:rsidRDefault="005B0461" w:rsidP="005B0461">
      <w:r>
        <w:t>440.8442</w:t>
      </w:r>
      <w:r>
        <w:tab/>
        <w:t>2.025e0</w:t>
      </w:r>
    </w:p>
    <w:p w:rsidR="005B0461" w:rsidRDefault="005B0461" w:rsidP="005B0461">
      <w:r>
        <w:t>440.8874</w:t>
      </w:r>
      <w:r>
        <w:tab/>
        <w:t>1.013e0</w:t>
      </w:r>
    </w:p>
    <w:p w:rsidR="005B0461" w:rsidRDefault="005B0461" w:rsidP="005B0461">
      <w:r>
        <w:t>440.8960</w:t>
      </w:r>
      <w:r>
        <w:tab/>
        <w:t>1.013e0</w:t>
      </w:r>
    </w:p>
    <w:p w:rsidR="005B0461" w:rsidRDefault="005B0461" w:rsidP="005B0461">
      <w:r>
        <w:t>440.9209</w:t>
      </w:r>
      <w:r>
        <w:tab/>
        <w:t>2.025e0</w:t>
      </w:r>
    </w:p>
    <w:p w:rsidR="005B0461" w:rsidRDefault="005B0461" w:rsidP="005B0461">
      <w:r>
        <w:t>440.9376</w:t>
      </w:r>
      <w:r>
        <w:tab/>
        <w:t>2.025e0</w:t>
      </w:r>
    </w:p>
    <w:p w:rsidR="005B0461" w:rsidRDefault="005B0461" w:rsidP="005B0461">
      <w:r>
        <w:t>440.9715</w:t>
      </w:r>
      <w:r>
        <w:tab/>
        <w:t>1.013e0</w:t>
      </w:r>
    </w:p>
    <w:p w:rsidR="005B0461" w:rsidRDefault="005B0461" w:rsidP="005B0461">
      <w:r>
        <w:t>440.9751</w:t>
      </w:r>
      <w:r>
        <w:tab/>
        <w:t>2.025e0</w:t>
      </w:r>
    </w:p>
    <w:p w:rsidR="005B0461" w:rsidRDefault="005B0461" w:rsidP="005B0461">
      <w:r>
        <w:t>440.9923</w:t>
      </w:r>
      <w:r>
        <w:tab/>
        <w:t>1.388e0</w:t>
      </w:r>
    </w:p>
    <w:p w:rsidR="005B0461" w:rsidRDefault="005B0461" w:rsidP="005B0461">
      <w:r>
        <w:t>441.0033</w:t>
      </w:r>
      <w:r>
        <w:tab/>
        <w:t>1.013e0</w:t>
      </w:r>
    </w:p>
    <w:p w:rsidR="005B0461" w:rsidRDefault="005B0461" w:rsidP="005B0461">
      <w:r>
        <w:t>441.0567</w:t>
      </w:r>
      <w:r>
        <w:tab/>
        <w:t>2.797e0</w:t>
      </w:r>
    </w:p>
    <w:p w:rsidR="005B0461" w:rsidRDefault="005B0461" w:rsidP="005B0461">
      <w:r>
        <w:t>441.0591</w:t>
      </w:r>
      <w:r>
        <w:tab/>
        <w:t>1.104e0</w:t>
      </w:r>
    </w:p>
    <w:p w:rsidR="005B0461" w:rsidRDefault="005B0461" w:rsidP="005B0461">
      <w:r>
        <w:t>441.0750</w:t>
      </w:r>
      <w:r>
        <w:tab/>
        <w:t>3.377e0</w:t>
      </w:r>
    </w:p>
    <w:p w:rsidR="005B0461" w:rsidRDefault="005B0461" w:rsidP="005B0461">
      <w:r>
        <w:lastRenderedPageBreak/>
        <w:t>441.0806</w:t>
      </w:r>
      <w:r>
        <w:tab/>
        <w:t>3.945e0</w:t>
      </w:r>
    </w:p>
    <w:p w:rsidR="005B0461" w:rsidRDefault="005B0461" w:rsidP="005B0461">
      <w:r>
        <w:t>441.0959</w:t>
      </w:r>
      <w:r>
        <w:tab/>
        <w:t>5.070e0</w:t>
      </w:r>
    </w:p>
    <w:p w:rsidR="005B0461" w:rsidRDefault="005B0461" w:rsidP="005B0461">
      <w:r>
        <w:t>441.1646</w:t>
      </w:r>
      <w:r>
        <w:tab/>
        <w:t>3.021e0</w:t>
      </w:r>
    </w:p>
    <w:p w:rsidR="005B0461" w:rsidRDefault="005B0461" w:rsidP="005B0461">
      <w:r>
        <w:t>441.1801</w:t>
      </w:r>
      <w:r>
        <w:tab/>
        <w:t>5.092e0</w:t>
      </w:r>
    </w:p>
    <w:p w:rsidR="005B0461" w:rsidRDefault="005B0461" w:rsidP="005B0461">
      <w:r>
        <w:t>441.1888</w:t>
      </w:r>
      <w:r>
        <w:tab/>
        <w:t>5.063e0</w:t>
      </w:r>
    </w:p>
    <w:p w:rsidR="005B0461" w:rsidRDefault="005B0461" w:rsidP="005B0461">
      <w:r>
        <w:t>441.2256</w:t>
      </w:r>
      <w:r>
        <w:tab/>
        <w:t>3.858e0</w:t>
      </w:r>
    </w:p>
    <w:p w:rsidR="005B0461" w:rsidRDefault="005B0461" w:rsidP="005B0461">
      <w:r>
        <w:t>441.2312</w:t>
      </w:r>
      <w:r>
        <w:tab/>
        <w:t>4.699e0</w:t>
      </w:r>
    </w:p>
    <w:p w:rsidR="005B0461" w:rsidRDefault="005B0461" w:rsidP="005B0461">
      <w:r>
        <w:t>441.2325</w:t>
      </w:r>
      <w:r>
        <w:tab/>
        <w:t>5.063e0</w:t>
      </w:r>
    </w:p>
    <w:p w:rsidR="005B0461" w:rsidRDefault="005B0461" w:rsidP="005B0461">
      <w:r>
        <w:t>441.2454</w:t>
      </w:r>
      <w:r>
        <w:tab/>
        <w:t>3.497e0</w:t>
      </w:r>
    </w:p>
    <w:p w:rsidR="005B0461" w:rsidRDefault="005B0461" w:rsidP="005B0461">
      <w:r>
        <w:t>441.3110</w:t>
      </w:r>
      <w:r>
        <w:tab/>
        <w:t>5.270e0</w:t>
      </w:r>
    </w:p>
    <w:p w:rsidR="005B0461" w:rsidRDefault="005B0461" w:rsidP="005B0461">
      <w:r>
        <w:t>441.3221</w:t>
      </w:r>
      <w:r>
        <w:tab/>
        <w:t>4.946e0</w:t>
      </w:r>
    </w:p>
    <w:p w:rsidR="005B0461" w:rsidRDefault="005B0461" w:rsidP="005B0461">
      <w:r>
        <w:t>441.3395</w:t>
      </w:r>
      <w:r>
        <w:tab/>
        <w:t>5.963e0</w:t>
      </w:r>
    </w:p>
    <w:p w:rsidR="005B0461" w:rsidRDefault="005B0461" w:rsidP="005B0461">
      <w:r>
        <w:t>441.3668</w:t>
      </w:r>
      <w:r>
        <w:tab/>
        <w:t>1.013e0</w:t>
      </w:r>
    </w:p>
    <w:p w:rsidR="005B0461" w:rsidRDefault="005B0461" w:rsidP="005B0461">
      <w:r>
        <w:t>441.4220</w:t>
      </w:r>
      <w:r>
        <w:tab/>
        <w:t>2.025e0</w:t>
      </w:r>
    </w:p>
    <w:p w:rsidR="005B0461" w:rsidRDefault="005B0461" w:rsidP="005B0461">
      <w:r>
        <w:t>441.4270</w:t>
      </w:r>
      <w:r>
        <w:tab/>
        <w:t>2.025e0</w:t>
      </w:r>
    </w:p>
    <w:p w:rsidR="005B0461" w:rsidRDefault="005B0461" w:rsidP="005B0461">
      <w:r>
        <w:t>441.4341</w:t>
      </w:r>
      <w:r>
        <w:tab/>
        <w:t>1.013e0</w:t>
      </w:r>
    </w:p>
    <w:p w:rsidR="005B0461" w:rsidRDefault="005B0461" w:rsidP="005B0461">
      <w:r>
        <w:t>441.4923</w:t>
      </w:r>
      <w:r>
        <w:tab/>
        <w:t>3.038e0</w:t>
      </w:r>
    </w:p>
    <w:p w:rsidR="005B0461" w:rsidRDefault="005B0461" w:rsidP="005B0461">
      <w:r>
        <w:t>441.5060</w:t>
      </w:r>
      <w:r>
        <w:tab/>
        <w:t>1.013e0</w:t>
      </w:r>
    </w:p>
    <w:p w:rsidR="005B0461" w:rsidRDefault="005B0461" w:rsidP="005B0461">
      <w:r>
        <w:t>441.5215</w:t>
      </w:r>
      <w:r>
        <w:tab/>
        <w:t>1.013e0</w:t>
      </w:r>
    </w:p>
    <w:p w:rsidR="005B0461" w:rsidRDefault="005B0461" w:rsidP="005B0461">
      <w:r>
        <w:lastRenderedPageBreak/>
        <w:t>441.5588</w:t>
      </w:r>
      <w:r>
        <w:tab/>
        <w:t>2.025e0</w:t>
      </w:r>
    </w:p>
    <w:p w:rsidR="005B0461" w:rsidRDefault="005B0461" w:rsidP="005B0461">
      <w:r>
        <w:t>441.6385</w:t>
      </w:r>
      <w:r>
        <w:tab/>
        <w:t>1.013e0</w:t>
      </w:r>
    </w:p>
    <w:p w:rsidR="005B0461" w:rsidRDefault="005B0461" w:rsidP="005B0461">
      <w:r>
        <w:t>441.6566</w:t>
      </w:r>
      <w:r>
        <w:tab/>
        <w:t>1.013e0</w:t>
      </w:r>
    </w:p>
    <w:p w:rsidR="005B0461" w:rsidRDefault="005B0461" w:rsidP="005B0461">
      <w:r>
        <w:t>441.7227</w:t>
      </w:r>
      <w:r>
        <w:tab/>
        <w:t>1.013e0</w:t>
      </w:r>
    </w:p>
    <w:p w:rsidR="005B0461" w:rsidRDefault="005B0461" w:rsidP="005B0461">
      <w:r>
        <w:t>441.7678</w:t>
      </w:r>
      <w:r>
        <w:tab/>
        <w:t>3.038e0</w:t>
      </w:r>
    </w:p>
    <w:p w:rsidR="005B0461" w:rsidRDefault="005B0461" w:rsidP="005B0461">
      <w:r>
        <w:t>441.8128</w:t>
      </w:r>
      <w:r>
        <w:tab/>
        <w:t>2.025e0</w:t>
      </w:r>
    </w:p>
    <w:p w:rsidR="005B0461" w:rsidRDefault="005B0461" w:rsidP="005B0461">
      <w:r>
        <w:t>441.8181</w:t>
      </w:r>
      <w:r>
        <w:tab/>
        <w:t>1.013e0</w:t>
      </w:r>
    </w:p>
    <w:p w:rsidR="005B0461" w:rsidRDefault="005B0461" w:rsidP="005B0461">
      <w:r>
        <w:t>441.8970</w:t>
      </w:r>
      <w:r>
        <w:tab/>
        <w:t>2.025e0</w:t>
      </w:r>
    </w:p>
    <w:p w:rsidR="005B0461" w:rsidRDefault="005B0461" w:rsidP="005B0461">
      <w:r>
        <w:t>441.9266</w:t>
      </w:r>
      <w:r>
        <w:tab/>
        <w:t>2.233e0</w:t>
      </w:r>
    </w:p>
    <w:p w:rsidR="005B0461" w:rsidRDefault="005B0461" w:rsidP="005B0461">
      <w:r>
        <w:t>441.9336</w:t>
      </w:r>
      <w:r>
        <w:tab/>
        <w:t>3.038e0</w:t>
      </w:r>
    </w:p>
    <w:p w:rsidR="005B0461" w:rsidRDefault="005B0461" w:rsidP="005B0461">
      <w:r>
        <w:t>441.9609</w:t>
      </w:r>
      <w:r>
        <w:tab/>
        <w:t>4.051e0</w:t>
      </w:r>
    </w:p>
    <w:p w:rsidR="005B0461" w:rsidRDefault="005B0461" w:rsidP="005B0461">
      <w:r>
        <w:t>441.9706</w:t>
      </w:r>
      <w:r>
        <w:tab/>
        <w:t>1.013e0</w:t>
      </w:r>
    </w:p>
    <w:p w:rsidR="005B0461" w:rsidRDefault="005B0461" w:rsidP="005B0461">
      <w:r>
        <w:t>441.9818</w:t>
      </w:r>
      <w:r>
        <w:tab/>
        <w:t>2.025e0</w:t>
      </w:r>
    </w:p>
    <w:p w:rsidR="005B0461" w:rsidRDefault="005B0461" w:rsidP="005B0461">
      <w:r>
        <w:t>442.0480</w:t>
      </w:r>
      <w:r>
        <w:tab/>
        <w:t>1.290e0</w:t>
      </w:r>
    </w:p>
    <w:p w:rsidR="005B0461" w:rsidRDefault="005B0461" w:rsidP="005B0461">
      <w:r>
        <w:t>442.0517</w:t>
      </w:r>
      <w:r>
        <w:tab/>
        <w:t>2.699e0</w:t>
      </w:r>
    </w:p>
    <w:p w:rsidR="005B0461" w:rsidRDefault="005B0461" w:rsidP="005B0461">
      <w:r>
        <w:t>442.0790</w:t>
      </w:r>
      <w:r>
        <w:tab/>
        <w:t>1.135e0</w:t>
      </w:r>
    </w:p>
    <w:p w:rsidR="005B0461" w:rsidRDefault="005B0461" w:rsidP="005B0461">
      <w:r>
        <w:t>442.0838</w:t>
      </w:r>
      <w:r>
        <w:tab/>
        <w:t>3.197e0</w:t>
      </w:r>
    </w:p>
    <w:p w:rsidR="005B0461" w:rsidRDefault="005B0461" w:rsidP="005B0461">
      <w:r>
        <w:t>442.1592</w:t>
      </w:r>
      <w:r>
        <w:tab/>
        <w:t>7.818e0</w:t>
      </w:r>
    </w:p>
    <w:p w:rsidR="005B0461" w:rsidRDefault="005B0461" w:rsidP="005B0461">
      <w:r>
        <w:t>442.1720</w:t>
      </w:r>
      <w:r>
        <w:tab/>
        <w:t>1.013e0</w:t>
      </w:r>
    </w:p>
    <w:p w:rsidR="005B0461" w:rsidRDefault="005B0461" w:rsidP="005B0461">
      <w:r>
        <w:lastRenderedPageBreak/>
        <w:t>442.2477</w:t>
      </w:r>
      <w:r>
        <w:tab/>
        <w:t>1.253e0</w:t>
      </w:r>
    </w:p>
    <w:p w:rsidR="005B0461" w:rsidRDefault="005B0461" w:rsidP="005B0461">
      <w:r>
        <w:t>442.2612</w:t>
      </w:r>
      <w:r>
        <w:tab/>
        <w:t>2.025e0</w:t>
      </w:r>
    </w:p>
    <w:p w:rsidR="005B0461" w:rsidRDefault="005B0461" w:rsidP="005B0461">
      <w:r>
        <w:t>442.2676</w:t>
      </w:r>
      <w:r>
        <w:tab/>
        <w:t>2.234e0</w:t>
      </w:r>
    </w:p>
    <w:p w:rsidR="005B0461" w:rsidRDefault="005B0461" w:rsidP="005B0461">
      <w:r>
        <w:t>442.3022</w:t>
      </w:r>
      <w:r>
        <w:tab/>
        <w:t>1.699e0</w:t>
      </w:r>
    </w:p>
    <w:p w:rsidR="005B0461" w:rsidRDefault="005B0461" w:rsidP="005B0461">
      <w:r>
        <w:t>442.3190</w:t>
      </w:r>
      <w:r>
        <w:tab/>
        <w:t>2.514e0</w:t>
      </w:r>
    </w:p>
    <w:p w:rsidR="005B0461" w:rsidRDefault="005B0461" w:rsidP="005B0461">
      <w:r>
        <w:t>442.3488</w:t>
      </w:r>
      <w:r>
        <w:tab/>
        <w:t>6.586e0</w:t>
      </w:r>
    </w:p>
    <w:p w:rsidR="005B0461" w:rsidRDefault="005B0461" w:rsidP="005B0461">
      <w:r>
        <w:t>442.3682</w:t>
      </w:r>
      <w:r>
        <w:tab/>
        <w:t>4.859e0</w:t>
      </w:r>
    </w:p>
    <w:p w:rsidR="005B0461" w:rsidRDefault="005B0461" w:rsidP="005B0461">
      <w:r>
        <w:t>442.3933</w:t>
      </w:r>
      <w:r>
        <w:tab/>
        <w:t>2.025e0</w:t>
      </w:r>
    </w:p>
    <w:p w:rsidR="005B0461" w:rsidRDefault="005B0461" w:rsidP="005B0461">
      <w:r>
        <w:t>442.4026</w:t>
      </w:r>
      <w:r>
        <w:tab/>
        <w:t>1.140e1</w:t>
      </w:r>
    </w:p>
    <w:p w:rsidR="005B0461" w:rsidRDefault="005B0461" w:rsidP="005B0461">
      <w:r>
        <w:t>442.4058</w:t>
      </w:r>
      <w:r>
        <w:tab/>
        <w:t>3.038e0</w:t>
      </w:r>
    </w:p>
    <w:p w:rsidR="005B0461" w:rsidRDefault="005B0461" w:rsidP="005B0461">
      <w:r>
        <w:t>442.4583</w:t>
      </w:r>
      <w:r>
        <w:tab/>
        <w:t>2.025e0</w:t>
      </w:r>
    </w:p>
    <w:p w:rsidR="005B0461" w:rsidRDefault="005B0461" w:rsidP="005B0461">
      <w:r>
        <w:t>442.4603</w:t>
      </w:r>
      <w:r>
        <w:tab/>
        <w:t>1.013e0</w:t>
      </w:r>
    </w:p>
    <w:p w:rsidR="005B0461" w:rsidRDefault="005B0461" w:rsidP="005B0461">
      <w:r>
        <w:t>442.5131</w:t>
      </w:r>
      <w:r>
        <w:tab/>
        <w:t>1.013e0</w:t>
      </w:r>
    </w:p>
    <w:p w:rsidR="005B0461" w:rsidRDefault="005B0461" w:rsidP="005B0461">
      <w:r>
        <w:t>442.5518</w:t>
      </w:r>
      <w:r>
        <w:tab/>
        <w:t>1.013e0</w:t>
      </w:r>
    </w:p>
    <w:p w:rsidR="005B0461" w:rsidRDefault="005B0461" w:rsidP="005B0461">
      <w:r>
        <w:t>442.5571</w:t>
      </w:r>
      <w:r>
        <w:tab/>
        <w:t>1.013e0</w:t>
      </w:r>
    </w:p>
    <w:p w:rsidR="005B0461" w:rsidRDefault="005B0461" w:rsidP="005B0461">
      <w:r>
        <w:t>442.5746</w:t>
      </w:r>
      <w:r>
        <w:tab/>
        <w:t>2.025e0</w:t>
      </w:r>
    </w:p>
    <w:p w:rsidR="005B0461" w:rsidRDefault="005B0461" w:rsidP="005B0461">
      <w:r>
        <w:t>442.6216</w:t>
      </w:r>
      <w:r>
        <w:tab/>
        <w:t>1.013e0</w:t>
      </w:r>
    </w:p>
    <w:p w:rsidR="005B0461" w:rsidRDefault="005B0461" w:rsidP="005B0461">
      <w:r>
        <w:t>442.6362</w:t>
      </w:r>
      <w:r>
        <w:tab/>
        <w:t>1.013e0</w:t>
      </w:r>
    </w:p>
    <w:p w:rsidR="005B0461" w:rsidRDefault="005B0461" w:rsidP="005B0461">
      <w:r>
        <w:t>442.6684</w:t>
      </w:r>
      <w:r>
        <w:tab/>
        <w:t>2.025e0</w:t>
      </w:r>
    </w:p>
    <w:p w:rsidR="005B0461" w:rsidRDefault="005B0461" w:rsidP="005B0461">
      <w:r>
        <w:lastRenderedPageBreak/>
        <w:t>442.6782</w:t>
      </w:r>
      <w:r>
        <w:tab/>
        <w:t>2.025e0</w:t>
      </w:r>
    </w:p>
    <w:p w:rsidR="005B0461" w:rsidRDefault="005B0461" w:rsidP="005B0461">
      <w:r>
        <w:t>442.6914</w:t>
      </w:r>
      <w:r>
        <w:tab/>
        <w:t>1.013e0</w:t>
      </w:r>
    </w:p>
    <w:p w:rsidR="005B0461" w:rsidRDefault="005B0461" w:rsidP="005B0461">
      <w:r>
        <w:t>442.7017</w:t>
      </w:r>
      <w:r>
        <w:tab/>
        <w:t>3.038e0</w:t>
      </w:r>
    </w:p>
    <w:p w:rsidR="005B0461" w:rsidRDefault="005B0461" w:rsidP="005B0461">
      <w:r>
        <w:t>442.7535</w:t>
      </w:r>
      <w:r>
        <w:tab/>
        <w:t>1.013e0</w:t>
      </w:r>
    </w:p>
    <w:p w:rsidR="005B0461" w:rsidRDefault="005B0461" w:rsidP="005B0461">
      <w:r>
        <w:t>442.7690</w:t>
      </w:r>
      <w:r>
        <w:tab/>
        <w:t>2.025e0</w:t>
      </w:r>
    </w:p>
    <w:p w:rsidR="005B0461" w:rsidRDefault="005B0461" w:rsidP="005B0461">
      <w:r>
        <w:t>442.7763</w:t>
      </w:r>
      <w:r>
        <w:tab/>
        <w:t>1.013e0</w:t>
      </w:r>
    </w:p>
    <w:p w:rsidR="005B0461" w:rsidRDefault="005B0461" w:rsidP="005B0461">
      <w:r>
        <w:t>442.7797</w:t>
      </w:r>
      <w:r>
        <w:tab/>
        <w:t>1.013e0</w:t>
      </w:r>
    </w:p>
    <w:p w:rsidR="005B0461" w:rsidRDefault="005B0461" w:rsidP="005B0461">
      <w:r>
        <w:t>442.8110</w:t>
      </w:r>
      <w:r>
        <w:tab/>
        <w:t>2.025e0</w:t>
      </w:r>
    </w:p>
    <w:p w:rsidR="005B0461" w:rsidRDefault="005B0461" w:rsidP="005B0461">
      <w:r>
        <w:t>442.8325</w:t>
      </w:r>
      <w:r>
        <w:tab/>
        <w:t>4.051e0</w:t>
      </w:r>
    </w:p>
    <w:p w:rsidR="005B0461" w:rsidRDefault="005B0461" w:rsidP="005B0461">
      <w:r>
        <w:t>442.8662</w:t>
      </w:r>
      <w:r>
        <w:tab/>
        <w:t>3.038e0</w:t>
      </w:r>
    </w:p>
    <w:p w:rsidR="005B0461" w:rsidRDefault="005B0461" w:rsidP="005B0461">
      <w:r>
        <w:t>442.9031</w:t>
      </w:r>
      <w:r>
        <w:tab/>
        <w:t>3.038e0</w:t>
      </w:r>
    </w:p>
    <w:p w:rsidR="005B0461" w:rsidRDefault="005B0461" w:rsidP="005B0461">
      <w:r>
        <w:t>442.9319</w:t>
      </w:r>
      <w:r>
        <w:tab/>
        <w:t>1.013e0</w:t>
      </w:r>
    </w:p>
    <w:p w:rsidR="005B0461" w:rsidRDefault="005B0461" w:rsidP="005B0461">
      <w:r>
        <w:t>442.9513</w:t>
      </w:r>
      <w:r>
        <w:tab/>
        <w:t>3.038e0</w:t>
      </w:r>
    </w:p>
    <w:p w:rsidR="005B0461" w:rsidRDefault="005B0461" w:rsidP="005B0461">
      <w:r>
        <w:t>442.9985</w:t>
      </w:r>
      <w:r>
        <w:tab/>
        <w:t>1.013e0</w:t>
      </w:r>
    </w:p>
    <w:p w:rsidR="005B0461" w:rsidRDefault="005B0461" w:rsidP="005B0461">
      <w:r>
        <w:t>443.0244</w:t>
      </w:r>
      <w:r>
        <w:tab/>
        <w:t>2.729e0</w:t>
      </w:r>
    </w:p>
    <w:p w:rsidR="005B0461" w:rsidRDefault="005B0461" w:rsidP="005B0461">
      <w:r>
        <w:t>443.0823</w:t>
      </w:r>
      <w:r>
        <w:tab/>
        <w:t>6.184e0</w:t>
      </w:r>
    </w:p>
    <w:p w:rsidR="005B0461" w:rsidRDefault="005B0461" w:rsidP="005B0461">
      <w:r>
        <w:t>443.0839</w:t>
      </w:r>
      <w:r>
        <w:tab/>
        <w:t>3.197e0</w:t>
      </w:r>
    </w:p>
    <w:p w:rsidR="005B0461" w:rsidRDefault="005B0461" w:rsidP="005B0461">
      <w:r>
        <w:t>443.0994</w:t>
      </w:r>
      <w:r>
        <w:tab/>
        <w:t>3.231e0</w:t>
      </w:r>
    </w:p>
    <w:p w:rsidR="005B0461" w:rsidRDefault="005B0461" w:rsidP="005B0461">
      <w:r>
        <w:t>443.1280</w:t>
      </w:r>
      <w:r>
        <w:tab/>
        <w:t>3.024e0</w:t>
      </w:r>
    </w:p>
    <w:p w:rsidR="005B0461" w:rsidRDefault="005B0461" w:rsidP="005B0461">
      <w:r>
        <w:lastRenderedPageBreak/>
        <w:t>443.1851</w:t>
      </w:r>
      <w:r>
        <w:tab/>
        <w:t>3.989e0</w:t>
      </w:r>
    </w:p>
    <w:p w:rsidR="005B0461" w:rsidRDefault="005B0461" w:rsidP="005B0461">
      <w:r>
        <w:t>443.2115</w:t>
      </w:r>
      <w:r>
        <w:tab/>
        <w:t>2.903e0</w:t>
      </w:r>
    </w:p>
    <w:p w:rsidR="005B0461" w:rsidRDefault="005B0461" w:rsidP="005B0461">
      <w:r>
        <w:t>443.2145</w:t>
      </w:r>
      <w:r>
        <w:tab/>
        <w:t>5.832e0</w:t>
      </w:r>
    </w:p>
    <w:p w:rsidR="005B0461" w:rsidRDefault="005B0461" w:rsidP="005B0461">
      <w:r>
        <w:t>443.2465</w:t>
      </w:r>
      <w:r>
        <w:tab/>
        <w:t>4.620e0</w:t>
      </w:r>
    </w:p>
    <w:p w:rsidR="005B0461" w:rsidRDefault="005B0461" w:rsidP="005B0461">
      <w:r>
        <w:t>443.2770</w:t>
      </w:r>
      <w:r>
        <w:tab/>
        <w:t>2.799e0</w:t>
      </w:r>
    </w:p>
    <w:p w:rsidR="005B0461" w:rsidRDefault="005B0461" w:rsidP="005B0461">
      <w:r>
        <w:t>443.2957</w:t>
      </w:r>
      <w:r>
        <w:tab/>
        <w:t>3.189e0</w:t>
      </w:r>
    </w:p>
    <w:p w:rsidR="005B0461" w:rsidRDefault="005B0461" w:rsidP="005B0461">
      <w:r>
        <w:t>443.3108</w:t>
      </w:r>
      <w:r>
        <w:tab/>
        <w:t>2.885e0</w:t>
      </w:r>
    </w:p>
    <w:p w:rsidR="005B0461" w:rsidRDefault="005B0461" w:rsidP="005B0461">
      <w:r>
        <w:t>443.3170</w:t>
      </w:r>
      <w:r>
        <w:tab/>
        <w:t>3.038e0</w:t>
      </w:r>
    </w:p>
    <w:p w:rsidR="005B0461" w:rsidRDefault="005B0461" w:rsidP="005B0461">
      <w:r>
        <w:t>443.3388</w:t>
      </w:r>
      <w:r>
        <w:tab/>
        <w:t>4.545e0</w:t>
      </w:r>
    </w:p>
    <w:p w:rsidR="005B0461" w:rsidRDefault="005B0461" w:rsidP="005B0461">
      <w:r>
        <w:t>443.3432</w:t>
      </w:r>
      <w:r>
        <w:tab/>
        <w:t>9.693e0</w:t>
      </w:r>
    </w:p>
    <w:p w:rsidR="005B0461" w:rsidRDefault="005B0461" w:rsidP="005B0461">
      <w:r>
        <w:t>443.3502</w:t>
      </w:r>
      <w:r>
        <w:tab/>
        <w:t>3.038e0</w:t>
      </w:r>
    </w:p>
    <w:p w:rsidR="005B0461" w:rsidRDefault="005B0461" w:rsidP="005B0461">
      <w:r>
        <w:t>443.3781</w:t>
      </w:r>
      <w:r>
        <w:tab/>
        <w:t>2.025e0</w:t>
      </w:r>
    </w:p>
    <w:p w:rsidR="005B0461" w:rsidRDefault="005B0461" w:rsidP="005B0461">
      <w:r>
        <w:t>443.3900</w:t>
      </w:r>
      <w:r>
        <w:tab/>
        <w:t>3.038e0</w:t>
      </w:r>
    </w:p>
    <w:p w:rsidR="005B0461" w:rsidRDefault="005B0461" w:rsidP="005B0461">
      <w:r>
        <w:t>443.4110</w:t>
      </w:r>
      <w:r>
        <w:tab/>
        <w:t>1.791e0</w:t>
      </w:r>
    </w:p>
    <w:p w:rsidR="005B0461" w:rsidRDefault="005B0461" w:rsidP="005B0461">
      <w:r>
        <w:t>443.4367</w:t>
      </w:r>
      <w:r>
        <w:tab/>
        <w:t>1.013e0</w:t>
      </w:r>
    </w:p>
    <w:p w:rsidR="005B0461" w:rsidRDefault="005B0461" w:rsidP="005B0461">
      <w:r>
        <w:t>443.4911</w:t>
      </w:r>
      <w:r>
        <w:tab/>
        <w:t>4.051e0</w:t>
      </w:r>
    </w:p>
    <w:p w:rsidR="005B0461" w:rsidRDefault="005B0461" w:rsidP="005B0461">
      <w:r>
        <w:t>443.4975</w:t>
      </w:r>
      <w:r>
        <w:tab/>
        <w:t>1.013e0</w:t>
      </w:r>
    </w:p>
    <w:p w:rsidR="005B0461" w:rsidRDefault="005B0461" w:rsidP="005B0461">
      <w:r>
        <w:t>443.5183</w:t>
      </w:r>
      <w:r>
        <w:tab/>
        <w:t>2.025e0</w:t>
      </w:r>
    </w:p>
    <w:p w:rsidR="005B0461" w:rsidRDefault="005B0461" w:rsidP="005B0461">
      <w:r>
        <w:t>443.5455</w:t>
      </w:r>
      <w:r>
        <w:tab/>
        <w:t>1.013e0</w:t>
      </w:r>
    </w:p>
    <w:p w:rsidR="005B0461" w:rsidRDefault="005B0461" w:rsidP="005B0461">
      <w:r>
        <w:lastRenderedPageBreak/>
        <w:t>443.6076</w:t>
      </w:r>
      <w:r>
        <w:tab/>
        <w:t>1.013e0</w:t>
      </w:r>
    </w:p>
    <w:p w:rsidR="005B0461" w:rsidRDefault="005B0461" w:rsidP="005B0461">
      <w:r>
        <w:t>443.6653</w:t>
      </w:r>
      <w:r>
        <w:tab/>
        <w:t>2.025e0</w:t>
      </w:r>
    </w:p>
    <w:p w:rsidR="005B0461" w:rsidRDefault="005B0461" w:rsidP="005B0461">
      <w:r>
        <w:t>443.6771</w:t>
      </w:r>
      <w:r>
        <w:tab/>
        <w:t>1.013e0</w:t>
      </w:r>
    </w:p>
    <w:p w:rsidR="005B0461" w:rsidRDefault="005B0461" w:rsidP="005B0461">
      <w:r>
        <w:t>443.7377</w:t>
      </w:r>
      <w:r>
        <w:tab/>
        <w:t>3.038e0</w:t>
      </w:r>
    </w:p>
    <w:p w:rsidR="005B0461" w:rsidRDefault="005B0461" w:rsidP="005B0461">
      <w:r>
        <w:t>443.7415</w:t>
      </w:r>
      <w:r>
        <w:tab/>
        <w:t>1.013e0</w:t>
      </w:r>
    </w:p>
    <w:p w:rsidR="005B0461" w:rsidRDefault="005B0461" w:rsidP="005B0461">
      <w:r>
        <w:t>443.7438</w:t>
      </w:r>
      <w:r>
        <w:tab/>
        <w:t>2.025e0</w:t>
      </w:r>
    </w:p>
    <w:p w:rsidR="005B0461" w:rsidRDefault="005B0461" w:rsidP="005B0461">
      <w:r>
        <w:t>443.7553</w:t>
      </w:r>
      <w:r>
        <w:tab/>
        <w:t>1.013e0</w:t>
      </w:r>
    </w:p>
    <w:p w:rsidR="005B0461" w:rsidRDefault="005B0461" w:rsidP="005B0461">
      <w:r>
        <w:t>443.7959</w:t>
      </w:r>
      <w:r>
        <w:tab/>
        <w:t>2.025e0</w:t>
      </w:r>
    </w:p>
    <w:p w:rsidR="005B0461" w:rsidRDefault="005B0461" w:rsidP="005B0461">
      <w:r>
        <w:t>443.8023</w:t>
      </w:r>
      <w:r>
        <w:tab/>
        <w:t>2.025e0</w:t>
      </w:r>
    </w:p>
    <w:p w:rsidR="005B0461" w:rsidRDefault="005B0461" w:rsidP="005B0461">
      <w:r>
        <w:t>443.8219</w:t>
      </w:r>
      <w:r>
        <w:tab/>
        <w:t>2.025e0</w:t>
      </w:r>
    </w:p>
    <w:p w:rsidR="005B0461" w:rsidRDefault="005B0461" w:rsidP="005B0461">
      <w:r>
        <w:t>443.8564</w:t>
      </w:r>
      <w:r>
        <w:tab/>
        <w:t>1.013e0</w:t>
      </w:r>
    </w:p>
    <w:p w:rsidR="005B0461" w:rsidRDefault="005B0461" w:rsidP="005B0461">
      <w:r>
        <w:t>443.8953</w:t>
      </w:r>
      <w:r>
        <w:tab/>
        <w:t>1.013e0</w:t>
      </w:r>
    </w:p>
    <w:p w:rsidR="005B0461" w:rsidRDefault="005B0461" w:rsidP="005B0461">
      <w:r>
        <w:t>443.9006</w:t>
      </w:r>
      <w:r>
        <w:tab/>
        <w:t>2.025e0</w:t>
      </w:r>
    </w:p>
    <w:p w:rsidR="005B0461" w:rsidRDefault="005B0461" w:rsidP="005B0461">
      <w:r>
        <w:t>443.9093</w:t>
      </w:r>
      <w:r>
        <w:tab/>
        <w:t>3.038e0</w:t>
      </w:r>
    </w:p>
    <w:p w:rsidR="005B0461" w:rsidRDefault="005B0461" w:rsidP="005B0461">
      <w:r>
        <w:t>443.9497</w:t>
      </w:r>
      <w:r>
        <w:tab/>
        <w:t>3.038e0</w:t>
      </w:r>
    </w:p>
    <w:p w:rsidR="005B0461" w:rsidRDefault="005B0461" w:rsidP="005B0461">
      <w:r>
        <w:t>444.0000</w:t>
      </w:r>
      <w:r>
        <w:tab/>
        <w:t>1.013e0</w:t>
      </w:r>
    </w:p>
    <w:p w:rsidR="005B0461" w:rsidRDefault="005B0461" w:rsidP="005B0461">
      <w:r>
        <w:t>444.0142</w:t>
      </w:r>
      <w:r>
        <w:tab/>
        <w:t>2.025e0</w:t>
      </w:r>
    </w:p>
    <w:p w:rsidR="005B0461" w:rsidRDefault="005B0461" w:rsidP="005B0461">
      <w:r>
        <w:t>444.0238</w:t>
      </w:r>
      <w:r>
        <w:tab/>
        <w:t>1.530e0</w:t>
      </w:r>
    </w:p>
    <w:p w:rsidR="005B0461" w:rsidRDefault="005B0461" w:rsidP="005B0461">
      <w:r>
        <w:t>444.0733</w:t>
      </w:r>
      <w:r>
        <w:tab/>
        <w:t>2.306e0</w:t>
      </w:r>
    </w:p>
    <w:p w:rsidR="005B0461" w:rsidRDefault="005B0461" w:rsidP="005B0461">
      <w:r>
        <w:lastRenderedPageBreak/>
        <w:t>444.1270</w:t>
      </w:r>
      <w:r>
        <w:tab/>
        <w:t>1.407e1</w:t>
      </w:r>
    </w:p>
    <w:p w:rsidR="005B0461" w:rsidRDefault="005B0461" w:rsidP="005B0461">
      <w:r>
        <w:t>444.1317</w:t>
      </w:r>
      <w:r>
        <w:tab/>
        <w:t>3.368e1</w:t>
      </w:r>
    </w:p>
    <w:p w:rsidR="005B0461" w:rsidRDefault="005B0461" w:rsidP="005B0461">
      <w:r>
        <w:t>444.1337</w:t>
      </w:r>
      <w:r>
        <w:tab/>
        <w:t>2.564e1</w:t>
      </w:r>
    </w:p>
    <w:p w:rsidR="005B0461" w:rsidRDefault="005B0461" w:rsidP="005B0461">
      <w:r>
        <w:t>444.1372</w:t>
      </w:r>
      <w:r>
        <w:tab/>
        <w:t>2.498e1</w:t>
      </w:r>
    </w:p>
    <w:p w:rsidR="005B0461" w:rsidRDefault="005B0461" w:rsidP="005B0461">
      <w:r>
        <w:t>444.1975</w:t>
      </w:r>
      <w:r>
        <w:tab/>
        <w:t>1.013e0</w:t>
      </w:r>
    </w:p>
    <w:p w:rsidR="005B0461" w:rsidRDefault="005B0461" w:rsidP="005B0461">
      <w:r>
        <w:t>444.2186</w:t>
      </w:r>
      <w:r>
        <w:tab/>
        <w:t>3.038e0</w:t>
      </w:r>
    </w:p>
    <w:p w:rsidR="005B0461" w:rsidRDefault="005B0461" w:rsidP="005B0461">
      <w:r>
        <w:t>444.2267</w:t>
      </w:r>
      <w:r>
        <w:tab/>
        <w:t>2.856e0</w:t>
      </w:r>
    </w:p>
    <w:p w:rsidR="005B0461" w:rsidRDefault="005B0461" w:rsidP="005B0461">
      <w:r>
        <w:t>444.2451</w:t>
      </w:r>
      <w:r>
        <w:tab/>
        <w:t>1.496e0</w:t>
      </w:r>
    </w:p>
    <w:p w:rsidR="005B0461" w:rsidRDefault="005B0461" w:rsidP="005B0461">
      <w:r>
        <w:t>444.2804</w:t>
      </w:r>
      <w:r>
        <w:tab/>
        <w:t>3.127e0</w:t>
      </w:r>
    </w:p>
    <w:p w:rsidR="005B0461" w:rsidRDefault="005B0461" w:rsidP="005B0461">
      <w:r>
        <w:t>444.2818</w:t>
      </w:r>
      <w:r>
        <w:tab/>
        <w:t>2.917e0</w:t>
      </w:r>
    </w:p>
    <w:p w:rsidR="005B0461" w:rsidRDefault="005B0461" w:rsidP="005B0461">
      <w:r>
        <w:t>444.2888</w:t>
      </w:r>
      <w:r>
        <w:tab/>
        <w:t>3.766e0</w:t>
      </w:r>
    </w:p>
    <w:p w:rsidR="005B0461" w:rsidRDefault="005B0461" w:rsidP="005B0461">
      <w:r>
        <w:t>444.3015</w:t>
      </w:r>
      <w:r>
        <w:tab/>
        <w:t>1.013e0</w:t>
      </w:r>
    </w:p>
    <w:p w:rsidR="005B0461" w:rsidRDefault="005B0461" w:rsidP="005B0461">
      <w:r>
        <w:t>444.3875</w:t>
      </w:r>
      <w:r>
        <w:tab/>
        <w:t>5.063e0</w:t>
      </w:r>
    </w:p>
    <w:p w:rsidR="005B0461" w:rsidRDefault="005B0461" w:rsidP="005B0461">
      <w:r>
        <w:t>444.3972</w:t>
      </w:r>
      <w:r>
        <w:tab/>
        <w:t>2.025e0</w:t>
      </w:r>
    </w:p>
    <w:p w:rsidR="005B0461" w:rsidRDefault="005B0461" w:rsidP="005B0461">
      <w:r>
        <w:t>444.4073</w:t>
      </w:r>
      <w:r>
        <w:tab/>
        <w:t>4.796e0</w:t>
      </w:r>
    </w:p>
    <w:p w:rsidR="005B0461" w:rsidRDefault="005B0461" w:rsidP="005B0461">
      <w:r>
        <w:t>444.4239</w:t>
      </w:r>
      <w:r>
        <w:tab/>
        <w:t>6.076e0</w:t>
      </w:r>
    </w:p>
    <w:p w:rsidR="005B0461" w:rsidRDefault="005B0461" w:rsidP="005B0461">
      <w:r>
        <w:t>444.5009</w:t>
      </w:r>
      <w:r>
        <w:tab/>
        <w:t>5.181e0</w:t>
      </w:r>
    </w:p>
    <w:p w:rsidR="005B0461" w:rsidRDefault="005B0461" w:rsidP="005B0461">
      <w:r>
        <w:t>444.5099</w:t>
      </w:r>
      <w:r>
        <w:tab/>
        <w:t>3.038e0</w:t>
      </w:r>
    </w:p>
    <w:p w:rsidR="005B0461" w:rsidRDefault="005B0461" w:rsidP="005B0461">
      <w:r>
        <w:t>444.5206</w:t>
      </w:r>
      <w:r>
        <w:tab/>
        <w:t>1.013e0</w:t>
      </w:r>
    </w:p>
    <w:p w:rsidR="005B0461" w:rsidRDefault="005B0461" w:rsidP="005B0461">
      <w:r>
        <w:lastRenderedPageBreak/>
        <w:t>444.5674</w:t>
      </w:r>
      <w:r>
        <w:tab/>
        <w:t>3.038e0</w:t>
      </w:r>
    </w:p>
    <w:p w:rsidR="005B0461" w:rsidRDefault="005B0461" w:rsidP="005B0461">
      <w:r>
        <w:t>444.5912</w:t>
      </w:r>
      <w:r>
        <w:tab/>
        <w:t>4.051e0</w:t>
      </w:r>
    </w:p>
    <w:p w:rsidR="005B0461" w:rsidRDefault="005B0461" w:rsidP="005B0461">
      <w:r>
        <w:t>444.5957</w:t>
      </w:r>
      <w:r>
        <w:tab/>
        <w:t>1.013e0</w:t>
      </w:r>
    </w:p>
    <w:p w:rsidR="005B0461" w:rsidRDefault="005B0461" w:rsidP="005B0461">
      <w:r>
        <w:t>444.6414</w:t>
      </w:r>
      <w:r>
        <w:tab/>
        <w:t>2.025e0</w:t>
      </w:r>
    </w:p>
    <w:p w:rsidR="005B0461" w:rsidRDefault="005B0461" w:rsidP="005B0461">
      <w:r>
        <w:t>444.6501</w:t>
      </w:r>
      <w:r>
        <w:tab/>
        <w:t>3.038e0</w:t>
      </w:r>
    </w:p>
    <w:p w:rsidR="005B0461" w:rsidRDefault="005B0461" w:rsidP="005B0461">
      <w:r>
        <w:t>444.6967</w:t>
      </w:r>
      <w:r>
        <w:tab/>
        <w:t>1.013e0</w:t>
      </w:r>
    </w:p>
    <w:p w:rsidR="005B0461" w:rsidRDefault="005B0461" w:rsidP="005B0461">
      <w:r>
        <w:t>444.7180</w:t>
      </w:r>
      <w:r>
        <w:tab/>
        <w:t>1.013e0</w:t>
      </w:r>
    </w:p>
    <w:p w:rsidR="005B0461" w:rsidRDefault="005B0461" w:rsidP="005B0461">
      <w:r>
        <w:t>444.7398</w:t>
      </w:r>
      <w:r>
        <w:tab/>
        <w:t>2.025e0</w:t>
      </w:r>
    </w:p>
    <w:p w:rsidR="005B0461" w:rsidRDefault="005B0461" w:rsidP="005B0461">
      <w:r>
        <w:t>444.7719</w:t>
      </w:r>
      <w:r>
        <w:tab/>
        <w:t>3.038e0</w:t>
      </w:r>
    </w:p>
    <w:p w:rsidR="005B0461" w:rsidRDefault="005B0461" w:rsidP="005B0461">
      <w:r>
        <w:t>444.7872</w:t>
      </w:r>
      <w:r>
        <w:tab/>
        <w:t>2.025e0</w:t>
      </w:r>
    </w:p>
    <w:p w:rsidR="005B0461" w:rsidRDefault="005B0461" w:rsidP="005B0461">
      <w:r>
        <w:t>444.8254</w:t>
      </w:r>
      <w:r>
        <w:tab/>
        <w:t>4.051e0</w:t>
      </w:r>
    </w:p>
    <w:p w:rsidR="005B0461" w:rsidRDefault="005B0461" w:rsidP="005B0461">
      <w:r>
        <w:t>444.8346</w:t>
      </w:r>
      <w:r>
        <w:tab/>
        <w:t>3.038e0</w:t>
      </w:r>
    </w:p>
    <w:p w:rsidR="005B0461" w:rsidRDefault="005B0461" w:rsidP="005B0461">
      <w:r>
        <w:t>444.8401</w:t>
      </w:r>
      <w:r>
        <w:tab/>
        <w:t>1.013e0</w:t>
      </w:r>
    </w:p>
    <w:p w:rsidR="005B0461" w:rsidRDefault="005B0461" w:rsidP="005B0461">
      <w:r>
        <w:t>444.8527</w:t>
      </w:r>
      <w:r>
        <w:tab/>
        <w:t>1.013e0</w:t>
      </w:r>
    </w:p>
    <w:p w:rsidR="005B0461" w:rsidRDefault="005B0461" w:rsidP="005B0461">
      <w:r>
        <w:t>444.8772</w:t>
      </w:r>
      <w:r>
        <w:tab/>
        <w:t>2.025e0</w:t>
      </w:r>
    </w:p>
    <w:p w:rsidR="005B0461" w:rsidRDefault="005B0461" w:rsidP="005B0461">
      <w:r>
        <w:t>444.9302</w:t>
      </w:r>
      <w:r>
        <w:tab/>
        <w:t>3.038e0</w:t>
      </w:r>
    </w:p>
    <w:p w:rsidR="005B0461" w:rsidRDefault="005B0461" w:rsidP="005B0461">
      <w:r>
        <w:t>444.9406</w:t>
      </w:r>
      <w:r>
        <w:tab/>
        <w:t>1.013e0</w:t>
      </w:r>
    </w:p>
    <w:p w:rsidR="005B0461" w:rsidRDefault="005B0461" w:rsidP="005B0461">
      <w:r>
        <w:t>444.9462</w:t>
      </w:r>
      <w:r>
        <w:tab/>
        <w:t>1.013e0</w:t>
      </w:r>
    </w:p>
    <w:p w:rsidR="005B0461" w:rsidRDefault="005B0461" w:rsidP="005B0461">
      <w:r>
        <w:t>444.9582</w:t>
      </w:r>
      <w:r>
        <w:tab/>
        <w:t>3.038e0</w:t>
      </w:r>
    </w:p>
    <w:p w:rsidR="005B0461" w:rsidRDefault="005B0461" w:rsidP="005B0461">
      <w:r>
        <w:lastRenderedPageBreak/>
        <w:t>445.0042</w:t>
      </w:r>
      <w:r>
        <w:tab/>
        <w:t>2.025e0</w:t>
      </w:r>
    </w:p>
    <w:p w:rsidR="005B0461" w:rsidRDefault="005B0461" w:rsidP="005B0461">
      <w:r>
        <w:t>445.0342</w:t>
      </w:r>
      <w:r>
        <w:tab/>
        <w:t>2.261e0</w:t>
      </w:r>
    </w:p>
    <w:p w:rsidR="005B0461" w:rsidRDefault="005B0461" w:rsidP="005B0461">
      <w:r>
        <w:t>445.0464</w:t>
      </w:r>
      <w:r>
        <w:tab/>
        <w:t>5.062e0</w:t>
      </w:r>
    </w:p>
    <w:p w:rsidR="005B0461" w:rsidRDefault="005B0461" w:rsidP="005B0461">
      <w:r>
        <w:t>445.0903</w:t>
      </w:r>
      <w:r>
        <w:tab/>
        <w:t>6.517e0</w:t>
      </w:r>
    </w:p>
    <w:p w:rsidR="005B0461" w:rsidRDefault="005B0461" w:rsidP="005B0461">
      <w:r>
        <w:t>445.0984</w:t>
      </w:r>
      <w:r>
        <w:tab/>
        <w:t>4.051e0</w:t>
      </w:r>
    </w:p>
    <w:p w:rsidR="005B0461" w:rsidRDefault="005B0461" w:rsidP="005B0461">
      <w:r>
        <w:t>445.1025</w:t>
      </w:r>
      <w:r>
        <w:tab/>
        <w:t>1.766e0</w:t>
      </w:r>
    </w:p>
    <w:p w:rsidR="005B0461" w:rsidRDefault="005B0461" w:rsidP="005B0461">
      <w:r>
        <w:t>445.1232</w:t>
      </w:r>
      <w:r>
        <w:tab/>
        <w:t>6.076e0</w:t>
      </w:r>
    </w:p>
    <w:p w:rsidR="005B0461" w:rsidRDefault="005B0461" w:rsidP="005B0461">
      <w:r>
        <w:t>445.1523</w:t>
      </w:r>
      <w:r>
        <w:tab/>
        <w:t>7.015e0</w:t>
      </w:r>
    </w:p>
    <w:p w:rsidR="005B0461" w:rsidRDefault="005B0461" w:rsidP="005B0461">
      <w:r>
        <w:t>445.1537</w:t>
      </w:r>
      <w:r>
        <w:tab/>
        <w:t>6.487e0</w:t>
      </w:r>
    </w:p>
    <w:p w:rsidR="005B0461" w:rsidRDefault="005B0461" w:rsidP="005B0461">
      <w:r>
        <w:t>445.1986</w:t>
      </w:r>
      <w:r>
        <w:tab/>
        <w:t>5.043e0</w:t>
      </w:r>
    </w:p>
    <w:p w:rsidR="005B0461" w:rsidRDefault="005B0461" w:rsidP="005B0461">
      <w:r>
        <w:t>445.2189</w:t>
      </w:r>
      <w:r>
        <w:tab/>
        <w:t>2.025e0</w:t>
      </w:r>
    </w:p>
    <w:p w:rsidR="005B0461" w:rsidRDefault="005B0461" w:rsidP="005B0461">
      <w:r>
        <w:t>445.2267</w:t>
      </w:r>
      <w:r>
        <w:tab/>
        <w:t>5.814e0</w:t>
      </w:r>
    </w:p>
    <w:p w:rsidR="005B0461" w:rsidRDefault="005B0461" w:rsidP="005B0461">
      <w:r>
        <w:t>445.2914</w:t>
      </w:r>
      <w:r>
        <w:tab/>
        <w:t>1.717e1</w:t>
      </w:r>
    </w:p>
    <w:p w:rsidR="005B0461" w:rsidRDefault="005B0461" w:rsidP="005B0461">
      <w:r>
        <w:t>445.2965</w:t>
      </w:r>
      <w:r>
        <w:tab/>
        <w:t>1.401e1</w:t>
      </w:r>
    </w:p>
    <w:p w:rsidR="005B0461" w:rsidRDefault="005B0461" w:rsidP="005B0461">
      <w:r>
        <w:t>445.3004</w:t>
      </w:r>
      <w:r>
        <w:tab/>
        <w:t>3.528e1</w:t>
      </w:r>
    </w:p>
    <w:p w:rsidR="005B0461" w:rsidRDefault="005B0461" w:rsidP="005B0461">
      <w:r>
        <w:t>445.3582</w:t>
      </w:r>
      <w:r>
        <w:tab/>
        <w:t>3.038e0</w:t>
      </w:r>
    </w:p>
    <w:p w:rsidR="005B0461" w:rsidRDefault="005B0461" w:rsidP="005B0461">
      <w:r>
        <w:t>445.4063</w:t>
      </w:r>
      <w:r>
        <w:tab/>
        <w:t>4.533e0</w:t>
      </w:r>
    </w:p>
    <w:p w:rsidR="005B0461" w:rsidRDefault="005B0461" w:rsidP="005B0461">
      <w:r>
        <w:t>445.4223</w:t>
      </w:r>
      <w:r>
        <w:tab/>
        <w:t>2.025e0</w:t>
      </w:r>
    </w:p>
    <w:p w:rsidR="005B0461" w:rsidRDefault="005B0461" w:rsidP="005B0461">
      <w:r>
        <w:t>445.4577</w:t>
      </w:r>
      <w:r>
        <w:tab/>
        <w:t>1.013e0</w:t>
      </w:r>
    </w:p>
    <w:p w:rsidR="005B0461" w:rsidRDefault="005B0461" w:rsidP="005B0461">
      <w:r>
        <w:lastRenderedPageBreak/>
        <w:t>445.5311</w:t>
      </w:r>
      <w:r>
        <w:tab/>
        <w:t>1.013e0</w:t>
      </w:r>
    </w:p>
    <w:p w:rsidR="005B0461" w:rsidRDefault="005B0461" w:rsidP="005B0461">
      <w:r>
        <w:t>445.5467</w:t>
      </w:r>
      <w:r>
        <w:tab/>
        <w:t>1.013e0</w:t>
      </w:r>
    </w:p>
    <w:p w:rsidR="005B0461" w:rsidRDefault="005B0461" w:rsidP="005B0461">
      <w:r>
        <w:t>445.5762</w:t>
      </w:r>
      <w:r>
        <w:tab/>
        <w:t>2.025e0</w:t>
      </w:r>
    </w:p>
    <w:p w:rsidR="005B0461" w:rsidRDefault="005B0461" w:rsidP="005B0461">
      <w:r>
        <w:t>445.5857</w:t>
      </w:r>
      <w:r>
        <w:tab/>
        <w:t>1.013e0</w:t>
      </w:r>
    </w:p>
    <w:p w:rsidR="005B0461" w:rsidRDefault="005B0461" w:rsidP="005B0461">
      <w:r>
        <w:t>445.6041</w:t>
      </w:r>
      <w:r>
        <w:tab/>
        <w:t>4.051e0</w:t>
      </w:r>
    </w:p>
    <w:p w:rsidR="005B0461" w:rsidRDefault="005B0461" w:rsidP="005B0461">
      <w:r>
        <w:t>445.6589</w:t>
      </w:r>
      <w:r>
        <w:tab/>
        <w:t>1.013e0</w:t>
      </w:r>
    </w:p>
    <w:p w:rsidR="005B0461" w:rsidRDefault="005B0461" w:rsidP="005B0461">
      <w:r>
        <w:t>445.7028</w:t>
      </w:r>
      <w:r>
        <w:tab/>
        <w:t>1.013e0</w:t>
      </w:r>
    </w:p>
    <w:p w:rsidR="005B0461" w:rsidRDefault="005B0461" w:rsidP="005B0461">
      <w:r>
        <w:t>445.7106</w:t>
      </w:r>
      <w:r>
        <w:tab/>
        <w:t>1.013e0</w:t>
      </w:r>
    </w:p>
    <w:p w:rsidR="005B0461" w:rsidRDefault="005B0461" w:rsidP="005B0461">
      <w:r>
        <w:t>445.7127</w:t>
      </w:r>
      <w:r>
        <w:tab/>
        <w:t>2.025e0</w:t>
      </w:r>
    </w:p>
    <w:p w:rsidR="005B0461" w:rsidRDefault="005B0461" w:rsidP="005B0461">
      <w:r>
        <w:t>445.7340</w:t>
      </w:r>
      <w:r>
        <w:tab/>
        <w:t>1.013e0</w:t>
      </w:r>
    </w:p>
    <w:p w:rsidR="005B0461" w:rsidRDefault="005B0461" w:rsidP="005B0461">
      <w:r>
        <w:t>445.8079</w:t>
      </w:r>
      <w:r>
        <w:tab/>
        <w:t>2.025e0</w:t>
      </w:r>
    </w:p>
    <w:p w:rsidR="005B0461" w:rsidRDefault="005B0461" w:rsidP="005B0461">
      <w:r>
        <w:t>445.8306</w:t>
      </w:r>
      <w:r>
        <w:tab/>
        <w:t>2.025e0</w:t>
      </w:r>
    </w:p>
    <w:p w:rsidR="005B0461" w:rsidRDefault="005B0461" w:rsidP="005B0461">
      <w:r>
        <w:t>445.8511</w:t>
      </w:r>
      <w:r>
        <w:tab/>
        <w:t>1.013e0</w:t>
      </w:r>
    </w:p>
    <w:p w:rsidR="005B0461" w:rsidRDefault="005B0461" w:rsidP="005B0461">
      <w:r>
        <w:t>445.8538</w:t>
      </w:r>
      <w:r>
        <w:tab/>
        <w:t>3.038e0</w:t>
      </w:r>
    </w:p>
    <w:p w:rsidR="005B0461" w:rsidRDefault="005B0461" w:rsidP="005B0461">
      <w:r>
        <w:t>445.8598</w:t>
      </w:r>
      <w:r>
        <w:tab/>
        <w:t>2.025e0</w:t>
      </w:r>
    </w:p>
    <w:p w:rsidR="005B0461" w:rsidRDefault="005B0461" w:rsidP="005B0461">
      <w:r>
        <w:t>445.9345</w:t>
      </w:r>
      <w:r>
        <w:tab/>
        <w:t>4.051e0</w:t>
      </w:r>
    </w:p>
    <w:p w:rsidR="005B0461" w:rsidRDefault="005B0461" w:rsidP="005B0461">
      <w:r>
        <w:t>445.9475</w:t>
      </w:r>
      <w:r>
        <w:tab/>
        <w:t>5.063e0</w:t>
      </w:r>
    </w:p>
    <w:p w:rsidR="005B0461" w:rsidRDefault="005B0461" w:rsidP="005B0461">
      <w:r>
        <w:t>445.9503</w:t>
      </w:r>
      <w:r>
        <w:tab/>
        <w:t>6.076e0</w:t>
      </w:r>
    </w:p>
    <w:p w:rsidR="005B0461" w:rsidRDefault="005B0461" w:rsidP="005B0461">
      <w:r>
        <w:t>445.9581</w:t>
      </w:r>
      <w:r>
        <w:tab/>
        <w:t>3.038e0</w:t>
      </w:r>
    </w:p>
    <w:p w:rsidR="005B0461" w:rsidRDefault="005B0461" w:rsidP="005B0461">
      <w:r>
        <w:lastRenderedPageBreak/>
        <w:t>446.0458</w:t>
      </w:r>
      <w:r>
        <w:tab/>
        <w:t>3.528e1</w:t>
      </w:r>
    </w:p>
    <w:p w:rsidR="005B0461" w:rsidRDefault="005B0461" w:rsidP="005B0461">
      <w:r>
        <w:t>446.0485</w:t>
      </w:r>
      <w:r>
        <w:tab/>
        <w:t>5.077e1</w:t>
      </w:r>
    </w:p>
    <w:p w:rsidR="005B0461" w:rsidRDefault="005B0461" w:rsidP="005B0461">
      <w:r>
        <w:t>446.0515</w:t>
      </w:r>
      <w:r>
        <w:tab/>
        <w:t>3.057e1</w:t>
      </w:r>
    </w:p>
    <w:p w:rsidR="005B0461" w:rsidRDefault="005B0461" w:rsidP="005B0461">
      <w:r>
        <w:t>446.0551</w:t>
      </w:r>
      <w:r>
        <w:tab/>
        <w:t>3.168e1</w:t>
      </w:r>
    </w:p>
    <w:p w:rsidR="005B0461" w:rsidRDefault="005B0461" w:rsidP="005B0461">
      <w:r>
        <w:t>446.1092</w:t>
      </w:r>
      <w:r>
        <w:tab/>
        <w:t>5.063e0</w:t>
      </w:r>
    </w:p>
    <w:p w:rsidR="005B0461" w:rsidRDefault="005B0461" w:rsidP="005B0461">
      <w:r>
        <w:t>446.1164</w:t>
      </w:r>
      <w:r>
        <w:tab/>
        <w:t>3.339e0</w:t>
      </w:r>
    </w:p>
    <w:p w:rsidR="005B0461" w:rsidRDefault="005B0461" w:rsidP="005B0461">
      <w:r>
        <w:t>446.1310</w:t>
      </w:r>
      <w:r>
        <w:tab/>
        <w:t>7.970e0</w:t>
      </w:r>
    </w:p>
    <w:p w:rsidR="005B0461" w:rsidRDefault="005B0461" w:rsidP="005B0461">
      <w:r>
        <w:t>446.1703</w:t>
      </w:r>
      <w:r>
        <w:tab/>
        <w:t>1.907e0</w:t>
      </w:r>
    </w:p>
    <w:p w:rsidR="005B0461" w:rsidRDefault="005B0461" w:rsidP="005B0461">
      <w:r>
        <w:t>446.1931</w:t>
      </w:r>
      <w:r>
        <w:tab/>
        <w:t>5.036e0</w:t>
      </w:r>
    </w:p>
    <w:p w:rsidR="005B0461" w:rsidRDefault="005B0461" w:rsidP="005B0461">
      <w:r>
        <w:t>446.2244</w:t>
      </w:r>
      <w:r>
        <w:tab/>
        <w:t>4.006e0</w:t>
      </w:r>
    </w:p>
    <w:p w:rsidR="005B0461" w:rsidRDefault="005B0461" w:rsidP="005B0461">
      <w:r>
        <w:t>446.2465</w:t>
      </w:r>
      <w:r>
        <w:tab/>
        <w:t>1.749e0</w:t>
      </w:r>
    </w:p>
    <w:p w:rsidR="005B0461" w:rsidRDefault="005B0461" w:rsidP="005B0461">
      <w:r>
        <w:t>446.2931</w:t>
      </w:r>
      <w:r>
        <w:tab/>
        <w:t>6.898e0</w:t>
      </w:r>
    </w:p>
    <w:p w:rsidR="005B0461" w:rsidRDefault="005B0461" w:rsidP="005B0461">
      <w:r>
        <w:t>446.3014</w:t>
      </w:r>
      <w:r>
        <w:tab/>
        <w:t>9.843e0</w:t>
      </w:r>
    </w:p>
    <w:p w:rsidR="005B0461" w:rsidRDefault="005B0461" w:rsidP="005B0461">
      <w:r>
        <w:t>446.3107</w:t>
      </w:r>
      <w:r>
        <w:tab/>
        <w:t>5.150e0</w:t>
      </w:r>
    </w:p>
    <w:p w:rsidR="005B0461" w:rsidRDefault="005B0461" w:rsidP="005B0461">
      <w:r>
        <w:t>446.3184</w:t>
      </w:r>
      <w:r>
        <w:tab/>
        <w:t>5.063e0</w:t>
      </w:r>
    </w:p>
    <w:p w:rsidR="005B0461" w:rsidRDefault="005B0461" w:rsidP="005B0461">
      <w:r>
        <w:t>446.3498</w:t>
      </w:r>
      <w:r>
        <w:tab/>
        <w:t>4.794e0</w:t>
      </w:r>
    </w:p>
    <w:p w:rsidR="005B0461" w:rsidRDefault="005B0461" w:rsidP="005B0461">
      <w:r>
        <w:t>446.3636</w:t>
      </w:r>
      <w:r>
        <w:tab/>
        <w:t>2.025e0</w:t>
      </w:r>
    </w:p>
    <w:p w:rsidR="005B0461" w:rsidRDefault="005B0461" w:rsidP="005B0461">
      <w:r>
        <w:t>446.4030</w:t>
      </w:r>
      <w:r>
        <w:tab/>
        <w:t>1.640e0</w:t>
      </w:r>
    </w:p>
    <w:p w:rsidR="005B0461" w:rsidRDefault="005B0461" w:rsidP="005B0461">
      <w:r>
        <w:t>446.4179</w:t>
      </w:r>
      <w:r>
        <w:tab/>
        <w:t>2.025e0</w:t>
      </w:r>
    </w:p>
    <w:p w:rsidR="005B0461" w:rsidRDefault="005B0461" w:rsidP="005B0461">
      <w:r>
        <w:lastRenderedPageBreak/>
        <w:t>446.4346</w:t>
      </w:r>
      <w:r>
        <w:tab/>
        <w:t>1.013e0</w:t>
      </w:r>
    </w:p>
    <w:p w:rsidR="005B0461" w:rsidRDefault="005B0461" w:rsidP="005B0461">
      <w:r>
        <w:t>446.4439</w:t>
      </w:r>
      <w:r>
        <w:tab/>
        <w:t>2.025e0</w:t>
      </w:r>
    </w:p>
    <w:p w:rsidR="005B0461" w:rsidRDefault="005B0461" w:rsidP="005B0461">
      <w:r>
        <w:t>446.4683</w:t>
      </w:r>
      <w:r>
        <w:tab/>
        <w:t>1.013e0</w:t>
      </w:r>
    </w:p>
    <w:p w:rsidR="005B0461" w:rsidRDefault="005B0461" w:rsidP="005B0461">
      <w:r>
        <w:t>446.4839</w:t>
      </w:r>
      <w:r>
        <w:tab/>
        <w:t>1.013e0</w:t>
      </w:r>
    </w:p>
    <w:p w:rsidR="005B0461" w:rsidRDefault="005B0461" w:rsidP="005B0461">
      <w:r>
        <w:t>446.5172</w:t>
      </w:r>
      <w:r>
        <w:tab/>
        <w:t>1.013e0</w:t>
      </w:r>
    </w:p>
    <w:p w:rsidR="005B0461" w:rsidRDefault="005B0461" w:rsidP="005B0461">
      <w:r>
        <w:t>446.5815</w:t>
      </w:r>
      <w:r>
        <w:tab/>
        <w:t>2.025e0</w:t>
      </w:r>
    </w:p>
    <w:p w:rsidR="005B0461" w:rsidRDefault="005B0461" w:rsidP="005B0461">
      <w:r>
        <w:t>446.5955</w:t>
      </w:r>
      <w:r>
        <w:tab/>
        <w:t>2.025e0</w:t>
      </w:r>
    </w:p>
    <w:p w:rsidR="005B0461" w:rsidRDefault="005B0461" w:rsidP="005B0461">
      <w:r>
        <w:t>446.6404</w:t>
      </w:r>
      <w:r>
        <w:tab/>
        <w:t>2.025e0</w:t>
      </w:r>
    </w:p>
    <w:p w:rsidR="005B0461" w:rsidRDefault="005B0461" w:rsidP="005B0461">
      <w:r>
        <w:t>446.6537</w:t>
      </w:r>
      <w:r>
        <w:tab/>
        <w:t>1.013e0</w:t>
      </w:r>
    </w:p>
    <w:p w:rsidR="005B0461" w:rsidRDefault="005B0461" w:rsidP="005B0461">
      <w:r>
        <w:t>446.6766</w:t>
      </w:r>
      <w:r>
        <w:tab/>
        <w:t>2.025e0</w:t>
      </w:r>
    </w:p>
    <w:p w:rsidR="005B0461" w:rsidRDefault="005B0461" w:rsidP="005B0461">
      <w:r>
        <w:t>446.7006</w:t>
      </w:r>
      <w:r>
        <w:tab/>
        <w:t>2.025e0</w:t>
      </w:r>
    </w:p>
    <w:p w:rsidR="005B0461" w:rsidRDefault="005B0461" w:rsidP="005B0461">
      <w:r>
        <w:t>446.7148</w:t>
      </w:r>
      <w:r>
        <w:tab/>
        <w:t>1.013e0</w:t>
      </w:r>
    </w:p>
    <w:p w:rsidR="005B0461" w:rsidRDefault="005B0461" w:rsidP="005B0461">
      <w:r>
        <w:t>446.7454</w:t>
      </w:r>
      <w:r>
        <w:tab/>
        <w:t>2.025e0</w:t>
      </w:r>
    </w:p>
    <w:p w:rsidR="005B0461" w:rsidRDefault="005B0461" w:rsidP="005B0461">
      <w:r>
        <w:t>446.7612</w:t>
      </w:r>
      <w:r>
        <w:tab/>
        <w:t>5.063e0</w:t>
      </w:r>
    </w:p>
    <w:p w:rsidR="005B0461" w:rsidRDefault="005B0461" w:rsidP="005B0461">
      <w:r>
        <w:t>446.7811</w:t>
      </w:r>
      <w:r>
        <w:tab/>
        <w:t>1.013e0</w:t>
      </w:r>
    </w:p>
    <w:p w:rsidR="005B0461" w:rsidRDefault="005B0461" w:rsidP="005B0461">
      <w:r>
        <w:t>446.8041</w:t>
      </w:r>
      <w:r>
        <w:tab/>
        <w:t>3.038e0</w:t>
      </w:r>
    </w:p>
    <w:p w:rsidR="005B0461" w:rsidRDefault="005B0461" w:rsidP="005B0461">
      <w:r>
        <w:t>446.8333</w:t>
      </w:r>
      <w:r>
        <w:tab/>
        <w:t>1.013e0</w:t>
      </w:r>
    </w:p>
    <w:p w:rsidR="005B0461" w:rsidRDefault="005B0461" w:rsidP="005B0461">
      <w:r>
        <w:t>446.8902</w:t>
      </w:r>
      <w:r>
        <w:tab/>
        <w:t>2.025e0</w:t>
      </w:r>
    </w:p>
    <w:p w:rsidR="005B0461" w:rsidRDefault="005B0461" w:rsidP="005B0461">
      <w:r>
        <w:t>446.8914</w:t>
      </w:r>
      <w:r>
        <w:tab/>
        <w:t>3.038e0</w:t>
      </w:r>
    </w:p>
    <w:p w:rsidR="005B0461" w:rsidRDefault="005B0461" w:rsidP="005B0461">
      <w:r>
        <w:lastRenderedPageBreak/>
        <w:t>446.9124</w:t>
      </w:r>
      <w:r>
        <w:tab/>
        <w:t>1.013e0</w:t>
      </w:r>
    </w:p>
    <w:p w:rsidR="005B0461" w:rsidRDefault="005B0461" w:rsidP="005B0461">
      <w:r>
        <w:t>446.9422</w:t>
      </w:r>
      <w:r>
        <w:tab/>
        <w:t>2.074e0</w:t>
      </w:r>
    </w:p>
    <w:p w:rsidR="005B0461" w:rsidRDefault="005B0461" w:rsidP="005B0461">
      <w:r>
        <w:t>446.9725</w:t>
      </w:r>
      <w:r>
        <w:tab/>
        <w:t>3.038e0</w:t>
      </w:r>
    </w:p>
    <w:p w:rsidR="005B0461" w:rsidRDefault="005B0461" w:rsidP="005B0461">
      <w:r>
        <w:t>446.9951</w:t>
      </w:r>
      <w:r>
        <w:tab/>
        <w:t>2.025e0</w:t>
      </w:r>
    </w:p>
    <w:p w:rsidR="005B0461" w:rsidRDefault="005B0461" w:rsidP="005B0461">
      <w:r>
        <w:t>447.0119</w:t>
      </w:r>
      <w:r>
        <w:tab/>
        <w:t>3.038e0</w:t>
      </w:r>
    </w:p>
    <w:p w:rsidR="005B0461" w:rsidRDefault="005B0461" w:rsidP="005B0461">
      <w:r>
        <w:t>447.0380</w:t>
      </w:r>
      <w:r>
        <w:tab/>
        <w:t>2.114e1</w:t>
      </w:r>
    </w:p>
    <w:p w:rsidR="005B0461" w:rsidRDefault="005B0461" w:rsidP="005B0461">
      <w:r>
        <w:t>447.0428</w:t>
      </w:r>
      <w:r>
        <w:tab/>
        <w:t>1.352e1</w:t>
      </w:r>
    </w:p>
    <w:p w:rsidR="005B0461" w:rsidRDefault="005B0461" w:rsidP="005B0461">
      <w:r>
        <w:t>447.0599</w:t>
      </w:r>
      <w:r>
        <w:tab/>
        <w:t>3.437e0</w:t>
      </w:r>
    </w:p>
    <w:p w:rsidR="005B0461" w:rsidRDefault="005B0461" w:rsidP="005B0461">
      <w:r>
        <w:t>447.0625</w:t>
      </w:r>
      <w:r>
        <w:tab/>
        <w:t>9.743e0</w:t>
      </w:r>
    </w:p>
    <w:p w:rsidR="005B0461" w:rsidRDefault="005B0461" w:rsidP="005B0461">
      <w:r>
        <w:t>447.1286</w:t>
      </w:r>
      <w:r>
        <w:tab/>
        <w:t>1.567e0</w:t>
      </w:r>
    </w:p>
    <w:p w:rsidR="005B0461" w:rsidRDefault="005B0461" w:rsidP="005B0461">
      <w:r>
        <w:t>447.1518</w:t>
      </w:r>
      <w:r>
        <w:tab/>
        <w:t>4.051e0</w:t>
      </w:r>
    </w:p>
    <w:p w:rsidR="005B0461" w:rsidRDefault="005B0461" w:rsidP="005B0461">
      <w:r>
        <w:t>447.1550</w:t>
      </w:r>
      <w:r>
        <w:tab/>
        <w:t>7.089e0</w:t>
      </w:r>
    </w:p>
    <w:p w:rsidR="005B0461" w:rsidRDefault="005B0461" w:rsidP="005B0461">
      <w:r>
        <w:t>447.1873</w:t>
      </w:r>
      <w:r>
        <w:tab/>
        <w:t>1.938e0</w:t>
      </w:r>
    </w:p>
    <w:p w:rsidR="005B0461" w:rsidRDefault="005B0461" w:rsidP="005B0461">
      <w:r>
        <w:t>447.1931</w:t>
      </w:r>
      <w:r>
        <w:tab/>
        <w:t>3.385e0</w:t>
      </w:r>
    </w:p>
    <w:p w:rsidR="005B0461" w:rsidRDefault="005B0461" w:rsidP="005B0461">
      <w:r>
        <w:t>447.2399</w:t>
      </w:r>
      <w:r>
        <w:tab/>
        <w:t>3.613e0</w:t>
      </w:r>
    </w:p>
    <w:p w:rsidR="005B0461" w:rsidRDefault="005B0461" w:rsidP="005B0461">
      <w:r>
        <w:t>447.2474</w:t>
      </w:r>
      <w:r>
        <w:tab/>
        <w:t>3.417e0</w:t>
      </w:r>
    </w:p>
    <w:p w:rsidR="005B0461" w:rsidRDefault="005B0461" w:rsidP="005B0461">
      <w:r>
        <w:t>447.2786</w:t>
      </w:r>
      <w:r>
        <w:tab/>
        <w:t>7.271e0</w:t>
      </w:r>
    </w:p>
    <w:p w:rsidR="005B0461" w:rsidRDefault="005B0461" w:rsidP="005B0461">
      <w:r>
        <w:t>447.2932</w:t>
      </w:r>
      <w:r>
        <w:tab/>
        <w:t>9.137e0</w:t>
      </w:r>
    </w:p>
    <w:p w:rsidR="005B0461" w:rsidRDefault="005B0461" w:rsidP="005B0461">
      <w:r>
        <w:t>447.3159</w:t>
      </w:r>
      <w:r>
        <w:tab/>
        <w:t>5.673e0</w:t>
      </w:r>
    </w:p>
    <w:p w:rsidR="005B0461" w:rsidRDefault="005B0461" w:rsidP="005B0461">
      <w:r>
        <w:lastRenderedPageBreak/>
        <w:t>447.3232</w:t>
      </w:r>
      <w:r>
        <w:tab/>
        <w:t>1.092e1</w:t>
      </w:r>
    </w:p>
    <w:p w:rsidR="005B0461" w:rsidRDefault="005B0461" w:rsidP="005B0461">
      <w:r>
        <w:t>447.3534</w:t>
      </w:r>
      <w:r>
        <w:tab/>
        <w:t>1.198e1</w:t>
      </w:r>
    </w:p>
    <w:p w:rsidR="005B0461" w:rsidRDefault="005B0461" w:rsidP="005B0461">
      <w:r>
        <w:t>447.4067</w:t>
      </w:r>
      <w:r>
        <w:tab/>
        <w:t>4.872e0</w:t>
      </w:r>
    </w:p>
    <w:p w:rsidR="005B0461" w:rsidRDefault="005B0461" w:rsidP="005B0461">
      <w:r>
        <w:t>447.4098</w:t>
      </w:r>
      <w:r>
        <w:tab/>
        <w:t>2.846e0</w:t>
      </w:r>
    </w:p>
    <w:p w:rsidR="005B0461" w:rsidRDefault="005B0461" w:rsidP="005B0461">
      <w:r>
        <w:t>447.4695</w:t>
      </w:r>
      <w:r>
        <w:tab/>
        <w:t>1.013e0</w:t>
      </w:r>
    </w:p>
    <w:p w:rsidR="005B0461" w:rsidRDefault="005B0461" w:rsidP="005B0461">
      <w:r>
        <w:t>447.4857</w:t>
      </w:r>
      <w:r>
        <w:tab/>
        <w:t>1.013e0</w:t>
      </w:r>
    </w:p>
    <w:p w:rsidR="005B0461" w:rsidRDefault="005B0461" w:rsidP="005B0461">
      <w:r>
        <w:t>447.4956</w:t>
      </w:r>
      <w:r>
        <w:tab/>
        <w:t>3.038e0</w:t>
      </w:r>
    </w:p>
    <w:p w:rsidR="005B0461" w:rsidRDefault="005B0461" w:rsidP="005B0461">
      <w:r>
        <w:t>447.5437</w:t>
      </w:r>
      <w:r>
        <w:tab/>
        <w:t>2.025e0</w:t>
      </w:r>
    </w:p>
    <w:p w:rsidR="005B0461" w:rsidRDefault="005B0461" w:rsidP="005B0461">
      <w:r>
        <w:t>447.5699</w:t>
      </w:r>
      <w:r>
        <w:tab/>
        <w:t>1.013e0</w:t>
      </w:r>
    </w:p>
    <w:p w:rsidR="005B0461" w:rsidRDefault="005B0461" w:rsidP="005B0461">
      <w:r>
        <w:t>447.5898</w:t>
      </w:r>
      <w:r>
        <w:tab/>
        <w:t>3.038e0</w:t>
      </w:r>
    </w:p>
    <w:p w:rsidR="005B0461" w:rsidRDefault="005B0461" w:rsidP="005B0461">
      <w:r>
        <w:t>447.6094</w:t>
      </w:r>
      <w:r>
        <w:tab/>
        <w:t>1.013e0</w:t>
      </w:r>
    </w:p>
    <w:p w:rsidR="005B0461" w:rsidRDefault="005B0461" w:rsidP="005B0461">
      <w:r>
        <w:t>447.6466</w:t>
      </w:r>
      <w:r>
        <w:tab/>
        <w:t>2.025e0</w:t>
      </w:r>
    </w:p>
    <w:p w:rsidR="005B0461" w:rsidRDefault="005B0461" w:rsidP="005B0461">
      <w:r>
        <w:t>447.6642</w:t>
      </w:r>
      <w:r>
        <w:tab/>
        <w:t>3.038e0</w:t>
      </w:r>
    </w:p>
    <w:p w:rsidR="005B0461" w:rsidRDefault="005B0461" w:rsidP="005B0461">
      <w:r>
        <w:t>447.6659</w:t>
      </w:r>
      <w:r>
        <w:tab/>
        <w:t>1.013e0</w:t>
      </w:r>
    </w:p>
    <w:p w:rsidR="005B0461" w:rsidRDefault="005B0461" w:rsidP="005B0461">
      <w:r>
        <w:t>447.6704</w:t>
      </w:r>
      <w:r>
        <w:tab/>
        <w:t>1.013e0</w:t>
      </w:r>
    </w:p>
    <w:p w:rsidR="005B0461" w:rsidRDefault="005B0461" w:rsidP="005B0461">
      <w:r>
        <w:t>447.6973</w:t>
      </w:r>
      <w:r>
        <w:tab/>
        <w:t>1.013e0</w:t>
      </w:r>
    </w:p>
    <w:p w:rsidR="005B0461" w:rsidRDefault="005B0461" w:rsidP="005B0461">
      <w:r>
        <w:t>447.7051</w:t>
      </w:r>
      <w:r>
        <w:tab/>
        <w:t>1.013e0</w:t>
      </w:r>
    </w:p>
    <w:p w:rsidR="005B0461" w:rsidRDefault="005B0461" w:rsidP="005B0461">
      <w:r>
        <w:t>447.7112</w:t>
      </w:r>
      <w:r>
        <w:tab/>
        <w:t>4.051e0</w:t>
      </w:r>
    </w:p>
    <w:p w:rsidR="005B0461" w:rsidRDefault="005B0461" w:rsidP="005B0461">
      <w:r>
        <w:t>447.7365</w:t>
      </w:r>
      <w:r>
        <w:tab/>
        <w:t>1.013e0</w:t>
      </w:r>
    </w:p>
    <w:p w:rsidR="005B0461" w:rsidRDefault="005B0461" w:rsidP="005B0461">
      <w:r>
        <w:lastRenderedPageBreak/>
        <w:t>447.7557</w:t>
      </w:r>
      <w:r>
        <w:tab/>
        <w:t>2.025e0</w:t>
      </w:r>
    </w:p>
    <w:p w:rsidR="005B0461" w:rsidRDefault="005B0461" w:rsidP="005B0461">
      <w:r>
        <w:t>447.8446</w:t>
      </w:r>
      <w:r>
        <w:tab/>
        <w:t>3.038e0</w:t>
      </w:r>
    </w:p>
    <w:p w:rsidR="005B0461" w:rsidRDefault="005B0461" w:rsidP="005B0461">
      <w:r>
        <w:t>447.8462</w:t>
      </w:r>
      <w:r>
        <w:tab/>
        <w:t>1.013e0</w:t>
      </w:r>
    </w:p>
    <w:p w:rsidR="005B0461" w:rsidRDefault="005B0461" w:rsidP="005B0461">
      <w:r>
        <w:t>447.8540</w:t>
      </w:r>
      <w:r>
        <w:tab/>
        <w:t>1.013e0</w:t>
      </w:r>
    </w:p>
    <w:p w:rsidR="005B0461" w:rsidRDefault="005B0461" w:rsidP="005B0461">
      <w:r>
        <w:t>447.8943</w:t>
      </w:r>
      <w:r>
        <w:tab/>
        <w:t>3.696e0</w:t>
      </w:r>
    </w:p>
    <w:p w:rsidR="005B0461" w:rsidRDefault="005B0461" w:rsidP="005B0461">
      <w:r>
        <w:t>447.9456</w:t>
      </w:r>
      <w:r>
        <w:tab/>
        <w:t>8.456e0</w:t>
      </w:r>
    </w:p>
    <w:p w:rsidR="005B0461" w:rsidRDefault="005B0461" w:rsidP="005B0461">
      <w:r>
        <w:t>447.9488</w:t>
      </w:r>
      <w:r>
        <w:tab/>
        <w:t>2.734e1</w:t>
      </w:r>
    </w:p>
    <w:p w:rsidR="005B0461" w:rsidRDefault="005B0461" w:rsidP="005B0461">
      <w:r>
        <w:t>447.9759</w:t>
      </w:r>
      <w:r>
        <w:tab/>
        <w:t>1.214e1</w:t>
      </w:r>
    </w:p>
    <w:p w:rsidR="005B0461" w:rsidRDefault="005B0461" w:rsidP="005B0461">
      <w:r>
        <w:t>448.0466</w:t>
      </w:r>
      <w:r>
        <w:tab/>
        <w:t>1.085e2</w:t>
      </w:r>
    </w:p>
    <w:p w:rsidR="005B0461" w:rsidRDefault="005B0461" w:rsidP="005B0461">
      <w:r>
        <w:t>448.0476</w:t>
      </w:r>
      <w:r>
        <w:tab/>
        <w:t>4.253e1</w:t>
      </w:r>
    </w:p>
    <w:p w:rsidR="005B0461" w:rsidRDefault="005B0461" w:rsidP="005B0461">
      <w:r>
        <w:t>448.1432</w:t>
      </w:r>
      <w:r>
        <w:tab/>
        <w:t>3.853e0</w:t>
      </w:r>
    </w:p>
    <w:p w:rsidR="005B0461" w:rsidRDefault="005B0461" w:rsidP="005B0461">
      <w:r>
        <w:t>448.1471</w:t>
      </w:r>
      <w:r>
        <w:tab/>
        <w:t>2.025e0</w:t>
      </w:r>
    </w:p>
    <w:p w:rsidR="005B0461" w:rsidRDefault="005B0461" w:rsidP="005B0461">
      <w:r>
        <w:t>448.1850</w:t>
      </w:r>
      <w:r>
        <w:tab/>
        <w:t>3.038e0</w:t>
      </w:r>
    </w:p>
    <w:p w:rsidR="005B0461" w:rsidRDefault="005B0461" w:rsidP="005B0461">
      <w:r>
        <w:t>448.1913</w:t>
      </w:r>
      <w:r>
        <w:tab/>
        <w:t>1.013e0</w:t>
      </w:r>
    </w:p>
    <w:p w:rsidR="005B0461" w:rsidRDefault="005B0461" w:rsidP="005B0461">
      <w:r>
        <w:t>448.2203</w:t>
      </w:r>
      <w:r>
        <w:tab/>
        <w:t>3.038e0</w:t>
      </w:r>
    </w:p>
    <w:p w:rsidR="005B0461" w:rsidRDefault="005B0461" w:rsidP="005B0461">
      <w:r>
        <w:t>448.2580</w:t>
      </w:r>
      <w:r>
        <w:tab/>
        <w:t>1.472e0</w:t>
      </w:r>
    </w:p>
    <w:p w:rsidR="005B0461" w:rsidRDefault="005B0461" w:rsidP="005B0461">
      <w:r>
        <w:t>448.2772</w:t>
      </w:r>
      <w:r>
        <w:tab/>
        <w:t>6.899e0</w:t>
      </w:r>
    </w:p>
    <w:p w:rsidR="005B0461" w:rsidRDefault="005B0461" w:rsidP="005B0461">
      <w:r>
        <w:t>448.3004</w:t>
      </w:r>
      <w:r>
        <w:tab/>
        <w:t>3.731e0</w:t>
      </w:r>
    </w:p>
    <w:p w:rsidR="005B0461" w:rsidRDefault="005B0461" w:rsidP="005B0461">
      <w:r>
        <w:t>448.3146</w:t>
      </w:r>
      <w:r>
        <w:tab/>
        <w:t>5.963e0</w:t>
      </w:r>
    </w:p>
    <w:p w:rsidR="005B0461" w:rsidRDefault="005B0461" w:rsidP="005B0461">
      <w:r>
        <w:lastRenderedPageBreak/>
        <w:t>448.3377</w:t>
      </w:r>
      <w:r>
        <w:tab/>
        <w:t>4.974e0</w:t>
      </w:r>
    </w:p>
    <w:p w:rsidR="005B0461" w:rsidRDefault="005B0461" w:rsidP="005B0461">
      <w:r>
        <w:t>448.3464</w:t>
      </w:r>
      <w:r>
        <w:tab/>
        <w:t>4.033e0</w:t>
      </w:r>
    </w:p>
    <w:p w:rsidR="005B0461" w:rsidRDefault="005B0461" w:rsidP="005B0461">
      <w:r>
        <w:t>448.3645</w:t>
      </w:r>
      <w:r>
        <w:tab/>
        <w:t>3.808e0</w:t>
      </w:r>
    </w:p>
    <w:p w:rsidR="005B0461" w:rsidRDefault="005B0461" w:rsidP="005B0461">
      <w:r>
        <w:t>448.3845</w:t>
      </w:r>
      <w:r>
        <w:tab/>
        <w:t>3.038e0</w:t>
      </w:r>
    </w:p>
    <w:p w:rsidR="005B0461" w:rsidRDefault="005B0461" w:rsidP="005B0461">
      <w:r>
        <w:t>448.3881</w:t>
      </w:r>
      <w:r>
        <w:tab/>
        <w:t>1.428e0</w:t>
      </w:r>
    </w:p>
    <w:p w:rsidR="005B0461" w:rsidRDefault="005B0461" w:rsidP="005B0461">
      <w:r>
        <w:t>448.4002</w:t>
      </w:r>
      <w:r>
        <w:tab/>
        <w:t>1.873e0</w:t>
      </w:r>
    </w:p>
    <w:p w:rsidR="005B0461" w:rsidRDefault="005B0461" w:rsidP="005B0461">
      <w:r>
        <w:t>448.4398</w:t>
      </w:r>
      <w:r>
        <w:tab/>
        <w:t>2.025e0</w:t>
      </w:r>
    </w:p>
    <w:p w:rsidR="005B0461" w:rsidRDefault="005B0461" w:rsidP="005B0461">
      <w:r>
        <w:t>448.4627</w:t>
      </w:r>
      <w:r>
        <w:tab/>
        <w:t>3.000e0</w:t>
      </w:r>
    </w:p>
    <w:p w:rsidR="005B0461" w:rsidRDefault="005B0461" w:rsidP="005B0461">
      <w:r>
        <w:t>448.5687</w:t>
      </w:r>
      <w:r>
        <w:tab/>
        <w:t>1.013e0</w:t>
      </w:r>
    </w:p>
    <w:p w:rsidR="005B0461" w:rsidRDefault="005B0461" w:rsidP="005B0461">
      <w:r>
        <w:t>448.5705</w:t>
      </w:r>
      <w:r>
        <w:tab/>
        <w:t>2.025e0</w:t>
      </w:r>
    </w:p>
    <w:p w:rsidR="005B0461" w:rsidRDefault="005B0461" w:rsidP="005B0461">
      <w:r>
        <w:t>448.5994</w:t>
      </w:r>
      <w:r>
        <w:tab/>
        <w:t>1.013e0</w:t>
      </w:r>
    </w:p>
    <w:p w:rsidR="005B0461" w:rsidRDefault="005B0461" w:rsidP="005B0461">
      <w:r>
        <w:t>448.6293</w:t>
      </w:r>
      <w:r>
        <w:tab/>
        <w:t>2.025e0</w:t>
      </w:r>
    </w:p>
    <w:p w:rsidR="005B0461" w:rsidRDefault="005B0461" w:rsidP="005B0461">
      <w:r>
        <w:t>448.6660</w:t>
      </w:r>
      <w:r>
        <w:tab/>
        <w:t>1.013e0</w:t>
      </w:r>
    </w:p>
    <w:p w:rsidR="005B0461" w:rsidRDefault="005B0461" w:rsidP="005B0461">
      <w:r>
        <w:t>448.7120</w:t>
      </w:r>
      <w:r>
        <w:tab/>
        <w:t>2.025e0</w:t>
      </w:r>
    </w:p>
    <w:p w:rsidR="005B0461" w:rsidRDefault="005B0461" w:rsidP="005B0461">
      <w:r>
        <w:t>448.7408</w:t>
      </w:r>
      <w:r>
        <w:tab/>
        <w:t>1.013e0</w:t>
      </w:r>
    </w:p>
    <w:p w:rsidR="005B0461" w:rsidRDefault="005B0461" w:rsidP="005B0461">
      <w:r>
        <w:t>448.7953</w:t>
      </w:r>
      <w:r>
        <w:tab/>
        <w:t>2.025e0</w:t>
      </w:r>
    </w:p>
    <w:p w:rsidR="005B0461" w:rsidRDefault="005B0461" w:rsidP="005B0461">
      <w:r>
        <w:t>448.8221</w:t>
      </w:r>
      <w:r>
        <w:tab/>
        <w:t>3.038e0</w:t>
      </w:r>
    </w:p>
    <w:p w:rsidR="005B0461" w:rsidRDefault="005B0461" w:rsidP="005B0461">
      <w:r>
        <w:t>448.8395</w:t>
      </w:r>
      <w:r>
        <w:tab/>
        <w:t>2.025e0</w:t>
      </w:r>
    </w:p>
    <w:p w:rsidR="005B0461" w:rsidRDefault="005B0461" w:rsidP="005B0461">
      <w:r>
        <w:t>448.8465</w:t>
      </w:r>
      <w:r>
        <w:tab/>
        <w:t>3.038e0</w:t>
      </w:r>
    </w:p>
    <w:p w:rsidR="005B0461" w:rsidRDefault="005B0461" w:rsidP="005B0461">
      <w:r>
        <w:lastRenderedPageBreak/>
        <w:t>448.9031</w:t>
      </w:r>
      <w:r>
        <w:tab/>
        <w:t>1.013e0</w:t>
      </w:r>
    </w:p>
    <w:p w:rsidR="005B0461" w:rsidRDefault="005B0461" w:rsidP="005B0461">
      <w:r>
        <w:t>448.9078</w:t>
      </w:r>
      <w:r>
        <w:tab/>
        <w:t>4.051e0</w:t>
      </w:r>
    </w:p>
    <w:p w:rsidR="005B0461" w:rsidRDefault="005B0461" w:rsidP="005B0461">
      <w:r>
        <w:t>448.9511</w:t>
      </w:r>
      <w:r>
        <w:tab/>
        <w:t>5.063e0</w:t>
      </w:r>
    </w:p>
    <w:p w:rsidR="005B0461" w:rsidRDefault="005B0461" w:rsidP="005B0461">
      <w:r>
        <w:t>449.0232</w:t>
      </w:r>
      <w:r>
        <w:tab/>
        <w:t>9.751e0</w:t>
      </w:r>
    </w:p>
    <w:p w:rsidR="005B0461" w:rsidRDefault="005B0461" w:rsidP="005B0461">
      <w:r>
        <w:t>449.0304</w:t>
      </w:r>
      <w:r>
        <w:tab/>
        <w:t>9.887e0</w:t>
      </w:r>
    </w:p>
    <w:p w:rsidR="005B0461" w:rsidRDefault="005B0461" w:rsidP="005B0461">
      <w:r>
        <w:t>449.0481</w:t>
      </w:r>
      <w:r>
        <w:tab/>
        <w:t>1.743e1</w:t>
      </w:r>
    </w:p>
    <w:p w:rsidR="005B0461" w:rsidRDefault="005B0461" w:rsidP="005B0461">
      <w:r>
        <w:t>449.0508</w:t>
      </w:r>
      <w:r>
        <w:tab/>
        <w:t>8.729e0</w:t>
      </w:r>
    </w:p>
    <w:p w:rsidR="005B0461" w:rsidRDefault="005B0461" w:rsidP="005B0461">
      <w:r>
        <w:t>449.1233</w:t>
      </w:r>
      <w:r>
        <w:tab/>
        <w:t>2.025e0</w:t>
      </w:r>
    </w:p>
    <w:p w:rsidR="005B0461" w:rsidRDefault="005B0461" w:rsidP="005B0461">
      <w:r>
        <w:t>449.1537</w:t>
      </w:r>
      <w:r>
        <w:tab/>
        <w:t>3.038e0</w:t>
      </w:r>
    </w:p>
    <w:p w:rsidR="005B0461" w:rsidRDefault="005B0461" w:rsidP="005B0461">
      <w:r>
        <w:t>449.1710</w:t>
      </w:r>
      <w:r>
        <w:tab/>
        <w:t>6.479e0</w:t>
      </w:r>
    </w:p>
    <w:p w:rsidR="005B0461" w:rsidRDefault="005B0461" w:rsidP="005B0461">
      <w:r>
        <w:t>449.2332</w:t>
      </w:r>
      <w:r>
        <w:tab/>
        <w:t>1.366e0</w:t>
      </w:r>
    </w:p>
    <w:p w:rsidR="005B0461" w:rsidRDefault="005B0461" w:rsidP="005B0461">
      <w:r>
        <w:t>449.2563</w:t>
      </w:r>
      <w:r>
        <w:tab/>
        <w:t>1.646e0</w:t>
      </w:r>
    </w:p>
    <w:p w:rsidR="005B0461" w:rsidRDefault="005B0461" w:rsidP="005B0461">
      <w:r>
        <w:t>449.2705</w:t>
      </w:r>
      <w:r>
        <w:tab/>
        <w:t>1.343e0</w:t>
      </w:r>
    </w:p>
    <w:p w:rsidR="005B0461" w:rsidRDefault="005B0461" w:rsidP="005B0461">
      <w:r>
        <w:t>449.2958</w:t>
      </w:r>
      <w:r>
        <w:tab/>
        <w:t>2.754e0</w:t>
      </w:r>
    </w:p>
    <w:p w:rsidR="005B0461" w:rsidRDefault="005B0461" w:rsidP="005B0461">
      <w:r>
        <w:t>449.3374</w:t>
      </w:r>
      <w:r>
        <w:tab/>
        <w:t>3.011e0</w:t>
      </w:r>
    </w:p>
    <w:p w:rsidR="005B0461" w:rsidRDefault="005B0461" w:rsidP="005B0461">
      <w:r>
        <w:t>449.3655</w:t>
      </w:r>
      <w:r>
        <w:tab/>
        <w:t>2.025e0</w:t>
      </w:r>
    </w:p>
    <w:p w:rsidR="005B0461" w:rsidRDefault="005B0461" w:rsidP="005B0461">
      <w:r>
        <w:t>449.3692</w:t>
      </w:r>
      <w:r>
        <w:tab/>
        <w:t>2.502e0</w:t>
      </w:r>
    </w:p>
    <w:p w:rsidR="005B0461" w:rsidRDefault="005B0461" w:rsidP="005B0461">
      <w:r>
        <w:t>449.3831</w:t>
      </w:r>
      <w:r>
        <w:tab/>
        <w:t>3.000e0</w:t>
      </w:r>
    </w:p>
    <w:p w:rsidR="005B0461" w:rsidRDefault="005B0461" w:rsidP="005B0461">
      <w:r>
        <w:t>449.4560</w:t>
      </w:r>
      <w:r>
        <w:tab/>
        <w:t>1.013e0</w:t>
      </w:r>
    </w:p>
    <w:p w:rsidR="005B0461" w:rsidRDefault="005B0461" w:rsidP="005B0461">
      <w:r>
        <w:lastRenderedPageBreak/>
        <w:t>449.5378</w:t>
      </w:r>
      <w:r>
        <w:tab/>
        <w:t>3.038e0</w:t>
      </w:r>
    </w:p>
    <w:p w:rsidR="005B0461" w:rsidRDefault="005B0461" w:rsidP="005B0461">
      <w:r>
        <w:t>449.5427</w:t>
      </w:r>
      <w:r>
        <w:tab/>
        <w:t>1.013e0</w:t>
      </w:r>
    </w:p>
    <w:p w:rsidR="005B0461" w:rsidRDefault="005B0461" w:rsidP="005B0461">
      <w:r>
        <w:t>449.5576</w:t>
      </w:r>
      <w:r>
        <w:tab/>
        <w:t>1.013e0</w:t>
      </w:r>
    </w:p>
    <w:p w:rsidR="005B0461" w:rsidRDefault="005B0461" w:rsidP="005B0461">
      <w:r>
        <w:t>449.5789</w:t>
      </w:r>
      <w:r>
        <w:tab/>
        <w:t>1.013e0</w:t>
      </w:r>
    </w:p>
    <w:p w:rsidR="005B0461" w:rsidRDefault="005B0461" w:rsidP="005B0461">
      <w:r>
        <w:t>449.6184</w:t>
      </w:r>
      <w:r>
        <w:tab/>
        <w:t>2.025e0</w:t>
      </w:r>
    </w:p>
    <w:p w:rsidR="005B0461" w:rsidRDefault="005B0461" w:rsidP="005B0461">
      <w:r>
        <w:t>449.6527</w:t>
      </w:r>
      <w:r>
        <w:tab/>
        <w:t>1.013e0</w:t>
      </w:r>
    </w:p>
    <w:p w:rsidR="005B0461" w:rsidRDefault="005B0461" w:rsidP="005B0461">
      <w:r>
        <w:t>449.6842</w:t>
      </w:r>
      <w:r>
        <w:tab/>
        <w:t>1.013e0</w:t>
      </w:r>
    </w:p>
    <w:p w:rsidR="005B0461" w:rsidRDefault="005B0461" w:rsidP="005B0461">
      <w:r>
        <w:t>449.7078</w:t>
      </w:r>
      <w:r>
        <w:tab/>
        <w:t>1.013e0</w:t>
      </w:r>
    </w:p>
    <w:p w:rsidR="005B0461" w:rsidRDefault="005B0461" w:rsidP="005B0461">
      <w:r>
        <w:t>449.7550</w:t>
      </w:r>
      <w:r>
        <w:tab/>
        <w:t>1.013e0</w:t>
      </w:r>
    </w:p>
    <w:p w:rsidR="005B0461" w:rsidRDefault="005B0461" w:rsidP="005B0461">
      <w:r>
        <w:t>449.7944</w:t>
      </w:r>
      <w:r>
        <w:tab/>
        <w:t>1.013e0</w:t>
      </w:r>
    </w:p>
    <w:p w:rsidR="005B0461" w:rsidRDefault="005B0461" w:rsidP="005B0461">
      <w:r>
        <w:t>449.7983</w:t>
      </w:r>
      <w:r>
        <w:tab/>
        <w:t>3.038e0</w:t>
      </w:r>
    </w:p>
    <w:p w:rsidR="005B0461" w:rsidRDefault="005B0461" w:rsidP="005B0461">
      <w:r>
        <w:t>449.8101</w:t>
      </w:r>
      <w:r>
        <w:tab/>
        <w:t>1.013e0</w:t>
      </w:r>
    </w:p>
    <w:p w:rsidR="005B0461" w:rsidRDefault="005B0461" w:rsidP="005B0461">
      <w:r>
        <w:t>449.8604</w:t>
      </w:r>
      <w:r>
        <w:tab/>
        <w:t>3.038e0</w:t>
      </w:r>
    </w:p>
    <w:p w:rsidR="005B0461" w:rsidRDefault="005B0461" w:rsidP="005B0461">
      <w:r>
        <w:t>449.8683</w:t>
      </w:r>
      <w:r>
        <w:tab/>
        <w:t>2.294e0</w:t>
      </w:r>
    </w:p>
    <w:p w:rsidR="005B0461" w:rsidRDefault="005B0461" w:rsidP="005B0461">
      <w:r>
        <w:t>449.8773</w:t>
      </w:r>
      <w:r>
        <w:tab/>
        <w:t>1.013e0</w:t>
      </w:r>
    </w:p>
    <w:p w:rsidR="005B0461" w:rsidRDefault="005B0461" w:rsidP="005B0461">
      <w:r>
        <w:t>449.9005</w:t>
      </w:r>
      <w:r>
        <w:tab/>
        <w:t>2.486e0</w:t>
      </w:r>
    </w:p>
    <w:p w:rsidR="005B0461" w:rsidRDefault="005B0461" w:rsidP="005B0461">
      <w:r>
        <w:t>449.9303</w:t>
      </w:r>
      <w:r>
        <w:tab/>
        <w:t>4.051e0</w:t>
      </w:r>
    </w:p>
    <w:p w:rsidR="005B0461" w:rsidRDefault="005B0461" w:rsidP="005B0461">
      <w:r>
        <w:t>449.9380</w:t>
      </w:r>
      <w:r>
        <w:tab/>
        <w:t>4.051e0</w:t>
      </w:r>
    </w:p>
    <w:p w:rsidR="005B0461" w:rsidRDefault="005B0461" w:rsidP="005B0461">
      <w:r>
        <w:t>449.9417</w:t>
      </w:r>
      <w:r>
        <w:tab/>
        <w:t>4.051e0</w:t>
      </w:r>
    </w:p>
    <w:p w:rsidR="005B0461" w:rsidRDefault="005B0461" w:rsidP="005B0461">
      <w:r>
        <w:lastRenderedPageBreak/>
        <w:t>449.9657</w:t>
      </w:r>
      <w:r>
        <w:tab/>
        <w:t>4.051e0</w:t>
      </w:r>
    </w:p>
    <w:p w:rsidR="005B0461" w:rsidRDefault="005B0461" w:rsidP="005B0461">
      <w:r>
        <w:t>449.9907</w:t>
      </w:r>
      <w:r>
        <w:tab/>
        <w:t>1.114e1</w:t>
      </w:r>
    </w:p>
    <w:p w:rsidR="005B0461" w:rsidRDefault="005B0461" w:rsidP="005B0461">
      <w:r>
        <w:t>450.0250</w:t>
      </w:r>
      <w:r>
        <w:tab/>
        <w:t>8.333e0</w:t>
      </w:r>
    </w:p>
    <w:p w:rsidR="005B0461" w:rsidRDefault="005B0461" w:rsidP="005B0461">
      <w:r>
        <w:t>450.0359</w:t>
      </w:r>
      <w:r>
        <w:tab/>
        <w:t>5.906e0</w:t>
      </w:r>
    </w:p>
    <w:p w:rsidR="005B0461" w:rsidRDefault="005B0461" w:rsidP="005B0461">
      <w:r>
        <w:t>450.0428</w:t>
      </w:r>
      <w:r>
        <w:tab/>
        <w:t>1.424e1</w:t>
      </w:r>
    </w:p>
    <w:p w:rsidR="005B0461" w:rsidRDefault="005B0461" w:rsidP="005B0461">
      <w:r>
        <w:t>450.0627</w:t>
      </w:r>
      <w:r>
        <w:tab/>
        <w:t>3.553e0</w:t>
      </w:r>
    </w:p>
    <w:p w:rsidR="005B0461" w:rsidRDefault="005B0461" w:rsidP="005B0461">
      <w:r>
        <w:t>450.1172</w:t>
      </w:r>
      <w:r>
        <w:tab/>
        <w:t>2.025e0</w:t>
      </w:r>
    </w:p>
    <w:p w:rsidR="005B0461" w:rsidRDefault="005B0461" w:rsidP="005B0461">
      <w:r>
        <w:t>450.1386</w:t>
      </w:r>
      <w:r>
        <w:tab/>
        <w:t>2.790e0</w:t>
      </w:r>
    </w:p>
    <w:p w:rsidR="005B0461" w:rsidRDefault="005B0461" w:rsidP="005B0461">
      <w:r>
        <w:t>450.1626</w:t>
      </w:r>
      <w:r>
        <w:tab/>
        <w:t>4.051e0</w:t>
      </w:r>
    </w:p>
    <w:p w:rsidR="005B0461" w:rsidRDefault="005B0461" w:rsidP="005B0461">
      <w:r>
        <w:t>450.1811</w:t>
      </w:r>
      <w:r>
        <w:tab/>
        <w:t>2.025e0</w:t>
      </w:r>
    </w:p>
    <w:p w:rsidR="005B0461" w:rsidRDefault="005B0461" w:rsidP="005B0461">
      <w:r>
        <w:t>450.2064</w:t>
      </w:r>
      <w:r>
        <w:tab/>
        <w:t>4.051e0</w:t>
      </w:r>
    </w:p>
    <w:p w:rsidR="005B0461" w:rsidRDefault="005B0461" w:rsidP="005B0461">
      <w:r>
        <w:t>450.2428</w:t>
      </w:r>
      <w:r>
        <w:tab/>
        <w:t>1.672e0</w:t>
      </w:r>
    </w:p>
    <w:p w:rsidR="005B0461" w:rsidRDefault="005B0461" w:rsidP="005B0461">
      <w:r>
        <w:t>450.2655</w:t>
      </w:r>
      <w:r>
        <w:tab/>
        <w:t>1.697e0</w:t>
      </w:r>
    </w:p>
    <w:p w:rsidR="005B0461" w:rsidRDefault="005B0461" w:rsidP="005B0461">
      <w:r>
        <w:t>450.2669</w:t>
      </w:r>
      <w:r>
        <w:tab/>
        <w:t>1.013e0</w:t>
      </w:r>
    </w:p>
    <w:p w:rsidR="005B0461" w:rsidRDefault="005B0461" w:rsidP="005B0461">
      <w:r>
        <w:t>450.3164</w:t>
      </w:r>
      <w:r>
        <w:tab/>
        <w:t>1.810e0</w:t>
      </w:r>
    </w:p>
    <w:p w:rsidR="005B0461" w:rsidRDefault="005B0461" w:rsidP="005B0461">
      <w:r>
        <w:t>450.3220</w:t>
      </w:r>
      <w:r>
        <w:tab/>
        <w:t>1.972e0</w:t>
      </w:r>
    </w:p>
    <w:p w:rsidR="005B0461" w:rsidRDefault="005B0461" w:rsidP="005B0461">
      <w:r>
        <w:t>450.3257</w:t>
      </w:r>
      <w:r>
        <w:tab/>
        <w:t>4.677e0</w:t>
      </w:r>
    </w:p>
    <w:p w:rsidR="005B0461" w:rsidRDefault="005B0461" w:rsidP="005B0461">
      <w:r>
        <w:t>450.3666</w:t>
      </w:r>
      <w:r>
        <w:tab/>
        <w:t>2.025e0</w:t>
      </w:r>
    </w:p>
    <w:p w:rsidR="005B0461" w:rsidRDefault="005B0461" w:rsidP="005B0461">
      <w:r>
        <w:t>450.3776</w:t>
      </w:r>
      <w:r>
        <w:tab/>
        <w:t>2.025e0</w:t>
      </w:r>
    </w:p>
    <w:p w:rsidR="005B0461" w:rsidRDefault="005B0461" w:rsidP="005B0461">
      <w:r>
        <w:lastRenderedPageBreak/>
        <w:t>450.3795</w:t>
      </w:r>
      <w:r>
        <w:tab/>
        <w:t>2.076e0</w:t>
      </w:r>
    </w:p>
    <w:p w:rsidR="005B0461" w:rsidRDefault="005B0461" w:rsidP="005B0461">
      <w:r>
        <w:t>450.3851</w:t>
      </w:r>
      <w:r>
        <w:tab/>
        <w:t>6.974e0</w:t>
      </w:r>
    </w:p>
    <w:p w:rsidR="005B0461" w:rsidRDefault="005B0461" w:rsidP="005B0461">
      <w:r>
        <w:t>450.4239</w:t>
      </w:r>
      <w:r>
        <w:tab/>
        <w:t>2.025e0</w:t>
      </w:r>
    </w:p>
    <w:p w:rsidR="005B0461" w:rsidRDefault="005B0461" w:rsidP="005B0461">
      <w:r>
        <w:t>450.4296</w:t>
      </w:r>
      <w:r>
        <w:tab/>
        <w:t>2.025e0</w:t>
      </w:r>
    </w:p>
    <w:p w:rsidR="005B0461" w:rsidRDefault="005B0461" w:rsidP="005B0461">
      <w:r>
        <w:t>450.5330</w:t>
      </w:r>
      <w:r>
        <w:tab/>
        <w:t>3.038e0</w:t>
      </w:r>
    </w:p>
    <w:p w:rsidR="005B0461" w:rsidRDefault="005B0461" w:rsidP="005B0461">
      <w:r>
        <w:t>450.5350</w:t>
      </w:r>
      <w:r>
        <w:tab/>
        <w:t>1.013e0</w:t>
      </w:r>
    </w:p>
    <w:p w:rsidR="005B0461" w:rsidRDefault="005B0461" w:rsidP="005B0461">
      <w:r>
        <w:t>450.5499</w:t>
      </w:r>
      <w:r>
        <w:tab/>
        <w:t>1.013e0</w:t>
      </w:r>
    </w:p>
    <w:p w:rsidR="005B0461" w:rsidRDefault="005B0461" w:rsidP="005B0461">
      <w:r>
        <w:t>450.5664</w:t>
      </w:r>
      <w:r>
        <w:tab/>
        <w:t>1.013e0</w:t>
      </w:r>
    </w:p>
    <w:p w:rsidR="005B0461" w:rsidRDefault="005B0461" w:rsidP="005B0461">
      <w:r>
        <w:t>450.5713</w:t>
      </w:r>
      <w:r>
        <w:tab/>
        <w:t>1.013e0</w:t>
      </w:r>
    </w:p>
    <w:p w:rsidR="005B0461" w:rsidRDefault="005B0461" w:rsidP="005B0461">
      <w:r>
        <w:t>450.6058</w:t>
      </w:r>
      <w:r>
        <w:tab/>
        <w:t>1.013e0</w:t>
      </w:r>
    </w:p>
    <w:p w:rsidR="005B0461" w:rsidRDefault="005B0461" w:rsidP="005B0461">
      <w:r>
        <w:t>450.6139</w:t>
      </w:r>
      <w:r>
        <w:tab/>
        <w:t>3.038e0</w:t>
      </w:r>
    </w:p>
    <w:p w:rsidR="005B0461" w:rsidRDefault="005B0461" w:rsidP="005B0461">
      <w:r>
        <w:t>450.6526</w:t>
      </w:r>
      <w:r>
        <w:tab/>
        <w:t>3.038e0</w:t>
      </w:r>
    </w:p>
    <w:p w:rsidR="005B0461" w:rsidRDefault="005B0461" w:rsidP="005B0461">
      <w:r>
        <w:t>450.6610</w:t>
      </w:r>
      <w:r>
        <w:tab/>
        <w:t>2.025e0</w:t>
      </w:r>
    </w:p>
    <w:p w:rsidR="005B0461" w:rsidRDefault="005B0461" w:rsidP="005B0461">
      <w:r>
        <w:t>450.6899</w:t>
      </w:r>
      <w:r>
        <w:tab/>
        <w:t>2.025e0</w:t>
      </w:r>
    </w:p>
    <w:p w:rsidR="005B0461" w:rsidRDefault="005B0461" w:rsidP="005B0461">
      <w:r>
        <w:t>450.7330</w:t>
      </w:r>
      <w:r>
        <w:tab/>
        <w:t>1.013e0</w:t>
      </w:r>
    </w:p>
    <w:p w:rsidR="005B0461" w:rsidRDefault="005B0461" w:rsidP="005B0461">
      <w:r>
        <w:t>450.7690</w:t>
      </w:r>
      <w:r>
        <w:tab/>
        <w:t>1.013e0</w:t>
      </w:r>
    </w:p>
    <w:p w:rsidR="005B0461" w:rsidRDefault="005B0461" w:rsidP="005B0461">
      <w:r>
        <w:t>450.8162</w:t>
      </w:r>
      <w:r>
        <w:tab/>
        <w:t>2.025e0</w:t>
      </w:r>
    </w:p>
    <w:p w:rsidR="005B0461" w:rsidRDefault="005B0461" w:rsidP="005B0461">
      <w:r>
        <w:t>450.8517</w:t>
      </w:r>
      <w:r>
        <w:tab/>
        <w:t>1.013e0</w:t>
      </w:r>
    </w:p>
    <w:p w:rsidR="005B0461" w:rsidRDefault="005B0461" w:rsidP="005B0461">
      <w:r>
        <w:t>450.8582</w:t>
      </w:r>
      <w:r>
        <w:tab/>
        <w:t>1.013e0</w:t>
      </w:r>
    </w:p>
    <w:p w:rsidR="005B0461" w:rsidRDefault="005B0461" w:rsidP="005B0461">
      <w:r>
        <w:lastRenderedPageBreak/>
        <w:t>450.8976</w:t>
      </w:r>
      <w:r>
        <w:tab/>
        <w:t>1.013e0</w:t>
      </w:r>
    </w:p>
    <w:p w:rsidR="005B0461" w:rsidRDefault="005B0461" w:rsidP="005B0461">
      <w:r>
        <w:t>450.9093</w:t>
      </w:r>
      <w:r>
        <w:tab/>
        <w:t>1.013e0</w:t>
      </w:r>
    </w:p>
    <w:p w:rsidR="005B0461" w:rsidRDefault="005B0461" w:rsidP="005B0461">
      <w:r>
        <w:t>450.9211</w:t>
      </w:r>
      <w:r>
        <w:tab/>
        <w:t>4.051e0</w:t>
      </w:r>
    </w:p>
    <w:p w:rsidR="005B0461" w:rsidRDefault="005B0461" w:rsidP="005B0461">
      <w:r>
        <w:t>450.9309</w:t>
      </w:r>
      <w:r>
        <w:tab/>
        <w:t>1.013e0</w:t>
      </w:r>
    </w:p>
    <w:p w:rsidR="005B0461" w:rsidRDefault="005B0461" w:rsidP="005B0461">
      <w:r>
        <w:t>450.9640</w:t>
      </w:r>
      <w:r>
        <w:tab/>
        <w:t>1.578e0</w:t>
      </w:r>
    </w:p>
    <w:p w:rsidR="005B0461" w:rsidRDefault="005B0461" w:rsidP="005B0461">
      <w:r>
        <w:t>450.9686</w:t>
      </w:r>
      <w:r>
        <w:tab/>
        <w:t>2.025e0</w:t>
      </w:r>
    </w:p>
    <w:p w:rsidR="005B0461" w:rsidRDefault="005B0461" w:rsidP="005B0461">
      <w:r>
        <w:t>450.9726</w:t>
      </w:r>
      <w:r>
        <w:tab/>
        <w:t>2.025e0</w:t>
      </w:r>
    </w:p>
    <w:p w:rsidR="005B0461" w:rsidRDefault="005B0461" w:rsidP="005B0461">
      <w:r>
        <w:t>451.0218</w:t>
      </w:r>
      <w:r>
        <w:tab/>
        <w:t>2.781e0</w:t>
      </w:r>
    </w:p>
    <w:p w:rsidR="005B0461" w:rsidRDefault="005B0461" w:rsidP="005B0461">
      <w:r>
        <w:t>451.0238</w:t>
      </w:r>
      <w:r>
        <w:tab/>
        <w:t>1.013e0</w:t>
      </w:r>
    </w:p>
    <w:p w:rsidR="005B0461" w:rsidRDefault="005B0461" w:rsidP="005B0461">
      <w:r>
        <w:t>451.0348</w:t>
      </w:r>
      <w:r>
        <w:tab/>
        <w:t>2.663e0</w:t>
      </w:r>
    </w:p>
    <w:p w:rsidR="005B0461" w:rsidRDefault="005B0461" w:rsidP="005B0461">
      <w:r>
        <w:t>451.0589</w:t>
      </w:r>
      <w:r>
        <w:tab/>
        <w:t>1.564e0</w:t>
      </w:r>
    </w:p>
    <w:p w:rsidR="005B0461" w:rsidRDefault="005B0461" w:rsidP="005B0461">
      <w:r>
        <w:t>451.0664</w:t>
      </w:r>
      <w:r>
        <w:tab/>
        <w:t>9.585e0</w:t>
      </w:r>
    </w:p>
    <w:p w:rsidR="005B0461" w:rsidRDefault="005B0461" w:rsidP="005B0461">
      <w:r>
        <w:t>451.0976</w:t>
      </w:r>
      <w:r>
        <w:tab/>
        <w:t>3.108e0</w:t>
      </w:r>
    </w:p>
    <w:p w:rsidR="005B0461" w:rsidRDefault="005B0461" w:rsidP="005B0461">
      <w:r>
        <w:t>451.1065</w:t>
      </w:r>
      <w:r>
        <w:tab/>
        <w:t>2.025e0</w:t>
      </w:r>
    </w:p>
    <w:p w:rsidR="005B0461" w:rsidRDefault="005B0461" w:rsidP="005B0461">
      <w:r>
        <w:t>451.1252</w:t>
      </w:r>
      <w:r>
        <w:tab/>
        <w:t>1.013e0</w:t>
      </w:r>
    </w:p>
    <w:p w:rsidR="005B0461" w:rsidRDefault="005B0461" w:rsidP="005B0461">
      <w:r>
        <w:t>451.1558</w:t>
      </w:r>
      <w:r>
        <w:tab/>
        <w:t>2.025e0</w:t>
      </w:r>
    </w:p>
    <w:p w:rsidR="005B0461" w:rsidRDefault="005B0461" w:rsidP="005B0461">
      <w:r>
        <w:t>451.1743</w:t>
      </w:r>
      <w:r>
        <w:tab/>
        <w:t>2.025e0</w:t>
      </w:r>
    </w:p>
    <w:p w:rsidR="005B0461" w:rsidRDefault="005B0461" w:rsidP="005B0461">
      <w:r>
        <w:t>451.2168</w:t>
      </w:r>
      <w:r>
        <w:tab/>
        <w:t>4.051e0</w:t>
      </w:r>
    </w:p>
    <w:p w:rsidR="005B0461" w:rsidRDefault="005B0461" w:rsidP="005B0461">
      <w:r>
        <w:t>451.2275</w:t>
      </w:r>
      <w:r>
        <w:tab/>
        <w:t>4.051e0</w:t>
      </w:r>
    </w:p>
    <w:p w:rsidR="005B0461" w:rsidRDefault="005B0461" w:rsidP="005B0461">
      <w:r>
        <w:lastRenderedPageBreak/>
        <w:t>451.2452</w:t>
      </w:r>
      <w:r>
        <w:tab/>
        <w:t>4.736e0</w:t>
      </w:r>
    </w:p>
    <w:p w:rsidR="005B0461" w:rsidRDefault="005B0461" w:rsidP="005B0461">
      <w:r>
        <w:t>451.2818</w:t>
      </w:r>
      <w:r>
        <w:tab/>
        <w:t>2.008e0</w:t>
      </w:r>
    </w:p>
    <w:p w:rsidR="005B0461" w:rsidRDefault="005B0461" w:rsidP="005B0461">
      <w:r>
        <w:t>451.3085</w:t>
      </w:r>
      <w:r>
        <w:tab/>
        <w:t>3.587e0</w:t>
      </w:r>
    </w:p>
    <w:p w:rsidR="005B0461" w:rsidRDefault="005B0461" w:rsidP="005B0461">
      <w:r>
        <w:t>451.3523</w:t>
      </w:r>
      <w:r>
        <w:tab/>
        <w:t>4.870e0</w:t>
      </w:r>
    </w:p>
    <w:p w:rsidR="005B0461" w:rsidRDefault="005B0461" w:rsidP="005B0461">
      <w:r>
        <w:t>451.3889</w:t>
      </w:r>
      <w:r>
        <w:tab/>
        <w:t>4.051e0</w:t>
      </w:r>
    </w:p>
    <w:p w:rsidR="005B0461" w:rsidRDefault="005B0461" w:rsidP="005B0461">
      <w:r>
        <w:t>451.3990</w:t>
      </w:r>
      <w:r>
        <w:tab/>
        <w:t>5.063e0</w:t>
      </w:r>
    </w:p>
    <w:p w:rsidR="005B0461" w:rsidRDefault="005B0461" w:rsidP="005B0461">
      <w:r>
        <w:t>451.4185</w:t>
      </w:r>
      <w:r>
        <w:tab/>
        <w:t>1.013e0</w:t>
      </w:r>
    </w:p>
    <w:p w:rsidR="005B0461" w:rsidRDefault="005B0461" w:rsidP="005B0461">
      <w:r>
        <w:t>451.4343</w:t>
      </w:r>
      <w:r>
        <w:tab/>
        <w:t>1.013e0</w:t>
      </w:r>
    </w:p>
    <w:p w:rsidR="005B0461" w:rsidRDefault="005B0461" w:rsidP="005B0461">
      <w:r>
        <w:t>451.4666</w:t>
      </w:r>
      <w:r>
        <w:tab/>
        <w:t>1.013e0</w:t>
      </w:r>
    </w:p>
    <w:p w:rsidR="005B0461" w:rsidRDefault="005B0461" w:rsidP="005B0461">
      <w:r>
        <w:t>451.4861</w:t>
      </w:r>
      <w:r>
        <w:tab/>
        <w:t>2.025e0</w:t>
      </w:r>
    </w:p>
    <w:p w:rsidR="005B0461" w:rsidRDefault="005B0461" w:rsidP="005B0461">
      <w:r>
        <w:t>451.5528</w:t>
      </w:r>
      <w:r>
        <w:tab/>
        <w:t>1.013e0</w:t>
      </w:r>
    </w:p>
    <w:p w:rsidR="005B0461" w:rsidRDefault="005B0461" w:rsidP="005B0461">
      <w:r>
        <w:t>451.5765</w:t>
      </w:r>
      <w:r>
        <w:tab/>
        <w:t>1.013e0</w:t>
      </w:r>
    </w:p>
    <w:p w:rsidR="005B0461" w:rsidRDefault="005B0461" w:rsidP="005B0461">
      <w:r>
        <w:t>451.5911</w:t>
      </w:r>
      <w:r>
        <w:tab/>
        <w:t>2.025e0</w:t>
      </w:r>
    </w:p>
    <w:p w:rsidR="005B0461" w:rsidRDefault="005B0461" w:rsidP="005B0461">
      <w:r>
        <w:t>451.5923</w:t>
      </w:r>
      <w:r>
        <w:tab/>
        <w:t>1.013e0</w:t>
      </w:r>
    </w:p>
    <w:p w:rsidR="005B0461" w:rsidRDefault="005B0461" w:rsidP="005B0461">
      <w:r>
        <w:t>451.6879</w:t>
      </w:r>
      <w:r>
        <w:tab/>
        <w:t>3.038e0</w:t>
      </w:r>
    </w:p>
    <w:p w:rsidR="005B0461" w:rsidRDefault="005B0461" w:rsidP="005B0461">
      <w:r>
        <w:t>451.6950</w:t>
      </w:r>
      <w:r>
        <w:tab/>
        <w:t>1.013e0</w:t>
      </w:r>
    </w:p>
    <w:p w:rsidR="005B0461" w:rsidRDefault="005B0461" w:rsidP="005B0461">
      <w:r>
        <w:t>451.7066</w:t>
      </w:r>
      <w:r>
        <w:tab/>
        <w:t>2.025e0</w:t>
      </w:r>
    </w:p>
    <w:p w:rsidR="005B0461" w:rsidRDefault="005B0461" w:rsidP="005B0461">
      <w:r>
        <w:t>451.7222</w:t>
      </w:r>
      <w:r>
        <w:tab/>
        <w:t>1.013e0</w:t>
      </w:r>
    </w:p>
    <w:p w:rsidR="005B0461" w:rsidRDefault="005B0461" w:rsidP="005B0461">
      <w:r>
        <w:t>451.7436</w:t>
      </w:r>
      <w:r>
        <w:tab/>
        <w:t>1.013e0</w:t>
      </w:r>
    </w:p>
    <w:p w:rsidR="005B0461" w:rsidRDefault="005B0461" w:rsidP="005B0461">
      <w:r>
        <w:lastRenderedPageBreak/>
        <w:t>451.7778</w:t>
      </w:r>
      <w:r>
        <w:tab/>
        <w:t>2.025e0</w:t>
      </w:r>
    </w:p>
    <w:p w:rsidR="005B0461" w:rsidRDefault="005B0461" w:rsidP="005B0461">
      <w:r>
        <w:t>451.8413</w:t>
      </w:r>
      <w:r>
        <w:tab/>
        <w:t>5.063e0</w:t>
      </w:r>
    </w:p>
    <w:p w:rsidR="005B0461" w:rsidRDefault="005B0461" w:rsidP="005B0461">
      <w:r>
        <w:t>451.9261</w:t>
      </w:r>
      <w:r>
        <w:tab/>
        <w:t>3.038e0</w:t>
      </w:r>
    </w:p>
    <w:p w:rsidR="005B0461" w:rsidRDefault="005B0461" w:rsidP="005B0461">
      <w:r>
        <w:t>451.9923</w:t>
      </w:r>
      <w:r>
        <w:tab/>
        <w:t>5.063e0</w:t>
      </w:r>
    </w:p>
    <w:p w:rsidR="005B0461" w:rsidRDefault="005B0461" w:rsidP="005B0461">
      <w:r>
        <w:t>452.0154</w:t>
      </w:r>
      <w:r>
        <w:tab/>
        <w:t>3.961e0</w:t>
      </w:r>
    </w:p>
    <w:p w:rsidR="005B0461" w:rsidRDefault="005B0461" w:rsidP="005B0461">
      <w:r>
        <w:t>452.0191</w:t>
      </w:r>
      <w:r>
        <w:tab/>
        <w:t>2.025e0</w:t>
      </w:r>
    </w:p>
    <w:p w:rsidR="005B0461" w:rsidRDefault="005B0461" w:rsidP="005B0461">
      <w:r>
        <w:t>452.0782</w:t>
      </w:r>
      <w:r>
        <w:tab/>
        <w:t>4.075e0</w:t>
      </w:r>
    </w:p>
    <w:p w:rsidR="005B0461" w:rsidRDefault="005B0461" w:rsidP="005B0461">
      <w:r>
        <w:t>452.0957</w:t>
      </w:r>
      <w:r>
        <w:tab/>
        <w:t>3.014e0</w:t>
      </w:r>
    </w:p>
    <w:p w:rsidR="005B0461" w:rsidRDefault="005B0461" w:rsidP="005B0461">
      <w:r>
        <w:t>452.1095</w:t>
      </w:r>
      <w:r>
        <w:tab/>
        <w:t>1.967e0</w:t>
      </w:r>
    </w:p>
    <w:p w:rsidR="005B0461" w:rsidRDefault="005B0461" w:rsidP="005B0461">
      <w:r>
        <w:t>452.1496</w:t>
      </w:r>
      <w:r>
        <w:tab/>
        <w:t>2.025e0</w:t>
      </w:r>
    </w:p>
    <w:p w:rsidR="005B0461" w:rsidRDefault="005B0461" w:rsidP="005B0461">
      <w:r>
        <w:t>452.1804</w:t>
      </w:r>
      <w:r>
        <w:tab/>
        <w:t>2.025e0</w:t>
      </w:r>
    </w:p>
    <w:p w:rsidR="005B0461" w:rsidRDefault="005B0461" w:rsidP="005B0461">
      <w:r>
        <w:t>452.2321</w:t>
      </w:r>
      <w:r>
        <w:tab/>
        <w:t>3.951e0</w:t>
      </w:r>
    </w:p>
    <w:p w:rsidR="005B0461" w:rsidRDefault="005B0461" w:rsidP="005B0461">
      <w:r>
        <w:t>452.2601</w:t>
      </w:r>
      <w:r>
        <w:tab/>
        <w:t>2.775e0</w:t>
      </w:r>
    </w:p>
    <w:p w:rsidR="005B0461" w:rsidRDefault="005B0461" w:rsidP="005B0461">
      <w:r>
        <w:t>452.2773</w:t>
      </w:r>
      <w:r>
        <w:tab/>
        <w:t>4.079e0</w:t>
      </w:r>
    </w:p>
    <w:p w:rsidR="005B0461" w:rsidRDefault="005B0461" w:rsidP="005B0461">
      <w:r>
        <w:t>452.3174</w:t>
      </w:r>
      <w:r>
        <w:tab/>
        <w:t>3.038e0</w:t>
      </w:r>
    </w:p>
    <w:p w:rsidR="005B0461" w:rsidRDefault="005B0461" w:rsidP="005B0461">
      <w:r>
        <w:t>452.3796</w:t>
      </w:r>
      <w:r>
        <w:tab/>
        <w:t>4.051e0</w:t>
      </w:r>
    </w:p>
    <w:p w:rsidR="005B0461" w:rsidRDefault="005B0461" w:rsidP="005B0461">
      <w:r>
        <w:t>452.3851</w:t>
      </w:r>
      <w:r>
        <w:tab/>
        <w:t>1.003e1</w:t>
      </w:r>
    </w:p>
    <w:p w:rsidR="005B0461" w:rsidRDefault="005B0461" w:rsidP="005B0461">
      <w:r>
        <w:t>452.3879</w:t>
      </w:r>
      <w:r>
        <w:tab/>
        <w:t>3.038e0</w:t>
      </w:r>
    </w:p>
    <w:p w:rsidR="005B0461" w:rsidRDefault="005B0461" w:rsidP="005B0461">
      <w:r>
        <w:t>452.4065</w:t>
      </w:r>
      <w:r>
        <w:tab/>
        <w:t>8.101e0</w:t>
      </w:r>
    </w:p>
    <w:p w:rsidR="005B0461" w:rsidRDefault="005B0461" w:rsidP="005B0461">
      <w:r>
        <w:lastRenderedPageBreak/>
        <w:t>452.4224</w:t>
      </w:r>
      <w:r>
        <w:tab/>
        <w:t>5.063e0</w:t>
      </w:r>
    </w:p>
    <w:p w:rsidR="005B0461" w:rsidRDefault="005B0461" w:rsidP="005B0461">
      <w:r>
        <w:t>452.4323</w:t>
      </w:r>
      <w:r>
        <w:tab/>
        <w:t>5.063e0</w:t>
      </w:r>
    </w:p>
    <w:p w:rsidR="005B0461" w:rsidRDefault="005B0461" w:rsidP="005B0461">
      <w:r>
        <w:t>452.5017</w:t>
      </w:r>
      <w:r>
        <w:tab/>
        <w:t>1.013e0</w:t>
      </w:r>
    </w:p>
    <w:p w:rsidR="005B0461" w:rsidRDefault="005B0461" w:rsidP="005B0461">
      <w:r>
        <w:t>452.5096</w:t>
      </w:r>
      <w:r>
        <w:tab/>
        <w:t>1.013e0</w:t>
      </w:r>
    </w:p>
    <w:p w:rsidR="005B0461" w:rsidRDefault="005B0461" w:rsidP="005B0461">
      <w:r>
        <w:t>452.5650</w:t>
      </w:r>
      <w:r>
        <w:tab/>
        <w:t>1.013e0</w:t>
      </w:r>
    </w:p>
    <w:p w:rsidR="005B0461" w:rsidRDefault="005B0461" w:rsidP="005B0461">
      <w:r>
        <w:t>452.6046</w:t>
      </w:r>
      <w:r>
        <w:tab/>
        <w:t>1.013e0</w:t>
      </w:r>
    </w:p>
    <w:p w:rsidR="005B0461" w:rsidRDefault="005B0461" w:rsidP="005B0461">
      <w:r>
        <w:t>452.6283</w:t>
      </w:r>
      <w:r>
        <w:tab/>
        <w:t>1.013e0</w:t>
      </w:r>
    </w:p>
    <w:p w:rsidR="005B0461" w:rsidRDefault="005B0461" w:rsidP="005B0461">
      <w:r>
        <w:t>452.6362</w:t>
      </w:r>
      <w:r>
        <w:tab/>
        <w:t>1.013e0</w:t>
      </w:r>
    </w:p>
    <w:p w:rsidR="005B0461" w:rsidRDefault="005B0461" w:rsidP="005B0461">
      <w:r>
        <w:t>452.6539</w:t>
      </w:r>
      <w:r>
        <w:tab/>
        <w:t>1.013e0</w:t>
      </w:r>
    </w:p>
    <w:p w:rsidR="005B0461" w:rsidRDefault="005B0461" w:rsidP="005B0461">
      <w:r>
        <w:t>452.6837</w:t>
      </w:r>
      <w:r>
        <w:tab/>
        <w:t>1.013e0</w:t>
      </w:r>
    </w:p>
    <w:p w:rsidR="005B0461" w:rsidRDefault="005B0461" w:rsidP="005B0461">
      <w:r>
        <w:t>452.7154</w:t>
      </w:r>
      <w:r>
        <w:tab/>
        <w:t>2.025e0</w:t>
      </w:r>
    </w:p>
    <w:p w:rsidR="005B0461" w:rsidRDefault="005B0461" w:rsidP="005B0461">
      <w:r>
        <w:t>452.7295</w:t>
      </w:r>
      <w:r>
        <w:tab/>
        <w:t>1.013e0</w:t>
      </w:r>
    </w:p>
    <w:p w:rsidR="005B0461" w:rsidRDefault="005B0461" w:rsidP="005B0461">
      <w:r>
        <w:t>452.7550</w:t>
      </w:r>
      <w:r>
        <w:tab/>
        <w:t>1.013e0</w:t>
      </w:r>
    </w:p>
    <w:p w:rsidR="005B0461" w:rsidRDefault="005B0461" w:rsidP="005B0461">
      <w:r>
        <w:t>452.7991</w:t>
      </w:r>
      <w:r>
        <w:tab/>
        <w:t>2.025e0</w:t>
      </w:r>
    </w:p>
    <w:p w:rsidR="005B0461" w:rsidRDefault="005B0461" w:rsidP="005B0461">
      <w:r>
        <w:t>452.8025</w:t>
      </w:r>
      <w:r>
        <w:tab/>
        <w:t>1.013e0</w:t>
      </w:r>
    </w:p>
    <w:p w:rsidR="005B0461" w:rsidRDefault="005B0461" w:rsidP="005B0461">
      <w:r>
        <w:t>452.8517</w:t>
      </w:r>
      <w:r>
        <w:tab/>
        <w:t>1.013e0</w:t>
      </w:r>
    </w:p>
    <w:p w:rsidR="005B0461" w:rsidRDefault="005B0461" w:rsidP="005B0461">
      <w:r>
        <w:t>452.8905</w:t>
      </w:r>
      <w:r>
        <w:tab/>
        <w:t>3.038e0</w:t>
      </w:r>
    </w:p>
    <w:p w:rsidR="005B0461" w:rsidRDefault="005B0461" w:rsidP="005B0461">
      <w:r>
        <w:t>452.8976</w:t>
      </w:r>
      <w:r>
        <w:tab/>
        <w:t>2.025e0</w:t>
      </w:r>
    </w:p>
    <w:p w:rsidR="005B0461" w:rsidRDefault="005B0461" w:rsidP="005B0461">
      <w:r>
        <w:t>452.9094</w:t>
      </w:r>
      <w:r>
        <w:tab/>
        <w:t>1.013e0</w:t>
      </w:r>
    </w:p>
    <w:p w:rsidR="005B0461" w:rsidRDefault="005B0461" w:rsidP="005B0461">
      <w:r>
        <w:lastRenderedPageBreak/>
        <w:t>452.9213</w:t>
      </w:r>
      <w:r>
        <w:tab/>
        <w:t>1.013e0</w:t>
      </w:r>
    </w:p>
    <w:p w:rsidR="005B0461" w:rsidRDefault="005B0461" w:rsidP="005B0461">
      <w:r>
        <w:t>452.9372</w:t>
      </w:r>
      <w:r>
        <w:tab/>
        <w:t>1.013e0</w:t>
      </w:r>
    </w:p>
    <w:p w:rsidR="005B0461" w:rsidRDefault="005B0461" w:rsidP="005B0461">
      <w:r>
        <w:t>452.9559</w:t>
      </w:r>
      <w:r>
        <w:tab/>
        <w:t>5.063e0</w:t>
      </w:r>
    </w:p>
    <w:p w:rsidR="005B0461" w:rsidRDefault="005B0461" w:rsidP="005B0461">
      <w:r>
        <w:t>452.9705</w:t>
      </w:r>
      <w:r>
        <w:tab/>
        <w:t>1.013e0</w:t>
      </w:r>
    </w:p>
    <w:p w:rsidR="005B0461" w:rsidRDefault="005B0461" w:rsidP="005B0461">
      <w:r>
        <w:t>452.9847</w:t>
      </w:r>
      <w:r>
        <w:tab/>
        <w:t>1.013e0</w:t>
      </w:r>
    </w:p>
    <w:p w:rsidR="005B0461" w:rsidRDefault="005B0461" w:rsidP="005B0461">
      <w:r>
        <w:t>453.0352</w:t>
      </w:r>
      <w:r>
        <w:tab/>
        <w:t>4.550e0</w:t>
      </w:r>
    </w:p>
    <w:p w:rsidR="005B0461" w:rsidRDefault="005B0461" w:rsidP="005B0461">
      <w:r>
        <w:t>453.0374</w:t>
      </w:r>
      <w:r>
        <w:tab/>
        <w:t>3.753e0</w:t>
      </w:r>
    </w:p>
    <w:p w:rsidR="005B0461" w:rsidRDefault="005B0461" w:rsidP="005B0461">
      <w:r>
        <w:t>453.0462</w:t>
      </w:r>
      <w:r>
        <w:tab/>
        <w:t>8.020e0</w:t>
      </w:r>
    </w:p>
    <w:p w:rsidR="005B0461" w:rsidRDefault="005B0461" w:rsidP="005B0461">
      <w:r>
        <w:t>453.0513</w:t>
      </w:r>
      <w:r>
        <w:tab/>
        <w:t>7.763e0</w:t>
      </w:r>
    </w:p>
    <w:p w:rsidR="005B0461" w:rsidRDefault="005B0461" w:rsidP="005B0461">
      <w:r>
        <w:t>453.0956</w:t>
      </w:r>
      <w:r>
        <w:tab/>
        <w:t>1.579e0</w:t>
      </w:r>
    </w:p>
    <w:p w:rsidR="005B0461" w:rsidRDefault="005B0461" w:rsidP="005B0461">
      <w:r>
        <w:t>453.1144</w:t>
      </w:r>
      <w:r>
        <w:tab/>
        <w:t>2.569e0</w:t>
      </w:r>
    </w:p>
    <w:p w:rsidR="005B0461" w:rsidRDefault="005B0461" w:rsidP="005B0461">
      <w:r>
        <w:t>453.1262</w:t>
      </w:r>
      <w:r>
        <w:tab/>
        <w:t>3.038e0</w:t>
      </w:r>
    </w:p>
    <w:p w:rsidR="005B0461" w:rsidRDefault="005B0461" w:rsidP="005B0461">
      <w:r>
        <w:t>453.2073</w:t>
      </w:r>
      <w:r>
        <w:tab/>
        <w:t>9.114e0</w:t>
      </w:r>
    </w:p>
    <w:p w:rsidR="005B0461" w:rsidRDefault="005B0461" w:rsidP="005B0461">
      <w:r>
        <w:t>453.2090</w:t>
      </w:r>
      <w:r>
        <w:tab/>
        <w:t>2.211e1</w:t>
      </w:r>
    </w:p>
    <w:p w:rsidR="005B0461" w:rsidRDefault="005B0461" w:rsidP="005B0461">
      <w:r>
        <w:t>453.2115</w:t>
      </w:r>
      <w:r>
        <w:tab/>
        <w:t>9.338e0</w:t>
      </w:r>
    </w:p>
    <w:p w:rsidR="005B0461" w:rsidRDefault="005B0461" w:rsidP="005B0461">
      <w:r>
        <w:t>453.2483</w:t>
      </w:r>
      <w:r>
        <w:tab/>
        <w:t>4.652e0</w:t>
      </w:r>
    </w:p>
    <w:p w:rsidR="005B0461" w:rsidRDefault="005B0461" w:rsidP="005B0461">
      <w:r>
        <w:t>453.2762</w:t>
      </w:r>
      <w:r>
        <w:tab/>
        <w:t>1.504e0</w:t>
      </w:r>
    </w:p>
    <w:p w:rsidR="005B0461" w:rsidRDefault="005B0461" w:rsidP="005B0461">
      <w:r>
        <w:t>453.3190</w:t>
      </w:r>
      <w:r>
        <w:tab/>
        <w:t>3.038e0</w:t>
      </w:r>
    </w:p>
    <w:p w:rsidR="005B0461" w:rsidRDefault="005B0461" w:rsidP="005B0461">
      <w:r>
        <w:t>453.3892</w:t>
      </w:r>
      <w:r>
        <w:tab/>
        <w:t>5.063e0</w:t>
      </w:r>
    </w:p>
    <w:p w:rsidR="005B0461" w:rsidRDefault="005B0461" w:rsidP="005B0461">
      <w:r>
        <w:lastRenderedPageBreak/>
        <w:t>453.4271</w:t>
      </w:r>
      <w:r>
        <w:tab/>
        <w:t>4.051e0</w:t>
      </w:r>
    </w:p>
    <w:p w:rsidR="005B0461" w:rsidRDefault="005B0461" w:rsidP="005B0461">
      <w:r>
        <w:t>453.4286</w:t>
      </w:r>
      <w:r>
        <w:tab/>
        <w:t>5.308e0</w:t>
      </w:r>
    </w:p>
    <w:p w:rsidR="005B0461" w:rsidRDefault="005B0461" w:rsidP="005B0461">
      <w:r>
        <w:t>453.4476</w:t>
      </w:r>
      <w:r>
        <w:tab/>
        <w:t>3.038e0</w:t>
      </w:r>
    </w:p>
    <w:p w:rsidR="005B0461" w:rsidRDefault="005B0461" w:rsidP="005B0461">
      <w:r>
        <w:t>453.5138</w:t>
      </w:r>
      <w:r>
        <w:tab/>
        <w:t>2.025e0</w:t>
      </w:r>
    </w:p>
    <w:p w:rsidR="005B0461" w:rsidRDefault="005B0461" w:rsidP="005B0461">
      <w:r>
        <w:t>453.5262</w:t>
      </w:r>
      <w:r>
        <w:tab/>
        <w:t>2.025e0</w:t>
      </w:r>
    </w:p>
    <w:p w:rsidR="005B0461" w:rsidRDefault="005B0461" w:rsidP="005B0461">
      <w:r>
        <w:t>453.5912</w:t>
      </w:r>
      <w:r>
        <w:tab/>
        <w:t>2.025e0</w:t>
      </w:r>
    </w:p>
    <w:p w:rsidR="005B0461" w:rsidRDefault="005B0461" w:rsidP="005B0461">
      <w:r>
        <w:t>453.5953</w:t>
      </w:r>
      <w:r>
        <w:tab/>
        <w:t>3.038e0</w:t>
      </w:r>
    </w:p>
    <w:p w:rsidR="005B0461" w:rsidRDefault="005B0461" w:rsidP="005B0461">
      <w:r>
        <w:t>453.6348</w:t>
      </w:r>
      <w:r>
        <w:tab/>
        <w:t>2.025e0</w:t>
      </w:r>
    </w:p>
    <w:p w:rsidR="005B0461" w:rsidRDefault="005B0461" w:rsidP="005B0461">
      <w:r>
        <w:t>453.6432</w:t>
      </w:r>
      <w:r>
        <w:tab/>
        <w:t>1.013e0</w:t>
      </w:r>
    </w:p>
    <w:p w:rsidR="005B0461" w:rsidRDefault="005B0461" w:rsidP="005B0461">
      <w:r>
        <w:t>453.6665</w:t>
      </w:r>
      <w:r>
        <w:tab/>
        <w:t>1.013e0</w:t>
      </w:r>
    </w:p>
    <w:p w:rsidR="005B0461" w:rsidRDefault="005B0461" w:rsidP="005B0461">
      <w:r>
        <w:t>453.6744</w:t>
      </w:r>
      <w:r>
        <w:tab/>
        <w:t>1.013e0</w:t>
      </w:r>
    </w:p>
    <w:p w:rsidR="005B0461" w:rsidRDefault="005B0461" w:rsidP="005B0461">
      <w:r>
        <w:t>453.7372</w:t>
      </w:r>
      <w:r>
        <w:tab/>
        <w:t>2.025e0</w:t>
      </w:r>
    </w:p>
    <w:p w:rsidR="005B0461" w:rsidRDefault="005B0461" w:rsidP="005B0461">
      <w:r>
        <w:t>453.7650</w:t>
      </w:r>
      <w:r>
        <w:tab/>
        <w:t>2.025e0</w:t>
      </w:r>
    </w:p>
    <w:p w:rsidR="005B0461" w:rsidRDefault="005B0461" w:rsidP="005B0461">
      <w:r>
        <w:t>453.8070</w:t>
      </w:r>
      <w:r>
        <w:tab/>
        <w:t>6.076e0</w:t>
      </w:r>
    </w:p>
    <w:p w:rsidR="005B0461" w:rsidRDefault="005B0461" w:rsidP="005B0461">
      <w:r>
        <w:t>453.8252</w:t>
      </w:r>
      <w:r>
        <w:tab/>
        <w:t>1.013e0</w:t>
      </w:r>
    </w:p>
    <w:p w:rsidR="005B0461" w:rsidRDefault="005B0461" w:rsidP="005B0461">
      <w:r>
        <w:t>453.8266</w:t>
      </w:r>
      <w:r>
        <w:tab/>
        <w:t>4.051e0</w:t>
      </w:r>
    </w:p>
    <w:p w:rsidR="005B0461" w:rsidRDefault="005B0461" w:rsidP="005B0461">
      <w:r>
        <w:t>453.8728</w:t>
      </w:r>
      <w:r>
        <w:tab/>
        <w:t>1.013e0</w:t>
      </w:r>
    </w:p>
    <w:p w:rsidR="005B0461" w:rsidRDefault="005B0461" w:rsidP="005B0461">
      <w:r>
        <w:t>453.9046</w:t>
      </w:r>
      <w:r>
        <w:tab/>
        <w:t>1.013e0</w:t>
      </w:r>
    </w:p>
    <w:p w:rsidR="005B0461" w:rsidRDefault="005B0461" w:rsidP="005B0461">
      <w:r>
        <w:t>453.9170</w:t>
      </w:r>
      <w:r>
        <w:tab/>
        <w:t>1.013e0</w:t>
      </w:r>
    </w:p>
    <w:p w:rsidR="005B0461" w:rsidRDefault="005B0461" w:rsidP="005B0461">
      <w:r>
        <w:lastRenderedPageBreak/>
        <w:t>453.9252</w:t>
      </w:r>
      <w:r>
        <w:tab/>
        <w:t>2.025e0</w:t>
      </w:r>
    </w:p>
    <w:p w:rsidR="005B0461" w:rsidRDefault="005B0461" w:rsidP="005B0461">
      <w:r>
        <w:t>453.9522</w:t>
      </w:r>
      <w:r>
        <w:tab/>
        <w:t>1.013e0</w:t>
      </w:r>
    </w:p>
    <w:p w:rsidR="005B0461" w:rsidRDefault="005B0461" w:rsidP="005B0461">
      <w:r>
        <w:t>453.9632</w:t>
      </w:r>
      <w:r>
        <w:tab/>
        <w:t>2.025e0</w:t>
      </w:r>
    </w:p>
    <w:p w:rsidR="005B0461" w:rsidRDefault="005B0461" w:rsidP="005B0461">
      <w:r>
        <w:t>453.9977</w:t>
      </w:r>
      <w:r>
        <w:tab/>
        <w:t>3.036e0</w:t>
      </w:r>
    </w:p>
    <w:p w:rsidR="005B0461" w:rsidRDefault="005B0461" w:rsidP="005B0461">
      <w:r>
        <w:t>454.0070</w:t>
      </w:r>
      <w:r>
        <w:tab/>
        <w:t>2.025e0</w:t>
      </w:r>
    </w:p>
    <w:p w:rsidR="005B0461" w:rsidRDefault="005B0461" w:rsidP="005B0461">
      <w:r>
        <w:t>454.0627</w:t>
      </w:r>
      <w:r>
        <w:tab/>
        <w:t>7.157e0</w:t>
      </w:r>
    </w:p>
    <w:p w:rsidR="005B0461" w:rsidRDefault="005B0461" w:rsidP="005B0461">
      <w:r>
        <w:t>454.0755</w:t>
      </w:r>
      <w:r>
        <w:tab/>
        <w:t>1.997e0</w:t>
      </w:r>
    </w:p>
    <w:p w:rsidR="005B0461" w:rsidRDefault="005B0461" w:rsidP="005B0461">
      <w:r>
        <w:t>454.0769</w:t>
      </w:r>
      <w:r>
        <w:tab/>
        <w:t>3.128e0</w:t>
      </w:r>
    </w:p>
    <w:p w:rsidR="005B0461" w:rsidRDefault="005B0461" w:rsidP="005B0461">
      <w:r>
        <w:t>454.0905</w:t>
      </w:r>
      <w:r>
        <w:tab/>
        <w:t>8.988e0</w:t>
      </w:r>
    </w:p>
    <w:p w:rsidR="005B0461" w:rsidRDefault="005B0461" w:rsidP="005B0461">
      <w:r>
        <w:t>454.1146</w:t>
      </w:r>
      <w:r>
        <w:tab/>
        <w:t>5.943e0</w:t>
      </w:r>
    </w:p>
    <w:p w:rsidR="005B0461" w:rsidRDefault="005B0461" w:rsidP="005B0461">
      <w:r>
        <w:t>454.1269</w:t>
      </w:r>
      <w:r>
        <w:tab/>
        <w:t>1.013e0</w:t>
      </w:r>
    </w:p>
    <w:p w:rsidR="005B0461" w:rsidRDefault="005B0461" w:rsidP="005B0461">
      <w:r>
        <w:t>454.1899</w:t>
      </w:r>
      <w:r>
        <w:tab/>
        <w:t>4.138e0</w:t>
      </w:r>
    </w:p>
    <w:p w:rsidR="005B0461" w:rsidRDefault="005B0461" w:rsidP="005B0461">
      <w:r>
        <w:t>454.2004</w:t>
      </w:r>
      <w:r>
        <w:tab/>
        <w:t>3.038e0</w:t>
      </w:r>
    </w:p>
    <w:p w:rsidR="005B0461" w:rsidRDefault="005B0461" w:rsidP="005B0461">
      <w:r>
        <w:t>454.2229</w:t>
      </w:r>
      <w:r>
        <w:tab/>
        <w:t>7.089e0</w:t>
      </w:r>
    </w:p>
    <w:p w:rsidR="005B0461" w:rsidRDefault="005B0461" w:rsidP="005B0461">
      <w:r>
        <w:t>454.2283</w:t>
      </w:r>
      <w:r>
        <w:tab/>
        <w:t>5.739e0</w:t>
      </w:r>
    </w:p>
    <w:p w:rsidR="005B0461" w:rsidRDefault="005B0461" w:rsidP="005B0461">
      <w:r>
        <w:t>454.2796</w:t>
      </w:r>
      <w:r>
        <w:tab/>
        <w:t>3.454e0</w:t>
      </w:r>
    </w:p>
    <w:p w:rsidR="005B0461" w:rsidRDefault="005B0461" w:rsidP="005B0461">
      <w:r>
        <w:t>454.2954</w:t>
      </w:r>
      <w:r>
        <w:tab/>
        <w:t>3.969e0</w:t>
      </w:r>
    </w:p>
    <w:p w:rsidR="005B0461" w:rsidRDefault="005B0461" w:rsidP="005B0461">
      <w:r>
        <w:t>454.3069</w:t>
      </w:r>
      <w:r>
        <w:tab/>
        <w:t>2.600e0</w:t>
      </w:r>
    </w:p>
    <w:p w:rsidR="005B0461" w:rsidRDefault="005B0461" w:rsidP="005B0461">
      <w:r>
        <w:t>454.3134</w:t>
      </w:r>
      <w:r>
        <w:tab/>
        <w:t>1.591e0</w:t>
      </w:r>
    </w:p>
    <w:p w:rsidR="005B0461" w:rsidRDefault="005B0461" w:rsidP="005B0461">
      <w:r>
        <w:lastRenderedPageBreak/>
        <w:t>454.3505</w:t>
      </w:r>
      <w:r>
        <w:tab/>
        <w:t>1.222e0</w:t>
      </w:r>
    </w:p>
    <w:p w:rsidR="005B0461" w:rsidRDefault="005B0461" w:rsidP="005B0461">
      <w:r>
        <w:t>454.3651</w:t>
      </w:r>
      <w:r>
        <w:tab/>
        <w:t>1.013e0</w:t>
      </w:r>
    </w:p>
    <w:p w:rsidR="005B0461" w:rsidRDefault="005B0461" w:rsidP="005B0461">
      <w:r>
        <w:t>454.3953</w:t>
      </w:r>
      <w:r>
        <w:tab/>
        <w:t>3.038e0</w:t>
      </w:r>
    </w:p>
    <w:p w:rsidR="005B0461" w:rsidRDefault="005B0461" w:rsidP="005B0461">
      <w:r>
        <w:t>454.4010</w:t>
      </w:r>
      <w:r>
        <w:tab/>
        <w:t>2.025e0</w:t>
      </w:r>
    </w:p>
    <w:p w:rsidR="005B0461" w:rsidRDefault="005B0461" w:rsidP="005B0461">
      <w:r>
        <w:t>454.4317</w:t>
      </w:r>
      <w:r>
        <w:tab/>
        <w:t>1.013e0</w:t>
      </w:r>
    </w:p>
    <w:p w:rsidR="005B0461" w:rsidRDefault="005B0461" w:rsidP="005B0461">
      <w:r>
        <w:t>454.4435</w:t>
      </w:r>
      <w:r>
        <w:tab/>
        <w:t>2.025e0</w:t>
      </w:r>
    </w:p>
    <w:p w:rsidR="005B0461" w:rsidRDefault="005B0461" w:rsidP="005B0461">
      <w:r>
        <w:t>454.4555</w:t>
      </w:r>
      <w:r>
        <w:tab/>
        <w:t>3.038e0</w:t>
      </w:r>
    </w:p>
    <w:p w:rsidR="005B0461" w:rsidRDefault="005B0461" w:rsidP="005B0461">
      <w:r>
        <w:t>454.4961</w:t>
      </w:r>
      <w:r>
        <w:tab/>
        <w:t>3.038e0</w:t>
      </w:r>
    </w:p>
    <w:p w:rsidR="005B0461" w:rsidRDefault="005B0461" w:rsidP="005B0461">
      <w:r>
        <w:t>454.5343</w:t>
      </w:r>
      <w:r>
        <w:tab/>
        <w:t>2.025e0</w:t>
      </w:r>
    </w:p>
    <w:p w:rsidR="005B0461" w:rsidRDefault="005B0461" w:rsidP="005B0461">
      <w:r>
        <w:t>454.5564</w:t>
      </w:r>
      <w:r>
        <w:tab/>
        <w:t>3.038e0</w:t>
      </w:r>
    </w:p>
    <w:p w:rsidR="005B0461" w:rsidRDefault="005B0461" w:rsidP="005B0461">
      <w:r>
        <w:t>454.5638</w:t>
      </w:r>
      <w:r>
        <w:tab/>
        <w:t>1.013e0</w:t>
      </w:r>
    </w:p>
    <w:p w:rsidR="005B0461" w:rsidRDefault="005B0461" w:rsidP="005B0461">
      <w:r>
        <w:t>454.5750</w:t>
      </w:r>
      <w:r>
        <w:tab/>
        <w:t>2.025e0</w:t>
      </w:r>
    </w:p>
    <w:p w:rsidR="005B0461" w:rsidRDefault="005B0461" w:rsidP="005B0461">
      <w:r>
        <w:t>454.6132</w:t>
      </w:r>
      <w:r>
        <w:tab/>
        <w:t>4.051e0</w:t>
      </w:r>
    </w:p>
    <w:p w:rsidR="005B0461" w:rsidRDefault="005B0461" w:rsidP="005B0461">
      <w:r>
        <w:t>454.6194</w:t>
      </w:r>
      <w:r>
        <w:tab/>
        <w:t>1.013e0</w:t>
      </w:r>
    </w:p>
    <w:p w:rsidR="005B0461" w:rsidRDefault="005B0461" w:rsidP="005B0461">
      <w:r>
        <w:t>454.7102</w:t>
      </w:r>
      <w:r>
        <w:tab/>
        <w:t>2.025e0</w:t>
      </w:r>
    </w:p>
    <w:p w:rsidR="005B0461" w:rsidRDefault="005B0461" w:rsidP="005B0461">
      <w:r>
        <w:t>454.7228</w:t>
      </w:r>
      <w:r>
        <w:tab/>
        <w:t>1.013e0</w:t>
      </w:r>
    </w:p>
    <w:p w:rsidR="005B0461" w:rsidRDefault="005B0461" w:rsidP="005B0461">
      <w:r>
        <w:t>454.7654</w:t>
      </w:r>
      <w:r>
        <w:tab/>
        <w:t>2.025e0</w:t>
      </w:r>
    </w:p>
    <w:p w:rsidR="005B0461" w:rsidRDefault="005B0461" w:rsidP="005B0461">
      <w:r>
        <w:t>454.7955</w:t>
      </w:r>
      <w:r>
        <w:tab/>
        <w:t>4.051e0</w:t>
      </w:r>
    </w:p>
    <w:p w:rsidR="005B0461" w:rsidRDefault="005B0461" w:rsidP="005B0461">
      <w:r>
        <w:t>454.8089</w:t>
      </w:r>
      <w:r>
        <w:tab/>
        <w:t>2.025e0</w:t>
      </w:r>
    </w:p>
    <w:p w:rsidR="005B0461" w:rsidRDefault="005B0461" w:rsidP="005B0461">
      <w:r>
        <w:lastRenderedPageBreak/>
        <w:t>454.8228</w:t>
      </w:r>
      <w:r>
        <w:tab/>
        <w:t>2.025e0</w:t>
      </w:r>
    </w:p>
    <w:p w:rsidR="005B0461" w:rsidRDefault="005B0461" w:rsidP="005B0461">
      <w:r>
        <w:t>454.8794</w:t>
      </w:r>
      <w:r>
        <w:tab/>
        <w:t>3.038e0</w:t>
      </w:r>
    </w:p>
    <w:p w:rsidR="005B0461" w:rsidRDefault="005B0461" w:rsidP="005B0461">
      <w:r>
        <w:t>454.9067</w:t>
      </w:r>
      <w:r>
        <w:tab/>
        <w:t>1.013e0</w:t>
      </w:r>
    </w:p>
    <w:p w:rsidR="005B0461" w:rsidRDefault="005B0461" w:rsidP="005B0461">
      <w:r>
        <w:t>454.9268</w:t>
      </w:r>
      <w:r>
        <w:tab/>
        <w:t>4.051e0</w:t>
      </w:r>
    </w:p>
    <w:p w:rsidR="005B0461" w:rsidRDefault="005B0461" w:rsidP="005B0461">
      <w:r>
        <w:t>454.9428</w:t>
      </w:r>
      <w:r>
        <w:tab/>
        <w:t>2.025e0</w:t>
      </w:r>
    </w:p>
    <w:p w:rsidR="005B0461" w:rsidRDefault="005B0461" w:rsidP="005B0461">
      <w:r>
        <w:t>454.9612</w:t>
      </w:r>
      <w:r>
        <w:tab/>
        <w:t>1.013e0</w:t>
      </w:r>
    </w:p>
    <w:p w:rsidR="005B0461" w:rsidRDefault="005B0461" w:rsidP="005B0461">
      <w:r>
        <w:t>454.9787</w:t>
      </w:r>
      <w:r>
        <w:tab/>
        <w:t>5.063e0</w:t>
      </w:r>
    </w:p>
    <w:p w:rsidR="005B0461" w:rsidRDefault="005B0461" w:rsidP="005B0461">
      <w:r>
        <w:t>454.9968</w:t>
      </w:r>
      <w:r>
        <w:tab/>
        <w:t>1.766e0</w:t>
      </w:r>
    </w:p>
    <w:p w:rsidR="005B0461" w:rsidRDefault="005B0461" w:rsidP="005B0461">
      <w:r>
        <w:t>455.0051</w:t>
      </w:r>
      <w:r>
        <w:tab/>
        <w:t>3.036e0</w:t>
      </w:r>
    </w:p>
    <w:p w:rsidR="005B0461" w:rsidRDefault="005B0461" w:rsidP="005B0461">
      <w:r>
        <w:t>455.0073</w:t>
      </w:r>
      <w:r>
        <w:tab/>
        <w:t>2.025e0</w:t>
      </w:r>
    </w:p>
    <w:p w:rsidR="005B0461" w:rsidRDefault="005B0461" w:rsidP="005B0461">
      <w:r>
        <w:t>455.0543</w:t>
      </w:r>
      <w:r>
        <w:tab/>
        <w:t>2.335e0</w:t>
      </w:r>
    </w:p>
    <w:p w:rsidR="005B0461" w:rsidRDefault="005B0461" w:rsidP="005B0461">
      <w:r>
        <w:t>455.0813</w:t>
      </w:r>
      <w:r>
        <w:tab/>
        <w:t>2.025e0</w:t>
      </w:r>
    </w:p>
    <w:p w:rsidR="005B0461" w:rsidRDefault="005B0461" w:rsidP="005B0461">
      <w:r>
        <w:t>455.0840</w:t>
      </w:r>
      <w:r>
        <w:tab/>
        <w:t>2.637e0</w:t>
      </w:r>
    </w:p>
    <w:p w:rsidR="005B0461" w:rsidRDefault="005B0461" w:rsidP="005B0461">
      <w:r>
        <w:t>455.1111</w:t>
      </w:r>
      <w:r>
        <w:tab/>
        <w:t>2.773e0</w:t>
      </w:r>
    </w:p>
    <w:p w:rsidR="005B0461" w:rsidRDefault="005B0461" w:rsidP="005B0461">
      <w:r>
        <w:t>455.1399</w:t>
      </w:r>
      <w:r>
        <w:tab/>
        <w:t>4.721e0</w:t>
      </w:r>
    </w:p>
    <w:p w:rsidR="005B0461" w:rsidRDefault="005B0461" w:rsidP="005B0461">
      <w:r>
        <w:t>455.1548</w:t>
      </w:r>
      <w:r>
        <w:tab/>
        <w:t>2.943e0</w:t>
      </w:r>
    </w:p>
    <w:p w:rsidR="005B0461" w:rsidRDefault="005B0461" w:rsidP="005B0461">
      <w:r>
        <w:t>455.1841</w:t>
      </w:r>
      <w:r>
        <w:tab/>
        <w:t>1.013e0</w:t>
      </w:r>
    </w:p>
    <w:p w:rsidR="005B0461" w:rsidRDefault="005B0461" w:rsidP="005B0461">
      <w:r>
        <w:t>455.2201</w:t>
      </w:r>
      <w:r>
        <w:tab/>
        <w:t>1.013e0</w:t>
      </w:r>
    </w:p>
    <w:p w:rsidR="005B0461" w:rsidRDefault="005B0461" w:rsidP="005B0461">
      <w:r>
        <w:t>455.2228</w:t>
      </w:r>
      <w:r>
        <w:tab/>
        <w:t>2.935e0</w:t>
      </w:r>
    </w:p>
    <w:p w:rsidR="005B0461" w:rsidRDefault="005B0461" w:rsidP="005B0461">
      <w:r>
        <w:lastRenderedPageBreak/>
        <w:t>455.2244</w:t>
      </w:r>
      <w:r>
        <w:tab/>
        <w:t>4.057e0</w:t>
      </w:r>
    </w:p>
    <w:p w:rsidR="005B0461" w:rsidRDefault="005B0461" w:rsidP="005B0461">
      <w:r>
        <w:t>455.2343</w:t>
      </w:r>
      <w:r>
        <w:tab/>
        <w:t>2.964e0</w:t>
      </w:r>
    </w:p>
    <w:p w:rsidR="005B0461" w:rsidRDefault="005B0461" w:rsidP="005B0461">
      <w:r>
        <w:t>455.2736</w:t>
      </w:r>
      <w:r>
        <w:tab/>
        <w:t>1.142e0</w:t>
      </w:r>
    </w:p>
    <w:p w:rsidR="005B0461" w:rsidRDefault="005B0461" w:rsidP="005B0461">
      <w:r>
        <w:t>455.3025</w:t>
      </w:r>
      <w:r>
        <w:tab/>
        <w:t>1.627e0</w:t>
      </w:r>
    </w:p>
    <w:p w:rsidR="005B0461" w:rsidRDefault="005B0461" w:rsidP="005B0461">
      <w:r>
        <w:t>455.3459</w:t>
      </w:r>
      <w:r>
        <w:tab/>
        <w:t>2.974e0</w:t>
      </w:r>
    </w:p>
    <w:p w:rsidR="005B0461" w:rsidRDefault="005B0461" w:rsidP="005B0461">
      <w:r>
        <w:t>455.3534</w:t>
      </w:r>
      <w:r>
        <w:tab/>
        <w:t>2.025e0</w:t>
      </w:r>
    </w:p>
    <w:p w:rsidR="005B0461" w:rsidRDefault="005B0461" w:rsidP="005B0461">
      <w:r>
        <w:t>455.3698</w:t>
      </w:r>
      <w:r>
        <w:tab/>
        <w:t>2.702e0</w:t>
      </w:r>
    </w:p>
    <w:p w:rsidR="005B0461" w:rsidRDefault="005B0461" w:rsidP="005B0461">
      <w:r>
        <w:t>455.4000</w:t>
      </w:r>
      <w:r>
        <w:tab/>
        <w:t>6.076e0</w:t>
      </w:r>
    </w:p>
    <w:p w:rsidR="005B0461" w:rsidRDefault="005B0461" w:rsidP="005B0461">
      <w:r>
        <w:t>455.4213</w:t>
      </w:r>
      <w:r>
        <w:tab/>
        <w:t>2.025e0</w:t>
      </w:r>
    </w:p>
    <w:p w:rsidR="005B0461" w:rsidRDefault="005B0461" w:rsidP="005B0461">
      <w:r>
        <w:t>455.4544</w:t>
      </w:r>
      <w:r>
        <w:tab/>
        <w:t>1.013e0</w:t>
      </w:r>
    </w:p>
    <w:p w:rsidR="005B0461" w:rsidRDefault="005B0461" w:rsidP="005B0461">
      <w:r>
        <w:t>455.4866</w:t>
      </w:r>
      <w:r>
        <w:tab/>
        <w:t>1.013e0</w:t>
      </w:r>
    </w:p>
    <w:p w:rsidR="005B0461" w:rsidRDefault="005B0461" w:rsidP="005B0461">
      <w:r>
        <w:t>455.5153</w:t>
      </w:r>
      <w:r>
        <w:tab/>
        <w:t>1.013e0</w:t>
      </w:r>
    </w:p>
    <w:p w:rsidR="005B0461" w:rsidRDefault="005B0461" w:rsidP="005B0461">
      <w:r>
        <w:t>455.5388</w:t>
      </w:r>
      <w:r>
        <w:tab/>
        <w:t>2.025e0</w:t>
      </w:r>
    </w:p>
    <w:p w:rsidR="005B0461" w:rsidRDefault="005B0461" w:rsidP="005B0461">
      <w:r>
        <w:t>455.5765</w:t>
      </w:r>
      <w:r>
        <w:tab/>
        <w:t>1.013e0</w:t>
      </w:r>
    </w:p>
    <w:p w:rsidR="005B0461" w:rsidRDefault="005B0461" w:rsidP="005B0461">
      <w:r>
        <w:t>455.5838</w:t>
      </w:r>
      <w:r>
        <w:tab/>
        <w:t>2.025e0</w:t>
      </w:r>
    </w:p>
    <w:p w:rsidR="005B0461" w:rsidRDefault="005B0461" w:rsidP="005B0461">
      <w:r>
        <w:t>455.5981</w:t>
      </w:r>
      <w:r>
        <w:tab/>
        <w:t>1.013e0</w:t>
      </w:r>
    </w:p>
    <w:p w:rsidR="005B0461" w:rsidRDefault="005B0461" w:rsidP="005B0461">
      <w:r>
        <w:t>455.6161</w:t>
      </w:r>
      <w:r>
        <w:tab/>
        <w:t>1.013e0</w:t>
      </w:r>
    </w:p>
    <w:p w:rsidR="005B0461" w:rsidRDefault="005B0461" w:rsidP="005B0461">
      <w:r>
        <w:t>455.6341</w:t>
      </w:r>
      <w:r>
        <w:tab/>
        <w:t>1.013e0</w:t>
      </w:r>
    </w:p>
    <w:p w:rsidR="005B0461" w:rsidRDefault="005B0461" w:rsidP="005B0461">
      <w:r>
        <w:t>455.6522</w:t>
      </w:r>
      <w:r>
        <w:tab/>
        <w:t>1.013e0</w:t>
      </w:r>
    </w:p>
    <w:p w:rsidR="005B0461" w:rsidRDefault="005B0461" w:rsidP="005B0461">
      <w:r>
        <w:lastRenderedPageBreak/>
        <w:t>455.6698</w:t>
      </w:r>
      <w:r>
        <w:tab/>
        <w:t>1.013e0</w:t>
      </w:r>
    </w:p>
    <w:p w:rsidR="005B0461" w:rsidRDefault="005B0461" w:rsidP="005B0461">
      <w:r>
        <w:t>455.6738</w:t>
      </w:r>
      <w:r>
        <w:tab/>
        <w:t>2.025e0</w:t>
      </w:r>
    </w:p>
    <w:p w:rsidR="005B0461" w:rsidRDefault="005B0461" w:rsidP="005B0461">
      <w:r>
        <w:t>455.7017</w:t>
      </w:r>
      <w:r>
        <w:tab/>
        <w:t>1.013e0</w:t>
      </w:r>
    </w:p>
    <w:p w:rsidR="005B0461" w:rsidRDefault="005B0461" w:rsidP="005B0461">
      <w:r>
        <w:t>455.7176</w:t>
      </w:r>
      <w:r>
        <w:tab/>
        <w:t>1.013e0</w:t>
      </w:r>
    </w:p>
    <w:p w:rsidR="005B0461" w:rsidRDefault="005B0461" w:rsidP="005B0461">
      <w:r>
        <w:t>455.7220</w:t>
      </w:r>
      <w:r>
        <w:tab/>
        <w:t>2.025e0</w:t>
      </w:r>
    </w:p>
    <w:p w:rsidR="005B0461" w:rsidRDefault="005B0461" w:rsidP="005B0461">
      <w:r>
        <w:t>455.7654</w:t>
      </w:r>
      <w:r>
        <w:tab/>
        <w:t>1.013e0</w:t>
      </w:r>
    </w:p>
    <w:p w:rsidR="005B0461" w:rsidRDefault="005B0461" w:rsidP="005B0461">
      <w:r>
        <w:t>455.7761</w:t>
      </w:r>
      <w:r>
        <w:tab/>
        <w:t>3.038e0</w:t>
      </w:r>
    </w:p>
    <w:p w:rsidR="005B0461" w:rsidRDefault="005B0461" w:rsidP="005B0461">
      <w:r>
        <w:t>455.8187</w:t>
      </w:r>
      <w:r>
        <w:tab/>
        <w:t>3.038e0</w:t>
      </w:r>
    </w:p>
    <w:p w:rsidR="005B0461" w:rsidRDefault="005B0461" w:rsidP="005B0461">
      <w:r>
        <w:t>455.8428</w:t>
      </w:r>
      <w:r>
        <w:tab/>
        <w:t>2.025e0</w:t>
      </w:r>
    </w:p>
    <w:p w:rsidR="005B0461" w:rsidRDefault="005B0461" w:rsidP="005B0461">
      <w:r>
        <w:t>455.8535</w:t>
      </w:r>
      <w:r>
        <w:tab/>
        <w:t>1.013e0</w:t>
      </w:r>
    </w:p>
    <w:p w:rsidR="005B0461" w:rsidRDefault="005B0461" w:rsidP="005B0461">
      <w:r>
        <w:t>455.8849</w:t>
      </w:r>
      <w:r>
        <w:tab/>
        <w:t>2.025e0</w:t>
      </w:r>
    </w:p>
    <w:p w:rsidR="005B0461" w:rsidRDefault="005B0461" w:rsidP="005B0461">
      <w:r>
        <w:t>455.9235</w:t>
      </w:r>
      <w:r>
        <w:tab/>
        <w:t>3.038e0</w:t>
      </w:r>
    </w:p>
    <w:p w:rsidR="005B0461" w:rsidRDefault="005B0461" w:rsidP="005B0461">
      <w:r>
        <w:t>455.9600</w:t>
      </w:r>
      <w:r>
        <w:tab/>
        <w:t>2.025e0</w:t>
      </w:r>
    </w:p>
    <w:p w:rsidR="005B0461" w:rsidRDefault="005B0461" w:rsidP="005B0461">
      <w:r>
        <w:t>455.9888</w:t>
      </w:r>
      <w:r>
        <w:tab/>
        <w:t>2.025e0</w:t>
      </w:r>
    </w:p>
    <w:p w:rsidR="005B0461" w:rsidRDefault="005B0461" w:rsidP="005B0461">
      <w:r>
        <w:t>456.0086</w:t>
      </w:r>
      <w:r>
        <w:tab/>
        <w:t>1.013e0</w:t>
      </w:r>
    </w:p>
    <w:p w:rsidR="005B0461" w:rsidRDefault="005B0461" w:rsidP="005B0461">
      <w:r>
        <w:t>456.0328</w:t>
      </w:r>
      <w:r>
        <w:tab/>
        <w:t>4.051e0</w:t>
      </w:r>
    </w:p>
    <w:p w:rsidR="005B0461" w:rsidRDefault="005B0461" w:rsidP="005B0461">
      <w:r>
        <w:t>456.0450</w:t>
      </w:r>
      <w:r>
        <w:tab/>
        <w:t>3.675e0</w:t>
      </w:r>
    </w:p>
    <w:p w:rsidR="005B0461" w:rsidRDefault="005B0461" w:rsidP="005B0461">
      <w:r>
        <w:t>456.0913</w:t>
      </w:r>
      <w:r>
        <w:tab/>
        <w:t>3.488e0</w:t>
      </w:r>
    </w:p>
    <w:p w:rsidR="005B0461" w:rsidRDefault="005B0461" w:rsidP="005B0461">
      <w:r>
        <w:t>456.1059</w:t>
      </w:r>
      <w:r>
        <w:tab/>
        <w:t>1.892e0</w:t>
      </w:r>
    </w:p>
    <w:p w:rsidR="005B0461" w:rsidRDefault="005B0461" w:rsidP="005B0461">
      <w:r>
        <w:lastRenderedPageBreak/>
        <w:t>456.1204</w:t>
      </w:r>
      <w:r>
        <w:tab/>
        <w:t>7.904e0</w:t>
      </w:r>
    </w:p>
    <w:p w:rsidR="005B0461" w:rsidRDefault="005B0461" w:rsidP="005B0461">
      <w:r>
        <w:t>456.1236</w:t>
      </w:r>
      <w:r>
        <w:tab/>
        <w:t>7.912e0</w:t>
      </w:r>
    </w:p>
    <w:p w:rsidR="005B0461" w:rsidRDefault="005B0461" w:rsidP="005B0461">
      <w:r>
        <w:t>456.1798</w:t>
      </w:r>
      <w:r>
        <w:tab/>
        <w:t>1.013e0</w:t>
      </w:r>
    </w:p>
    <w:p w:rsidR="005B0461" w:rsidRDefault="005B0461" w:rsidP="005B0461">
      <w:r>
        <w:t>456.2157</w:t>
      </w:r>
      <w:r>
        <w:tab/>
        <w:t>6.076e0</w:t>
      </w:r>
    </w:p>
    <w:p w:rsidR="005B0461" w:rsidRDefault="005B0461" w:rsidP="005B0461">
      <w:r>
        <w:t>456.2187</w:t>
      </w:r>
      <w:r>
        <w:tab/>
        <w:t>2.025e0</w:t>
      </w:r>
    </w:p>
    <w:p w:rsidR="005B0461" w:rsidRDefault="005B0461" w:rsidP="005B0461">
      <w:r>
        <w:t>456.2197</w:t>
      </w:r>
      <w:r>
        <w:tab/>
        <w:t>1.013e0</w:t>
      </w:r>
    </w:p>
    <w:p w:rsidR="005B0461" w:rsidRDefault="005B0461" w:rsidP="005B0461">
      <w:r>
        <w:t>456.2500</w:t>
      </w:r>
      <w:r>
        <w:tab/>
        <w:t>3.939e0</w:t>
      </w:r>
    </w:p>
    <w:p w:rsidR="005B0461" w:rsidRDefault="005B0461" w:rsidP="005B0461">
      <w:r>
        <w:t>456.3438</w:t>
      </w:r>
      <w:r>
        <w:tab/>
        <w:t>3.038e0</w:t>
      </w:r>
    </w:p>
    <w:p w:rsidR="005B0461" w:rsidRDefault="005B0461" w:rsidP="005B0461">
      <w:r>
        <w:t>456.3553</w:t>
      </w:r>
      <w:r>
        <w:tab/>
        <w:t>1.013e0</w:t>
      </w:r>
    </w:p>
    <w:p w:rsidR="005B0461" w:rsidRDefault="005B0461" w:rsidP="005B0461">
      <w:r>
        <w:t>456.3577</w:t>
      </w:r>
      <w:r>
        <w:tab/>
        <w:t>2.365e0</w:t>
      </w:r>
    </w:p>
    <w:p w:rsidR="005B0461" w:rsidRDefault="005B0461" w:rsidP="005B0461">
      <w:r>
        <w:t>456.3918</w:t>
      </w:r>
      <w:r>
        <w:tab/>
        <w:t>4.051e0</w:t>
      </w:r>
    </w:p>
    <w:p w:rsidR="005B0461" w:rsidRDefault="005B0461" w:rsidP="005B0461">
      <w:r>
        <w:t>456.4036</w:t>
      </w:r>
      <w:r>
        <w:tab/>
        <w:t>3.038e0</w:t>
      </w:r>
    </w:p>
    <w:p w:rsidR="005B0461" w:rsidRDefault="005B0461" w:rsidP="005B0461">
      <w:r>
        <w:t>456.4230</w:t>
      </w:r>
      <w:r>
        <w:tab/>
        <w:t>3.038e0</w:t>
      </w:r>
    </w:p>
    <w:p w:rsidR="005B0461" w:rsidRDefault="005B0461" w:rsidP="005B0461">
      <w:r>
        <w:t>456.4408</w:t>
      </w:r>
      <w:r>
        <w:tab/>
        <w:t>1.013e0</w:t>
      </w:r>
    </w:p>
    <w:p w:rsidR="005B0461" w:rsidRDefault="005B0461" w:rsidP="005B0461">
      <w:r>
        <w:t>456.5034</w:t>
      </w:r>
      <w:r>
        <w:tab/>
        <w:t>2.025e0</w:t>
      </w:r>
    </w:p>
    <w:p w:rsidR="005B0461" w:rsidRDefault="005B0461" w:rsidP="005B0461">
      <w:r>
        <w:t>456.5069</w:t>
      </w:r>
      <w:r>
        <w:tab/>
        <w:t>1.013e0</w:t>
      </w:r>
    </w:p>
    <w:p w:rsidR="005B0461" w:rsidRDefault="005B0461" w:rsidP="005B0461">
      <w:r>
        <w:t>456.5547</w:t>
      </w:r>
      <w:r>
        <w:tab/>
        <w:t>1.013e0</w:t>
      </w:r>
    </w:p>
    <w:p w:rsidR="005B0461" w:rsidRDefault="005B0461" w:rsidP="005B0461">
      <w:r>
        <w:t>456.5603</w:t>
      </w:r>
      <w:r>
        <w:tab/>
        <w:t>2.025e0</w:t>
      </w:r>
    </w:p>
    <w:p w:rsidR="005B0461" w:rsidRDefault="005B0461" w:rsidP="005B0461">
      <w:r>
        <w:t>456.5629</w:t>
      </w:r>
      <w:r>
        <w:tab/>
        <w:t>1.013e0</w:t>
      </w:r>
    </w:p>
    <w:p w:rsidR="005B0461" w:rsidRDefault="005B0461" w:rsidP="005B0461">
      <w:r>
        <w:lastRenderedPageBreak/>
        <w:t>456.5661</w:t>
      </w:r>
      <w:r>
        <w:tab/>
        <w:t>4.051e0</w:t>
      </w:r>
    </w:p>
    <w:p w:rsidR="005B0461" w:rsidRDefault="005B0461" w:rsidP="005B0461">
      <w:r>
        <w:t>456.6281</w:t>
      </w:r>
      <w:r>
        <w:tab/>
        <w:t>2.025e0</w:t>
      </w:r>
    </w:p>
    <w:p w:rsidR="005B0461" w:rsidRDefault="005B0461" w:rsidP="005B0461">
      <w:r>
        <w:t>456.6389</w:t>
      </w:r>
      <w:r>
        <w:tab/>
        <w:t>3.038e0</w:t>
      </w:r>
    </w:p>
    <w:p w:rsidR="005B0461" w:rsidRDefault="005B0461" w:rsidP="005B0461">
      <w:r>
        <w:t>456.6425</w:t>
      </w:r>
      <w:r>
        <w:tab/>
        <w:t>1.013e0</w:t>
      </w:r>
    </w:p>
    <w:p w:rsidR="005B0461" w:rsidRDefault="005B0461" w:rsidP="005B0461">
      <w:r>
        <w:t>456.6505</w:t>
      </w:r>
      <w:r>
        <w:tab/>
        <w:t>1.013e0</w:t>
      </w:r>
    </w:p>
    <w:p w:rsidR="005B0461" w:rsidRDefault="005B0461" w:rsidP="005B0461">
      <w:r>
        <w:t>456.7174</w:t>
      </w:r>
      <w:r>
        <w:tab/>
        <w:t>3.038e0</w:t>
      </w:r>
    </w:p>
    <w:p w:rsidR="005B0461" w:rsidRDefault="005B0461" w:rsidP="005B0461">
      <w:r>
        <w:t>456.7512</w:t>
      </w:r>
      <w:r>
        <w:tab/>
        <w:t>2.025e0</w:t>
      </w:r>
    </w:p>
    <w:p w:rsidR="005B0461" w:rsidRDefault="005B0461" w:rsidP="005B0461">
      <w:r>
        <w:t>456.7739</w:t>
      </w:r>
      <w:r>
        <w:tab/>
        <w:t>2.025e0</w:t>
      </w:r>
    </w:p>
    <w:p w:rsidR="005B0461" w:rsidRDefault="005B0461" w:rsidP="005B0461">
      <w:r>
        <w:t>456.8102</w:t>
      </w:r>
      <w:r>
        <w:tab/>
        <w:t>1.013e0</w:t>
      </w:r>
    </w:p>
    <w:p w:rsidR="005B0461" w:rsidRDefault="005B0461" w:rsidP="005B0461">
      <w:r>
        <w:t>456.8153</w:t>
      </w:r>
      <w:r>
        <w:tab/>
        <w:t>1.013e0</w:t>
      </w:r>
    </w:p>
    <w:p w:rsidR="005B0461" w:rsidRDefault="005B0461" w:rsidP="005B0461">
      <w:r>
        <w:t>456.8746</w:t>
      </w:r>
      <w:r>
        <w:tab/>
        <w:t>2.025e0</w:t>
      </w:r>
    </w:p>
    <w:p w:rsidR="005B0461" w:rsidRDefault="005B0461" w:rsidP="005B0461">
      <w:r>
        <w:t>456.8827</w:t>
      </w:r>
      <w:r>
        <w:tab/>
        <w:t>2.025e0</w:t>
      </w:r>
    </w:p>
    <w:p w:rsidR="005B0461" w:rsidRDefault="005B0461" w:rsidP="005B0461">
      <w:r>
        <w:t>456.9060</w:t>
      </w:r>
      <w:r>
        <w:tab/>
        <w:t>1.013e0</w:t>
      </w:r>
    </w:p>
    <w:p w:rsidR="005B0461" w:rsidRDefault="005B0461" w:rsidP="005B0461">
      <w:r>
        <w:t>456.9539</w:t>
      </w:r>
      <w:r>
        <w:tab/>
        <w:t>2.025e0</w:t>
      </w:r>
    </w:p>
    <w:p w:rsidR="005B0461" w:rsidRDefault="005B0461" w:rsidP="005B0461">
      <w:r>
        <w:t>456.9558</w:t>
      </w:r>
      <w:r>
        <w:tab/>
        <w:t>1.013e0</w:t>
      </w:r>
    </w:p>
    <w:p w:rsidR="005B0461" w:rsidRDefault="005B0461" w:rsidP="005B0461">
      <w:r>
        <w:t>456.9654</w:t>
      </w:r>
      <w:r>
        <w:tab/>
        <w:t>2.025e0</w:t>
      </w:r>
    </w:p>
    <w:p w:rsidR="005B0461" w:rsidRDefault="005B0461" w:rsidP="005B0461">
      <w:r>
        <w:t>456.9897</w:t>
      </w:r>
      <w:r>
        <w:tab/>
        <w:t>2.025e0</w:t>
      </w:r>
    </w:p>
    <w:p w:rsidR="005B0461" w:rsidRDefault="005B0461" w:rsidP="005B0461">
      <w:r>
        <w:t>457.0018</w:t>
      </w:r>
      <w:r>
        <w:tab/>
        <w:t>1.013e0</w:t>
      </w:r>
    </w:p>
    <w:p w:rsidR="005B0461" w:rsidRDefault="005B0461" w:rsidP="005B0461">
      <w:r>
        <w:t>457.0052</w:t>
      </w:r>
      <w:r>
        <w:tab/>
        <w:t>2.025e0</w:t>
      </w:r>
    </w:p>
    <w:p w:rsidR="005B0461" w:rsidRDefault="005B0461" w:rsidP="005B0461">
      <w:r>
        <w:lastRenderedPageBreak/>
        <w:t>457.0663</w:t>
      </w:r>
      <w:r>
        <w:tab/>
        <w:t>3.038e0</w:t>
      </w:r>
    </w:p>
    <w:p w:rsidR="005B0461" w:rsidRDefault="005B0461" w:rsidP="005B0461">
      <w:r>
        <w:t>457.0821</w:t>
      </w:r>
      <w:r>
        <w:tab/>
        <w:t>1.087e0</w:t>
      </w:r>
    </w:p>
    <w:p w:rsidR="005B0461" w:rsidRDefault="005B0461" w:rsidP="005B0461">
      <w:r>
        <w:t>457.0840</w:t>
      </w:r>
      <w:r>
        <w:tab/>
        <w:t>3.443e0</w:t>
      </w:r>
    </w:p>
    <w:p w:rsidR="005B0461" w:rsidRDefault="005B0461" w:rsidP="005B0461">
      <w:r>
        <w:t>457.1021</w:t>
      </w:r>
      <w:r>
        <w:tab/>
        <w:t>1.628e0</w:t>
      </w:r>
    </w:p>
    <w:p w:rsidR="005B0461" w:rsidRDefault="005B0461" w:rsidP="005B0461">
      <w:r>
        <w:t>457.1216</w:t>
      </w:r>
      <w:r>
        <w:tab/>
        <w:t>3.861e0</w:t>
      </w:r>
    </w:p>
    <w:p w:rsidR="005B0461" w:rsidRDefault="005B0461" w:rsidP="005B0461">
      <w:r>
        <w:t>457.1361</w:t>
      </w:r>
      <w:r>
        <w:tab/>
        <w:t>3.038e0</w:t>
      </w:r>
    </w:p>
    <w:p w:rsidR="005B0461" w:rsidRDefault="005B0461" w:rsidP="005B0461">
      <w:r>
        <w:t>457.1385</w:t>
      </w:r>
      <w:r>
        <w:tab/>
        <w:t>2.025e0</w:t>
      </w:r>
    </w:p>
    <w:p w:rsidR="005B0461" w:rsidRDefault="005B0461" w:rsidP="005B0461">
      <w:r>
        <w:t>457.1616</w:t>
      </w:r>
      <w:r>
        <w:tab/>
        <w:t>1.013e0</w:t>
      </w:r>
    </w:p>
    <w:p w:rsidR="005B0461" w:rsidRDefault="005B0461" w:rsidP="005B0461">
      <w:r>
        <w:t>457.1914</w:t>
      </w:r>
      <w:r>
        <w:tab/>
        <w:t>3.038e0</w:t>
      </w:r>
    </w:p>
    <w:p w:rsidR="005B0461" w:rsidRDefault="005B0461" w:rsidP="005B0461">
      <w:r>
        <w:t>457.1935</w:t>
      </w:r>
      <w:r>
        <w:tab/>
        <w:t>1.013e0</w:t>
      </w:r>
    </w:p>
    <w:p w:rsidR="005B0461" w:rsidRDefault="005B0461" w:rsidP="005B0461">
      <w:r>
        <w:t>457.2397</w:t>
      </w:r>
      <w:r>
        <w:tab/>
        <w:t>1.788e0</w:t>
      </w:r>
    </w:p>
    <w:p w:rsidR="005B0461" w:rsidRDefault="005B0461" w:rsidP="005B0461">
      <w:r>
        <w:t>457.2580</w:t>
      </w:r>
      <w:r>
        <w:tab/>
        <w:t>2.936e0</w:t>
      </w:r>
    </w:p>
    <w:p w:rsidR="005B0461" w:rsidRDefault="005B0461" w:rsidP="005B0461">
      <w:r>
        <w:t>457.3022</w:t>
      </w:r>
      <w:r>
        <w:tab/>
        <w:t>3.038e0</w:t>
      </w:r>
    </w:p>
    <w:p w:rsidR="005B0461" w:rsidRDefault="005B0461" w:rsidP="005B0461">
      <w:r>
        <w:t>457.3446</w:t>
      </w:r>
      <w:r>
        <w:tab/>
        <w:t>1.075e1</w:t>
      </w:r>
    </w:p>
    <w:p w:rsidR="005B0461" w:rsidRDefault="005B0461" w:rsidP="005B0461">
      <w:r>
        <w:t>457.3457</w:t>
      </w:r>
      <w:r>
        <w:tab/>
        <w:t>7.089e0</w:t>
      </w:r>
    </w:p>
    <w:p w:rsidR="005B0461" w:rsidRDefault="005B0461" w:rsidP="005B0461">
      <w:r>
        <w:t>457.3580</w:t>
      </w:r>
      <w:r>
        <w:tab/>
        <w:t>1.050e1</w:t>
      </w:r>
    </w:p>
    <w:p w:rsidR="005B0461" w:rsidRDefault="005B0461" w:rsidP="005B0461">
      <w:r>
        <w:t>457.3594</w:t>
      </w:r>
      <w:r>
        <w:tab/>
        <w:t>1.418e1</w:t>
      </w:r>
    </w:p>
    <w:p w:rsidR="005B0461" w:rsidRDefault="005B0461" w:rsidP="005B0461">
      <w:r>
        <w:t>457.4733</w:t>
      </w:r>
      <w:r>
        <w:tab/>
        <w:t>1.013e0</w:t>
      </w:r>
    </w:p>
    <w:p w:rsidR="005B0461" w:rsidRDefault="005B0461" w:rsidP="005B0461">
      <w:r>
        <w:t>457.4792</w:t>
      </w:r>
      <w:r>
        <w:tab/>
        <w:t>4.051e0</w:t>
      </w:r>
    </w:p>
    <w:p w:rsidR="005B0461" w:rsidRDefault="005B0461" w:rsidP="005B0461">
      <w:r>
        <w:lastRenderedPageBreak/>
        <w:t>457.5034</w:t>
      </w:r>
      <w:r>
        <w:tab/>
        <w:t>1.013e0</w:t>
      </w:r>
    </w:p>
    <w:p w:rsidR="005B0461" w:rsidRDefault="005B0461" w:rsidP="005B0461">
      <w:r>
        <w:t>457.5612</w:t>
      </w:r>
      <w:r>
        <w:tab/>
        <w:t>1.013e0</w:t>
      </w:r>
    </w:p>
    <w:p w:rsidR="005B0461" w:rsidRDefault="005B0461" w:rsidP="005B0461">
      <w:r>
        <w:t>457.5652</w:t>
      </w:r>
      <w:r>
        <w:tab/>
        <w:t>2.025e0</w:t>
      </w:r>
    </w:p>
    <w:p w:rsidR="005B0461" w:rsidRDefault="005B0461" w:rsidP="005B0461">
      <w:r>
        <w:t>457.5719</w:t>
      </w:r>
      <w:r>
        <w:tab/>
        <w:t>2.025e0</w:t>
      </w:r>
    </w:p>
    <w:p w:rsidR="005B0461" w:rsidRDefault="005B0461" w:rsidP="005B0461">
      <w:r>
        <w:t>457.6043</w:t>
      </w:r>
      <w:r>
        <w:tab/>
        <w:t>1.013e0</w:t>
      </w:r>
    </w:p>
    <w:p w:rsidR="005B0461" w:rsidRDefault="005B0461" w:rsidP="005B0461">
      <w:r>
        <w:t>457.6223</w:t>
      </w:r>
      <w:r>
        <w:tab/>
        <w:t>1.013e0</w:t>
      </w:r>
    </w:p>
    <w:p w:rsidR="005B0461" w:rsidRDefault="005B0461" w:rsidP="005B0461">
      <w:r>
        <w:t>457.6389</w:t>
      </w:r>
      <w:r>
        <w:tab/>
        <w:t>2.025e0</w:t>
      </w:r>
    </w:p>
    <w:p w:rsidR="005B0461" w:rsidRDefault="005B0461" w:rsidP="005B0461">
      <w:r>
        <w:t>457.6572</w:t>
      </w:r>
      <w:r>
        <w:tab/>
        <w:t>1.013e0</w:t>
      </w:r>
    </w:p>
    <w:p w:rsidR="005B0461" w:rsidRDefault="005B0461" w:rsidP="005B0461">
      <w:r>
        <w:t>457.7123</w:t>
      </w:r>
      <w:r>
        <w:tab/>
        <w:t>2.025e0</w:t>
      </w:r>
    </w:p>
    <w:p w:rsidR="005B0461" w:rsidRDefault="005B0461" w:rsidP="005B0461">
      <w:r>
        <w:t>457.7627</w:t>
      </w:r>
      <w:r>
        <w:tab/>
        <w:t>1.013e0</w:t>
      </w:r>
    </w:p>
    <w:p w:rsidR="005B0461" w:rsidRDefault="005B0461" w:rsidP="005B0461">
      <w:r>
        <w:t>457.7663</w:t>
      </w:r>
      <w:r>
        <w:tab/>
        <w:t>3.038e0</w:t>
      </w:r>
    </w:p>
    <w:p w:rsidR="005B0461" w:rsidRDefault="005B0461" w:rsidP="005B0461">
      <w:r>
        <w:t>457.8113</w:t>
      </w:r>
      <w:r>
        <w:tab/>
        <w:t>2.025e0</w:t>
      </w:r>
    </w:p>
    <w:p w:rsidR="005B0461" w:rsidRDefault="005B0461" w:rsidP="005B0461">
      <w:r>
        <w:t>457.8332</w:t>
      </w:r>
      <w:r>
        <w:tab/>
        <w:t>1.013e0</w:t>
      </w:r>
    </w:p>
    <w:p w:rsidR="005B0461" w:rsidRDefault="005B0461" w:rsidP="005B0461">
      <w:r>
        <w:t>457.8492</w:t>
      </w:r>
      <w:r>
        <w:tab/>
        <w:t>4.051e0</w:t>
      </w:r>
    </w:p>
    <w:p w:rsidR="005B0461" w:rsidRDefault="005B0461" w:rsidP="005B0461">
      <w:r>
        <w:t>457.9287</w:t>
      </w:r>
      <w:r>
        <w:tab/>
        <w:t>3.038e0</w:t>
      </w:r>
    </w:p>
    <w:p w:rsidR="005B0461" w:rsidRDefault="005B0461" w:rsidP="005B0461">
      <w:r>
        <w:t>457.9532</w:t>
      </w:r>
      <w:r>
        <w:tab/>
        <w:t>1.013e0</w:t>
      </w:r>
    </w:p>
    <w:p w:rsidR="005B0461" w:rsidRDefault="005B0461" w:rsidP="005B0461">
      <w:r>
        <w:t>457.9852</w:t>
      </w:r>
      <w:r>
        <w:tab/>
        <w:t>1.013e0</w:t>
      </w:r>
    </w:p>
    <w:p w:rsidR="005B0461" w:rsidRDefault="005B0461" w:rsidP="005B0461">
      <w:r>
        <w:t>458.0014</w:t>
      </w:r>
      <w:r>
        <w:tab/>
        <w:t>3.789e0</w:t>
      </w:r>
    </w:p>
    <w:p w:rsidR="005B0461" w:rsidRDefault="005B0461" w:rsidP="005B0461">
      <w:r>
        <w:t>458.0092</w:t>
      </w:r>
      <w:r>
        <w:tab/>
        <w:t>1.013e0</w:t>
      </w:r>
    </w:p>
    <w:p w:rsidR="005B0461" w:rsidRDefault="005B0461" w:rsidP="005B0461">
      <w:r>
        <w:lastRenderedPageBreak/>
        <w:t>458.0546</w:t>
      </w:r>
      <w:r>
        <w:tab/>
        <w:t>2.025e0</w:t>
      </w:r>
    </w:p>
    <w:p w:rsidR="005B0461" w:rsidRDefault="005B0461" w:rsidP="005B0461">
      <w:r>
        <w:t>458.0654</w:t>
      </w:r>
      <w:r>
        <w:tab/>
        <w:t>2.025e0</w:t>
      </w:r>
    </w:p>
    <w:p w:rsidR="005B0461" w:rsidRDefault="005B0461" w:rsidP="005B0461">
      <w:r>
        <w:t>458.1373</w:t>
      </w:r>
      <w:r>
        <w:tab/>
        <w:t>2.025e0</w:t>
      </w:r>
    </w:p>
    <w:p w:rsidR="005B0461" w:rsidRDefault="005B0461" w:rsidP="005B0461">
      <w:r>
        <w:t>458.1495</w:t>
      </w:r>
      <w:r>
        <w:tab/>
        <w:t>2.025e0</w:t>
      </w:r>
    </w:p>
    <w:p w:rsidR="005B0461" w:rsidRDefault="005B0461" w:rsidP="005B0461">
      <w:r>
        <w:t>458.1600</w:t>
      </w:r>
      <w:r>
        <w:tab/>
        <w:t>4.348e0</w:t>
      </w:r>
    </w:p>
    <w:p w:rsidR="005B0461" w:rsidRDefault="005B0461" w:rsidP="005B0461">
      <w:r>
        <w:t>458.1931</w:t>
      </w:r>
      <w:r>
        <w:tab/>
        <w:t>4.051e0</w:t>
      </w:r>
    </w:p>
    <w:p w:rsidR="005B0461" w:rsidRDefault="005B0461" w:rsidP="005B0461">
      <w:r>
        <w:t>458.2330</w:t>
      </w:r>
      <w:r>
        <w:tab/>
        <w:t>2.025e0</w:t>
      </w:r>
    </w:p>
    <w:p w:rsidR="005B0461" w:rsidRDefault="005B0461" w:rsidP="005B0461">
      <w:r>
        <w:t>458.2709</w:t>
      </w:r>
      <w:r>
        <w:tab/>
        <w:t>4.051e0</w:t>
      </w:r>
    </w:p>
    <w:p w:rsidR="005B0461" w:rsidRDefault="005B0461" w:rsidP="005B0461">
      <w:r>
        <w:t>458.2737</w:t>
      </w:r>
      <w:r>
        <w:tab/>
        <w:t>1.404e0</w:t>
      </w:r>
    </w:p>
    <w:p w:rsidR="005B0461" w:rsidRDefault="005B0461" w:rsidP="005B0461">
      <w:r>
        <w:t>458.2845</w:t>
      </w:r>
      <w:r>
        <w:tab/>
        <w:t>2.066e0</w:t>
      </w:r>
    </w:p>
    <w:p w:rsidR="005B0461" w:rsidRDefault="005B0461" w:rsidP="005B0461">
      <w:r>
        <w:t>458.3054</w:t>
      </w:r>
      <w:r>
        <w:tab/>
        <w:t>2.158e0</w:t>
      </w:r>
    </w:p>
    <w:p w:rsidR="005B0461" w:rsidRDefault="005B0461" w:rsidP="005B0461">
      <w:r>
        <w:t>458.3398</w:t>
      </w:r>
      <w:r>
        <w:tab/>
        <w:t>5.323e0</w:t>
      </w:r>
    </w:p>
    <w:p w:rsidR="005B0461" w:rsidRDefault="005B0461" w:rsidP="005B0461">
      <w:r>
        <w:t>458.3606</w:t>
      </w:r>
      <w:r>
        <w:tab/>
        <w:t>4.578e0</w:t>
      </w:r>
    </w:p>
    <w:p w:rsidR="005B0461" w:rsidRDefault="005B0461" w:rsidP="005B0461">
      <w:r>
        <w:t>458.3621</w:t>
      </w:r>
      <w:r>
        <w:tab/>
        <w:t>6.076e0</w:t>
      </w:r>
    </w:p>
    <w:p w:rsidR="005B0461" w:rsidRDefault="005B0461" w:rsidP="005B0461">
      <w:r>
        <w:t>458.3807</w:t>
      </w:r>
      <w:r>
        <w:tab/>
        <w:t>2.025e0</w:t>
      </w:r>
    </w:p>
    <w:p w:rsidR="005B0461" w:rsidRDefault="005B0461" w:rsidP="005B0461">
      <w:r>
        <w:t>458.4252</w:t>
      </w:r>
      <w:r>
        <w:tab/>
        <w:t>2.025e0</w:t>
      </w:r>
    </w:p>
    <w:p w:rsidR="005B0461" w:rsidRDefault="005B0461" w:rsidP="005B0461">
      <w:r>
        <w:t>458.4576</w:t>
      </w:r>
      <w:r>
        <w:tab/>
        <w:t>1.013e0</w:t>
      </w:r>
    </w:p>
    <w:p w:rsidR="005B0461" w:rsidRDefault="005B0461" w:rsidP="005B0461">
      <w:r>
        <w:t>458.4762</w:t>
      </w:r>
      <w:r>
        <w:tab/>
        <w:t>2.025e0</w:t>
      </w:r>
    </w:p>
    <w:p w:rsidR="005B0461" w:rsidRDefault="005B0461" w:rsidP="005B0461">
      <w:r>
        <w:t>458.5054</w:t>
      </w:r>
      <w:r>
        <w:tab/>
        <w:t>1.013e0</w:t>
      </w:r>
    </w:p>
    <w:p w:rsidR="005B0461" w:rsidRDefault="005B0461" w:rsidP="005B0461">
      <w:r>
        <w:lastRenderedPageBreak/>
        <w:t>458.5299</w:t>
      </w:r>
      <w:r>
        <w:tab/>
        <w:t>1.013e0</w:t>
      </w:r>
    </w:p>
    <w:p w:rsidR="005B0461" w:rsidRDefault="005B0461" w:rsidP="005B0461">
      <w:r>
        <w:t>458.5377</w:t>
      </w:r>
      <w:r>
        <w:tab/>
        <w:t>1.013e0</w:t>
      </w:r>
    </w:p>
    <w:p w:rsidR="005B0461" w:rsidRDefault="005B0461" w:rsidP="005B0461">
      <w:r>
        <w:t>458.5861</w:t>
      </w:r>
      <w:r>
        <w:tab/>
        <w:t>2.025e0</w:t>
      </w:r>
    </w:p>
    <w:p w:rsidR="005B0461" w:rsidRDefault="005B0461" w:rsidP="005B0461">
      <w:r>
        <w:t>458.6059</w:t>
      </w:r>
      <w:r>
        <w:tab/>
        <w:t>1.013e0</w:t>
      </w:r>
    </w:p>
    <w:p w:rsidR="005B0461" w:rsidRDefault="005B0461" w:rsidP="005B0461">
      <w:r>
        <w:t>458.6098</w:t>
      </w:r>
      <w:r>
        <w:tab/>
        <w:t>1.013e0</w:t>
      </w:r>
    </w:p>
    <w:p w:rsidR="005B0461" w:rsidRDefault="005B0461" w:rsidP="005B0461">
      <w:r>
        <w:t>458.6240</w:t>
      </w:r>
      <w:r>
        <w:tab/>
        <w:t>1.013e0</w:t>
      </w:r>
    </w:p>
    <w:p w:rsidR="005B0461" w:rsidRDefault="005B0461" w:rsidP="005B0461">
      <w:r>
        <w:t>458.6579</w:t>
      </w:r>
      <w:r>
        <w:tab/>
        <w:t>1.013e0</w:t>
      </w:r>
    </w:p>
    <w:p w:rsidR="005B0461" w:rsidRDefault="005B0461" w:rsidP="005B0461">
      <w:r>
        <w:t>458.7140</w:t>
      </w:r>
      <w:r>
        <w:tab/>
        <w:t>1.013e0</w:t>
      </w:r>
    </w:p>
    <w:p w:rsidR="005B0461" w:rsidRDefault="005B0461" w:rsidP="005B0461">
      <w:r>
        <w:t>458.7207</w:t>
      </w:r>
      <w:r>
        <w:tab/>
        <w:t>4.051e0</w:t>
      </w:r>
    </w:p>
    <w:p w:rsidR="005B0461" w:rsidRDefault="005B0461" w:rsidP="005B0461">
      <w:r>
        <w:t>458.7249</w:t>
      </w:r>
      <w:r>
        <w:tab/>
        <w:t>1.013e0</w:t>
      </w:r>
    </w:p>
    <w:p w:rsidR="005B0461" w:rsidRDefault="005B0461" w:rsidP="005B0461">
      <w:r>
        <w:t>458.7541</w:t>
      </w:r>
      <w:r>
        <w:tab/>
        <w:t>1.013e0</w:t>
      </w:r>
    </w:p>
    <w:p w:rsidR="005B0461" w:rsidRDefault="005B0461" w:rsidP="005B0461">
      <w:r>
        <w:t>458.7718</w:t>
      </w:r>
      <w:r>
        <w:tab/>
        <w:t>2.025e0</w:t>
      </w:r>
    </w:p>
    <w:p w:rsidR="005B0461" w:rsidRDefault="005B0461" w:rsidP="005B0461">
      <w:r>
        <w:t>458.7964</w:t>
      </w:r>
      <w:r>
        <w:tab/>
        <w:t>3.038e0</w:t>
      </w:r>
    </w:p>
    <w:p w:rsidR="005B0461" w:rsidRDefault="005B0461" w:rsidP="005B0461">
      <w:r>
        <w:t>458.8342</w:t>
      </w:r>
      <w:r>
        <w:tab/>
        <w:t>1.013e0</w:t>
      </w:r>
    </w:p>
    <w:p w:rsidR="005B0461" w:rsidRDefault="005B0461" w:rsidP="005B0461">
      <w:r>
        <w:t>458.8477</w:t>
      </w:r>
      <w:r>
        <w:tab/>
        <w:t>2.025e0</w:t>
      </w:r>
    </w:p>
    <w:p w:rsidR="005B0461" w:rsidRDefault="005B0461" w:rsidP="005B0461">
      <w:r>
        <w:t>458.8618</w:t>
      </w:r>
      <w:r>
        <w:tab/>
        <w:t>1.013e0</w:t>
      </w:r>
    </w:p>
    <w:p w:rsidR="005B0461" w:rsidRDefault="005B0461" w:rsidP="005B0461">
      <w:r>
        <w:t>458.8860</w:t>
      </w:r>
      <w:r>
        <w:tab/>
        <w:t>2.025e0</w:t>
      </w:r>
    </w:p>
    <w:p w:rsidR="005B0461" w:rsidRDefault="005B0461" w:rsidP="005B0461">
      <w:r>
        <w:t>458.9050</w:t>
      </w:r>
      <w:r>
        <w:tab/>
        <w:t>5.063e0</w:t>
      </w:r>
    </w:p>
    <w:p w:rsidR="005B0461" w:rsidRDefault="005B0461" w:rsidP="005B0461">
      <w:r>
        <w:t>458.9333</w:t>
      </w:r>
      <w:r>
        <w:tab/>
        <w:t>2.025e0</w:t>
      </w:r>
    </w:p>
    <w:p w:rsidR="005B0461" w:rsidRDefault="005B0461" w:rsidP="005B0461">
      <w:r>
        <w:lastRenderedPageBreak/>
        <w:t>458.9377</w:t>
      </w:r>
      <w:r>
        <w:tab/>
        <w:t>1.013e0</w:t>
      </w:r>
    </w:p>
    <w:p w:rsidR="005B0461" w:rsidRDefault="005B0461" w:rsidP="005B0461">
      <w:r>
        <w:t>458.9561</w:t>
      </w:r>
      <w:r>
        <w:tab/>
        <w:t>2.025e0</w:t>
      </w:r>
    </w:p>
    <w:p w:rsidR="005B0461" w:rsidRDefault="005B0461" w:rsidP="005B0461">
      <w:r>
        <w:t>458.9758</w:t>
      </w:r>
      <w:r>
        <w:tab/>
        <w:t>2.025e0</w:t>
      </w:r>
    </w:p>
    <w:p w:rsidR="005B0461" w:rsidRDefault="005B0461" w:rsidP="005B0461">
      <w:r>
        <w:t>458.9987</w:t>
      </w:r>
      <w:r>
        <w:tab/>
        <w:t>1.013e0</w:t>
      </w:r>
    </w:p>
    <w:p w:rsidR="005B0461" w:rsidRDefault="005B0461" w:rsidP="005B0461">
      <w:r>
        <w:t>459.0301</w:t>
      </w:r>
      <w:r>
        <w:tab/>
        <w:t>2.025e0</w:t>
      </w:r>
    </w:p>
    <w:p w:rsidR="005B0461" w:rsidRDefault="005B0461" w:rsidP="005B0461">
      <w:r>
        <w:t>459.0323</w:t>
      </w:r>
      <w:r>
        <w:tab/>
        <w:t>2.025e0</w:t>
      </w:r>
    </w:p>
    <w:p w:rsidR="005B0461" w:rsidRDefault="005B0461" w:rsidP="005B0461">
      <w:r>
        <w:t>459.0788</w:t>
      </w:r>
      <w:r>
        <w:tab/>
        <w:t>2.243e0</w:t>
      </w:r>
    </w:p>
    <w:p w:rsidR="005B0461" w:rsidRDefault="005B0461" w:rsidP="005B0461">
      <w:r>
        <w:t>459.0914</w:t>
      </w:r>
      <w:r>
        <w:tab/>
        <w:t>3.138e0</w:t>
      </w:r>
    </w:p>
    <w:p w:rsidR="005B0461" w:rsidRDefault="005B0461" w:rsidP="005B0461">
      <w:r>
        <w:t>459.1309</w:t>
      </w:r>
      <w:r>
        <w:tab/>
        <w:t>1.013e0</w:t>
      </w:r>
    </w:p>
    <w:p w:rsidR="005B0461" w:rsidRDefault="005B0461" w:rsidP="005B0461">
      <w:r>
        <w:t>459.1466</w:t>
      </w:r>
      <w:r>
        <w:tab/>
        <w:t>3.038e0</w:t>
      </w:r>
    </w:p>
    <w:p w:rsidR="005B0461" w:rsidRDefault="005B0461" w:rsidP="005B0461">
      <w:r>
        <w:t>459.1588</w:t>
      </w:r>
      <w:r>
        <w:tab/>
        <w:t>4.051e0</w:t>
      </w:r>
    </w:p>
    <w:p w:rsidR="005B0461" w:rsidRDefault="005B0461" w:rsidP="005B0461">
      <w:r>
        <w:t>459.1630</w:t>
      </w:r>
      <w:r>
        <w:tab/>
        <w:t>1.013e0</w:t>
      </w:r>
    </w:p>
    <w:p w:rsidR="005B0461" w:rsidRDefault="005B0461" w:rsidP="005B0461">
      <w:r>
        <w:t>459.1790</w:t>
      </w:r>
      <w:r>
        <w:tab/>
        <w:t>1.013e0</w:t>
      </w:r>
    </w:p>
    <w:p w:rsidR="005B0461" w:rsidRDefault="005B0461" w:rsidP="005B0461">
      <w:r>
        <w:t>459.2174</w:t>
      </w:r>
      <w:r>
        <w:tab/>
        <w:t>4.866e0</w:t>
      </w:r>
    </w:p>
    <w:p w:rsidR="005B0461" w:rsidRDefault="005B0461" w:rsidP="005B0461">
      <w:r>
        <w:t>459.2432</w:t>
      </w:r>
      <w:r>
        <w:tab/>
        <w:t>1.013e0</w:t>
      </w:r>
    </w:p>
    <w:p w:rsidR="005B0461" w:rsidRDefault="005B0461" w:rsidP="005B0461">
      <w:r>
        <w:t>459.2698</w:t>
      </w:r>
      <w:r>
        <w:tab/>
        <w:t>7.021e0</w:t>
      </w:r>
    </w:p>
    <w:p w:rsidR="005B0461" w:rsidRDefault="005B0461" w:rsidP="005B0461">
      <w:r>
        <w:t>459.2842</w:t>
      </w:r>
      <w:r>
        <w:tab/>
        <w:t>4.752e0</w:t>
      </w:r>
    </w:p>
    <w:p w:rsidR="005B0461" w:rsidRDefault="005B0461" w:rsidP="005B0461">
      <w:r>
        <w:t>459.2981</w:t>
      </w:r>
      <w:r>
        <w:tab/>
        <w:t>4.981e0</w:t>
      </w:r>
    </w:p>
    <w:p w:rsidR="005B0461" w:rsidRDefault="005B0461" w:rsidP="005B0461">
      <w:r>
        <w:t>459.3376</w:t>
      </w:r>
      <w:r>
        <w:tab/>
        <w:t>3.038e0</w:t>
      </w:r>
    </w:p>
    <w:p w:rsidR="005B0461" w:rsidRDefault="005B0461" w:rsidP="005B0461">
      <w:r>
        <w:lastRenderedPageBreak/>
        <w:t>459.3408</w:t>
      </w:r>
      <w:r>
        <w:tab/>
        <w:t>3.080e0</w:t>
      </w:r>
    </w:p>
    <w:p w:rsidR="005B0461" w:rsidRDefault="005B0461" w:rsidP="005B0461">
      <w:r>
        <w:t>459.3472</w:t>
      </w:r>
      <w:r>
        <w:tab/>
        <w:t>6.665e0</w:t>
      </w:r>
    </w:p>
    <w:p w:rsidR="005B0461" w:rsidRDefault="005B0461" w:rsidP="005B0461">
      <w:r>
        <w:t>459.3533</w:t>
      </w:r>
      <w:r>
        <w:tab/>
        <w:t>5.063e0</w:t>
      </w:r>
    </w:p>
    <w:p w:rsidR="005B0461" w:rsidRDefault="005B0461" w:rsidP="005B0461">
      <w:r>
        <w:t>459.3916</w:t>
      </w:r>
      <w:r>
        <w:tab/>
        <w:t>2.025e0</w:t>
      </w:r>
    </w:p>
    <w:p w:rsidR="005B0461" w:rsidRDefault="005B0461" w:rsidP="005B0461">
      <w:r>
        <w:t>459.4403</w:t>
      </w:r>
      <w:r>
        <w:tab/>
        <w:t>2.025e0</w:t>
      </w:r>
    </w:p>
    <w:p w:rsidR="005B0461" w:rsidRDefault="005B0461" w:rsidP="005B0461">
      <w:r>
        <w:t>459.4599</w:t>
      </w:r>
      <w:r>
        <w:tab/>
        <w:t>1.013e0</w:t>
      </w:r>
    </w:p>
    <w:p w:rsidR="005B0461" w:rsidRDefault="005B0461" w:rsidP="005B0461">
      <w:r>
        <w:t>459.4709</w:t>
      </w:r>
      <w:r>
        <w:tab/>
        <w:t>1.013e0</w:t>
      </w:r>
    </w:p>
    <w:p w:rsidR="005B0461" w:rsidRDefault="005B0461" w:rsidP="005B0461">
      <w:r>
        <w:t>459.4816</w:t>
      </w:r>
      <w:r>
        <w:tab/>
        <w:t>3.038e0</w:t>
      </w:r>
    </w:p>
    <w:p w:rsidR="005B0461" w:rsidRDefault="005B0461" w:rsidP="005B0461">
      <w:r>
        <w:t>459.5502</w:t>
      </w:r>
      <w:r>
        <w:tab/>
        <w:t>1.013e0</w:t>
      </w:r>
    </w:p>
    <w:p w:rsidR="005B0461" w:rsidRDefault="005B0461" w:rsidP="005B0461">
      <w:r>
        <w:t>459.5671</w:t>
      </w:r>
      <w:r>
        <w:tab/>
        <w:t>3.038e0</w:t>
      </w:r>
    </w:p>
    <w:p w:rsidR="005B0461" w:rsidRDefault="005B0461" w:rsidP="005B0461">
      <w:r>
        <w:t>459.5897</w:t>
      </w:r>
      <w:r>
        <w:tab/>
        <w:t>1.013e0</w:t>
      </w:r>
    </w:p>
    <w:p w:rsidR="005B0461" w:rsidRDefault="005B0461" w:rsidP="005B0461">
      <w:r>
        <w:t>459.6476</w:t>
      </w:r>
      <w:r>
        <w:tab/>
        <w:t>1.013e0</w:t>
      </w:r>
    </w:p>
    <w:p w:rsidR="005B0461" w:rsidRDefault="005B0461" w:rsidP="005B0461">
      <w:r>
        <w:t>459.6655</w:t>
      </w:r>
      <w:r>
        <w:tab/>
        <w:t>1.013e0</w:t>
      </w:r>
    </w:p>
    <w:p w:rsidR="005B0461" w:rsidRDefault="005B0461" w:rsidP="005B0461">
      <w:r>
        <w:t>459.7075</w:t>
      </w:r>
      <w:r>
        <w:tab/>
        <w:t>3.038e0</w:t>
      </w:r>
    </w:p>
    <w:p w:rsidR="005B0461" w:rsidRDefault="005B0461" w:rsidP="005B0461">
      <w:r>
        <w:t>459.7088</w:t>
      </w:r>
      <w:r>
        <w:tab/>
        <w:t>1.013e0</w:t>
      </w:r>
    </w:p>
    <w:p w:rsidR="005B0461" w:rsidRDefault="005B0461" w:rsidP="005B0461">
      <w:r>
        <w:t>459.7629</w:t>
      </w:r>
      <w:r>
        <w:tab/>
        <w:t>1.013e0</w:t>
      </w:r>
    </w:p>
    <w:p w:rsidR="005B0461" w:rsidRDefault="005B0461" w:rsidP="005B0461">
      <w:r>
        <w:t>459.7735</w:t>
      </w:r>
      <w:r>
        <w:tab/>
        <w:t>3.038e0</w:t>
      </w:r>
    </w:p>
    <w:p w:rsidR="005B0461" w:rsidRDefault="005B0461" w:rsidP="005B0461">
      <w:r>
        <w:t>459.7849</w:t>
      </w:r>
      <w:r>
        <w:tab/>
        <w:t>3.038e0</w:t>
      </w:r>
    </w:p>
    <w:p w:rsidR="005B0461" w:rsidRDefault="005B0461" w:rsidP="005B0461">
      <w:r>
        <w:t>459.8534</w:t>
      </w:r>
      <w:r>
        <w:tab/>
        <w:t>1.013e0</w:t>
      </w:r>
    </w:p>
    <w:p w:rsidR="005B0461" w:rsidRDefault="005B0461" w:rsidP="005B0461">
      <w:r>
        <w:lastRenderedPageBreak/>
        <w:t>459.9000</w:t>
      </w:r>
      <w:r>
        <w:tab/>
        <w:t>2.025e0</w:t>
      </w:r>
    </w:p>
    <w:p w:rsidR="005B0461" w:rsidRDefault="005B0461" w:rsidP="005B0461">
      <w:r>
        <w:t>459.9359</w:t>
      </w:r>
      <w:r>
        <w:tab/>
        <w:t>2.025e0</w:t>
      </w:r>
    </w:p>
    <w:p w:rsidR="005B0461" w:rsidRDefault="005B0461" w:rsidP="005B0461">
      <w:r>
        <w:t>459.9498</w:t>
      </w:r>
      <w:r>
        <w:tab/>
        <w:t>2.025e0</w:t>
      </w:r>
    </w:p>
    <w:p w:rsidR="005B0461" w:rsidRDefault="005B0461" w:rsidP="005B0461">
      <w:r>
        <w:t>459.9615</w:t>
      </w:r>
      <w:r>
        <w:tab/>
        <w:t>4.051e0</w:t>
      </w:r>
    </w:p>
    <w:p w:rsidR="005B0461" w:rsidRDefault="005B0461" w:rsidP="005B0461">
      <w:r>
        <w:t>459.9842</w:t>
      </w:r>
      <w:r>
        <w:tab/>
        <w:t>2.025e0</w:t>
      </w:r>
    </w:p>
    <w:p w:rsidR="005B0461" w:rsidRDefault="005B0461" w:rsidP="005B0461">
      <w:r>
        <w:t>459.9899</w:t>
      </w:r>
      <w:r>
        <w:tab/>
        <w:t>1.013e0</w:t>
      </w:r>
    </w:p>
    <w:p w:rsidR="005B0461" w:rsidRDefault="005B0461" w:rsidP="005B0461">
      <w:r>
        <w:t>460.0020</w:t>
      </w:r>
      <w:r>
        <w:tab/>
        <w:t>3.038e0</w:t>
      </w:r>
    </w:p>
    <w:p w:rsidR="005B0461" w:rsidRDefault="005B0461" w:rsidP="005B0461">
      <w:r>
        <w:t>460.0476</w:t>
      </w:r>
      <w:r>
        <w:tab/>
        <w:t>1.628e0</w:t>
      </w:r>
    </w:p>
    <w:p w:rsidR="005B0461" w:rsidRDefault="005B0461" w:rsidP="005B0461">
      <w:r>
        <w:t>460.0659</w:t>
      </w:r>
      <w:r>
        <w:tab/>
        <w:t>2.025e0</w:t>
      </w:r>
    </w:p>
    <w:p w:rsidR="005B0461" w:rsidRDefault="005B0461" w:rsidP="005B0461">
      <w:r>
        <w:t>460.1426</w:t>
      </w:r>
      <w:r>
        <w:tab/>
        <w:t>1.013e0</w:t>
      </w:r>
    </w:p>
    <w:p w:rsidR="005B0461" w:rsidRDefault="005B0461" w:rsidP="005B0461">
      <w:r>
        <w:t>460.1457</w:t>
      </w:r>
      <w:r>
        <w:tab/>
        <w:t>3.038e0</w:t>
      </w:r>
    </w:p>
    <w:p w:rsidR="005B0461" w:rsidRDefault="005B0461" w:rsidP="005B0461">
      <w:r>
        <w:t>460.1507</w:t>
      </w:r>
      <w:r>
        <w:tab/>
        <w:t>1.013e0</w:t>
      </w:r>
    </w:p>
    <w:p w:rsidR="005B0461" w:rsidRDefault="005B0461" w:rsidP="005B0461">
      <w:r>
        <w:t>460.2171</w:t>
      </w:r>
      <w:r>
        <w:tab/>
        <w:t>1.013e0</w:t>
      </w:r>
    </w:p>
    <w:p w:rsidR="005B0461" w:rsidRDefault="005B0461" w:rsidP="005B0461">
      <w:r>
        <w:t>460.2208</w:t>
      </w:r>
      <w:r>
        <w:tab/>
        <w:t>1.861e0</w:t>
      </w:r>
    </w:p>
    <w:p w:rsidR="005B0461" w:rsidRDefault="005B0461" w:rsidP="005B0461">
      <w:r>
        <w:t>460.2310</w:t>
      </w:r>
      <w:r>
        <w:tab/>
        <w:t>2.025e0</w:t>
      </w:r>
    </w:p>
    <w:p w:rsidR="005B0461" w:rsidRDefault="005B0461" w:rsidP="005B0461">
      <w:r>
        <w:t>460.2391</w:t>
      </w:r>
      <w:r>
        <w:tab/>
        <w:t>1.013e0</w:t>
      </w:r>
    </w:p>
    <w:p w:rsidR="005B0461" w:rsidRDefault="005B0461" w:rsidP="005B0461">
      <w:r>
        <w:t>460.2907</w:t>
      </w:r>
      <w:r>
        <w:tab/>
        <w:t>5.853e0</w:t>
      </w:r>
    </w:p>
    <w:p w:rsidR="005B0461" w:rsidRDefault="005B0461" w:rsidP="005B0461">
      <w:r>
        <w:t>460.3046</w:t>
      </w:r>
      <w:r>
        <w:tab/>
        <w:t>6.037e0</w:t>
      </w:r>
    </w:p>
    <w:p w:rsidR="005B0461" w:rsidRDefault="005B0461" w:rsidP="005B0461">
      <w:r>
        <w:t>460.3235</w:t>
      </w:r>
      <w:r>
        <w:tab/>
        <w:t>4.051e0</w:t>
      </w:r>
    </w:p>
    <w:p w:rsidR="005B0461" w:rsidRDefault="005B0461" w:rsidP="005B0461">
      <w:r>
        <w:lastRenderedPageBreak/>
        <w:t>460.3358</w:t>
      </w:r>
      <w:r>
        <w:tab/>
        <w:t>7.347e0</w:t>
      </w:r>
    </w:p>
    <w:p w:rsidR="005B0461" w:rsidRDefault="005B0461" w:rsidP="005B0461">
      <w:r>
        <w:t>460.3687</w:t>
      </w:r>
      <w:r>
        <w:tab/>
        <w:t>4.051e0</w:t>
      </w:r>
    </w:p>
    <w:p w:rsidR="005B0461" w:rsidRDefault="005B0461" w:rsidP="005B0461">
      <w:r>
        <w:t>460.3758</w:t>
      </w:r>
      <w:r>
        <w:tab/>
        <w:t>1.013e0</w:t>
      </w:r>
    </w:p>
    <w:p w:rsidR="005B0461" w:rsidRDefault="005B0461" w:rsidP="005B0461">
      <w:r>
        <w:t>460.3827</w:t>
      </w:r>
      <w:r>
        <w:tab/>
        <w:t>2.087e0</w:t>
      </w:r>
    </w:p>
    <w:p w:rsidR="005B0461" w:rsidRDefault="005B0461" w:rsidP="005B0461">
      <w:r>
        <w:t>460.3900</w:t>
      </w:r>
      <w:r>
        <w:tab/>
        <w:t>4.051e0</w:t>
      </w:r>
    </w:p>
    <w:p w:rsidR="005B0461" w:rsidRDefault="005B0461" w:rsidP="005B0461">
      <w:r>
        <w:t>460.4298</w:t>
      </w:r>
      <w:r>
        <w:tab/>
        <w:t>1.013e0</w:t>
      </w:r>
    </w:p>
    <w:p w:rsidR="005B0461" w:rsidRDefault="005B0461" w:rsidP="005B0461">
      <w:r>
        <w:t>460.4890</w:t>
      </w:r>
      <w:r>
        <w:tab/>
        <w:t>2.025e0</w:t>
      </w:r>
    </w:p>
    <w:p w:rsidR="005B0461" w:rsidRDefault="005B0461" w:rsidP="005B0461">
      <w:r>
        <w:t>460.5488</w:t>
      </w:r>
      <w:r>
        <w:tab/>
        <w:t>1.013e0</w:t>
      </w:r>
    </w:p>
    <w:p w:rsidR="005B0461" w:rsidRDefault="005B0461" w:rsidP="005B0461">
      <w:r>
        <w:t>460.5527</w:t>
      </w:r>
      <w:r>
        <w:tab/>
        <w:t>1.013e0</w:t>
      </w:r>
    </w:p>
    <w:p w:rsidR="005B0461" w:rsidRDefault="005B0461" w:rsidP="005B0461">
      <w:r>
        <w:t>460.5849</w:t>
      </w:r>
      <w:r>
        <w:tab/>
        <w:t>1.013e0</w:t>
      </w:r>
    </w:p>
    <w:p w:rsidR="005B0461" w:rsidRDefault="005B0461" w:rsidP="005B0461">
      <w:r>
        <w:t>460.6065</w:t>
      </w:r>
      <w:r>
        <w:tab/>
        <w:t>2.025e0</w:t>
      </w:r>
    </w:p>
    <w:p w:rsidR="005B0461" w:rsidRDefault="005B0461" w:rsidP="005B0461">
      <w:r>
        <w:t>460.6201</w:t>
      </w:r>
      <w:r>
        <w:tab/>
        <w:t>2.025e0</w:t>
      </w:r>
    </w:p>
    <w:p w:rsidR="005B0461" w:rsidRDefault="005B0461" w:rsidP="005B0461">
      <w:r>
        <w:t>460.6465</w:t>
      </w:r>
      <w:r>
        <w:tab/>
        <w:t>3.038e0</w:t>
      </w:r>
    </w:p>
    <w:p w:rsidR="005B0461" w:rsidRDefault="005B0461" w:rsidP="005B0461">
      <w:r>
        <w:t>460.6975</w:t>
      </w:r>
      <w:r>
        <w:tab/>
        <w:t>1.013e0</w:t>
      </w:r>
    </w:p>
    <w:p w:rsidR="005B0461" w:rsidRDefault="005B0461" w:rsidP="005B0461">
      <w:r>
        <w:t>460.7039</w:t>
      </w:r>
      <w:r>
        <w:tab/>
        <w:t>1.013e0</w:t>
      </w:r>
    </w:p>
    <w:p w:rsidR="005B0461" w:rsidRDefault="005B0461" w:rsidP="005B0461">
      <w:r>
        <w:t>460.7097</w:t>
      </w:r>
      <w:r>
        <w:tab/>
        <w:t>2.025e0</w:t>
      </w:r>
    </w:p>
    <w:p w:rsidR="005B0461" w:rsidRDefault="005B0461" w:rsidP="005B0461">
      <w:r>
        <w:t>460.7377</w:t>
      </w:r>
      <w:r>
        <w:tab/>
        <w:t>1.013e0</w:t>
      </w:r>
    </w:p>
    <w:p w:rsidR="005B0461" w:rsidRDefault="005B0461" w:rsidP="005B0461">
      <w:r>
        <w:t>460.7538</w:t>
      </w:r>
      <w:r>
        <w:tab/>
        <w:t>1.013e0</w:t>
      </w:r>
    </w:p>
    <w:p w:rsidR="005B0461" w:rsidRDefault="005B0461" w:rsidP="005B0461">
      <w:r>
        <w:t>460.7906</w:t>
      </w:r>
      <w:r>
        <w:tab/>
        <w:t>3.038e0</w:t>
      </w:r>
    </w:p>
    <w:p w:rsidR="005B0461" w:rsidRDefault="005B0461" w:rsidP="005B0461">
      <w:r>
        <w:lastRenderedPageBreak/>
        <w:t>460.8082</w:t>
      </w:r>
      <w:r>
        <w:tab/>
        <w:t>2.025e0</w:t>
      </w:r>
    </w:p>
    <w:p w:rsidR="005B0461" w:rsidRDefault="005B0461" w:rsidP="005B0461">
      <w:r>
        <w:t>460.8504</w:t>
      </w:r>
      <w:r>
        <w:tab/>
        <w:t>1.013e0</w:t>
      </w:r>
    </w:p>
    <w:p w:rsidR="005B0461" w:rsidRDefault="005B0461" w:rsidP="005B0461">
      <w:r>
        <w:t>460.9068</w:t>
      </w:r>
      <w:r>
        <w:tab/>
        <w:t>1.013e0</w:t>
      </w:r>
    </w:p>
    <w:p w:rsidR="005B0461" w:rsidRDefault="005B0461" w:rsidP="005B0461">
      <w:r>
        <w:t>460.9253</w:t>
      </w:r>
      <w:r>
        <w:tab/>
        <w:t>4.051e0</w:t>
      </w:r>
    </w:p>
    <w:p w:rsidR="005B0461" w:rsidRDefault="005B0461" w:rsidP="005B0461">
      <w:r>
        <w:t>460.9418</w:t>
      </w:r>
      <w:r>
        <w:tab/>
        <w:t>1.013e0</w:t>
      </w:r>
    </w:p>
    <w:p w:rsidR="005B0461" w:rsidRDefault="005B0461" w:rsidP="005B0461">
      <w:r>
        <w:t>460.9598</w:t>
      </w:r>
      <w:r>
        <w:tab/>
        <w:t>1.013e0</w:t>
      </w:r>
    </w:p>
    <w:p w:rsidR="005B0461" w:rsidRDefault="005B0461" w:rsidP="005B0461">
      <w:r>
        <w:t>460.9620</w:t>
      </w:r>
      <w:r>
        <w:tab/>
        <w:t>3.113e0</w:t>
      </w:r>
    </w:p>
    <w:p w:rsidR="005B0461" w:rsidRDefault="005B0461" w:rsidP="005B0461">
      <w:r>
        <w:t>460.9982</w:t>
      </w:r>
      <w:r>
        <w:tab/>
        <w:t>3.038e0</w:t>
      </w:r>
    </w:p>
    <w:p w:rsidR="005B0461" w:rsidRDefault="005B0461" w:rsidP="005B0461">
      <w:r>
        <w:t>461.0275</w:t>
      </w:r>
      <w:r>
        <w:tab/>
        <w:t>2.025e0</w:t>
      </w:r>
    </w:p>
    <w:p w:rsidR="005B0461" w:rsidRDefault="005B0461" w:rsidP="005B0461">
      <w:r>
        <w:t>461.0606</w:t>
      </w:r>
      <w:r>
        <w:tab/>
        <w:t>4.130e0</w:t>
      </w:r>
    </w:p>
    <w:p w:rsidR="005B0461" w:rsidRDefault="005B0461" w:rsidP="005B0461">
      <w:r>
        <w:t>461.0822</w:t>
      </w:r>
      <w:r>
        <w:tab/>
        <w:t>3.038e0</w:t>
      </w:r>
    </w:p>
    <w:p w:rsidR="005B0461" w:rsidRDefault="005B0461" w:rsidP="005B0461">
      <w:r>
        <w:t>461.1584</w:t>
      </w:r>
      <w:r>
        <w:tab/>
        <w:t>4.051e0</w:t>
      </w:r>
    </w:p>
    <w:p w:rsidR="005B0461" w:rsidRDefault="005B0461" w:rsidP="005B0461">
      <w:r>
        <w:t>461.1942</w:t>
      </w:r>
      <w:r>
        <w:tab/>
        <w:t>1.013e0</w:t>
      </w:r>
    </w:p>
    <w:p w:rsidR="005B0461" w:rsidRDefault="005B0461" w:rsidP="005B0461">
      <w:r>
        <w:t>461.1976</w:t>
      </w:r>
      <w:r>
        <w:tab/>
        <w:t>1.013e0</w:t>
      </w:r>
    </w:p>
    <w:p w:rsidR="005B0461" w:rsidRDefault="005B0461" w:rsidP="005B0461">
      <w:r>
        <w:t>461.2159</w:t>
      </w:r>
      <w:r>
        <w:tab/>
        <w:t>1.013e0</w:t>
      </w:r>
    </w:p>
    <w:p w:rsidR="005B0461" w:rsidRDefault="005B0461" w:rsidP="005B0461">
      <w:r>
        <w:t>461.2676</w:t>
      </w:r>
      <w:r>
        <w:tab/>
        <w:t>2.980e0</w:t>
      </w:r>
    </w:p>
    <w:p w:rsidR="005B0461" w:rsidRDefault="005B0461" w:rsidP="005B0461">
      <w:r>
        <w:t>461.2805</w:t>
      </w:r>
      <w:r>
        <w:tab/>
        <w:t>1.787e0</w:t>
      </w:r>
    </w:p>
    <w:p w:rsidR="005B0461" w:rsidRDefault="005B0461" w:rsidP="005B0461">
      <w:r>
        <w:t>461.3127</w:t>
      </w:r>
      <w:r>
        <w:tab/>
        <w:t>3.038e0</w:t>
      </w:r>
    </w:p>
    <w:p w:rsidR="005B0461" w:rsidRDefault="005B0461" w:rsidP="005B0461">
      <w:r>
        <w:t>461.3255</w:t>
      </w:r>
      <w:r>
        <w:tab/>
        <w:t>1.013e0</w:t>
      </w:r>
    </w:p>
    <w:p w:rsidR="005B0461" w:rsidRDefault="005B0461" w:rsidP="005B0461">
      <w:r>
        <w:lastRenderedPageBreak/>
        <w:t>461.3561</w:t>
      </w:r>
      <w:r>
        <w:tab/>
        <w:t>3.038e0</w:t>
      </w:r>
    </w:p>
    <w:p w:rsidR="005B0461" w:rsidRDefault="005B0461" w:rsidP="005B0461">
      <w:r>
        <w:t>461.3760</w:t>
      </w:r>
      <w:r>
        <w:tab/>
        <w:t>2.025e0</w:t>
      </w:r>
    </w:p>
    <w:p w:rsidR="005B0461" w:rsidRDefault="005B0461" w:rsidP="005B0461">
      <w:r>
        <w:t>461.3864</w:t>
      </w:r>
      <w:r>
        <w:tab/>
        <w:t>2.025e0</w:t>
      </w:r>
    </w:p>
    <w:p w:rsidR="005B0461" w:rsidRDefault="005B0461" w:rsidP="005B0461">
      <w:r>
        <w:t>461.4383</w:t>
      </w:r>
      <w:r>
        <w:tab/>
        <w:t>1.013e0</w:t>
      </w:r>
    </w:p>
    <w:p w:rsidR="005B0461" w:rsidRDefault="005B0461" w:rsidP="005B0461">
      <w:r>
        <w:t>461.4412</w:t>
      </w:r>
      <w:r>
        <w:tab/>
        <w:t>2.025e0</w:t>
      </w:r>
    </w:p>
    <w:p w:rsidR="005B0461" w:rsidRDefault="005B0461" w:rsidP="005B0461">
      <w:r>
        <w:t>461.4867</w:t>
      </w:r>
      <w:r>
        <w:tab/>
        <w:t>1.013e0</w:t>
      </w:r>
    </w:p>
    <w:p w:rsidR="005B0461" w:rsidRDefault="005B0461" w:rsidP="005B0461">
      <w:r>
        <w:t>461.5471</w:t>
      </w:r>
      <w:r>
        <w:tab/>
        <w:t>2.025e0</w:t>
      </w:r>
    </w:p>
    <w:p w:rsidR="005B0461" w:rsidRDefault="005B0461" w:rsidP="005B0461">
      <w:r>
        <w:t>461.5915</w:t>
      </w:r>
      <w:r>
        <w:tab/>
        <w:t>1.013e0</w:t>
      </w:r>
    </w:p>
    <w:p w:rsidR="005B0461" w:rsidRDefault="005B0461" w:rsidP="005B0461">
      <w:r>
        <w:t>461.6450</w:t>
      </w:r>
      <w:r>
        <w:tab/>
        <w:t>1.013e0</w:t>
      </w:r>
    </w:p>
    <w:p w:rsidR="005B0461" w:rsidRDefault="005B0461" w:rsidP="005B0461">
      <w:r>
        <w:t>461.6761</w:t>
      </w:r>
      <w:r>
        <w:tab/>
        <w:t>2.025e0</w:t>
      </w:r>
    </w:p>
    <w:p w:rsidR="005B0461" w:rsidRDefault="005B0461" w:rsidP="005B0461">
      <w:r>
        <w:t>461.7458</w:t>
      </w:r>
      <w:r>
        <w:tab/>
        <w:t>1.013e0</w:t>
      </w:r>
    </w:p>
    <w:p w:rsidR="005B0461" w:rsidRDefault="005B0461" w:rsidP="005B0461">
      <w:r>
        <w:t>461.7532</w:t>
      </w:r>
      <w:r>
        <w:tab/>
        <w:t>2.025e0</w:t>
      </w:r>
    </w:p>
    <w:p w:rsidR="005B0461" w:rsidRDefault="005B0461" w:rsidP="005B0461">
      <w:r>
        <w:t>461.7930</w:t>
      </w:r>
      <w:r>
        <w:tab/>
        <w:t>1.013e0</w:t>
      </w:r>
    </w:p>
    <w:p w:rsidR="005B0461" w:rsidRDefault="005B0461" w:rsidP="005B0461">
      <w:r>
        <w:t>461.8575</w:t>
      </w:r>
      <w:r>
        <w:tab/>
        <w:t>3.038e0</w:t>
      </w:r>
    </w:p>
    <w:p w:rsidR="005B0461" w:rsidRDefault="005B0461" w:rsidP="005B0461">
      <w:r>
        <w:t>461.8829</w:t>
      </w:r>
      <w:r>
        <w:tab/>
        <w:t>1.013e0</w:t>
      </w:r>
    </w:p>
    <w:p w:rsidR="005B0461" w:rsidRDefault="005B0461" w:rsidP="005B0461">
      <w:r>
        <w:t>461.9213</w:t>
      </w:r>
      <w:r>
        <w:tab/>
        <w:t>2.025e0</w:t>
      </w:r>
    </w:p>
    <w:p w:rsidR="005B0461" w:rsidRDefault="005B0461" w:rsidP="005B0461">
      <w:r>
        <w:t>461.9463</w:t>
      </w:r>
      <w:r>
        <w:tab/>
        <w:t>1.013e0</w:t>
      </w:r>
    </w:p>
    <w:p w:rsidR="005B0461" w:rsidRDefault="005B0461" w:rsidP="005B0461">
      <w:r>
        <w:t>461.9481</w:t>
      </w:r>
      <w:r>
        <w:tab/>
        <w:t>2.025e0</w:t>
      </w:r>
    </w:p>
    <w:p w:rsidR="005B0461" w:rsidRDefault="005B0461" w:rsidP="005B0461">
      <w:r>
        <w:t>461.9901</w:t>
      </w:r>
      <w:r>
        <w:tab/>
        <w:t>2.025e0</w:t>
      </w:r>
    </w:p>
    <w:p w:rsidR="005B0461" w:rsidRDefault="005B0461" w:rsidP="005B0461">
      <w:r>
        <w:lastRenderedPageBreak/>
        <w:t>461.9996</w:t>
      </w:r>
      <w:r>
        <w:tab/>
        <w:t>3.038e0</w:t>
      </w:r>
    </w:p>
    <w:p w:rsidR="005B0461" w:rsidRDefault="005B0461" w:rsidP="005B0461">
      <w:r>
        <w:t>462.0104</w:t>
      </w:r>
      <w:r>
        <w:tab/>
        <w:t>2.025e0</w:t>
      </w:r>
    </w:p>
    <w:p w:rsidR="005B0461" w:rsidRDefault="005B0461" w:rsidP="005B0461">
      <w:r>
        <w:t>462.0154</w:t>
      </w:r>
      <w:r>
        <w:tab/>
        <w:t>3.038e0</w:t>
      </w:r>
    </w:p>
    <w:p w:rsidR="005B0461" w:rsidRDefault="005B0461" w:rsidP="005B0461">
      <w:r>
        <w:t>462.0382</w:t>
      </w:r>
      <w:r>
        <w:tab/>
        <w:t>1.013e0</w:t>
      </w:r>
    </w:p>
    <w:p w:rsidR="005B0461" w:rsidRDefault="005B0461" w:rsidP="005B0461">
      <w:r>
        <w:t>462.0591</w:t>
      </w:r>
      <w:r>
        <w:tab/>
        <w:t>2.414e0</w:t>
      </w:r>
    </w:p>
    <w:p w:rsidR="005B0461" w:rsidRDefault="005B0461" w:rsidP="005B0461">
      <w:r>
        <w:t>462.0651</w:t>
      </w:r>
      <w:r>
        <w:tab/>
        <w:t>2.326e0</w:t>
      </w:r>
    </w:p>
    <w:p w:rsidR="005B0461" w:rsidRDefault="005B0461" w:rsidP="005B0461">
      <w:r>
        <w:t>462.1039</w:t>
      </w:r>
      <w:r>
        <w:tab/>
        <w:t>1.677e0</w:t>
      </w:r>
    </w:p>
    <w:p w:rsidR="005B0461" w:rsidRDefault="005B0461" w:rsidP="005B0461">
      <w:r>
        <w:t>462.1116</w:t>
      </w:r>
      <w:r>
        <w:tab/>
        <w:t>2.025e0</w:t>
      </w:r>
    </w:p>
    <w:p w:rsidR="005B0461" w:rsidRDefault="005B0461" w:rsidP="005B0461">
      <w:r>
        <w:t>462.1174</w:t>
      </w:r>
      <w:r>
        <w:tab/>
        <w:t>1.013e0</w:t>
      </w:r>
    </w:p>
    <w:p w:rsidR="005B0461" w:rsidRDefault="005B0461" w:rsidP="005B0461">
      <w:r>
        <w:t>462.1389</w:t>
      </w:r>
      <w:r>
        <w:tab/>
        <w:t>1.561e0</w:t>
      </w:r>
    </w:p>
    <w:p w:rsidR="005B0461" w:rsidRDefault="005B0461" w:rsidP="005B0461">
      <w:r>
        <w:t>462.1401</w:t>
      </w:r>
      <w:r>
        <w:tab/>
        <w:t>4.051e0</w:t>
      </w:r>
    </w:p>
    <w:p w:rsidR="005B0461" w:rsidRDefault="005B0461" w:rsidP="005B0461">
      <w:r>
        <w:t>462.1595</w:t>
      </w:r>
      <w:r>
        <w:tab/>
        <w:t>2.025e0</w:t>
      </w:r>
    </w:p>
    <w:p w:rsidR="005B0461" w:rsidRDefault="005B0461" w:rsidP="005B0461">
      <w:r>
        <w:t>462.2441</w:t>
      </w:r>
      <w:r>
        <w:tab/>
        <w:t>3.038e0</w:t>
      </w:r>
    </w:p>
    <w:p w:rsidR="005B0461" w:rsidRDefault="005B0461" w:rsidP="005B0461">
      <w:r>
        <w:t>462.2472</w:t>
      </w:r>
      <w:r>
        <w:tab/>
        <w:t>2.025e0</w:t>
      </w:r>
    </w:p>
    <w:p w:rsidR="005B0461" w:rsidRDefault="005B0461" w:rsidP="005B0461">
      <w:r>
        <w:t>462.2802</w:t>
      </w:r>
      <w:r>
        <w:tab/>
        <w:t>2.799e0</w:t>
      </w:r>
    </w:p>
    <w:p w:rsidR="005B0461" w:rsidRDefault="005B0461" w:rsidP="005B0461">
      <w:r>
        <w:t>462.2919</w:t>
      </w:r>
      <w:r>
        <w:tab/>
        <w:t>5.813e0</w:t>
      </w:r>
    </w:p>
    <w:p w:rsidR="005B0461" w:rsidRDefault="005B0461" w:rsidP="005B0461">
      <w:r>
        <w:t>462.2940</w:t>
      </w:r>
      <w:r>
        <w:tab/>
        <w:t>1.013e0</w:t>
      </w:r>
    </w:p>
    <w:p w:rsidR="005B0461" w:rsidRDefault="005B0461" w:rsidP="005B0461">
      <w:r>
        <w:t>462.3268</w:t>
      </w:r>
      <w:r>
        <w:tab/>
        <w:t>2.980e0</w:t>
      </w:r>
    </w:p>
    <w:p w:rsidR="005B0461" w:rsidRDefault="005B0461" w:rsidP="005B0461">
      <w:r>
        <w:t>462.3539</w:t>
      </w:r>
      <w:r>
        <w:tab/>
        <w:t>7.089e0</w:t>
      </w:r>
    </w:p>
    <w:p w:rsidR="005B0461" w:rsidRDefault="005B0461" w:rsidP="005B0461">
      <w:r>
        <w:lastRenderedPageBreak/>
        <w:t>462.3906</w:t>
      </w:r>
      <w:r>
        <w:tab/>
        <w:t>3.038e0</w:t>
      </w:r>
    </w:p>
    <w:p w:rsidR="005B0461" w:rsidRDefault="005B0461" w:rsidP="005B0461">
      <w:r>
        <w:t>462.4283</w:t>
      </w:r>
      <w:r>
        <w:tab/>
        <w:t>2.964e0</w:t>
      </w:r>
    </w:p>
    <w:p w:rsidR="005B0461" w:rsidRDefault="005B0461" w:rsidP="005B0461">
      <w:r>
        <w:t>462.4856</w:t>
      </w:r>
      <w:r>
        <w:tab/>
        <w:t>1.013e0</w:t>
      </w:r>
    </w:p>
    <w:p w:rsidR="005B0461" w:rsidRDefault="005B0461" w:rsidP="005B0461">
      <w:r>
        <w:t>462.5056</w:t>
      </w:r>
      <w:r>
        <w:tab/>
        <w:t>3.038e0</w:t>
      </w:r>
    </w:p>
    <w:p w:rsidR="005B0461" w:rsidRDefault="005B0461" w:rsidP="005B0461">
      <w:r>
        <w:t>462.5112</w:t>
      </w:r>
      <w:r>
        <w:tab/>
        <w:t>1.013e0</w:t>
      </w:r>
    </w:p>
    <w:p w:rsidR="005B0461" w:rsidRDefault="005B0461" w:rsidP="005B0461">
      <w:r>
        <w:t>462.5633</w:t>
      </w:r>
      <w:r>
        <w:tab/>
        <w:t>2.025e0</w:t>
      </w:r>
    </w:p>
    <w:p w:rsidR="005B0461" w:rsidRDefault="005B0461" w:rsidP="005B0461">
      <w:r>
        <w:t>462.5648</w:t>
      </w:r>
      <w:r>
        <w:tab/>
        <w:t>1.013e0</w:t>
      </w:r>
    </w:p>
    <w:p w:rsidR="005B0461" w:rsidRDefault="005B0461" w:rsidP="005B0461">
      <w:r>
        <w:t>462.5865</w:t>
      </w:r>
      <w:r>
        <w:tab/>
        <w:t>1.013e0</w:t>
      </w:r>
    </w:p>
    <w:p w:rsidR="005B0461" w:rsidRDefault="005B0461" w:rsidP="005B0461">
      <w:r>
        <w:t>462.6433</w:t>
      </w:r>
      <w:r>
        <w:tab/>
        <w:t>2.025e0</w:t>
      </w:r>
    </w:p>
    <w:p w:rsidR="005B0461" w:rsidRDefault="005B0461" w:rsidP="005B0461">
      <w:r>
        <w:t>462.6611</w:t>
      </w:r>
      <w:r>
        <w:tab/>
        <w:t>4.051e0</w:t>
      </w:r>
    </w:p>
    <w:p w:rsidR="005B0461" w:rsidRDefault="005B0461" w:rsidP="005B0461">
      <w:r>
        <w:t>462.7142</w:t>
      </w:r>
      <w:r>
        <w:tab/>
        <w:t>2.025e0</w:t>
      </w:r>
    </w:p>
    <w:p w:rsidR="005B0461" w:rsidRDefault="005B0461" w:rsidP="005B0461">
      <w:r>
        <w:t>462.7524</w:t>
      </w:r>
      <w:r>
        <w:tab/>
        <w:t>3.597e0</w:t>
      </w:r>
    </w:p>
    <w:p w:rsidR="005B0461" w:rsidRDefault="005B0461" w:rsidP="005B0461">
      <w:r>
        <w:t>462.7614</w:t>
      </w:r>
      <w:r>
        <w:tab/>
        <w:t>2.025e0</w:t>
      </w:r>
    </w:p>
    <w:p w:rsidR="005B0461" w:rsidRDefault="005B0461" w:rsidP="005B0461">
      <w:r>
        <w:t>462.8472</w:t>
      </w:r>
      <w:r>
        <w:tab/>
        <w:t>2.025e0</w:t>
      </w:r>
    </w:p>
    <w:p w:rsidR="005B0461" w:rsidRDefault="005B0461" w:rsidP="005B0461">
      <w:r>
        <w:t>462.8606</w:t>
      </w:r>
      <w:r>
        <w:tab/>
        <w:t>1.013e0</w:t>
      </w:r>
    </w:p>
    <w:p w:rsidR="005B0461" w:rsidRDefault="005B0461" w:rsidP="005B0461">
      <w:r>
        <w:t>462.9364</w:t>
      </w:r>
      <w:r>
        <w:tab/>
        <w:t>1.013e0</w:t>
      </w:r>
    </w:p>
    <w:p w:rsidR="005B0461" w:rsidRDefault="005B0461" w:rsidP="005B0461">
      <w:r>
        <w:t>462.9386</w:t>
      </w:r>
      <w:r>
        <w:tab/>
        <w:t>2.025e0</w:t>
      </w:r>
    </w:p>
    <w:p w:rsidR="005B0461" w:rsidRDefault="005B0461" w:rsidP="005B0461">
      <w:r>
        <w:t>462.9428</w:t>
      </w:r>
      <w:r>
        <w:tab/>
        <w:t>2.025e0</w:t>
      </w:r>
    </w:p>
    <w:p w:rsidR="005B0461" w:rsidRDefault="005B0461" w:rsidP="005B0461">
      <w:r>
        <w:t>463.0014</w:t>
      </w:r>
      <w:r>
        <w:tab/>
        <w:t>1.844e0</w:t>
      </w:r>
    </w:p>
    <w:p w:rsidR="005B0461" w:rsidRDefault="005B0461" w:rsidP="005B0461">
      <w:r>
        <w:lastRenderedPageBreak/>
        <w:t>463.0121</w:t>
      </w:r>
      <w:r>
        <w:tab/>
        <w:t>1.013e0</w:t>
      </w:r>
    </w:p>
    <w:p w:rsidR="005B0461" w:rsidRDefault="005B0461" w:rsidP="005B0461">
      <w:r>
        <w:t>463.0145</w:t>
      </w:r>
      <w:r>
        <w:tab/>
        <w:t>3.038e0</w:t>
      </w:r>
    </w:p>
    <w:p w:rsidR="005B0461" w:rsidRDefault="005B0461" w:rsidP="005B0461">
      <w:r>
        <w:t>463.0417</w:t>
      </w:r>
      <w:r>
        <w:tab/>
        <w:t>1.397e0</w:t>
      </w:r>
    </w:p>
    <w:p w:rsidR="005B0461" w:rsidRDefault="005B0461" w:rsidP="005B0461">
      <w:r>
        <w:t>463.0555</w:t>
      </w:r>
      <w:r>
        <w:tab/>
        <w:t>1.013e0</w:t>
      </w:r>
    </w:p>
    <w:p w:rsidR="005B0461" w:rsidRDefault="005B0461" w:rsidP="005B0461">
      <w:r>
        <w:t>463.1092</w:t>
      </w:r>
      <w:r>
        <w:tab/>
        <w:t>1.013e0</w:t>
      </w:r>
    </w:p>
    <w:p w:rsidR="005B0461" w:rsidRDefault="005B0461" w:rsidP="005B0461">
      <w:r>
        <w:t>463.1217</w:t>
      </w:r>
      <w:r>
        <w:tab/>
        <w:t>1.847e0</w:t>
      </w:r>
    </w:p>
    <w:p w:rsidR="005B0461" w:rsidRDefault="005B0461" w:rsidP="005B0461">
      <w:r>
        <w:t>463.1371</w:t>
      </w:r>
      <w:r>
        <w:tab/>
        <w:t>2.203e0</w:t>
      </w:r>
    </w:p>
    <w:p w:rsidR="005B0461" w:rsidRDefault="005B0461" w:rsidP="005B0461">
      <w:r>
        <w:t>463.1789</w:t>
      </w:r>
      <w:r>
        <w:tab/>
        <w:t>2.025e0</w:t>
      </w:r>
    </w:p>
    <w:p w:rsidR="005B0461" w:rsidRDefault="005B0461" w:rsidP="005B0461">
      <w:r>
        <w:t>463.1863</w:t>
      </w:r>
      <w:r>
        <w:tab/>
        <w:t>2.025e0</w:t>
      </w:r>
    </w:p>
    <w:p w:rsidR="005B0461" w:rsidRDefault="005B0461" w:rsidP="005B0461">
      <w:r>
        <w:t>463.1945</w:t>
      </w:r>
      <w:r>
        <w:tab/>
        <w:t>2.025e0</w:t>
      </w:r>
    </w:p>
    <w:p w:rsidR="005B0461" w:rsidRDefault="005B0461" w:rsidP="005B0461">
      <w:r>
        <w:t>463.2250</w:t>
      </w:r>
      <w:r>
        <w:tab/>
        <w:t>7.631e0</w:t>
      </w:r>
    </w:p>
    <w:p w:rsidR="005B0461" w:rsidRDefault="005B0461" w:rsidP="005B0461">
      <w:r>
        <w:t>463.2477</w:t>
      </w:r>
      <w:r>
        <w:tab/>
        <w:t>2.025e0</w:t>
      </w:r>
    </w:p>
    <w:p w:rsidR="005B0461" w:rsidRDefault="005B0461" w:rsidP="005B0461">
      <w:r>
        <w:t>463.2608</w:t>
      </w:r>
      <w:r>
        <w:tab/>
        <w:t>1.723e0</w:t>
      </w:r>
    </w:p>
    <w:p w:rsidR="005B0461" w:rsidRDefault="005B0461" w:rsidP="005B0461">
      <w:r>
        <w:t>463.3094</w:t>
      </w:r>
      <w:r>
        <w:tab/>
        <w:t>2.845e0</w:t>
      </w:r>
    </w:p>
    <w:p w:rsidR="005B0461" w:rsidRDefault="005B0461" w:rsidP="005B0461">
      <w:r>
        <w:t>463.3139</w:t>
      </w:r>
      <w:r>
        <w:tab/>
        <w:t>1.924e1</w:t>
      </w:r>
    </w:p>
    <w:p w:rsidR="005B0461" w:rsidRDefault="005B0461" w:rsidP="005B0461">
      <w:r>
        <w:t>463.3254</w:t>
      </w:r>
      <w:r>
        <w:tab/>
        <w:t>7.356e0</w:t>
      </w:r>
    </w:p>
    <w:p w:rsidR="005B0461" w:rsidRDefault="005B0461" w:rsidP="005B0461">
      <w:r>
        <w:t>463.3621</w:t>
      </w:r>
      <w:r>
        <w:tab/>
        <w:t>1.811e0</w:t>
      </w:r>
    </w:p>
    <w:p w:rsidR="005B0461" w:rsidRDefault="005B0461" w:rsidP="005B0461">
      <w:r>
        <w:t>463.3947</w:t>
      </w:r>
      <w:r>
        <w:tab/>
        <w:t>2.025e0</w:t>
      </w:r>
    </w:p>
    <w:p w:rsidR="005B0461" w:rsidRDefault="005B0461" w:rsidP="005B0461">
      <w:r>
        <w:t>463.3986</w:t>
      </w:r>
      <w:r>
        <w:tab/>
        <w:t>3.754e0</w:t>
      </w:r>
    </w:p>
    <w:p w:rsidR="005B0461" w:rsidRDefault="005B0461" w:rsidP="005B0461">
      <w:r>
        <w:lastRenderedPageBreak/>
        <w:t>463.4444</w:t>
      </w:r>
      <w:r>
        <w:tab/>
        <w:t>3.038e0</w:t>
      </w:r>
    </w:p>
    <w:p w:rsidR="005B0461" w:rsidRDefault="005B0461" w:rsidP="005B0461">
      <w:r>
        <w:t>463.4848</w:t>
      </w:r>
      <w:r>
        <w:tab/>
        <w:t>1.013e0</w:t>
      </w:r>
    </w:p>
    <w:p w:rsidR="005B0461" w:rsidRDefault="005B0461" w:rsidP="005B0461">
      <w:r>
        <w:t>463.5245</w:t>
      </w:r>
      <w:r>
        <w:tab/>
        <w:t>1.013e0</w:t>
      </w:r>
    </w:p>
    <w:p w:rsidR="005B0461" w:rsidRDefault="005B0461" w:rsidP="005B0461">
      <w:r>
        <w:t>463.5379</w:t>
      </w:r>
      <w:r>
        <w:tab/>
        <w:t>1.013e0</w:t>
      </w:r>
    </w:p>
    <w:p w:rsidR="005B0461" w:rsidRDefault="005B0461" w:rsidP="005B0461">
      <w:r>
        <w:t>463.5540</w:t>
      </w:r>
      <w:r>
        <w:tab/>
        <w:t>1.013e0</w:t>
      </w:r>
    </w:p>
    <w:p w:rsidR="005B0461" w:rsidRDefault="005B0461" w:rsidP="005B0461">
      <w:r>
        <w:t>463.6037</w:t>
      </w:r>
      <w:r>
        <w:tab/>
        <w:t>1.013e0</w:t>
      </w:r>
    </w:p>
    <w:p w:rsidR="005B0461" w:rsidRDefault="005B0461" w:rsidP="005B0461">
      <w:r>
        <w:t>463.6107</w:t>
      </w:r>
      <w:r>
        <w:tab/>
        <w:t>1.013e0</w:t>
      </w:r>
    </w:p>
    <w:p w:rsidR="005B0461" w:rsidRDefault="005B0461" w:rsidP="005B0461">
      <w:r>
        <w:t>463.6797</w:t>
      </w:r>
      <w:r>
        <w:tab/>
        <w:t>2.025e0</w:t>
      </w:r>
    </w:p>
    <w:p w:rsidR="005B0461" w:rsidRDefault="005B0461" w:rsidP="005B0461">
      <w:r>
        <w:t>463.6912</w:t>
      </w:r>
      <w:r>
        <w:tab/>
        <w:t>4.051e0</w:t>
      </w:r>
    </w:p>
    <w:p w:rsidR="005B0461" w:rsidRDefault="005B0461" w:rsidP="005B0461">
      <w:r>
        <w:t>463.7453</w:t>
      </w:r>
      <w:r>
        <w:tab/>
        <w:t>3.038e0</w:t>
      </w:r>
    </w:p>
    <w:p w:rsidR="005B0461" w:rsidRDefault="005B0461" w:rsidP="005B0461">
      <w:r>
        <w:t>463.7483</w:t>
      </w:r>
      <w:r>
        <w:tab/>
        <w:t>1.013e0</w:t>
      </w:r>
    </w:p>
    <w:p w:rsidR="005B0461" w:rsidRDefault="005B0461" w:rsidP="005B0461">
      <w:r>
        <w:t>463.7591</w:t>
      </w:r>
      <w:r>
        <w:tab/>
        <w:t>1.013e0</w:t>
      </w:r>
    </w:p>
    <w:p w:rsidR="005B0461" w:rsidRDefault="005B0461" w:rsidP="005B0461">
      <w:r>
        <w:t>463.8168</w:t>
      </w:r>
      <w:r>
        <w:tab/>
        <w:t>2.025e0</w:t>
      </w:r>
    </w:p>
    <w:p w:rsidR="005B0461" w:rsidRDefault="005B0461" w:rsidP="005B0461">
      <w:r>
        <w:t>463.8308</w:t>
      </w:r>
      <w:r>
        <w:tab/>
        <w:t>3.038e0</w:t>
      </w:r>
    </w:p>
    <w:p w:rsidR="005B0461" w:rsidRDefault="005B0461" w:rsidP="005B0461">
      <w:r>
        <w:t>463.8337</w:t>
      </w:r>
      <w:r>
        <w:tab/>
        <w:t>2.025e0</w:t>
      </w:r>
    </w:p>
    <w:p w:rsidR="005B0461" w:rsidRDefault="005B0461" w:rsidP="005B0461">
      <w:r>
        <w:t>463.8913</w:t>
      </w:r>
      <w:r>
        <w:tab/>
        <w:t>2.025e0</w:t>
      </w:r>
    </w:p>
    <w:p w:rsidR="005B0461" w:rsidRDefault="005B0461" w:rsidP="005B0461">
      <w:r>
        <w:t>463.9125</w:t>
      </w:r>
      <w:r>
        <w:tab/>
        <w:t>3.038e0</w:t>
      </w:r>
    </w:p>
    <w:p w:rsidR="005B0461" w:rsidRDefault="005B0461" w:rsidP="005B0461">
      <w:r>
        <w:t>463.9142</w:t>
      </w:r>
      <w:r>
        <w:tab/>
        <w:t>1.013e0</w:t>
      </w:r>
    </w:p>
    <w:p w:rsidR="005B0461" w:rsidRDefault="005B0461" w:rsidP="005B0461">
      <w:r>
        <w:t>463.9183</w:t>
      </w:r>
      <w:r>
        <w:tab/>
        <w:t>1.013e0</w:t>
      </w:r>
    </w:p>
    <w:p w:rsidR="005B0461" w:rsidRDefault="005B0461" w:rsidP="005B0461">
      <w:r>
        <w:lastRenderedPageBreak/>
        <w:t>463.9357</w:t>
      </w:r>
      <w:r>
        <w:tab/>
        <w:t>1.013e0</w:t>
      </w:r>
    </w:p>
    <w:p w:rsidR="005B0461" w:rsidRDefault="005B0461" w:rsidP="005B0461">
      <w:r>
        <w:t>464.0098</w:t>
      </w:r>
      <w:r>
        <w:tab/>
        <w:t>3.038e0</w:t>
      </w:r>
    </w:p>
    <w:p w:rsidR="005B0461" w:rsidRDefault="005B0461" w:rsidP="005B0461">
      <w:r>
        <w:t>464.0123</w:t>
      </w:r>
      <w:r>
        <w:tab/>
        <w:t>3.038e0</w:t>
      </w:r>
    </w:p>
    <w:p w:rsidR="005B0461" w:rsidRDefault="005B0461" w:rsidP="005B0461">
      <w:r>
        <w:t>464.0364</w:t>
      </w:r>
      <w:r>
        <w:tab/>
        <w:t>1.394e0</w:t>
      </w:r>
    </w:p>
    <w:p w:rsidR="005B0461" w:rsidRDefault="005B0461" w:rsidP="005B0461">
      <w:r>
        <w:t>464.0517</w:t>
      </w:r>
      <w:r>
        <w:tab/>
        <w:t>1.610e0</w:t>
      </w:r>
    </w:p>
    <w:p w:rsidR="005B0461" w:rsidRDefault="005B0461" w:rsidP="005B0461">
      <w:r>
        <w:t>464.0862</w:t>
      </w:r>
      <w:r>
        <w:tab/>
        <w:t>2.922e0</w:t>
      </w:r>
    </w:p>
    <w:p w:rsidR="005B0461" w:rsidRDefault="005B0461" w:rsidP="005B0461">
      <w:r>
        <w:t>464.1029</w:t>
      </w:r>
      <w:r>
        <w:tab/>
        <w:t>1.695e0</w:t>
      </w:r>
    </w:p>
    <w:p w:rsidR="005B0461" w:rsidRDefault="005B0461" w:rsidP="005B0461">
      <w:r>
        <w:t>464.1186</w:t>
      </w:r>
      <w:r>
        <w:tab/>
        <w:t>4.855e0</w:t>
      </w:r>
    </w:p>
    <w:p w:rsidR="005B0461" w:rsidRDefault="005B0461" w:rsidP="005B0461">
      <w:r>
        <w:t>464.1246</w:t>
      </w:r>
      <w:r>
        <w:tab/>
        <w:t>1.871e0</w:t>
      </w:r>
    </w:p>
    <w:p w:rsidR="005B0461" w:rsidRDefault="005B0461" w:rsidP="005B0461">
      <w:r>
        <w:t>464.1487</w:t>
      </w:r>
      <w:r>
        <w:tab/>
        <w:t>3.410e0</w:t>
      </w:r>
    </w:p>
    <w:p w:rsidR="005B0461" w:rsidRDefault="005B0461" w:rsidP="005B0461">
      <w:r>
        <w:t>464.1718</w:t>
      </w:r>
      <w:r>
        <w:tab/>
        <w:t>2.025e0</w:t>
      </w:r>
    </w:p>
    <w:p w:rsidR="005B0461" w:rsidRDefault="005B0461" w:rsidP="005B0461">
      <w:r>
        <w:t>464.1932</w:t>
      </w:r>
      <w:r>
        <w:tab/>
        <w:t>5.045e0</w:t>
      </w:r>
    </w:p>
    <w:p w:rsidR="005B0461" w:rsidRDefault="005B0461" w:rsidP="005B0461">
      <w:r>
        <w:t>464.2281</w:t>
      </w:r>
      <w:r>
        <w:tab/>
        <w:t>1.013e0</w:t>
      </w:r>
    </w:p>
    <w:p w:rsidR="005B0461" w:rsidRDefault="005B0461" w:rsidP="005B0461">
      <w:r>
        <w:t>464.2343</w:t>
      </w:r>
      <w:r>
        <w:tab/>
        <w:t>1.013e0</w:t>
      </w:r>
    </w:p>
    <w:p w:rsidR="005B0461" w:rsidRDefault="005B0461" w:rsidP="005B0461">
      <w:r>
        <w:t>464.2361</w:t>
      </w:r>
      <w:r>
        <w:tab/>
        <w:t>3.038e0</w:t>
      </w:r>
    </w:p>
    <w:p w:rsidR="005B0461" w:rsidRDefault="005B0461" w:rsidP="005B0461">
      <w:r>
        <w:t>464.2791</w:t>
      </w:r>
      <w:r>
        <w:tab/>
        <w:t>2.751e0</w:t>
      </w:r>
    </w:p>
    <w:p w:rsidR="005B0461" w:rsidRDefault="005B0461" w:rsidP="005B0461">
      <w:r>
        <w:t>464.2903</w:t>
      </w:r>
      <w:r>
        <w:tab/>
        <w:t>2.747e0</w:t>
      </w:r>
    </w:p>
    <w:p w:rsidR="005B0461" w:rsidRDefault="005B0461" w:rsidP="005B0461">
      <w:r>
        <w:t>464.3026</w:t>
      </w:r>
      <w:r>
        <w:tab/>
        <w:t>1.932e0</w:t>
      </w:r>
    </w:p>
    <w:p w:rsidR="005B0461" w:rsidRDefault="005B0461" w:rsidP="005B0461">
      <w:r>
        <w:t>464.3785</w:t>
      </w:r>
      <w:r>
        <w:tab/>
        <w:t>3.128e0</w:t>
      </w:r>
    </w:p>
    <w:p w:rsidR="005B0461" w:rsidRDefault="005B0461" w:rsidP="005B0461">
      <w:r>
        <w:lastRenderedPageBreak/>
        <w:t>464.3882</w:t>
      </w:r>
      <w:r>
        <w:tab/>
        <w:t>1.013e0</w:t>
      </w:r>
    </w:p>
    <w:p w:rsidR="005B0461" w:rsidRDefault="005B0461" w:rsidP="005B0461">
      <w:r>
        <w:t>464.3976</w:t>
      </w:r>
      <w:r>
        <w:tab/>
        <w:t>5.010e0</w:t>
      </w:r>
    </w:p>
    <w:p w:rsidR="005B0461" w:rsidRDefault="005B0461" w:rsidP="005B0461">
      <w:r>
        <w:t>464.4171</w:t>
      </w:r>
      <w:r>
        <w:tab/>
        <w:t>2.890e0</w:t>
      </w:r>
    </w:p>
    <w:p w:rsidR="005B0461" w:rsidRDefault="005B0461" w:rsidP="005B0461">
      <w:r>
        <w:t>464.4328</w:t>
      </w:r>
      <w:r>
        <w:tab/>
        <w:t>4.051e0</w:t>
      </w:r>
    </w:p>
    <w:p w:rsidR="005B0461" w:rsidRDefault="005B0461" w:rsidP="005B0461">
      <w:r>
        <w:t>464.4809</w:t>
      </w:r>
      <w:r>
        <w:tab/>
        <w:t>1.013e0</w:t>
      </w:r>
    </w:p>
    <w:p w:rsidR="005B0461" w:rsidRDefault="005B0461" w:rsidP="005B0461">
      <w:r>
        <w:t>464.4936</w:t>
      </w:r>
      <w:r>
        <w:tab/>
        <w:t>2.025e0</w:t>
      </w:r>
    </w:p>
    <w:p w:rsidR="005B0461" w:rsidRDefault="005B0461" w:rsidP="005B0461">
      <w:r>
        <w:t>464.5386</w:t>
      </w:r>
      <w:r>
        <w:tab/>
        <w:t>1.013e0</w:t>
      </w:r>
    </w:p>
    <w:p w:rsidR="005B0461" w:rsidRDefault="005B0461" w:rsidP="005B0461">
      <w:r>
        <w:t>464.5477</w:t>
      </w:r>
      <w:r>
        <w:tab/>
        <w:t>2.025e0</w:t>
      </w:r>
    </w:p>
    <w:p w:rsidR="005B0461" w:rsidRDefault="005B0461" w:rsidP="005B0461">
      <w:r>
        <w:t>464.5584</w:t>
      </w:r>
      <w:r>
        <w:tab/>
        <w:t>2.025e0</w:t>
      </w:r>
    </w:p>
    <w:p w:rsidR="005B0461" w:rsidRDefault="005B0461" w:rsidP="005B0461">
      <w:r>
        <w:t>464.6101</w:t>
      </w:r>
      <w:r>
        <w:tab/>
        <w:t>2.025e0</w:t>
      </w:r>
    </w:p>
    <w:p w:rsidR="005B0461" w:rsidRDefault="005B0461" w:rsidP="005B0461">
      <w:r>
        <w:t>464.6147</w:t>
      </w:r>
      <w:r>
        <w:tab/>
        <w:t>1.013e0</w:t>
      </w:r>
    </w:p>
    <w:p w:rsidR="005B0461" w:rsidRDefault="005B0461" w:rsidP="005B0461">
      <w:r>
        <w:t>464.6720</w:t>
      </w:r>
      <w:r>
        <w:tab/>
        <w:t>1.013e0</w:t>
      </w:r>
    </w:p>
    <w:p w:rsidR="005B0461" w:rsidRDefault="005B0461" w:rsidP="005B0461">
      <w:r>
        <w:t>464.7031</w:t>
      </w:r>
      <w:r>
        <w:tab/>
        <w:t>2.025e0</w:t>
      </w:r>
    </w:p>
    <w:p w:rsidR="005B0461" w:rsidRDefault="005B0461" w:rsidP="005B0461">
      <w:r>
        <w:t>464.7207</w:t>
      </w:r>
      <w:r>
        <w:tab/>
        <w:t>2.025e0</w:t>
      </w:r>
    </w:p>
    <w:p w:rsidR="005B0461" w:rsidRDefault="005B0461" w:rsidP="005B0461">
      <w:r>
        <w:t>464.7690</w:t>
      </w:r>
      <w:r>
        <w:tab/>
        <w:t>2.025e0</w:t>
      </w:r>
    </w:p>
    <w:p w:rsidR="005B0461" w:rsidRDefault="005B0461" w:rsidP="005B0461">
      <w:r>
        <w:t>464.8097</w:t>
      </w:r>
      <w:r>
        <w:tab/>
        <w:t>2.025e0</w:t>
      </w:r>
    </w:p>
    <w:p w:rsidR="005B0461" w:rsidRDefault="005B0461" w:rsidP="005B0461">
      <w:r>
        <w:t>464.8255</w:t>
      </w:r>
      <w:r>
        <w:tab/>
        <w:t>3.038e0</w:t>
      </w:r>
    </w:p>
    <w:p w:rsidR="005B0461" w:rsidRDefault="005B0461" w:rsidP="005B0461">
      <w:r>
        <w:t>464.8343</w:t>
      </w:r>
      <w:r>
        <w:tab/>
        <w:t>1.013e0</w:t>
      </w:r>
    </w:p>
    <w:p w:rsidR="005B0461" w:rsidRDefault="005B0461" w:rsidP="005B0461">
      <w:r>
        <w:t>464.8423</w:t>
      </w:r>
      <w:r>
        <w:tab/>
        <w:t>1.013e0</w:t>
      </w:r>
    </w:p>
    <w:p w:rsidR="005B0461" w:rsidRDefault="005B0461" w:rsidP="005B0461">
      <w:r>
        <w:lastRenderedPageBreak/>
        <w:t>464.8548</w:t>
      </w:r>
      <w:r>
        <w:tab/>
        <w:t>2.025e0</w:t>
      </w:r>
    </w:p>
    <w:p w:rsidR="005B0461" w:rsidRDefault="005B0461" w:rsidP="005B0461">
      <w:r>
        <w:t>464.8922</w:t>
      </w:r>
      <w:r>
        <w:tab/>
        <w:t>1.013e0</w:t>
      </w:r>
    </w:p>
    <w:p w:rsidR="005B0461" w:rsidRDefault="005B0461" w:rsidP="005B0461">
      <w:r>
        <w:t>464.9154</w:t>
      </w:r>
      <w:r>
        <w:tab/>
        <w:t>2.025e0</w:t>
      </w:r>
    </w:p>
    <w:p w:rsidR="005B0461" w:rsidRDefault="005B0461" w:rsidP="005B0461">
      <w:r>
        <w:t>464.9252</w:t>
      </w:r>
      <w:r>
        <w:tab/>
        <w:t>2.025e0</w:t>
      </w:r>
    </w:p>
    <w:p w:rsidR="005B0461" w:rsidRDefault="005B0461" w:rsidP="005B0461">
      <w:r>
        <w:t>464.9501</w:t>
      </w:r>
      <w:r>
        <w:tab/>
        <w:t>1.013e0</w:t>
      </w:r>
    </w:p>
    <w:p w:rsidR="005B0461" w:rsidRDefault="005B0461" w:rsidP="005B0461">
      <w:r>
        <w:t>464.9862</w:t>
      </w:r>
      <w:r>
        <w:tab/>
        <w:t>1.013e0</w:t>
      </w:r>
    </w:p>
    <w:p w:rsidR="005B0461" w:rsidRDefault="005B0461" w:rsidP="005B0461">
      <w:r>
        <w:t>464.9938</w:t>
      </w:r>
      <w:r>
        <w:tab/>
        <w:t>2.025e0</w:t>
      </w:r>
    </w:p>
    <w:p w:rsidR="005B0461" w:rsidRDefault="005B0461" w:rsidP="005B0461">
      <w:r>
        <w:t>465.0696</w:t>
      </w:r>
      <w:r>
        <w:tab/>
        <w:t>2.025e0</w:t>
      </w:r>
    </w:p>
    <w:p w:rsidR="005B0461" w:rsidRDefault="005B0461" w:rsidP="005B0461">
      <w:r>
        <w:t>465.1179</w:t>
      </w:r>
      <w:r>
        <w:tab/>
        <w:t>1.454e0</w:t>
      </w:r>
    </w:p>
    <w:p w:rsidR="005B0461" w:rsidRDefault="005B0461" w:rsidP="005B0461">
      <w:r>
        <w:t>465.1218</w:t>
      </w:r>
      <w:r>
        <w:tab/>
        <w:t>1.871e0</w:t>
      </w:r>
    </w:p>
    <w:p w:rsidR="005B0461" w:rsidRDefault="005B0461" w:rsidP="005B0461">
      <w:r>
        <w:t>465.1247</w:t>
      </w:r>
      <w:r>
        <w:tab/>
        <w:t>2.638e0</w:t>
      </w:r>
    </w:p>
    <w:p w:rsidR="005B0461" w:rsidRDefault="005B0461" w:rsidP="005B0461">
      <w:r>
        <w:t>465.1885</w:t>
      </w:r>
      <w:r>
        <w:tab/>
        <w:t>1.175e0</w:t>
      </w:r>
    </w:p>
    <w:p w:rsidR="005B0461" w:rsidRDefault="005B0461" w:rsidP="005B0461">
      <w:r>
        <w:t>465.1950</w:t>
      </w:r>
      <w:r>
        <w:tab/>
        <w:t>5.063e0</w:t>
      </w:r>
    </w:p>
    <w:p w:rsidR="005B0461" w:rsidRDefault="005B0461" w:rsidP="005B0461">
      <w:r>
        <w:t>465.2118</w:t>
      </w:r>
      <w:r>
        <w:tab/>
        <w:t>2.025e0</w:t>
      </w:r>
    </w:p>
    <w:p w:rsidR="005B0461" w:rsidRDefault="005B0461" w:rsidP="005B0461">
      <w:r>
        <w:t>465.2320</w:t>
      </w:r>
      <w:r>
        <w:tab/>
        <w:t>5.063e0</w:t>
      </w:r>
    </w:p>
    <w:p w:rsidR="005B0461" w:rsidRDefault="005B0461" w:rsidP="005B0461">
      <w:r>
        <w:t>465.2580</w:t>
      </w:r>
      <w:r>
        <w:tab/>
        <w:t>1.284e1</w:t>
      </w:r>
    </w:p>
    <w:p w:rsidR="005B0461" w:rsidRDefault="005B0461" w:rsidP="005B0461">
      <w:r>
        <w:t>465.2621</w:t>
      </w:r>
      <w:r>
        <w:tab/>
        <w:t>4.012e0</w:t>
      </w:r>
    </w:p>
    <w:p w:rsidR="005B0461" w:rsidRDefault="005B0461" w:rsidP="005B0461">
      <w:r>
        <w:t>465.3275</w:t>
      </w:r>
      <w:r>
        <w:tab/>
        <w:t>2.012e0</w:t>
      </w:r>
    </w:p>
    <w:p w:rsidR="005B0461" w:rsidRDefault="005B0461" w:rsidP="005B0461">
      <w:r>
        <w:t>465.3288</w:t>
      </w:r>
      <w:r>
        <w:tab/>
        <w:t>5.262e0</w:t>
      </w:r>
    </w:p>
    <w:p w:rsidR="005B0461" w:rsidRDefault="005B0461" w:rsidP="005B0461">
      <w:r>
        <w:lastRenderedPageBreak/>
        <w:t>465.3576</w:t>
      </w:r>
      <w:r>
        <w:tab/>
        <w:t>2.977e0</w:t>
      </w:r>
    </w:p>
    <w:p w:rsidR="005B0461" w:rsidRDefault="005B0461" w:rsidP="005B0461">
      <w:r>
        <w:t>465.3978</w:t>
      </w:r>
      <w:r>
        <w:tab/>
        <w:t>1.972e0</w:t>
      </w:r>
    </w:p>
    <w:p w:rsidR="005B0461" w:rsidRDefault="005B0461" w:rsidP="005B0461">
      <w:r>
        <w:t>465.4147</w:t>
      </w:r>
      <w:r>
        <w:tab/>
        <w:t>2.866e0</w:t>
      </w:r>
    </w:p>
    <w:p w:rsidR="005B0461" w:rsidRDefault="005B0461" w:rsidP="005B0461">
      <w:r>
        <w:t>465.4190</w:t>
      </w:r>
      <w:r>
        <w:tab/>
        <w:t>1.013e0</w:t>
      </w:r>
    </w:p>
    <w:p w:rsidR="005B0461" w:rsidRDefault="005B0461" w:rsidP="005B0461">
      <w:r>
        <w:t>465.4268</w:t>
      </w:r>
      <w:r>
        <w:tab/>
        <w:t>1.013e0</w:t>
      </w:r>
    </w:p>
    <w:p w:rsidR="005B0461" w:rsidRDefault="005B0461" w:rsidP="005B0461">
      <w:r>
        <w:t>465.4631</w:t>
      </w:r>
      <w:r>
        <w:tab/>
        <w:t>4.051e0</w:t>
      </w:r>
    </w:p>
    <w:p w:rsidR="005B0461" w:rsidRDefault="005B0461" w:rsidP="005B0461">
      <w:r>
        <w:t>465.5074</w:t>
      </w:r>
      <w:r>
        <w:tab/>
        <w:t>3.038e0</w:t>
      </w:r>
    </w:p>
    <w:p w:rsidR="005B0461" w:rsidRDefault="005B0461" w:rsidP="005B0461">
      <w:r>
        <w:t>465.5466</w:t>
      </w:r>
      <w:r>
        <w:tab/>
        <w:t>3.038e0</w:t>
      </w:r>
    </w:p>
    <w:p w:rsidR="005B0461" w:rsidRDefault="005B0461" w:rsidP="005B0461">
      <w:r>
        <w:t>465.6129</w:t>
      </w:r>
      <w:r>
        <w:tab/>
        <w:t>2.025e0</w:t>
      </w:r>
    </w:p>
    <w:p w:rsidR="005B0461" w:rsidRDefault="005B0461" w:rsidP="005B0461">
      <w:r>
        <w:t>465.6291</w:t>
      </w:r>
      <w:r>
        <w:tab/>
        <w:t>1.013e0</w:t>
      </w:r>
    </w:p>
    <w:p w:rsidR="005B0461" w:rsidRDefault="005B0461" w:rsidP="005B0461">
      <w:r>
        <w:t>465.6398</w:t>
      </w:r>
      <w:r>
        <w:tab/>
        <w:t>2.025e0</w:t>
      </w:r>
    </w:p>
    <w:p w:rsidR="005B0461" w:rsidRDefault="005B0461" w:rsidP="005B0461">
      <w:r>
        <w:t>465.6462</w:t>
      </w:r>
      <w:r>
        <w:tab/>
        <w:t>1.013e0</w:t>
      </w:r>
    </w:p>
    <w:p w:rsidR="005B0461" w:rsidRDefault="005B0461" w:rsidP="005B0461">
      <w:r>
        <w:t>465.6787</w:t>
      </w:r>
      <w:r>
        <w:tab/>
        <w:t>1.013e0</w:t>
      </w:r>
    </w:p>
    <w:p w:rsidR="005B0461" w:rsidRDefault="005B0461" w:rsidP="005B0461">
      <w:r>
        <w:t>465.6975</w:t>
      </w:r>
      <w:r>
        <w:tab/>
        <w:t>2.025e0</w:t>
      </w:r>
    </w:p>
    <w:p w:rsidR="005B0461" w:rsidRDefault="005B0461" w:rsidP="005B0461">
      <w:r>
        <w:t>465.7766</w:t>
      </w:r>
      <w:r>
        <w:tab/>
        <w:t>3.038e0</w:t>
      </w:r>
    </w:p>
    <w:p w:rsidR="005B0461" w:rsidRDefault="005B0461" w:rsidP="005B0461">
      <w:r>
        <w:t>465.8364</w:t>
      </w:r>
      <w:r>
        <w:tab/>
        <w:t>2.025e0</w:t>
      </w:r>
    </w:p>
    <w:p w:rsidR="005B0461" w:rsidRDefault="005B0461" w:rsidP="005B0461">
      <w:r>
        <w:t>465.8454</w:t>
      </w:r>
      <w:r>
        <w:tab/>
        <w:t>1.013e0</w:t>
      </w:r>
    </w:p>
    <w:p w:rsidR="005B0461" w:rsidRDefault="005B0461" w:rsidP="005B0461">
      <w:r>
        <w:t>465.8635</w:t>
      </w:r>
      <w:r>
        <w:tab/>
        <w:t>1.013e0</w:t>
      </w:r>
    </w:p>
    <w:p w:rsidR="005B0461" w:rsidRDefault="005B0461" w:rsidP="005B0461">
      <w:r>
        <w:t>465.8760</w:t>
      </w:r>
      <w:r>
        <w:tab/>
        <w:t>2.025e0</w:t>
      </w:r>
    </w:p>
    <w:p w:rsidR="005B0461" w:rsidRDefault="005B0461" w:rsidP="005B0461">
      <w:r>
        <w:lastRenderedPageBreak/>
        <w:t>465.8993</w:t>
      </w:r>
      <w:r>
        <w:tab/>
        <w:t>3.038e0</w:t>
      </w:r>
    </w:p>
    <w:p w:rsidR="005B0461" w:rsidRDefault="005B0461" w:rsidP="005B0461">
      <w:r>
        <w:t>465.9429</w:t>
      </w:r>
      <w:r>
        <w:tab/>
        <w:t>3.038e0</w:t>
      </w:r>
    </w:p>
    <w:p w:rsidR="005B0461" w:rsidRDefault="005B0461" w:rsidP="005B0461">
      <w:r>
        <w:t>465.9537</w:t>
      </w:r>
      <w:r>
        <w:tab/>
        <w:t>2.025e0</w:t>
      </w:r>
    </w:p>
    <w:p w:rsidR="005B0461" w:rsidRDefault="005B0461" w:rsidP="005B0461">
      <w:r>
        <w:t>465.9593</w:t>
      </w:r>
      <w:r>
        <w:tab/>
        <w:t>5.063e0</w:t>
      </w:r>
    </w:p>
    <w:p w:rsidR="005B0461" w:rsidRDefault="005B0461" w:rsidP="005B0461">
      <w:r>
        <w:t>465.9610</w:t>
      </w:r>
      <w:r>
        <w:tab/>
        <w:t>1.013e0</w:t>
      </w:r>
    </w:p>
    <w:p w:rsidR="005B0461" w:rsidRDefault="005B0461" w:rsidP="005B0461">
      <w:r>
        <w:t>466.0121</w:t>
      </w:r>
      <w:r>
        <w:tab/>
        <w:t>3.038e0</w:t>
      </w:r>
    </w:p>
    <w:p w:rsidR="005B0461" w:rsidRDefault="005B0461" w:rsidP="005B0461">
      <w:r>
        <w:t>466.0378</w:t>
      </w:r>
      <w:r>
        <w:tab/>
        <w:t>3.038e0</w:t>
      </w:r>
    </w:p>
    <w:p w:rsidR="005B0461" w:rsidRDefault="005B0461" w:rsidP="005B0461">
      <w:r>
        <w:t>466.0585</w:t>
      </w:r>
      <w:r>
        <w:tab/>
        <w:t>2.025e0</w:t>
      </w:r>
    </w:p>
    <w:p w:rsidR="005B0461" w:rsidRDefault="005B0461" w:rsidP="005B0461">
      <w:r>
        <w:t>466.0609</w:t>
      </w:r>
      <w:r>
        <w:tab/>
        <w:t>1.907e0</w:t>
      </w:r>
    </w:p>
    <w:p w:rsidR="005B0461" w:rsidRDefault="005B0461" w:rsidP="005B0461">
      <w:r>
        <w:t>466.0901</w:t>
      </w:r>
      <w:r>
        <w:tab/>
        <w:t>2.524e0</w:t>
      </w:r>
    </w:p>
    <w:p w:rsidR="005B0461" w:rsidRDefault="005B0461" w:rsidP="005B0461">
      <w:r>
        <w:t>466.1104</w:t>
      </w:r>
      <w:r>
        <w:tab/>
        <w:t>2.682e0</w:t>
      </w:r>
    </w:p>
    <w:p w:rsidR="005B0461" w:rsidRDefault="005B0461" w:rsidP="005B0461">
      <w:r>
        <w:t>466.1574</w:t>
      </w:r>
      <w:r>
        <w:tab/>
        <w:t>1.677e0</w:t>
      </w:r>
    </w:p>
    <w:p w:rsidR="005B0461" w:rsidRDefault="005B0461" w:rsidP="005B0461">
      <w:r>
        <w:t>466.1616</w:t>
      </w:r>
      <w:r>
        <w:tab/>
        <w:t>1.843e0</w:t>
      </w:r>
    </w:p>
    <w:p w:rsidR="005B0461" w:rsidRDefault="005B0461" w:rsidP="005B0461">
      <w:r>
        <w:t>466.1895</w:t>
      </w:r>
      <w:r>
        <w:tab/>
        <w:t>1.360e0</w:t>
      </w:r>
    </w:p>
    <w:p w:rsidR="005B0461" w:rsidRDefault="005B0461" w:rsidP="005B0461">
      <w:r>
        <w:t>466.2048</w:t>
      </w:r>
      <w:r>
        <w:tab/>
        <w:t>2.025e0</w:t>
      </w:r>
    </w:p>
    <w:p w:rsidR="005B0461" w:rsidRDefault="005B0461" w:rsidP="005B0461">
      <w:r>
        <w:t>466.2458</w:t>
      </w:r>
      <w:r>
        <w:tab/>
        <w:t>2.799e0</w:t>
      </w:r>
    </w:p>
    <w:p w:rsidR="005B0461" w:rsidRDefault="005B0461" w:rsidP="005B0461">
      <w:r>
        <w:t>466.2475</w:t>
      </w:r>
      <w:r>
        <w:tab/>
        <w:t>3.038e0</w:t>
      </w:r>
    </w:p>
    <w:p w:rsidR="005B0461" w:rsidRDefault="005B0461" w:rsidP="005B0461">
      <w:r>
        <w:t>466.3119</w:t>
      </w:r>
      <w:r>
        <w:tab/>
        <w:t>2.942e0</w:t>
      </w:r>
    </w:p>
    <w:p w:rsidR="005B0461" w:rsidRDefault="005B0461" w:rsidP="005B0461">
      <w:r>
        <w:t>466.3148</w:t>
      </w:r>
      <w:r>
        <w:tab/>
        <w:t>2.369e0</w:t>
      </w:r>
    </w:p>
    <w:p w:rsidR="005B0461" w:rsidRDefault="005B0461" w:rsidP="005B0461">
      <w:r>
        <w:lastRenderedPageBreak/>
        <w:t>466.3907</w:t>
      </w:r>
      <w:r>
        <w:tab/>
        <w:t>1.013e0</w:t>
      </w:r>
    </w:p>
    <w:p w:rsidR="005B0461" w:rsidRDefault="005B0461" w:rsidP="005B0461">
      <w:r>
        <w:t>466.4023</w:t>
      </w:r>
      <w:r>
        <w:tab/>
        <w:t>1.866e0</w:t>
      </w:r>
    </w:p>
    <w:p w:rsidR="005B0461" w:rsidRDefault="005B0461" w:rsidP="005B0461">
      <w:r>
        <w:t>466.4231</w:t>
      </w:r>
      <w:r>
        <w:tab/>
        <w:t>3.707e0</w:t>
      </w:r>
    </w:p>
    <w:p w:rsidR="005B0461" w:rsidRDefault="005B0461" w:rsidP="005B0461">
      <w:r>
        <w:t>466.4269</w:t>
      </w:r>
      <w:r>
        <w:tab/>
        <w:t>1.013e0</w:t>
      </w:r>
    </w:p>
    <w:p w:rsidR="005B0461" w:rsidRDefault="005B0461" w:rsidP="005B0461">
      <w:r>
        <w:t>466.4803</w:t>
      </w:r>
      <w:r>
        <w:tab/>
        <w:t>4.051e0</w:t>
      </w:r>
    </w:p>
    <w:p w:rsidR="005B0461" w:rsidRDefault="005B0461" w:rsidP="005B0461">
      <w:r>
        <w:t>466.5005</w:t>
      </w:r>
      <w:r>
        <w:tab/>
        <w:t>3.038e0</w:t>
      </w:r>
    </w:p>
    <w:p w:rsidR="005B0461" w:rsidRDefault="005B0461" w:rsidP="005B0461">
      <w:r>
        <w:t>466.5164</w:t>
      </w:r>
      <w:r>
        <w:tab/>
        <w:t>1.013e0</w:t>
      </w:r>
    </w:p>
    <w:p w:rsidR="005B0461" w:rsidRDefault="005B0461" w:rsidP="005B0461">
      <w:r>
        <w:t>466.5311</w:t>
      </w:r>
      <w:r>
        <w:tab/>
        <w:t>2.025e0</w:t>
      </w:r>
    </w:p>
    <w:p w:rsidR="005B0461" w:rsidRDefault="005B0461" w:rsidP="005B0461">
      <w:r>
        <w:t>466.5897</w:t>
      </w:r>
      <w:r>
        <w:tab/>
        <w:t>1.013e0</w:t>
      </w:r>
    </w:p>
    <w:p w:rsidR="005B0461" w:rsidRDefault="005B0461" w:rsidP="005B0461">
      <w:r>
        <w:t>466.5926</w:t>
      </w:r>
      <w:r>
        <w:tab/>
        <w:t>2.025e0</w:t>
      </w:r>
    </w:p>
    <w:p w:rsidR="005B0461" w:rsidRDefault="005B0461" w:rsidP="005B0461">
      <w:r>
        <w:t>466.6304</w:t>
      </w:r>
      <w:r>
        <w:tab/>
        <w:t>1.013e0</w:t>
      </w:r>
    </w:p>
    <w:p w:rsidR="005B0461" w:rsidRDefault="005B0461" w:rsidP="005B0461">
      <w:r>
        <w:t>466.6466</w:t>
      </w:r>
      <w:r>
        <w:tab/>
        <w:t>1.013e0</w:t>
      </w:r>
    </w:p>
    <w:p w:rsidR="005B0461" w:rsidRDefault="005B0461" w:rsidP="005B0461">
      <w:r>
        <w:t>466.6792</w:t>
      </w:r>
      <w:r>
        <w:tab/>
        <w:t>1.013e0</w:t>
      </w:r>
    </w:p>
    <w:p w:rsidR="005B0461" w:rsidRDefault="005B0461" w:rsidP="005B0461">
      <w:r>
        <w:t>466.6874</w:t>
      </w:r>
      <w:r>
        <w:tab/>
        <w:t>2.025e0</w:t>
      </w:r>
    </w:p>
    <w:p w:rsidR="005B0461" w:rsidRDefault="005B0461" w:rsidP="005B0461">
      <w:r>
        <w:t>466.6977</w:t>
      </w:r>
      <w:r>
        <w:tab/>
        <w:t>2.025e0</w:t>
      </w:r>
    </w:p>
    <w:p w:rsidR="005B0461" w:rsidRDefault="005B0461" w:rsidP="005B0461">
      <w:r>
        <w:t>466.7410</w:t>
      </w:r>
      <w:r>
        <w:tab/>
        <w:t>1.013e0</w:t>
      </w:r>
    </w:p>
    <w:p w:rsidR="005B0461" w:rsidRDefault="005B0461" w:rsidP="005B0461">
      <w:r>
        <w:t>466.7626</w:t>
      </w:r>
      <w:r>
        <w:tab/>
        <w:t>1.013e0</w:t>
      </w:r>
    </w:p>
    <w:p w:rsidR="005B0461" w:rsidRDefault="005B0461" w:rsidP="005B0461">
      <w:r>
        <w:t>466.7932</w:t>
      </w:r>
      <w:r>
        <w:tab/>
        <w:t>1.013e0</w:t>
      </w:r>
    </w:p>
    <w:p w:rsidR="005B0461" w:rsidRDefault="005B0461" w:rsidP="005B0461">
      <w:r>
        <w:t>466.8580</w:t>
      </w:r>
      <w:r>
        <w:tab/>
        <w:t>5.030e0</w:t>
      </w:r>
    </w:p>
    <w:p w:rsidR="005B0461" w:rsidRDefault="005B0461" w:rsidP="005B0461">
      <w:r>
        <w:lastRenderedPageBreak/>
        <w:t>466.8600</w:t>
      </w:r>
      <w:r>
        <w:tab/>
        <w:t>1.013e0</w:t>
      </w:r>
    </w:p>
    <w:p w:rsidR="005B0461" w:rsidRDefault="005B0461" w:rsidP="005B0461">
      <w:r>
        <w:t>466.8828</w:t>
      </w:r>
      <w:r>
        <w:tab/>
        <w:t>1.013e0</w:t>
      </w:r>
    </w:p>
    <w:p w:rsidR="005B0461" w:rsidRDefault="005B0461" w:rsidP="005B0461">
      <w:r>
        <w:t>466.8910</w:t>
      </w:r>
      <w:r>
        <w:tab/>
        <w:t>1.013e0</w:t>
      </w:r>
    </w:p>
    <w:p w:rsidR="005B0461" w:rsidRDefault="005B0461" w:rsidP="005B0461">
      <w:r>
        <w:t>466.8963</w:t>
      </w:r>
      <w:r>
        <w:tab/>
        <w:t>1.013e0</w:t>
      </w:r>
    </w:p>
    <w:p w:rsidR="005B0461" w:rsidRDefault="005B0461" w:rsidP="005B0461">
      <w:r>
        <w:t>466.9300</w:t>
      </w:r>
      <w:r>
        <w:tab/>
        <w:t>4.051e0</w:t>
      </w:r>
    </w:p>
    <w:p w:rsidR="005B0461" w:rsidRDefault="005B0461" w:rsidP="005B0461">
      <w:r>
        <w:t>466.9375</w:t>
      </w:r>
      <w:r>
        <w:tab/>
        <w:t>3.038e0</w:t>
      </w:r>
    </w:p>
    <w:p w:rsidR="005B0461" w:rsidRDefault="005B0461" w:rsidP="005B0461">
      <w:r>
        <w:t>466.9806</w:t>
      </w:r>
      <w:r>
        <w:tab/>
        <w:t>2.025e0</w:t>
      </w:r>
    </w:p>
    <w:p w:rsidR="005B0461" w:rsidRDefault="005B0461" w:rsidP="005B0461">
      <w:r>
        <w:t>466.9839</w:t>
      </w:r>
      <w:r>
        <w:tab/>
        <w:t>3.038e0</w:t>
      </w:r>
    </w:p>
    <w:p w:rsidR="005B0461" w:rsidRDefault="005B0461" w:rsidP="005B0461">
      <w:r>
        <w:t>466.9911</w:t>
      </w:r>
      <w:r>
        <w:tab/>
        <w:t>3.710e0</w:t>
      </w:r>
    </w:p>
    <w:p w:rsidR="005B0461" w:rsidRDefault="005B0461" w:rsidP="005B0461">
      <w:r>
        <w:t>467.0335</w:t>
      </w:r>
      <w:r>
        <w:tab/>
        <w:t>1.013e0</w:t>
      </w:r>
    </w:p>
    <w:p w:rsidR="005B0461" w:rsidRDefault="005B0461" w:rsidP="005B0461">
      <w:r>
        <w:t>467.0768</w:t>
      </w:r>
      <w:r>
        <w:tab/>
        <w:t>1.640e0</w:t>
      </w:r>
    </w:p>
    <w:p w:rsidR="005B0461" w:rsidRDefault="005B0461" w:rsidP="005B0461">
      <w:r>
        <w:t>467.0979</w:t>
      </w:r>
      <w:r>
        <w:tab/>
        <w:t>1.825e0</w:t>
      </w:r>
    </w:p>
    <w:p w:rsidR="005B0461" w:rsidRDefault="005B0461" w:rsidP="005B0461">
      <w:r>
        <w:t>467.1433</w:t>
      </w:r>
      <w:r>
        <w:tab/>
        <w:t>3.711e0</w:t>
      </w:r>
    </w:p>
    <w:p w:rsidR="005B0461" w:rsidRDefault="005B0461" w:rsidP="005B0461">
      <w:r>
        <w:t>467.1471</w:t>
      </w:r>
      <w:r>
        <w:tab/>
        <w:t>2.457e0</w:t>
      </w:r>
    </w:p>
    <w:p w:rsidR="005B0461" w:rsidRDefault="005B0461" w:rsidP="005B0461">
      <w:r>
        <w:t>467.1908</w:t>
      </w:r>
      <w:r>
        <w:tab/>
        <w:t>3.038e0</w:t>
      </w:r>
    </w:p>
    <w:p w:rsidR="005B0461" w:rsidRDefault="005B0461" w:rsidP="005B0461">
      <w:r>
        <w:t>467.1924</w:t>
      </w:r>
      <w:r>
        <w:tab/>
        <w:t>1.013e0</w:t>
      </w:r>
    </w:p>
    <w:p w:rsidR="005B0461" w:rsidRDefault="005B0461" w:rsidP="005B0461">
      <w:r>
        <w:t>467.2286</w:t>
      </w:r>
      <w:r>
        <w:tab/>
        <w:t>3.750e0</w:t>
      </w:r>
    </w:p>
    <w:p w:rsidR="005B0461" w:rsidRDefault="005B0461" w:rsidP="005B0461">
      <w:r>
        <w:t>467.2356</w:t>
      </w:r>
      <w:r>
        <w:tab/>
        <w:t>6.076e0</w:t>
      </w:r>
    </w:p>
    <w:p w:rsidR="005B0461" w:rsidRDefault="005B0461" w:rsidP="005B0461">
      <w:r>
        <w:t>467.2678</w:t>
      </w:r>
      <w:r>
        <w:tab/>
        <w:t>3.334e0</w:t>
      </w:r>
    </w:p>
    <w:p w:rsidR="005B0461" w:rsidRDefault="005B0461" w:rsidP="005B0461">
      <w:r>
        <w:lastRenderedPageBreak/>
        <w:t>467.2725</w:t>
      </w:r>
      <w:r>
        <w:tab/>
        <w:t>2.980e0</w:t>
      </w:r>
    </w:p>
    <w:p w:rsidR="005B0461" w:rsidRDefault="005B0461" w:rsidP="005B0461">
      <w:r>
        <w:t>467.3328</w:t>
      </w:r>
      <w:r>
        <w:tab/>
        <w:t>3.297e0</w:t>
      </w:r>
    </w:p>
    <w:p w:rsidR="005B0461" w:rsidRDefault="005B0461" w:rsidP="005B0461">
      <w:r>
        <w:t>467.3502</w:t>
      </w:r>
      <w:r>
        <w:tab/>
        <w:t>1.848e0</w:t>
      </w:r>
    </w:p>
    <w:p w:rsidR="005B0461" w:rsidRDefault="005B0461" w:rsidP="005B0461">
      <w:r>
        <w:t>467.3536</w:t>
      </w:r>
      <w:r>
        <w:tab/>
        <w:t>1.017e0</w:t>
      </w:r>
    </w:p>
    <w:p w:rsidR="005B0461" w:rsidRDefault="005B0461" w:rsidP="005B0461">
      <w:r>
        <w:t>467.3627</w:t>
      </w:r>
      <w:r>
        <w:tab/>
        <w:t>2.089e0</w:t>
      </w:r>
    </w:p>
    <w:p w:rsidR="005B0461" w:rsidRDefault="005B0461" w:rsidP="005B0461">
      <w:r>
        <w:t>467.4047</w:t>
      </w:r>
      <w:r>
        <w:tab/>
        <w:t>3.754e0</w:t>
      </w:r>
    </w:p>
    <w:p w:rsidR="005B0461" w:rsidRDefault="005B0461" w:rsidP="005B0461">
      <w:r>
        <w:t>467.4104</w:t>
      </w:r>
      <w:r>
        <w:tab/>
        <w:t>1.531e0</w:t>
      </w:r>
    </w:p>
    <w:p w:rsidR="005B0461" w:rsidRDefault="005B0461" w:rsidP="005B0461">
      <w:r>
        <w:t>467.4236</w:t>
      </w:r>
      <w:r>
        <w:tab/>
        <w:t>1.013e0</w:t>
      </w:r>
    </w:p>
    <w:p w:rsidR="005B0461" w:rsidRDefault="005B0461" w:rsidP="005B0461">
      <w:r>
        <w:t>467.4368</w:t>
      </w:r>
      <w:r>
        <w:tab/>
        <w:t>4.051e0</w:t>
      </w:r>
    </w:p>
    <w:p w:rsidR="005B0461" w:rsidRDefault="005B0461" w:rsidP="005B0461">
      <w:r>
        <w:t>467.4789</w:t>
      </w:r>
      <w:r>
        <w:tab/>
        <w:t>2.025e0</w:t>
      </w:r>
    </w:p>
    <w:p w:rsidR="005B0461" w:rsidRDefault="005B0461" w:rsidP="005B0461">
      <w:r>
        <w:t>467.5349</w:t>
      </w:r>
      <w:r>
        <w:tab/>
        <w:t>1.013e0</w:t>
      </w:r>
    </w:p>
    <w:p w:rsidR="005B0461" w:rsidRDefault="005B0461" w:rsidP="005B0461">
      <w:r>
        <w:t>467.5390</w:t>
      </w:r>
      <w:r>
        <w:tab/>
        <w:t>2.025e0</w:t>
      </w:r>
    </w:p>
    <w:p w:rsidR="005B0461" w:rsidRDefault="005B0461" w:rsidP="005B0461">
      <w:r>
        <w:t>467.5543</w:t>
      </w:r>
      <w:r>
        <w:tab/>
        <w:t>3.038e0</w:t>
      </w:r>
    </w:p>
    <w:p w:rsidR="005B0461" w:rsidRDefault="005B0461" w:rsidP="005B0461">
      <w:r>
        <w:t>467.6080</w:t>
      </w:r>
      <w:r>
        <w:tab/>
        <w:t>3.038e0</w:t>
      </w:r>
    </w:p>
    <w:p w:rsidR="005B0461" w:rsidRDefault="005B0461" w:rsidP="005B0461">
      <w:r>
        <w:t>467.6367</w:t>
      </w:r>
      <w:r>
        <w:tab/>
        <w:t>1.013e0</w:t>
      </w:r>
    </w:p>
    <w:p w:rsidR="005B0461" w:rsidRDefault="005B0461" w:rsidP="005B0461">
      <w:r>
        <w:t>467.6582</w:t>
      </w:r>
      <w:r>
        <w:tab/>
        <w:t>2.025e0</w:t>
      </w:r>
    </w:p>
    <w:p w:rsidR="005B0461" w:rsidRDefault="005B0461" w:rsidP="005B0461">
      <w:r>
        <w:t>467.6817</w:t>
      </w:r>
      <w:r>
        <w:tab/>
        <w:t>1.013e0</w:t>
      </w:r>
    </w:p>
    <w:p w:rsidR="005B0461" w:rsidRDefault="005B0461" w:rsidP="005B0461">
      <w:r>
        <w:t>467.7127</w:t>
      </w:r>
      <w:r>
        <w:tab/>
        <w:t>1.013e0</w:t>
      </w:r>
    </w:p>
    <w:p w:rsidR="005B0461" w:rsidRDefault="005B0461" w:rsidP="005B0461">
      <w:r>
        <w:t>467.7921</w:t>
      </w:r>
      <w:r>
        <w:tab/>
        <w:t>1.013e0</w:t>
      </w:r>
    </w:p>
    <w:p w:rsidR="005B0461" w:rsidRDefault="005B0461" w:rsidP="005B0461">
      <w:r>
        <w:lastRenderedPageBreak/>
        <w:t>467.7960</w:t>
      </w:r>
      <w:r>
        <w:tab/>
        <w:t>1.013e0</w:t>
      </w:r>
    </w:p>
    <w:p w:rsidR="005B0461" w:rsidRDefault="005B0461" w:rsidP="005B0461">
      <w:r>
        <w:t>467.8318</w:t>
      </w:r>
      <w:r>
        <w:tab/>
        <w:t>1.013e0</w:t>
      </w:r>
    </w:p>
    <w:p w:rsidR="005B0461" w:rsidRDefault="005B0461" w:rsidP="005B0461">
      <w:r>
        <w:t>467.8409</w:t>
      </w:r>
      <w:r>
        <w:tab/>
        <w:t>2.025e0</w:t>
      </w:r>
    </w:p>
    <w:p w:rsidR="005B0461" w:rsidRDefault="005B0461" w:rsidP="005B0461">
      <w:r>
        <w:t>467.8612</w:t>
      </w:r>
      <w:r>
        <w:tab/>
        <w:t>1.013e0</w:t>
      </w:r>
    </w:p>
    <w:p w:rsidR="005B0461" w:rsidRDefault="005B0461" w:rsidP="005B0461">
      <w:r>
        <w:t>467.8877</w:t>
      </w:r>
      <w:r>
        <w:tab/>
        <w:t>3.038e0</w:t>
      </w:r>
    </w:p>
    <w:p w:rsidR="005B0461" w:rsidRDefault="005B0461" w:rsidP="005B0461">
      <w:r>
        <w:t>467.9201</w:t>
      </w:r>
      <w:r>
        <w:tab/>
        <w:t>2.025e0</w:t>
      </w:r>
    </w:p>
    <w:p w:rsidR="005B0461" w:rsidRDefault="005B0461" w:rsidP="005B0461">
      <w:r>
        <w:t>467.9474</w:t>
      </w:r>
      <w:r>
        <w:tab/>
        <w:t>3.038e0</w:t>
      </w:r>
    </w:p>
    <w:p w:rsidR="005B0461" w:rsidRDefault="005B0461" w:rsidP="005B0461">
      <w:r>
        <w:t>467.9592</w:t>
      </w:r>
      <w:r>
        <w:tab/>
        <w:t>2.025e0</w:t>
      </w:r>
    </w:p>
    <w:p w:rsidR="005B0461" w:rsidRDefault="005B0461" w:rsidP="005B0461">
      <w:r>
        <w:t>467.9755</w:t>
      </w:r>
      <w:r>
        <w:tab/>
        <w:t>1.013e0</w:t>
      </w:r>
    </w:p>
    <w:p w:rsidR="005B0461" w:rsidRDefault="005B0461" w:rsidP="005B0461">
      <w:r>
        <w:t>468.0118</w:t>
      </w:r>
      <w:r>
        <w:tab/>
        <w:t>3.509e0</w:t>
      </w:r>
    </w:p>
    <w:p w:rsidR="005B0461" w:rsidRDefault="005B0461" w:rsidP="005B0461">
      <w:r>
        <w:t>468.0408</w:t>
      </w:r>
      <w:r>
        <w:tab/>
        <w:t>1.013e0</w:t>
      </w:r>
    </w:p>
    <w:p w:rsidR="005B0461" w:rsidRDefault="005B0461" w:rsidP="005B0461">
      <w:r>
        <w:t>468.0473</w:t>
      </w:r>
      <w:r>
        <w:tab/>
        <w:t>3.047e0</w:t>
      </w:r>
    </w:p>
    <w:p w:rsidR="005B0461" w:rsidRDefault="005B0461" w:rsidP="005B0461">
      <w:r>
        <w:t>468.0782</w:t>
      </w:r>
      <w:r>
        <w:tab/>
        <w:t>3.038e0</w:t>
      </w:r>
    </w:p>
    <w:p w:rsidR="005B0461" w:rsidRDefault="005B0461" w:rsidP="005B0461">
      <w:r>
        <w:t>468.0988</w:t>
      </w:r>
      <w:r>
        <w:tab/>
        <w:t>7.793e0</w:t>
      </w:r>
    </w:p>
    <w:p w:rsidR="005B0461" w:rsidRDefault="005B0461" w:rsidP="005B0461">
      <w:r>
        <w:t>468.1007</w:t>
      </w:r>
      <w:r>
        <w:tab/>
        <w:t>2.532e1</w:t>
      </w:r>
    </w:p>
    <w:p w:rsidR="005B0461" w:rsidRDefault="005B0461" w:rsidP="005B0461">
      <w:r>
        <w:t>468.1638</w:t>
      </w:r>
      <w:r>
        <w:tab/>
        <w:t>1.013e0</w:t>
      </w:r>
    </w:p>
    <w:p w:rsidR="005B0461" w:rsidRDefault="005B0461" w:rsidP="005B0461">
      <w:r>
        <w:t>468.2059</w:t>
      </w:r>
      <w:r>
        <w:tab/>
        <w:t>3.038e0</w:t>
      </w:r>
    </w:p>
    <w:p w:rsidR="005B0461" w:rsidRDefault="005B0461" w:rsidP="005B0461">
      <w:r>
        <w:t>468.2170</w:t>
      </w:r>
      <w:r>
        <w:tab/>
        <w:t>2.305e0</w:t>
      </w:r>
    </w:p>
    <w:p w:rsidR="005B0461" w:rsidRDefault="005B0461" w:rsidP="005B0461">
      <w:r>
        <w:t>468.2286</w:t>
      </w:r>
      <w:r>
        <w:tab/>
        <w:t>1.013e0</w:t>
      </w:r>
    </w:p>
    <w:p w:rsidR="005B0461" w:rsidRDefault="005B0461" w:rsidP="005B0461">
      <w:r>
        <w:lastRenderedPageBreak/>
        <w:t>468.3794</w:t>
      </w:r>
      <w:r>
        <w:tab/>
        <w:t>1.624e1</w:t>
      </w:r>
    </w:p>
    <w:p w:rsidR="005B0461" w:rsidRDefault="005B0461" w:rsidP="005B0461">
      <w:r>
        <w:t>468.3953</w:t>
      </w:r>
      <w:r>
        <w:tab/>
        <w:t>8.712e1</w:t>
      </w:r>
    </w:p>
    <w:p w:rsidR="005B0461" w:rsidRDefault="005B0461" w:rsidP="005B0461">
      <w:r>
        <w:t>468.4341</w:t>
      </w:r>
      <w:r>
        <w:tab/>
        <w:t>9.915e0</w:t>
      </w:r>
    </w:p>
    <w:p w:rsidR="005B0461" w:rsidRDefault="005B0461" w:rsidP="005B0461">
      <w:r>
        <w:t>468.4930</w:t>
      </w:r>
      <w:r>
        <w:tab/>
        <w:t>1.013e0</w:t>
      </w:r>
    </w:p>
    <w:p w:rsidR="005B0461" w:rsidRDefault="005B0461" w:rsidP="005B0461">
      <w:r>
        <w:t>468.5268</w:t>
      </w:r>
      <w:r>
        <w:tab/>
        <w:t>2.025e0</w:t>
      </w:r>
    </w:p>
    <w:p w:rsidR="005B0461" w:rsidRDefault="005B0461" w:rsidP="005B0461">
      <w:r>
        <w:t>468.5292</w:t>
      </w:r>
      <w:r>
        <w:tab/>
        <w:t>1.013e0</w:t>
      </w:r>
    </w:p>
    <w:p w:rsidR="005B0461" w:rsidRDefault="005B0461" w:rsidP="005B0461">
      <w:r>
        <w:t>468.5508</w:t>
      </w:r>
      <w:r>
        <w:tab/>
        <w:t>1.013e0</w:t>
      </w:r>
    </w:p>
    <w:p w:rsidR="005B0461" w:rsidRDefault="005B0461" w:rsidP="005B0461">
      <w:r>
        <w:t>468.5721</w:t>
      </w:r>
      <w:r>
        <w:tab/>
        <w:t>1.013e0</w:t>
      </w:r>
    </w:p>
    <w:p w:rsidR="005B0461" w:rsidRDefault="005B0461" w:rsidP="005B0461">
      <w:r>
        <w:t>468.5872</w:t>
      </w:r>
      <w:r>
        <w:tab/>
        <w:t>1.013e0</w:t>
      </w:r>
    </w:p>
    <w:p w:rsidR="005B0461" w:rsidRDefault="005B0461" w:rsidP="005B0461">
      <w:r>
        <w:t>468.6172</w:t>
      </w:r>
      <w:r>
        <w:tab/>
        <w:t>2.025e0</w:t>
      </w:r>
    </w:p>
    <w:p w:rsidR="005B0461" w:rsidRDefault="005B0461" w:rsidP="005B0461">
      <w:r>
        <w:t>468.6508</w:t>
      </w:r>
      <w:r>
        <w:tab/>
        <w:t>3.038e0</w:t>
      </w:r>
    </w:p>
    <w:p w:rsidR="005B0461" w:rsidRDefault="005B0461" w:rsidP="005B0461">
      <w:r>
        <w:t>468.6846</w:t>
      </w:r>
      <w:r>
        <w:tab/>
        <w:t>1.013e0</w:t>
      </w:r>
    </w:p>
    <w:p w:rsidR="005B0461" w:rsidRDefault="005B0461" w:rsidP="005B0461">
      <w:r>
        <w:t>468.7189</w:t>
      </w:r>
      <w:r>
        <w:tab/>
        <w:t>1.013e0</w:t>
      </w:r>
    </w:p>
    <w:p w:rsidR="005B0461" w:rsidRDefault="005B0461" w:rsidP="005B0461">
      <w:r>
        <w:t>468.7689</w:t>
      </w:r>
      <w:r>
        <w:tab/>
        <w:t>3.214e0</w:t>
      </w:r>
    </w:p>
    <w:p w:rsidR="005B0461" w:rsidRDefault="005B0461" w:rsidP="005B0461">
      <w:r>
        <w:t>468.8089</w:t>
      </w:r>
      <w:r>
        <w:tab/>
        <w:t>1.013e0</w:t>
      </w:r>
    </w:p>
    <w:p w:rsidR="005B0461" w:rsidRDefault="005B0461" w:rsidP="005B0461">
      <w:r>
        <w:t>468.8579</w:t>
      </w:r>
      <w:r>
        <w:tab/>
        <w:t>1.013e0</w:t>
      </w:r>
    </w:p>
    <w:p w:rsidR="005B0461" w:rsidRDefault="005B0461" w:rsidP="005B0461">
      <w:r>
        <w:t>468.8796</w:t>
      </w:r>
      <w:r>
        <w:tab/>
        <w:t>1.013e0</w:t>
      </w:r>
    </w:p>
    <w:p w:rsidR="005B0461" w:rsidRDefault="005B0461" w:rsidP="005B0461">
      <w:r>
        <w:t>468.9568</w:t>
      </w:r>
      <w:r>
        <w:tab/>
        <w:t>2.025e0</w:t>
      </w:r>
    </w:p>
    <w:p w:rsidR="005B0461" w:rsidRDefault="005B0461" w:rsidP="005B0461">
      <w:r>
        <w:t>468.9724</w:t>
      </w:r>
      <w:r>
        <w:tab/>
        <w:t>2.025e0</w:t>
      </w:r>
    </w:p>
    <w:p w:rsidR="005B0461" w:rsidRDefault="005B0461" w:rsidP="005B0461">
      <w:r>
        <w:lastRenderedPageBreak/>
        <w:t>468.9778</w:t>
      </w:r>
      <w:r>
        <w:tab/>
        <w:t>4.051e0</w:t>
      </w:r>
    </w:p>
    <w:p w:rsidR="005B0461" w:rsidRDefault="005B0461" w:rsidP="005B0461">
      <w:r>
        <w:t>469.0332</w:t>
      </w:r>
      <w:r>
        <w:tab/>
        <w:t>2.025e0</w:t>
      </w:r>
    </w:p>
    <w:p w:rsidR="005B0461" w:rsidRDefault="005B0461" w:rsidP="005B0461">
      <w:r>
        <w:t>469.0667</w:t>
      </w:r>
      <w:r>
        <w:tab/>
        <w:t>5.063e0</w:t>
      </w:r>
    </w:p>
    <w:p w:rsidR="005B0461" w:rsidRDefault="005B0461" w:rsidP="005B0461">
      <w:r>
        <w:t>469.0710</w:t>
      </w:r>
      <w:r>
        <w:tab/>
        <w:t>1.734e0</w:t>
      </w:r>
    </w:p>
    <w:p w:rsidR="005B0461" w:rsidRDefault="005B0461" w:rsidP="005B0461">
      <w:r>
        <w:t>469.1086</w:t>
      </w:r>
      <w:r>
        <w:tab/>
        <w:t>5.627e0</w:t>
      </w:r>
    </w:p>
    <w:p w:rsidR="005B0461" w:rsidRDefault="005B0461" w:rsidP="005B0461">
      <w:r>
        <w:t>469.1121</w:t>
      </w:r>
      <w:r>
        <w:tab/>
        <w:t>6.691e0</w:t>
      </w:r>
    </w:p>
    <w:p w:rsidR="005B0461" w:rsidRDefault="005B0461" w:rsidP="005B0461">
      <w:r>
        <w:t>469.1326</w:t>
      </w:r>
      <w:r>
        <w:tab/>
        <w:t>1.013e0</w:t>
      </w:r>
    </w:p>
    <w:p w:rsidR="005B0461" w:rsidRDefault="005B0461" w:rsidP="005B0461">
      <w:r>
        <w:t>469.1662</w:t>
      </w:r>
      <w:r>
        <w:tab/>
        <w:t>3.038e0</w:t>
      </w:r>
    </w:p>
    <w:p w:rsidR="005B0461" w:rsidRDefault="005B0461" w:rsidP="005B0461">
      <w:r>
        <w:t>469.2036</w:t>
      </w:r>
      <w:r>
        <w:tab/>
        <w:t>3.451e0</w:t>
      </w:r>
    </w:p>
    <w:p w:rsidR="005B0461" w:rsidRDefault="005B0461" w:rsidP="005B0461">
      <w:r>
        <w:t>469.2061</w:t>
      </w:r>
      <w:r>
        <w:tab/>
        <w:t>6.076e0</w:t>
      </w:r>
    </w:p>
    <w:p w:rsidR="005B0461" w:rsidRDefault="005B0461" w:rsidP="005B0461">
      <w:r>
        <w:t>469.2093</w:t>
      </w:r>
      <w:r>
        <w:tab/>
        <w:t>5.063e0</w:t>
      </w:r>
    </w:p>
    <w:p w:rsidR="005B0461" w:rsidRDefault="005B0461" w:rsidP="005B0461">
      <w:r>
        <w:t>469.2226</w:t>
      </w:r>
      <w:r>
        <w:tab/>
        <w:t>3.931e0</w:t>
      </w:r>
    </w:p>
    <w:p w:rsidR="005B0461" w:rsidRDefault="005B0461" w:rsidP="005B0461">
      <w:r>
        <w:t>469.2850</w:t>
      </w:r>
      <w:r>
        <w:tab/>
        <w:t>3.099e0</w:t>
      </w:r>
    </w:p>
    <w:p w:rsidR="005B0461" w:rsidRDefault="005B0461" w:rsidP="005B0461">
      <w:r>
        <w:t>469.3116</w:t>
      </w:r>
      <w:r>
        <w:tab/>
        <w:t>1.721e0</w:t>
      </w:r>
    </w:p>
    <w:p w:rsidR="005B0461" w:rsidRDefault="005B0461" w:rsidP="005B0461">
      <w:r>
        <w:t>469.3930</w:t>
      </w:r>
      <w:r>
        <w:tab/>
        <w:t>1.114e1</w:t>
      </w:r>
    </w:p>
    <w:p w:rsidR="005B0461" w:rsidRDefault="005B0461" w:rsidP="005B0461">
      <w:r>
        <w:t>469.3956</w:t>
      </w:r>
      <w:r>
        <w:tab/>
        <w:t>1.106e1</w:t>
      </w:r>
    </w:p>
    <w:p w:rsidR="005B0461" w:rsidRDefault="005B0461" w:rsidP="005B0461">
      <w:r>
        <w:t>469.4026</w:t>
      </w:r>
      <w:r>
        <w:tab/>
        <w:t>9.578e0</w:t>
      </w:r>
    </w:p>
    <w:p w:rsidR="005B0461" w:rsidRDefault="005B0461" w:rsidP="005B0461">
      <w:r>
        <w:t>469.4199</w:t>
      </w:r>
      <w:r>
        <w:tab/>
        <w:t>1.013e1</w:t>
      </w:r>
    </w:p>
    <w:p w:rsidR="005B0461" w:rsidRDefault="005B0461" w:rsidP="005B0461">
      <w:r>
        <w:t>469.4792</w:t>
      </w:r>
      <w:r>
        <w:tab/>
        <w:t>3.038e0</w:t>
      </w:r>
    </w:p>
    <w:p w:rsidR="005B0461" w:rsidRDefault="005B0461" w:rsidP="005B0461">
      <w:r>
        <w:lastRenderedPageBreak/>
        <w:t>469.5699</w:t>
      </w:r>
      <w:r>
        <w:tab/>
        <w:t>3.038e0</w:t>
      </w:r>
    </w:p>
    <w:p w:rsidR="005B0461" w:rsidRDefault="005B0461" w:rsidP="005B0461">
      <w:r>
        <w:t>469.5781</w:t>
      </w:r>
      <w:r>
        <w:tab/>
        <w:t>2.025e0</w:t>
      </w:r>
    </w:p>
    <w:p w:rsidR="005B0461" w:rsidRDefault="005B0461" w:rsidP="005B0461">
      <w:r>
        <w:t>469.6599</w:t>
      </w:r>
      <w:r>
        <w:tab/>
        <w:t>1.013e0</w:t>
      </w:r>
    </w:p>
    <w:p w:rsidR="005B0461" w:rsidRDefault="005B0461" w:rsidP="005B0461">
      <w:r>
        <w:t>469.6845</w:t>
      </w:r>
      <w:r>
        <w:tab/>
        <w:t>1.013e0</w:t>
      </w:r>
    </w:p>
    <w:p w:rsidR="005B0461" w:rsidRDefault="005B0461" w:rsidP="005B0461">
      <w:r>
        <w:t>469.6964</w:t>
      </w:r>
      <w:r>
        <w:tab/>
        <w:t>1.013e0</w:t>
      </w:r>
    </w:p>
    <w:p w:rsidR="005B0461" w:rsidRDefault="005B0461" w:rsidP="005B0461">
      <w:r>
        <w:t>469.7328</w:t>
      </w:r>
      <w:r>
        <w:tab/>
        <w:t>1.013e0</w:t>
      </w:r>
    </w:p>
    <w:p w:rsidR="005B0461" w:rsidRDefault="005B0461" w:rsidP="005B0461">
      <w:r>
        <w:t>469.7361</w:t>
      </w:r>
      <w:r>
        <w:tab/>
        <w:t>1.013e0</w:t>
      </w:r>
    </w:p>
    <w:p w:rsidR="005B0461" w:rsidRDefault="005B0461" w:rsidP="005B0461">
      <w:r>
        <w:t>469.8067</w:t>
      </w:r>
      <w:r>
        <w:tab/>
        <w:t>2.025e0</w:t>
      </w:r>
    </w:p>
    <w:p w:rsidR="005B0461" w:rsidRDefault="005B0461" w:rsidP="005B0461">
      <w:r>
        <w:t>469.8120</w:t>
      </w:r>
      <w:r>
        <w:tab/>
        <w:t>1.013e0</w:t>
      </w:r>
    </w:p>
    <w:p w:rsidR="005B0461" w:rsidRDefault="005B0461" w:rsidP="005B0461">
      <w:r>
        <w:t>469.8238</w:t>
      </w:r>
      <w:r>
        <w:tab/>
        <w:t>1.013e0</w:t>
      </w:r>
    </w:p>
    <w:p w:rsidR="005B0461" w:rsidRDefault="005B0461" w:rsidP="005B0461">
      <w:r>
        <w:t>469.8838</w:t>
      </w:r>
      <w:r>
        <w:tab/>
        <w:t>3.038e0</w:t>
      </w:r>
    </w:p>
    <w:p w:rsidR="005B0461" w:rsidRDefault="005B0461" w:rsidP="005B0461">
      <w:r>
        <w:t>469.9167</w:t>
      </w:r>
      <w:r>
        <w:tab/>
        <w:t>3.038e0</w:t>
      </w:r>
    </w:p>
    <w:p w:rsidR="005B0461" w:rsidRDefault="005B0461" w:rsidP="005B0461">
      <w:r>
        <w:t>469.9179</w:t>
      </w:r>
      <w:r>
        <w:tab/>
        <w:t>3.216e0</w:t>
      </w:r>
    </w:p>
    <w:p w:rsidR="005B0461" w:rsidRDefault="005B0461" w:rsidP="005B0461">
      <w:r>
        <w:t>469.9221</w:t>
      </w:r>
      <w:r>
        <w:tab/>
        <w:t>1.013e0</w:t>
      </w:r>
    </w:p>
    <w:p w:rsidR="005B0461" w:rsidRDefault="005B0461" w:rsidP="005B0461">
      <w:r>
        <w:t>469.9675</w:t>
      </w:r>
      <w:r>
        <w:tab/>
        <w:t>2.025e0</w:t>
      </w:r>
    </w:p>
    <w:p w:rsidR="005B0461" w:rsidRDefault="005B0461" w:rsidP="005B0461">
      <w:r>
        <w:t>469.9856</w:t>
      </w:r>
      <w:r>
        <w:tab/>
        <w:t>5.063e0</w:t>
      </w:r>
    </w:p>
    <w:p w:rsidR="005B0461" w:rsidRDefault="005B0461" w:rsidP="005B0461">
      <w:r>
        <w:t>469.9958</w:t>
      </w:r>
      <w:r>
        <w:tab/>
        <w:t>1.636e0</w:t>
      </w:r>
    </w:p>
    <w:p w:rsidR="005B0461" w:rsidRDefault="005B0461" w:rsidP="005B0461">
      <w:r>
        <w:t>470.0253</w:t>
      </w:r>
      <w:r>
        <w:tab/>
        <w:t>1.013e0</w:t>
      </w:r>
    </w:p>
    <w:p w:rsidR="005B0461" w:rsidRDefault="005B0461" w:rsidP="005B0461">
      <w:r>
        <w:t>470.0319</w:t>
      </w:r>
      <w:r>
        <w:tab/>
        <w:t>2.246e0</w:t>
      </w:r>
    </w:p>
    <w:p w:rsidR="005B0461" w:rsidRDefault="005B0461" w:rsidP="005B0461">
      <w:r>
        <w:lastRenderedPageBreak/>
        <w:t>470.0811</w:t>
      </w:r>
      <w:r>
        <w:tab/>
        <w:t>2.652e0</w:t>
      </w:r>
    </w:p>
    <w:p w:rsidR="005B0461" w:rsidRDefault="005B0461" w:rsidP="005B0461">
      <w:r>
        <w:t>470.0840</w:t>
      </w:r>
      <w:r>
        <w:tab/>
        <w:t>6.712e0</w:t>
      </w:r>
    </w:p>
    <w:p w:rsidR="005B0461" w:rsidRDefault="005B0461" w:rsidP="005B0461">
      <w:r>
        <w:t>470.0966</w:t>
      </w:r>
      <w:r>
        <w:tab/>
        <w:t>8.451e0</w:t>
      </w:r>
    </w:p>
    <w:p w:rsidR="005B0461" w:rsidRDefault="005B0461" w:rsidP="005B0461">
      <w:r>
        <w:t>470.1059</w:t>
      </w:r>
      <w:r>
        <w:tab/>
        <w:t>4.032e0</w:t>
      </w:r>
    </w:p>
    <w:p w:rsidR="005B0461" w:rsidRDefault="005B0461" w:rsidP="005B0461">
      <w:r>
        <w:t>470.1205</w:t>
      </w:r>
      <w:r>
        <w:tab/>
        <w:t>2.837e0</w:t>
      </w:r>
    </w:p>
    <w:p w:rsidR="005B0461" w:rsidRDefault="005B0461" w:rsidP="005B0461">
      <w:r>
        <w:t>470.1611</w:t>
      </w:r>
      <w:r>
        <w:tab/>
        <w:t>4.051e0</w:t>
      </w:r>
    </w:p>
    <w:p w:rsidR="005B0461" w:rsidRDefault="005B0461" w:rsidP="005B0461">
      <w:r>
        <w:t>470.1641</w:t>
      </w:r>
      <w:r>
        <w:tab/>
        <w:t>4.872e0</w:t>
      </w:r>
    </w:p>
    <w:p w:rsidR="005B0461" w:rsidRDefault="005B0461" w:rsidP="005B0461">
      <w:r>
        <w:t>470.2090</w:t>
      </w:r>
      <w:r>
        <w:tab/>
        <w:t>1.013e0</w:t>
      </w:r>
    </w:p>
    <w:p w:rsidR="005B0461" w:rsidRDefault="005B0461" w:rsidP="005B0461">
      <w:r>
        <w:t>470.2422</w:t>
      </w:r>
      <w:r>
        <w:tab/>
        <w:t>4.944e0</w:t>
      </w:r>
    </w:p>
    <w:p w:rsidR="005B0461" w:rsidRDefault="005B0461" w:rsidP="005B0461">
      <w:r>
        <w:t>470.2665</w:t>
      </w:r>
      <w:r>
        <w:tab/>
        <w:t>2.549e0</w:t>
      </w:r>
    </w:p>
    <w:p w:rsidR="005B0461" w:rsidRDefault="005B0461" w:rsidP="005B0461">
      <w:r>
        <w:t>470.2877</w:t>
      </w:r>
      <w:r>
        <w:tab/>
        <w:t>1.391e0</w:t>
      </w:r>
    </w:p>
    <w:p w:rsidR="005B0461" w:rsidRDefault="005B0461" w:rsidP="005B0461">
      <w:r>
        <w:t>470.3587</w:t>
      </w:r>
      <w:r>
        <w:tab/>
        <w:t>3.246e0</w:t>
      </w:r>
    </w:p>
    <w:p w:rsidR="005B0461" w:rsidRDefault="005B0461" w:rsidP="005B0461">
      <w:r>
        <w:t>470.3709</w:t>
      </w:r>
      <w:r>
        <w:tab/>
        <w:t>4.704e0</w:t>
      </w:r>
    </w:p>
    <w:p w:rsidR="005B0461" w:rsidRDefault="005B0461" w:rsidP="005B0461">
      <w:r>
        <w:t>470.3983</w:t>
      </w:r>
      <w:r>
        <w:tab/>
        <w:t>6.009e0</w:t>
      </w:r>
    </w:p>
    <w:p w:rsidR="005B0461" w:rsidRDefault="005B0461" w:rsidP="005B0461">
      <w:r>
        <w:t>470.4049</w:t>
      </w:r>
      <w:r>
        <w:tab/>
        <w:t>2.025e0</w:t>
      </w:r>
    </w:p>
    <w:p w:rsidR="005B0461" w:rsidRDefault="005B0461" w:rsidP="005B0461">
      <w:r>
        <w:t>470.4148</w:t>
      </w:r>
      <w:r>
        <w:tab/>
        <w:t>5.050e0</w:t>
      </w:r>
    </w:p>
    <w:p w:rsidR="005B0461" w:rsidRDefault="005B0461" w:rsidP="005B0461">
      <w:r>
        <w:t>470.4194</w:t>
      </w:r>
      <w:r>
        <w:tab/>
        <w:t>4.180e0</w:t>
      </w:r>
    </w:p>
    <w:p w:rsidR="005B0461" w:rsidRDefault="005B0461" w:rsidP="005B0461">
      <w:r>
        <w:t>470.4513</w:t>
      </w:r>
      <w:r>
        <w:tab/>
        <w:t>3.038e0</w:t>
      </w:r>
    </w:p>
    <w:p w:rsidR="005B0461" w:rsidRDefault="005B0461" w:rsidP="005B0461">
      <w:r>
        <w:t>470.4816</w:t>
      </w:r>
      <w:r>
        <w:tab/>
        <w:t>3.414e0</w:t>
      </w:r>
    </w:p>
    <w:p w:rsidR="005B0461" w:rsidRDefault="005B0461" w:rsidP="005B0461">
      <w:r>
        <w:lastRenderedPageBreak/>
        <w:t>470.4917</w:t>
      </w:r>
      <w:r>
        <w:tab/>
        <w:t>2.025e0</w:t>
      </w:r>
    </w:p>
    <w:p w:rsidR="005B0461" w:rsidRDefault="005B0461" w:rsidP="005B0461">
      <w:r>
        <w:t>470.5098</w:t>
      </w:r>
      <w:r>
        <w:tab/>
        <w:t>1.013e0</w:t>
      </w:r>
    </w:p>
    <w:p w:rsidR="005B0461" w:rsidRDefault="005B0461" w:rsidP="005B0461">
      <w:r>
        <w:t>470.5150</w:t>
      </w:r>
      <w:r>
        <w:tab/>
        <w:t>3.038e0</w:t>
      </w:r>
    </w:p>
    <w:p w:rsidR="005B0461" w:rsidRDefault="005B0461" w:rsidP="005B0461">
      <w:r>
        <w:t>470.5785</w:t>
      </w:r>
      <w:r>
        <w:tab/>
        <w:t>2.025e0</w:t>
      </w:r>
    </w:p>
    <w:p w:rsidR="005B0461" w:rsidRDefault="005B0461" w:rsidP="005B0461">
      <w:r>
        <w:t>470.5861</w:t>
      </w:r>
      <w:r>
        <w:tab/>
        <w:t>1.013e0</w:t>
      </w:r>
    </w:p>
    <w:p w:rsidR="005B0461" w:rsidRDefault="005B0461" w:rsidP="005B0461">
      <w:r>
        <w:t>470.6525</w:t>
      </w:r>
      <w:r>
        <w:tab/>
        <w:t>3.038e0</w:t>
      </w:r>
    </w:p>
    <w:p w:rsidR="005B0461" w:rsidRDefault="005B0461" w:rsidP="005B0461">
      <w:r>
        <w:t>470.6876</w:t>
      </w:r>
      <w:r>
        <w:tab/>
        <w:t>4.051e0</w:t>
      </w:r>
    </w:p>
    <w:p w:rsidR="005B0461" w:rsidRDefault="005B0461" w:rsidP="005B0461">
      <w:r>
        <w:t>470.7263</w:t>
      </w:r>
      <w:r>
        <w:tab/>
        <w:t>2.025e0</w:t>
      </w:r>
    </w:p>
    <w:p w:rsidR="005B0461" w:rsidRDefault="005B0461" w:rsidP="005B0461">
      <w:r>
        <w:t>470.7751</w:t>
      </w:r>
      <w:r>
        <w:tab/>
        <w:t>1.013e0</w:t>
      </w:r>
    </w:p>
    <w:p w:rsidR="005B0461" w:rsidRDefault="005B0461" w:rsidP="005B0461">
      <w:r>
        <w:t>470.8206</w:t>
      </w:r>
      <w:r>
        <w:tab/>
        <w:t>1.013e0</w:t>
      </w:r>
    </w:p>
    <w:p w:rsidR="005B0461" w:rsidRDefault="005B0461" w:rsidP="005B0461">
      <w:r>
        <w:t>470.8325</w:t>
      </w:r>
      <w:r>
        <w:tab/>
        <w:t>1.013e0</w:t>
      </w:r>
    </w:p>
    <w:p w:rsidR="005B0461" w:rsidRDefault="005B0461" w:rsidP="005B0461">
      <w:r>
        <w:t>470.8356</w:t>
      </w:r>
      <w:r>
        <w:tab/>
        <w:t>4.446e0</w:t>
      </w:r>
    </w:p>
    <w:p w:rsidR="005B0461" w:rsidRDefault="005B0461" w:rsidP="005B0461">
      <w:r>
        <w:t>470.8679</w:t>
      </w:r>
      <w:r>
        <w:tab/>
        <w:t>2.025e0</w:t>
      </w:r>
    </w:p>
    <w:p w:rsidR="005B0461" w:rsidRDefault="005B0461" w:rsidP="005B0461">
      <w:r>
        <w:t>470.8785</w:t>
      </w:r>
      <w:r>
        <w:tab/>
        <w:t>1.013e0</w:t>
      </w:r>
    </w:p>
    <w:p w:rsidR="005B0461" w:rsidRDefault="005B0461" w:rsidP="005B0461">
      <w:r>
        <w:t>470.9396</w:t>
      </w:r>
      <w:r>
        <w:tab/>
        <w:t>1.013e0</w:t>
      </w:r>
    </w:p>
    <w:p w:rsidR="005B0461" w:rsidRDefault="005B0461" w:rsidP="005B0461">
      <w:r>
        <w:t>470.9762</w:t>
      </w:r>
      <w:r>
        <w:tab/>
        <w:t>4.051e0</w:t>
      </w:r>
    </w:p>
    <w:p w:rsidR="005B0461" w:rsidRDefault="005B0461" w:rsidP="005B0461">
      <w:r>
        <w:t>470.9797</w:t>
      </w:r>
      <w:r>
        <w:tab/>
        <w:t>6.278e0</w:t>
      </w:r>
    </w:p>
    <w:p w:rsidR="005B0461" w:rsidRDefault="005B0461" w:rsidP="005B0461">
      <w:r>
        <w:t>471.0912</w:t>
      </w:r>
      <w:r>
        <w:tab/>
        <w:t>2.713e0</w:t>
      </w:r>
    </w:p>
    <w:p w:rsidR="005B0461" w:rsidRDefault="005B0461" w:rsidP="005B0461">
      <w:r>
        <w:t>471.1097</w:t>
      </w:r>
      <w:r>
        <w:tab/>
        <w:t>3.653e0</w:t>
      </w:r>
    </w:p>
    <w:p w:rsidR="005B0461" w:rsidRDefault="005B0461" w:rsidP="005B0461">
      <w:r>
        <w:lastRenderedPageBreak/>
        <w:t>471.1507</w:t>
      </w:r>
      <w:r>
        <w:tab/>
        <w:t>2.674e0</w:t>
      </w:r>
    </w:p>
    <w:p w:rsidR="005B0461" w:rsidRDefault="005B0461" w:rsidP="005B0461">
      <w:r>
        <w:t>471.1674</w:t>
      </w:r>
      <w:r>
        <w:tab/>
        <w:t>1.829e0</w:t>
      </w:r>
    </w:p>
    <w:p w:rsidR="005B0461" w:rsidRDefault="005B0461" w:rsidP="005B0461">
      <w:r>
        <w:t>471.1711</w:t>
      </w:r>
      <w:r>
        <w:tab/>
        <w:t>2.971e0</w:t>
      </w:r>
    </w:p>
    <w:p w:rsidR="005B0461" w:rsidRDefault="005B0461" w:rsidP="005B0461">
      <w:r>
        <w:t>471.2041</w:t>
      </w:r>
      <w:r>
        <w:tab/>
        <w:t>2.025e0</w:t>
      </w:r>
    </w:p>
    <w:p w:rsidR="005B0461" w:rsidRDefault="005B0461" w:rsidP="005B0461">
      <w:r>
        <w:t>471.2234</w:t>
      </w:r>
      <w:r>
        <w:tab/>
        <w:t>3.038e0</w:t>
      </w:r>
    </w:p>
    <w:p w:rsidR="005B0461" w:rsidRDefault="005B0461" w:rsidP="005B0461">
      <w:r>
        <w:t>471.2280</w:t>
      </w:r>
      <w:r>
        <w:tab/>
        <w:t>3.750e0</w:t>
      </w:r>
    </w:p>
    <w:p w:rsidR="005B0461" w:rsidRDefault="005B0461" w:rsidP="005B0461">
      <w:r>
        <w:t>471.2292</w:t>
      </w:r>
      <w:r>
        <w:tab/>
        <w:t>1.013e0</w:t>
      </w:r>
    </w:p>
    <w:p w:rsidR="005B0461" w:rsidRDefault="005B0461" w:rsidP="005B0461">
      <w:r>
        <w:t>471.2779</w:t>
      </w:r>
      <w:r>
        <w:tab/>
        <w:t>2.025e0</w:t>
      </w:r>
    </w:p>
    <w:p w:rsidR="005B0461" w:rsidRDefault="005B0461" w:rsidP="005B0461">
      <w:r>
        <w:t>471.2916</w:t>
      </w:r>
      <w:r>
        <w:tab/>
        <w:t>3.414e0</w:t>
      </w:r>
    </w:p>
    <w:p w:rsidR="005B0461" w:rsidRDefault="005B0461" w:rsidP="005B0461">
      <w:r>
        <w:t>471.3158</w:t>
      </w:r>
      <w:r>
        <w:tab/>
        <w:t>3.812e0</w:t>
      </w:r>
    </w:p>
    <w:p w:rsidR="005B0461" w:rsidRDefault="005B0461" w:rsidP="005B0461">
      <w:r>
        <w:t>471.3423</w:t>
      </w:r>
      <w:r>
        <w:tab/>
        <w:t>1.708e0</w:t>
      </w:r>
    </w:p>
    <w:p w:rsidR="005B0461" w:rsidRDefault="005B0461" w:rsidP="005B0461">
      <w:r>
        <w:t>471.3630</w:t>
      </w:r>
      <w:r>
        <w:tab/>
        <w:t>4.051e0</w:t>
      </w:r>
    </w:p>
    <w:p w:rsidR="005B0461" w:rsidRDefault="005B0461" w:rsidP="005B0461">
      <w:r>
        <w:t>471.3882</w:t>
      </w:r>
      <w:r>
        <w:tab/>
        <w:t>3.984e0</w:t>
      </w:r>
    </w:p>
    <w:p w:rsidR="005B0461" w:rsidRDefault="005B0461" w:rsidP="005B0461">
      <w:r>
        <w:t>471.4248</w:t>
      </w:r>
      <w:r>
        <w:tab/>
        <w:t>6.076e0</w:t>
      </w:r>
    </w:p>
    <w:p w:rsidR="005B0461" w:rsidRDefault="005B0461" w:rsidP="005B0461">
      <w:r>
        <w:t>471.4282</w:t>
      </w:r>
      <w:r>
        <w:tab/>
        <w:t>3.038e0</w:t>
      </w:r>
    </w:p>
    <w:p w:rsidR="005B0461" w:rsidRDefault="005B0461" w:rsidP="005B0461">
      <w:r>
        <w:t>471.5045</w:t>
      </w:r>
      <w:r>
        <w:tab/>
        <w:t>4.051e0</w:t>
      </w:r>
    </w:p>
    <w:p w:rsidR="005B0461" w:rsidRDefault="005B0461" w:rsidP="005B0461">
      <w:r>
        <w:t>471.5367</w:t>
      </w:r>
      <w:r>
        <w:tab/>
        <w:t>1.013e0</w:t>
      </w:r>
    </w:p>
    <w:p w:rsidR="005B0461" w:rsidRDefault="005B0461" w:rsidP="005B0461">
      <w:r>
        <w:t>471.5551</w:t>
      </w:r>
      <w:r>
        <w:tab/>
        <w:t>1.013e0</w:t>
      </w:r>
    </w:p>
    <w:p w:rsidR="005B0461" w:rsidRDefault="005B0461" w:rsidP="005B0461">
      <w:r>
        <w:t>471.5946</w:t>
      </w:r>
      <w:r>
        <w:tab/>
        <w:t>1.013e0</w:t>
      </w:r>
    </w:p>
    <w:p w:rsidR="005B0461" w:rsidRDefault="005B0461" w:rsidP="005B0461">
      <w:r>
        <w:lastRenderedPageBreak/>
        <w:t>471.6048</w:t>
      </w:r>
      <w:r>
        <w:tab/>
        <w:t>1.013e0</w:t>
      </w:r>
    </w:p>
    <w:p w:rsidR="005B0461" w:rsidRDefault="005B0461" w:rsidP="005B0461">
      <w:r>
        <w:t>471.6451</w:t>
      </w:r>
      <w:r>
        <w:tab/>
        <w:t>2.025e0</w:t>
      </w:r>
    </w:p>
    <w:p w:rsidR="005B0461" w:rsidRDefault="005B0461" w:rsidP="005B0461">
      <w:r>
        <w:t>471.6623</w:t>
      </w:r>
      <w:r>
        <w:tab/>
        <w:t>1.013e0</w:t>
      </w:r>
    </w:p>
    <w:p w:rsidR="005B0461" w:rsidRDefault="005B0461" w:rsidP="005B0461">
      <w:r>
        <w:t>471.6772</w:t>
      </w:r>
      <w:r>
        <w:tab/>
        <w:t>2.025e0</w:t>
      </w:r>
    </w:p>
    <w:p w:rsidR="005B0461" w:rsidRDefault="005B0461" w:rsidP="005B0461">
      <w:r>
        <w:t>471.6913</w:t>
      </w:r>
      <w:r>
        <w:tab/>
        <w:t>2.025e0</w:t>
      </w:r>
    </w:p>
    <w:p w:rsidR="005B0461" w:rsidRDefault="005B0461" w:rsidP="005B0461">
      <w:r>
        <w:t>471.7029</w:t>
      </w:r>
      <w:r>
        <w:tab/>
        <w:t>2.025e0</w:t>
      </w:r>
    </w:p>
    <w:p w:rsidR="005B0461" w:rsidRDefault="005B0461" w:rsidP="005B0461">
      <w:r>
        <w:t>471.7485</w:t>
      </w:r>
      <w:r>
        <w:tab/>
        <w:t>4.051e0</w:t>
      </w:r>
    </w:p>
    <w:p w:rsidR="005B0461" w:rsidRDefault="005B0461" w:rsidP="005B0461">
      <w:r>
        <w:t>471.7610</w:t>
      </w:r>
      <w:r>
        <w:tab/>
        <w:t>3.038e0</w:t>
      </w:r>
    </w:p>
    <w:p w:rsidR="005B0461" w:rsidRDefault="005B0461" w:rsidP="005B0461">
      <w:r>
        <w:t>471.8186</w:t>
      </w:r>
      <w:r>
        <w:tab/>
        <w:t>1.013e0</w:t>
      </w:r>
    </w:p>
    <w:p w:rsidR="005B0461" w:rsidRDefault="005B0461" w:rsidP="005B0461">
      <w:r>
        <w:t>471.8295</w:t>
      </w:r>
      <w:r>
        <w:tab/>
        <w:t>1.013e0</w:t>
      </w:r>
    </w:p>
    <w:p w:rsidR="005B0461" w:rsidRDefault="005B0461" w:rsidP="005B0461">
      <w:r>
        <w:t>471.8389</w:t>
      </w:r>
      <w:r>
        <w:tab/>
        <w:t>2.025e0</w:t>
      </w:r>
    </w:p>
    <w:p w:rsidR="005B0461" w:rsidRDefault="005B0461" w:rsidP="005B0461">
      <w:r>
        <w:t>471.8515</w:t>
      </w:r>
      <w:r>
        <w:tab/>
        <w:t>1.013e0</w:t>
      </w:r>
    </w:p>
    <w:p w:rsidR="005B0461" w:rsidRDefault="005B0461" w:rsidP="005B0461">
      <w:r>
        <w:t>471.8883</w:t>
      </w:r>
      <w:r>
        <w:tab/>
        <w:t>2.025e0</w:t>
      </w:r>
    </w:p>
    <w:p w:rsidR="005B0461" w:rsidRDefault="005B0461" w:rsidP="005B0461">
      <w:r>
        <w:t>471.8949</w:t>
      </w:r>
      <w:r>
        <w:tab/>
        <w:t>2.025e0</w:t>
      </w:r>
    </w:p>
    <w:p w:rsidR="005B0461" w:rsidRDefault="005B0461" w:rsidP="005B0461">
      <w:r>
        <w:t>471.9090</w:t>
      </w:r>
      <w:r>
        <w:tab/>
        <w:t>1.013e0</w:t>
      </w:r>
    </w:p>
    <w:p w:rsidR="005B0461" w:rsidRDefault="005B0461" w:rsidP="005B0461">
      <w:r>
        <w:t>471.9173</w:t>
      </w:r>
      <w:r>
        <w:tab/>
        <w:t>1.013e0</w:t>
      </w:r>
    </w:p>
    <w:p w:rsidR="005B0461" w:rsidRDefault="005B0461" w:rsidP="005B0461">
      <w:r>
        <w:t>471.9270</w:t>
      </w:r>
      <w:r>
        <w:tab/>
        <w:t>1.013e0</w:t>
      </w:r>
    </w:p>
    <w:p w:rsidR="005B0461" w:rsidRDefault="005B0461" w:rsidP="005B0461">
      <w:r>
        <w:t>471.9337</w:t>
      </w:r>
      <w:r>
        <w:tab/>
        <w:t>1.013e0</w:t>
      </w:r>
    </w:p>
    <w:p w:rsidR="005B0461" w:rsidRDefault="005B0461" w:rsidP="005B0461">
      <w:r>
        <w:t>471.9679</w:t>
      </w:r>
      <w:r>
        <w:tab/>
        <w:t>1.718e0</w:t>
      </w:r>
    </w:p>
    <w:p w:rsidR="005B0461" w:rsidRDefault="005B0461" w:rsidP="005B0461">
      <w:r>
        <w:lastRenderedPageBreak/>
        <w:t>472.0668</w:t>
      </w:r>
      <w:r>
        <w:tab/>
        <w:t>2.626e1</w:t>
      </w:r>
    </w:p>
    <w:p w:rsidR="005B0461" w:rsidRDefault="005B0461" w:rsidP="005B0461">
      <w:r>
        <w:t>472.0734</w:t>
      </w:r>
      <w:r>
        <w:tab/>
        <w:t>2.594e1</w:t>
      </w:r>
    </w:p>
    <w:p w:rsidR="005B0461" w:rsidRDefault="005B0461" w:rsidP="005B0461">
      <w:r>
        <w:t>472.0750</w:t>
      </w:r>
      <w:r>
        <w:tab/>
        <w:t>5.295e1</w:t>
      </w:r>
    </w:p>
    <w:p w:rsidR="005B0461" w:rsidRDefault="005B0461" w:rsidP="005B0461">
      <w:r>
        <w:t>472.1412</w:t>
      </w:r>
      <w:r>
        <w:tab/>
        <w:t>7.569e0</w:t>
      </w:r>
    </w:p>
    <w:p w:rsidR="005B0461" w:rsidRDefault="005B0461" w:rsidP="005B0461">
      <w:r>
        <w:t>472.2176</w:t>
      </w:r>
      <w:r>
        <w:tab/>
        <w:t>3.038e0</w:t>
      </w:r>
    </w:p>
    <w:p w:rsidR="005B0461" w:rsidRDefault="005B0461" w:rsidP="005B0461">
      <w:r>
        <w:t>472.2239</w:t>
      </w:r>
      <w:r>
        <w:tab/>
        <w:t>5.798e0</w:t>
      </w:r>
    </w:p>
    <w:p w:rsidR="005B0461" w:rsidRDefault="005B0461" w:rsidP="005B0461">
      <w:r>
        <w:t>472.2439</w:t>
      </w:r>
      <w:r>
        <w:tab/>
        <w:t>3.696e0</w:t>
      </w:r>
    </w:p>
    <w:p w:rsidR="005B0461" w:rsidRDefault="005B0461" w:rsidP="005B0461">
      <w:r>
        <w:t>472.2711</w:t>
      </w:r>
      <w:r>
        <w:tab/>
        <w:t>6.363e0</w:t>
      </w:r>
    </w:p>
    <w:p w:rsidR="005B0461" w:rsidRDefault="005B0461" w:rsidP="005B0461">
      <w:r>
        <w:t>472.2964</w:t>
      </w:r>
      <w:r>
        <w:tab/>
        <w:t>2.174e0</w:t>
      </w:r>
    </w:p>
    <w:p w:rsidR="005B0461" w:rsidRDefault="005B0461" w:rsidP="005B0461">
      <w:r>
        <w:t>472.3384</w:t>
      </w:r>
      <w:r>
        <w:tab/>
        <w:t>5.063e0</w:t>
      </w:r>
    </w:p>
    <w:p w:rsidR="005B0461" w:rsidRDefault="005B0461" w:rsidP="005B0461">
      <w:r>
        <w:t>472.3611</w:t>
      </w:r>
      <w:r>
        <w:tab/>
        <w:t>8.817e0</w:t>
      </w:r>
    </w:p>
    <w:p w:rsidR="005B0461" w:rsidRDefault="005B0461" w:rsidP="005B0461">
      <w:r>
        <w:t>472.4048</w:t>
      </w:r>
      <w:r>
        <w:tab/>
        <w:t>3.038e0</w:t>
      </w:r>
    </w:p>
    <w:p w:rsidR="005B0461" w:rsidRDefault="005B0461" w:rsidP="005B0461">
      <w:r>
        <w:t>472.4276</w:t>
      </w:r>
      <w:r>
        <w:tab/>
        <w:t>1.972e0</w:t>
      </w:r>
    </w:p>
    <w:p w:rsidR="005B0461" w:rsidRDefault="005B0461" w:rsidP="005B0461">
      <w:r>
        <w:t>472.4375</w:t>
      </w:r>
      <w:r>
        <w:tab/>
        <w:t>1.606e0</w:t>
      </w:r>
    </w:p>
    <w:p w:rsidR="005B0461" w:rsidRDefault="005B0461" w:rsidP="005B0461">
      <w:r>
        <w:t>472.4770</w:t>
      </w:r>
      <w:r>
        <w:tab/>
        <w:t>1.013e0</w:t>
      </w:r>
    </w:p>
    <w:p w:rsidR="005B0461" w:rsidRDefault="005B0461" w:rsidP="005B0461">
      <w:r>
        <w:t>472.5099</w:t>
      </w:r>
      <w:r>
        <w:tab/>
        <w:t>1.013e0</w:t>
      </w:r>
    </w:p>
    <w:p w:rsidR="005B0461" w:rsidRDefault="005B0461" w:rsidP="005B0461">
      <w:r>
        <w:t>472.5240</w:t>
      </w:r>
      <w:r>
        <w:tab/>
        <w:t>1.013e0</w:t>
      </w:r>
    </w:p>
    <w:p w:rsidR="005B0461" w:rsidRDefault="005B0461" w:rsidP="005B0461">
      <w:r>
        <w:t>472.5407</w:t>
      </w:r>
      <w:r>
        <w:tab/>
        <w:t>2.025e0</w:t>
      </w:r>
    </w:p>
    <w:p w:rsidR="005B0461" w:rsidRDefault="005B0461" w:rsidP="005B0461">
      <w:r>
        <w:t>472.5594</w:t>
      </w:r>
      <w:r>
        <w:tab/>
        <w:t>1.013e0</w:t>
      </w:r>
    </w:p>
    <w:p w:rsidR="005B0461" w:rsidRDefault="005B0461" w:rsidP="005B0461">
      <w:r>
        <w:lastRenderedPageBreak/>
        <w:t>472.5923</w:t>
      </w:r>
      <w:r>
        <w:tab/>
        <w:t>1.013e0</w:t>
      </w:r>
    </w:p>
    <w:p w:rsidR="005B0461" w:rsidRDefault="005B0461" w:rsidP="005B0461">
      <w:r>
        <w:t>472.6004</w:t>
      </w:r>
      <w:r>
        <w:tab/>
        <w:t>1.013e0</w:t>
      </w:r>
    </w:p>
    <w:p w:rsidR="005B0461" w:rsidRDefault="005B0461" w:rsidP="005B0461">
      <w:r>
        <w:t>472.6335</w:t>
      </w:r>
      <w:r>
        <w:tab/>
        <w:t>1.013e0</w:t>
      </w:r>
    </w:p>
    <w:p w:rsidR="005B0461" w:rsidRDefault="005B0461" w:rsidP="005B0461">
      <w:r>
        <w:t>472.6396</w:t>
      </w:r>
      <w:r>
        <w:tab/>
        <w:t>4.051e0</w:t>
      </w:r>
    </w:p>
    <w:p w:rsidR="005B0461" w:rsidRDefault="005B0461" w:rsidP="005B0461">
      <w:r>
        <w:t>472.6829</w:t>
      </w:r>
      <w:r>
        <w:tab/>
        <w:t>1.013e0</w:t>
      </w:r>
    </w:p>
    <w:p w:rsidR="005B0461" w:rsidRDefault="005B0461" w:rsidP="005B0461">
      <w:r>
        <w:t>472.6978</w:t>
      </w:r>
      <w:r>
        <w:tab/>
        <w:t>1.013e0</w:t>
      </w:r>
    </w:p>
    <w:p w:rsidR="005B0461" w:rsidRDefault="005B0461" w:rsidP="005B0461">
      <w:r>
        <w:t>472.7085</w:t>
      </w:r>
      <w:r>
        <w:tab/>
        <w:t>2.025e0</w:t>
      </w:r>
    </w:p>
    <w:p w:rsidR="005B0461" w:rsidRDefault="005B0461" w:rsidP="005B0461">
      <w:r>
        <w:t>472.7456</w:t>
      </w:r>
      <w:r>
        <w:tab/>
        <w:t>2.025e0</w:t>
      </w:r>
    </w:p>
    <w:p w:rsidR="005B0461" w:rsidRDefault="005B0461" w:rsidP="005B0461">
      <w:r>
        <w:t>472.7571</w:t>
      </w:r>
      <w:r>
        <w:tab/>
        <w:t>2.025e0</w:t>
      </w:r>
    </w:p>
    <w:p w:rsidR="005B0461" w:rsidRDefault="005B0461" w:rsidP="005B0461">
      <w:r>
        <w:t>472.7693</w:t>
      </w:r>
      <w:r>
        <w:tab/>
        <w:t>3.038e0</w:t>
      </w:r>
    </w:p>
    <w:p w:rsidR="005B0461" w:rsidRDefault="005B0461" w:rsidP="005B0461">
      <w:r>
        <w:t>472.7953</w:t>
      </w:r>
      <w:r>
        <w:tab/>
        <w:t>1.013e0</w:t>
      </w:r>
    </w:p>
    <w:p w:rsidR="005B0461" w:rsidRDefault="005B0461" w:rsidP="005B0461">
      <w:r>
        <w:t>472.8289</w:t>
      </w:r>
      <w:r>
        <w:tab/>
        <w:t>3.038e0</w:t>
      </w:r>
    </w:p>
    <w:p w:rsidR="005B0461" w:rsidRDefault="005B0461" w:rsidP="005B0461">
      <w:r>
        <w:t>472.8395</w:t>
      </w:r>
      <w:r>
        <w:tab/>
        <w:t>1.013e0</w:t>
      </w:r>
    </w:p>
    <w:p w:rsidR="005B0461" w:rsidRDefault="005B0461" w:rsidP="005B0461">
      <w:r>
        <w:t>472.8642</w:t>
      </w:r>
      <w:r>
        <w:tab/>
        <w:t>1.013e0</w:t>
      </w:r>
    </w:p>
    <w:p w:rsidR="005B0461" w:rsidRDefault="005B0461" w:rsidP="005B0461">
      <w:r>
        <w:t>472.8889</w:t>
      </w:r>
      <w:r>
        <w:tab/>
        <w:t>1.013e0</w:t>
      </w:r>
    </w:p>
    <w:p w:rsidR="005B0461" w:rsidRDefault="005B0461" w:rsidP="005B0461">
      <w:r>
        <w:t>472.8972</w:t>
      </w:r>
      <w:r>
        <w:tab/>
        <w:t>1.013e0</w:t>
      </w:r>
    </w:p>
    <w:p w:rsidR="005B0461" w:rsidRDefault="005B0461" w:rsidP="005B0461">
      <w:r>
        <w:t>472.9541</w:t>
      </w:r>
      <w:r>
        <w:tab/>
        <w:t>4.849e0</w:t>
      </w:r>
    </w:p>
    <w:p w:rsidR="005B0461" w:rsidRDefault="005B0461" w:rsidP="005B0461">
      <w:r>
        <w:t>472.9617</w:t>
      </w:r>
      <w:r>
        <w:tab/>
        <w:t>6.076e0</w:t>
      </w:r>
    </w:p>
    <w:p w:rsidR="005B0461" w:rsidRDefault="005B0461" w:rsidP="005B0461">
      <w:r>
        <w:t>472.9745</w:t>
      </w:r>
      <w:r>
        <w:tab/>
        <w:t>3.038e0</w:t>
      </w:r>
    </w:p>
    <w:p w:rsidR="005B0461" w:rsidRDefault="005B0461" w:rsidP="005B0461">
      <w:r>
        <w:lastRenderedPageBreak/>
        <w:t>473.0558</w:t>
      </w:r>
      <w:r>
        <w:tab/>
        <w:t>1.019e1</w:t>
      </w:r>
    </w:p>
    <w:p w:rsidR="005B0461" w:rsidRDefault="005B0461" w:rsidP="005B0461">
      <w:r>
        <w:t>473.0632</w:t>
      </w:r>
      <w:r>
        <w:tab/>
        <w:t>1.382e1</w:t>
      </w:r>
    </w:p>
    <w:p w:rsidR="005B0461" w:rsidRDefault="005B0461" w:rsidP="005B0461">
      <w:r>
        <w:t>473.0650</w:t>
      </w:r>
      <w:r>
        <w:tab/>
        <w:t>1.626e1</w:t>
      </w:r>
    </w:p>
    <w:p w:rsidR="005B0461" w:rsidRDefault="005B0461" w:rsidP="005B0461">
      <w:r>
        <w:t>473.0679</w:t>
      </w:r>
      <w:r>
        <w:tab/>
        <w:t>1.900e1</w:t>
      </w:r>
    </w:p>
    <w:p w:rsidR="005B0461" w:rsidRDefault="005B0461" w:rsidP="005B0461">
      <w:r>
        <w:t>473.1085</w:t>
      </w:r>
      <w:r>
        <w:tab/>
        <w:t>5.601e0</w:t>
      </w:r>
    </w:p>
    <w:p w:rsidR="005B0461" w:rsidRDefault="005B0461" w:rsidP="005B0461">
      <w:r>
        <w:t>473.1623</w:t>
      </w:r>
      <w:r>
        <w:tab/>
        <w:t>2.827e0</w:t>
      </w:r>
    </w:p>
    <w:p w:rsidR="005B0461" w:rsidRDefault="005B0461" w:rsidP="005B0461">
      <w:r>
        <w:t>473.1865</w:t>
      </w:r>
      <w:r>
        <w:tab/>
        <w:t>4.927e0</w:t>
      </w:r>
    </w:p>
    <w:p w:rsidR="005B0461" w:rsidRDefault="005B0461" w:rsidP="005B0461">
      <w:r>
        <w:t>473.1956</w:t>
      </w:r>
      <w:r>
        <w:tab/>
        <w:t>1.191e0</w:t>
      </w:r>
    </w:p>
    <w:p w:rsidR="005B0461" w:rsidRDefault="005B0461" w:rsidP="005B0461">
      <w:r>
        <w:t>473.2047</w:t>
      </w:r>
      <w:r>
        <w:tab/>
        <w:t>9.114e0</w:t>
      </w:r>
    </w:p>
    <w:p w:rsidR="005B0461" w:rsidRDefault="005B0461" w:rsidP="005B0461">
      <w:r>
        <w:t>473.2065</w:t>
      </w:r>
      <w:r>
        <w:tab/>
        <w:t>2.025e0</w:t>
      </w:r>
    </w:p>
    <w:p w:rsidR="005B0461" w:rsidRDefault="005B0461" w:rsidP="005B0461">
      <w:r>
        <w:t>473.2631</w:t>
      </w:r>
      <w:r>
        <w:tab/>
        <w:t>5.615e0</w:t>
      </w:r>
    </w:p>
    <w:p w:rsidR="005B0461" w:rsidRDefault="005B0461" w:rsidP="005B0461">
      <w:r>
        <w:t>473.3152</w:t>
      </w:r>
      <w:r>
        <w:tab/>
        <w:t>1.925e1</w:t>
      </w:r>
    </w:p>
    <w:p w:rsidR="005B0461" w:rsidRDefault="005B0461" w:rsidP="005B0461">
      <w:r>
        <w:t>473.3343</w:t>
      </w:r>
      <w:r>
        <w:tab/>
        <w:t>1.538e1</w:t>
      </w:r>
    </w:p>
    <w:p w:rsidR="005B0461" w:rsidRDefault="005B0461" w:rsidP="005B0461">
      <w:r>
        <w:t>473.3376</w:t>
      </w:r>
      <w:r>
        <w:tab/>
        <w:t>2.388e1</w:t>
      </w:r>
    </w:p>
    <w:p w:rsidR="005B0461" w:rsidRDefault="005B0461" w:rsidP="005B0461">
      <w:r>
        <w:t>473.3492</w:t>
      </w:r>
      <w:r>
        <w:tab/>
        <w:t>2.020e1</w:t>
      </w:r>
    </w:p>
    <w:p w:rsidR="005B0461" w:rsidRDefault="005B0461" w:rsidP="005B0461">
      <w:r>
        <w:t>473.3630</w:t>
      </w:r>
      <w:r>
        <w:tab/>
        <w:t>1.920e1</w:t>
      </w:r>
    </w:p>
    <w:p w:rsidR="005B0461" w:rsidRDefault="005B0461" w:rsidP="005B0461">
      <w:r>
        <w:t>473.4061</w:t>
      </w:r>
      <w:r>
        <w:tab/>
        <w:t>3.930e0</w:t>
      </w:r>
    </w:p>
    <w:p w:rsidR="005B0461" w:rsidRDefault="005B0461" w:rsidP="005B0461">
      <w:r>
        <w:t>473.4645</w:t>
      </w:r>
      <w:r>
        <w:tab/>
        <w:t>2.025e0</w:t>
      </w:r>
    </w:p>
    <w:p w:rsidR="005B0461" w:rsidRDefault="005B0461" w:rsidP="005B0461">
      <w:r>
        <w:t>473.4903</w:t>
      </w:r>
      <w:r>
        <w:tab/>
        <w:t>1.013e0</w:t>
      </w:r>
    </w:p>
    <w:p w:rsidR="005B0461" w:rsidRDefault="005B0461" w:rsidP="005B0461">
      <w:r>
        <w:lastRenderedPageBreak/>
        <w:t>473.5703</w:t>
      </w:r>
      <w:r>
        <w:tab/>
        <w:t>2.025e0</w:t>
      </w:r>
    </w:p>
    <w:p w:rsidR="005B0461" w:rsidRDefault="005B0461" w:rsidP="005B0461">
      <w:r>
        <w:t>473.5896</w:t>
      </w:r>
      <w:r>
        <w:tab/>
        <w:t>2.025e0</w:t>
      </w:r>
    </w:p>
    <w:p w:rsidR="005B0461" w:rsidRDefault="005B0461" w:rsidP="005B0461">
      <w:r>
        <w:t>473.5985</w:t>
      </w:r>
      <w:r>
        <w:tab/>
        <w:t>2.025e0</w:t>
      </w:r>
    </w:p>
    <w:p w:rsidR="005B0461" w:rsidRDefault="005B0461" w:rsidP="005B0461">
      <w:r>
        <w:t>473.6061</w:t>
      </w:r>
      <w:r>
        <w:tab/>
        <w:t>2.025e0</w:t>
      </w:r>
    </w:p>
    <w:p w:rsidR="005B0461" w:rsidRDefault="005B0461" w:rsidP="005B0461">
      <w:r>
        <w:t>473.6445</w:t>
      </w:r>
      <w:r>
        <w:tab/>
        <w:t>2.025e0</w:t>
      </w:r>
    </w:p>
    <w:p w:rsidR="005B0461" w:rsidRDefault="005B0461" w:rsidP="005B0461">
      <w:r>
        <w:t>473.6672</w:t>
      </w:r>
      <w:r>
        <w:tab/>
        <w:t>1.013e0</w:t>
      </w:r>
    </w:p>
    <w:p w:rsidR="005B0461" w:rsidRDefault="005B0461" w:rsidP="005B0461">
      <w:r>
        <w:t>473.6725</w:t>
      </w:r>
      <w:r>
        <w:tab/>
        <w:t>1.013e0</w:t>
      </w:r>
    </w:p>
    <w:p w:rsidR="005B0461" w:rsidRDefault="005B0461" w:rsidP="005B0461">
      <w:r>
        <w:t>473.7012</w:t>
      </w:r>
      <w:r>
        <w:tab/>
        <w:t>2.025e0</w:t>
      </w:r>
    </w:p>
    <w:p w:rsidR="005B0461" w:rsidRDefault="005B0461" w:rsidP="005B0461">
      <w:r>
        <w:t>473.7265</w:t>
      </w:r>
      <w:r>
        <w:tab/>
        <w:t>2.025e0</w:t>
      </w:r>
    </w:p>
    <w:p w:rsidR="005B0461" w:rsidRDefault="005B0461" w:rsidP="005B0461">
      <w:r>
        <w:t>473.7338</w:t>
      </w:r>
      <w:r>
        <w:tab/>
        <w:t>4.051e0</w:t>
      </w:r>
    </w:p>
    <w:p w:rsidR="005B0461" w:rsidRDefault="005B0461" w:rsidP="005B0461">
      <w:r>
        <w:t>473.7779</w:t>
      </w:r>
      <w:r>
        <w:tab/>
        <w:t>2.025e0</w:t>
      </w:r>
    </w:p>
    <w:p w:rsidR="005B0461" w:rsidRDefault="005B0461" w:rsidP="005B0461">
      <w:r>
        <w:t>473.8129</w:t>
      </w:r>
      <w:r>
        <w:tab/>
        <w:t>1.013e0</w:t>
      </w:r>
    </w:p>
    <w:p w:rsidR="005B0461" w:rsidRDefault="005B0461" w:rsidP="005B0461">
      <w:r>
        <w:t>473.8193</w:t>
      </w:r>
      <w:r>
        <w:tab/>
        <w:t>1.013e0</w:t>
      </w:r>
    </w:p>
    <w:p w:rsidR="005B0461" w:rsidRDefault="005B0461" w:rsidP="005B0461">
      <w:r>
        <w:t>473.8294</w:t>
      </w:r>
      <w:r>
        <w:tab/>
        <w:t>1.013e0</w:t>
      </w:r>
    </w:p>
    <w:p w:rsidR="005B0461" w:rsidRDefault="005B0461" w:rsidP="005B0461">
      <w:r>
        <w:t>473.8327</w:t>
      </w:r>
      <w:r>
        <w:tab/>
        <w:t>2.025e0</w:t>
      </w:r>
    </w:p>
    <w:p w:rsidR="005B0461" w:rsidRDefault="005B0461" w:rsidP="005B0461">
      <w:r>
        <w:t>473.8624</w:t>
      </w:r>
      <w:r>
        <w:tab/>
        <w:t>1.013e0</w:t>
      </w:r>
    </w:p>
    <w:p w:rsidR="005B0461" w:rsidRDefault="005B0461" w:rsidP="005B0461">
      <w:r>
        <w:t>473.9011</w:t>
      </w:r>
      <w:r>
        <w:tab/>
        <w:t>3.038e0</w:t>
      </w:r>
    </w:p>
    <w:p w:rsidR="005B0461" w:rsidRDefault="005B0461" w:rsidP="005B0461">
      <w:r>
        <w:t>473.9202</w:t>
      </w:r>
      <w:r>
        <w:tab/>
        <w:t>2.025e0</w:t>
      </w:r>
    </w:p>
    <w:p w:rsidR="005B0461" w:rsidRDefault="005B0461" w:rsidP="005B0461">
      <w:r>
        <w:t>473.9410</w:t>
      </w:r>
      <w:r>
        <w:tab/>
        <w:t>2.025e0</w:t>
      </w:r>
    </w:p>
    <w:p w:rsidR="005B0461" w:rsidRDefault="005B0461" w:rsidP="005B0461">
      <w:r>
        <w:lastRenderedPageBreak/>
        <w:t>473.9491</w:t>
      </w:r>
      <w:r>
        <w:tab/>
        <w:t>4.051e0</w:t>
      </w:r>
    </w:p>
    <w:p w:rsidR="005B0461" w:rsidRDefault="005B0461" w:rsidP="005B0461">
      <w:r>
        <w:t>473.9985</w:t>
      </w:r>
      <w:r>
        <w:tab/>
        <w:t>3.481e0</w:t>
      </w:r>
    </w:p>
    <w:p w:rsidR="005B0461" w:rsidRDefault="005B0461" w:rsidP="005B0461">
      <w:r>
        <w:t>474.0667</w:t>
      </w:r>
      <w:r>
        <w:tab/>
        <w:t>3.794e1</w:t>
      </w:r>
    </w:p>
    <w:p w:rsidR="005B0461" w:rsidRDefault="005B0461" w:rsidP="005B0461">
      <w:r>
        <w:t>474.0695</w:t>
      </w:r>
      <w:r>
        <w:tab/>
        <w:t>2.495e1</w:t>
      </w:r>
    </w:p>
    <w:p w:rsidR="005B0461" w:rsidRDefault="005B0461" w:rsidP="005B0461">
      <w:r>
        <w:t>474.0719</w:t>
      </w:r>
      <w:r>
        <w:tab/>
        <w:t>5.321e1</w:t>
      </w:r>
    </w:p>
    <w:p w:rsidR="005B0461" w:rsidRDefault="005B0461" w:rsidP="005B0461">
      <w:r>
        <w:t>474.1894</w:t>
      </w:r>
      <w:r>
        <w:tab/>
        <w:t>2.025e0</w:t>
      </w:r>
    </w:p>
    <w:p w:rsidR="005B0461" w:rsidRDefault="005B0461" w:rsidP="005B0461">
      <w:r>
        <w:t>474.1904</w:t>
      </w:r>
      <w:r>
        <w:tab/>
        <w:t>3.814e0</w:t>
      </w:r>
    </w:p>
    <w:p w:rsidR="005B0461" w:rsidRDefault="005B0461" w:rsidP="005B0461">
      <w:r>
        <w:t>474.1978</w:t>
      </w:r>
      <w:r>
        <w:tab/>
        <w:t>6.761e0</w:t>
      </w:r>
    </w:p>
    <w:p w:rsidR="005B0461" w:rsidRDefault="005B0461" w:rsidP="005B0461">
      <w:r>
        <w:t>474.2297</w:t>
      </w:r>
      <w:r>
        <w:tab/>
        <w:t>2.966e0</w:t>
      </w:r>
    </w:p>
    <w:p w:rsidR="005B0461" w:rsidRDefault="005B0461" w:rsidP="005B0461">
      <w:r>
        <w:t>474.2511</w:t>
      </w:r>
      <w:r>
        <w:tab/>
        <w:t>3.075e0</w:t>
      </w:r>
    </w:p>
    <w:p w:rsidR="005B0461" w:rsidRDefault="005B0461" w:rsidP="005B0461">
      <w:r>
        <w:t>474.2557</w:t>
      </w:r>
      <w:r>
        <w:tab/>
        <w:t>3.285e0</w:t>
      </w:r>
    </w:p>
    <w:p w:rsidR="005B0461" w:rsidRDefault="005B0461" w:rsidP="005B0461">
      <w:r>
        <w:t>474.3116</w:t>
      </w:r>
      <w:r>
        <w:tab/>
        <w:t>5.066e0</w:t>
      </w:r>
    </w:p>
    <w:p w:rsidR="005B0461" w:rsidRDefault="005B0461" w:rsidP="005B0461">
      <w:r>
        <w:t>474.3274</w:t>
      </w:r>
      <w:r>
        <w:tab/>
        <w:t>7.315e0</w:t>
      </w:r>
    </w:p>
    <w:p w:rsidR="005B0461" w:rsidRDefault="005B0461" w:rsidP="005B0461">
      <w:r>
        <w:t>474.3297</w:t>
      </w:r>
      <w:r>
        <w:tab/>
        <w:t>8.001e0</w:t>
      </w:r>
    </w:p>
    <w:p w:rsidR="005B0461" w:rsidRDefault="005B0461" w:rsidP="005B0461">
      <w:r>
        <w:t>474.3464</w:t>
      </w:r>
      <w:r>
        <w:tab/>
        <w:t>6.354e0</w:t>
      </w:r>
    </w:p>
    <w:p w:rsidR="005B0461" w:rsidRDefault="005B0461" w:rsidP="005B0461">
      <w:r>
        <w:t>474.3694</w:t>
      </w:r>
      <w:r>
        <w:tab/>
        <w:t>8.501e0</w:t>
      </w:r>
    </w:p>
    <w:p w:rsidR="005B0461" w:rsidRDefault="005B0461" w:rsidP="005B0461">
      <w:r>
        <w:t>474.3763</w:t>
      </w:r>
      <w:r>
        <w:tab/>
        <w:t>4.143e0</w:t>
      </w:r>
    </w:p>
    <w:p w:rsidR="005B0461" w:rsidRDefault="005B0461" w:rsidP="005B0461">
      <w:r>
        <w:t>474.4111</w:t>
      </w:r>
      <w:r>
        <w:tab/>
        <w:t>1.774e0</w:t>
      </w:r>
    </w:p>
    <w:p w:rsidR="005B0461" w:rsidRDefault="005B0461" w:rsidP="005B0461">
      <w:r>
        <w:t>474.4402</w:t>
      </w:r>
      <w:r>
        <w:tab/>
        <w:t>2.025e0</w:t>
      </w:r>
    </w:p>
    <w:p w:rsidR="005B0461" w:rsidRDefault="005B0461" w:rsidP="005B0461">
      <w:r>
        <w:lastRenderedPageBreak/>
        <w:t>474.4597</w:t>
      </w:r>
      <w:r>
        <w:tab/>
        <w:t>1.013e0</w:t>
      </w:r>
    </w:p>
    <w:p w:rsidR="005B0461" w:rsidRDefault="005B0461" w:rsidP="005B0461">
      <w:r>
        <w:t>474.4981</w:t>
      </w:r>
      <w:r>
        <w:tab/>
        <w:t>2.025e0</w:t>
      </w:r>
    </w:p>
    <w:p w:rsidR="005B0461" w:rsidRDefault="005B0461" w:rsidP="005B0461">
      <w:r>
        <w:t>474.5176</w:t>
      </w:r>
      <w:r>
        <w:tab/>
        <w:t>2.025e0</w:t>
      </w:r>
    </w:p>
    <w:p w:rsidR="005B0461" w:rsidRDefault="005B0461" w:rsidP="005B0461">
      <w:r>
        <w:t>474.5465</w:t>
      </w:r>
      <w:r>
        <w:tab/>
        <w:t>2.025e0</w:t>
      </w:r>
    </w:p>
    <w:p w:rsidR="005B0461" w:rsidRDefault="005B0461" w:rsidP="005B0461">
      <w:r>
        <w:t>474.5937</w:t>
      </w:r>
      <w:r>
        <w:tab/>
        <w:t>1.013e0</w:t>
      </w:r>
    </w:p>
    <w:p w:rsidR="005B0461" w:rsidRDefault="005B0461" w:rsidP="005B0461">
      <w:r>
        <w:t>474.6302</w:t>
      </w:r>
      <w:r>
        <w:tab/>
        <w:t>1.013e0</w:t>
      </w:r>
    </w:p>
    <w:p w:rsidR="005B0461" w:rsidRDefault="005B0461" w:rsidP="005B0461">
      <w:r>
        <w:t>474.6516</w:t>
      </w:r>
      <w:r>
        <w:tab/>
        <w:t>1.013e0</w:t>
      </w:r>
    </w:p>
    <w:p w:rsidR="005B0461" w:rsidRDefault="005B0461" w:rsidP="005B0461">
      <w:r>
        <w:t>474.6697</w:t>
      </w:r>
      <w:r>
        <w:tab/>
        <w:t>1.013e0</w:t>
      </w:r>
    </w:p>
    <w:p w:rsidR="005B0461" w:rsidRDefault="005B0461" w:rsidP="005B0461">
      <w:r>
        <w:t>474.6790</w:t>
      </w:r>
      <w:r>
        <w:tab/>
        <w:t>2.025e0</w:t>
      </w:r>
    </w:p>
    <w:p w:rsidR="005B0461" w:rsidRDefault="005B0461" w:rsidP="005B0461">
      <w:r>
        <w:t>474.6806</w:t>
      </w:r>
      <w:r>
        <w:tab/>
        <w:t>1.013e0</w:t>
      </w:r>
    </w:p>
    <w:p w:rsidR="005B0461" w:rsidRDefault="005B0461" w:rsidP="005B0461">
      <w:r>
        <w:t>474.7137</w:t>
      </w:r>
      <w:r>
        <w:tab/>
        <w:t>1.013e0</w:t>
      </w:r>
    </w:p>
    <w:p w:rsidR="005B0461" w:rsidRDefault="005B0461" w:rsidP="005B0461">
      <w:r>
        <w:t>474.7430</w:t>
      </w:r>
      <w:r>
        <w:tab/>
        <w:t>2.025e0</w:t>
      </w:r>
    </w:p>
    <w:p w:rsidR="005B0461" w:rsidRDefault="005B0461" w:rsidP="005B0461">
      <w:r>
        <w:t>474.8072</w:t>
      </w:r>
      <w:r>
        <w:tab/>
        <w:t>1.013e0</w:t>
      </w:r>
    </w:p>
    <w:p w:rsidR="005B0461" w:rsidRDefault="005B0461" w:rsidP="005B0461">
      <w:r>
        <w:t>474.8107</w:t>
      </w:r>
      <w:r>
        <w:tab/>
        <w:t>3.038e0</w:t>
      </w:r>
    </w:p>
    <w:p w:rsidR="005B0461" w:rsidRDefault="005B0461" w:rsidP="005B0461">
      <w:r>
        <w:t>474.8130</w:t>
      </w:r>
      <w:r>
        <w:tab/>
        <w:t>1.013e0</w:t>
      </w:r>
    </w:p>
    <w:p w:rsidR="005B0461" w:rsidRDefault="005B0461" w:rsidP="005B0461">
      <w:r>
        <w:t>474.8212</w:t>
      </w:r>
      <w:r>
        <w:tab/>
        <w:t>1.013e0</w:t>
      </w:r>
    </w:p>
    <w:p w:rsidR="005B0461" w:rsidRDefault="005B0461" w:rsidP="005B0461">
      <w:r>
        <w:t>474.8589</w:t>
      </w:r>
      <w:r>
        <w:tab/>
        <w:t>2.539e0</w:t>
      </w:r>
    </w:p>
    <w:p w:rsidR="005B0461" w:rsidRDefault="005B0461" w:rsidP="005B0461">
      <w:r>
        <w:t>474.8950</w:t>
      </w:r>
      <w:r>
        <w:tab/>
        <w:t>4.051e0</w:t>
      </w:r>
    </w:p>
    <w:p w:rsidR="005B0461" w:rsidRDefault="005B0461" w:rsidP="005B0461">
      <w:r>
        <w:t>474.9230</w:t>
      </w:r>
      <w:r>
        <w:tab/>
        <w:t>2.025e0</w:t>
      </w:r>
    </w:p>
    <w:p w:rsidR="005B0461" w:rsidRDefault="005B0461" w:rsidP="005B0461">
      <w:r>
        <w:lastRenderedPageBreak/>
        <w:t>474.9443</w:t>
      </w:r>
      <w:r>
        <w:tab/>
        <w:t>3.874e0</w:t>
      </w:r>
    </w:p>
    <w:p w:rsidR="005B0461" w:rsidRDefault="005B0461" w:rsidP="005B0461">
      <w:r>
        <w:t>474.9683</w:t>
      </w:r>
      <w:r>
        <w:tab/>
        <w:t>5.063e0</w:t>
      </w:r>
    </w:p>
    <w:p w:rsidR="005B0461" w:rsidRDefault="005B0461" w:rsidP="005B0461">
      <w:r>
        <w:t>474.9842</w:t>
      </w:r>
      <w:r>
        <w:tab/>
        <w:t>3.681e0</w:t>
      </w:r>
    </w:p>
    <w:p w:rsidR="005B0461" w:rsidRDefault="005B0461" w:rsidP="005B0461">
      <w:r>
        <w:t>475.0213</w:t>
      </w:r>
      <w:r>
        <w:tab/>
        <w:t>3.271e0</w:t>
      </w:r>
    </w:p>
    <w:p w:rsidR="005B0461" w:rsidRDefault="005B0461" w:rsidP="005B0461">
      <w:r>
        <w:t>475.0425</w:t>
      </w:r>
      <w:r>
        <w:tab/>
        <w:t>7.149e0</w:t>
      </w:r>
    </w:p>
    <w:p w:rsidR="005B0461" w:rsidRDefault="005B0461" w:rsidP="005B0461">
      <w:r>
        <w:t>475.0536</w:t>
      </w:r>
      <w:r>
        <w:tab/>
        <w:t>1.955e1</w:t>
      </w:r>
    </w:p>
    <w:p w:rsidR="005B0461" w:rsidRDefault="005B0461" w:rsidP="005B0461">
      <w:r>
        <w:t>475.0689</w:t>
      </w:r>
      <w:r>
        <w:tab/>
        <w:t>3.740e1</w:t>
      </w:r>
    </w:p>
    <w:p w:rsidR="005B0461" w:rsidRDefault="005B0461" w:rsidP="005B0461">
      <w:r>
        <w:t>475.0834</w:t>
      </w:r>
      <w:r>
        <w:tab/>
        <w:t>1.011e1</w:t>
      </w:r>
    </w:p>
    <w:p w:rsidR="005B0461" w:rsidRDefault="005B0461" w:rsidP="005B0461">
      <w:r>
        <w:t>475.0965</w:t>
      </w:r>
      <w:r>
        <w:tab/>
        <w:t>6.769e0</w:t>
      </w:r>
    </w:p>
    <w:p w:rsidR="005B0461" w:rsidRDefault="005B0461" w:rsidP="005B0461">
      <w:r>
        <w:t>475.1687</w:t>
      </w:r>
      <w:r>
        <w:tab/>
        <w:t>2.912e0</w:t>
      </w:r>
    </w:p>
    <w:p w:rsidR="005B0461" w:rsidRDefault="005B0461" w:rsidP="005B0461">
      <w:r>
        <w:t>475.2019</w:t>
      </w:r>
      <w:r>
        <w:tab/>
        <w:t>2.025e0</w:t>
      </w:r>
    </w:p>
    <w:p w:rsidR="005B0461" w:rsidRDefault="005B0461" w:rsidP="005B0461">
      <w:r>
        <w:t>475.2199</w:t>
      </w:r>
      <w:r>
        <w:tab/>
        <w:t>1.983e0</w:t>
      </w:r>
    </w:p>
    <w:p w:rsidR="005B0461" w:rsidRDefault="005B0461" w:rsidP="005B0461">
      <w:r>
        <w:t>475.2627</w:t>
      </w:r>
      <w:r>
        <w:tab/>
        <w:t>3.705e0</w:t>
      </w:r>
    </w:p>
    <w:p w:rsidR="005B0461" w:rsidRDefault="005B0461" w:rsidP="005B0461">
      <w:r>
        <w:t>475.2751</w:t>
      </w:r>
      <w:r>
        <w:tab/>
        <w:t>2.510e0</w:t>
      </w:r>
    </w:p>
    <w:p w:rsidR="005B0461" w:rsidRDefault="005B0461" w:rsidP="005B0461">
      <w:r>
        <w:t>475.3004</w:t>
      </w:r>
      <w:r>
        <w:tab/>
        <w:t>3.716e0</w:t>
      </w:r>
    </w:p>
    <w:p w:rsidR="005B0461" w:rsidRDefault="005B0461" w:rsidP="005B0461">
      <w:r>
        <w:t>475.3205</w:t>
      </w:r>
      <w:r>
        <w:tab/>
        <w:t>5.132e0</w:t>
      </w:r>
    </w:p>
    <w:p w:rsidR="005B0461" w:rsidRDefault="005B0461" w:rsidP="005B0461">
      <w:r>
        <w:t>475.3322</w:t>
      </w:r>
      <w:r>
        <w:tab/>
        <w:t>2.025e0</w:t>
      </w:r>
    </w:p>
    <w:p w:rsidR="005B0461" w:rsidRDefault="005B0461" w:rsidP="005B0461">
      <w:r>
        <w:t>475.3442</w:t>
      </w:r>
      <w:r>
        <w:tab/>
        <w:t>2.964e0</w:t>
      </w:r>
    </w:p>
    <w:p w:rsidR="005B0461" w:rsidRDefault="005B0461" w:rsidP="005B0461">
      <w:r>
        <w:t>475.3850</w:t>
      </w:r>
      <w:r>
        <w:tab/>
        <w:t>3.038e0</w:t>
      </w:r>
    </w:p>
    <w:p w:rsidR="005B0461" w:rsidRDefault="005B0461" w:rsidP="005B0461">
      <w:r>
        <w:lastRenderedPageBreak/>
        <w:t>475.3951</w:t>
      </w:r>
      <w:r>
        <w:tab/>
        <w:t>1.729e0</w:t>
      </w:r>
    </w:p>
    <w:p w:rsidR="005B0461" w:rsidRDefault="005B0461" w:rsidP="005B0461">
      <w:r>
        <w:t>475.4409</w:t>
      </w:r>
      <w:r>
        <w:tab/>
        <w:t>1.013e0</w:t>
      </w:r>
    </w:p>
    <w:p w:rsidR="005B0461" w:rsidRDefault="005B0461" w:rsidP="005B0461">
      <w:r>
        <w:t>475.4669</w:t>
      </w:r>
      <w:r>
        <w:tab/>
        <w:t>1.013e0</w:t>
      </w:r>
    </w:p>
    <w:p w:rsidR="005B0461" w:rsidRDefault="005B0461" w:rsidP="005B0461">
      <w:r>
        <w:t>475.4988</w:t>
      </w:r>
      <w:r>
        <w:tab/>
        <w:t>1.013e0</w:t>
      </w:r>
    </w:p>
    <w:p w:rsidR="005B0461" w:rsidRDefault="005B0461" w:rsidP="005B0461">
      <w:r>
        <w:t>475.5167</w:t>
      </w:r>
      <w:r>
        <w:tab/>
        <w:t>1.013e0</w:t>
      </w:r>
    </w:p>
    <w:p w:rsidR="005B0461" w:rsidRDefault="005B0461" w:rsidP="005B0461">
      <w:r>
        <w:t>475.5332</w:t>
      </w:r>
      <w:r>
        <w:tab/>
        <w:t>2.025e0</w:t>
      </w:r>
    </w:p>
    <w:p w:rsidR="005B0461" w:rsidRDefault="005B0461" w:rsidP="005B0461">
      <w:r>
        <w:t>475.5384</w:t>
      </w:r>
      <w:r>
        <w:tab/>
        <w:t>1.013e0</w:t>
      </w:r>
    </w:p>
    <w:p w:rsidR="005B0461" w:rsidRDefault="005B0461" w:rsidP="005B0461">
      <w:r>
        <w:t>475.5919</w:t>
      </w:r>
      <w:r>
        <w:tab/>
        <w:t>3.038e0</w:t>
      </w:r>
    </w:p>
    <w:p w:rsidR="005B0461" w:rsidRDefault="005B0461" w:rsidP="005B0461">
      <w:r>
        <w:t>475.6146</w:t>
      </w:r>
      <w:r>
        <w:tab/>
        <w:t>1.013e0</w:t>
      </w:r>
    </w:p>
    <w:p w:rsidR="005B0461" w:rsidRDefault="005B0461" w:rsidP="005B0461">
      <w:r>
        <w:t>475.6293</w:t>
      </w:r>
      <w:r>
        <w:tab/>
        <w:t>2.025e0</w:t>
      </w:r>
    </w:p>
    <w:p w:rsidR="005B0461" w:rsidRDefault="005B0461" w:rsidP="005B0461">
      <w:r>
        <w:t>475.6941</w:t>
      </w:r>
      <w:r>
        <w:tab/>
        <w:t>1.013e0</w:t>
      </w:r>
    </w:p>
    <w:p w:rsidR="005B0461" w:rsidRDefault="005B0461" w:rsidP="005B0461">
      <w:r>
        <w:t>475.6989</w:t>
      </w:r>
      <w:r>
        <w:tab/>
        <w:t>2.025e0</w:t>
      </w:r>
    </w:p>
    <w:p w:rsidR="005B0461" w:rsidRDefault="005B0461" w:rsidP="005B0461">
      <w:r>
        <w:t>475.7404</w:t>
      </w:r>
      <w:r>
        <w:tab/>
        <w:t>1.013e0</w:t>
      </w:r>
    </w:p>
    <w:p w:rsidR="005B0461" w:rsidRDefault="005B0461" w:rsidP="005B0461">
      <w:r>
        <w:t>475.7520</w:t>
      </w:r>
      <w:r>
        <w:tab/>
        <w:t>1.013e0</w:t>
      </w:r>
    </w:p>
    <w:p w:rsidR="005B0461" w:rsidRDefault="005B0461" w:rsidP="005B0461">
      <w:r>
        <w:t>475.7570</w:t>
      </w:r>
      <w:r>
        <w:tab/>
        <w:t>1.013e0</w:t>
      </w:r>
    </w:p>
    <w:p w:rsidR="005B0461" w:rsidRDefault="005B0461" w:rsidP="005B0461">
      <w:r>
        <w:t>475.8315</w:t>
      </w:r>
      <w:r>
        <w:tab/>
        <w:t>1.013e0</w:t>
      </w:r>
    </w:p>
    <w:p w:rsidR="005B0461" w:rsidRDefault="005B0461" w:rsidP="005B0461">
      <w:r>
        <w:t>475.8496</w:t>
      </w:r>
      <w:r>
        <w:tab/>
        <w:t>1.013e0</w:t>
      </w:r>
    </w:p>
    <w:p w:rsidR="005B0461" w:rsidRDefault="005B0461" w:rsidP="005B0461">
      <w:r>
        <w:t>475.8813</w:t>
      </w:r>
      <w:r>
        <w:tab/>
        <w:t>1.013e0</w:t>
      </w:r>
    </w:p>
    <w:p w:rsidR="005B0461" w:rsidRDefault="005B0461" w:rsidP="005B0461">
      <w:r>
        <w:t>475.9654</w:t>
      </w:r>
      <w:r>
        <w:tab/>
        <w:t>1.013e0</w:t>
      </w:r>
    </w:p>
    <w:p w:rsidR="005B0461" w:rsidRDefault="005B0461" w:rsidP="005B0461">
      <w:r>
        <w:lastRenderedPageBreak/>
        <w:t>475.9677</w:t>
      </w:r>
      <w:r>
        <w:tab/>
        <w:t>2.025e0</w:t>
      </w:r>
    </w:p>
    <w:p w:rsidR="005B0461" w:rsidRDefault="005B0461" w:rsidP="005B0461">
      <w:r>
        <w:t>475.9781</w:t>
      </w:r>
      <w:r>
        <w:tab/>
        <w:t>4.162e0</w:t>
      </w:r>
    </w:p>
    <w:p w:rsidR="005B0461" w:rsidRDefault="005B0461" w:rsidP="005B0461">
      <w:r>
        <w:t>476.0547</w:t>
      </w:r>
      <w:r>
        <w:tab/>
        <w:t>2.676e0</w:t>
      </w:r>
    </w:p>
    <w:p w:rsidR="005B0461" w:rsidRDefault="005B0461" w:rsidP="005B0461">
      <w:r>
        <w:t>476.0674</w:t>
      </w:r>
      <w:r>
        <w:tab/>
        <w:t>6.149e0</w:t>
      </w:r>
    </w:p>
    <w:p w:rsidR="005B0461" w:rsidRDefault="005B0461" w:rsidP="005B0461">
      <w:r>
        <w:t>476.0835</w:t>
      </w:r>
      <w:r>
        <w:tab/>
        <w:t>6.244e0</w:t>
      </w:r>
    </w:p>
    <w:p w:rsidR="005B0461" w:rsidRDefault="005B0461" w:rsidP="005B0461">
      <w:r>
        <w:t>476.1206</w:t>
      </w:r>
      <w:r>
        <w:tab/>
        <w:t>7.357e0</w:t>
      </w:r>
    </w:p>
    <w:p w:rsidR="005B0461" w:rsidRDefault="005B0461" w:rsidP="005B0461">
      <w:r>
        <w:t>476.1263</w:t>
      </w:r>
      <w:r>
        <w:tab/>
        <w:t>1.191e0</w:t>
      </w:r>
    </w:p>
    <w:p w:rsidR="005B0461" w:rsidRDefault="005B0461" w:rsidP="005B0461">
      <w:r>
        <w:t>476.1356</w:t>
      </w:r>
      <w:r>
        <w:tab/>
        <w:t>2.302e0</w:t>
      </w:r>
    </w:p>
    <w:p w:rsidR="005B0461" w:rsidRDefault="005B0461" w:rsidP="005B0461">
      <w:r>
        <w:t>476.1964</w:t>
      </w:r>
      <w:r>
        <w:tab/>
        <w:t>1.335e0</w:t>
      </w:r>
    </w:p>
    <w:p w:rsidR="005B0461" w:rsidRDefault="005B0461" w:rsidP="005B0461">
      <w:r>
        <w:t>476.2172</w:t>
      </w:r>
      <w:r>
        <w:tab/>
        <w:t>1.314e0</w:t>
      </w:r>
    </w:p>
    <w:p w:rsidR="005B0461" w:rsidRDefault="005B0461" w:rsidP="005B0461">
      <w:r>
        <w:t>476.2265</w:t>
      </w:r>
      <w:r>
        <w:tab/>
        <w:t>2.233e0</w:t>
      </w:r>
    </w:p>
    <w:p w:rsidR="005B0461" w:rsidRDefault="005B0461" w:rsidP="005B0461">
      <w:r>
        <w:t>476.2549</w:t>
      </w:r>
      <w:r>
        <w:tab/>
        <w:t>2.002e0</w:t>
      </w:r>
    </w:p>
    <w:p w:rsidR="005B0461" w:rsidRDefault="005B0461" w:rsidP="005B0461">
      <w:r>
        <w:t>476.2978</w:t>
      </w:r>
      <w:r>
        <w:tab/>
        <w:t>1.071e1</w:t>
      </w:r>
    </w:p>
    <w:p w:rsidR="005B0461" w:rsidRDefault="005B0461" w:rsidP="005B0461">
      <w:r>
        <w:t>476.3095</w:t>
      </w:r>
      <w:r>
        <w:tab/>
        <w:t>3.616e0</w:t>
      </w:r>
    </w:p>
    <w:p w:rsidR="005B0461" w:rsidRDefault="005B0461" w:rsidP="005B0461">
      <w:r>
        <w:t>476.3111</w:t>
      </w:r>
      <w:r>
        <w:tab/>
        <w:t>1.406e1</w:t>
      </w:r>
    </w:p>
    <w:p w:rsidR="005B0461" w:rsidRDefault="005B0461" w:rsidP="005B0461">
      <w:r>
        <w:t>476.3300</w:t>
      </w:r>
      <w:r>
        <w:tab/>
        <w:t>4.878e0</w:t>
      </w:r>
    </w:p>
    <w:p w:rsidR="005B0461" w:rsidRDefault="005B0461" w:rsidP="005B0461">
      <w:r>
        <w:t>476.3839</w:t>
      </w:r>
      <w:r>
        <w:tab/>
        <w:t>1.945e0</w:t>
      </w:r>
    </w:p>
    <w:p w:rsidR="005B0461" w:rsidRDefault="005B0461" w:rsidP="005B0461">
      <w:r>
        <w:t>476.3965</w:t>
      </w:r>
      <w:r>
        <w:tab/>
        <w:t>2.025e0</w:t>
      </w:r>
    </w:p>
    <w:p w:rsidR="005B0461" w:rsidRDefault="005B0461" w:rsidP="005B0461">
      <w:r>
        <w:t>476.4288</w:t>
      </w:r>
      <w:r>
        <w:tab/>
        <w:t>2.844e0</w:t>
      </w:r>
    </w:p>
    <w:p w:rsidR="005B0461" w:rsidRDefault="005B0461" w:rsidP="005B0461">
      <w:r>
        <w:lastRenderedPageBreak/>
        <w:t>476.4325</w:t>
      </w:r>
      <w:r>
        <w:tab/>
        <w:t>4.051e0</w:t>
      </w:r>
    </w:p>
    <w:p w:rsidR="005B0461" w:rsidRDefault="005B0461" w:rsidP="005B0461">
      <w:r>
        <w:t>476.4688</w:t>
      </w:r>
      <w:r>
        <w:tab/>
        <w:t>6.076e0</w:t>
      </w:r>
    </w:p>
    <w:p w:rsidR="005B0461" w:rsidRDefault="005B0461" w:rsidP="005B0461">
      <w:r>
        <w:t>476.5027</w:t>
      </w:r>
      <w:r>
        <w:tab/>
        <w:t>3.038e0</w:t>
      </w:r>
    </w:p>
    <w:p w:rsidR="005B0461" w:rsidRDefault="005B0461" w:rsidP="005B0461">
      <w:r>
        <w:t>476.5038</w:t>
      </w:r>
      <w:r>
        <w:tab/>
        <w:t>3.038e0</w:t>
      </w:r>
    </w:p>
    <w:p w:rsidR="005B0461" w:rsidRDefault="005B0461" w:rsidP="005B0461">
      <w:r>
        <w:t>476.5596</w:t>
      </w:r>
      <w:r>
        <w:tab/>
        <w:t>1.013e0</w:t>
      </w:r>
    </w:p>
    <w:p w:rsidR="005B0461" w:rsidRDefault="005B0461" w:rsidP="005B0461">
      <w:r>
        <w:t>476.5789</w:t>
      </w:r>
      <w:r>
        <w:tab/>
        <w:t>2.025e0</w:t>
      </w:r>
    </w:p>
    <w:p w:rsidR="005B0461" w:rsidRDefault="005B0461" w:rsidP="005B0461">
      <w:r>
        <w:t>476.5993</w:t>
      </w:r>
      <w:r>
        <w:tab/>
        <w:t>1.013e0</w:t>
      </w:r>
    </w:p>
    <w:p w:rsidR="005B0461" w:rsidRDefault="005B0461" w:rsidP="005B0461">
      <w:r>
        <w:t>476.6175</w:t>
      </w:r>
      <w:r>
        <w:tab/>
        <w:t>1.013e0</w:t>
      </w:r>
    </w:p>
    <w:p w:rsidR="005B0461" w:rsidRDefault="005B0461" w:rsidP="005B0461">
      <w:r>
        <w:t>476.6635</w:t>
      </w:r>
      <w:r>
        <w:tab/>
        <w:t>3.038e0</w:t>
      </w:r>
    </w:p>
    <w:p w:rsidR="005B0461" w:rsidRDefault="005B0461" w:rsidP="005B0461">
      <w:r>
        <w:t>476.6991</w:t>
      </w:r>
      <w:r>
        <w:tab/>
        <w:t>2.025e0</w:t>
      </w:r>
    </w:p>
    <w:p w:rsidR="005B0461" w:rsidRDefault="005B0461" w:rsidP="005B0461">
      <w:r>
        <w:t>476.7691</w:t>
      </w:r>
      <w:r>
        <w:tab/>
        <w:t>3.038e0</w:t>
      </w:r>
    </w:p>
    <w:p w:rsidR="005B0461" w:rsidRDefault="005B0461" w:rsidP="005B0461">
      <w:r>
        <w:t>476.8023</w:t>
      </w:r>
      <w:r>
        <w:tab/>
        <w:t>1.013e0</w:t>
      </w:r>
    </w:p>
    <w:p w:rsidR="005B0461" w:rsidRDefault="005B0461" w:rsidP="005B0461">
      <w:r>
        <w:t>476.8109</w:t>
      </w:r>
      <w:r>
        <w:tab/>
        <w:t>2.025e0</w:t>
      </w:r>
    </w:p>
    <w:p w:rsidR="005B0461" w:rsidRDefault="005B0461" w:rsidP="005B0461">
      <w:r>
        <w:t>476.8573</w:t>
      </w:r>
      <w:r>
        <w:tab/>
        <w:t>2.025e0</w:t>
      </w:r>
    </w:p>
    <w:p w:rsidR="005B0461" w:rsidRDefault="005B0461" w:rsidP="005B0461">
      <w:r>
        <w:t>476.8817</w:t>
      </w:r>
      <w:r>
        <w:tab/>
        <w:t>3.038e0</w:t>
      </w:r>
    </w:p>
    <w:p w:rsidR="005B0461" w:rsidRDefault="005B0461" w:rsidP="005B0461">
      <w:r>
        <w:t>476.9167</w:t>
      </w:r>
      <w:r>
        <w:tab/>
        <w:t>5.063e0</w:t>
      </w:r>
    </w:p>
    <w:p w:rsidR="005B0461" w:rsidRDefault="005B0461" w:rsidP="005B0461">
      <w:r>
        <w:t>476.9193</w:t>
      </w:r>
      <w:r>
        <w:tab/>
        <w:t>3.034e0</w:t>
      </w:r>
    </w:p>
    <w:p w:rsidR="005B0461" w:rsidRDefault="005B0461" w:rsidP="005B0461">
      <w:r>
        <w:t>476.9259</w:t>
      </w:r>
      <w:r>
        <w:tab/>
        <w:t>3.038e0</w:t>
      </w:r>
    </w:p>
    <w:p w:rsidR="005B0461" w:rsidRDefault="005B0461" w:rsidP="005B0461">
      <w:r>
        <w:t>476.9763</w:t>
      </w:r>
      <w:r>
        <w:tab/>
        <w:t>4.015e0</w:t>
      </w:r>
    </w:p>
    <w:p w:rsidR="005B0461" w:rsidRDefault="005B0461" w:rsidP="005B0461">
      <w:r>
        <w:lastRenderedPageBreak/>
        <w:t>477.0017</w:t>
      </w:r>
      <w:r>
        <w:tab/>
        <w:t>1.013e0</w:t>
      </w:r>
    </w:p>
    <w:p w:rsidR="005B0461" w:rsidRDefault="005B0461" w:rsidP="005B0461">
      <w:r>
        <w:t>477.0346</w:t>
      </w:r>
      <w:r>
        <w:tab/>
        <w:t>2.771e0</w:t>
      </w:r>
    </w:p>
    <w:p w:rsidR="005B0461" w:rsidRDefault="005B0461" w:rsidP="005B0461">
      <w:r>
        <w:t>477.0413</w:t>
      </w:r>
      <w:r>
        <w:tab/>
        <w:t>5.532e0</w:t>
      </w:r>
    </w:p>
    <w:p w:rsidR="005B0461" w:rsidRDefault="005B0461" w:rsidP="005B0461">
      <w:r>
        <w:t>477.0449</w:t>
      </w:r>
      <w:r>
        <w:tab/>
        <w:t>2.917e0</w:t>
      </w:r>
    </w:p>
    <w:p w:rsidR="005B0461" w:rsidRDefault="005B0461" w:rsidP="005B0461">
      <w:r>
        <w:t>477.0963</w:t>
      </w:r>
      <w:r>
        <w:tab/>
        <w:t>3.653e0</w:t>
      </w:r>
    </w:p>
    <w:p w:rsidR="005B0461" w:rsidRDefault="005B0461" w:rsidP="005B0461">
      <w:r>
        <w:t>477.1230</w:t>
      </w:r>
      <w:r>
        <w:tab/>
        <w:t>2.769e0</w:t>
      </w:r>
    </w:p>
    <w:p w:rsidR="005B0461" w:rsidRDefault="005B0461" w:rsidP="005B0461">
      <w:r>
        <w:t>477.1793</w:t>
      </w:r>
      <w:r>
        <w:tab/>
        <w:t>3.831e0</w:t>
      </w:r>
    </w:p>
    <w:p w:rsidR="005B0461" w:rsidRDefault="005B0461" w:rsidP="005B0461">
      <w:r>
        <w:t>477.1842</w:t>
      </w:r>
      <w:r>
        <w:tab/>
        <w:t>1.630e0</w:t>
      </w:r>
    </w:p>
    <w:p w:rsidR="005B0461" w:rsidRDefault="005B0461" w:rsidP="005B0461">
      <w:r>
        <w:t>477.2390</w:t>
      </w:r>
      <w:r>
        <w:tab/>
        <w:t>5.025e0</w:t>
      </w:r>
    </w:p>
    <w:p w:rsidR="005B0461" w:rsidRDefault="005B0461" w:rsidP="005B0461">
      <w:r>
        <w:t>477.2759</w:t>
      </w:r>
      <w:r>
        <w:tab/>
        <w:t>2.010e0</w:t>
      </w:r>
    </w:p>
    <w:p w:rsidR="005B0461" w:rsidRDefault="005B0461" w:rsidP="005B0461">
      <w:r>
        <w:t>477.2927</w:t>
      </w:r>
      <w:r>
        <w:tab/>
        <w:t>6.024e0</w:t>
      </w:r>
    </w:p>
    <w:p w:rsidR="005B0461" w:rsidRDefault="005B0461" w:rsidP="005B0461">
      <w:r>
        <w:t>477.2956</w:t>
      </w:r>
      <w:r>
        <w:tab/>
        <w:t>4.440e0</w:t>
      </w:r>
    </w:p>
    <w:p w:rsidR="005B0461" w:rsidRDefault="005B0461" w:rsidP="005B0461">
      <w:r>
        <w:t>477.2991</w:t>
      </w:r>
      <w:r>
        <w:tab/>
        <w:t>5.291e0</w:t>
      </w:r>
    </w:p>
    <w:p w:rsidR="005B0461" w:rsidRDefault="005B0461" w:rsidP="005B0461">
      <w:r>
        <w:t>477.3409</w:t>
      </w:r>
      <w:r>
        <w:tab/>
        <w:t>5.063e0</w:t>
      </w:r>
    </w:p>
    <w:p w:rsidR="005B0461" w:rsidRDefault="005B0461" w:rsidP="005B0461">
      <w:r>
        <w:t>477.3626</w:t>
      </w:r>
      <w:r>
        <w:tab/>
        <w:t>1.884e0</w:t>
      </w:r>
    </w:p>
    <w:p w:rsidR="005B0461" w:rsidRDefault="005B0461" w:rsidP="005B0461">
      <w:r>
        <w:t>477.3960</w:t>
      </w:r>
      <w:r>
        <w:tab/>
        <w:t>2.958e0</w:t>
      </w:r>
    </w:p>
    <w:p w:rsidR="005B0461" w:rsidRDefault="005B0461" w:rsidP="005B0461">
      <w:r>
        <w:t>477.4287</w:t>
      </w:r>
      <w:r>
        <w:tab/>
        <w:t>2.025e0</w:t>
      </w:r>
    </w:p>
    <w:p w:rsidR="005B0461" w:rsidRDefault="005B0461" w:rsidP="005B0461">
      <w:r>
        <w:t>477.4302</w:t>
      </w:r>
      <w:r>
        <w:tab/>
        <w:t>2.025e0</w:t>
      </w:r>
    </w:p>
    <w:p w:rsidR="005B0461" w:rsidRDefault="005B0461" w:rsidP="005B0461">
      <w:r>
        <w:t>477.4866</w:t>
      </w:r>
      <w:r>
        <w:tab/>
        <w:t>1.013e0</w:t>
      </w:r>
    </w:p>
    <w:p w:rsidR="005B0461" w:rsidRDefault="005B0461" w:rsidP="005B0461">
      <w:r>
        <w:lastRenderedPageBreak/>
        <w:t>477.5277</w:t>
      </w:r>
      <w:r>
        <w:tab/>
        <w:t>2.025e0</w:t>
      </w:r>
    </w:p>
    <w:p w:rsidR="005B0461" w:rsidRDefault="005B0461" w:rsidP="005B0461">
      <w:r>
        <w:t>477.5586</w:t>
      </w:r>
      <w:r>
        <w:tab/>
        <w:t>1.013e0</w:t>
      </w:r>
    </w:p>
    <w:p w:rsidR="005B0461" w:rsidRDefault="005B0461" w:rsidP="005B0461">
      <w:r>
        <w:t>477.5706</w:t>
      </w:r>
      <w:r>
        <w:tab/>
        <w:t>3.038e0</w:t>
      </w:r>
    </w:p>
    <w:p w:rsidR="005B0461" w:rsidRDefault="005B0461" w:rsidP="005B0461">
      <w:r>
        <w:t>477.6169</w:t>
      </w:r>
      <w:r>
        <w:tab/>
        <w:t>3.038e0</w:t>
      </w:r>
    </w:p>
    <w:p w:rsidR="005B0461" w:rsidRDefault="005B0461" w:rsidP="005B0461">
      <w:r>
        <w:t>477.6225</w:t>
      </w:r>
      <w:r>
        <w:tab/>
        <w:t>3.038e0</w:t>
      </w:r>
    </w:p>
    <w:p w:rsidR="005B0461" w:rsidRDefault="005B0461" w:rsidP="005B0461">
      <w:r>
        <w:t>477.6751</w:t>
      </w:r>
      <w:r>
        <w:tab/>
        <w:t>1.013e0</w:t>
      </w:r>
    </w:p>
    <w:p w:rsidR="005B0461" w:rsidRDefault="005B0461" w:rsidP="005B0461">
      <w:r>
        <w:t>477.7376</w:t>
      </w:r>
      <w:r>
        <w:tab/>
        <w:t>3.038e0</w:t>
      </w:r>
    </w:p>
    <w:p w:rsidR="005B0461" w:rsidRDefault="005B0461" w:rsidP="005B0461">
      <w:r>
        <w:t>477.7547</w:t>
      </w:r>
      <w:r>
        <w:tab/>
        <w:t>1.013e0</w:t>
      </w:r>
    </w:p>
    <w:p w:rsidR="005B0461" w:rsidRDefault="005B0461" w:rsidP="005B0461">
      <w:r>
        <w:t>477.7666</w:t>
      </w:r>
      <w:r>
        <w:tab/>
        <w:t>1.013e0</w:t>
      </w:r>
    </w:p>
    <w:p w:rsidR="005B0461" w:rsidRDefault="005B0461" w:rsidP="005B0461">
      <w:r>
        <w:t>477.7895</w:t>
      </w:r>
      <w:r>
        <w:tab/>
        <w:t>2.025e0</w:t>
      </w:r>
    </w:p>
    <w:p w:rsidR="005B0461" w:rsidRDefault="005B0461" w:rsidP="005B0461">
      <w:r>
        <w:t>477.7999</w:t>
      </w:r>
      <w:r>
        <w:tab/>
        <w:t>2.025e0</w:t>
      </w:r>
    </w:p>
    <w:p w:rsidR="005B0461" w:rsidRDefault="005B0461" w:rsidP="005B0461">
      <w:r>
        <w:t>477.8748</w:t>
      </w:r>
      <w:r>
        <w:tab/>
        <w:t>1.013e0</w:t>
      </w:r>
    </w:p>
    <w:p w:rsidR="005B0461" w:rsidRDefault="005B0461" w:rsidP="005B0461">
      <w:r>
        <w:t>477.8793</w:t>
      </w:r>
      <w:r>
        <w:tab/>
        <w:t>2.025e0</w:t>
      </w:r>
    </w:p>
    <w:p w:rsidR="005B0461" w:rsidRDefault="005B0461" w:rsidP="005B0461">
      <w:r>
        <w:t>477.9034</w:t>
      </w:r>
      <w:r>
        <w:tab/>
        <w:t>3.038e0</w:t>
      </w:r>
    </w:p>
    <w:p w:rsidR="005B0461" w:rsidRDefault="005B0461" w:rsidP="005B0461">
      <w:r>
        <w:t>477.9173</w:t>
      </w:r>
      <w:r>
        <w:tab/>
        <w:t>1.884e0</w:t>
      </w:r>
    </w:p>
    <w:p w:rsidR="005B0461" w:rsidRDefault="005B0461" w:rsidP="005B0461">
      <w:r>
        <w:t>477.9608</w:t>
      </w:r>
      <w:r>
        <w:tab/>
        <w:t>2.025e0</w:t>
      </w:r>
    </w:p>
    <w:p w:rsidR="005B0461" w:rsidRDefault="005B0461" w:rsidP="005B0461">
      <w:r>
        <w:t>477.9650</w:t>
      </w:r>
      <w:r>
        <w:tab/>
        <w:t>1.013e0</w:t>
      </w:r>
    </w:p>
    <w:p w:rsidR="005B0461" w:rsidRDefault="005B0461" w:rsidP="005B0461">
      <w:r>
        <w:t>477.9957</w:t>
      </w:r>
      <w:r>
        <w:tab/>
        <w:t>4.041e0</w:t>
      </w:r>
    </w:p>
    <w:p w:rsidR="005B0461" w:rsidRDefault="005B0461" w:rsidP="005B0461">
      <w:r>
        <w:t>478.0112</w:t>
      </w:r>
      <w:r>
        <w:tab/>
        <w:t>1.931e0</w:t>
      </w:r>
    </w:p>
    <w:p w:rsidR="005B0461" w:rsidRDefault="005B0461" w:rsidP="005B0461">
      <w:r>
        <w:lastRenderedPageBreak/>
        <w:t>478.0408</w:t>
      </w:r>
      <w:r>
        <w:tab/>
        <w:t>6.039e0</w:t>
      </w:r>
    </w:p>
    <w:p w:rsidR="005B0461" w:rsidRDefault="005B0461" w:rsidP="005B0461">
      <w:r>
        <w:t>478.0501</w:t>
      </w:r>
      <w:r>
        <w:tab/>
        <w:t>2.295e0</w:t>
      </w:r>
    </w:p>
    <w:p w:rsidR="005B0461" w:rsidRDefault="005B0461" w:rsidP="005B0461">
      <w:r>
        <w:t>478.1015</w:t>
      </w:r>
      <w:r>
        <w:tab/>
        <w:t>2.599e0</w:t>
      </w:r>
    </w:p>
    <w:p w:rsidR="005B0461" w:rsidRDefault="005B0461" w:rsidP="005B0461">
      <w:r>
        <w:t>478.1569</w:t>
      </w:r>
      <w:r>
        <w:tab/>
        <w:t>2.379e0</w:t>
      </w:r>
    </w:p>
    <w:p w:rsidR="005B0461" w:rsidRDefault="005B0461" w:rsidP="005B0461">
      <w:r>
        <w:t>478.2051</w:t>
      </w:r>
      <w:r>
        <w:tab/>
        <w:t>3.370e0</w:t>
      </w:r>
    </w:p>
    <w:p w:rsidR="005B0461" w:rsidRDefault="005B0461" w:rsidP="005B0461">
      <w:r>
        <w:t>478.2309</w:t>
      </w:r>
      <w:r>
        <w:tab/>
        <w:t>2.022e0</w:t>
      </w:r>
    </w:p>
    <w:p w:rsidR="005B0461" w:rsidRDefault="005B0461" w:rsidP="005B0461">
      <w:r>
        <w:t>478.2400</w:t>
      </w:r>
      <w:r>
        <w:tab/>
        <w:t>1.616e0</w:t>
      </w:r>
    </w:p>
    <w:p w:rsidR="005B0461" w:rsidRDefault="005B0461" w:rsidP="005B0461">
      <w:r>
        <w:t>478.3044</w:t>
      </w:r>
      <w:r>
        <w:tab/>
        <w:t>3.421e0</w:t>
      </w:r>
    </w:p>
    <w:p w:rsidR="005B0461" w:rsidRDefault="005B0461" w:rsidP="005B0461">
      <w:r>
        <w:t>478.3126</w:t>
      </w:r>
      <w:r>
        <w:tab/>
        <w:t>1.013e0</w:t>
      </w:r>
    </w:p>
    <w:p w:rsidR="005B0461" w:rsidRDefault="005B0461" w:rsidP="005B0461">
      <w:r>
        <w:t>478.3145</w:t>
      </w:r>
      <w:r>
        <w:tab/>
        <w:t>4.787e0</w:t>
      </w:r>
    </w:p>
    <w:p w:rsidR="005B0461" w:rsidRDefault="005B0461" w:rsidP="005B0461">
      <w:r>
        <w:t>478.3244</w:t>
      </w:r>
      <w:r>
        <w:tab/>
        <w:t>1.767e0</w:t>
      </w:r>
    </w:p>
    <w:p w:rsidR="005B0461" w:rsidRDefault="005B0461" w:rsidP="005B0461">
      <w:r>
        <w:t>478.3827</w:t>
      </w:r>
      <w:r>
        <w:tab/>
        <w:t>1.013e0</w:t>
      </w:r>
    </w:p>
    <w:p w:rsidR="005B0461" w:rsidRDefault="005B0461" w:rsidP="005B0461">
      <w:r>
        <w:t>478.3920</w:t>
      </w:r>
      <w:r>
        <w:tab/>
        <w:t>1.013e0</w:t>
      </w:r>
    </w:p>
    <w:p w:rsidR="005B0461" w:rsidRDefault="005B0461" w:rsidP="005B0461">
      <w:r>
        <w:t>478.3966</w:t>
      </w:r>
      <w:r>
        <w:tab/>
        <w:t>1.539e0</w:t>
      </w:r>
    </w:p>
    <w:p w:rsidR="005B0461" w:rsidRDefault="005B0461" w:rsidP="005B0461">
      <w:r>
        <w:t>478.4206</w:t>
      </w:r>
      <w:r>
        <w:tab/>
        <w:t>4.051e0</w:t>
      </w:r>
    </w:p>
    <w:p w:rsidR="005B0461" w:rsidRDefault="005B0461" w:rsidP="005B0461">
      <w:r>
        <w:t>478.4516</w:t>
      </w:r>
      <w:r>
        <w:tab/>
        <w:t>4.051e0</w:t>
      </w:r>
    </w:p>
    <w:p w:rsidR="005B0461" w:rsidRDefault="005B0461" w:rsidP="005B0461">
      <w:r>
        <w:t>478.4663</w:t>
      </w:r>
      <w:r>
        <w:tab/>
        <w:t>2.025e0</w:t>
      </w:r>
    </w:p>
    <w:p w:rsidR="005B0461" w:rsidRDefault="005B0461" w:rsidP="005B0461">
      <w:r>
        <w:t>478.5243</w:t>
      </w:r>
      <w:r>
        <w:tab/>
        <w:t>2.025e0</w:t>
      </w:r>
    </w:p>
    <w:p w:rsidR="005B0461" w:rsidRDefault="005B0461" w:rsidP="005B0461">
      <w:r>
        <w:t>478.5327</w:t>
      </w:r>
      <w:r>
        <w:tab/>
        <w:t>1.013e0</w:t>
      </w:r>
    </w:p>
    <w:p w:rsidR="005B0461" w:rsidRDefault="005B0461" w:rsidP="005B0461">
      <w:r>
        <w:lastRenderedPageBreak/>
        <w:t>478.5452</w:t>
      </w:r>
      <w:r>
        <w:tab/>
        <w:t>4.051e0</w:t>
      </w:r>
    </w:p>
    <w:p w:rsidR="005B0461" w:rsidRDefault="005B0461" w:rsidP="005B0461">
      <w:r>
        <w:t>478.5910</w:t>
      </w:r>
      <w:r>
        <w:tab/>
        <w:t>1.013e0</w:t>
      </w:r>
    </w:p>
    <w:p w:rsidR="005B0461" w:rsidRDefault="005B0461" w:rsidP="005B0461">
      <w:r>
        <w:t>478.5993</w:t>
      </w:r>
      <w:r>
        <w:tab/>
        <w:t>1.013e0</w:t>
      </w:r>
    </w:p>
    <w:p w:rsidR="005B0461" w:rsidRDefault="005B0461" w:rsidP="005B0461">
      <w:r>
        <w:t>478.6160</w:t>
      </w:r>
      <w:r>
        <w:tab/>
        <w:t>1.013e0</w:t>
      </w:r>
    </w:p>
    <w:p w:rsidR="005B0461" w:rsidRDefault="005B0461" w:rsidP="005B0461">
      <w:r>
        <w:t>478.6577</w:t>
      </w:r>
      <w:r>
        <w:tab/>
        <w:t>2.025e0</w:t>
      </w:r>
    </w:p>
    <w:p w:rsidR="005B0461" w:rsidRDefault="005B0461" w:rsidP="005B0461">
      <w:r>
        <w:t>478.6604</w:t>
      </w:r>
      <w:r>
        <w:tab/>
        <w:t>1.013e0</w:t>
      </w:r>
    </w:p>
    <w:p w:rsidR="005B0461" w:rsidRDefault="005B0461" w:rsidP="005B0461">
      <w:r>
        <w:t>478.6967</w:t>
      </w:r>
      <w:r>
        <w:tab/>
        <w:t>2.025e0</w:t>
      </w:r>
    </w:p>
    <w:p w:rsidR="005B0461" w:rsidRDefault="005B0461" w:rsidP="005B0461">
      <w:r>
        <w:t>478.7464</w:t>
      </w:r>
      <w:r>
        <w:tab/>
        <w:t>3.038e0</w:t>
      </w:r>
    </w:p>
    <w:p w:rsidR="005B0461" w:rsidRDefault="005B0461" w:rsidP="005B0461">
      <w:r>
        <w:t>478.7660</w:t>
      </w:r>
      <w:r>
        <w:tab/>
        <w:t>1.013e0</w:t>
      </w:r>
    </w:p>
    <w:p w:rsidR="005B0461" w:rsidRDefault="005B0461" w:rsidP="005B0461">
      <w:r>
        <w:t>478.8077</w:t>
      </w:r>
      <w:r>
        <w:tab/>
        <w:t>1.013e0</w:t>
      </w:r>
    </w:p>
    <w:p w:rsidR="005B0461" w:rsidRDefault="005B0461" w:rsidP="005B0461">
      <w:r>
        <w:t>478.8253</w:t>
      </w:r>
      <w:r>
        <w:tab/>
        <w:t>3.038e0</w:t>
      </w:r>
    </w:p>
    <w:p w:rsidR="005B0461" w:rsidRDefault="005B0461" w:rsidP="005B0461">
      <w:r>
        <w:t>478.8726</w:t>
      </w:r>
      <w:r>
        <w:tab/>
        <w:t>2.806e0</w:t>
      </w:r>
    </w:p>
    <w:p w:rsidR="005B0461" w:rsidRDefault="005B0461" w:rsidP="005B0461">
      <w:r>
        <w:t>478.9017</w:t>
      </w:r>
      <w:r>
        <w:tab/>
        <w:t>4.051e0</w:t>
      </w:r>
    </w:p>
    <w:p w:rsidR="005B0461" w:rsidRDefault="005B0461" w:rsidP="005B0461">
      <w:r>
        <w:t>478.9104</w:t>
      </w:r>
      <w:r>
        <w:tab/>
        <w:t>1.013e0</w:t>
      </w:r>
    </w:p>
    <w:p w:rsidR="005B0461" w:rsidRDefault="005B0461" w:rsidP="005B0461">
      <w:r>
        <w:t>478.9411</w:t>
      </w:r>
      <w:r>
        <w:tab/>
        <w:t>2.025e0</w:t>
      </w:r>
    </w:p>
    <w:p w:rsidR="005B0461" w:rsidRDefault="005B0461" w:rsidP="005B0461">
      <w:r>
        <w:t>478.9578</w:t>
      </w:r>
      <w:r>
        <w:tab/>
        <w:t>2.025e0</w:t>
      </w:r>
    </w:p>
    <w:p w:rsidR="005B0461" w:rsidRDefault="005B0461" w:rsidP="005B0461">
      <w:r>
        <w:t>478.9627</w:t>
      </w:r>
      <w:r>
        <w:tab/>
        <w:t>2.025e0</w:t>
      </w:r>
    </w:p>
    <w:p w:rsidR="005B0461" w:rsidRDefault="005B0461" w:rsidP="005B0461">
      <w:r>
        <w:t>478.9958</w:t>
      </w:r>
      <w:r>
        <w:tab/>
        <w:t>6.344e0</w:t>
      </w:r>
    </w:p>
    <w:p w:rsidR="005B0461" w:rsidRDefault="005B0461" w:rsidP="005B0461">
      <w:r>
        <w:t>479.0153</w:t>
      </w:r>
      <w:r>
        <w:tab/>
        <w:t>1.631e0</w:t>
      </w:r>
    </w:p>
    <w:p w:rsidR="005B0461" w:rsidRDefault="005B0461" w:rsidP="005B0461">
      <w:r>
        <w:lastRenderedPageBreak/>
        <w:t>479.0207</w:t>
      </w:r>
      <w:r>
        <w:tab/>
        <w:t>2.185e0</w:t>
      </w:r>
    </w:p>
    <w:p w:rsidR="005B0461" w:rsidRDefault="005B0461" w:rsidP="005B0461">
      <w:r>
        <w:t>479.0328</w:t>
      </w:r>
      <w:r>
        <w:tab/>
        <w:t>1.742e0</w:t>
      </w:r>
    </w:p>
    <w:p w:rsidR="005B0461" w:rsidRDefault="005B0461" w:rsidP="005B0461">
      <w:r>
        <w:t>479.0636</w:t>
      </w:r>
      <w:r>
        <w:tab/>
        <w:t>3.411e0</w:t>
      </w:r>
    </w:p>
    <w:p w:rsidR="005B0461" w:rsidRDefault="005B0461" w:rsidP="005B0461">
      <w:r>
        <w:t>479.1836</w:t>
      </w:r>
      <w:r>
        <w:tab/>
        <w:t>1.040e0</w:t>
      </w:r>
    </w:p>
    <w:p w:rsidR="005B0461" w:rsidRDefault="005B0461" w:rsidP="005B0461">
      <w:r>
        <w:t>479.2119</w:t>
      </w:r>
      <w:r>
        <w:tab/>
        <w:t>2.990e0</w:t>
      </w:r>
    </w:p>
    <w:p w:rsidR="005B0461" w:rsidRDefault="005B0461" w:rsidP="005B0461">
      <w:r>
        <w:t>479.2630</w:t>
      </w:r>
      <w:r>
        <w:tab/>
        <w:t>1.306e0</w:t>
      </w:r>
    </w:p>
    <w:p w:rsidR="005B0461" w:rsidRDefault="005B0461" w:rsidP="005B0461">
      <w:r>
        <w:t>479.3031</w:t>
      </w:r>
      <w:r>
        <w:tab/>
        <w:t>2.092e0</w:t>
      </w:r>
    </w:p>
    <w:p w:rsidR="005B0461" w:rsidRDefault="005B0461" w:rsidP="005B0461">
      <w:r>
        <w:t>479.3303</w:t>
      </w:r>
      <w:r>
        <w:tab/>
        <w:t>7.931e0</w:t>
      </w:r>
    </w:p>
    <w:p w:rsidR="005B0461" w:rsidRDefault="005B0461" w:rsidP="005B0461">
      <w:r>
        <w:t>479.3416</w:t>
      </w:r>
      <w:r>
        <w:tab/>
        <w:t>3.666e0</w:t>
      </w:r>
    </w:p>
    <w:p w:rsidR="005B0461" w:rsidRDefault="005B0461" w:rsidP="005B0461">
      <w:r>
        <w:t>479.4167</w:t>
      </w:r>
      <w:r>
        <w:tab/>
        <w:t>1.013e0</w:t>
      </w:r>
    </w:p>
    <w:p w:rsidR="005B0461" w:rsidRDefault="005B0461" w:rsidP="005B0461">
      <w:r>
        <w:t>479.4501</w:t>
      </w:r>
      <w:r>
        <w:tab/>
        <w:t>2.025e0</w:t>
      </w:r>
    </w:p>
    <w:p w:rsidR="005B0461" w:rsidRDefault="005B0461" w:rsidP="005B0461">
      <w:r>
        <w:t>479.4815</w:t>
      </w:r>
      <w:r>
        <w:tab/>
        <w:t>2.025e0</w:t>
      </w:r>
    </w:p>
    <w:p w:rsidR="005B0461" w:rsidRDefault="005B0461" w:rsidP="005B0461">
      <w:r>
        <w:t>479.5441</w:t>
      </w:r>
      <w:r>
        <w:tab/>
        <w:t>3.038e0</w:t>
      </w:r>
    </w:p>
    <w:p w:rsidR="005B0461" w:rsidRDefault="005B0461" w:rsidP="005B0461">
      <w:r>
        <w:t>479.6087</w:t>
      </w:r>
      <w:r>
        <w:tab/>
        <w:t>2.025e0</w:t>
      </w:r>
    </w:p>
    <w:p w:rsidR="005B0461" w:rsidRDefault="005B0461" w:rsidP="005B0461">
      <w:r>
        <w:t>479.6517</w:t>
      </w:r>
      <w:r>
        <w:tab/>
        <w:t>3.038e0</w:t>
      </w:r>
    </w:p>
    <w:p w:rsidR="005B0461" w:rsidRDefault="005B0461" w:rsidP="005B0461">
      <w:r>
        <w:t>479.6604</w:t>
      </w:r>
      <w:r>
        <w:tab/>
        <w:t>1.013e0</w:t>
      </w:r>
    </w:p>
    <w:p w:rsidR="005B0461" w:rsidRDefault="005B0461" w:rsidP="005B0461">
      <w:r>
        <w:t>479.7423</w:t>
      </w:r>
      <w:r>
        <w:tab/>
        <w:t>1.013e0</w:t>
      </w:r>
    </w:p>
    <w:p w:rsidR="005B0461" w:rsidRDefault="005B0461" w:rsidP="005B0461">
      <w:r>
        <w:t>479.7520</w:t>
      </w:r>
      <w:r>
        <w:tab/>
        <w:t>2.025e0</w:t>
      </w:r>
    </w:p>
    <w:p w:rsidR="005B0461" w:rsidRDefault="005B0461" w:rsidP="005B0461">
      <w:r>
        <w:t>479.7682</w:t>
      </w:r>
      <w:r>
        <w:tab/>
        <w:t>3.038e0</w:t>
      </w:r>
    </w:p>
    <w:p w:rsidR="005B0461" w:rsidRDefault="005B0461" w:rsidP="005B0461">
      <w:r>
        <w:lastRenderedPageBreak/>
        <w:t>479.8073</w:t>
      </w:r>
      <w:r>
        <w:tab/>
        <w:t>3.038e0</w:t>
      </w:r>
    </w:p>
    <w:p w:rsidR="005B0461" w:rsidRDefault="005B0461" w:rsidP="005B0461">
      <w:r>
        <w:t>479.8259</w:t>
      </w:r>
      <w:r>
        <w:tab/>
        <w:t>1.013e0</w:t>
      </w:r>
    </w:p>
    <w:p w:rsidR="005B0461" w:rsidRDefault="005B0461" w:rsidP="005B0461">
      <w:r>
        <w:t>479.8567</w:t>
      </w:r>
      <w:r>
        <w:tab/>
        <w:t>2.025e0</w:t>
      </w:r>
    </w:p>
    <w:p w:rsidR="005B0461" w:rsidRDefault="005B0461" w:rsidP="005B0461">
      <w:r>
        <w:t>479.8889</w:t>
      </w:r>
      <w:r>
        <w:tab/>
        <w:t>3.038e0</w:t>
      </w:r>
    </w:p>
    <w:p w:rsidR="005B0461" w:rsidRDefault="005B0461" w:rsidP="005B0461">
      <w:r>
        <w:t>479.9256</w:t>
      </w:r>
      <w:r>
        <w:tab/>
        <w:t>1.013e0</w:t>
      </w:r>
    </w:p>
    <w:p w:rsidR="005B0461" w:rsidRDefault="005B0461" w:rsidP="005B0461">
      <w:r>
        <w:t>479.9470</w:t>
      </w:r>
      <w:r>
        <w:tab/>
        <w:t>2.025e0</w:t>
      </w:r>
    </w:p>
    <w:p w:rsidR="005B0461" w:rsidRDefault="005B0461" w:rsidP="005B0461">
      <w:r>
        <w:t>479.9589</w:t>
      </w:r>
      <w:r>
        <w:tab/>
        <w:t>3.038e0</w:t>
      </w:r>
    </w:p>
    <w:p w:rsidR="005B0461" w:rsidRDefault="005B0461" w:rsidP="005B0461">
      <w:r>
        <w:t>479.9651</w:t>
      </w:r>
      <w:r>
        <w:tab/>
        <w:t>1.013e0</w:t>
      </w:r>
    </w:p>
    <w:p w:rsidR="005B0461" w:rsidRDefault="005B0461" w:rsidP="005B0461">
      <w:r>
        <w:t>480.0106</w:t>
      </w:r>
      <w:r>
        <w:tab/>
        <w:t>2.723e0</w:t>
      </w:r>
    </w:p>
    <w:p w:rsidR="005B0461" w:rsidRDefault="005B0461" w:rsidP="005B0461">
      <w:r>
        <w:t>480.0391</w:t>
      </w:r>
      <w:r>
        <w:tab/>
        <w:t>3.875e0</w:t>
      </w:r>
    </w:p>
    <w:p w:rsidR="005B0461" w:rsidRDefault="005B0461" w:rsidP="005B0461">
      <w:r>
        <w:t>480.0538</w:t>
      </w:r>
      <w:r>
        <w:tab/>
        <w:t>1.599e0</w:t>
      </w:r>
    </w:p>
    <w:p w:rsidR="005B0461" w:rsidRDefault="005B0461" w:rsidP="005B0461">
      <w:r>
        <w:t>480.1263</w:t>
      </w:r>
      <w:r>
        <w:tab/>
        <w:t>1.368e0</w:t>
      </w:r>
    </w:p>
    <w:p w:rsidR="005B0461" w:rsidRDefault="005B0461" w:rsidP="005B0461">
      <w:r>
        <w:t>480.1392</w:t>
      </w:r>
      <w:r>
        <w:tab/>
        <w:t>3.658e0</w:t>
      </w:r>
    </w:p>
    <w:p w:rsidR="005B0461" w:rsidRDefault="005B0461" w:rsidP="005B0461">
      <w:r>
        <w:t>480.1931</w:t>
      </w:r>
      <w:r>
        <w:tab/>
        <w:t>3.989e0</w:t>
      </w:r>
    </w:p>
    <w:p w:rsidR="005B0461" w:rsidRDefault="005B0461" w:rsidP="005B0461">
      <w:r>
        <w:t>480.2019</w:t>
      </w:r>
      <w:r>
        <w:tab/>
        <w:t>1.671e0</w:t>
      </w:r>
    </w:p>
    <w:p w:rsidR="005B0461" w:rsidRDefault="005B0461" w:rsidP="005B0461">
      <w:r>
        <w:t>480.2527</w:t>
      </w:r>
      <w:r>
        <w:tab/>
        <w:t>3.398e0</w:t>
      </w:r>
    </w:p>
    <w:p w:rsidR="005B0461" w:rsidRDefault="005B0461" w:rsidP="005B0461">
      <w:r>
        <w:t>480.2538</w:t>
      </w:r>
      <w:r>
        <w:tab/>
        <w:t>2.325e0</w:t>
      </w:r>
    </w:p>
    <w:p w:rsidR="005B0461" w:rsidRDefault="005B0461" w:rsidP="005B0461">
      <w:r>
        <w:t>480.2732</w:t>
      </w:r>
      <w:r>
        <w:tab/>
        <w:t>1.817e0</w:t>
      </w:r>
    </w:p>
    <w:p w:rsidR="005B0461" w:rsidRDefault="005B0461" w:rsidP="005B0461">
      <w:r>
        <w:t>480.2809</w:t>
      </w:r>
      <w:r>
        <w:tab/>
        <w:t>2.556e0</w:t>
      </w:r>
    </w:p>
    <w:p w:rsidR="005B0461" w:rsidRDefault="005B0461" w:rsidP="005B0461">
      <w:r>
        <w:lastRenderedPageBreak/>
        <w:t>480.3345</w:t>
      </w:r>
      <w:r>
        <w:tab/>
        <w:t>1.922e0</w:t>
      </w:r>
    </w:p>
    <w:p w:rsidR="005B0461" w:rsidRDefault="005B0461" w:rsidP="005B0461">
      <w:r>
        <w:t>480.3730</w:t>
      </w:r>
      <w:r>
        <w:tab/>
        <w:t>2.623e0</w:t>
      </w:r>
    </w:p>
    <w:p w:rsidR="005B0461" w:rsidRDefault="005B0461" w:rsidP="005B0461">
      <w:r>
        <w:t>480.3793</w:t>
      </w:r>
      <w:r>
        <w:tab/>
        <w:t>1.487e0</w:t>
      </w:r>
    </w:p>
    <w:p w:rsidR="005B0461" w:rsidRDefault="005B0461" w:rsidP="005B0461">
      <w:r>
        <w:t>480.3942</w:t>
      </w:r>
      <w:r>
        <w:tab/>
        <w:t>1.013e0</w:t>
      </w:r>
    </w:p>
    <w:p w:rsidR="005B0461" w:rsidRDefault="005B0461" w:rsidP="005B0461">
      <w:r>
        <w:t>480.4193</w:t>
      </w:r>
      <w:r>
        <w:tab/>
        <w:t>2.025e0</w:t>
      </w:r>
    </w:p>
    <w:p w:rsidR="005B0461" w:rsidRDefault="005B0461" w:rsidP="005B0461">
      <w:r>
        <w:t>480.4412</w:t>
      </w:r>
      <w:r>
        <w:tab/>
        <w:t>5.063e0</w:t>
      </w:r>
    </w:p>
    <w:p w:rsidR="005B0461" w:rsidRDefault="005B0461" w:rsidP="005B0461">
      <w:r>
        <w:t>480.4695</w:t>
      </w:r>
      <w:r>
        <w:tab/>
        <w:t>1.013e0</w:t>
      </w:r>
    </w:p>
    <w:p w:rsidR="005B0461" w:rsidRDefault="005B0461" w:rsidP="005B0461">
      <w:r>
        <w:t>480.4835</w:t>
      </w:r>
      <w:r>
        <w:tab/>
        <w:t>1.013e0</w:t>
      </w:r>
    </w:p>
    <w:p w:rsidR="005B0461" w:rsidRDefault="005B0461" w:rsidP="005B0461">
      <w:r>
        <w:t>480.5051</w:t>
      </w:r>
      <w:r>
        <w:tab/>
        <w:t>2.025e0</w:t>
      </w:r>
    </w:p>
    <w:p w:rsidR="005B0461" w:rsidRDefault="005B0461" w:rsidP="005B0461">
      <w:r>
        <w:t>480.5598</w:t>
      </w:r>
      <w:r>
        <w:tab/>
        <w:t>1.013e0</w:t>
      </w:r>
    </w:p>
    <w:p w:rsidR="005B0461" w:rsidRDefault="005B0461" w:rsidP="005B0461">
      <w:r>
        <w:t>480.5670</w:t>
      </w:r>
      <w:r>
        <w:tab/>
        <w:t>3.038e0</w:t>
      </w:r>
    </w:p>
    <w:p w:rsidR="005B0461" w:rsidRDefault="005B0461" w:rsidP="005B0461">
      <w:r>
        <w:t>480.6757</w:t>
      </w:r>
      <w:r>
        <w:tab/>
        <w:t>2.025e0</w:t>
      </w:r>
    </w:p>
    <w:p w:rsidR="005B0461" w:rsidRDefault="005B0461" w:rsidP="005B0461">
      <w:r>
        <w:t>480.6786</w:t>
      </w:r>
      <w:r>
        <w:tab/>
        <w:t>1.013e0</w:t>
      </w:r>
    </w:p>
    <w:p w:rsidR="005B0461" w:rsidRDefault="005B0461" w:rsidP="005B0461">
      <w:r>
        <w:t>480.7350</w:t>
      </w:r>
      <w:r>
        <w:tab/>
        <w:t>3.038e0</w:t>
      </w:r>
    </w:p>
    <w:p w:rsidR="005B0461" w:rsidRDefault="005B0461" w:rsidP="005B0461">
      <w:r>
        <w:t>480.7456</w:t>
      </w:r>
      <w:r>
        <w:tab/>
        <w:t>1.013e0</w:t>
      </w:r>
    </w:p>
    <w:p w:rsidR="005B0461" w:rsidRDefault="005B0461" w:rsidP="005B0461">
      <w:r>
        <w:t>480.7844</w:t>
      </w:r>
      <w:r>
        <w:tab/>
        <w:t>2.025e0</w:t>
      </w:r>
    </w:p>
    <w:p w:rsidR="005B0461" w:rsidRDefault="005B0461" w:rsidP="005B0461">
      <w:r>
        <w:t>480.8003</w:t>
      </w:r>
      <w:r>
        <w:tab/>
        <w:t>2.025e0</w:t>
      </w:r>
    </w:p>
    <w:p w:rsidR="005B0461" w:rsidRDefault="005B0461" w:rsidP="005B0461">
      <w:r>
        <w:t>480.8019</w:t>
      </w:r>
      <w:r>
        <w:tab/>
        <w:t>3.038e0</w:t>
      </w:r>
    </w:p>
    <w:p w:rsidR="005B0461" w:rsidRDefault="005B0461" w:rsidP="005B0461">
      <w:r>
        <w:t>480.8332</w:t>
      </w:r>
      <w:r>
        <w:tab/>
        <w:t>3.038e0</w:t>
      </w:r>
    </w:p>
    <w:p w:rsidR="005B0461" w:rsidRDefault="005B0461" w:rsidP="005B0461">
      <w:r>
        <w:lastRenderedPageBreak/>
        <w:t>480.8883</w:t>
      </w:r>
      <w:r>
        <w:tab/>
        <w:t>3.038e0</w:t>
      </w:r>
    </w:p>
    <w:p w:rsidR="005B0461" w:rsidRDefault="005B0461" w:rsidP="005B0461">
      <w:r>
        <w:t>480.9623</w:t>
      </w:r>
      <w:r>
        <w:tab/>
        <w:t>1.013e0</w:t>
      </w:r>
    </w:p>
    <w:p w:rsidR="005B0461" w:rsidRDefault="005B0461" w:rsidP="005B0461">
      <w:r>
        <w:t>480.9636</w:t>
      </w:r>
      <w:r>
        <w:tab/>
        <w:t>2.025e0</w:t>
      </w:r>
    </w:p>
    <w:p w:rsidR="005B0461" w:rsidRDefault="005B0461" w:rsidP="005B0461">
      <w:r>
        <w:t>480.9999</w:t>
      </w:r>
      <w:r>
        <w:tab/>
        <w:t>3.000e0</w:t>
      </w:r>
    </w:p>
    <w:p w:rsidR="005B0461" w:rsidRDefault="005B0461" w:rsidP="005B0461">
      <w:r>
        <w:t>481.0421</w:t>
      </w:r>
      <w:r>
        <w:tab/>
        <w:t>1.459e0</w:t>
      </w:r>
    </w:p>
    <w:p w:rsidR="005B0461" w:rsidRDefault="005B0461" w:rsidP="005B0461">
      <w:r>
        <w:t>481.0594</w:t>
      </w:r>
      <w:r>
        <w:tab/>
        <w:t>1.648e0</w:t>
      </w:r>
    </w:p>
    <w:p w:rsidR="005B0461" w:rsidRDefault="005B0461" w:rsidP="005B0461">
      <w:r>
        <w:t>481.1068</w:t>
      </w:r>
      <w:r>
        <w:tab/>
        <w:t>1.322e0</w:t>
      </w:r>
    </w:p>
    <w:p w:rsidR="005B0461" w:rsidRDefault="005B0461" w:rsidP="005B0461">
      <w:r>
        <w:t>481.1239</w:t>
      </w:r>
      <w:r>
        <w:tab/>
        <w:t>3.681e0</w:t>
      </w:r>
    </w:p>
    <w:p w:rsidR="005B0461" w:rsidRDefault="005B0461" w:rsidP="005B0461">
      <w:r>
        <w:t>481.1263</w:t>
      </w:r>
      <w:r>
        <w:tab/>
        <w:t>2.499e0</w:t>
      </w:r>
    </w:p>
    <w:p w:rsidR="005B0461" w:rsidRDefault="005B0461" w:rsidP="005B0461">
      <w:r>
        <w:t>481.1809</w:t>
      </w:r>
      <w:r>
        <w:tab/>
        <w:t>1.508e0</w:t>
      </w:r>
    </w:p>
    <w:p w:rsidR="005B0461" w:rsidRDefault="005B0461" w:rsidP="005B0461">
      <w:r>
        <w:t>481.2086</w:t>
      </w:r>
      <w:r>
        <w:tab/>
        <w:t>1.736e0</w:t>
      </w:r>
    </w:p>
    <w:p w:rsidR="005B0461" w:rsidRDefault="005B0461" w:rsidP="005B0461">
      <w:r>
        <w:t>481.2359</w:t>
      </w:r>
      <w:r>
        <w:tab/>
        <w:t>4.059e0</w:t>
      </w:r>
    </w:p>
    <w:p w:rsidR="005B0461" w:rsidRDefault="005B0461" w:rsidP="005B0461">
      <w:r>
        <w:t>481.2519</w:t>
      </w:r>
      <w:r>
        <w:tab/>
        <w:t>3.400e0</w:t>
      </w:r>
    </w:p>
    <w:p w:rsidR="005B0461" w:rsidRDefault="005B0461" w:rsidP="005B0461">
      <w:r>
        <w:t>481.2751</w:t>
      </w:r>
      <w:r>
        <w:tab/>
        <w:t>2.591e0</w:t>
      </w:r>
    </w:p>
    <w:p w:rsidR="005B0461" w:rsidRDefault="005B0461" w:rsidP="005B0461">
      <w:r>
        <w:t>481.2811</w:t>
      </w:r>
      <w:r>
        <w:tab/>
        <w:t>2.718e0</w:t>
      </w:r>
    </w:p>
    <w:p w:rsidR="005B0461" w:rsidRDefault="005B0461" w:rsidP="005B0461">
      <w:r>
        <w:t>481.2987</w:t>
      </w:r>
      <w:r>
        <w:tab/>
        <w:t>3.017e0</w:t>
      </w:r>
    </w:p>
    <w:p w:rsidR="005B0461" w:rsidRDefault="005B0461" w:rsidP="005B0461">
      <w:r>
        <w:t>481.3820</w:t>
      </w:r>
      <w:r>
        <w:tab/>
        <w:t>1.013e0</w:t>
      </w:r>
    </w:p>
    <w:p w:rsidR="005B0461" w:rsidRDefault="005B0461" w:rsidP="005B0461">
      <w:r>
        <w:t>481.4490</w:t>
      </w:r>
      <w:r>
        <w:tab/>
        <w:t>1.013e0</w:t>
      </w:r>
    </w:p>
    <w:p w:rsidR="005B0461" w:rsidRDefault="005B0461" w:rsidP="005B0461">
      <w:r>
        <w:t>481.4547</w:t>
      </w:r>
      <w:r>
        <w:tab/>
        <w:t>6.076e0</w:t>
      </w:r>
    </w:p>
    <w:p w:rsidR="005B0461" w:rsidRDefault="005B0461" w:rsidP="005B0461">
      <w:r>
        <w:lastRenderedPageBreak/>
        <w:t>481.4643</w:t>
      </w:r>
      <w:r>
        <w:tab/>
        <w:t>3.038e0</w:t>
      </w:r>
    </w:p>
    <w:p w:rsidR="005B0461" w:rsidRDefault="005B0461" w:rsidP="005B0461">
      <w:r>
        <w:t>481.5132</w:t>
      </w:r>
      <w:r>
        <w:tab/>
        <w:t>2.025e0</w:t>
      </w:r>
    </w:p>
    <w:p w:rsidR="005B0461" w:rsidRDefault="005B0461" w:rsidP="005B0461">
      <w:r>
        <w:t>481.5160</w:t>
      </w:r>
      <w:r>
        <w:tab/>
        <w:t>1.013e0</w:t>
      </w:r>
    </w:p>
    <w:p w:rsidR="005B0461" w:rsidRDefault="005B0461" w:rsidP="005B0461">
      <w:r>
        <w:t>481.5203</w:t>
      </w:r>
      <w:r>
        <w:tab/>
        <w:t>3.038e0</w:t>
      </w:r>
    </w:p>
    <w:p w:rsidR="005B0461" w:rsidRDefault="005B0461" w:rsidP="005B0461">
      <w:r>
        <w:t>481.5525</w:t>
      </w:r>
      <w:r>
        <w:tab/>
        <w:t>2.025e0</w:t>
      </w:r>
    </w:p>
    <w:p w:rsidR="005B0461" w:rsidRDefault="005B0461" w:rsidP="005B0461">
      <w:r>
        <w:t>481.5999</w:t>
      </w:r>
      <w:r>
        <w:tab/>
        <w:t>1.013e0</w:t>
      </w:r>
    </w:p>
    <w:p w:rsidR="005B0461" w:rsidRDefault="005B0461" w:rsidP="005B0461">
      <w:r>
        <w:t>481.6543</w:t>
      </w:r>
      <w:r>
        <w:tab/>
        <w:t>2.025e0</w:t>
      </w:r>
    </w:p>
    <w:p w:rsidR="005B0461" w:rsidRDefault="005B0461" w:rsidP="005B0461">
      <w:r>
        <w:t>481.6821</w:t>
      </w:r>
      <w:r>
        <w:tab/>
        <w:t>2.025e0</w:t>
      </w:r>
    </w:p>
    <w:p w:rsidR="005B0461" w:rsidRDefault="005B0461" w:rsidP="005B0461">
      <w:r>
        <w:t>481.7087</w:t>
      </w:r>
      <w:r>
        <w:tab/>
        <w:t>2.025e0</w:t>
      </w:r>
    </w:p>
    <w:p w:rsidR="005B0461" w:rsidRDefault="005B0461" w:rsidP="005B0461">
      <w:r>
        <w:t>481.7296</w:t>
      </w:r>
      <w:r>
        <w:tab/>
        <w:t>2.025e0</w:t>
      </w:r>
    </w:p>
    <w:p w:rsidR="005B0461" w:rsidRDefault="005B0461" w:rsidP="005B0461">
      <w:r>
        <w:t>481.7706</w:t>
      </w:r>
      <w:r>
        <w:tab/>
        <w:t>1.013e0</w:t>
      </w:r>
    </w:p>
    <w:p w:rsidR="005B0461" w:rsidRDefault="005B0461" w:rsidP="005B0461">
      <w:r>
        <w:t>481.8178</w:t>
      </w:r>
      <w:r>
        <w:tab/>
        <w:t>2.025e0</w:t>
      </w:r>
    </w:p>
    <w:p w:rsidR="005B0461" w:rsidRDefault="005B0461" w:rsidP="005B0461">
      <w:r>
        <w:t>481.8254</w:t>
      </w:r>
      <w:r>
        <w:tab/>
        <w:t>2.025e0</w:t>
      </w:r>
    </w:p>
    <w:p w:rsidR="005B0461" w:rsidRDefault="005B0461" w:rsidP="005B0461">
      <w:r>
        <w:t>481.8514</w:t>
      </w:r>
      <w:r>
        <w:tab/>
        <w:t>1.013e0</w:t>
      </w:r>
    </w:p>
    <w:p w:rsidR="005B0461" w:rsidRDefault="005B0461" w:rsidP="005B0461">
      <w:r>
        <w:t>481.8765</w:t>
      </w:r>
      <w:r>
        <w:tab/>
        <w:t>1.013e0</w:t>
      </w:r>
    </w:p>
    <w:p w:rsidR="005B0461" w:rsidRDefault="005B0461" w:rsidP="005B0461">
      <w:r>
        <w:t>481.9101</w:t>
      </w:r>
      <w:r>
        <w:tab/>
        <w:t>2.025e0</w:t>
      </w:r>
    </w:p>
    <w:p w:rsidR="005B0461" w:rsidRDefault="005B0461" w:rsidP="005B0461">
      <w:r>
        <w:t>481.9390</w:t>
      </w:r>
      <w:r>
        <w:tab/>
        <w:t>3.038e0</w:t>
      </w:r>
    </w:p>
    <w:p w:rsidR="005B0461" w:rsidRDefault="005B0461" w:rsidP="005B0461">
      <w:r>
        <w:t>482.0102</w:t>
      </w:r>
      <w:r>
        <w:tab/>
        <w:t>3.493e0</w:t>
      </w:r>
    </w:p>
    <w:p w:rsidR="005B0461" w:rsidRDefault="005B0461" w:rsidP="005B0461">
      <w:r>
        <w:t>482.0324</w:t>
      </w:r>
      <w:r>
        <w:tab/>
        <w:t>2.024e0</w:t>
      </w:r>
    </w:p>
    <w:p w:rsidR="005B0461" w:rsidRDefault="005B0461" w:rsidP="005B0461">
      <w:r>
        <w:lastRenderedPageBreak/>
        <w:t>482.0394</w:t>
      </w:r>
      <w:r>
        <w:tab/>
        <w:t>2.691e0</w:t>
      </w:r>
    </w:p>
    <w:p w:rsidR="005B0461" w:rsidRDefault="005B0461" w:rsidP="005B0461">
      <w:r>
        <w:t>482.0683</w:t>
      </w:r>
      <w:r>
        <w:tab/>
        <w:t>4.723e0</w:t>
      </w:r>
    </w:p>
    <w:p w:rsidR="005B0461" w:rsidRDefault="005B0461" w:rsidP="005B0461">
      <w:r>
        <w:t>482.1203</w:t>
      </w:r>
      <w:r>
        <w:tab/>
        <w:t>2.804e0</w:t>
      </w:r>
    </w:p>
    <w:p w:rsidR="005B0461" w:rsidRDefault="005B0461" w:rsidP="005B0461">
      <w:r>
        <w:t>482.2068</w:t>
      </w:r>
      <w:r>
        <w:tab/>
        <w:t>5.118e0</w:t>
      </w:r>
    </w:p>
    <w:p w:rsidR="005B0461" w:rsidRDefault="005B0461" w:rsidP="005B0461">
      <w:r>
        <w:t>482.2250</w:t>
      </w:r>
      <w:r>
        <w:tab/>
        <w:t>2.823e0</w:t>
      </w:r>
    </w:p>
    <w:p w:rsidR="005B0461" w:rsidRDefault="005B0461" w:rsidP="005B0461">
      <w:r>
        <w:t>482.2493</w:t>
      </w:r>
      <w:r>
        <w:tab/>
        <w:t>4.756e0</w:t>
      </w:r>
    </w:p>
    <w:p w:rsidR="005B0461" w:rsidRDefault="005B0461" w:rsidP="005B0461">
      <w:r>
        <w:t>482.2546</w:t>
      </w:r>
      <w:r>
        <w:tab/>
        <w:t>5.658e0</w:t>
      </w:r>
    </w:p>
    <w:p w:rsidR="005B0461" w:rsidRDefault="005B0461" w:rsidP="005B0461">
      <w:r>
        <w:t>482.2828</w:t>
      </w:r>
      <w:r>
        <w:tab/>
        <w:t>1.765e0</w:t>
      </w:r>
    </w:p>
    <w:p w:rsidR="005B0461" w:rsidRDefault="005B0461" w:rsidP="005B0461">
      <w:r>
        <w:t>482.3168</w:t>
      </w:r>
      <w:r>
        <w:tab/>
        <w:t>1.772e0</w:t>
      </w:r>
    </w:p>
    <w:p w:rsidR="005B0461" w:rsidRDefault="005B0461" w:rsidP="005B0461">
      <w:r>
        <w:t>482.3181</w:t>
      </w:r>
      <w:r>
        <w:tab/>
        <w:t>2.062e0</w:t>
      </w:r>
    </w:p>
    <w:p w:rsidR="005B0461" w:rsidRDefault="005B0461" w:rsidP="005B0461">
      <w:r>
        <w:t>482.3277</w:t>
      </w:r>
      <w:r>
        <w:tab/>
        <w:t>1.317e0</w:t>
      </w:r>
    </w:p>
    <w:p w:rsidR="005B0461" w:rsidRDefault="005B0461" w:rsidP="005B0461">
      <w:r>
        <w:t>482.3810</w:t>
      </w:r>
      <w:r>
        <w:tab/>
        <w:t>5.043e0</w:t>
      </w:r>
    </w:p>
    <w:p w:rsidR="005B0461" w:rsidRDefault="005B0461" w:rsidP="005B0461">
      <w:r>
        <w:t>482.3990</w:t>
      </w:r>
      <w:r>
        <w:tab/>
        <w:t>3.038e0</w:t>
      </w:r>
    </w:p>
    <w:p w:rsidR="005B0461" w:rsidRDefault="005B0461" w:rsidP="005B0461">
      <w:r>
        <w:t>482.4096</w:t>
      </w:r>
      <w:r>
        <w:tab/>
        <w:t>9.114e0</w:t>
      </w:r>
    </w:p>
    <w:p w:rsidR="005B0461" w:rsidRDefault="005B0461" w:rsidP="005B0461">
      <w:r>
        <w:t>482.4402</w:t>
      </w:r>
      <w:r>
        <w:tab/>
        <w:t>3.038e0</w:t>
      </w:r>
    </w:p>
    <w:p w:rsidR="005B0461" w:rsidRDefault="005B0461" w:rsidP="005B0461">
      <w:r>
        <w:t>482.4440</w:t>
      </w:r>
      <w:r>
        <w:tab/>
        <w:t>8.678e0</w:t>
      </w:r>
    </w:p>
    <w:p w:rsidR="005B0461" w:rsidRDefault="005B0461" w:rsidP="005B0461">
      <w:r>
        <w:t>482.4743</w:t>
      </w:r>
      <w:r>
        <w:tab/>
        <w:t>2.025e0</w:t>
      </w:r>
    </w:p>
    <w:p w:rsidR="005B0461" w:rsidRDefault="005B0461" w:rsidP="005B0461">
      <w:r>
        <w:t>482.5311</w:t>
      </w:r>
      <w:r>
        <w:tab/>
        <w:t>1.013e0</w:t>
      </w:r>
    </w:p>
    <w:p w:rsidR="005B0461" w:rsidRDefault="005B0461" w:rsidP="005B0461">
      <w:r>
        <w:t>482.5479</w:t>
      </w:r>
      <w:r>
        <w:tab/>
        <w:t>1.013e0</w:t>
      </w:r>
    </w:p>
    <w:p w:rsidR="005B0461" w:rsidRDefault="005B0461" w:rsidP="005B0461">
      <w:r>
        <w:lastRenderedPageBreak/>
        <w:t>482.5542</w:t>
      </w:r>
      <w:r>
        <w:tab/>
        <w:t>1.013e0</w:t>
      </w:r>
    </w:p>
    <w:p w:rsidR="005B0461" w:rsidRDefault="005B0461" w:rsidP="005B0461">
      <w:r>
        <w:t>482.5618</w:t>
      </w:r>
      <w:r>
        <w:tab/>
        <w:t>2.025e0</w:t>
      </w:r>
    </w:p>
    <w:p w:rsidR="005B0461" w:rsidRDefault="005B0461" w:rsidP="005B0461">
      <w:r>
        <w:t>482.6104</w:t>
      </w:r>
      <w:r>
        <w:tab/>
        <w:t>2.025e0</w:t>
      </w:r>
    </w:p>
    <w:p w:rsidR="005B0461" w:rsidRDefault="005B0461" w:rsidP="005B0461">
      <w:r>
        <w:t>482.6403</w:t>
      </w:r>
      <w:r>
        <w:tab/>
        <w:t>1.013e0</w:t>
      </w:r>
    </w:p>
    <w:p w:rsidR="005B0461" w:rsidRDefault="005B0461" w:rsidP="005B0461">
      <w:r>
        <w:t>482.6527</w:t>
      </w:r>
      <w:r>
        <w:tab/>
        <w:t>2.025e0</w:t>
      </w:r>
    </w:p>
    <w:p w:rsidR="005B0461" w:rsidRDefault="005B0461" w:rsidP="005B0461">
      <w:r>
        <w:t>482.6616</w:t>
      </w:r>
      <w:r>
        <w:tab/>
        <w:t>2.025e0</w:t>
      </w:r>
    </w:p>
    <w:p w:rsidR="005B0461" w:rsidRDefault="005B0461" w:rsidP="005B0461">
      <w:r>
        <w:t>482.7052</w:t>
      </w:r>
      <w:r>
        <w:tab/>
        <w:t>2.025e0</w:t>
      </w:r>
    </w:p>
    <w:p w:rsidR="005B0461" w:rsidRDefault="005B0461" w:rsidP="005B0461">
      <w:r>
        <w:t>482.7495</w:t>
      </w:r>
      <w:r>
        <w:tab/>
        <w:t>1.013e0</w:t>
      </w:r>
    </w:p>
    <w:p w:rsidR="005B0461" w:rsidRDefault="005B0461" w:rsidP="005B0461">
      <w:r>
        <w:t>482.7514</w:t>
      </w:r>
      <w:r>
        <w:tab/>
        <w:t>2.025e0</w:t>
      </w:r>
    </w:p>
    <w:p w:rsidR="005B0461" w:rsidRDefault="005B0461" w:rsidP="005B0461">
      <w:r>
        <w:t>482.7831</w:t>
      </w:r>
      <w:r>
        <w:tab/>
        <w:t>1.013e0</w:t>
      </w:r>
    </w:p>
    <w:p w:rsidR="005B0461" w:rsidRDefault="005B0461" w:rsidP="005B0461">
      <w:r>
        <w:t>482.7999</w:t>
      </w:r>
      <w:r>
        <w:tab/>
        <w:t>1.013e0</w:t>
      </w:r>
    </w:p>
    <w:p w:rsidR="005B0461" w:rsidRDefault="005B0461" w:rsidP="005B0461">
      <w:r>
        <w:t>482.8214</w:t>
      </w:r>
      <w:r>
        <w:tab/>
        <w:t>5.063e0</w:t>
      </w:r>
    </w:p>
    <w:p w:rsidR="005B0461" w:rsidRDefault="005B0461" w:rsidP="005B0461">
      <w:r>
        <w:t>482.8631</w:t>
      </w:r>
      <w:r>
        <w:tab/>
        <w:t>2.025e0</w:t>
      </w:r>
    </w:p>
    <w:p w:rsidR="005B0461" w:rsidRDefault="005B0461" w:rsidP="005B0461">
      <w:r>
        <w:t>482.8820</w:t>
      </w:r>
      <w:r>
        <w:tab/>
        <w:t>4.051e0</w:t>
      </w:r>
    </w:p>
    <w:p w:rsidR="005B0461" w:rsidRDefault="005B0461" w:rsidP="005B0461">
      <w:r>
        <w:t>482.8923</w:t>
      </w:r>
      <w:r>
        <w:tab/>
        <w:t>1.013e0</w:t>
      </w:r>
    </w:p>
    <w:p w:rsidR="005B0461" w:rsidRDefault="005B0461" w:rsidP="005B0461">
      <w:r>
        <w:t>482.8988</w:t>
      </w:r>
      <w:r>
        <w:tab/>
        <w:t>2.025e0</w:t>
      </w:r>
    </w:p>
    <w:p w:rsidR="005B0461" w:rsidRDefault="005B0461" w:rsidP="005B0461">
      <w:r>
        <w:t>482.9679</w:t>
      </w:r>
      <w:r>
        <w:tab/>
        <w:t>1.013e0</w:t>
      </w:r>
    </w:p>
    <w:p w:rsidR="005B0461" w:rsidRDefault="005B0461" w:rsidP="005B0461">
      <w:r>
        <w:t>483.0312</w:t>
      </w:r>
      <w:r>
        <w:tab/>
        <w:t>1.643e0</w:t>
      </w:r>
    </w:p>
    <w:p w:rsidR="005B0461" w:rsidRDefault="005B0461" w:rsidP="005B0461">
      <w:r>
        <w:t>483.0416</w:t>
      </w:r>
      <w:r>
        <w:tab/>
        <w:t>3.544e0</w:t>
      </w:r>
    </w:p>
    <w:p w:rsidR="005B0461" w:rsidRDefault="005B0461" w:rsidP="005B0461">
      <w:r>
        <w:lastRenderedPageBreak/>
        <w:t>483.1439</w:t>
      </w:r>
      <w:r>
        <w:tab/>
        <w:t>1.632e0</w:t>
      </w:r>
    </w:p>
    <w:p w:rsidR="005B0461" w:rsidRDefault="005B0461" w:rsidP="005B0461">
      <w:r>
        <w:t>483.1949</w:t>
      </w:r>
      <w:r>
        <w:tab/>
        <w:t>1.013e0</w:t>
      </w:r>
    </w:p>
    <w:p w:rsidR="005B0461" w:rsidRDefault="005B0461" w:rsidP="005B0461">
      <w:r>
        <w:t>483.2016</w:t>
      </w:r>
      <w:r>
        <w:tab/>
        <w:t>4.024e0</w:t>
      </w:r>
    </w:p>
    <w:p w:rsidR="005B0461" w:rsidRDefault="005B0461" w:rsidP="005B0461">
      <w:r>
        <w:t>483.2404</w:t>
      </w:r>
      <w:r>
        <w:tab/>
        <w:t>1.695e0</w:t>
      </w:r>
    </w:p>
    <w:p w:rsidR="005B0461" w:rsidRDefault="005B0461" w:rsidP="005B0461">
      <w:r>
        <w:t>483.2481</w:t>
      </w:r>
      <w:r>
        <w:tab/>
        <w:t>4.706e0</w:t>
      </w:r>
    </w:p>
    <w:p w:rsidR="005B0461" w:rsidRDefault="005B0461" w:rsidP="005B0461">
      <w:r>
        <w:t>483.3069</w:t>
      </w:r>
      <w:r>
        <w:tab/>
        <w:t>3.146e0</w:t>
      </w:r>
    </w:p>
    <w:p w:rsidR="005B0461" w:rsidRDefault="005B0461" w:rsidP="005B0461">
      <w:r>
        <w:t>483.3189</w:t>
      </w:r>
      <w:r>
        <w:tab/>
        <w:t>1.774e0</w:t>
      </w:r>
    </w:p>
    <w:p w:rsidR="005B0461" w:rsidRDefault="005B0461" w:rsidP="005B0461">
      <w:r>
        <w:t>483.3264</w:t>
      </w:r>
      <w:r>
        <w:tab/>
        <w:t>2.770e0</w:t>
      </w:r>
    </w:p>
    <w:p w:rsidR="005B0461" w:rsidRDefault="005B0461" w:rsidP="005B0461">
      <w:r>
        <w:t>483.4121</w:t>
      </w:r>
      <w:r>
        <w:tab/>
        <w:t>3.038e0</w:t>
      </w:r>
    </w:p>
    <w:p w:rsidR="005B0461" w:rsidRDefault="005B0461" w:rsidP="005B0461">
      <w:r>
        <w:t>483.4174</w:t>
      </w:r>
      <w:r>
        <w:tab/>
        <w:t>2.025e0</w:t>
      </w:r>
    </w:p>
    <w:p w:rsidR="005B0461" w:rsidRDefault="005B0461" w:rsidP="005B0461">
      <w:r>
        <w:t>483.4198</w:t>
      </w:r>
      <w:r>
        <w:tab/>
        <w:t>3.038e0</w:t>
      </w:r>
    </w:p>
    <w:p w:rsidR="005B0461" w:rsidRDefault="005B0461" w:rsidP="005B0461">
      <w:r>
        <w:t>483.4455</w:t>
      </w:r>
      <w:r>
        <w:tab/>
        <w:t>4.051e0</w:t>
      </w:r>
    </w:p>
    <w:p w:rsidR="005B0461" w:rsidRDefault="005B0461" w:rsidP="005B0461">
      <w:r>
        <w:t>483.5083</w:t>
      </w:r>
      <w:r>
        <w:tab/>
        <w:t>5.063e0</w:t>
      </w:r>
    </w:p>
    <w:p w:rsidR="005B0461" w:rsidRDefault="005B0461" w:rsidP="005B0461">
      <w:r>
        <w:t>483.5167</w:t>
      </w:r>
      <w:r>
        <w:tab/>
        <w:t>3.038e0</w:t>
      </w:r>
    </w:p>
    <w:p w:rsidR="005B0461" w:rsidRDefault="005B0461" w:rsidP="005B0461">
      <w:r>
        <w:t>483.5345</w:t>
      </w:r>
      <w:r>
        <w:tab/>
        <w:t>2.674e0</w:t>
      </w:r>
    </w:p>
    <w:p w:rsidR="005B0461" w:rsidRDefault="005B0461" w:rsidP="005B0461">
      <w:r>
        <w:t>483.5543</w:t>
      </w:r>
      <w:r>
        <w:tab/>
        <w:t>3.038e0</w:t>
      </w:r>
    </w:p>
    <w:p w:rsidR="005B0461" w:rsidRDefault="005B0461" w:rsidP="005B0461">
      <w:r>
        <w:t>483.6070</w:t>
      </w:r>
      <w:r>
        <w:tab/>
        <w:t>2.025e0</w:t>
      </w:r>
    </w:p>
    <w:p w:rsidR="005B0461" w:rsidRDefault="005B0461" w:rsidP="005B0461">
      <w:r>
        <w:t>483.6238</w:t>
      </w:r>
      <w:r>
        <w:tab/>
        <w:t>1.013e0</w:t>
      </w:r>
    </w:p>
    <w:p w:rsidR="005B0461" w:rsidRDefault="005B0461" w:rsidP="005B0461">
      <w:r>
        <w:t>483.6279</w:t>
      </w:r>
      <w:r>
        <w:tab/>
        <w:t>1.013e0</w:t>
      </w:r>
    </w:p>
    <w:p w:rsidR="005B0461" w:rsidRDefault="005B0461" w:rsidP="005B0461">
      <w:r>
        <w:lastRenderedPageBreak/>
        <w:t>483.6491</w:t>
      </w:r>
      <w:r>
        <w:tab/>
        <w:t>1.013e0</w:t>
      </w:r>
    </w:p>
    <w:p w:rsidR="005B0461" w:rsidRDefault="005B0461" w:rsidP="005B0461">
      <w:r>
        <w:t>483.6859</w:t>
      </w:r>
      <w:r>
        <w:tab/>
        <w:t>1.013e0</w:t>
      </w:r>
    </w:p>
    <w:p w:rsidR="005B0461" w:rsidRDefault="005B0461" w:rsidP="005B0461">
      <w:r>
        <w:t>483.6952</w:t>
      </w:r>
      <w:r>
        <w:tab/>
        <w:t>2.025e0</w:t>
      </w:r>
    </w:p>
    <w:p w:rsidR="005B0461" w:rsidRDefault="005B0461" w:rsidP="005B0461">
      <w:r>
        <w:t>483.7041</w:t>
      </w:r>
      <w:r>
        <w:tab/>
        <w:t>2.025e0</w:t>
      </w:r>
    </w:p>
    <w:p w:rsidR="005B0461" w:rsidRDefault="005B0461" w:rsidP="005B0461">
      <w:r>
        <w:t>483.7332</w:t>
      </w:r>
      <w:r>
        <w:tab/>
        <w:t>1.013e0</w:t>
      </w:r>
    </w:p>
    <w:p w:rsidR="005B0461" w:rsidRDefault="005B0461" w:rsidP="005B0461">
      <w:r>
        <w:t>483.7669</w:t>
      </w:r>
      <w:r>
        <w:tab/>
        <w:t>1.013e0</w:t>
      </w:r>
    </w:p>
    <w:p w:rsidR="005B0461" w:rsidRDefault="005B0461" w:rsidP="005B0461">
      <w:r>
        <w:t>483.7921</w:t>
      </w:r>
      <w:r>
        <w:tab/>
        <w:t>1.013e0</w:t>
      </w:r>
    </w:p>
    <w:p w:rsidR="005B0461" w:rsidRDefault="005B0461" w:rsidP="005B0461">
      <w:r>
        <w:t>483.8004</w:t>
      </w:r>
      <w:r>
        <w:tab/>
        <w:t>2.025e0</w:t>
      </w:r>
    </w:p>
    <w:p w:rsidR="005B0461" w:rsidRDefault="005B0461" w:rsidP="005B0461">
      <w:r>
        <w:t>483.8293</w:t>
      </w:r>
      <w:r>
        <w:tab/>
        <w:t>2.025e0</w:t>
      </w:r>
    </w:p>
    <w:p w:rsidR="005B0461" w:rsidRDefault="005B0461" w:rsidP="005B0461">
      <w:r>
        <w:t>483.8565</w:t>
      </w:r>
      <w:r>
        <w:tab/>
        <w:t>1.013e0</w:t>
      </w:r>
    </w:p>
    <w:p w:rsidR="005B0461" w:rsidRDefault="005B0461" w:rsidP="005B0461">
      <w:r>
        <w:t>483.9031</w:t>
      </w:r>
      <w:r>
        <w:tab/>
        <w:t>3.038e0</w:t>
      </w:r>
    </w:p>
    <w:p w:rsidR="005B0461" w:rsidRDefault="005B0461" w:rsidP="005B0461">
      <w:r>
        <w:t>483.9100</w:t>
      </w:r>
      <w:r>
        <w:tab/>
        <w:t>1.013e0</w:t>
      </w:r>
    </w:p>
    <w:p w:rsidR="005B0461" w:rsidRDefault="005B0461" w:rsidP="005B0461">
      <w:r>
        <w:t>483.9173</w:t>
      </w:r>
      <w:r>
        <w:tab/>
        <w:t>2.025e0</w:t>
      </w:r>
    </w:p>
    <w:p w:rsidR="005B0461" w:rsidRDefault="005B0461" w:rsidP="005B0461">
      <w:r>
        <w:t>483.9524</w:t>
      </w:r>
      <w:r>
        <w:tab/>
        <w:t>2.025e0</w:t>
      </w:r>
    </w:p>
    <w:p w:rsidR="005B0461" w:rsidRDefault="005B0461" w:rsidP="005B0461">
      <w:r>
        <w:t>483.9733</w:t>
      </w:r>
      <w:r>
        <w:tab/>
        <w:t>3.038e0</w:t>
      </w:r>
    </w:p>
    <w:p w:rsidR="005B0461" w:rsidRDefault="005B0461" w:rsidP="005B0461">
      <w:r>
        <w:t>483.9942</w:t>
      </w:r>
      <w:r>
        <w:tab/>
        <w:t>2.025e0</w:t>
      </w:r>
    </w:p>
    <w:p w:rsidR="005B0461" w:rsidRDefault="005B0461" w:rsidP="005B0461">
      <w:r>
        <w:t>484.0277</w:t>
      </w:r>
      <w:r>
        <w:tab/>
        <w:t>2.917e0</w:t>
      </w:r>
    </w:p>
    <w:p w:rsidR="005B0461" w:rsidRDefault="005B0461" w:rsidP="005B0461">
      <w:r>
        <w:t>484.0423</w:t>
      </w:r>
      <w:r>
        <w:tab/>
        <w:t>9.307e0</w:t>
      </w:r>
    </w:p>
    <w:p w:rsidR="005B0461" w:rsidRDefault="005B0461" w:rsidP="005B0461">
      <w:r>
        <w:t>484.1307</w:t>
      </w:r>
      <w:r>
        <w:tab/>
        <w:t>3.345e0</w:t>
      </w:r>
    </w:p>
    <w:p w:rsidR="005B0461" w:rsidRDefault="005B0461" w:rsidP="005B0461">
      <w:r>
        <w:lastRenderedPageBreak/>
        <w:t>484.1631</w:t>
      </w:r>
      <w:r>
        <w:tab/>
        <w:t>4.925e0</w:t>
      </w:r>
    </w:p>
    <w:p w:rsidR="005B0461" w:rsidRDefault="005B0461" w:rsidP="005B0461">
      <w:r>
        <w:t>484.1645</w:t>
      </w:r>
      <w:r>
        <w:tab/>
        <w:t>7.808e0</w:t>
      </w:r>
    </w:p>
    <w:p w:rsidR="005B0461" w:rsidRDefault="005B0461" w:rsidP="005B0461">
      <w:r>
        <w:t>484.1707</w:t>
      </w:r>
      <w:r>
        <w:tab/>
        <w:t>1.347e1</w:t>
      </w:r>
    </w:p>
    <w:p w:rsidR="005B0461" w:rsidRDefault="005B0461" w:rsidP="005B0461">
      <w:r>
        <w:t>484.1823</w:t>
      </w:r>
      <w:r>
        <w:tab/>
        <w:t>6.989e0</w:t>
      </w:r>
    </w:p>
    <w:p w:rsidR="005B0461" w:rsidRDefault="005B0461" w:rsidP="005B0461">
      <w:r>
        <w:t>484.2084</w:t>
      </w:r>
      <w:r>
        <w:tab/>
        <w:t>3.976e0</w:t>
      </w:r>
    </w:p>
    <w:p w:rsidR="005B0461" w:rsidRDefault="005B0461" w:rsidP="005B0461">
      <w:r>
        <w:t>484.2297</w:t>
      </w:r>
      <w:r>
        <w:tab/>
        <w:t>2.664e0</w:t>
      </w:r>
    </w:p>
    <w:p w:rsidR="005B0461" w:rsidRDefault="005B0461" w:rsidP="005B0461">
      <w:r>
        <w:t>484.2956</w:t>
      </w:r>
      <w:r>
        <w:tab/>
        <w:t>2.726e0</w:t>
      </w:r>
    </w:p>
    <w:p w:rsidR="005B0461" w:rsidRDefault="005B0461" w:rsidP="005B0461">
      <w:r>
        <w:t>484.3174</w:t>
      </w:r>
      <w:r>
        <w:tab/>
        <w:t>1.851e0</w:t>
      </w:r>
    </w:p>
    <w:p w:rsidR="005B0461" w:rsidRDefault="005B0461" w:rsidP="005B0461">
      <w:r>
        <w:t>484.3474</w:t>
      </w:r>
      <w:r>
        <w:tab/>
        <w:t>1.869e0</w:t>
      </w:r>
    </w:p>
    <w:p w:rsidR="005B0461" w:rsidRDefault="005B0461" w:rsidP="005B0461">
      <w:r>
        <w:t>484.3901</w:t>
      </w:r>
      <w:r>
        <w:tab/>
        <w:t>1.013e0</w:t>
      </w:r>
    </w:p>
    <w:p w:rsidR="005B0461" w:rsidRDefault="005B0461" w:rsidP="005B0461">
      <w:r>
        <w:t>484.3980</w:t>
      </w:r>
      <w:r>
        <w:tab/>
        <w:t>3.038e0</w:t>
      </w:r>
    </w:p>
    <w:p w:rsidR="005B0461" w:rsidRDefault="005B0461" w:rsidP="005B0461">
      <w:r>
        <w:t>484.4081</w:t>
      </w:r>
      <w:r>
        <w:tab/>
        <w:t>4.051e0</w:t>
      </w:r>
    </w:p>
    <w:p w:rsidR="005B0461" w:rsidRDefault="005B0461" w:rsidP="005B0461">
      <w:r>
        <w:t>484.4341</w:t>
      </w:r>
      <w:r>
        <w:tab/>
        <w:t>4.051e0</w:t>
      </w:r>
    </w:p>
    <w:p w:rsidR="005B0461" w:rsidRDefault="005B0461" w:rsidP="005B0461">
      <w:r>
        <w:t>484.4815</w:t>
      </w:r>
      <w:r>
        <w:tab/>
        <w:t>4.051e0</w:t>
      </w:r>
    </w:p>
    <w:p w:rsidR="005B0461" w:rsidRDefault="005B0461" w:rsidP="005B0461">
      <w:r>
        <w:t>484.4997</w:t>
      </w:r>
      <w:r>
        <w:tab/>
        <w:t>1.013e0</w:t>
      </w:r>
    </w:p>
    <w:p w:rsidR="005B0461" w:rsidRDefault="005B0461" w:rsidP="005B0461">
      <w:r>
        <w:t>484.5062</w:t>
      </w:r>
      <w:r>
        <w:tab/>
        <w:t>1.013e0</w:t>
      </w:r>
    </w:p>
    <w:p w:rsidR="005B0461" w:rsidRDefault="005B0461" w:rsidP="005B0461">
      <w:r>
        <w:t>484.5151</w:t>
      </w:r>
      <w:r>
        <w:tab/>
        <w:t>4.051e0</w:t>
      </w:r>
    </w:p>
    <w:p w:rsidR="005B0461" w:rsidRDefault="005B0461" w:rsidP="005B0461">
      <w:r>
        <w:t>484.5503</w:t>
      </w:r>
      <w:r>
        <w:tab/>
        <w:t>2.025e0</w:t>
      </w:r>
    </w:p>
    <w:p w:rsidR="005B0461" w:rsidRDefault="005B0461" w:rsidP="005B0461">
      <w:r>
        <w:t>484.6048</w:t>
      </w:r>
      <w:r>
        <w:tab/>
        <w:t>2.025e0</w:t>
      </w:r>
    </w:p>
    <w:p w:rsidR="005B0461" w:rsidRDefault="005B0461" w:rsidP="005B0461">
      <w:r>
        <w:lastRenderedPageBreak/>
        <w:t>484.6222</w:t>
      </w:r>
      <w:r>
        <w:tab/>
        <w:t>1.013e0</w:t>
      </w:r>
    </w:p>
    <w:p w:rsidR="005B0461" w:rsidRDefault="005B0461" w:rsidP="005B0461">
      <w:r>
        <w:t>484.6308</w:t>
      </w:r>
      <w:r>
        <w:tab/>
        <w:t>2.025e0</w:t>
      </w:r>
    </w:p>
    <w:p w:rsidR="005B0461" w:rsidRDefault="005B0461" w:rsidP="005B0461">
      <w:r>
        <w:t>484.6803</w:t>
      </w:r>
      <w:r>
        <w:tab/>
        <w:t>1.013e0</w:t>
      </w:r>
    </w:p>
    <w:p w:rsidR="005B0461" w:rsidRDefault="005B0461" w:rsidP="005B0461">
      <w:r>
        <w:t>484.7474</w:t>
      </w:r>
      <w:r>
        <w:tab/>
        <w:t>2.025e0</w:t>
      </w:r>
    </w:p>
    <w:p w:rsidR="005B0461" w:rsidRDefault="005B0461" w:rsidP="005B0461">
      <w:r>
        <w:t>484.7815</w:t>
      </w:r>
      <w:r>
        <w:tab/>
        <w:t>2.025e0</w:t>
      </w:r>
    </w:p>
    <w:p w:rsidR="005B0461" w:rsidRDefault="005B0461" w:rsidP="005B0461">
      <w:r>
        <w:t>484.8369</w:t>
      </w:r>
      <w:r>
        <w:tab/>
        <w:t>1.013e0</w:t>
      </w:r>
    </w:p>
    <w:p w:rsidR="005B0461" w:rsidRDefault="005B0461" w:rsidP="005B0461">
      <w:r>
        <w:t>484.8636</w:t>
      </w:r>
      <w:r>
        <w:tab/>
        <w:t>3.038e0</w:t>
      </w:r>
    </w:p>
    <w:p w:rsidR="005B0461" w:rsidRDefault="005B0461" w:rsidP="005B0461">
      <w:r>
        <w:t>484.8725</w:t>
      </w:r>
      <w:r>
        <w:tab/>
        <w:t>1.013e0</w:t>
      </w:r>
    </w:p>
    <w:p w:rsidR="005B0461" w:rsidRDefault="005B0461" w:rsidP="005B0461">
      <w:r>
        <w:t>484.8799</w:t>
      </w:r>
      <w:r>
        <w:tab/>
        <w:t>2.025e0</w:t>
      </w:r>
    </w:p>
    <w:p w:rsidR="005B0461" w:rsidRDefault="005B0461" w:rsidP="005B0461">
      <w:r>
        <w:t>484.9213</w:t>
      </w:r>
      <w:r>
        <w:tab/>
        <w:t>1.013e0</w:t>
      </w:r>
    </w:p>
    <w:p w:rsidR="005B0461" w:rsidRDefault="005B0461" w:rsidP="005B0461">
      <w:r>
        <w:t>484.9440</w:t>
      </w:r>
      <w:r>
        <w:tab/>
        <w:t>3.038e0</w:t>
      </w:r>
    </w:p>
    <w:p w:rsidR="005B0461" w:rsidRDefault="005B0461" w:rsidP="005B0461">
      <w:r>
        <w:t>484.9635</w:t>
      </w:r>
      <w:r>
        <w:tab/>
        <w:t>1.013e0</w:t>
      </w:r>
    </w:p>
    <w:p w:rsidR="005B0461" w:rsidRDefault="005B0461" w:rsidP="005B0461">
      <w:r>
        <w:t>484.9852</w:t>
      </w:r>
      <w:r>
        <w:tab/>
        <w:t>1.013e0</w:t>
      </w:r>
    </w:p>
    <w:p w:rsidR="005B0461" w:rsidRDefault="005B0461" w:rsidP="005B0461">
      <w:r>
        <w:t>484.9888</w:t>
      </w:r>
      <w:r>
        <w:tab/>
        <w:t>1.013e0</w:t>
      </w:r>
    </w:p>
    <w:p w:rsidR="005B0461" w:rsidRDefault="005B0461" w:rsidP="005B0461">
      <w:r>
        <w:t>485.0020</w:t>
      </w:r>
      <w:r>
        <w:tab/>
        <w:t>2.835e0</w:t>
      </w:r>
    </w:p>
    <w:p w:rsidR="005B0461" w:rsidRDefault="005B0461" w:rsidP="005B0461">
      <w:r>
        <w:t>485.0266</w:t>
      </w:r>
      <w:r>
        <w:tab/>
        <w:t>2.375e0</w:t>
      </w:r>
    </w:p>
    <w:p w:rsidR="005B0461" w:rsidRDefault="005B0461" w:rsidP="005B0461">
      <w:r>
        <w:t>485.0939</w:t>
      </w:r>
      <w:r>
        <w:tab/>
        <w:t>7.298e0</w:t>
      </w:r>
    </w:p>
    <w:p w:rsidR="005B0461" w:rsidRDefault="005B0461" w:rsidP="005B0461">
      <w:r>
        <w:t>485.1120</w:t>
      </w:r>
      <w:r>
        <w:tab/>
        <w:t>2.159e1</w:t>
      </w:r>
    </w:p>
    <w:p w:rsidR="005B0461" w:rsidRDefault="005B0461" w:rsidP="005B0461">
      <w:r>
        <w:t>485.1137</w:t>
      </w:r>
      <w:r>
        <w:tab/>
        <w:t>2.042e1</w:t>
      </w:r>
    </w:p>
    <w:p w:rsidR="005B0461" w:rsidRDefault="005B0461" w:rsidP="005B0461">
      <w:r>
        <w:lastRenderedPageBreak/>
        <w:t>485.1522</w:t>
      </w:r>
      <w:r>
        <w:tab/>
        <w:t>2.062e1</w:t>
      </w:r>
    </w:p>
    <w:p w:rsidR="005B0461" w:rsidRDefault="005B0461" w:rsidP="005B0461">
      <w:r>
        <w:t>485.1778</w:t>
      </w:r>
      <w:r>
        <w:tab/>
        <w:t>7.013e0</w:t>
      </w:r>
    </w:p>
    <w:p w:rsidR="005B0461" w:rsidRDefault="005B0461" w:rsidP="005B0461">
      <w:r>
        <w:t>485.1837</w:t>
      </w:r>
      <w:r>
        <w:tab/>
        <w:t>4.790e0</w:t>
      </w:r>
    </w:p>
    <w:p w:rsidR="005B0461" w:rsidRDefault="005B0461" w:rsidP="005B0461">
      <w:r>
        <w:t>485.2534</w:t>
      </w:r>
      <w:r>
        <w:tab/>
        <w:t>1.974e0</w:t>
      </w:r>
    </w:p>
    <w:p w:rsidR="005B0461" w:rsidRDefault="005B0461" w:rsidP="005B0461">
      <w:r>
        <w:t>485.2576</w:t>
      </w:r>
      <w:r>
        <w:tab/>
        <w:t>5.115e0</w:t>
      </w:r>
    </w:p>
    <w:p w:rsidR="005B0461" w:rsidRDefault="005B0461" w:rsidP="005B0461">
      <w:r>
        <w:t>485.3082</w:t>
      </w:r>
      <w:r>
        <w:tab/>
        <w:t>3.763e0</w:t>
      </w:r>
    </w:p>
    <w:p w:rsidR="005B0461" w:rsidRDefault="005B0461" w:rsidP="005B0461">
      <w:r>
        <w:t>485.3583</w:t>
      </w:r>
      <w:r>
        <w:tab/>
        <w:t>5.063e0</w:t>
      </w:r>
    </w:p>
    <w:p w:rsidR="005B0461" w:rsidRDefault="005B0461" w:rsidP="005B0461">
      <w:r>
        <w:t>485.3720</w:t>
      </w:r>
      <w:r>
        <w:tab/>
        <w:t>2.944e0</w:t>
      </w:r>
    </w:p>
    <w:p w:rsidR="005B0461" w:rsidRDefault="005B0461" w:rsidP="005B0461">
      <w:r>
        <w:t>485.3880</w:t>
      </w:r>
      <w:r>
        <w:tab/>
        <w:t>1.013e0</w:t>
      </w:r>
    </w:p>
    <w:p w:rsidR="005B0461" w:rsidRDefault="005B0461" w:rsidP="005B0461">
      <w:r>
        <w:t>485.3903</w:t>
      </w:r>
      <w:r>
        <w:tab/>
        <w:t>2.025e0</w:t>
      </w:r>
    </w:p>
    <w:p w:rsidR="005B0461" w:rsidRDefault="005B0461" w:rsidP="005B0461">
      <w:r>
        <w:t>485.4244</w:t>
      </w:r>
      <w:r>
        <w:tab/>
        <w:t>2.025e0</w:t>
      </w:r>
    </w:p>
    <w:p w:rsidR="005B0461" w:rsidRDefault="005B0461" w:rsidP="005B0461">
      <w:r>
        <w:t>485.4868</w:t>
      </w:r>
      <w:r>
        <w:tab/>
        <w:t>1.013e0</w:t>
      </w:r>
    </w:p>
    <w:p w:rsidR="005B0461" w:rsidRDefault="005B0461" w:rsidP="005B0461">
      <w:r>
        <w:t>485.5115</w:t>
      </w:r>
      <w:r>
        <w:tab/>
        <w:t>2.025e0</w:t>
      </w:r>
    </w:p>
    <w:p w:rsidR="005B0461" w:rsidRDefault="005B0461" w:rsidP="005B0461">
      <w:r>
        <w:t>485.5190</w:t>
      </w:r>
      <w:r>
        <w:tab/>
        <w:t>1.013e0</w:t>
      </w:r>
    </w:p>
    <w:p w:rsidR="005B0461" w:rsidRDefault="005B0461" w:rsidP="005B0461">
      <w:r>
        <w:t>485.5222</w:t>
      </w:r>
      <w:r>
        <w:tab/>
        <w:t>1.013e0</w:t>
      </w:r>
    </w:p>
    <w:p w:rsidR="005B0461" w:rsidRDefault="005B0461" w:rsidP="005B0461">
      <w:r>
        <w:t>485.5712</w:t>
      </w:r>
      <w:r>
        <w:tab/>
        <w:t>1.013e0</w:t>
      </w:r>
    </w:p>
    <w:p w:rsidR="005B0461" w:rsidRDefault="005B0461" w:rsidP="005B0461">
      <w:r>
        <w:t>485.5871</w:t>
      </w:r>
      <w:r>
        <w:tab/>
        <w:t>3.038e0</w:t>
      </w:r>
    </w:p>
    <w:p w:rsidR="005B0461" w:rsidRDefault="005B0461" w:rsidP="005B0461">
      <w:r>
        <w:t>485.6219</w:t>
      </w:r>
      <w:r>
        <w:tab/>
        <w:t>1.013e0</w:t>
      </w:r>
    </w:p>
    <w:p w:rsidR="005B0461" w:rsidRDefault="005B0461" w:rsidP="005B0461">
      <w:r>
        <w:t>485.6303</w:t>
      </w:r>
      <w:r>
        <w:tab/>
        <w:t>1.013e0</w:t>
      </w:r>
    </w:p>
    <w:p w:rsidR="005B0461" w:rsidRDefault="005B0461" w:rsidP="005B0461">
      <w:r>
        <w:lastRenderedPageBreak/>
        <w:t>485.6330</w:t>
      </w:r>
      <w:r>
        <w:tab/>
        <w:t>3.038e0</w:t>
      </w:r>
    </w:p>
    <w:p w:rsidR="005B0461" w:rsidRDefault="005B0461" w:rsidP="005B0461">
      <w:r>
        <w:t>485.6405</w:t>
      </w:r>
      <w:r>
        <w:tab/>
        <w:t>2.004e0</w:t>
      </w:r>
    </w:p>
    <w:p w:rsidR="005B0461" w:rsidRDefault="005B0461" w:rsidP="005B0461">
      <w:r>
        <w:t>485.6641</w:t>
      </w:r>
      <w:r>
        <w:tab/>
        <w:t>1.013e0</w:t>
      </w:r>
    </w:p>
    <w:p w:rsidR="005B0461" w:rsidRDefault="005B0461" w:rsidP="005B0461">
      <w:r>
        <w:t>485.6895</w:t>
      </w:r>
      <w:r>
        <w:tab/>
        <w:t>1.013e0</w:t>
      </w:r>
    </w:p>
    <w:p w:rsidR="005B0461" w:rsidRDefault="005B0461" w:rsidP="005B0461">
      <w:r>
        <w:t>485.7706</w:t>
      </w:r>
      <w:r>
        <w:tab/>
        <w:t>4.364e0</w:t>
      </w:r>
    </w:p>
    <w:p w:rsidR="005B0461" w:rsidRDefault="005B0461" w:rsidP="005B0461">
      <w:r>
        <w:t>485.7768</w:t>
      </w:r>
      <w:r>
        <w:tab/>
        <w:t>3.038e0</w:t>
      </w:r>
    </w:p>
    <w:p w:rsidR="005B0461" w:rsidRDefault="005B0461" w:rsidP="005B0461">
      <w:r>
        <w:t>485.8162</w:t>
      </w:r>
      <w:r>
        <w:tab/>
        <w:t>1.013e0</w:t>
      </w:r>
    </w:p>
    <w:p w:rsidR="005B0461" w:rsidRDefault="005B0461" w:rsidP="005B0461">
      <w:r>
        <w:t>485.8427</w:t>
      </w:r>
      <w:r>
        <w:tab/>
        <w:t>2.025e0</w:t>
      </w:r>
    </w:p>
    <w:p w:rsidR="005B0461" w:rsidRDefault="005B0461" w:rsidP="005B0461">
      <w:r>
        <w:t>485.8482</w:t>
      </w:r>
      <w:r>
        <w:tab/>
        <w:t>3.038e0</w:t>
      </w:r>
    </w:p>
    <w:p w:rsidR="005B0461" w:rsidRDefault="005B0461" w:rsidP="005B0461">
      <w:r>
        <w:t>485.8787</w:t>
      </w:r>
      <w:r>
        <w:tab/>
        <w:t>3.038e0</w:t>
      </w:r>
    </w:p>
    <w:p w:rsidR="005B0461" w:rsidRDefault="005B0461" w:rsidP="005B0461">
      <w:r>
        <w:t>485.8999</w:t>
      </w:r>
      <w:r>
        <w:tab/>
        <w:t>3.997e0</w:t>
      </w:r>
    </w:p>
    <w:p w:rsidR="005B0461" w:rsidRDefault="005B0461" w:rsidP="005B0461">
      <w:r>
        <w:t>485.9048</w:t>
      </w:r>
      <w:r>
        <w:tab/>
        <w:t>4.768e0</w:t>
      </w:r>
    </w:p>
    <w:p w:rsidR="005B0461" w:rsidRDefault="005B0461" w:rsidP="005B0461">
      <w:r>
        <w:t>485.9565</w:t>
      </w:r>
      <w:r>
        <w:tab/>
        <w:t>4.051e0</w:t>
      </w:r>
    </w:p>
    <w:p w:rsidR="005B0461" w:rsidRDefault="005B0461" w:rsidP="005B0461">
      <w:r>
        <w:t>485.9652</w:t>
      </w:r>
      <w:r>
        <w:tab/>
        <w:t>3.038e0</w:t>
      </w:r>
    </w:p>
    <w:p w:rsidR="005B0461" w:rsidRDefault="005B0461" w:rsidP="005B0461">
      <w:r>
        <w:t>485.9810</w:t>
      </w:r>
      <w:r>
        <w:tab/>
        <w:t>3.038e0</w:t>
      </w:r>
    </w:p>
    <w:p w:rsidR="005B0461" w:rsidRDefault="005B0461" w:rsidP="005B0461">
      <w:r>
        <w:t>486.0032</w:t>
      </w:r>
      <w:r>
        <w:tab/>
        <w:t>2.942e0</w:t>
      </w:r>
    </w:p>
    <w:p w:rsidR="005B0461" w:rsidRDefault="005B0461" w:rsidP="005B0461">
      <w:r>
        <w:t>486.0906</w:t>
      </w:r>
      <w:r>
        <w:tab/>
        <w:t>3.737e0</w:t>
      </w:r>
    </w:p>
    <w:p w:rsidR="005B0461" w:rsidRDefault="005B0461" w:rsidP="005B0461">
      <w:r>
        <w:t>486.1076</w:t>
      </w:r>
      <w:r>
        <w:tab/>
        <w:t>5.998e0</w:t>
      </w:r>
    </w:p>
    <w:p w:rsidR="005B0461" w:rsidRDefault="005B0461" w:rsidP="005B0461">
      <w:r>
        <w:t>486.1094</w:t>
      </w:r>
      <w:r>
        <w:tab/>
        <w:t>6.664e0</w:t>
      </w:r>
    </w:p>
    <w:p w:rsidR="005B0461" w:rsidRDefault="005B0461" w:rsidP="005B0461">
      <w:r>
        <w:lastRenderedPageBreak/>
        <w:t>486.1535</w:t>
      </w:r>
      <w:r>
        <w:tab/>
        <w:t>8.181e0</w:t>
      </w:r>
    </w:p>
    <w:p w:rsidR="005B0461" w:rsidRDefault="005B0461" w:rsidP="005B0461">
      <w:r>
        <w:t>486.1624</w:t>
      </w:r>
      <w:r>
        <w:tab/>
        <w:t>1.576e1</w:t>
      </w:r>
    </w:p>
    <w:p w:rsidR="005B0461" w:rsidRDefault="005B0461" w:rsidP="005B0461">
      <w:r>
        <w:t>486.1647</w:t>
      </w:r>
      <w:r>
        <w:tab/>
        <w:t>2.793e1</w:t>
      </w:r>
    </w:p>
    <w:p w:rsidR="005B0461" w:rsidRDefault="005B0461" w:rsidP="005B0461">
      <w:r>
        <w:t>486.2339</w:t>
      </w:r>
      <w:r>
        <w:tab/>
        <w:t>3.775e0</w:t>
      </w:r>
    </w:p>
    <w:p w:rsidR="005B0461" w:rsidRDefault="005B0461" w:rsidP="005B0461">
      <w:r>
        <w:t>486.2545</w:t>
      </w:r>
      <w:r>
        <w:tab/>
        <w:t>1.912e0</w:t>
      </w:r>
    </w:p>
    <w:p w:rsidR="005B0461" w:rsidRDefault="005B0461" w:rsidP="005B0461">
      <w:r>
        <w:t>486.2639</w:t>
      </w:r>
      <w:r>
        <w:tab/>
        <w:t>7.023e0</w:t>
      </w:r>
    </w:p>
    <w:p w:rsidR="005B0461" w:rsidRDefault="005B0461" w:rsidP="005B0461">
      <w:r>
        <w:t>486.3232</w:t>
      </w:r>
      <w:r>
        <w:tab/>
        <w:t>2.025e0</w:t>
      </w:r>
    </w:p>
    <w:p w:rsidR="005B0461" w:rsidRDefault="005B0461" w:rsidP="005B0461">
      <w:r>
        <w:t>486.3335</w:t>
      </w:r>
      <w:r>
        <w:tab/>
        <w:t>1.831e0</w:t>
      </w:r>
    </w:p>
    <w:p w:rsidR="005B0461" w:rsidRDefault="005B0461" w:rsidP="005B0461">
      <w:r>
        <w:t>486.3387</w:t>
      </w:r>
      <w:r>
        <w:tab/>
        <w:t>7.682e0</w:t>
      </w:r>
    </w:p>
    <w:p w:rsidR="005B0461" w:rsidRDefault="005B0461" w:rsidP="005B0461">
      <w:r>
        <w:t>486.3676</w:t>
      </w:r>
      <w:r>
        <w:tab/>
        <w:t>2.025e0</w:t>
      </w:r>
    </w:p>
    <w:p w:rsidR="005B0461" w:rsidRDefault="005B0461" w:rsidP="005B0461">
      <w:r>
        <w:t>486.3871</w:t>
      </w:r>
      <w:r>
        <w:tab/>
        <w:t>3.038e0</w:t>
      </w:r>
    </w:p>
    <w:p w:rsidR="005B0461" w:rsidRDefault="005B0461" w:rsidP="005B0461">
      <w:r>
        <w:t>486.4170</w:t>
      </w:r>
      <w:r>
        <w:tab/>
        <w:t>2.025e0</w:t>
      </w:r>
    </w:p>
    <w:p w:rsidR="005B0461" w:rsidRDefault="005B0461" w:rsidP="005B0461">
      <w:r>
        <w:t>486.4274</w:t>
      </w:r>
      <w:r>
        <w:tab/>
        <w:t>1.448e1</w:t>
      </w:r>
    </w:p>
    <w:p w:rsidR="005B0461" w:rsidRDefault="005B0461" w:rsidP="005B0461">
      <w:r>
        <w:t>486.4484</w:t>
      </w:r>
      <w:r>
        <w:tab/>
        <w:t>6.076e0</w:t>
      </w:r>
    </w:p>
    <w:p w:rsidR="005B0461" w:rsidRDefault="005B0461" w:rsidP="005B0461">
      <w:r>
        <w:t>486.4588</w:t>
      </w:r>
      <w:r>
        <w:tab/>
        <w:t>1.013e0</w:t>
      </w:r>
    </w:p>
    <w:p w:rsidR="005B0461" w:rsidRDefault="005B0461" w:rsidP="005B0461">
      <w:r>
        <w:t>486.5349</w:t>
      </w:r>
      <w:r>
        <w:tab/>
        <w:t>1.013e0</w:t>
      </w:r>
    </w:p>
    <w:p w:rsidR="005B0461" w:rsidRDefault="005B0461" w:rsidP="005B0461">
      <w:r>
        <w:t>486.5434</w:t>
      </w:r>
      <w:r>
        <w:tab/>
        <w:t>1.013e0</w:t>
      </w:r>
    </w:p>
    <w:p w:rsidR="005B0461" w:rsidRDefault="005B0461" w:rsidP="005B0461">
      <w:r>
        <w:t>486.5928</w:t>
      </w:r>
      <w:r>
        <w:tab/>
        <w:t>2.025e0</w:t>
      </w:r>
    </w:p>
    <w:p w:rsidR="005B0461" w:rsidRDefault="005B0461" w:rsidP="005B0461">
      <w:r>
        <w:t>486.6111</w:t>
      </w:r>
      <w:r>
        <w:tab/>
        <w:t>2.025e0</w:t>
      </w:r>
    </w:p>
    <w:p w:rsidR="005B0461" w:rsidRDefault="005B0461" w:rsidP="005B0461">
      <w:r>
        <w:lastRenderedPageBreak/>
        <w:t>486.6264</w:t>
      </w:r>
      <w:r>
        <w:tab/>
        <w:t>1.013e0</w:t>
      </w:r>
    </w:p>
    <w:p w:rsidR="005B0461" w:rsidRDefault="005B0461" w:rsidP="005B0461">
      <w:r>
        <w:t>486.6449</w:t>
      </w:r>
      <w:r>
        <w:tab/>
        <w:t>1.013e0</w:t>
      </w:r>
    </w:p>
    <w:p w:rsidR="005B0461" w:rsidRDefault="005B0461" w:rsidP="005B0461">
      <w:r>
        <w:t>486.6662</w:t>
      </w:r>
      <w:r>
        <w:tab/>
        <w:t>1.013e0</w:t>
      </w:r>
    </w:p>
    <w:p w:rsidR="005B0461" w:rsidRDefault="005B0461" w:rsidP="005B0461">
      <w:r>
        <w:t>486.6844</w:t>
      </w:r>
      <w:r>
        <w:tab/>
        <w:t>1.013e0</w:t>
      </w:r>
    </w:p>
    <w:p w:rsidR="005B0461" w:rsidRDefault="005B0461" w:rsidP="005B0461">
      <w:r>
        <w:t>486.7296</w:t>
      </w:r>
      <w:r>
        <w:tab/>
        <w:t>1.013e0</w:t>
      </w:r>
    </w:p>
    <w:p w:rsidR="005B0461" w:rsidRDefault="005B0461" w:rsidP="005B0461">
      <w:r>
        <w:t>486.7424</w:t>
      </w:r>
      <w:r>
        <w:tab/>
        <w:t>1.013e0</w:t>
      </w:r>
    </w:p>
    <w:p w:rsidR="005B0461" w:rsidRDefault="005B0461" w:rsidP="005B0461">
      <w:r>
        <w:t>486.7598</w:t>
      </w:r>
      <w:r>
        <w:tab/>
        <w:t>2.025e0</w:t>
      </w:r>
    </w:p>
    <w:p w:rsidR="005B0461" w:rsidRDefault="005B0461" w:rsidP="005B0461">
      <w:r>
        <w:t>486.8311</w:t>
      </w:r>
      <w:r>
        <w:tab/>
        <w:t>1.013e0</w:t>
      </w:r>
    </w:p>
    <w:p w:rsidR="005B0461" w:rsidRDefault="005B0461" w:rsidP="005B0461">
      <w:r>
        <w:t>486.8481</w:t>
      </w:r>
      <w:r>
        <w:tab/>
        <w:t>2.025e0</w:t>
      </w:r>
    </w:p>
    <w:p w:rsidR="005B0461" w:rsidRDefault="005B0461" w:rsidP="005B0461">
      <w:r>
        <w:t>486.9153</w:t>
      </w:r>
      <w:r>
        <w:tab/>
        <w:t>2.025e0</w:t>
      </w:r>
    </w:p>
    <w:p w:rsidR="005B0461" w:rsidRDefault="005B0461" w:rsidP="005B0461">
      <w:r>
        <w:t>486.9497</w:t>
      </w:r>
      <w:r>
        <w:tab/>
        <w:t>1.013e0</w:t>
      </w:r>
    </w:p>
    <w:p w:rsidR="005B0461" w:rsidRDefault="005B0461" w:rsidP="005B0461">
      <w:r>
        <w:t>486.9789</w:t>
      </w:r>
      <w:r>
        <w:tab/>
        <w:t>5.063e0</w:t>
      </w:r>
    </w:p>
    <w:p w:rsidR="005B0461" w:rsidRDefault="005B0461" w:rsidP="005B0461">
      <w:r>
        <w:t>486.9836</w:t>
      </w:r>
      <w:r>
        <w:tab/>
        <w:t>1.013e0</w:t>
      </w:r>
    </w:p>
    <w:p w:rsidR="005B0461" w:rsidRDefault="005B0461" w:rsidP="005B0461">
      <w:r>
        <w:t>487.0263</w:t>
      </w:r>
      <w:r>
        <w:tab/>
        <w:t>1.933e0</w:t>
      </w:r>
    </w:p>
    <w:p w:rsidR="005B0461" w:rsidRDefault="005B0461" w:rsidP="005B0461">
      <w:r>
        <w:t>487.0765</w:t>
      </w:r>
      <w:r>
        <w:tab/>
        <w:t>1.644e0</w:t>
      </w:r>
    </w:p>
    <w:p w:rsidR="005B0461" w:rsidRDefault="005B0461" w:rsidP="005B0461">
      <w:r>
        <w:t>487.1034</w:t>
      </w:r>
      <w:r>
        <w:tab/>
        <w:t>1.243e1</w:t>
      </w:r>
    </w:p>
    <w:p w:rsidR="005B0461" w:rsidRDefault="005B0461" w:rsidP="005B0461">
      <w:r>
        <w:t>487.1105</w:t>
      </w:r>
      <w:r>
        <w:tab/>
        <w:t>1.705e1</w:t>
      </w:r>
    </w:p>
    <w:p w:rsidR="005B0461" w:rsidRDefault="005B0461" w:rsidP="005B0461">
      <w:r>
        <w:t>487.1184</w:t>
      </w:r>
      <w:r>
        <w:tab/>
        <w:t>1.498e1</w:t>
      </w:r>
    </w:p>
    <w:p w:rsidR="005B0461" w:rsidRDefault="005B0461" w:rsidP="005B0461">
      <w:r>
        <w:t>487.1336</w:t>
      </w:r>
      <w:r>
        <w:tab/>
        <w:t>1.046e1</w:t>
      </w:r>
    </w:p>
    <w:p w:rsidR="005B0461" w:rsidRDefault="005B0461" w:rsidP="005B0461">
      <w:r>
        <w:lastRenderedPageBreak/>
        <w:t>487.1552</w:t>
      </w:r>
      <w:r>
        <w:tab/>
        <w:t>3.647e0</w:t>
      </w:r>
    </w:p>
    <w:p w:rsidR="005B0461" w:rsidRDefault="005B0461" w:rsidP="005B0461">
      <w:r>
        <w:t>487.1956</w:t>
      </w:r>
      <w:r>
        <w:tab/>
        <w:t>3.038e0</w:t>
      </w:r>
    </w:p>
    <w:p w:rsidR="005B0461" w:rsidRDefault="005B0461" w:rsidP="005B0461">
      <w:r>
        <w:t>487.1998</w:t>
      </w:r>
      <w:r>
        <w:tab/>
        <w:t>4.024e0</w:t>
      </w:r>
    </w:p>
    <w:p w:rsidR="005B0461" w:rsidRDefault="005B0461" w:rsidP="005B0461">
      <w:r>
        <w:t>487.2371</w:t>
      </w:r>
      <w:r>
        <w:tab/>
        <w:t>1.557e0</w:t>
      </w:r>
    </w:p>
    <w:p w:rsidR="005B0461" w:rsidRDefault="005B0461" w:rsidP="005B0461">
      <w:r>
        <w:t>487.2795</w:t>
      </w:r>
      <w:r>
        <w:tab/>
        <w:t>1.687e0</w:t>
      </w:r>
    </w:p>
    <w:p w:rsidR="005B0461" w:rsidRDefault="005B0461" w:rsidP="005B0461">
      <w:r>
        <w:t>487.2855</w:t>
      </w:r>
      <w:r>
        <w:tab/>
        <w:t>6.235e0</w:t>
      </w:r>
    </w:p>
    <w:p w:rsidR="005B0461" w:rsidRDefault="005B0461" w:rsidP="005B0461">
      <w:r>
        <w:t>487.3327</w:t>
      </w:r>
      <w:r>
        <w:tab/>
        <w:t>3.548e0</w:t>
      </w:r>
    </w:p>
    <w:p w:rsidR="005B0461" w:rsidRDefault="005B0461" w:rsidP="005B0461">
      <w:r>
        <w:t>487.3491</w:t>
      </w:r>
      <w:r>
        <w:tab/>
        <w:t>3.931e0</w:t>
      </w:r>
    </w:p>
    <w:p w:rsidR="005B0461" w:rsidRDefault="005B0461" w:rsidP="005B0461">
      <w:r>
        <w:t>487.3761</w:t>
      </w:r>
      <w:r>
        <w:tab/>
        <w:t>3.038e0</w:t>
      </w:r>
    </w:p>
    <w:p w:rsidR="005B0461" w:rsidRDefault="005B0461" w:rsidP="005B0461">
      <w:r>
        <w:t>487.3819</w:t>
      </w:r>
      <w:r>
        <w:tab/>
        <w:t>3.973e0</w:t>
      </w:r>
    </w:p>
    <w:p w:rsidR="005B0461" w:rsidRDefault="005B0461" w:rsidP="005B0461">
      <w:r>
        <w:t>487.3829</w:t>
      </w:r>
      <w:r>
        <w:tab/>
        <w:t>3.006e0</w:t>
      </w:r>
    </w:p>
    <w:p w:rsidR="005B0461" w:rsidRDefault="005B0461" w:rsidP="005B0461">
      <w:r>
        <w:t>487.4352</w:t>
      </w:r>
      <w:r>
        <w:tab/>
        <w:t>2.025e0</w:t>
      </w:r>
    </w:p>
    <w:p w:rsidR="005B0461" w:rsidRDefault="005B0461" w:rsidP="005B0461">
      <w:r>
        <w:t>487.4687</w:t>
      </w:r>
      <w:r>
        <w:tab/>
        <w:t>1.013e0</w:t>
      </w:r>
    </w:p>
    <w:p w:rsidR="005B0461" w:rsidRDefault="005B0461" w:rsidP="005B0461">
      <w:r>
        <w:t>487.5105</w:t>
      </w:r>
      <w:r>
        <w:tab/>
        <w:t>2.025e0</w:t>
      </w:r>
    </w:p>
    <w:p w:rsidR="005B0461" w:rsidRDefault="005B0461" w:rsidP="005B0461">
      <w:r>
        <w:t>487.5633</w:t>
      </w:r>
      <w:r>
        <w:tab/>
        <w:t>1.013e0</w:t>
      </w:r>
    </w:p>
    <w:p w:rsidR="005B0461" w:rsidRDefault="005B0461" w:rsidP="005B0461">
      <w:r>
        <w:t>487.5767</w:t>
      </w:r>
      <w:r>
        <w:tab/>
        <w:t>1.013e0</w:t>
      </w:r>
    </w:p>
    <w:p w:rsidR="005B0461" w:rsidRDefault="005B0461" w:rsidP="005B0461">
      <w:r>
        <w:t>487.6017</w:t>
      </w:r>
      <w:r>
        <w:tab/>
        <w:t>2.025e0</w:t>
      </w:r>
    </w:p>
    <w:p w:rsidR="005B0461" w:rsidRDefault="005B0461" w:rsidP="005B0461">
      <w:r>
        <w:t>487.6429</w:t>
      </w:r>
      <w:r>
        <w:tab/>
        <w:t>2.025e0</w:t>
      </w:r>
    </w:p>
    <w:p w:rsidR="005B0461" w:rsidRDefault="005B0461" w:rsidP="005B0461">
      <w:r>
        <w:t>487.6631</w:t>
      </w:r>
      <w:r>
        <w:tab/>
        <w:t>2.025e0</w:t>
      </w:r>
    </w:p>
    <w:p w:rsidR="005B0461" w:rsidRDefault="005B0461" w:rsidP="005B0461">
      <w:r>
        <w:lastRenderedPageBreak/>
        <w:t>487.6739</w:t>
      </w:r>
      <w:r>
        <w:tab/>
        <w:t>3.038e0</w:t>
      </w:r>
    </w:p>
    <w:p w:rsidR="005B0461" w:rsidRDefault="005B0461" w:rsidP="005B0461">
      <w:r>
        <w:t>487.6760</w:t>
      </w:r>
      <w:r>
        <w:tab/>
        <w:t>1.013e0</w:t>
      </w:r>
    </w:p>
    <w:p w:rsidR="005B0461" w:rsidRDefault="005B0461" w:rsidP="005B0461">
      <w:r>
        <w:t>487.7039</w:t>
      </w:r>
      <w:r>
        <w:tab/>
        <w:t>1.013e0</w:t>
      </w:r>
    </w:p>
    <w:p w:rsidR="005B0461" w:rsidRDefault="005B0461" w:rsidP="005B0461">
      <w:r>
        <w:t>487.7308</w:t>
      </w:r>
      <w:r>
        <w:tab/>
        <w:t>2.025e0</w:t>
      </w:r>
    </w:p>
    <w:p w:rsidR="005B0461" w:rsidRDefault="005B0461" w:rsidP="005B0461">
      <w:r>
        <w:t>487.7378</w:t>
      </w:r>
      <w:r>
        <w:tab/>
        <w:t>1.013e0</w:t>
      </w:r>
    </w:p>
    <w:p w:rsidR="005B0461" w:rsidRDefault="005B0461" w:rsidP="005B0461">
      <w:r>
        <w:t>487.7921</w:t>
      </w:r>
      <w:r>
        <w:tab/>
        <w:t>1.013e0</w:t>
      </w:r>
    </w:p>
    <w:p w:rsidR="005B0461" w:rsidRDefault="005B0461" w:rsidP="005B0461">
      <w:r>
        <w:t>487.8006</w:t>
      </w:r>
      <w:r>
        <w:tab/>
        <w:t>4.051e0</w:t>
      </w:r>
    </w:p>
    <w:p w:rsidR="005B0461" w:rsidRDefault="005B0461" w:rsidP="005B0461">
      <w:r>
        <w:t>487.8248</w:t>
      </w:r>
      <w:r>
        <w:tab/>
        <w:t>2.025e0</w:t>
      </w:r>
    </w:p>
    <w:p w:rsidR="005B0461" w:rsidRDefault="005B0461" w:rsidP="005B0461">
      <w:r>
        <w:t>487.8501</w:t>
      </w:r>
      <w:r>
        <w:tab/>
        <w:t>1.013e0</w:t>
      </w:r>
    </w:p>
    <w:p w:rsidR="005B0461" w:rsidRDefault="005B0461" w:rsidP="005B0461">
      <w:r>
        <w:t>487.8530</w:t>
      </w:r>
      <w:r>
        <w:tab/>
        <w:t>4.051e0</w:t>
      </w:r>
    </w:p>
    <w:p w:rsidR="005B0461" w:rsidRDefault="005B0461" w:rsidP="005B0461">
      <w:r>
        <w:t>487.9049</w:t>
      </w:r>
      <w:r>
        <w:tab/>
        <w:t>2.025e0</w:t>
      </w:r>
    </w:p>
    <w:p w:rsidR="005B0461" w:rsidRDefault="005B0461" w:rsidP="005B0461">
      <w:r>
        <w:t>487.9073</w:t>
      </w:r>
      <w:r>
        <w:tab/>
        <w:t>3.038e0</w:t>
      </w:r>
    </w:p>
    <w:p w:rsidR="005B0461" w:rsidRDefault="005B0461" w:rsidP="005B0461">
      <w:r>
        <w:t>487.9156</w:t>
      </w:r>
      <w:r>
        <w:tab/>
        <w:t>2.025e0</w:t>
      </w:r>
    </w:p>
    <w:p w:rsidR="005B0461" w:rsidRDefault="005B0461" w:rsidP="005B0461">
      <w:r>
        <w:t>487.9718</w:t>
      </w:r>
      <w:r>
        <w:tab/>
        <w:t>4.051e0</w:t>
      </w:r>
    </w:p>
    <w:p w:rsidR="005B0461" w:rsidRDefault="005B0461" w:rsidP="005B0461">
      <w:r>
        <w:t>488.0157</w:t>
      </w:r>
      <w:r>
        <w:tab/>
        <w:t>3.038e0</w:t>
      </w:r>
    </w:p>
    <w:p w:rsidR="005B0461" w:rsidRDefault="005B0461" w:rsidP="005B0461">
      <w:r>
        <w:t>488.0353</w:t>
      </w:r>
      <w:r>
        <w:tab/>
        <w:t>2.689e0</w:t>
      </w:r>
    </w:p>
    <w:p w:rsidR="005B0461" w:rsidRDefault="005B0461" w:rsidP="005B0461">
      <w:r>
        <w:t>488.0996</w:t>
      </w:r>
      <w:r>
        <w:tab/>
        <w:t>1.025e1</w:t>
      </w:r>
    </w:p>
    <w:p w:rsidR="005B0461" w:rsidRDefault="005B0461" w:rsidP="005B0461">
      <w:r>
        <w:t>488.1143</w:t>
      </w:r>
      <w:r>
        <w:tab/>
        <w:t>1.405e1</w:t>
      </w:r>
    </w:p>
    <w:p w:rsidR="005B0461" w:rsidRDefault="005B0461" w:rsidP="005B0461">
      <w:r>
        <w:t>488.1158</w:t>
      </w:r>
      <w:r>
        <w:tab/>
        <w:t>1.003e1</w:t>
      </w:r>
    </w:p>
    <w:p w:rsidR="005B0461" w:rsidRDefault="005B0461" w:rsidP="005B0461">
      <w:r>
        <w:lastRenderedPageBreak/>
        <w:t>488.1271</w:t>
      </w:r>
      <w:r>
        <w:tab/>
        <w:t>3.687e0</w:t>
      </w:r>
    </w:p>
    <w:p w:rsidR="005B0461" w:rsidRDefault="005B0461" w:rsidP="005B0461">
      <w:r>
        <w:t>488.1986</w:t>
      </w:r>
      <w:r>
        <w:tab/>
        <w:t>2.976e0</w:t>
      </w:r>
    </w:p>
    <w:p w:rsidR="005B0461" w:rsidRDefault="005B0461" w:rsidP="005B0461">
      <w:r>
        <w:t>488.2474</w:t>
      </w:r>
      <w:r>
        <w:tab/>
        <w:t>2.942e0</w:t>
      </w:r>
    </w:p>
    <w:p w:rsidR="005B0461" w:rsidRDefault="005B0461" w:rsidP="005B0461">
      <w:r>
        <w:t>488.2537</w:t>
      </w:r>
      <w:r>
        <w:tab/>
        <w:t>6.483e0</w:t>
      </w:r>
    </w:p>
    <w:p w:rsidR="005B0461" w:rsidRDefault="005B0461" w:rsidP="005B0461">
      <w:r>
        <w:t>488.2844</w:t>
      </w:r>
      <w:r>
        <w:tab/>
        <w:t>4.347e0</w:t>
      </w:r>
    </w:p>
    <w:p w:rsidR="005B0461" w:rsidRDefault="005B0461" w:rsidP="005B0461">
      <w:r>
        <w:t>488.2877</w:t>
      </w:r>
      <w:r>
        <w:tab/>
        <w:t>3.038e0</w:t>
      </w:r>
    </w:p>
    <w:p w:rsidR="005B0461" w:rsidRDefault="005B0461" w:rsidP="005B0461">
      <w:r>
        <w:t>488.3382</w:t>
      </w:r>
      <w:r>
        <w:tab/>
        <w:t>6.037e0</w:t>
      </w:r>
    </w:p>
    <w:p w:rsidR="005B0461" w:rsidRDefault="005B0461" w:rsidP="005B0461">
      <w:r>
        <w:t>488.3567</w:t>
      </w:r>
      <w:r>
        <w:tab/>
        <w:t>4.828e0</w:t>
      </w:r>
    </w:p>
    <w:p w:rsidR="005B0461" w:rsidRDefault="005B0461" w:rsidP="005B0461">
      <w:r>
        <w:t>488.3803</w:t>
      </w:r>
      <w:r>
        <w:tab/>
        <w:t>6.926e0</w:t>
      </w:r>
    </w:p>
    <w:p w:rsidR="005B0461" w:rsidRDefault="005B0461" w:rsidP="005B0461">
      <w:r>
        <w:t>488.3990</w:t>
      </w:r>
      <w:r>
        <w:tab/>
        <w:t>3.038e0</w:t>
      </w:r>
    </w:p>
    <w:p w:rsidR="005B0461" w:rsidRDefault="005B0461" w:rsidP="005B0461">
      <w:r>
        <w:t>488.4388</w:t>
      </w:r>
      <w:r>
        <w:tab/>
        <w:t>1.013e0</w:t>
      </w:r>
    </w:p>
    <w:p w:rsidR="005B0461" w:rsidRDefault="005B0461" w:rsidP="005B0461">
      <w:r>
        <w:t>488.4422</w:t>
      </w:r>
      <w:r>
        <w:tab/>
        <w:t>2.025e0</w:t>
      </w:r>
    </w:p>
    <w:p w:rsidR="005B0461" w:rsidRDefault="005B0461" w:rsidP="005B0461">
      <w:r>
        <w:t>488.4601</w:t>
      </w:r>
      <w:r>
        <w:tab/>
        <w:t>3.038e0</w:t>
      </w:r>
    </w:p>
    <w:p w:rsidR="005B0461" w:rsidRDefault="005B0461" w:rsidP="005B0461">
      <w:r>
        <w:t>488.4756</w:t>
      </w:r>
      <w:r>
        <w:tab/>
        <w:t>1.013e0</w:t>
      </w:r>
    </w:p>
    <w:p w:rsidR="005B0461" w:rsidRDefault="005B0461" w:rsidP="005B0461">
      <w:r>
        <w:t>488.4846</w:t>
      </w:r>
      <w:r>
        <w:tab/>
        <w:t>1.013e0</w:t>
      </w:r>
    </w:p>
    <w:p w:rsidR="005B0461" w:rsidRDefault="005B0461" w:rsidP="005B0461">
      <w:r>
        <w:t>488.5016</w:t>
      </w:r>
      <w:r>
        <w:tab/>
        <w:t>1.013e0</w:t>
      </w:r>
    </w:p>
    <w:p w:rsidR="005B0461" w:rsidRDefault="005B0461" w:rsidP="005B0461">
      <w:r>
        <w:t>488.5151</w:t>
      </w:r>
      <w:r>
        <w:tab/>
        <w:t>1.013e0</w:t>
      </w:r>
    </w:p>
    <w:p w:rsidR="005B0461" w:rsidRDefault="005B0461" w:rsidP="005B0461">
      <w:r>
        <w:t>488.5334</w:t>
      </w:r>
      <w:r>
        <w:tab/>
        <w:t>1.013e0</w:t>
      </w:r>
    </w:p>
    <w:p w:rsidR="005B0461" w:rsidRDefault="005B0461" w:rsidP="005B0461">
      <w:r>
        <w:t>488.5831</w:t>
      </w:r>
      <w:r>
        <w:tab/>
        <w:t>4.051e0</w:t>
      </w:r>
    </w:p>
    <w:p w:rsidR="005B0461" w:rsidRDefault="005B0461" w:rsidP="005B0461">
      <w:r>
        <w:lastRenderedPageBreak/>
        <w:t>488.6715</w:t>
      </w:r>
      <w:r>
        <w:tab/>
        <w:t>1.013e0</w:t>
      </w:r>
    </w:p>
    <w:p w:rsidR="005B0461" w:rsidRDefault="005B0461" w:rsidP="005B0461">
      <w:r>
        <w:t>488.6822</w:t>
      </w:r>
      <w:r>
        <w:tab/>
        <w:t>2.025e0</w:t>
      </w:r>
    </w:p>
    <w:p w:rsidR="005B0461" w:rsidRDefault="005B0461" w:rsidP="005B0461">
      <w:r>
        <w:t>488.7166</w:t>
      </w:r>
      <w:r>
        <w:tab/>
        <w:t>2.025e0</w:t>
      </w:r>
    </w:p>
    <w:p w:rsidR="005B0461" w:rsidRDefault="005B0461" w:rsidP="005B0461">
      <w:r>
        <w:t>488.7735</w:t>
      </w:r>
      <w:r>
        <w:tab/>
        <w:t>1.013e0</w:t>
      </w:r>
    </w:p>
    <w:p w:rsidR="005B0461" w:rsidRDefault="005B0461" w:rsidP="005B0461">
      <w:r>
        <w:t>488.7997</w:t>
      </w:r>
      <w:r>
        <w:tab/>
        <w:t>2.025e0</w:t>
      </w:r>
    </w:p>
    <w:p w:rsidR="005B0461" w:rsidRDefault="005B0461" w:rsidP="005B0461">
      <w:r>
        <w:t>488.8021</w:t>
      </w:r>
      <w:r>
        <w:tab/>
        <w:t>1.013e0</w:t>
      </w:r>
    </w:p>
    <w:p w:rsidR="005B0461" w:rsidRDefault="005B0461" w:rsidP="005B0461">
      <w:r>
        <w:t>488.8244</w:t>
      </w:r>
      <w:r>
        <w:tab/>
        <w:t>1.013e0</w:t>
      </w:r>
    </w:p>
    <w:p w:rsidR="005B0461" w:rsidRDefault="005B0461" w:rsidP="005B0461">
      <w:r>
        <w:t>488.8600</w:t>
      </w:r>
      <w:r>
        <w:tab/>
        <w:t>1.013e0</w:t>
      </w:r>
    </w:p>
    <w:p w:rsidR="005B0461" w:rsidRDefault="005B0461" w:rsidP="005B0461">
      <w:r>
        <w:t>488.8694</w:t>
      </w:r>
      <w:r>
        <w:tab/>
        <w:t>4.051e0</w:t>
      </w:r>
    </w:p>
    <w:p w:rsidR="005B0461" w:rsidRDefault="005B0461" w:rsidP="005B0461">
      <w:r>
        <w:t>488.9027</w:t>
      </w:r>
      <w:r>
        <w:tab/>
        <w:t>2.025e0</w:t>
      </w:r>
    </w:p>
    <w:p w:rsidR="005B0461" w:rsidRDefault="005B0461" w:rsidP="005B0461">
      <w:r>
        <w:t>488.9179</w:t>
      </w:r>
      <w:r>
        <w:tab/>
        <w:t>2.025e0</w:t>
      </w:r>
    </w:p>
    <w:p w:rsidR="005B0461" w:rsidRDefault="005B0461" w:rsidP="005B0461">
      <w:r>
        <w:t>488.9402</w:t>
      </w:r>
      <w:r>
        <w:tab/>
        <w:t>3.038e0</w:t>
      </w:r>
    </w:p>
    <w:p w:rsidR="005B0461" w:rsidRDefault="005B0461" w:rsidP="005B0461">
      <w:r>
        <w:t>488.9434</w:t>
      </w:r>
      <w:r>
        <w:tab/>
        <w:t>1.013e0</w:t>
      </w:r>
    </w:p>
    <w:p w:rsidR="005B0461" w:rsidRDefault="005B0461" w:rsidP="005B0461">
      <w:r>
        <w:t>488.9851</w:t>
      </w:r>
      <w:r>
        <w:tab/>
        <w:t>3.038e0</w:t>
      </w:r>
    </w:p>
    <w:p w:rsidR="005B0461" w:rsidRDefault="005B0461" w:rsidP="005B0461">
      <w:r>
        <w:t>489.0454</w:t>
      </w:r>
      <w:r>
        <w:tab/>
        <w:t>1.013e0</w:t>
      </w:r>
    </w:p>
    <w:p w:rsidR="005B0461" w:rsidRDefault="005B0461" w:rsidP="005B0461">
      <w:r>
        <w:t>489.0707</w:t>
      </w:r>
      <w:r>
        <w:tab/>
        <w:t>2.944e0</w:t>
      </w:r>
    </w:p>
    <w:p w:rsidR="005B0461" w:rsidRDefault="005B0461" w:rsidP="005B0461">
      <w:r>
        <w:t>489.1211</w:t>
      </w:r>
      <w:r>
        <w:tab/>
        <w:t>3.155e0</w:t>
      </w:r>
    </w:p>
    <w:p w:rsidR="005B0461" w:rsidRDefault="005B0461" w:rsidP="005B0461">
      <w:r>
        <w:t>489.1349</w:t>
      </w:r>
      <w:r>
        <w:tab/>
        <w:t>1.414e0</w:t>
      </w:r>
    </w:p>
    <w:p w:rsidR="005B0461" w:rsidRDefault="005B0461" w:rsidP="005B0461">
      <w:r>
        <w:t>489.1411</w:t>
      </w:r>
      <w:r>
        <w:tab/>
        <w:t>2.476e0</w:t>
      </w:r>
    </w:p>
    <w:p w:rsidR="005B0461" w:rsidRDefault="005B0461" w:rsidP="005B0461">
      <w:r>
        <w:lastRenderedPageBreak/>
        <w:t>489.1691</w:t>
      </w:r>
      <w:r>
        <w:tab/>
        <w:t>3.071e0</w:t>
      </w:r>
    </w:p>
    <w:p w:rsidR="005B0461" w:rsidRDefault="005B0461" w:rsidP="005B0461">
      <w:r>
        <w:t>489.1980</w:t>
      </w:r>
      <w:r>
        <w:tab/>
        <w:t>2.989e0</w:t>
      </w:r>
    </w:p>
    <w:p w:rsidR="005B0461" w:rsidRDefault="005B0461" w:rsidP="005B0461">
      <w:r>
        <w:t>489.2054</w:t>
      </w:r>
      <w:r>
        <w:tab/>
        <w:t>6.082e0</w:t>
      </w:r>
    </w:p>
    <w:p w:rsidR="005B0461" w:rsidRDefault="005B0461" w:rsidP="005B0461">
      <w:r>
        <w:t>489.2410</w:t>
      </w:r>
      <w:r>
        <w:tab/>
        <w:t>1.176e0</w:t>
      </w:r>
    </w:p>
    <w:p w:rsidR="005B0461" w:rsidRDefault="005B0461" w:rsidP="005B0461">
      <w:r>
        <w:t>489.3186</w:t>
      </w:r>
      <w:r>
        <w:tab/>
        <w:t>2.073e1</w:t>
      </w:r>
    </w:p>
    <w:p w:rsidR="005B0461" w:rsidRDefault="005B0461" w:rsidP="005B0461">
      <w:r>
        <w:t>489.3226</w:t>
      </w:r>
      <w:r>
        <w:tab/>
        <w:t>2.197e1</w:t>
      </w:r>
    </w:p>
    <w:p w:rsidR="005B0461" w:rsidRDefault="005B0461" w:rsidP="005B0461">
      <w:r>
        <w:t>489.3264</w:t>
      </w:r>
      <w:r>
        <w:tab/>
        <w:t>1.111e1</w:t>
      </w:r>
    </w:p>
    <w:p w:rsidR="005B0461" w:rsidRDefault="005B0461" w:rsidP="005B0461">
      <w:r>
        <w:t>489.3285</w:t>
      </w:r>
      <w:r>
        <w:tab/>
        <w:t>2.510e1</w:t>
      </w:r>
    </w:p>
    <w:p w:rsidR="005B0461" w:rsidRDefault="005B0461" w:rsidP="005B0461">
      <w:r>
        <w:t>489.4371</w:t>
      </w:r>
      <w:r>
        <w:tab/>
        <w:t>2.025e0</w:t>
      </w:r>
    </w:p>
    <w:p w:rsidR="005B0461" w:rsidRDefault="005B0461" w:rsidP="005B0461">
      <w:r>
        <w:t>489.4780</w:t>
      </w:r>
      <w:r>
        <w:tab/>
        <w:t>2.025e0</w:t>
      </w:r>
    </w:p>
    <w:p w:rsidR="005B0461" w:rsidRDefault="005B0461" w:rsidP="005B0461">
      <w:r>
        <w:t>489.4792</w:t>
      </w:r>
      <w:r>
        <w:tab/>
        <w:t>1.013e0</w:t>
      </w:r>
    </w:p>
    <w:p w:rsidR="005B0461" w:rsidRDefault="005B0461" w:rsidP="005B0461">
      <w:r>
        <w:t>489.5362</w:t>
      </w:r>
      <w:r>
        <w:tab/>
        <w:t>3.038e0</w:t>
      </w:r>
    </w:p>
    <w:p w:rsidR="005B0461" w:rsidRDefault="005B0461" w:rsidP="005B0461">
      <w:r>
        <w:t>489.5706</w:t>
      </w:r>
      <w:r>
        <w:tab/>
        <w:t>4.051e0</w:t>
      </w:r>
    </w:p>
    <w:p w:rsidR="005B0461" w:rsidRDefault="005B0461" w:rsidP="005B0461">
      <w:r>
        <w:t>489.5801</w:t>
      </w:r>
      <w:r>
        <w:tab/>
        <w:t>1.013e0</w:t>
      </w:r>
    </w:p>
    <w:p w:rsidR="005B0461" w:rsidRDefault="005B0461" w:rsidP="005B0461">
      <w:r>
        <w:t>489.6779</w:t>
      </w:r>
      <w:r>
        <w:tab/>
        <w:t>1.013e0</w:t>
      </w:r>
    </w:p>
    <w:p w:rsidR="005B0461" w:rsidRDefault="005B0461" w:rsidP="005B0461">
      <w:r>
        <w:t>489.6834</w:t>
      </w:r>
      <w:r>
        <w:tab/>
        <w:t>1.013e0</w:t>
      </w:r>
    </w:p>
    <w:p w:rsidR="005B0461" w:rsidRDefault="005B0461" w:rsidP="005B0461">
      <w:r>
        <w:t>489.7448</w:t>
      </w:r>
      <w:r>
        <w:tab/>
        <w:t>3.038e0</w:t>
      </w:r>
    </w:p>
    <w:p w:rsidR="005B0461" w:rsidRDefault="005B0461" w:rsidP="005B0461">
      <w:r>
        <w:t>489.7686</w:t>
      </w:r>
      <w:r>
        <w:tab/>
        <w:t>1.013e0</w:t>
      </w:r>
    </w:p>
    <w:p w:rsidR="005B0461" w:rsidRDefault="005B0461" w:rsidP="005B0461">
      <w:r>
        <w:t>489.8274</w:t>
      </w:r>
      <w:r>
        <w:tab/>
        <w:t>2.025e0</w:t>
      </w:r>
    </w:p>
    <w:p w:rsidR="005B0461" w:rsidRDefault="005B0461" w:rsidP="005B0461">
      <w:r>
        <w:lastRenderedPageBreak/>
        <w:t>489.8376</w:t>
      </w:r>
      <w:r>
        <w:tab/>
        <w:t>3.038e0</w:t>
      </w:r>
    </w:p>
    <w:p w:rsidR="005B0461" w:rsidRDefault="005B0461" w:rsidP="005B0461">
      <w:r>
        <w:t>489.8669</w:t>
      </w:r>
      <w:r>
        <w:tab/>
        <w:t>1.013e0</w:t>
      </w:r>
    </w:p>
    <w:p w:rsidR="005B0461" w:rsidRDefault="005B0461" w:rsidP="005B0461">
      <w:r>
        <w:t>489.9047</w:t>
      </w:r>
      <w:r>
        <w:tab/>
        <w:t>5.063e0</w:t>
      </w:r>
    </w:p>
    <w:p w:rsidR="005B0461" w:rsidRDefault="005B0461" w:rsidP="005B0461">
      <w:r>
        <w:t>489.9218</w:t>
      </w:r>
      <w:r>
        <w:tab/>
        <w:t>1.013e0</w:t>
      </w:r>
    </w:p>
    <w:p w:rsidR="005B0461" w:rsidRDefault="005B0461" w:rsidP="005B0461">
      <w:r>
        <w:t>489.9251</w:t>
      </w:r>
      <w:r>
        <w:tab/>
        <w:t>2.025e0</w:t>
      </w:r>
    </w:p>
    <w:p w:rsidR="005B0461" w:rsidRDefault="005B0461" w:rsidP="005B0461">
      <w:r>
        <w:t>489.9474</w:t>
      </w:r>
      <w:r>
        <w:tab/>
        <w:t>1.013e0</w:t>
      </w:r>
    </w:p>
    <w:p w:rsidR="005B0461" w:rsidRDefault="005B0461" w:rsidP="005B0461">
      <w:r>
        <w:t>489.9729</w:t>
      </w:r>
      <w:r>
        <w:tab/>
        <w:t>1.013e0</w:t>
      </w:r>
    </w:p>
    <w:p w:rsidR="005B0461" w:rsidRDefault="005B0461" w:rsidP="005B0461">
      <w:r>
        <w:t>490.0309</w:t>
      </w:r>
      <w:r>
        <w:tab/>
        <w:t>3.814e0</w:t>
      </w:r>
    </w:p>
    <w:p w:rsidR="005B0461" w:rsidRDefault="005B0461" w:rsidP="005B0461">
      <w:r>
        <w:t>490.0411</w:t>
      </w:r>
      <w:r>
        <w:tab/>
        <w:t>1.013e0</w:t>
      </w:r>
    </w:p>
    <w:p w:rsidR="005B0461" w:rsidRDefault="005B0461" w:rsidP="005B0461">
      <w:r>
        <w:t>490.0833</w:t>
      </w:r>
      <w:r>
        <w:tab/>
        <w:t>2.758e0</w:t>
      </w:r>
    </w:p>
    <w:p w:rsidR="005B0461" w:rsidRDefault="005B0461" w:rsidP="005B0461">
      <w:r>
        <w:t>490.0922</w:t>
      </w:r>
      <w:r>
        <w:tab/>
        <w:t>3.718e0</w:t>
      </w:r>
    </w:p>
    <w:p w:rsidR="005B0461" w:rsidRDefault="005B0461" w:rsidP="005B0461">
      <w:r>
        <w:t>490.1021</w:t>
      </w:r>
      <w:r>
        <w:tab/>
        <w:t>6.075e0</w:t>
      </w:r>
    </w:p>
    <w:p w:rsidR="005B0461" w:rsidRDefault="005B0461" w:rsidP="005B0461">
      <w:r>
        <w:t>490.1683</w:t>
      </w:r>
      <w:r>
        <w:tab/>
        <w:t>3.744e0</w:t>
      </w:r>
    </w:p>
    <w:p w:rsidR="005B0461" w:rsidRDefault="005B0461" w:rsidP="005B0461">
      <w:r>
        <w:t>490.1803</w:t>
      </w:r>
      <w:r>
        <w:tab/>
        <w:t>2.732e0</w:t>
      </w:r>
    </w:p>
    <w:p w:rsidR="005B0461" w:rsidRDefault="005B0461" w:rsidP="005B0461">
      <w:r>
        <w:t>490.2129</w:t>
      </w:r>
      <w:r>
        <w:tab/>
        <w:t>2.521e0</w:t>
      </w:r>
    </w:p>
    <w:p w:rsidR="005B0461" w:rsidRDefault="005B0461" w:rsidP="005B0461">
      <w:r>
        <w:t>490.2570</w:t>
      </w:r>
      <w:r>
        <w:tab/>
        <w:t>1.285e0</w:t>
      </w:r>
    </w:p>
    <w:p w:rsidR="005B0461" w:rsidRDefault="005B0461" w:rsidP="005B0461">
      <w:r>
        <w:t>490.2650</w:t>
      </w:r>
      <w:r>
        <w:tab/>
        <w:t>2.873e0</w:t>
      </w:r>
    </w:p>
    <w:p w:rsidR="005B0461" w:rsidRDefault="005B0461" w:rsidP="005B0461">
      <w:r>
        <w:t>490.2909</w:t>
      </w:r>
      <w:r>
        <w:tab/>
        <w:t>2.018e0</w:t>
      </w:r>
    </w:p>
    <w:p w:rsidR="005B0461" w:rsidRDefault="005B0461" w:rsidP="005B0461">
      <w:r>
        <w:t>490.3211</w:t>
      </w:r>
      <w:r>
        <w:tab/>
        <w:t>5.296e0</w:t>
      </w:r>
    </w:p>
    <w:p w:rsidR="005B0461" w:rsidRDefault="005B0461" w:rsidP="005B0461">
      <w:r>
        <w:lastRenderedPageBreak/>
        <w:t>490.3342</w:t>
      </w:r>
      <w:r>
        <w:tab/>
        <w:t>7.089e0</w:t>
      </w:r>
    </w:p>
    <w:p w:rsidR="005B0461" w:rsidRDefault="005B0461" w:rsidP="005B0461">
      <w:r>
        <w:t>490.3472</w:t>
      </w:r>
      <w:r>
        <w:tab/>
        <w:t>6.930e0</w:t>
      </w:r>
    </w:p>
    <w:p w:rsidR="005B0461" w:rsidRDefault="005B0461" w:rsidP="005B0461">
      <w:r>
        <w:t>490.3521</w:t>
      </w:r>
      <w:r>
        <w:tab/>
        <w:t>2.025e0</w:t>
      </w:r>
    </w:p>
    <w:p w:rsidR="005B0461" w:rsidRDefault="005B0461" w:rsidP="005B0461">
      <w:r>
        <w:t>490.4130</w:t>
      </w:r>
      <w:r>
        <w:tab/>
        <w:t>2.978e0</w:t>
      </w:r>
    </w:p>
    <w:p w:rsidR="005B0461" w:rsidRDefault="005B0461" w:rsidP="005B0461">
      <w:r>
        <w:t>490.4183</w:t>
      </w:r>
      <w:r>
        <w:tab/>
        <w:t>2.733e0</w:t>
      </w:r>
    </w:p>
    <w:p w:rsidR="005B0461" w:rsidRDefault="005B0461" w:rsidP="005B0461">
      <w:r>
        <w:t>490.4377</w:t>
      </w:r>
      <w:r>
        <w:tab/>
        <w:t>2.025e0</w:t>
      </w:r>
    </w:p>
    <w:p w:rsidR="005B0461" w:rsidRDefault="005B0461" w:rsidP="005B0461">
      <w:r>
        <w:t>490.4842</w:t>
      </w:r>
      <w:r>
        <w:tab/>
        <w:t>1.013e0</w:t>
      </w:r>
    </w:p>
    <w:p w:rsidR="005B0461" w:rsidRDefault="005B0461" w:rsidP="005B0461">
      <w:r>
        <w:t>490.4927</w:t>
      </w:r>
      <w:r>
        <w:tab/>
        <w:t>1.013e0</w:t>
      </w:r>
    </w:p>
    <w:p w:rsidR="005B0461" w:rsidRDefault="005B0461" w:rsidP="005B0461">
      <w:r>
        <w:t>490.5012</w:t>
      </w:r>
      <w:r>
        <w:tab/>
        <w:t>1.013e0</w:t>
      </w:r>
    </w:p>
    <w:p w:rsidR="005B0461" w:rsidRDefault="005B0461" w:rsidP="005B0461">
      <w:r>
        <w:t>490.5183</w:t>
      </w:r>
      <w:r>
        <w:tab/>
        <w:t>1.013e0</w:t>
      </w:r>
    </w:p>
    <w:p w:rsidR="005B0461" w:rsidRDefault="005B0461" w:rsidP="005B0461">
      <w:r>
        <w:t>490.5439</w:t>
      </w:r>
      <w:r>
        <w:tab/>
        <w:t>1.013e0</w:t>
      </w:r>
    </w:p>
    <w:p w:rsidR="005B0461" w:rsidRDefault="005B0461" w:rsidP="005B0461">
      <w:r>
        <w:t>490.5994</w:t>
      </w:r>
      <w:r>
        <w:tab/>
        <w:t>2.025e0</w:t>
      </w:r>
    </w:p>
    <w:p w:rsidR="005B0461" w:rsidRDefault="005B0461" w:rsidP="005B0461">
      <w:r>
        <w:t>490.6025</w:t>
      </w:r>
      <w:r>
        <w:tab/>
        <w:t>3.038e0</w:t>
      </w:r>
    </w:p>
    <w:p w:rsidR="005B0461" w:rsidRDefault="005B0461" w:rsidP="005B0461">
      <w:r>
        <w:t>490.6035</w:t>
      </w:r>
      <w:r>
        <w:tab/>
        <w:t>1.013e0</w:t>
      </w:r>
    </w:p>
    <w:p w:rsidR="005B0461" w:rsidRDefault="005B0461" w:rsidP="005B0461">
      <w:r>
        <w:t>490.6667</w:t>
      </w:r>
      <w:r>
        <w:tab/>
        <w:t>2.025e0</w:t>
      </w:r>
    </w:p>
    <w:p w:rsidR="005B0461" w:rsidRDefault="005B0461" w:rsidP="005B0461">
      <w:r>
        <w:t>490.6759</w:t>
      </w:r>
      <w:r>
        <w:tab/>
        <w:t>2.025e0</w:t>
      </w:r>
    </w:p>
    <w:p w:rsidR="005B0461" w:rsidRDefault="005B0461" w:rsidP="005B0461">
      <w:r>
        <w:t>490.7570</w:t>
      </w:r>
      <w:r>
        <w:tab/>
        <w:t>1.013e0</w:t>
      </w:r>
    </w:p>
    <w:p w:rsidR="005B0461" w:rsidRDefault="005B0461" w:rsidP="005B0461">
      <w:r>
        <w:t>490.7744</w:t>
      </w:r>
      <w:r>
        <w:tab/>
        <w:t>5.063e0</w:t>
      </w:r>
    </w:p>
    <w:p w:rsidR="005B0461" w:rsidRDefault="005B0461" w:rsidP="005B0461">
      <w:r>
        <w:t>490.8244</w:t>
      </w:r>
      <w:r>
        <w:tab/>
        <w:t>4.044e0</w:t>
      </w:r>
    </w:p>
    <w:p w:rsidR="005B0461" w:rsidRDefault="005B0461" w:rsidP="005B0461">
      <w:r>
        <w:lastRenderedPageBreak/>
        <w:t>490.8423</w:t>
      </w:r>
      <w:r>
        <w:tab/>
        <w:t>2.025e0</w:t>
      </w:r>
    </w:p>
    <w:p w:rsidR="005B0461" w:rsidRDefault="005B0461" w:rsidP="005B0461">
      <w:r>
        <w:t>490.8702</w:t>
      </w:r>
      <w:r>
        <w:tab/>
        <w:t>2.025e0</w:t>
      </w:r>
    </w:p>
    <w:p w:rsidR="005B0461" w:rsidRDefault="005B0461" w:rsidP="005B0461">
      <w:r>
        <w:t>490.9042</w:t>
      </w:r>
      <w:r>
        <w:tab/>
        <w:t>5.732e0</w:t>
      </w:r>
    </w:p>
    <w:p w:rsidR="005B0461" w:rsidRDefault="005B0461" w:rsidP="005B0461">
      <w:r>
        <w:t>490.9101</w:t>
      </w:r>
      <w:r>
        <w:tab/>
        <w:t>3.038e0</w:t>
      </w:r>
    </w:p>
    <w:p w:rsidR="005B0461" w:rsidRDefault="005B0461" w:rsidP="005B0461">
      <w:r>
        <w:t>490.9139</w:t>
      </w:r>
      <w:r>
        <w:tab/>
        <w:t>3.038e0</w:t>
      </w:r>
    </w:p>
    <w:p w:rsidR="005B0461" w:rsidRDefault="005B0461" w:rsidP="005B0461">
      <w:r>
        <w:t>490.9321</w:t>
      </w:r>
      <w:r>
        <w:tab/>
        <w:t>1.013e0</w:t>
      </w:r>
    </w:p>
    <w:p w:rsidR="005B0461" w:rsidRDefault="005B0461" w:rsidP="005B0461">
      <w:r>
        <w:t>490.9698</w:t>
      </w:r>
      <w:r>
        <w:tab/>
        <w:t>2.654e0</w:t>
      </w:r>
    </w:p>
    <w:p w:rsidR="005B0461" w:rsidRDefault="005B0461" w:rsidP="005B0461">
      <w:r>
        <w:t>490.9936</w:t>
      </w:r>
      <w:r>
        <w:tab/>
        <w:t>6.968e0</w:t>
      </w:r>
    </w:p>
    <w:p w:rsidR="005B0461" w:rsidRDefault="005B0461" w:rsidP="005B0461">
      <w:r>
        <w:t>490.9959</w:t>
      </w:r>
      <w:r>
        <w:tab/>
        <w:t>1.013e0</w:t>
      </w:r>
    </w:p>
    <w:p w:rsidR="005B0461" w:rsidRDefault="005B0461" w:rsidP="005B0461">
      <w:r>
        <w:t>491.0960</w:t>
      </w:r>
      <w:r>
        <w:tab/>
        <w:t>3.576e1</w:t>
      </w:r>
    </w:p>
    <w:p w:rsidR="005B0461" w:rsidRDefault="005B0461" w:rsidP="005B0461">
      <w:r>
        <w:t>491.0978</w:t>
      </w:r>
      <w:r>
        <w:tab/>
        <w:t>2.161e1</w:t>
      </w:r>
    </w:p>
    <w:p w:rsidR="005B0461" w:rsidRDefault="005B0461" w:rsidP="005B0461">
      <w:r>
        <w:t>491.1034</w:t>
      </w:r>
      <w:r>
        <w:tab/>
        <w:t>1.732e1</w:t>
      </w:r>
    </w:p>
    <w:p w:rsidR="005B0461" w:rsidRDefault="005B0461" w:rsidP="005B0461">
      <w:r>
        <w:t>491.1720</w:t>
      </w:r>
      <w:r>
        <w:tab/>
        <w:t>2.385e0</w:t>
      </w:r>
    </w:p>
    <w:p w:rsidR="005B0461" w:rsidRDefault="005B0461" w:rsidP="005B0461">
      <w:r>
        <w:t>491.1840</w:t>
      </w:r>
      <w:r>
        <w:tab/>
        <w:t>1.971e0</w:t>
      </w:r>
    </w:p>
    <w:p w:rsidR="005B0461" w:rsidRDefault="005B0461" w:rsidP="005B0461">
      <w:r>
        <w:t>491.2018</w:t>
      </w:r>
      <w:r>
        <w:tab/>
        <w:t>4.051e0</w:t>
      </w:r>
    </w:p>
    <w:p w:rsidR="005B0461" w:rsidRDefault="005B0461" w:rsidP="005B0461">
      <w:r>
        <w:t>491.2505</w:t>
      </w:r>
      <w:r>
        <w:tab/>
        <w:t>1.978e0</w:t>
      </w:r>
    </w:p>
    <w:p w:rsidR="005B0461" w:rsidRDefault="005B0461" w:rsidP="005B0461">
      <w:r>
        <w:t>491.2521</w:t>
      </w:r>
      <w:r>
        <w:tab/>
        <w:t>1.806e0</w:t>
      </w:r>
    </w:p>
    <w:p w:rsidR="005B0461" w:rsidRDefault="005B0461" w:rsidP="005B0461">
      <w:r>
        <w:t>491.2547</w:t>
      </w:r>
      <w:r>
        <w:tab/>
        <w:t>3.520e0</w:t>
      </w:r>
    </w:p>
    <w:p w:rsidR="005B0461" w:rsidRDefault="005B0461" w:rsidP="005B0461">
      <w:r>
        <w:t>491.3075</w:t>
      </w:r>
      <w:r>
        <w:tab/>
        <w:t>7.888e0</w:t>
      </w:r>
    </w:p>
    <w:p w:rsidR="005B0461" w:rsidRDefault="005B0461" w:rsidP="005B0461">
      <w:r>
        <w:lastRenderedPageBreak/>
        <w:t>491.3165</w:t>
      </w:r>
      <w:r>
        <w:tab/>
        <w:t>3.385e0</w:t>
      </w:r>
    </w:p>
    <w:p w:rsidR="005B0461" w:rsidRDefault="005B0461" w:rsidP="005B0461">
      <w:r>
        <w:t>491.3178</w:t>
      </w:r>
      <w:r>
        <w:tab/>
        <w:t>2.025e0</w:t>
      </w:r>
    </w:p>
    <w:p w:rsidR="005B0461" w:rsidRDefault="005B0461" w:rsidP="005B0461">
      <w:r>
        <w:t>491.3567</w:t>
      </w:r>
      <w:r>
        <w:tab/>
        <w:t>4.466e0</w:t>
      </w:r>
    </w:p>
    <w:p w:rsidR="005B0461" w:rsidRDefault="005B0461" w:rsidP="005B0461">
      <w:r>
        <w:t>491.3708</w:t>
      </w:r>
      <w:r>
        <w:tab/>
        <w:t>2.187e0</w:t>
      </w:r>
    </w:p>
    <w:p w:rsidR="005B0461" w:rsidRDefault="005B0461" w:rsidP="005B0461">
      <w:r>
        <w:t>491.3827</w:t>
      </w:r>
      <w:r>
        <w:tab/>
        <w:t>2.005e0</w:t>
      </w:r>
    </w:p>
    <w:p w:rsidR="005B0461" w:rsidRDefault="005B0461" w:rsidP="005B0461">
      <w:r>
        <w:t>491.3998</w:t>
      </w:r>
      <w:r>
        <w:tab/>
        <w:t>4.051e0</w:t>
      </w:r>
    </w:p>
    <w:p w:rsidR="005B0461" w:rsidRDefault="005B0461" w:rsidP="005B0461">
      <w:r>
        <w:t>491.4294</w:t>
      </w:r>
      <w:r>
        <w:tab/>
        <w:t>2.895e0</w:t>
      </w:r>
    </w:p>
    <w:p w:rsidR="005B0461" w:rsidRDefault="005B0461" w:rsidP="005B0461">
      <w:r>
        <w:t>491.4483</w:t>
      </w:r>
      <w:r>
        <w:tab/>
        <w:t>1.013e0</w:t>
      </w:r>
    </w:p>
    <w:p w:rsidR="005B0461" w:rsidRDefault="005B0461" w:rsidP="005B0461">
      <w:r>
        <w:t>491.4740</w:t>
      </w:r>
      <w:r>
        <w:tab/>
        <w:t>1.013e0</w:t>
      </w:r>
    </w:p>
    <w:p w:rsidR="005B0461" w:rsidRDefault="005B0461" w:rsidP="005B0461">
      <w:r>
        <w:t>491.5167</w:t>
      </w:r>
      <w:r>
        <w:tab/>
        <w:t>1.013e0</w:t>
      </w:r>
    </w:p>
    <w:p w:rsidR="005B0461" w:rsidRDefault="005B0461" w:rsidP="005B0461">
      <w:r>
        <w:t>491.5232</w:t>
      </w:r>
      <w:r>
        <w:tab/>
        <w:t>4.051e0</w:t>
      </w:r>
    </w:p>
    <w:p w:rsidR="005B0461" w:rsidRDefault="005B0461" w:rsidP="005B0461">
      <w:r>
        <w:t>491.5504</w:t>
      </w:r>
      <w:r>
        <w:tab/>
        <w:t>3.038e0</w:t>
      </w:r>
    </w:p>
    <w:p w:rsidR="005B0461" w:rsidRDefault="005B0461" w:rsidP="005B0461">
      <w:r>
        <w:t>491.5726</w:t>
      </w:r>
      <w:r>
        <w:tab/>
        <w:t>2.025e0</w:t>
      </w:r>
    </w:p>
    <w:p w:rsidR="005B0461" w:rsidRDefault="005B0461" w:rsidP="005B0461">
      <w:r>
        <w:t>491.5745</w:t>
      </w:r>
      <w:r>
        <w:tab/>
        <w:t>2.025e0</w:t>
      </w:r>
    </w:p>
    <w:p w:rsidR="005B0461" w:rsidRDefault="005B0461" w:rsidP="005B0461">
      <w:r>
        <w:t>491.6157</w:t>
      </w:r>
      <w:r>
        <w:tab/>
        <w:t>1.013e0</w:t>
      </w:r>
    </w:p>
    <w:p w:rsidR="005B0461" w:rsidRDefault="005B0461" w:rsidP="005B0461">
      <w:r>
        <w:t>491.6919</w:t>
      </w:r>
      <w:r>
        <w:tab/>
        <w:t>5.063e0</w:t>
      </w:r>
    </w:p>
    <w:p w:rsidR="005B0461" w:rsidRDefault="005B0461" w:rsidP="005B0461">
      <w:r>
        <w:t>491.6961</w:t>
      </w:r>
      <w:r>
        <w:tab/>
        <w:t>1.013e0</w:t>
      </w:r>
    </w:p>
    <w:p w:rsidR="005B0461" w:rsidRDefault="005B0461" w:rsidP="005B0461">
      <w:r>
        <w:t>491.7388</w:t>
      </w:r>
      <w:r>
        <w:tab/>
        <w:t>1.013e0</w:t>
      </w:r>
    </w:p>
    <w:p w:rsidR="005B0461" w:rsidRDefault="005B0461" w:rsidP="005B0461">
      <w:r>
        <w:t>491.7747</w:t>
      </w:r>
      <w:r>
        <w:tab/>
        <w:t>4.051e0</w:t>
      </w:r>
    </w:p>
    <w:p w:rsidR="005B0461" w:rsidRDefault="005B0461" w:rsidP="005B0461">
      <w:r>
        <w:lastRenderedPageBreak/>
        <w:t>491.7986</w:t>
      </w:r>
      <w:r>
        <w:tab/>
        <w:t>1.013e0</w:t>
      </w:r>
    </w:p>
    <w:p w:rsidR="005B0461" w:rsidRDefault="005B0461" w:rsidP="005B0461">
      <w:r>
        <w:t>491.8081</w:t>
      </w:r>
      <w:r>
        <w:tab/>
        <w:t>3.038e0</w:t>
      </w:r>
    </w:p>
    <w:p w:rsidR="005B0461" w:rsidRDefault="005B0461" w:rsidP="005B0461">
      <w:r>
        <w:t>491.8584</w:t>
      </w:r>
      <w:r>
        <w:tab/>
        <w:t>1.013e0</w:t>
      </w:r>
    </w:p>
    <w:p w:rsidR="005B0461" w:rsidRDefault="005B0461" w:rsidP="005B0461">
      <w:r>
        <w:t>491.8700</w:t>
      </w:r>
      <w:r>
        <w:tab/>
        <w:t>3.038e0</w:t>
      </w:r>
    </w:p>
    <w:p w:rsidR="005B0461" w:rsidRDefault="005B0461" w:rsidP="005B0461">
      <w:r>
        <w:t>491.8755</w:t>
      </w:r>
      <w:r>
        <w:tab/>
        <w:t>1.013e0</w:t>
      </w:r>
    </w:p>
    <w:p w:rsidR="005B0461" w:rsidRDefault="005B0461" w:rsidP="005B0461">
      <w:r>
        <w:t>491.9028</w:t>
      </w:r>
      <w:r>
        <w:tab/>
        <w:t>1.013e0</w:t>
      </w:r>
    </w:p>
    <w:p w:rsidR="005B0461" w:rsidRDefault="005B0461" w:rsidP="005B0461">
      <w:r>
        <w:t>491.9145</w:t>
      </w:r>
      <w:r>
        <w:tab/>
        <w:t>2.025e0</w:t>
      </w:r>
    </w:p>
    <w:p w:rsidR="005B0461" w:rsidRDefault="005B0461" w:rsidP="005B0461">
      <w:r>
        <w:t>491.9211</w:t>
      </w:r>
      <w:r>
        <w:tab/>
        <w:t>2.307e0</w:t>
      </w:r>
    </w:p>
    <w:p w:rsidR="005B0461" w:rsidRDefault="005B0461" w:rsidP="005B0461">
      <w:r>
        <w:t>491.9545</w:t>
      </w:r>
      <w:r>
        <w:tab/>
        <w:t>3.038e0</w:t>
      </w:r>
    </w:p>
    <w:p w:rsidR="005B0461" w:rsidRDefault="005B0461" w:rsidP="005B0461">
      <w:r>
        <w:t>491.9790</w:t>
      </w:r>
      <w:r>
        <w:tab/>
        <w:t>1.013e0</w:t>
      </w:r>
    </w:p>
    <w:p w:rsidR="005B0461" w:rsidRDefault="005B0461" w:rsidP="005B0461">
      <w:r>
        <w:t>491.9804</w:t>
      </w:r>
      <w:r>
        <w:tab/>
        <w:t>2.025e0</w:t>
      </w:r>
    </w:p>
    <w:p w:rsidR="005B0461" w:rsidRDefault="005B0461" w:rsidP="005B0461">
      <w:r>
        <w:t>492.0208</w:t>
      </w:r>
      <w:r>
        <w:tab/>
        <w:t>1.013e0</w:t>
      </w:r>
    </w:p>
    <w:p w:rsidR="005B0461" w:rsidRDefault="005B0461" w:rsidP="005B0461">
      <w:r>
        <w:t>492.0265</w:t>
      </w:r>
      <w:r>
        <w:tab/>
        <w:t>2.025e0</w:t>
      </w:r>
    </w:p>
    <w:p w:rsidR="005B0461" w:rsidRDefault="005B0461" w:rsidP="005B0461">
      <w:r>
        <w:t>492.0589</w:t>
      </w:r>
      <w:r>
        <w:tab/>
        <w:t>2.807e0</w:t>
      </w:r>
    </w:p>
    <w:p w:rsidR="005B0461" w:rsidRDefault="005B0461" w:rsidP="005B0461">
      <w:r>
        <w:t>492.0946</w:t>
      </w:r>
      <w:r>
        <w:tab/>
        <w:t>2.258e0</w:t>
      </w:r>
    </w:p>
    <w:p w:rsidR="005B0461" w:rsidRDefault="005B0461" w:rsidP="005B0461">
      <w:r>
        <w:t>492.0970</w:t>
      </w:r>
      <w:r>
        <w:tab/>
        <w:t>4.450e0</w:t>
      </w:r>
    </w:p>
    <w:p w:rsidR="005B0461" w:rsidRDefault="005B0461" w:rsidP="005B0461">
      <w:r>
        <w:t>492.1016</w:t>
      </w:r>
      <w:r>
        <w:tab/>
        <w:t>4.696e0</w:t>
      </w:r>
    </w:p>
    <w:p w:rsidR="005B0461" w:rsidRDefault="005B0461" w:rsidP="005B0461">
      <w:r>
        <w:t>492.1120</w:t>
      </w:r>
      <w:r>
        <w:tab/>
        <w:t>7.010e0</w:t>
      </w:r>
    </w:p>
    <w:p w:rsidR="005B0461" w:rsidRDefault="005B0461" w:rsidP="005B0461">
      <w:r>
        <w:t>492.1839</w:t>
      </w:r>
      <w:r>
        <w:tab/>
        <w:t>1.673e0</w:t>
      </w:r>
    </w:p>
    <w:p w:rsidR="005B0461" w:rsidRDefault="005B0461" w:rsidP="005B0461">
      <w:r>
        <w:lastRenderedPageBreak/>
        <w:t>492.1957</w:t>
      </w:r>
      <w:r>
        <w:tab/>
        <w:t>2.276e0</w:t>
      </w:r>
    </w:p>
    <w:p w:rsidR="005B0461" w:rsidRDefault="005B0461" w:rsidP="005B0461">
      <w:r>
        <w:t>492.2133</w:t>
      </w:r>
      <w:r>
        <w:tab/>
        <w:t>1.600e0</w:t>
      </w:r>
    </w:p>
    <w:p w:rsidR="005B0461" w:rsidRDefault="005B0461" w:rsidP="005B0461">
      <w:r>
        <w:t>492.2314</w:t>
      </w:r>
      <w:r>
        <w:tab/>
        <w:t>1.429e0</w:t>
      </w:r>
    </w:p>
    <w:p w:rsidR="005B0461" w:rsidRDefault="005B0461" w:rsidP="005B0461">
      <w:r>
        <w:t>492.2869</w:t>
      </w:r>
      <w:r>
        <w:tab/>
        <w:t>6.048e0</w:t>
      </w:r>
    </w:p>
    <w:p w:rsidR="005B0461" w:rsidRDefault="005B0461" w:rsidP="005B0461">
      <w:r>
        <w:t>492.2974</w:t>
      </w:r>
      <w:r>
        <w:tab/>
        <w:t>3.007e0</w:t>
      </w:r>
    </w:p>
    <w:p w:rsidR="005B0461" w:rsidRDefault="005B0461" w:rsidP="005B0461">
      <w:r>
        <w:t>492.3021</w:t>
      </w:r>
      <w:r>
        <w:tab/>
        <w:t>1.841e0</w:t>
      </w:r>
    </w:p>
    <w:p w:rsidR="005B0461" w:rsidRDefault="005B0461" w:rsidP="005B0461">
      <w:r>
        <w:t>492.3243</w:t>
      </w:r>
      <w:r>
        <w:tab/>
        <w:t>2.938e0</w:t>
      </w:r>
    </w:p>
    <w:p w:rsidR="005B0461" w:rsidRDefault="005B0461" w:rsidP="005B0461">
      <w:r>
        <w:t>492.3617</w:t>
      </w:r>
      <w:r>
        <w:tab/>
        <w:t>1.474e0</w:t>
      </w:r>
    </w:p>
    <w:p w:rsidR="005B0461" w:rsidRDefault="005B0461" w:rsidP="005B0461">
      <w:r>
        <w:t>492.3798</w:t>
      </w:r>
      <w:r>
        <w:tab/>
        <w:t>3.038e0</w:t>
      </w:r>
    </w:p>
    <w:p w:rsidR="005B0461" w:rsidRDefault="005B0461" w:rsidP="005B0461">
      <w:r>
        <w:t>492.4023</w:t>
      </w:r>
      <w:r>
        <w:tab/>
        <w:t>2.025e0</w:t>
      </w:r>
    </w:p>
    <w:p w:rsidR="005B0461" w:rsidRDefault="005B0461" w:rsidP="005B0461">
      <w:r>
        <w:t>492.4415</w:t>
      </w:r>
      <w:r>
        <w:tab/>
        <w:t>1.954e0</w:t>
      </w:r>
    </w:p>
    <w:p w:rsidR="005B0461" w:rsidRDefault="005B0461" w:rsidP="005B0461">
      <w:r>
        <w:t>492.5071</w:t>
      </w:r>
      <w:r>
        <w:tab/>
        <w:t>1.013e0</w:t>
      </w:r>
    </w:p>
    <w:p w:rsidR="005B0461" w:rsidRDefault="005B0461" w:rsidP="005B0461">
      <w:r>
        <w:t>492.5286</w:t>
      </w:r>
      <w:r>
        <w:tab/>
        <w:t>2.025e0</w:t>
      </w:r>
    </w:p>
    <w:p w:rsidR="005B0461" w:rsidRDefault="005B0461" w:rsidP="005B0461">
      <w:r>
        <w:t>492.5765</w:t>
      </w:r>
      <w:r>
        <w:tab/>
        <w:t>3.038e0</w:t>
      </w:r>
    </w:p>
    <w:p w:rsidR="005B0461" w:rsidRDefault="005B0461" w:rsidP="005B0461">
      <w:r>
        <w:t>492.5852</w:t>
      </w:r>
      <w:r>
        <w:tab/>
        <w:t>2.025e0</w:t>
      </w:r>
    </w:p>
    <w:p w:rsidR="005B0461" w:rsidRDefault="005B0461" w:rsidP="005B0461">
      <w:r>
        <w:t>492.6124</w:t>
      </w:r>
      <w:r>
        <w:tab/>
        <w:t>2.025e0</w:t>
      </w:r>
    </w:p>
    <w:p w:rsidR="005B0461" w:rsidRDefault="005B0461" w:rsidP="005B0461">
      <w:r>
        <w:t>492.6539</w:t>
      </w:r>
      <w:r>
        <w:tab/>
        <w:t>1.013e0</w:t>
      </w:r>
    </w:p>
    <w:p w:rsidR="005B0461" w:rsidRDefault="005B0461" w:rsidP="005B0461">
      <w:r>
        <w:t>492.6560</w:t>
      </w:r>
      <w:r>
        <w:tab/>
        <w:t>2.025e0</w:t>
      </w:r>
    </w:p>
    <w:p w:rsidR="005B0461" w:rsidRDefault="005B0461" w:rsidP="005B0461">
      <w:r>
        <w:t>492.6995</w:t>
      </w:r>
      <w:r>
        <w:tab/>
        <w:t>3.775e0</w:t>
      </w:r>
    </w:p>
    <w:p w:rsidR="005B0461" w:rsidRDefault="005B0461" w:rsidP="005B0461">
      <w:r>
        <w:lastRenderedPageBreak/>
        <w:t>492.7908</w:t>
      </w:r>
      <w:r>
        <w:tab/>
        <w:t>1.013e0</w:t>
      </w:r>
    </w:p>
    <w:p w:rsidR="005B0461" w:rsidRDefault="005B0461" w:rsidP="005B0461">
      <w:r>
        <w:t>492.8123</w:t>
      </w:r>
      <w:r>
        <w:tab/>
        <w:t>1.013e0</w:t>
      </w:r>
    </w:p>
    <w:p w:rsidR="005B0461" w:rsidRDefault="005B0461" w:rsidP="005B0461">
      <w:r>
        <w:t>492.8679</w:t>
      </w:r>
      <w:r>
        <w:tab/>
        <w:t>2.025e0</w:t>
      </w:r>
    </w:p>
    <w:p w:rsidR="005B0461" w:rsidRDefault="005B0461" w:rsidP="005B0461">
      <w:r>
        <w:t>492.8752</w:t>
      </w:r>
      <w:r>
        <w:tab/>
        <w:t>4.051e0</w:t>
      </w:r>
    </w:p>
    <w:p w:rsidR="005B0461" w:rsidRDefault="005B0461" w:rsidP="005B0461">
      <w:r>
        <w:t>492.8902</w:t>
      </w:r>
      <w:r>
        <w:tab/>
        <w:t>4.051e0</w:t>
      </w:r>
    </w:p>
    <w:p w:rsidR="005B0461" w:rsidRDefault="005B0461" w:rsidP="005B0461">
      <w:r>
        <w:t>492.9057</w:t>
      </w:r>
      <w:r>
        <w:tab/>
        <w:t>4.051e0</w:t>
      </w:r>
    </w:p>
    <w:p w:rsidR="005B0461" w:rsidRDefault="005B0461" w:rsidP="005B0461">
      <w:r>
        <w:t>493.0035</w:t>
      </w:r>
      <w:r>
        <w:tab/>
        <w:t>1.081e1</w:t>
      </w:r>
    </w:p>
    <w:p w:rsidR="005B0461" w:rsidRDefault="005B0461" w:rsidP="005B0461">
      <w:r>
        <w:t>493.0096</w:t>
      </w:r>
      <w:r>
        <w:tab/>
        <w:t>2.426e1</w:t>
      </w:r>
    </w:p>
    <w:p w:rsidR="005B0461" w:rsidRDefault="005B0461" w:rsidP="005B0461">
      <w:r>
        <w:t>493.0151</w:t>
      </w:r>
      <w:r>
        <w:tab/>
        <w:t>1.114e1</w:t>
      </w:r>
    </w:p>
    <w:p w:rsidR="005B0461" w:rsidRDefault="005B0461" w:rsidP="005B0461">
      <w:r>
        <w:t>493.0845</w:t>
      </w:r>
      <w:r>
        <w:tab/>
        <w:t>2.011e1</w:t>
      </w:r>
    </w:p>
    <w:p w:rsidR="005B0461" w:rsidRDefault="005B0461" w:rsidP="005B0461">
      <w:r>
        <w:t>493.1027</w:t>
      </w:r>
      <w:r>
        <w:tab/>
        <w:t>1.306e1</w:t>
      </w:r>
    </w:p>
    <w:p w:rsidR="005B0461" w:rsidRDefault="005B0461" w:rsidP="005B0461">
      <w:r>
        <w:t>493.1073</w:t>
      </w:r>
      <w:r>
        <w:tab/>
        <w:t>1.254e1</w:t>
      </w:r>
    </w:p>
    <w:p w:rsidR="005B0461" w:rsidRDefault="005B0461" w:rsidP="005B0461">
      <w:r>
        <w:t>493.1108</w:t>
      </w:r>
      <w:r>
        <w:tab/>
        <w:t>1.967e1</w:t>
      </w:r>
    </w:p>
    <w:p w:rsidR="005B0461" w:rsidRDefault="005B0461" w:rsidP="005B0461">
      <w:r>
        <w:t>493.2048</w:t>
      </w:r>
      <w:r>
        <w:tab/>
        <w:t>1.784e0</w:t>
      </w:r>
    </w:p>
    <w:p w:rsidR="005B0461" w:rsidRDefault="005B0461" w:rsidP="005B0461">
      <w:r>
        <w:t>493.2285</w:t>
      </w:r>
      <w:r>
        <w:tab/>
        <w:t>5.653e0</w:t>
      </w:r>
    </w:p>
    <w:p w:rsidR="005B0461" w:rsidRDefault="005B0461" w:rsidP="005B0461">
      <w:r>
        <w:t>493.2370</w:t>
      </w:r>
      <w:r>
        <w:tab/>
        <w:t>2.762e0</w:t>
      </w:r>
    </w:p>
    <w:p w:rsidR="005B0461" w:rsidRDefault="005B0461" w:rsidP="005B0461">
      <w:r>
        <w:t>493.2800</w:t>
      </w:r>
      <w:r>
        <w:tab/>
        <w:t>2.932e0</w:t>
      </w:r>
    </w:p>
    <w:p w:rsidR="005B0461" w:rsidRDefault="005B0461" w:rsidP="005B0461">
      <w:r>
        <w:t>493.3070</w:t>
      </w:r>
      <w:r>
        <w:tab/>
        <w:t>1.013e0</w:t>
      </w:r>
    </w:p>
    <w:p w:rsidR="005B0461" w:rsidRDefault="005B0461" w:rsidP="005B0461">
      <w:r>
        <w:t>493.3671</w:t>
      </w:r>
      <w:r>
        <w:tab/>
        <w:t>1.935e0</w:t>
      </w:r>
    </w:p>
    <w:p w:rsidR="005B0461" w:rsidRDefault="005B0461" w:rsidP="005B0461">
      <w:r>
        <w:lastRenderedPageBreak/>
        <w:t>493.3695</w:t>
      </w:r>
      <w:r>
        <w:tab/>
        <w:t>2.670e0</w:t>
      </w:r>
    </w:p>
    <w:p w:rsidR="005B0461" w:rsidRDefault="005B0461" w:rsidP="005B0461">
      <w:r>
        <w:t>493.3801</w:t>
      </w:r>
      <w:r>
        <w:tab/>
        <w:t>1.013e0</w:t>
      </w:r>
    </w:p>
    <w:p w:rsidR="005B0461" w:rsidRDefault="005B0461" w:rsidP="005B0461">
      <w:r>
        <w:t>493.4119</w:t>
      </w:r>
      <w:r>
        <w:tab/>
        <w:t>1.624e0</w:t>
      </w:r>
    </w:p>
    <w:p w:rsidR="005B0461" w:rsidRDefault="005B0461" w:rsidP="005B0461">
      <w:r>
        <w:t>493.4290</w:t>
      </w:r>
      <w:r>
        <w:tab/>
        <w:t>2.025e0</w:t>
      </w:r>
    </w:p>
    <w:p w:rsidR="005B0461" w:rsidRDefault="005B0461" w:rsidP="005B0461">
      <w:r>
        <w:t>493.4594</w:t>
      </w:r>
      <w:r>
        <w:tab/>
        <w:t>1.013e0</w:t>
      </w:r>
    </w:p>
    <w:p w:rsidR="005B0461" w:rsidRDefault="005B0461" w:rsidP="005B0461">
      <w:r>
        <w:t>493.4841</w:t>
      </w:r>
      <w:r>
        <w:tab/>
        <w:t>2.025e0</w:t>
      </w:r>
    </w:p>
    <w:p w:rsidR="005B0461" w:rsidRDefault="005B0461" w:rsidP="005B0461">
      <w:r>
        <w:t>493.5327</w:t>
      </w:r>
      <w:r>
        <w:tab/>
        <w:t>1.013e0</w:t>
      </w:r>
    </w:p>
    <w:p w:rsidR="005B0461" w:rsidRDefault="005B0461" w:rsidP="005B0461">
      <w:r>
        <w:t>493.5695</w:t>
      </w:r>
      <w:r>
        <w:tab/>
        <w:t>1.013e0</w:t>
      </w:r>
    </w:p>
    <w:p w:rsidR="005B0461" w:rsidRDefault="005B0461" w:rsidP="005B0461">
      <w:r>
        <w:t>493.6259</w:t>
      </w:r>
      <w:r>
        <w:tab/>
        <w:t>2.025e0</w:t>
      </w:r>
    </w:p>
    <w:p w:rsidR="005B0461" w:rsidRDefault="005B0461" w:rsidP="005B0461">
      <w:r>
        <w:t>493.6672</w:t>
      </w:r>
      <w:r>
        <w:tab/>
        <w:t>1.013e0</w:t>
      </w:r>
    </w:p>
    <w:p w:rsidR="005B0461" w:rsidRDefault="005B0461" w:rsidP="005B0461">
      <w:r>
        <w:t>493.7163</w:t>
      </w:r>
      <w:r>
        <w:tab/>
        <w:t>3.038e0</w:t>
      </w:r>
    </w:p>
    <w:p w:rsidR="005B0461" w:rsidRDefault="005B0461" w:rsidP="005B0461">
      <w:r>
        <w:t>493.7589</w:t>
      </w:r>
      <w:r>
        <w:tab/>
        <w:t>2.025e0</w:t>
      </w:r>
    </w:p>
    <w:p w:rsidR="005B0461" w:rsidRDefault="005B0461" w:rsidP="005B0461">
      <w:r>
        <w:t>493.7932</w:t>
      </w:r>
      <w:r>
        <w:tab/>
        <w:t>3.038e0</w:t>
      </w:r>
    </w:p>
    <w:p w:rsidR="005B0461" w:rsidRDefault="005B0461" w:rsidP="005B0461">
      <w:r>
        <w:t>493.8144</w:t>
      </w:r>
      <w:r>
        <w:tab/>
        <w:t>2.025e0</w:t>
      </w:r>
    </w:p>
    <w:p w:rsidR="005B0461" w:rsidRDefault="005B0461" w:rsidP="005B0461">
      <w:r>
        <w:t>493.8473</w:t>
      </w:r>
      <w:r>
        <w:tab/>
        <w:t>2.025e0</w:t>
      </w:r>
    </w:p>
    <w:p w:rsidR="005B0461" w:rsidRDefault="005B0461" w:rsidP="005B0461">
      <w:r>
        <w:t>493.8873</w:t>
      </w:r>
      <w:r>
        <w:tab/>
        <w:t>2.025e0</w:t>
      </w:r>
    </w:p>
    <w:p w:rsidR="005B0461" w:rsidRDefault="005B0461" w:rsidP="005B0461">
      <w:r>
        <w:t>493.8971</w:t>
      </w:r>
      <w:r>
        <w:tab/>
        <w:t>2.268e0</w:t>
      </w:r>
    </w:p>
    <w:p w:rsidR="005B0461" w:rsidRDefault="005B0461" w:rsidP="005B0461">
      <w:r>
        <w:t>493.9185</w:t>
      </w:r>
      <w:r>
        <w:tab/>
        <w:t>5.063e0</w:t>
      </w:r>
    </w:p>
    <w:p w:rsidR="005B0461" w:rsidRDefault="005B0461" w:rsidP="005B0461">
      <w:r>
        <w:t>493.9629</w:t>
      </w:r>
      <w:r>
        <w:tab/>
        <w:t>3.038e0</w:t>
      </w:r>
    </w:p>
    <w:p w:rsidR="005B0461" w:rsidRDefault="005B0461" w:rsidP="005B0461">
      <w:r>
        <w:lastRenderedPageBreak/>
        <w:t>493.9651</w:t>
      </w:r>
      <w:r>
        <w:tab/>
        <w:t>3.038e0</w:t>
      </w:r>
    </w:p>
    <w:p w:rsidR="005B0461" w:rsidRDefault="005B0461" w:rsidP="005B0461">
      <w:r>
        <w:t>494.0095</w:t>
      </w:r>
      <w:r>
        <w:tab/>
        <w:t>3.038e0</w:t>
      </w:r>
    </w:p>
    <w:p w:rsidR="005B0461" w:rsidRDefault="005B0461" w:rsidP="005B0461">
      <w:r>
        <w:t>494.0194</w:t>
      </w:r>
      <w:r>
        <w:tab/>
        <w:t>3.956e0</w:t>
      </w:r>
    </w:p>
    <w:p w:rsidR="005B0461" w:rsidRDefault="005B0461" w:rsidP="005B0461">
      <w:r>
        <w:t>494.0211</w:t>
      </w:r>
      <w:r>
        <w:tab/>
        <w:t>3.106e0</w:t>
      </w:r>
    </w:p>
    <w:p w:rsidR="005B0461" w:rsidRDefault="005B0461" w:rsidP="005B0461">
      <w:r>
        <w:t>494.0275</w:t>
      </w:r>
      <w:r>
        <w:tab/>
        <w:t>3.038e0</w:t>
      </w:r>
    </w:p>
    <w:p w:rsidR="005B0461" w:rsidRDefault="005B0461" w:rsidP="005B0461">
      <w:r>
        <w:t>494.0846</w:t>
      </w:r>
      <w:r>
        <w:tab/>
        <w:t>6.721e0</w:t>
      </w:r>
    </w:p>
    <w:p w:rsidR="005B0461" w:rsidRDefault="005B0461" w:rsidP="005B0461">
      <w:r>
        <w:t>494.1013</w:t>
      </w:r>
      <w:r>
        <w:tab/>
        <w:t>1.129e1</w:t>
      </w:r>
    </w:p>
    <w:p w:rsidR="005B0461" w:rsidRDefault="005B0461" w:rsidP="005B0461">
      <w:r>
        <w:t>494.1057</w:t>
      </w:r>
      <w:r>
        <w:tab/>
        <w:t>2.561e0</w:t>
      </w:r>
    </w:p>
    <w:p w:rsidR="005B0461" w:rsidRDefault="005B0461" w:rsidP="005B0461">
      <w:r>
        <w:t>494.1093</w:t>
      </w:r>
      <w:r>
        <w:tab/>
        <w:t>9.114e0</w:t>
      </w:r>
    </w:p>
    <w:p w:rsidR="005B0461" w:rsidRDefault="005B0461" w:rsidP="005B0461">
      <w:r>
        <w:t>494.1840</w:t>
      </w:r>
      <w:r>
        <w:tab/>
        <w:t>2.630e0</w:t>
      </w:r>
    </w:p>
    <w:p w:rsidR="005B0461" w:rsidRDefault="005B0461" w:rsidP="005B0461">
      <w:r>
        <w:t>494.1867</w:t>
      </w:r>
      <w:r>
        <w:tab/>
        <w:t>4.633e0</w:t>
      </w:r>
    </w:p>
    <w:p w:rsidR="005B0461" w:rsidRDefault="005B0461" w:rsidP="005B0461">
      <w:r>
        <w:t>494.2369</w:t>
      </w:r>
      <w:r>
        <w:tab/>
        <w:t>2.805e0</w:t>
      </w:r>
    </w:p>
    <w:p w:rsidR="005B0461" w:rsidRDefault="005B0461" w:rsidP="005B0461">
      <w:r>
        <w:t>494.2441</w:t>
      </w:r>
      <w:r>
        <w:tab/>
        <w:t>1.464e0</w:t>
      </w:r>
    </w:p>
    <w:p w:rsidR="005B0461" w:rsidRDefault="005B0461" w:rsidP="005B0461">
      <w:r>
        <w:t>494.2827</w:t>
      </w:r>
      <w:r>
        <w:tab/>
        <w:t>1.013e0</w:t>
      </w:r>
    </w:p>
    <w:p w:rsidR="005B0461" w:rsidRDefault="005B0461" w:rsidP="005B0461">
      <w:r>
        <w:t>494.3069</w:t>
      </w:r>
      <w:r>
        <w:tab/>
        <w:t>3.977e0</w:t>
      </w:r>
    </w:p>
    <w:p w:rsidR="005B0461" w:rsidRDefault="005B0461" w:rsidP="005B0461">
      <w:r>
        <w:t>494.3098</w:t>
      </w:r>
      <w:r>
        <w:tab/>
        <w:t>1.558e0</w:t>
      </w:r>
    </w:p>
    <w:p w:rsidR="005B0461" w:rsidRDefault="005B0461" w:rsidP="005B0461">
      <w:r>
        <w:t>494.3437</w:t>
      </w:r>
      <w:r>
        <w:tab/>
        <w:t>3.947e0</w:t>
      </w:r>
    </w:p>
    <w:p w:rsidR="005B0461" w:rsidRDefault="005B0461" w:rsidP="005B0461">
      <w:r>
        <w:t>494.4029</w:t>
      </w:r>
      <w:r>
        <w:tab/>
        <w:t>4.051e0</w:t>
      </w:r>
    </w:p>
    <w:p w:rsidR="005B0461" w:rsidRDefault="005B0461" w:rsidP="005B0461">
      <w:r>
        <w:t>494.4064</w:t>
      </w:r>
      <w:r>
        <w:tab/>
        <w:t>7.299e0</w:t>
      </w:r>
    </w:p>
    <w:p w:rsidR="005B0461" w:rsidRDefault="005B0461" w:rsidP="005B0461">
      <w:r>
        <w:lastRenderedPageBreak/>
        <w:t>494.4201</w:t>
      </w:r>
      <w:r>
        <w:tab/>
        <w:t>1.013e0</w:t>
      </w:r>
    </w:p>
    <w:p w:rsidR="005B0461" w:rsidRDefault="005B0461" w:rsidP="005B0461">
      <w:r>
        <w:t>494.4388</w:t>
      </w:r>
      <w:r>
        <w:tab/>
        <w:t>3.247e0</w:t>
      </w:r>
    </w:p>
    <w:p w:rsidR="005B0461" w:rsidRDefault="005B0461" w:rsidP="005B0461">
      <w:r>
        <w:t>494.4716</w:t>
      </w:r>
      <w:r>
        <w:tab/>
        <w:t>1.013e0</w:t>
      </w:r>
    </w:p>
    <w:p w:rsidR="005B0461" w:rsidRDefault="005B0461" w:rsidP="005B0461">
      <w:r>
        <w:t>494.4958</w:t>
      </w:r>
      <w:r>
        <w:tab/>
        <w:t>3.038e0</w:t>
      </w:r>
    </w:p>
    <w:p w:rsidR="005B0461" w:rsidRDefault="005B0461" w:rsidP="005B0461">
      <w:r>
        <w:t>494.5473</w:t>
      </w:r>
      <w:r>
        <w:tab/>
        <w:t>7.089e0</w:t>
      </w:r>
    </w:p>
    <w:p w:rsidR="005B0461" w:rsidRDefault="005B0461" w:rsidP="005B0461">
      <w:r>
        <w:t>494.5677</w:t>
      </w:r>
      <w:r>
        <w:tab/>
        <w:t>1.276e1</w:t>
      </w:r>
    </w:p>
    <w:p w:rsidR="005B0461" w:rsidRDefault="005B0461" w:rsidP="005B0461">
      <w:r>
        <w:t>494.5987</w:t>
      </w:r>
      <w:r>
        <w:tab/>
        <w:t>2.025e0</w:t>
      </w:r>
    </w:p>
    <w:p w:rsidR="005B0461" w:rsidRDefault="005B0461" w:rsidP="005B0461">
      <w:r>
        <w:t>494.6256</w:t>
      </w:r>
      <w:r>
        <w:tab/>
        <w:t>2.025e0</w:t>
      </w:r>
    </w:p>
    <w:p w:rsidR="005B0461" w:rsidRDefault="005B0461" w:rsidP="005B0461">
      <w:r>
        <w:t>494.6715</w:t>
      </w:r>
      <w:r>
        <w:tab/>
        <w:t>2.025e0</w:t>
      </w:r>
    </w:p>
    <w:p w:rsidR="005B0461" w:rsidRDefault="005B0461" w:rsidP="005B0461">
      <w:r>
        <w:t>494.6967</w:t>
      </w:r>
      <w:r>
        <w:tab/>
        <w:t>2.025e0</w:t>
      </w:r>
    </w:p>
    <w:p w:rsidR="005B0461" w:rsidRDefault="005B0461" w:rsidP="005B0461">
      <w:r>
        <w:t>494.7245</w:t>
      </w:r>
      <w:r>
        <w:tab/>
        <w:t>2.025e0</w:t>
      </w:r>
    </w:p>
    <w:p w:rsidR="005B0461" w:rsidRDefault="005B0461" w:rsidP="005B0461">
      <w:r>
        <w:t>494.7293</w:t>
      </w:r>
      <w:r>
        <w:tab/>
        <w:t>1.013e0</w:t>
      </w:r>
    </w:p>
    <w:p w:rsidR="005B0461" w:rsidRDefault="005B0461" w:rsidP="005B0461">
      <w:r>
        <w:t>494.7607</w:t>
      </w:r>
      <w:r>
        <w:tab/>
        <w:t>2.025e0</w:t>
      </w:r>
    </w:p>
    <w:p w:rsidR="005B0461" w:rsidRDefault="005B0461" w:rsidP="005B0461">
      <w:r>
        <w:t>494.8067</w:t>
      </w:r>
      <w:r>
        <w:tab/>
        <w:t>2.025e0</w:t>
      </w:r>
    </w:p>
    <w:p w:rsidR="005B0461" w:rsidRDefault="005B0461" w:rsidP="005B0461">
      <w:r>
        <w:t>494.8240</w:t>
      </w:r>
      <w:r>
        <w:tab/>
        <w:t>1.013e0</w:t>
      </w:r>
    </w:p>
    <w:p w:rsidR="005B0461" w:rsidRDefault="005B0461" w:rsidP="005B0461">
      <w:r>
        <w:t>494.8496</w:t>
      </w:r>
      <w:r>
        <w:tab/>
        <w:t>1.013e0</w:t>
      </w:r>
    </w:p>
    <w:p w:rsidR="005B0461" w:rsidRDefault="005B0461" w:rsidP="005B0461">
      <w:r>
        <w:t>494.8754</w:t>
      </w:r>
      <w:r>
        <w:tab/>
        <w:t>1.013e0</w:t>
      </w:r>
    </w:p>
    <w:p w:rsidR="005B0461" w:rsidRDefault="005B0461" w:rsidP="005B0461">
      <w:r>
        <w:t>494.8883</w:t>
      </w:r>
      <w:r>
        <w:tab/>
        <w:t>2.025e0</w:t>
      </w:r>
    </w:p>
    <w:p w:rsidR="005B0461" w:rsidRDefault="005B0461" w:rsidP="005B0461">
      <w:r>
        <w:t>494.9187</w:t>
      </w:r>
      <w:r>
        <w:tab/>
        <w:t>1.013e0</w:t>
      </w:r>
    </w:p>
    <w:p w:rsidR="005B0461" w:rsidRDefault="005B0461" w:rsidP="005B0461">
      <w:r>
        <w:lastRenderedPageBreak/>
        <w:t>494.9270</w:t>
      </w:r>
      <w:r>
        <w:tab/>
        <w:t>1.013e0</w:t>
      </w:r>
    </w:p>
    <w:p w:rsidR="005B0461" w:rsidRDefault="005B0461" w:rsidP="005B0461">
      <w:r>
        <w:t>494.9297</w:t>
      </w:r>
      <w:r>
        <w:tab/>
        <w:t>2.025e0</w:t>
      </w:r>
    </w:p>
    <w:p w:rsidR="005B0461" w:rsidRDefault="005B0461" w:rsidP="005B0461">
      <w:r>
        <w:t>494.9908</w:t>
      </w:r>
      <w:r>
        <w:tab/>
        <w:t>5.327e0</w:t>
      </w:r>
    </w:p>
    <w:p w:rsidR="005B0461" w:rsidRDefault="005B0461" w:rsidP="005B0461">
      <w:r>
        <w:t>494.9974</w:t>
      </w:r>
      <w:r>
        <w:tab/>
        <w:t>1.206e1</w:t>
      </w:r>
    </w:p>
    <w:p w:rsidR="005B0461" w:rsidRDefault="005B0461" w:rsidP="005B0461">
      <w:r>
        <w:t>495.0052</w:t>
      </w:r>
      <w:r>
        <w:tab/>
        <w:t>6.971e0</w:t>
      </w:r>
    </w:p>
    <w:p w:rsidR="005B0461" w:rsidRDefault="005B0461" w:rsidP="005B0461">
      <w:r>
        <w:t>495.0208</w:t>
      </w:r>
      <w:r>
        <w:tab/>
        <w:t>1.620e1</w:t>
      </w:r>
    </w:p>
    <w:p w:rsidR="005B0461" w:rsidRDefault="005B0461" w:rsidP="005B0461">
      <w:r>
        <w:t>495.0352</w:t>
      </w:r>
      <w:r>
        <w:tab/>
        <w:t>3.038e0</w:t>
      </w:r>
    </w:p>
    <w:p w:rsidR="005B0461" w:rsidRDefault="005B0461" w:rsidP="005B0461">
      <w:r>
        <w:t>495.0422</w:t>
      </w:r>
      <w:r>
        <w:tab/>
        <w:t>4.563e0</w:t>
      </w:r>
    </w:p>
    <w:p w:rsidR="005B0461" w:rsidRDefault="005B0461" w:rsidP="005B0461">
      <w:r>
        <w:t>495.0743</w:t>
      </w:r>
      <w:r>
        <w:tab/>
        <w:t>2.407e0</w:t>
      </w:r>
    </w:p>
    <w:p w:rsidR="005B0461" w:rsidRDefault="005B0461" w:rsidP="005B0461">
      <w:r>
        <w:t>495.1511</w:t>
      </w:r>
      <w:r>
        <w:tab/>
        <w:t>1.410e0</w:t>
      </w:r>
    </w:p>
    <w:p w:rsidR="005B0461" w:rsidRDefault="005B0461" w:rsidP="005B0461">
      <w:r>
        <w:t>495.1591</w:t>
      </w:r>
      <w:r>
        <w:tab/>
        <w:t>1.506e0</w:t>
      </w:r>
    </w:p>
    <w:p w:rsidR="005B0461" w:rsidRDefault="005B0461" w:rsidP="005B0461">
      <w:r>
        <w:t>495.1924</w:t>
      </w:r>
      <w:r>
        <w:tab/>
        <w:t>2.458e0</w:t>
      </w:r>
    </w:p>
    <w:p w:rsidR="005B0461" w:rsidRDefault="005B0461" w:rsidP="005B0461">
      <w:r>
        <w:t>495.1997</w:t>
      </w:r>
      <w:r>
        <w:tab/>
        <w:t>1.013e0</w:t>
      </w:r>
    </w:p>
    <w:p w:rsidR="005B0461" w:rsidRDefault="005B0461" w:rsidP="005B0461">
      <w:r>
        <w:t>495.2238</w:t>
      </w:r>
      <w:r>
        <w:tab/>
        <w:t>2.817e0</w:t>
      </w:r>
    </w:p>
    <w:p w:rsidR="005B0461" w:rsidRDefault="005B0461" w:rsidP="005B0461">
      <w:r>
        <w:t>495.2433</w:t>
      </w:r>
      <w:r>
        <w:tab/>
        <w:t>4.860e0</w:t>
      </w:r>
    </w:p>
    <w:p w:rsidR="005B0461" w:rsidRDefault="005B0461" w:rsidP="005B0461">
      <w:r>
        <w:t>495.2679</w:t>
      </w:r>
      <w:r>
        <w:tab/>
        <w:t>1.470e0</w:t>
      </w:r>
    </w:p>
    <w:p w:rsidR="005B0461" w:rsidRDefault="005B0461" w:rsidP="005B0461">
      <w:r>
        <w:t>495.3003</w:t>
      </w:r>
      <w:r>
        <w:tab/>
        <w:t>3.518e0</w:t>
      </w:r>
    </w:p>
    <w:p w:rsidR="005B0461" w:rsidRDefault="005B0461" w:rsidP="005B0461">
      <w:r>
        <w:t>495.3111</w:t>
      </w:r>
      <w:r>
        <w:tab/>
        <w:t>2.336e0</w:t>
      </w:r>
    </w:p>
    <w:p w:rsidR="005B0461" w:rsidRDefault="005B0461" w:rsidP="005B0461">
      <w:r>
        <w:t>495.3383</w:t>
      </w:r>
      <w:r>
        <w:tab/>
        <w:t>4.753e0</w:t>
      </w:r>
    </w:p>
    <w:p w:rsidR="005B0461" w:rsidRDefault="005B0461" w:rsidP="005B0461">
      <w:r>
        <w:lastRenderedPageBreak/>
        <w:t>495.3484</w:t>
      </w:r>
      <w:r>
        <w:tab/>
        <w:t>1.034e0</w:t>
      </w:r>
    </w:p>
    <w:p w:rsidR="005B0461" w:rsidRDefault="005B0461" w:rsidP="005B0461">
      <w:r>
        <w:t>495.3778</w:t>
      </w:r>
      <w:r>
        <w:tab/>
        <w:t>8.101e0</w:t>
      </w:r>
    </w:p>
    <w:p w:rsidR="005B0461" w:rsidRDefault="005B0461" w:rsidP="005B0461">
      <w:r>
        <w:t>495.4124</w:t>
      </w:r>
      <w:r>
        <w:tab/>
        <w:t>4.395e0</w:t>
      </w:r>
    </w:p>
    <w:p w:rsidR="005B0461" w:rsidRDefault="005B0461" w:rsidP="005B0461">
      <w:r>
        <w:t>495.4247</w:t>
      </w:r>
      <w:r>
        <w:tab/>
        <w:t>4.065e0</w:t>
      </w:r>
    </w:p>
    <w:p w:rsidR="005B0461" w:rsidRDefault="005B0461" w:rsidP="005B0461">
      <w:r>
        <w:t>495.5021</w:t>
      </w:r>
      <w:r>
        <w:tab/>
        <w:t>1.013e0</w:t>
      </w:r>
    </w:p>
    <w:p w:rsidR="005B0461" w:rsidRDefault="005B0461" w:rsidP="005B0461">
      <w:r>
        <w:t>495.5083</w:t>
      </w:r>
      <w:r>
        <w:tab/>
        <w:t>4.051e0</w:t>
      </w:r>
    </w:p>
    <w:p w:rsidR="005B0461" w:rsidRDefault="005B0461" w:rsidP="005B0461">
      <w:r>
        <w:t>495.5476</w:t>
      </w:r>
      <w:r>
        <w:tab/>
        <w:t>4.392e0</w:t>
      </w:r>
    </w:p>
    <w:p w:rsidR="005B0461" w:rsidRDefault="005B0461" w:rsidP="005B0461">
      <w:r>
        <w:t>495.5721</w:t>
      </w:r>
      <w:r>
        <w:tab/>
        <w:t>1.013e0</w:t>
      </w:r>
    </w:p>
    <w:p w:rsidR="005B0461" w:rsidRDefault="005B0461" w:rsidP="005B0461">
      <w:r>
        <w:t>495.5842</w:t>
      </w:r>
      <w:r>
        <w:tab/>
        <w:t>3.038e0</w:t>
      </w:r>
    </w:p>
    <w:p w:rsidR="005B0461" w:rsidRDefault="005B0461" w:rsidP="005B0461">
      <w:r>
        <w:t>495.5967</w:t>
      </w:r>
      <w:r>
        <w:tab/>
        <w:t>1.013e0</w:t>
      </w:r>
    </w:p>
    <w:p w:rsidR="005B0461" w:rsidRDefault="005B0461" w:rsidP="005B0461">
      <w:r>
        <w:t>495.6151</w:t>
      </w:r>
      <w:r>
        <w:tab/>
        <w:t>1.013e0</w:t>
      </w:r>
    </w:p>
    <w:p w:rsidR="005B0461" w:rsidRDefault="005B0461" w:rsidP="005B0461">
      <w:r>
        <w:t>495.6413</w:t>
      </w:r>
      <w:r>
        <w:tab/>
        <w:t>2.025e0</w:t>
      </w:r>
    </w:p>
    <w:p w:rsidR="005B0461" w:rsidRDefault="005B0461" w:rsidP="005B0461">
      <w:r>
        <w:t>495.6668</w:t>
      </w:r>
      <w:r>
        <w:tab/>
        <w:t>1.013e0</w:t>
      </w:r>
    </w:p>
    <w:p w:rsidR="005B0461" w:rsidRDefault="005B0461" w:rsidP="005B0461">
      <w:r>
        <w:t>495.6760</w:t>
      </w:r>
      <w:r>
        <w:tab/>
        <w:t>2.025e0</w:t>
      </w:r>
    </w:p>
    <w:p w:rsidR="005B0461" w:rsidRDefault="005B0461" w:rsidP="005B0461">
      <w:r>
        <w:t>495.6926</w:t>
      </w:r>
      <w:r>
        <w:tab/>
        <w:t>2.025e0</w:t>
      </w:r>
    </w:p>
    <w:p w:rsidR="005B0461" w:rsidRDefault="005B0461" w:rsidP="005B0461">
      <w:r>
        <w:t>495.7615</w:t>
      </w:r>
      <w:r>
        <w:tab/>
        <w:t>1.013e0</w:t>
      </w:r>
    </w:p>
    <w:p w:rsidR="005B0461" w:rsidRDefault="005B0461" w:rsidP="005B0461">
      <w:r>
        <w:t>495.7676</w:t>
      </w:r>
      <w:r>
        <w:tab/>
        <w:t>1.013e0</w:t>
      </w:r>
    </w:p>
    <w:p w:rsidR="005B0461" w:rsidRDefault="005B0461" w:rsidP="005B0461">
      <w:r>
        <w:t>495.7959</w:t>
      </w:r>
      <w:r>
        <w:tab/>
        <w:t>1.013e0</w:t>
      </w:r>
    </w:p>
    <w:p w:rsidR="005B0461" w:rsidRDefault="005B0461" w:rsidP="005B0461">
      <w:r>
        <w:t>495.8312</w:t>
      </w:r>
      <w:r>
        <w:tab/>
        <w:t>4.051e0</w:t>
      </w:r>
    </w:p>
    <w:p w:rsidR="005B0461" w:rsidRDefault="005B0461" w:rsidP="005B0461">
      <w:r>
        <w:lastRenderedPageBreak/>
        <w:t>495.8476</w:t>
      </w:r>
      <w:r>
        <w:tab/>
        <w:t>2.025e0</w:t>
      </w:r>
    </w:p>
    <w:p w:rsidR="005B0461" w:rsidRDefault="005B0461" w:rsidP="005B0461">
      <w:r>
        <w:t>495.8623</w:t>
      </w:r>
      <w:r>
        <w:tab/>
        <w:t>1.013e0</w:t>
      </w:r>
    </w:p>
    <w:p w:rsidR="005B0461" w:rsidRDefault="005B0461" w:rsidP="005B0461">
      <w:r>
        <w:t>495.8992</w:t>
      </w:r>
      <w:r>
        <w:tab/>
        <w:t>2.025e0</w:t>
      </w:r>
    </w:p>
    <w:p w:rsidR="005B0461" w:rsidRDefault="005B0461" w:rsidP="005B0461">
      <w:r>
        <w:t>495.9109</w:t>
      </w:r>
      <w:r>
        <w:tab/>
        <w:t>4.051e0</w:t>
      </w:r>
    </w:p>
    <w:p w:rsidR="005B0461" w:rsidRDefault="005B0461" w:rsidP="005B0461">
      <w:r>
        <w:t>495.9251</w:t>
      </w:r>
      <w:r>
        <w:tab/>
        <w:t>1.013e0</w:t>
      </w:r>
    </w:p>
    <w:p w:rsidR="005B0461" w:rsidRDefault="005B0461" w:rsidP="005B0461">
      <w:r>
        <w:t>495.9391</w:t>
      </w:r>
      <w:r>
        <w:tab/>
        <w:t>2.025e0</w:t>
      </w:r>
    </w:p>
    <w:p w:rsidR="005B0461" w:rsidRDefault="005B0461" w:rsidP="005B0461">
      <w:r>
        <w:t>495.9900</w:t>
      </w:r>
      <w:r>
        <w:tab/>
        <w:t>3.999e0</w:t>
      </w:r>
    </w:p>
    <w:p w:rsidR="005B0461" w:rsidRDefault="005B0461" w:rsidP="005B0461">
      <w:r>
        <w:t>495.9969</w:t>
      </w:r>
      <w:r>
        <w:tab/>
        <w:t>4.051e0</w:t>
      </w:r>
    </w:p>
    <w:p w:rsidR="005B0461" w:rsidRDefault="005B0461" w:rsidP="005B0461">
      <w:r>
        <w:t>496.0500</w:t>
      </w:r>
      <w:r>
        <w:tab/>
        <w:t>3.583e0</w:t>
      </w:r>
    </w:p>
    <w:p w:rsidR="005B0461" w:rsidRDefault="005B0461" w:rsidP="005B0461">
      <w:r>
        <w:t>496.0543</w:t>
      </w:r>
      <w:r>
        <w:tab/>
        <w:t>5.063e0</w:t>
      </w:r>
    </w:p>
    <w:p w:rsidR="005B0461" w:rsidRDefault="005B0461" w:rsidP="005B0461">
      <w:r>
        <w:t>496.0634</w:t>
      </w:r>
      <w:r>
        <w:tab/>
        <w:t>1.208e0</w:t>
      </w:r>
    </w:p>
    <w:p w:rsidR="005B0461" w:rsidRDefault="005B0461" w:rsidP="005B0461">
      <w:r>
        <w:t>496.0782</w:t>
      </w:r>
      <w:r>
        <w:tab/>
        <w:t>1.834e0</w:t>
      </w:r>
    </w:p>
    <w:p w:rsidR="005B0461" w:rsidRDefault="005B0461" w:rsidP="005B0461">
      <w:r>
        <w:t>496.1441</w:t>
      </w:r>
      <w:r>
        <w:tab/>
        <w:t>1.526e0</w:t>
      </w:r>
    </w:p>
    <w:p w:rsidR="005B0461" w:rsidRDefault="005B0461" w:rsidP="005B0461">
      <w:r>
        <w:t>496.1550</w:t>
      </w:r>
      <w:r>
        <w:tab/>
        <w:t>3.349e0</w:t>
      </w:r>
    </w:p>
    <w:p w:rsidR="005B0461" w:rsidRDefault="005B0461" w:rsidP="005B0461">
      <w:r>
        <w:t>496.1697</w:t>
      </w:r>
      <w:r>
        <w:tab/>
        <w:t>1.093e0</w:t>
      </w:r>
    </w:p>
    <w:p w:rsidR="005B0461" w:rsidRDefault="005B0461" w:rsidP="005B0461">
      <w:r>
        <w:t>496.2406</w:t>
      </w:r>
      <w:r>
        <w:tab/>
        <w:t>2.113e0</w:t>
      </w:r>
    </w:p>
    <w:p w:rsidR="005B0461" w:rsidRDefault="005B0461" w:rsidP="005B0461">
      <w:r>
        <w:t>496.2502</w:t>
      </w:r>
      <w:r>
        <w:tab/>
        <w:t>4.801e0</w:t>
      </w:r>
    </w:p>
    <w:p w:rsidR="005B0461" w:rsidRDefault="005B0461" w:rsidP="005B0461">
      <w:r>
        <w:t>496.2565</w:t>
      </w:r>
      <w:r>
        <w:tab/>
        <w:t>2.025e0</w:t>
      </w:r>
    </w:p>
    <w:p w:rsidR="005B0461" w:rsidRDefault="005B0461" w:rsidP="005B0461">
      <w:r>
        <w:t>496.2704</w:t>
      </w:r>
      <w:r>
        <w:tab/>
        <w:t>3.775e0</w:t>
      </w:r>
    </w:p>
    <w:p w:rsidR="005B0461" w:rsidRDefault="005B0461" w:rsidP="005B0461">
      <w:r>
        <w:lastRenderedPageBreak/>
        <w:t>496.2914</w:t>
      </w:r>
      <w:r>
        <w:tab/>
        <w:t>2.853e0</w:t>
      </w:r>
    </w:p>
    <w:p w:rsidR="005B0461" w:rsidRDefault="005B0461" w:rsidP="005B0461">
      <w:r>
        <w:t>496.3262</w:t>
      </w:r>
      <w:r>
        <w:tab/>
        <w:t>4.051e0</w:t>
      </w:r>
    </w:p>
    <w:p w:rsidR="005B0461" w:rsidRDefault="005B0461" w:rsidP="005B0461">
      <w:r>
        <w:t>496.3789</w:t>
      </w:r>
      <w:r>
        <w:tab/>
        <w:t>3.768e0</w:t>
      </w:r>
    </w:p>
    <w:p w:rsidR="005B0461" w:rsidRDefault="005B0461" w:rsidP="005B0461">
      <w:r>
        <w:t>496.4161</w:t>
      </w:r>
      <w:r>
        <w:tab/>
        <w:t>6.757e0</w:t>
      </w:r>
    </w:p>
    <w:p w:rsidR="005B0461" w:rsidRDefault="005B0461" w:rsidP="005B0461">
      <w:r>
        <w:t>496.4240</w:t>
      </w:r>
      <w:r>
        <w:tab/>
        <w:t>3.783e0</w:t>
      </w:r>
    </w:p>
    <w:p w:rsidR="005B0461" w:rsidRDefault="005B0461" w:rsidP="005B0461">
      <w:r>
        <w:t>496.4321</w:t>
      </w:r>
      <w:r>
        <w:tab/>
        <w:t>1.114e1</w:t>
      </w:r>
    </w:p>
    <w:p w:rsidR="005B0461" w:rsidRDefault="005B0461" w:rsidP="005B0461">
      <w:r>
        <w:t>496.4443</w:t>
      </w:r>
      <w:r>
        <w:tab/>
        <w:t>7.089e0</w:t>
      </w:r>
    </w:p>
    <w:p w:rsidR="005B0461" w:rsidRDefault="005B0461" w:rsidP="005B0461">
      <w:r>
        <w:t>496.4651</w:t>
      </w:r>
      <w:r>
        <w:tab/>
        <w:t>3.038e0</w:t>
      </w:r>
    </w:p>
    <w:p w:rsidR="005B0461" w:rsidRDefault="005B0461" w:rsidP="005B0461">
      <w:r>
        <w:t>496.5067</w:t>
      </w:r>
      <w:r>
        <w:tab/>
        <w:t>1.013e0</w:t>
      </w:r>
    </w:p>
    <w:p w:rsidR="005B0461" w:rsidRDefault="005B0461" w:rsidP="005B0461">
      <w:r>
        <w:t>496.5236</w:t>
      </w:r>
      <w:r>
        <w:tab/>
        <w:t>2.025e0</w:t>
      </w:r>
    </w:p>
    <w:p w:rsidR="005B0461" w:rsidRDefault="005B0461" w:rsidP="005B0461">
      <w:r>
        <w:t>496.5249</w:t>
      </w:r>
      <w:r>
        <w:tab/>
        <w:t>1.013e0</w:t>
      </w:r>
    </w:p>
    <w:p w:rsidR="005B0461" w:rsidRDefault="005B0461" w:rsidP="005B0461">
      <w:r>
        <w:t>496.5804</w:t>
      </w:r>
      <w:r>
        <w:tab/>
        <w:t>4.051e0</w:t>
      </w:r>
    </w:p>
    <w:p w:rsidR="005B0461" w:rsidRDefault="005B0461" w:rsidP="005B0461">
      <w:r>
        <w:t>496.5941</w:t>
      </w:r>
      <w:r>
        <w:tab/>
        <w:t>2.025e0</w:t>
      </w:r>
    </w:p>
    <w:p w:rsidR="005B0461" w:rsidRDefault="005B0461" w:rsidP="005B0461">
      <w:r>
        <w:t>496.6190</w:t>
      </w:r>
      <w:r>
        <w:tab/>
        <w:t>2.025e0</w:t>
      </w:r>
    </w:p>
    <w:p w:rsidR="005B0461" w:rsidRDefault="005B0461" w:rsidP="005B0461">
      <w:r>
        <w:t>496.7180</w:t>
      </w:r>
      <w:r>
        <w:tab/>
        <w:t>1.013e0</w:t>
      </w:r>
    </w:p>
    <w:p w:rsidR="005B0461" w:rsidRDefault="005B0461" w:rsidP="005B0461">
      <w:r>
        <w:t>496.7266</w:t>
      </w:r>
      <w:r>
        <w:tab/>
        <w:t>1.013e0</w:t>
      </w:r>
    </w:p>
    <w:p w:rsidR="005B0461" w:rsidRDefault="005B0461" w:rsidP="005B0461">
      <w:r>
        <w:t>496.7611</w:t>
      </w:r>
      <w:r>
        <w:tab/>
        <w:t>1.013e0</w:t>
      </w:r>
    </w:p>
    <w:p w:rsidR="005B0461" w:rsidRDefault="005B0461" w:rsidP="005B0461">
      <w:r>
        <w:t>496.7821</w:t>
      </w:r>
      <w:r>
        <w:tab/>
        <w:t>2.025e0</w:t>
      </w:r>
    </w:p>
    <w:p w:rsidR="005B0461" w:rsidRDefault="005B0461" w:rsidP="005B0461">
      <w:r>
        <w:t>496.8128</w:t>
      </w:r>
      <w:r>
        <w:tab/>
        <w:t>1.013e0</w:t>
      </w:r>
    </w:p>
    <w:p w:rsidR="005B0461" w:rsidRDefault="005B0461" w:rsidP="005B0461">
      <w:r>
        <w:lastRenderedPageBreak/>
        <w:t>496.8298</w:t>
      </w:r>
      <w:r>
        <w:tab/>
        <w:t>4.051e0</w:t>
      </w:r>
    </w:p>
    <w:p w:rsidR="005B0461" w:rsidRDefault="005B0461" w:rsidP="005B0461">
      <w:r>
        <w:t>496.8364</w:t>
      </w:r>
      <w:r>
        <w:tab/>
        <w:t>2.025e0</w:t>
      </w:r>
    </w:p>
    <w:p w:rsidR="005B0461" w:rsidRDefault="005B0461" w:rsidP="005B0461">
      <w:r>
        <w:t>496.8975</w:t>
      </w:r>
      <w:r>
        <w:tab/>
        <w:t>2.025e0</w:t>
      </w:r>
    </w:p>
    <w:p w:rsidR="005B0461" w:rsidRDefault="005B0461" w:rsidP="005B0461">
      <w:r>
        <w:t>496.9041</w:t>
      </w:r>
      <w:r>
        <w:tab/>
        <w:t>2.025e0</w:t>
      </w:r>
    </w:p>
    <w:p w:rsidR="005B0461" w:rsidRDefault="005B0461" w:rsidP="005B0461">
      <w:r>
        <w:t>496.9208</w:t>
      </w:r>
      <w:r>
        <w:tab/>
        <w:t>2.025e0</w:t>
      </w:r>
    </w:p>
    <w:p w:rsidR="005B0461" w:rsidRDefault="005B0461" w:rsidP="005B0461">
      <w:r>
        <w:t>496.9250</w:t>
      </w:r>
      <w:r>
        <w:tab/>
        <w:t>1.013e0</w:t>
      </w:r>
    </w:p>
    <w:p w:rsidR="005B0461" w:rsidRDefault="005B0461" w:rsidP="005B0461">
      <w:r>
        <w:t>496.9554</w:t>
      </w:r>
      <w:r>
        <w:tab/>
        <w:t>2.025e0</w:t>
      </w:r>
    </w:p>
    <w:p w:rsidR="005B0461" w:rsidRDefault="005B0461" w:rsidP="005B0461">
      <w:r>
        <w:t>496.9643</w:t>
      </w:r>
      <w:r>
        <w:tab/>
        <w:t>2.005e0</w:t>
      </w:r>
    </w:p>
    <w:p w:rsidR="005B0461" w:rsidRDefault="005B0461" w:rsidP="005B0461">
      <w:r>
        <w:t>496.9768</w:t>
      </w:r>
      <w:r>
        <w:tab/>
        <w:t>2.025e0</w:t>
      </w:r>
    </w:p>
    <w:p w:rsidR="005B0461" w:rsidRDefault="005B0461" w:rsidP="005B0461">
      <w:r>
        <w:t>497.0029</w:t>
      </w:r>
      <w:r>
        <w:tab/>
        <w:t>1.884e0</w:t>
      </w:r>
    </w:p>
    <w:p w:rsidR="005B0461" w:rsidRDefault="005B0461" w:rsidP="005B0461">
      <w:r>
        <w:t>497.0250</w:t>
      </w:r>
      <w:r>
        <w:tab/>
        <w:t>2.025e0</w:t>
      </w:r>
    </w:p>
    <w:p w:rsidR="005B0461" w:rsidRDefault="005B0461" w:rsidP="005B0461">
      <w:r>
        <w:t>497.0413</w:t>
      </w:r>
      <w:r>
        <w:tab/>
        <w:t>2.015e0</w:t>
      </w:r>
    </w:p>
    <w:p w:rsidR="005B0461" w:rsidRDefault="005B0461" w:rsidP="005B0461">
      <w:r>
        <w:t>497.0510</w:t>
      </w:r>
      <w:r>
        <w:tab/>
        <w:t>2.754e0</w:t>
      </w:r>
    </w:p>
    <w:p w:rsidR="005B0461" w:rsidRDefault="005B0461" w:rsidP="005B0461">
      <w:r>
        <w:t>497.0665</w:t>
      </w:r>
      <w:r>
        <w:tab/>
        <w:t>1.519e0</w:t>
      </w:r>
    </w:p>
    <w:p w:rsidR="005B0461" w:rsidRDefault="005B0461" w:rsidP="005B0461">
      <w:r>
        <w:t>497.0802</w:t>
      </w:r>
      <w:r>
        <w:tab/>
        <w:t>2.438e0</w:t>
      </w:r>
    </w:p>
    <w:p w:rsidR="005B0461" w:rsidRDefault="005B0461" w:rsidP="005B0461">
      <w:r>
        <w:t>497.1177</w:t>
      </w:r>
      <w:r>
        <w:tab/>
        <w:t>5.890e0</w:t>
      </w:r>
    </w:p>
    <w:p w:rsidR="005B0461" w:rsidRDefault="005B0461" w:rsidP="005B0461">
      <w:r>
        <w:t>497.1317</w:t>
      </w:r>
      <w:r>
        <w:tab/>
        <w:t>5.813e0</w:t>
      </w:r>
    </w:p>
    <w:p w:rsidR="005B0461" w:rsidRDefault="005B0461" w:rsidP="005B0461">
      <w:r>
        <w:t>497.1860</w:t>
      </w:r>
      <w:r>
        <w:tab/>
        <w:t>2.938e0</w:t>
      </w:r>
    </w:p>
    <w:p w:rsidR="005B0461" w:rsidRDefault="005B0461" w:rsidP="005B0461">
      <w:r>
        <w:t>497.1915</w:t>
      </w:r>
      <w:r>
        <w:tab/>
        <w:t>5.625e0</w:t>
      </w:r>
    </w:p>
    <w:p w:rsidR="005B0461" w:rsidRDefault="005B0461" w:rsidP="005B0461">
      <w:r>
        <w:lastRenderedPageBreak/>
        <w:t>497.2265</w:t>
      </w:r>
      <w:r>
        <w:tab/>
        <w:t>9.337e0</w:t>
      </w:r>
    </w:p>
    <w:p w:rsidR="005B0461" w:rsidRDefault="005B0461" w:rsidP="005B0461">
      <w:r>
        <w:t>497.2299</w:t>
      </w:r>
      <w:r>
        <w:tab/>
        <w:t>6.994e0</w:t>
      </w:r>
    </w:p>
    <w:p w:rsidR="005B0461" w:rsidRDefault="005B0461" w:rsidP="005B0461">
      <w:r>
        <w:t>497.2381</w:t>
      </w:r>
      <w:r>
        <w:tab/>
        <w:t>7.858e0</w:t>
      </w:r>
    </w:p>
    <w:p w:rsidR="005B0461" w:rsidRDefault="005B0461" w:rsidP="005B0461">
      <w:r>
        <w:t>497.2440</w:t>
      </w:r>
      <w:r>
        <w:tab/>
        <w:t>9.864e0</w:t>
      </w:r>
    </w:p>
    <w:p w:rsidR="005B0461" w:rsidRDefault="005B0461" w:rsidP="005B0461">
      <w:r>
        <w:t>497.2858</w:t>
      </w:r>
      <w:r>
        <w:tab/>
        <w:t>1.840e0</w:t>
      </w:r>
    </w:p>
    <w:p w:rsidR="005B0461" w:rsidRDefault="005B0461" w:rsidP="005B0461">
      <w:r>
        <w:t>497.2958</w:t>
      </w:r>
      <w:r>
        <w:tab/>
        <w:t>2.025e0</w:t>
      </w:r>
    </w:p>
    <w:p w:rsidR="005B0461" w:rsidRDefault="005B0461" w:rsidP="005B0461">
      <w:r>
        <w:t>497.3091</w:t>
      </w:r>
      <w:r>
        <w:tab/>
        <w:t>2.826e0</w:t>
      </w:r>
    </w:p>
    <w:p w:rsidR="005B0461" w:rsidRDefault="005B0461" w:rsidP="005B0461">
      <w:r>
        <w:t>497.3189</w:t>
      </w:r>
      <w:r>
        <w:tab/>
        <w:t>1.013e0</w:t>
      </w:r>
    </w:p>
    <w:p w:rsidR="005B0461" w:rsidRDefault="005B0461" w:rsidP="005B0461">
      <w:r>
        <w:t>497.4128</w:t>
      </w:r>
      <w:r>
        <w:tab/>
        <w:t>3.038e0</w:t>
      </w:r>
    </w:p>
    <w:p w:rsidR="005B0461" w:rsidRDefault="005B0461" w:rsidP="005B0461">
      <w:r>
        <w:t>497.4270</w:t>
      </w:r>
      <w:r>
        <w:tab/>
        <w:t>2.366e0</w:t>
      </w:r>
    </w:p>
    <w:p w:rsidR="005B0461" w:rsidRDefault="005B0461" w:rsidP="005B0461">
      <w:r>
        <w:t>497.4294</w:t>
      </w:r>
      <w:r>
        <w:tab/>
        <w:t>3.038e0</w:t>
      </w:r>
    </w:p>
    <w:p w:rsidR="005B0461" w:rsidRDefault="005B0461" w:rsidP="005B0461">
      <w:r>
        <w:t>497.4656</w:t>
      </w:r>
      <w:r>
        <w:tab/>
        <w:t>3.038e0</w:t>
      </w:r>
    </w:p>
    <w:p w:rsidR="005B0461" w:rsidRDefault="005B0461" w:rsidP="005B0461">
      <w:r>
        <w:t>497.5322</w:t>
      </w:r>
      <w:r>
        <w:tab/>
        <w:t>2.025e0</w:t>
      </w:r>
    </w:p>
    <w:p w:rsidR="005B0461" w:rsidRDefault="005B0461" w:rsidP="005B0461">
      <w:r>
        <w:t>497.5756</w:t>
      </w:r>
      <w:r>
        <w:tab/>
        <w:t>2.025e0</w:t>
      </w:r>
    </w:p>
    <w:p w:rsidR="005B0461" w:rsidRDefault="005B0461" w:rsidP="005B0461">
      <w:r>
        <w:t>497.5984</w:t>
      </w:r>
      <w:r>
        <w:tab/>
        <w:t>1.013e0</w:t>
      </w:r>
    </w:p>
    <w:p w:rsidR="005B0461" w:rsidRDefault="005B0461" w:rsidP="005B0461">
      <w:r>
        <w:t>497.6069</w:t>
      </w:r>
      <w:r>
        <w:tab/>
        <w:t>3.038e0</w:t>
      </w:r>
    </w:p>
    <w:p w:rsidR="005B0461" w:rsidRDefault="005B0461" w:rsidP="005B0461">
      <w:r>
        <w:t>497.6157</w:t>
      </w:r>
      <w:r>
        <w:tab/>
        <w:t>1.013e0</w:t>
      </w:r>
    </w:p>
    <w:p w:rsidR="005B0461" w:rsidRDefault="005B0461" w:rsidP="005B0461">
      <w:r>
        <w:t>497.6261</w:t>
      </w:r>
      <w:r>
        <w:tab/>
        <w:t>2.025e0</w:t>
      </w:r>
    </w:p>
    <w:p w:rsidR="005B0461" w:rsidRDefault="005B0461" w:rsidP="005B0461">
      <w:r>
        <w:t>497.6558</w:t>
      </w:r>
      <w:r>
        <w:tab/>
        <w:t>2.025e0</w:t>
      </w:r>
    </w:p>
    <w:p w:rsidR="005B0461" w:rsidRDefault="005B0461" w:rsidP="005B0461">
      <w:r>
        <w:lastRenderedPageBreak/>
        <w:t>497.6762</w:t>
      </w:r>
      <w:r>
        <w:tab/>
        <w:t>1.013e0</w:t>
      </w:r>
    </w:p>
    <w:p w:rsidR="005B0461" w:rsidRDefault="005B0461" w:rsidP="005B0461">
      <w:r>
        <w:t>497.7194</w:t>
      </w:r>
      <w:r>
        <w:tab/>
        <w:t>1.013e0</w:t>
      </w:r>
    </w:p>
    <w:p w:rsidR="005B0461" w:rsidRDefault="005B0461" w:rsidP="005B0461">
      <w:r>
        <w:t>497.7397</w:t>
      </w:r>
      <w:r>
        <w:tab/>
        <w:t>2.025e0</w:t>
      </w:r>
    </w:p>
    <w:p w:rsidR="005B0461" w:rsidRDefault="005B0461" w:rsidP="005B0461">
      <w:r>
        <w:t>497.7626</w:t>
      </w:r>
      <w:r>
        <w:tab/>
        <w:t>1.013e0</w:t>
      </w:r>
    </w:p>
    <w:p w:rsidR="005B0461" w:rsidRDefault="005B0461" w:rsidP="005B0461">
      <w:r>
        <w:t>497.7799</w:t>
      </w:r>
      <w:r>
        <w:tab/>
        <w:t>1.013e0</w:t>
      </w:r>
    </w:p>
    <w:p w:rsidR="005B0461" w:rsidRDefault="005B0461" w:rsidP="005B0461">
      <w:r>
        <w:t>497.8134</w:t>
      </w:r>
      <w:r>
        <w:tab/>
        <w:t>2.025e0</w:t>
      </w:r>
    </w:p>
    <w:p w:rsidR="005B0461" w:rsidRDefault="005B0461" w:rsidP="005B0461">
      <w:r>
        <w:t>497.8289</w:t>
      </w:r>
      <w:r>
        <w:tab/>
        <w:t>1.013e0</w:t>
      </w:r>
    </w:p>
    <w:p w:rsidR="005B0461" w:rsidRDefault="005B0461" w:rsidP="005B0461">
      <w:r>
        <w:t>497.8503</w:t>
      </w:r>
      <w:r>
        <w:tab/>
        <w:t>1.013e0</w:t>
      </w:r>
    </w:p>
    <w:p w:rsidR="005B0461" w:rsidRDefault="005B0461" w:rsidP="005B0461">
      <w:r>
        <w:t>497.8763</w:t>
      </w:r>
      <w:r>
        <w:tab/>
        <w:t>2.025e0</w:t>
      </w:r>
    </w:p>
    <w:p w:rsidR="005B0461" w:rsidRDefault="005B0461" w:rsidP="005B0461">
      <w:r>
        <w:t>497.8810</w:t>
      </w:r>
      <w:r>
        <w:tab/>
        <w:t>1.273e0</w:t>
      </w:r>
    </w:p>
    <w:p w:rsidR="005B0461" w:rsidRDefault="005B0461" w:rsidP="005B0461">
      <w:r>
        <w:t>497.9095</w:t>
      </w:r>
      <w:r>
        <w:tab/>
        <w:t>1.013e0</w:t>
      </w:r>
    </w:p>
    <w:p w:rsidR="005B0461" w:rsidRDefault="005B0461" w:rsidP="005B0461">
      <w:r>
        <w:t>497.9424</w:t>
      </w:r>
      <w:r>
        <w:tab/>
        <w:t>4.051e0</w:t>
      </w:r>
    </w:p>
    <w:p w:rsidR="005B0461" w:rsidRDefault="005B0461" w:rsidP="005B0461">
      <w:r>
        <w:t>497.9945</w:t>
      </w:r>
      <w:r>
        <w:tab/>
        <w:t>4.051e0</w:t>
      </w:r>
    </w:p>
    <w:p w:rsidR="005B0461" w:rsidRDefault="005B0461" w:rsidP="005B0461">
      <w:r>
        <w:t>497.9976</w:t>
      </w:r>
      <w:r>
        <w:tab/>
        <w:t>7.089e0</w:t>
      </w:r>
    </w:p>
    <w:p w:rsidR="005B0461" w:rsidRDefault="005B0461" w:rsidP="005B0461">
      <w:r>
        <w:t>498.0112</w:t>
      </w:r>
      <w:r>
        <w:tab/>
        <w:t>3.038e0</w:t>
      </w:r>
    </w:p>
    <w:p w:rsidR="005B0461" w:rsidRDefault="005B0461" w:rsidP="005B0461">
      <w:r>
        <w:t>498.0274</w:t>
      </w:r>
      <w:r>
        <w:tab/>
        <w:t>2.025e0</w:t>
      </w:r>
    </w:p>
    <w:p w:rsidR="005B0461" w:rsidRDefault="005B0461" w:rsidP="005B0461">
      <w:r>
        <w:t>498.1176</w:t>
      </w:r>
      <w:r>
        <w:tab/>
        <w:t>4.181e0</w:t>
      </w:r>
    </w:p>
    <w:p w:rsidR="005B0461" w:rsidRDefault="005B0461" w:rsidP="005B0461">
      <w:r>
        <w:t>498.1233</w:t>
      </w:r>
      <w:r>
        <w:tab/>
        <w:t>2.359e0</w:t>
      </w:r>
    </w:p>
    <w:p w:rsidR="005B0461" w:rsidRDefault="005B0461" w:rsidP="005B0461">
      <w:r>
        <w:t>498.1318</w:t>
      </w:r>
      <w:r>
        <w:tab/>
        <w:t>7.851e0</w:t>
      </w:r>
    </w:p>
    <w:p w:rsidR="005B0461" w:rsidRDefault="005B0461" w:rsidP="005B0461">
      <w:r>
        <w:lastRenderedPageBreak/>
        <w:t>498.1378</w:t>
      </w:r>
      <w:r>
        <w:tab/>
        <w:t>4.436e0</w:t>
      </w:r>
    </w:p>
    <w:p w:rsidR="005B0461" w:rsidRDefault="005B0461" w:rsidP="005B0461">
      <w:r>
        <w:t>498.2159</w:t>
      </w:r>
      <w:r>
        <w:tab/>
        <w:t>6.958e0</w:t>
      </w:r>
    </w:p>
    <w:p w:rsidR="005B0461" w:rsidRDefault="005B0461" w:rsidP="005B0461">
      <w:r>
        <w:t>498.2269</w:t>
      </w:r>
      <w:r>
        <w:tab/>
        <w:t>4.720e0</w:t>
      </w:r>
    </w:p>
    <w:p w:rsidR="005B0461" w:rsidRDefault="005B0461" w:rsidP="005B0461">
      <w:r>
        <w:t>498.2462</w:t>
      </w:r>
      <w:r>
        <w:tab/>
        <w:t>3.038e0</w:t>
      </w:r>
    </w:p>
    <w:p w:rsidR="005B0461" w:rsidRDefault="005B0461" w:rsidP="005B0461">
      <w:r>
        <w:t>498.3168</w:t>
      </w:r>
      <w:r>
        <w:tab/>
        <w:t>4.478e0</w:t>
      </w:r>
    </w:p>
    <w:p w:rsidR="005B0461" w:rsidRDefault="005B0461" w:rsidP="005B0461">
      <w:r>
        <w:t>498.3419</w:t>
      </w:r>
      <w:r>
        <w:tab/>
        <w:t>2.025e0</w:t>
      </w:r>
    </w:p>
    <w:p w:rsidR="005B0461" w:rsidRDefault="005B0461" w:rsidP="005B0461">
      <w:r>
        <w:t>498.3765</w:t>
      </w:r>
      <w:r>
        <w:tab/>
        <w:t>2.355e0</w:t>
      </w:r>
    </w:p>
    <w:p w:rsidR="005B0461" w:rsidRDefault="005B0461" w:rsidP="005B0461">
      <w:r>
        <w:t>498.3917</w:t>
      </w:r>
      <w:r>
        <w:tab/>
        <w:t>3.547e0</w:t>
      </w:r>
    </w:p>
    <w:p w:rsidR="005B0461" w:rsidRDefault="005B0461" w:rsidP="005B0461">
      <w:r>
        <w:t>498.4086</w:t>
      </w:r>
      <w:r>
        <w:tab/>
        <w:t>9.043e0</w:t>
      </w:r>
    </w:p>
    <w:p w:rsidR="005B0461" w:rsidRDefault="005B0461" w:rsidP="005B0461">
      <w:r>
        <w:t>498.4289</w:t>
      </w:r>
      <w:r>
        <w:tab/>
        <w:t>5.067e0</w:t>
      </w:r>
    </w:p>
    <w:p w:rsidR="005B0461" w:rsidRDefault="005B0461" w:rsidP="005B0461">
      <w:r>
        <w:t>498.4439</w:t>
      </w:r>
      <w:r>
        <w:tab/>
        <w:t>2.940e0</w:t>
      </w:r>
    </w:p>
    <w:p w:rsidR="005B0461" w:rsidRDefault="005B0461" w:rsidP="005B0461">
      <w:r>
        <w:t>498.4574</w:t>
      </w:r>
      <w:r>
        <w:tab/>
        <w:t>2.025e0</w:t>
      </w:r>
    </w:p>
    <w:p w:rsidR="005B0461" w:rsidRDefault="005B0461" w:rsidP="005B0461">
      <w:r>
        <w:t>498.5409</w:t>
      </w:r>
      <w:r>
        <w:tab/>
        <w:t>1.013e0</w:t>
      </w:r>
    </w:p>
    <w:p w:rsidR="005B0461" w:rsidRDefault="005B0461" w:rsidP="005B0461">
      <w:r>
        <w:t>498.5495</w:t>
      </w:r>
      <w:r>
        <w:tab/>
        <w:t>1.013e0</w:t>
      </w:r>
    </w:p>
    <w:p w:rsidR="005B0461" w:rsidRDefault="005B0461" w:rsidP="005B0461">
      <w:r>
        <w:t>498.5757</w:t>
      </w:r>
      <w:r>
        <w:tab/>
        <w:t>2.025e0</w:t>
      </w:r>
    </w:p>
    <w:p w:rsidR="005B0461" w:rsidRDefault="005B0461" w:rsidP="005B0461">
      <w:r>
        <w:t>498.5842</w:t>
      </w:r>
      <w:r>
        <w:tab/>
        <w:t>2.025e0</w:t>
      </w:r>
    </w:p>
    <w:p w:rsidR="005B0461" w:rsidRDefault="005B0461" w:rsidP="005B0461">
      <w:r>
        <w:t>498.6476</w:t>
      </w:r>
      <w:r>
        <w:tab/>
        <w:t>3.038e0</w:t>
      </w:r>
    </w:p>
    <w:p w:rsidR="005B0461" w:rsidRDefault="005B0461" w:rsidP="005B0461">
      <w:r>
        <w:t>498.6948</w:t>
      </w:r>
      <w:r>
        <w:tab/>
        <w:t>2.025e0</w:t>
      </w:r>
    </w:p>
    <w:p w:rsidR="005B0461" w:rsidRDefault="005B0461" w:rsidP="005B0461">
      <w:r>
        <w:t>498.7140</w:t>
      </w:r>
      <w:r>
        <w:tab/>
        <w:t>1.013e0</w:t>
      </w:r>
    </w:p>
    <w:p w:rsidR="005B0461" w:rsidRDefault="005B0461" w:rsidP="005B0461">
      <w:r>
        <w:lastRenderedPageBreak/>
        <w:t>498.7942</w:t>
      </w:r>
      <w:r>
        <w:tab/>
        <w:t>2.025e0</w:t>
      </w:r>
    </w:p>
    <w:p w:rsidR="005B0461" w:rsidRDefault="005B0461" w:rsidP="005B0461">
      <w:r>
        <w:t>498.7955</w:t>
      </w:r>
      <w:r>
        <w:tab/>
        <w:t>3.038e0</w:t>
      </w:r>
    </w:p>
    <w:p w:rsidR="005B0461" w:rsidRDefault="005B0461" w:rsidP="005B0461">
      <w:r>
        <w:t>498.8234</w:t>
      </w:r>
      <w:r>
        <w:tab/>
        <w:t>2.025e0</w:t>
      </w:r>
    </w:p>
    <w:p w:rsidR="005B0461" w:rsidRDefault="005B0461" w:rsidP="005B0461">
      <w:r>
        <w:t>498.8265</w:t>
      </w:r>
      <w:r>
        <w:tab/>
        <w:t>1.013e0</w:t>
      </w:r>
    </w:p>
    <w:p w:rsidR="005B0461" w:rsidRDefault="005B0461" w:rsidP="005B0461">
      <w:r>
        <w:t>498.8490</w:t>
      </w:r>
      <w:r>
        <w:tab/>
        <w:t>1.013e0</w:t>
      </w:r>
    </w:p>
    <w:p w:rsidR="005B0461" w:rsidRDefault="005B0461" w:rsidP="005B0461">
      <w:r>
        <w:t>498.8877</w:t>
      </w:r>
      <w:r>
        <w:tab/>
        <w:t>1.658e0</w:t>
      </w:r>
    </w:p>
    <w:p w:rsidR="005B0461" w:rsidRDefault="005B0461" w:rsidP="005B0461">
      <w:r>
        <w:t>498.9507</w:t>
      </w:r>
      <w:r>
        <w:tab/>
        <w:t>3.038e0</w:t>
      </w:r>
    </w:p>
    <w:p w:rsidR="005B0461" w:rsidRDefault="005B0461" w:rsidP="005B0461">
      <w:r>
        <w:t>498.9620</w:t>
      </w:r>
      <w:r>
        <w:tab/>
        <w:t>1.013e0</w:t>
      </w:r>
    </w:p>
    <w:p w:rsidR="005B0461" w:rsidRDefault="005B0461" w:rsidP="005B0461">
      <w:r>
        <w:t>498.9636</w:t>
      </w:r>
      <w:r>
        <w:tab/>
        <w:t>7.247e0</w:t>
      </w:r>
    </w:p>
    <w:p w:rsidR="005B0461" w:rsidRDefault="005B0461" w:rsidP="005B0461">
      <w:r>
        <w:t>498.9669</w:t>
      </w:r>
      <w:r>
        <w:tab/>
        <w:t>4.019e0</w:t>
      </w:r>
    </w:p>
    <w:p w:rsidR="005B0461" w:rsidRDefault="005B0461" w:rsidP="005B0461">
      <w:r>
        <w:t>498.9941</w:t>
      </w:r>
      <w:r>
        <w:tab/>
        <w:t>2.025e0</w:t>
      </w:r>
    </w:p>
    <w:p w:rsidR="005B0461" w:rsidRDefault="005B0461" w:rsidP="005B0461">
      <w:r>
        <w:t>499.0344</w:t>
      </w:r>
      <w:r>
        <w:tab/>
        <w:t>1.013e0</w:t>
      </w:r>
    </w:p>
    <w:p w:rsidR="005B0461" w:rsidRDefault="005B0461" w:rsidP="005B0461">
      <w:r>
        <w:t>499.0370</w:t>
      </w:r>
      <w:r>
        <w:tab/>
        <w:t>3.014e0</w:t>
      </w:r>
    </w:p>
    <w:p w:rsidR="005B0461" w:rsidRDefault="005B0461" w:rsidP="005B0461">
      <w:r>
        <w:t>499.0857</w:t>
      </w:r>
      <w:r>
        <w:tab/>
        <w:t>1.477e0</w:t>
      </w:r>
    </w:p>
    <w:p w:rsidR="005B0461" w:rsidRDefault="005B0461" w:rsidP="005B0461">
      <w:r>
        <w:t>499.1204</w:t>
      </w:r>
      <w:r>
        <w:tab/>
        <w:t>2.445e0</w:t>
      </w:r>
    </w:p>
    <w:p w:rsidR="005B0461" w:rsidRDefault="005B0461" w:rsidP="005B0461">
      <w:r>
        <w:t>499.1881</w:t>
      </w:r>
      <w:r>
        <w:tab/>
        <w:t>1.013e0</w:t>
      </w:r>
    </w:p>
    <w:p w:rsidR="005B0461" w:rsidRDefault="005B0461" w:rsidP="005B0461">
      <w:r>
        <w:t>499.2071</w:t>
      </w:r>
      <w:r>
        <w:tab/>
        <w:t>1.185e0</w:t>
      </w:r>
    </w:p>
    <w:p w:rsidR="005B0461" w:rsidRDefault="005B0461" w:rsidP="005B0461">
      <w:r>
        <w:t>499.2213</w:t>
      </w:r>
      <w:r>
        <w:tab/>
        <w:t>1.962e0</w:t>
      </w:r>
    </w:p>
    <w:p w:rsidR="005B0461" w:rsidRDefault="005B0461" w:rsidP="005B0461">
      <w:r>
        <w:t>499.2516</w:t>
      </w:r>
      <w:r>
        <w:tab/>
        <w:t>4.514e0</w:t>
      </w:r>
    </w:p>
    <w:p w:rsidR="005B0461" w:rsidRDefault="005B0461" w:rsidP="005B0461">
      <w:r>
        <w:lastRenderedPageBreak/>
        <w:t>499.2770</w:t>
      </w:r>
      <w:r>
        <w:tab/>
        <w:t>1.013e0</w:t>
      </w:r>
    </w:p>
    <w:p w:rsidR="005B0461" w:rsidRDefault="005B0461" w:rsidP="005B0461">
      <w:r>
        <w:t>499.2803</w:t>
      </w:r>
      <w:r>
        <w:tab/>
        <w:t>1.384e0</w:t>
      </w:r>
    </w:p>
    <w:p w:rsidR="005B0461" w:rsidRDefault="005B0461" w:rsidP="005B0461">
      <w:r>
        <w:t>499.3414</w:t>
      </w:r>
      <w:r>
        <w:tab/>
        <w:t>4.260e0</w:t>
      </w:r>
    </w:p>
    <w:p w:rsidR="005B0461" w:rsidRDefault="005B0461" w:rsidP="005B0461">
      <w:r>
        <w:t>499.3525</w:t>
      </w:r>
      <w:r>
        <w:tab/>
        <w:t>2.610e0</w:t>
      </w:r>
    </w:p>
    <w:p w:rsidR="005B0461" w:rsidRDefault="005B0461" w:rsidP="005B0461">
      <w:r>
        <w:t>499.3592</w:t>
      </w:r>
      <w:r>
        <w:tab/>
        <w:t>1.013e0</w:t>
      </w:r>
    </w:p>
    <w:p w:rsidR="005B0461" w:rsidRDefault="005B0461" w:rsidP="005B0461">
      <w:r>
        <w:t>499.3828</w:t>
      </w:r>
      <w:r>
        <w:tab/>
        <w:t>3.705e0</w:t>
      </w:r>
    </w:p>
    <w:p w:rsidR="005B0461" w:rsidRDefault="005B0461" w:rsidP="005B0461">
      <w:r>
        <w:t>499.3893</w:t>
      </w:r>
      <w:r>
        <w:tab/>
        <w:t>1.865e0</w:t>
      </w:r>
    </w:p>
    <w:p w:rsidR="005B0461" w:rsidRDefault="005B0461" w:rsidP="005B0461">
      <w:r>
        <w:t>499.4346</w:t>
      </w:r>
      <w:r>
        <w:tab/>
        <w:t>2.025e0</w:t>
      </w:r>
    </w:p>
    <w:p w:rsidR="005B0461" w:rsidRDefault="005B0461" w:rsidP="005B0461">
      <w:r>
        <w:t>499.4364</w:t>
      </w:r>
      <w:r>
        <w:tab/>
        <w:t>2.025e0</w:t>
      </w:r>
    </w:p>
    <w:p w:rsidR="005B0461" w:rsidRDefault="005B0461" w:rsidP="005B0461">
      <w:r>
        <w:t>499.4737</w:t>
      </w:r>
      <w:r>
        <w:tab/>
        <w:t>3.038e0</w:t>
      </w:r>
    </w:p>
    <w:p w:rsidR="005B0461" w:rsidRDefault="005B0461" w:rsidP="005B0461">
      <w:r>
        <w:t>499.4850</w:t>
      </w:r>
      <w:r>
        <w:tab/>
        <w:t>1.013e0</w:t>
      </w:r>
    </w:p>
    <w:p w:rsidR="005B0461" w:rsidRDefault="005B0461" w:rsidP="005B0461">
      <w:r>
        <w:t>499.5303</w:t>
      </w:r>
      <w:r>
        <w:tab/>
        <w:t>1.013e0</w:t>
      </w:r>
    </w:p>
    <w:p w:rsidR="005B0461" w:rsidRDefault="005B0461" w:rsidP="005B0461">
      <w:r>
        <w:t>499.5674</w:t>
      </w:r>
      <w:r>
        <w:tab/>
        <w:t>2.025e0</w:t>
      </w:r>
    </w:p>
    <w:p w:rsidR="005B0461" w:rsidRDefault="005B0461" w:rsidP="005B0461">
      <w:r>
        <w:t>499.5804</w:t>
      </w:r>
      <w:r>
        <w:tab/>
        <w:t>1.013e0</w:t>
      </w:r>
    </w:p>
    <w:p w:rsidR="005B0461" w:rsidRDefault="005B0461" w:rsidP="005B0461">
      <w:r>
        <w:t>499.5977</w:t>
      </w:r>
      <w:r>
        <w:tab/>
        <w:t>1.013e0</w:t>
      </w:r>
    </w:p>
    <w:p w:rsidR="005B0461" w:rsidRDefault="005B0461" w:rsidP="005B0461">
      <w:r>
        <w:t>499.6404</w:t>
      </w:r>
      <w:r>
        <w:tab/>
        <w:t>2.025e0</w:t>
      </w:r>
    </w:p>
    <w:p w:rsidR="005B0461" w:rsidRDefault="005B0461" w:rsidP="005B0461">
      <w:r>
        <w:t>499.6801</w:t>
      </w:r>
      <w:r>
        <w:tab/>
        <w:t>2.025e0</w:t>
      </w:r>
    </w:p>
    <w:p w:rsidR="005B0461" w:rsidRDefault="005B0461" w:rsidP="005B0461">
      <w:r>
        <w:t>499.7018</w:t>
      </w:r>
      <w:r>
        <w:tab/>
        <w:t>1.013e0</w:t>
      </w:r>
    </w:p>
    <w:p w:rsidR="005B0461" w:rsidRDefault="005B0461" w:rsidP="005B0461">
      <w:r>
        <w:t>499.7518</w:t>
      </w:r>
      <w:r>
        <w:tab/>
        <w:t>2.025e0</w:t>
      </w:r>
    </w:p>
    <w:p w:rsidR="005B0461" w:rsidRDefault="005B0461" w:rsidP="005B0461">
      <w:r>
        <w:lastRenderedPageBreak/>
        <w:t>499.7885</w:t>
      </w:r>
      <w:r>
        <w:tab/>
        <w:t>1.013e0</w:t>
      </w:r>
    </w:p>
    <w:p w:rsidR="005B0461" w:rsidRDefault="005B0461" w:rsidP="005B0461">
      <w:r>
        <w:t>499.8437</w:t>
      </w:r>
      <w:r>
        <w:tab/>
        <w:t>3.038e0</w:t>
      </w:r>
    </w:p>
    <w:p w:rsidR="005B0461" w:rsidRDefault="005B0461" w:rsidP="005B0461">
      <w:r>
        <w:t>499.8665</w:t>
      </w:r>
      <w:r>
        <w:tab/>
        <w:t>1.013e0</w:t>
      </w:r>
    </w:p>
    <w:p w:rsidR="005B0461" w:rsidRDefault="005B0461" w:rsidP="005B0461">
      <w:r>
        <w:t>499.8877</w:t>
      </w:r>
      <w:r>
        <w:tab/>
        <w:t>1.013e0</w:t>
      </w:r>
    </w:p>
    <w:p w:rsidR="005B0461" w:rsidRDefault="005B0461" w:rsidP="005B0461">
      <w:r>
        <w:t>499.8943</w:t>
      </w:r>
      <w:r>
        <w:tab/>
        <w:t>2.025e0</w:t>
      </w:r>
    </w:p>
    <w:p w:rsidR="005B0461" w:rsidRDefault="005B0461" w:rsidP="005B0461">
      <w:r>
        <w:t>499.9186</w:t>
      </w:r>
      <w:r>
        <w:tab/>
        <w:t>1.013e0</w:t>
      </w:r>
    </w:p>
    <w:p w:rsidR="005B0461" w:rsidRDefault="005B0461" w:rsidP="005B0461">
      <w:r>
        <w:t>499.9908</w:t>
      </w:r>
      <w:r>
        <w:tab/>
        <w:t>5.063e0</w:t>
      </w:r>
    </w:p>
    <w:p w:rsidR="005B0461" w:rsidRDefault="005B0461" w:rsidP="005B0461">
      <w:r>
        <w:t>499.9941</w:t>
      </w:r>
      <w:r>
        <w:tab/>
        <w:t>3.705e0</w:t>
      </w:r>
    </w:p>
    <w:p w:rsidR="005B0461" w:rsidRDefault="005B0461" w:rsidP="005B0461">
      <w:r>
        <w:t>500.0417</w:t>
      </w:r>
      <w:r>
        <w:tab/>
        <w:t>1.831e0</w:t>
      </w:r>
    </w:p>
    <w:p w:rsidR="005B0461" w:rsidRDefault="005B0461" w:rsidP="005B0461">
      <w:r>
        <w:t>500.0492</w:t>
      </w:r>
      <w:r>
        <w:tab/>
        <w:t>2.746e0</w:t>
      </w:r>
    </w:p>
    <w:p w:rsidR="005B0461" w:rsidRDefault="005B0461" w:rsidP="005B0461">
      <w:r>
        <w:t>500.0555</w:t>
      </w:r>
      <w:r>
        <w:tab/>
        <w:t>2.816e0</w:t>
      </w:r>
    </w:p>
    <w:p w:rsidR="005B0461" w:rsidRDefault="005B0461" w:rsidP="005B0461">
      <w:r>
        <w:t>500.0998</w:t>
      </w:r>
      <w:r>
        <w:tab/>
        <w:t>2.191e0</w:t>
      </w:r>
    </w:p>
    <w:p w:rsidR="005B0461" w:rsidRDefault="005B0461" w:rsidP="005B0461">
      <w:r>
        <w:t>500.1211</w:t>
      </w:r>
      <w:r>
        <w:tab/>
        <w:t>4.042e0</w:t>
      </w:r>
    </w:p>
    <w:p w:rsidR="005B0461" w:rsidRDefault="005B0461" w:rsidP="005B0461">
      <w:r>
        <w:t>500.1269</w:t>
      </w:r>
      <w:r>
        <w:tab/>
        <w:t>1.013e0</w:t>
      </w:r>
    </w:p>
    <w:p w:rsidR="005B0461" w:rsidRDefault="005B0461" w:rsidP="005B0461">
      <w:r>
        <w:t>500.1510</w:t>
      </w:r>
      <w:r>
        <w:tab/>
        <w:t>1.603e0</w:t>
      </w:r>
    </w:p>
    <w:p w:rsidR="005B0461" w:rsidRDefault="005B0461" w:rsidP="005B0461">
      <w:r>
        <w:t>500.1617</w:t>
      </w:r>
      <w:r>
        <w:tab/>
        <w:t>1.411e0</w:t>
      </w:r>
    </w:p>
    <w:p w:rsidR="005B0461" w:rsidRDefault="005B0461" w:rsidP="005B0461">
      <w:r>
        <w:t>500.1813</w:t>
      </w:r>
      <w:r>
        <w:tab/>
        <w:t>1.928e0</w:t>
      </w:r>
    </w:p>
    <w:p w:rsidR="005B0461" w:rsidRDefault="005B0461" w:rsidP="005B0461">
      <w:r>
        <w:t>500.1964</w:t>
      </w:r>
      <w:r>
        <w:tab/>
        <w:t>1.013e0</w:t>
      </w:r>
    </w:p>
    <w:p w:rsidR="005B0461" w:rsidRDefault="005B0461" w:rsidP="005B0461">
      <w:r>
        <w:t>500.2057</w:t>
      </w:r>
      <w:r>
        <w:tab/>
        <w:t>1.899e0</w:t>
      </w:r>
    </w:p>
    <w:p w:rsidR="005B0461" w:rsidRDefault="005B0461" w:rsidP="005B0461">
      <w:r>
        <w:lastRenderedPageBreak/>
        <w:t>500.2543</w:t>
      </w:r>
      <w:r>
        <w:tab/>
        <w:t>1.807e0</w:t>
      </w:r>
    </w:p>
    <w:p w:rsidR="005B0461" w:rsidRDefault="005B0461" w:rsidP="005B0461">
      <w:r>
        <w:t>500.2700</w:t>
      </w:r>
      <w:r>
        <w:tab/>
        <w:t>5.800e0</w:t>
      </w:r>
    </w:p>
    <w:p w:rsidR="005B0461" w:rsidRDefault="005B0461" w:rsidP="005B0461">
      <w:r>
        <w:t>500.2919</w:t>
      </w:r>
      <w:r>
        <w:tab/>
        <w:t>1.013e0</w:t>
      </w:r>
    </w:p>
    <w:p w:rsidR="005B0461" w:rsidRDefault="005B0461" w:rsidP="005B0461">
      <w:r>
        <w:t>500.2934</w:t>
      </w:r>
      <w:r>
        <w:tab/>
        <w:t>3.038e0</w:t>
      </w:r>
    </w:p>
    <w:p w:rsidR="005B0461" w:rsidRDefault="005B0461" w:rsidP="005B0461">
      <w:r>
        <w:t>500.3032</w:t>
      </w:r>
      <w:r>
        <w:tab/>
        <w:t>1.013e0</w:t>
      </w:r>
    </w:p>
    <w:p w:rsidR="005B0461" w:rsidRDefault="005B0461" w:rsidP="005B0461">
      <w:r>
        <w:t>500.3574</w:t>
      </w:r>
      <w:r>
        <w:tab/>
        <w:t>2.025e0</w:t>
      </w:r>
    </w:p>
    <w:p w:rsidR="005B0461" w:rsidRDefault="005B0461" w:rsidP="005B0461">
      <w:r>
        <w:t>500.3899</w:t>
      </w:r>
      <w:r>
        <w:tab/>
        <w:t>6.926e0</w:t>
      </w:r>
    </w:p>
    <w:p w:rsidR="005B0461" w:rsidRDefault="005B0461" w:rsidP="005B0461">
      <w:r>
        <w:t>500.3938</w:t>
      </w:r>
      <w:r>
        <w:tab/>
        <w:t>3.018e0</w:t>
      </w:r>
    </w:p>
    <w:p w:rsidR="005B0461" w:rsidRDefault="005B0461" w:rsidP="005B0461">
      <w:r>
        <w:t>500.4145</w:t>
      </w:r>
      <w:r>
        <w:tab/>
        <w:t>5.741e0</w:t>
      </w:r>
    </w:p>
    <w:p w:rsidR="005B0461" w:rsidRDefault="005B0461" w:rsidP="005B0461">
      <w:r>
        <w:t>500.4492</w:t>
      </w:r>
      <w:r>
        <w:tab/>
        <w:t>5.063e0</w:t>
      </w:r>
    </w:p>
    <w:p w:rsidR="005B0461" w:rsidRDefault="005B0461" w:rsidP="005B0461">
      <w:r>
        <w:t>500.4782</w:t>
      </w:r>
      <w:r>
        <w:tab/>
        <w:t>3.038e0</w:t>
      </w:r>
    </w:p>
    <w:p w:rsidR="005B0461" w:rsidRDefault="005B0461" w:rsidP="005B0461">
      <w:r>
        <w:t>500.5437</w:t>
      </w:r>
      <w:r>
        <w:tab/>
        <w:t>1.013e0</w:t>
      </w:r>
    </w:p>
    <w:p w:rsidR="005B0461" w:rsidRDefault="005B0461" w:rsidP="005B0461">
      <w:r>
        <w:t>500.5483</w:t>
      </w:r>
      <w:r>
        <w:tab/>
        <w:t>2.025e0</w:t>
      </w:r>
    </w:p>
    <w:p w:rsidR="005B0461" w:rsidRDefault="005B0461" w:rsidP="005B0461">
      <w:r>
        <w:t>500.5994</w:t>
      </w:r>
      <w:r>
        <w:tab/>
        <w:t>3.038e0</w:t>
      </w:r>
    </w:p>
    <w:p w:rsidR="005B0461" w:rsidRDefault="005B0461" w:rsidP="005B0461">
      <w:r>
        <w:t>500.6054</w:t>
      </w:r>
      <w:r>
        <w:tab/>
        <w:t>3.038e0</w:t>
      </w:r>
    </w:p>
    <w:p w:rsidR="005B0461" w:rsidRDefault="005B0461" w:rsidP="005B0461">
      <w:r>
        <w:t>500.6569</w:t>
      </w:r>
      <w:r>
        <w:tab/>
        <w:t>3.038e0</w:t>
      </w:r>
    </w:p>
    <w:p w:rsidR="005B0461" w:rsidRDefault="005B0461" w:rsidP="005B0461">
      <w:r>
        <w:t>500.7261</w:t>
      </w:r>
      <w:r>
        <w:tab/>
        <w:t>1.013e0</w:t>
      </w:r>
    </w:p>
    <w:p w:rsidR="005B0461" w:rsidRDefault="005B0461" w:rsidP="005B0461">
      <w:r>
        <w:t>500.7387</w:t>
      </w:r>
      <w:r>
        <w:tab/>
        <w:t>3.038e0</w:t>
      </w:r>
    </w:p>
    <w:p w:rsidR="005B0461" w:rsidRDefault="005B0461" w:rsidP="005B0461">
      <w:r>
        <w:t>500.7407</w:t>
      </w:r>
      <w:r>
        <w:tab/>
        <w:t>3.744e0</w:t>
      </w:r>
    </w:p>
    <w:p w:rsidR="005B0461" w:rsidRDefault="005B0461" w:rsidP="005B0461">
      <w:r>
        <w:lastRenderedPageBreak/>
        <w:t>500.7609</w:t>
      </w:r>
      <w:r>
        <w:tab/>
        <w:t>1.013e0</w:t>
      </w:r>
    </w:p>
    <w:p w:rsidR="005B0461" w:rsidRDefault="005B0461" w:rsidP="005B0461">
      <w:r>
        <w:t>500.8025</w:t>
      </w:r>
      <w:r>
        <w:tab/>
        <w:t>2.025e0</w:t>
      </w:r>
    </w:p>
    <w:p w:rsidR="005B0461" w:rsidRDefault="005B0461" w:rsidP="005B0461">
      <w:r>
        <w:t>500.8315</w:t>
      </w:r>
      <w:r>
        <w:tab/>
        <w:t>1.013e0</w:t>
      </w:r>
    </w:p>
    <w:p w:rsidR="005B0461" w:rsidRDefault="005B0461" w:rsidP="005B0461">
      <w:r>
        <w:t>500.8378</w:t>
      </w:r>
      <w:r>
        <w:tab/>
        <w:t>2.025e0</w:t>
      </w:r>
    </w:p>
    <w:p w:rsidR="005B0461" w:rsidRDefault="005B0461" w:rsidP="005B0461">
      <w:r>
        <w:t>500.8621</w:t>
      </w:r>
      <w:r>
        <w:tab/>
        <w:t>3.038e0</w:t>
      </w:r>
    </w:p>
    <w:p w:rsidR="005B0461" w:rsidRDefault="005B0461" w:rsidP="005B0461">
      <w:r>
        <w:t>500.8958</w:t>
      </w:r>
      <w:r>
        <w:tab/>
        <w:t>2.025e0</w:t>
      </w:r>
    </w:p>
    <w:p w:rsidR="005B0461" w:rsidRDefault="005B0461" w:rsidP="005B0461">
      <w:r>
        <w:t>500.9049</w:t>
      </w:r>
      <w:r>
        <w:tab/>
        <w:t>1.013e0</w:t>
      </w:r>
    </w:p>
    <w:p w:rsidR="005B0461" w:rsidRDefault="005B0461" w:rsidP="005B0461">
      <w:r>
        <w:t>500.9260</w:t>
      </w:r>
      <w:r>
        <w:tab/>
        <w:t>1.013e0</w:t>
      </w:r>
    </w:p>
    <w:p w:rsidR="005B0461" w:rsidRDefault="005B0461" w:rsidP="005B0461">
      <w:r>
        <w:t>500.9499</w:t>
      </w:r>
      <w:r>
        <w:tab/>
        <w:t>4.051e0</w:t>
      </w:r>
    </w:p>
    <w:p w:rsidR="005B0461" w:rsidRDefault="005B0461" w:rsidP="005B0461">
      <w:r>
        <w:t>500.9738</w:t>
      </w:r>
      <w:r>
        <w:tab/>
        <w:t>2.487e0</w:t>
      </w:r>
    </w:p>
    <w:p w:rsidR="005B0461" w:rsidRDefault="005B0461" w:rsidP="005B0461">
      <w:r>
        <w:t>500.9839</w:t>
      </w:r>
      <w:r>
        <w:tab/>
        <w:t>4.051e0</w:t>
      </w:r>
    </w:p>
    <w:p w:rsidR="005B0461" w:rsidRDefault="005B0461" w:rsidP="005B0461">
      <w:r>
        <w:t>501.0174</w:t>
      </w:r>
      <w:r>
        <w:tab/>
        <w:t>2.025e0</w:t>
      </w:r>
    </w:p>
    <w:p w:rsidR="005B0461" w:rsidRDefault="005B0461" w:rsidP="005B0461">
      <w:r>
        <w:t>501.0306</w:t>
      </w:r>
      <w:r>
        <w:tab/>
        <w:t>3.623e0</w:t>
      </w:r>
    </w:p>
    <w:p w:rsidR="005B0461" w:rsidRDefault="005B0461" w:rsidP="005B0461">
      <w:r>
        <w:t>501.0765</w:t>
      </w:r>
      <w:r>
        <w:tab/>
        <w:t>5.390e0</w:t>
      </w:r>
    </w:p>
    <w:p w:rsidR="005B0461" w:rsidRDefault="005B0461" w:rsidP="005B0461">
      <w:r>
        <w:t>501.1129</w:t>
      </w:r>
      <w:r>
        <w:tab/>
        <w:t>1.499e0</w:t>
      </w:r>
    </w:p>
    <w:p w:rsidR="005B0461" w:rsidRDefault="005B0461" w:rsidP="005B0461">
      <w:r>
        <w:t>501.1175</w:t>
      </w:r>
      <w:r>
        <w:tab/>
        <w:t>2.601e0</w:t>
      </w:r>
    </w:p>
    <w:p w:rsidR="005B0461" w:rsidRDefault="005B0461" w:rsidP="005B0461">
      <w:r>
        <w:t>501.1608</w:t>
      </w:r>
      <w:r>
        <w:tab/>
        <w:t>1.755e0</w:t>
      </w:r>
    </w:p>
    <w:p w:rsidR="005B0461" w:rsidRDefault="005B0461" w:rsidP="005B0461">
      <w:r>
        <w:t>501.2043</w:t>
      </w:r>
      <w:r>
        <w:tab/>
        <w:t>1.013e0</w:t>
      </w:r>
    </w:p>
    <w:p w:rsidR="005B0461" w:rsidRDefault="005B0461" w:rsidP="005B0461">
      <w:r>
        <w:t>501.2356</w:t>
      </w:r>
      <w:r>
        <w:tab/>
        <w:t>4.051e0</w:t>
      </w:r>
    </w:p>
    <w:p w:rsidR="005B0461" w:rsidRDefault="005B0461" w:rsidP="005B0461">
      <w:r>
        <w:lastRenderedPageBreak/>
        <w:t>501.2454</w:t>
      </w:r>
      <w:r>
        <w:tab/>
        <w:t>2.794e0</w:t>
      </w:r>
    </w:p>
    <w:p w:rsidR="005B0461" w:rsidRDefault="005B0461" w:rsidP="005B0461">
      <w:r>
        <w:t>501.2560</w:t>
      </w:r>
      <w:r>
        <w:tab/>
        <w:t>1.305e0</w:t>
      </w:r>
    </w:p>
    <w:p w:rsidR="005B0461" w:rsidRDefault="005B0461" w:rsidP="005B0461">
      <w:r>
        <w:t>501.2992</w:t>
      </w:r>
      <w:r>
        <w:tab/>
        <w:t>1.013e0</w:t>
      </w:r>
    </w:p>
    <w:p w:rsidR="005B0461" w:rsidRDefault="005B0461" w:rsidP="005B0461">
      <w:r>
        <w:t>501.3148</w:t>
      </w:r>
      <w:r>
        <w:tab/>
        <w:t>5.063e0</w:t>
      </w:r>
    </w:p>
    <w:p w:rsidR="005B0461" w:rsidRDefault="005B0461" w:rsidP="005B0461">
      <w:r>
        <w:t>501.3221</w:t>
      </w:r>
      <w:r>
        <w:tab/>
        <w:t>2.025e0</w:t>
      </w:r>
    </w:p>
    <w:p w:rsidR="005B0461" w:rsidRDefault="005B0461" w:rsidP="005B0461">
      <w:r>
        <w:t>501.3573</w:t>
      </w:r>
      <w:r>
        <w:tab/>
        <w:t>7.089e0</w:t>
      </w:r>
    </w:p>
    <w:p w:rsidR="005B0461" w:rsidRDefault="005B0461" w:rsidP="005B0461">
      <w:r>
        <w:t>501.3667</w:t>
      </w:r>
      <w:r>
        <w:tab/>
        <w:t>4.029e0</w:t>
      </w:r>
    </w:p>
    <w:p w:rsidR="005B0461" w:rsidRDefault="005B0461" w:rsidP="005B0461">
      <w:r>
        <w:t>501.3794</w:t>
      </w:r>
      <w:r>
        <w:tab/>
        <w:t>3.830e0</w:t>
      </w:r>
    </w:p>
    <w:p w:rsidR="005B0461" w:rsidRDefault="005B0461" w:rsidP="005B0461">
      <w:r>
        <w:t>501.3844</w:t>
      </w:r>
      <w:r>
        <w:tab/>
        <w:t>5.963e0</w:t>
      </w:r>
    </w:p>
    <w:p w:rsidR="005B0461" w:rsidRDefault="005B0461" w:rsidP="005B0461">
      <w:r>
        <w:t>501.4132</w:t>
      </w:r>
      <w:r>
        <w:tab/>
        <w:t>2.025e0</w:t>
      </w:r>
    </w:p>
    <w:p w:rsidR="005B0461" w:rsidRDefault="005B0461" w:rsidP="005B0461">
      <w:r>
        <w:t>501.4161</w:t>
      </w:r>
      <w:r>
        <w:tab/>
        <w:t>2.025e0</w:t>
      </w:r>
    </w:p>
    <w:p w:rsidR="005B0461" w:rsidRDefault="005B0461" w:rsidP="005B0461">
      <w:r>
        <w:t>501.4637</w:t>
      </w:r>
      <w:r>
        <w:tab/>
        <w:t>2.025e0</w:t>
      </w:r>
    </w:p>
    <w:p w:rsidR="005B0461" w:rsidRDefault="005B0461" w:rsidP="005B0461">
      <w:r>
        <w:t>501.4739</w:t>
      </w:r>
      <w:r>
        <w:tab/>
        <w:t>1.013e0</w:t>
      </w:r>
    </w:p>
    <w:p w:rsidR="005B0461" w:rsidRDefault="005B0461" w:rsidP="005B0461">
      <w:r>
        <w:t>501.4956</w:t>
      </w:r>
      <w:r>
        <w:tab/>
        <w:t>3.038e0</w:t>
      </w:r>
    </w:p>
    <w:p w:rsidR="005B0461" w:rsidRDefault="005B0461" w:rsidP="005B0461">
      <w:r>
        <w:t>501.5435</w:t>
      </w:r>
      <w:r>
        <w:tab/>
        <w:t>2.025e0</w:t>
      </w:r>
    </w:p>
    <w:p w:rsidR="005B0461" w:rsidRDefault="005B0461" w:rsidP="005B0461">
      <w:r>
        <w:t>501.5540</w:t>
      </w:r>
      <w:r>
        <w:tab/>
        <w:t>2.025e0</w:t>
      </w:r>
    </w:p>
    <w:p w:rsidR="005B0461" w:rsidRDefault="005B0461" w:rsidP="005B0461">
      <w:r>
        <w:t>501.5649</w:t>
      </w:r>
      <w:r>
        <w:tab/>
        <w:t>1.013e0</w:t>
      </w:r>
    </w:p>
    <w:p w:rsidR="005B0461" w:rsidRDefault="005B0461" w:rsidP="005B0461">
      <w:r>
        <w:t>501.6198</w:t>
      </w:r>
      <w:r>
        <w:tab/>
        <w:t>1.013e0</w:t>
      </w:r>
    </w:p>
    <w:p w:rsidR="005B0461" w:rsidRDefault="005B0461" w:rsidP="005B0461">
      <w:r>
        <w:t>501.6977</w:t>
      </w:r>
      <w:r>
        <w:tab/>
        <w:t>3.038e0</w:t>
      </w:r>
    </w:p>
    <w:p w:rsidR="005B0461" w:rsidRDefault="005B0461" w:rsidP="005B0461">
      <w:r>
        <w:lastRenderedPageBreak/>
        <w:t>501.7002</w:t>
      </w:r>
      <w:r>
        <w:tab/>
        <w:t>1.013e0</w:t>
      </w:r>
    </w:p>
    <w:p w:rsidR="005B0461" w:rsidRDefault="005B0461" w:rsidP="005B0461">
      <w:r>
        <w:t>501.7756</w:t>
      </w:r>
      <w:r>
        <w:tab/>
        <w:t>3.038e0</w:t>
      </w:r>
    </w:p>
    <w:p w:rsidR="005B0461" w:rsidRDefault="005B0461" w:rsidP="005B0461">
      <w:r>
        <w:t>501.7860</w:t>
      </w:r>
      <w:r>
        <w:tab/>
        <w:t>4.051e0</w:t>
      </w:r>
    </w:p>
    <w:p w:rsidR="005B0461" w:rsidRDefault="005B0461" w:rsidP="005B0461">
      <w:r>
        <w:t>501.8092</w:t>
      </w:r>
      <w:r>
        <w:tab/>
        <w:t>1.013e0</w:t>
      </w:r>
    </w:p>
    <w:p w:rsidR="005B0461" w:rsidRDefault="005B0461" w:rsidP="005B0461">
      <w:r>
        <w:t>501.8221</w:t>
      </w:r>
      <w:r>
        <w:tab/>
        <w:t>1.013e0</w:t>
      </w:r>
    </w:p>
    <w:p w:rsidR="005B0461" w:rsidRDefault="005B0461" w:rsidP="005B0461">
      <w:r>
        <w:t>501.8901</w:t>
      </w:r>
      <w:r>
        <w:tab/>
        <w:t>1.316e1</w:t>
      </w:r>
    </w:p>
    <w:p w:rsidR="005B0461" w:rsidRDefault="005B0461" w:rsidP="005B0461">
      <w:r>
        <w:t>501.8918</w:t>
      </w:r>
      <w:r>
        <w:tab/>
        <w:t>1.013e0</w:t>
      </w:r>
    </w:p>
    <w:p w:rsidR="005B0461" w:rsidRDefault="005B0461" w:rsidP="005B0461">
      <w:r>
        <w:t>501.9134</w:t>
      </w:r>
      <w:r>
        <w:tab/>
        <w:t>2.025e0</w:t>
      </w:r>
    </w:p>
    <w:p w:rsidR="005B0461" w:rsidRDefault="005B0461" w:rsidP="005B0461">
      <w:r>
        <w:t>501.9820</w:t>
      </w:r>
      <w:r>
        <w:tab/>
        <w:t>4.474e0</w:t>
      </w:r>
    </w:p>
    <w:p w:rsidR="005B0461" w:rsidRDefault="005B0461" w:rsidP="005B0461">
      <w:r>
        <w:t>501.9857</w:t>
      </w:r>
      <w:r>
        <w:tab/>
        <w:t>4.051e0</w:t>
      </w:r>
    </w:p>
    <w:p w:rsidR="005B0461" w:rsidRDefault="005B0461" w:rsidP="005B0461">
      <w:r>
        <w:t>502.0122</w:t>
      </w:r>
      <w:r>
        <w:tab/>
        <w:t>3.038e0</w:t>
      </w:r>
    </w:p>
    <w:p w:rsidR="005B0461" w:rsidRDefault="005B0461" w:rsidP="005B0461">
      <w:r>
        <w:t>502.0421</w:t>
      </w:r>
      <w:r>
        <w:tab/>
        <w:t>3.734e0</w:t>
      </w:r>
    </w:p>
    <w:p w:rsidR="005B0461" w:rsidRDefault="005B0461" w:rsidP="005B0461">
      <w:r>
        <w:t>502.0650</w:t>
      </w:r>
      <w:r>
        <w:tab/>
        <w:t>3.370e0</w:t>
      </w:r>
    </w:p>
    <w:p w:rsidR="005B0461" w:rsidRDefault="005B0461" w:rsidP="005B0461">
      <w:r>
        <w:t>502.1091</w:t>
      </w:r>
      <w:r>
        <w:tab/>
        <w:t>1.455e1</w:t>
      </w:r>
    </w:p>
    <w:p w:rsidR="005B0461" w:rsidRDefault="005B0461" w:rsidP="005B0461">
      <w:r>
        <w:t>502.1231</w:t>
      </w:r>
      <w:r>
        <w:tab/>
        <w:t>3.347e1</w:t>
      </w:r>
    </w:p>
    <w:p w:rsidR="005B0461" w:rsidRDefault="005B0461" w:rsidP="005B0461">
      <w:r>
        <w:t>502.1290</w:t>
      </w:r>
      <w:r>
        <w:tab/>
        <w:t>1.922e1</w:t>
      </w:r>
    </w:p>
    <w:p w:rsidR="005B0461" w:rsidRDefault="005B0461" w:rsidP="005B0461">
      <w:r>
        <w:t>502.1896</w:t>
      </w:r>
      <w:r>
        <w:tab/>
        <w:t>5.015e0</w:t>
      </w:r>
    </w:p>
    <w:p w:rsidR="005B0461" w:rsidRDefault="005B0461" w:rsidP="005B0461">
      <w:r>
        <w:t>502.2171</w:t>
      </w:r>
      <w:r>
        <w:tab/>
        <w:t>4.051e0</w:t>
      </w:r>
    </w:p>
    <w:p w:rsidR="005B0461" w:rsidRDefault="005B0461" w:rsidP="005B0461">
      <w:r>
        <w:t>502.2644</w:t>
      </w:r>
      <w:r>
        <w:tab/>
        <w:t>2.317e0</w:t>
      </w:r>
    </w:p>
    <w:p w:rsidR="005B0461" w:rsidRDefault="005B0461" w:rsidP="005B0461">
      <w:r>
        <w:lastRenderedPageBreak/>
        <w:t>502.2802</w:t>
      </w:r>
      <w:r>
        <w:tab/>
        <w:t>1.955e0</w:t>
      </w:r>
    </w:p>
    <w:p w:rsidR="005B0461" w:rsidRDefault="005B0461" w:rsidP="005B0461">
      <w:r>
        <w:t>502.3012</w:t>
      </w:r>
      <w:r>
        <w:tab/>
        <w:t>1.013e0</w:t>
      </w:r>
    </w:p>
    <w:p w:rsidR="005B0461" w:rsidRDefault="005B0461" w:rsidP="005B0461">
      <w:r>
        <w:t>502.3099</w:t>
      </w:r>
      <w:r>
        <w:tab/>
        <w:t>1.013e0</w:t>
      </w:r>
    </w:p>
    <w:p w:rsidR="005B0461" w:rsidRDefault="005B0461" w:rsidP="005B0461">
      <w:r>
        <w:t>502.3419</w:t>
      </w:r>
      <w:r>
        <w:tab/>
        <w:t>3.680e0</w:t>
      </w:r>
    </w:p>
    <w:p w:rsidR="005B0461" w:rsidRDefault="005B0461" w:rsidP="005B0461">
      <w:r>
        <w:t>502.3719</w:t>
      </w:r>
      <w:r>
        <w:tab/>
        <w:t>2.957e0</w:t>
      </w:r>
    </w:p>
    <w:p w:rsidR="005B0461" w:rsidRDefault="005B0461" w:rsidP="005B0461">
      <w:r>
        <w:t>502.3796</w:t>
      </w:r>
      <w:r>
        <w:tab/>
        <w:t>1.804e0</w:t>
      </w:r>
    </w:p>
    <w:p w:rsidR="005B0461" w:rsidRDefault="005B0461" w:rsidP="005B0461">
      <w:r>
        <w:t>502.3831</w:t>
      </w:r>
      <w:r>
        <w:tab/>
        <w:t>1.517e1</w:t>
      </w:r>
    </w:p>
    <w:p w:rsidR="005B0461" w:rsidRDefault="005B0461" w:rsidP="005B0461">
      <w:r>
        <w:t>502.4374</w:t>
      </w:r>
      <w:r>
        <w:tab/>
        <w:t>1.998e0</w:t>
      </w:r>
    </w:p>
    <w:p w:rsidR="005B0461" w:rsidRDefault="005B0461" w:rsidP="005B0461">
      <w:r>
        <w:t>502.4467</w:t>
      </w:r>
      <w:r>
        <w:tab/>
        <w:t>3.038e0</w:t>
      </w:r>
    </w:p>
    <w:p w:rsidR="005B0461" w:rsidRDefault="005B0461" w:rsidP="005B0461">
      <w:r>
        <w:t>502.4527</w:t>
      </w:r>
      <w:r>
        <w:tab/>
        <w:t>1.952e0</w:t>
      </w:r>
    </w:p>
    <w:p w:rsidR="005B0461" w:rsidRDefault="005B0461" w:rsidP="005B0461">
      <w:r>
        <w:t>502.4806</w:t>
      </w:r>
      <w:r>
        <w:tab/>
        <w:t>2.025e0</w:t>
      </w:r>
    </w:p>
    <w:p w:rsidR="005B0461" w:rsidRDefault="005B0461" w:rsidP="005B0461">
      <w:r>
        <w:t>502.5103</w:t>
      </w:r>
      <w:r>
        <w:tab/>
        <w:t>1.013e0</w:t>
      </w:r>
    </w:p>
    <w:p w:rsidR="005B0461" w:rsidRDefault="005B0461" w:rsidP="005B0461">
      <w:r>
        <w:t>502.5609</w:t>
      </w:r>
      <w:r>
        <w:tab/>
        <w:t>2.025e0</w:t>
      </w:r>
    </w:p>
    <w:p w:rsidR="005B0461" w:rsidRDefault="005B0461" w:rsidP="005B0461">
      <w:r>
        <w:t>502.6007</w:t>
      </w:r>
      <w:r>
        <w:tab/>
        <w:t>1.013e0</w:t>
      </w:r>
    </w:p>
    <w:p w:rsidR="005B0461" w:rsidRDefault="005B0461" w:rsidP="005B0461">
      <w:r>
        <w:t>502.6190</w:t>
      </w:r>
      <w:r>
        <w:tab/>
        <w:t>1.013e0</w:t>
      </w:r>
    </w:p>
    <w:p w:rsidR="005B0461" w:rsidRDefault="005B0461" w:rsidP="005B0461">
      <w:r>
        <w:t>502.6519</w:t>
      </w:r>
      <w:r>
        <w:tab/>
        <w:t>2.025e0</w:t>
      </w:r>
    </w:p>
    <w:p w:rsidR="005B0461" w:rsidRDefault="005B0461" w:rsidP="005B0461">
      <w:r>
        <w:t>502.6624</w:t>
      </w:r>
      <w:r>
        <w:tab/>
        <w:t>2.025e0</w:t>
      </w:r>
    </w:p>
    <w:p w:rsidR="005B0461" w:rsidRDefault="005B0461" w:rsidP="005B0461">
      <w:r>
        <w:t>502.6673</w:t>
      </w:r>
      <w:r>
        <w:tab/>
        <w:t>1.013e0</w:t>
      </w:r>
    </w:p>
    <w:p w:rsidR="005B0461" w:rsidRDefault="005B0461" w:rsidP="005B0461">
      <w:r>
        <w:t>502.7109</w:t>
      </w:r>
      <w:r>
        <w:tab/>
        <w:t>1.013e0</w:t>
      </w:r>
    </w:p>
    <w:p w:rsidR="005B0461" w:rsidRDefault="005B0461" w:rsidP="005B0461">
      <w:r>
        <w:lastRenderedPageBreak/>
        <w:t>502.7453</w:t>
      </w:r>
      <w:r>
        <w:tab/>
        <w:t>5.063e0</w:t>
      </w:r>
    </w:p>
    <w:p w:rsidR="005B0461" w:rsidRDefault="005B0461" w:rsidP="005B0461">
      <w:r>
        <w:t>502.7503</w:t>
      </w:r>
      <w:r>
        <w:tab/>
        <w:t>1.013e0</w:t>
      </w:r>
    </w:p>
    <w:p w:rsidR="005B0461" w:rsidRDefault="005B0461" w:rsidP="005B0461">
      <w:r>
        <w:t>502.7805</w:t>
      </w:r>
      <w:r>
        <w:tab/>
        <w:t>3.560e0</w:t>
      </w:r>
    </w:p>
    <w:p w:rsidR="005B0461" w:rsidRDefault="005B0461" w:rsidP="005B0461">
      <w:r>
        <w:t>502.8011</w:t>
      </w:r>
      <w:r>
        <w:tab/>
        <w:t>4.051e0</w:t>
      </w:r>
    </w:p>
    <w:p w:rsidR="005B0461" w:rsidRDefault="005B0461" w:rsidP="005B0461">
      <w:r>
        <w:t>502.8265</w:t>
      </w:r>
      <w:r>
        <w:tab/>
        <w:t>5.063e0</w:t>
      </w:r>
    </w:p>
    <w:p w:rsidR="005B0461" w:rsidRDefault="005B0461" w:rsidP="005B0461">
      <w:r>
        <w:t>502.8330</w:t>
      </w:r>
      <w:r>
        <w:tab/>
        <w:t>1.013e0</w:t>
      </w:r>
    </w:p>
    <w:p w:rsidR="005B0461" w:rsidRDefault="005B0461" w:rsidP="005B0461">
      <w:r>
        <w:t>502.8636</w:t>
      </w:r>
      <w:r>
        <w:tab/>
        <w:t>2.025e0</w:t>
      </w:r>
    </w:p>
    <w:p w:rsidR="005B0461" w:rsidRDefault="005B0461" w:rsidP="005B0461">
      <w:r>
        <w:t>502.8941</w:t>
      </w:r>
      <w:r>
        <w:tab/>
        <w:t>2.025e0</w:t>
      </w:r>
    </w:p>
    <w:p w:rsidR="005B0461" w:rsidRDefault="005B0461" w:rsidP="005B0461">
      <w:r>
        <w:t>502.9398</w:t>
      </w:r>
      <w:r>
        <w:tab/>
        <w:t>1.013e0</w:t>
      </w:r>
    </w:p>
    <w:p w:rsidR="005B0461" w:rsidRDefault="005B0461" w:rsidP="005B0461">
      <w:r>
        <w:t>502.9589</w:t>
      </w:r>
      <w:r>
        <w:tab/>
        <w:t>1.883e0</w:t>
      </w:r>
    </w:p>
    <w:p w:rsidR="005B0461" w:rsidRDefault="005B0461" w:rsidP="005B0461">
      <w:r>
        <w:t>502.9654</w:t>
      </w:r>
      <w:r>
        <w:tab/>
        <w:t>3.584e0</w:t>
      </w:r>
    </w:p>
    <w:p w:rsidR="005B0461" w:rsidRDefault="005B0461" w:rsidP="005B0461">
      <w:r>
        <w:t>502.9765</w:t>
      </w:r>
      <w:r>
        <w:tab/>
        <w:t>2.025e0</w:t>
      </w:r>
    </w:p>
    <w:p w:rsidR="005B0461" w:rsidRDefault="005B0461" w:rsidP="005B0461">
      <w:r>
        <w:t>503.0551</w:t>
      </w:r>
      <w:r>
        <w:tab/>
        <w:t>2.603e0</w:t>
      </w:r>
    </w:p>
    <w:p w:rsidR="005B0461" w:rsidRDefault="005B0461" w:rsidP="005B0461">
      <w:r>
        <w:t>503.0961</w:t>
      </w:r>
      <w:r>
        <w:tab/>
        <w:t>2.610e0</w:t>
      </w:r>
    </w:p>
    <w:p w:rsidR="005B0461" w:rsidRDefault="005B0461" w:rsidP="005B0461">
      <w:r>
        <w:t>503.1113</w:t>
      </w:r>
      <w:r>
        <w:tab/>
        <w:t>7.759e0</w:t>
      </w:r>
    </w:p>
    <w:p w:rsidR="005B0461" w:rsidRDefault="005B0461" w:rsidP="005B0461">
      <w:r>
        <w:t>503.1180</w:t>
      </w:r>
      <w:r>
        <w:tab/>
        <w:t>5.169e0</w:t>
      </w:r>
    </w:p>
    <w:p w:rsidR="005B0461" w:rsidRDefault="005B0461" w:rsidP="005B0461">
      <w:r>
        <w:t>503.1222</w:t>
      </w:r>
      <w:r>
        <w:tab/>
        <w:t>4.797e0</w:t>
      </w:r>
    </w:p>
    <w:p w:rsidR="005B0461" w:rsidRDefault="005B0461" w:rsidP="005B0461">
      <w:r>
        <w:t>503.1552</w:t>
      </w:r>
      <w:r>
        <w:tab/>
        <w:t>2.025e0</w:t>
      </w:r>
    </w:p>
    <w:p w:rsidR="005B0461" w:rsidRDefault="005B0461" w:rsidP="005B0461">
      <w:r>
        <w:t>503.1646</w:t>
      </w:r>
      <w:r>
        <w:tab/>
        <w:t>2.025e0</w:t>
      </w:r>
    </w:p>
    <w:p w:rsidR="005B0461" w:rsidRDefault="005B0461" w:rsidP="005B0461">
      <w:r>
        <w:lastRenderedPageBreak/>
        <w:t>503.1943</w:t>
      </w:r>
      <w:r>
        <w:tab/>
        <w:t>1.784e0</w:t>
      </w:r>
    </w:p>
    <w:p w:rsidR="005B0461" w:rsidRDefault="005B0461" w:rsidP="005B0461">
      <w:r>
        <w:t>503.2429</w:t>
      </w:r>
      <w:r>
        <w:tab/>
        <w:t>1.320e0</w:t>
      </w:r>
    </w:p>
    <w:p w:rsidR="005B0461" w:rsidRDefault="005B0461" w:rsidP="005B0461">
      <w:r>
        <w:t>503.2462</w:t>
      </w:r>
      <w:r>
        <w:tab/>
        <w:t>2.184e0</w:t>
      </w:r>
    </w:p>
    <w:p w:rsidR="005B0461" w:rsidRDefault="005B0461" w:rsidP="005B0461">
      <w:r>
        <w:t>503.3061</w:t>
      </w:r>
      <w:r>
        <w:tab/>
        <w:t>6.109e0</w:t>
      </w:r>
    </w:p>
    <w:p w:rsidR="005B0461" w:rsidRDefault="005B0461" w:rsidP="005B0461">
      <w:r>
        <w:t>503.3079</w:t>
      </w:r>
      <w:r>
        <w:tab/>
        <w:t>6.068e0</w:t>
      </w:r>
    </w:p>
    <w:p w:rsidR="005B0461" w:rsidRDefault="005B0461" w:rsidP="005B0461">
      <w:r>
        <w:t>503.3320</w:t>
      </w:r>
      <w:r>
        <w:tab/>
        <w:t>5.063e0</w:t>
      </w:r>
    </w:p>
    <w:p w:rsidR="005B0461" w:rsidRDefault="005B0461" w:rsidP="005B0461">
      <w:r>
        <w:t>503.3438</w:t>
      </w:r>
      <w:r>
        <w:tab/>
        <w:t>5.063e0</w:t>
      </w:r>
    </w:p>
    <w:p w:rsidR="005B0461" w:rsidRDefault="005B0461" w:rsidP="005B0461">
      <w:r>
        <w:t>503.3722</w:t>
      </w:r>
      <w:r>
        <w:tab/>
        <w:t>3.909e0</w:t>
      </w:r>
    </w:p>
    <w:p w:rsidR="005B0461" w:rsidRDefault="005B0461" w:rsidP="005B0461">
      <w:r>
        <w:t>503.3755</w:t>
      </w:r>
      <w:r>
        <w:tab/>
        <w:t>4.842e0</w:t>
      </w:r>
    </w:p>
    <w:p w:rsidR="005B0461" w:rsidRDefault="005B0461" w:rsidP="005B0461">
      <w:r>
        <w:t>503.3822</w:t>
      </w:r>
      <w:r>
        <w:tab/>
        <w:t>5.017e0</w:t>
      </w:r>
    </w:p>
    <w:p w:rsidR="005B0461" w:rsidRDefault="005B0461" w:rsidP="005B0461">
      <w:r>
        <w:t>503.4103</w:t>
      </w:r>
      <w:r>
        <w:tab/>
        <w:t>1.013e0</w:t>
      </w:r>
    </w:p>
    <w:p w:rsidR="005B0461" w:rsidRDefault="005B0461" w:rsidP="005B0461">
      <w:r>
        <w:t>503.4440</w:t>
      </w:r>
      <w:r>
        <w:tab/>
        <w:t>1.013e0</w:t>
      </w:r>
    </w:p>
    <w:p w:rsidR="005B0461" w:rsidRDefault="005B0461" w:rsidP="005B0461">
      <w:r>
        <w:t>503.5020</w:t>
      </w:r>
      <w:r>
        <w:tab/>
        <w:t>1.013e0</w:t>
      </w:r>
    </w:p>
    <w:p w:rsidR="005B0461" w:rsidRDefault="005B0461" w:rsidP="005B0461">
      <w:r>
        <w:t>503.5488</w:t>
      </w:r>
      <w:r>
        <w:tab/>
        <w:t>1.013e0</w:t>
      </w:r>
    </w:p>
    <w:p w:rsidR="005B0461" w:rsidRDefault="005B0461" w:rsidP="005B0461">
      <w:r>
        <w:t>503.5674</w:t>
      </w:r>
      <w:r>
        <w:tab/>
        <w:t>3.038e0</w:t>
      </w:r>
    </w:p>
    <w:p w:rsidR="005B0461" w:rsidRDefault="005B0461" w:rsidP="005B0461">
      <w:r>
        <w:t>503.6059</w:t>
      </w:r>
      <w:r>
        <w:tab/>
        <w:t>2.025e0</w:t>
      </w:r>
    </w:p>
    <w:p w:rsidR="005B0461" w:rsidRDefault="005B0461" w:rsidP="005B0461">
      <w:r>
        <w:t>503.6187</w:t>
      </w:r>
      <w:r>
        <w:tab/>
        <w:t>2.025e0</w:t>
      </w:r>
    </w:p>
    <w:p w:rsidR="005B0461" w:rsidRDefault="005B0461" w:rsidP="005B0461">
      <w:r>
        <w:t>503.6747</w:t>
      </w:r>
      <w:r>
        <w:tab/>
        <w:t>2.025e0</w:t>
      </w:r>
    </w:p>
    <w:p w:rsidR="005B0461" w:rsidRDefault="005B0461" w:rsidP="005B0461">
      <w:r>
        <w:t>503.7235</w:t>
      </w:r>
      <w:r>
        <w:tab/>
        <w:t>1.013e0</w:t>
      </w:r>
    </w:p>
    <w:p w:rsidR="005B0461" w:rsidRDefault="005B0461" w:rsidP="005B0461">
      <w:r>
        <w:lastRenderedPageBreak/>
        <w:t>503.7648</w:t>
      </w:r>
      <w:r>
        <w:tab/>
        <w:t>1.013e0</w:t>
      </w:r>
    </w:p>
    <w:p w:rsidR="005B0461" w:rsidRDefault="005B0461" w:rsidP="005B0461">
      <w:r>
        <w:t>503.7677</w:t>
      </w:r>
      <w:r>
        <w:tab/>
        <w:t>2.025e0</w:t>
      </w:r>
    </w:p>
    <w:p w:rsidR="005B0461" w:rsidRDefault="005B0461" w:rsidP="005B0461">
      <w:r>
        <w:t>503.8413</w:t>
      </w:r>
      <w:r>
        <w:tab/>
        <w:t>3.038e0</w:t>
      </w:r>
    </w:p>
    <w:p w:rsidR="005B0461" w:rsidRDefault="005B0461" w:rsidP="005B0461">
      <w:r>
        <w:t>503.8962</w:t>
      </w:r>
      <w:r>
        <w:tab/>
        <w:t>1.013e0</w:t>
      </w:r>
    </w:p>
    <w:p w:rsidR="005B0461" w:rsidRDefault="005B0461" w:rsidP="005B0461">
      <w:r>
        <w:t>503.9070</w:t>
      </w:r>
      <w:r>
        <w:tab/>
        <w:t>2.025e0</w:t>
      </w:r>
    </w:p>
    <w:p w:rsidR="005B0461" w:rsidRDefault="005B0461" w:rsidP="005B0461">
      <w:r>
        <w:t>503.9623</w:t>
      </w:r>
      <w:r>
        <w:tab/>
        <w:t>1.396e0</w:t>
      </w:r>
    </w:p>
    <w:p w:rsidR="005B0461" w:rsidRDefault="005B0461" w:rsidP="005B0461">
      <w:r>
        <w:t>503.9671</w:t>
      </w:r>
      <w:r>
        <w:tab/>
        <w:t>3.038e0</w:t>
      </w:r>
    </w:p>
    <w:p w:rsidR="005B0461" w:rsidRDefault="005B0461" w:rsidP="005B0461">
      <w:r>
        <w:t>504.0475</w:t>
      </w:r>
      <w:r>
        <w:tab/>
        <w:t>2.920e0</w:t>
      </w:r>
    </w:p>
    <w:p w:rsidR="005B0461" w:rsidRDefault="005B0461" w:rsidP="005B0461">
      <w:r>
        <w:t>504.0995</w:t>
      </w:r>
      <w:r>
        <w:tab/>
        <w:t>9.236e0</w:t>
      </w:r>
    </w:p>
    <w:p w:rsidR="005B0461" w:rsidRDefault="005B0461" w:rsidP="005B0461">
      <w:r>
        <w:t>504.1161</w:t>
      </w:r>
      <w:r>
        <w:tab/>
        <w:t>3.241e1</w:t>
      </w:r>
    </w:p>
    <w:p w:rsidR="005B0461" w:rsidRDefault="005B0461" w:rsidP="005B0461">
      <w:r>
        <w:t>504.1258</w:t>
      </w:r>
      <w:r>
        <w:tab/>
        <w:t>1.002e1</w:t>
      </w:r>
    </w:p>
    <w:p w:rsidR="005B0461" w:rsidRDefault="005B0461" w:rsidP="005B0461">
      <w:r>
        <w:t>504.1609</w:t>
      </w:r>
      <w:r>
        <w:tab/>
        <w:t>6.235e0</w:t>
      </w:r>
    </w:p>
    <w:p w:rsidR="005B0461" w:rsidRDefault="005B0461" w:rsidP="005B0461">
      <w:r>
        <w:t>504.2159</w:t>
      </w:r>
      <w:r>
        <w:tab/>
        <w:t>4.051e0</w:t>
      </w:r>
    </w:p>
    <w:p w:rsidR="005B0461" w:rsidRDefault="005B0461" w:rsidP="005B0461">
      <w:r>
        <w:t>504.2189</w:t>
      </w:r>
      <w:r>
        <w:tab/>
        <w:t>3.038e0</w:t>
      </w:r>
    </w:p>
    <w:p w:rsidR="005B0461" w:rsidRDefault="005B0461" w:rsidP="005B0461">
      <w:r>
        <w:t>504.2314</w:t>
      </w:r>
      <w:r>
        <w:tab/>
        <w:t>4.631e0</w:t>
      </w:r>
    </w:p>
    <w:p w:rsidR="005B0461" w:rsidRDefault="005B0461" w:rsidP="005B0461">
      <w:r>
        <w:t>504.2671</w:t>
      </w:r>
      <w:r>
        <w:tab/>
        <w:t>3.196e0</w:t>
      </w:r>
    </w:p>
    <w:p w:rsidR="005B0461" w:rsidRDefault="005B0461" w:rsidP="005B0461">
      <w:r>
        <w:t>504.2721</w:t>
      </w:r>
      <w:r>
        <w:tab/>
        <w:t>1.013e0</w:t>
      </w:r>
    </w:p>
    <w:p w:rsidR="005B0461" w:rsidRDefault="005B0461" w:rsidP="005B0461">
      <w:r>
        <w:t>504.3328</w:t>
      </w:r>
      <w:r>
        <w:tab/>
        <w:t>4.051e0</w:t>
      </w:r>
    </w:p>
    <w:p w:rsidR="005B0461" w:rsidRDefault="005B0461" w:rsidP="005B0461">
      <w:r>
        <w:t>504.3466</w:t>
      </w:r>
      <w:r>
        <w:tab/>
        <w:t>3.038e0</w:t>
      </w:r>
    </w:p>
    <w:p w:rsidR="005B0461" w:rsidRDefault="005B0461" w:rsidP="005B0461">
      <w:r>
        <w:lastRenderedPageBreak/>
        <w:t>504.3760</w:t>
      </w:r>
      <w:r>
        <w:tab/>
        <w:t>6.310e0</w:t>
      </w:r>
    </w:p>
    <w:p w:rsidR="005B0461" w:rsidRDefault="005B0461" w:rsidP="005B0461">
      <w:r>
        <w:t>504.3879</w:t>
      </w:r>
      <w:r>
        <w:tab/>
        <w:t>2.025e0</w:t>
      </w:r>
    </w:p>
    <w:p w:rsidR="005B0461" w:rsidRDefault="005B0461" w:rsidP="005B0461">
      <w:r>
        <w:t>504.4317</w:t>
      </w:r>
      <w:r>
        <w:tab/>
        <w:t>2.002e0</w:t>
      </w:r>
    </w:p>
    <w:p w:rsidR="005B0461" w:rsidRDefault="005B0461" w:rsidP="005B0461">
      <w:r>
        <w:t>504.4352</w:t>
      </w:r>
      <w:r>
        <w:tab/>
        <w:t>1.878e0</w:t>
      </w:r>
    </w:p>
    <w:p w:rsidR="005B0461" w:rsidRDefault="005B0461" w:rsidP="005B0461">
      <w:r>
        <w:t>504.4667</w:t>
      </w:r>
      <w:r>
        <w:tab/>
        <w:t>1.013e0</w:t>
      </w:r>
    </w:p>
    <w:p w:rsidR="005B0461" w:rsidRDefault="005B0461" w:rsidP="005B0461">
      <w:r>
        <w:t>504.5166</w:t>
      </w:r>
      <w:r>
        <w:tab/>
        <w:t>1.013e0</w:t>
      </w:r>
    </w:p>
    <w:p w:rsidR="005B0461" w:rsidRDefault="005B0461" w:rsidP="005B0461">
      <w:r>
        <w:t>504.5195</w:t>
      </w:r>
      <w:r>
        <w:tab/>
        <w:t>1.013e0</w:t>
      </w:r>
    </w:p>
    <w:p w:rsidR="005B0461" w:rsidRDefault="005B0461" w:rsidP="005B0461">
      <w:r>
        <w:t>504.5564</w:t>
      </w:r>
      <w:r>
        <w:tab/>
        <w:t>1.013e0</w:t>
      </w:r>
    </w:p>
    <w:p w:rsidR="005B0461" w:rsidRDefault="005B0461" w:rsidP="005B0461">
      <w:r>
        <w:t>504.6242</w:t>
      </w:r>
      <w:r>
        <w:tab/>
        <w:t>1.013e0</w:t>
      </w:r>
    </w:p>
    <w:p w:rsidR="005B0461" w:rsidRDefault="005B0461" w:rsidP="005B0461">
      <w:r>
        <w:t>504.6480</w:t>
      </w:r>
      <w:r>
        <w:tab/>
        <w:t>2.025e0</w:t>
      </w:r>
    </w:p>
    <w:p w:rsidR="005B0461" w:rsidRDefault="005B0461" w:rsidP="005B0461">
      <w:r>
        <w:t>504.6504</w:t>
      </w:r>
      <w:r>
        <w:tab/>
        <w:t>3.038e0</w:t>
      </w:r>
    </w:p>
    <w:p w:rsidR="005B0461" w:rsidRDefault="005B0461" w:rsidP="005B0461">
      <w:r>
        <w:t>504.6879</w:t>
      </w:r>
      <w:r>
        <w:tab/>
        <w:t>2.025e0</w:t>
      </w:r>
    </w:p>
    <w:p w:rsidR="005B0461" w:rsidRDefault="005B0461" w:rsidP="005B0461">
      <w:r>
        <w:t>504.7117</w:t>
      </w:r>
      <w:r>
        <w:tab/>
        <w:t>1.013e0</w:t>
      </w:r>
    </w:p>
    <w:p w:rsidR="005B0461" w:rsidRDefault="005B0461" w:rsidP="005B0461">
      <w:r>
        <w:t>504.7245</w:t>
      </w:r>
      <w:r>
        <w:tab/>
        <w:t>1.013e0</w:t>
      </w:r>
    </w:p>
    <w:p w:rsidR="005B0461" w:rsidRDefault="005B0461" w:rsidP="005B0461">
      <w:r>
        <w:t>504.7611</w:t>
      </w:r>
      <w:r>
        <w:tab/>
        <w:t>1.013e0</w:t>
      </w:r>
    </w:p>
    <w:p w:rsidR="005B0461" w:rsidRDefault="005B0461" w:rsidP="005B0461">
      <w:r>
        <w:t>504.8100</w:t>
      </w:r>
      <w:r>
        <w:tab/>
        <w:t>2.025e0</w:t>
      </w:r>
    </w:p>
    <w:p w:rsidR="005B0461" w:rsidRDefault="005B0461" w:rsidP="005B0461">
      <w:r>
        <w:t>504.8237</w:t>
      </w:r>
      <w:r>
        <w:tab/>
        <w:t>3.038e0</w:t>
      </w:r>
    </w:p>
    <w:p w:rsidR="005B0461" w:rsidRDefault="005B0461" w:rsidP="005B0461">
      <w:r>
        <w:t>504.8255</w:t>
      </w:r>
      <w:r>
        <w:tab/>
        <w:t>1.013e0</w:t>
      </w:r>
    </w:p>
    <w:p w:rsidR="005B0461" w:rsidRDefault="005B0461" w:rsidP="005B0461">
      <w:r>
        <w:t>504.8405</w:t>
      </w:r>
      <w:r>
        <w:tab/>
        <w:t>5.063e0</w:t>
      </w:r>
    </w:p>
    <w:p w:rsidR="005B0461" w:rsidRDefault="005B0461" w:rsidP="005B0461">
      <w:r>
        <w:lastRenderedPageBreak/>
        <w:t>504.8559</w:t>
      </w:r>
      <w:r>
        <w:tab/>
        <w:t>2.025e0</w:t>
      </w:r>
    </w:p>
    <w:p w:rsidR="005B0461" w:rsidRDefault="005B0461" w:rsidP="005B0461">
      <w:r>
        <w:t>504.8925</w:t>
      </w:r>
      <w:r>
        <w:tab/>
        <w:t>2.025e0</w:t>
      </w:r>
    </w:p>
    <w:p w:rsidR="005B0461" w:rsidRDefault="005B0461" w:rsidP="005B0461">
      <w:r>
        <w:t>504.9266</w:t>
      </w:r>
      <w:r>
        <w:tab/>
        <w:t>3.038e0</w:t>
      </w:r>
    </w:p>
    <w:p w:rsidR="005B0461" w:rsidRDefault="005B0461" w:rsidP="005B0461">
      <w:r>
        <w:t>504.9293</w:t>
      </w:r>
      <w:r>
        <w:tab/>
        <w:t>1.013e0</w:t>
      </w:r>
    </w:p>
    <w:p w:rsidR="005B0461" w:rsidRDefault="005B0461" w:rsidP="005B0461">
      <w:r>
        <w:t>504.9830</w:t>
      </w:r>
      <w:r>
        <w:tab/>
        <w:t>2.025e0</w:t>
      </w:r>
    </w:p>
    <w:p w:rsidR="005B0461" w:rsidRDefault="005B0461" w:rsidP="005B0461">
      <w:r>
        <w:t>504.9941</w:t>
      </w:r>
      <w:r>
        <w:tab/>
        <w:t>2.986e0</w:t>
      </w:r>
    </w:p>
    <w:p w:rsidR="005B0461" w:rsidRDefault="005B0461" w:rsidP="005B0461">
      <w:r>
        <w:t>505.0127</w:t>
      </w:r>
      <w:r>
        <w:tab/>
        <w:t>4.130e0</w:t>
      </w:r>
    </w:p>
    <w:p w:rsidR="005B0461" w:rsidRDefault="005B0461" w:rsidP="005B0461">
      <w:r>
        <w:t>505.0550</w:t>
      </w:r>
      <w:r>
        <w:tab/>
        <w:t>3.399e0</w:t>
      </w:r>
    </w:p>
    <w:p w:rsidR="005B0461" w:rsidRDefault="005B0461" w:rsidP="005B0461">
      <w:r>
        <w:t>505.1079</w:t>
      </w:r>
      <w:r>
        <w:tab/>
        <w:t>2.892e0</w:t>
      </w:r>
    </w:p>
    <w:p w:rsidR="005B0461" w:rsidRDefault="005B0461" w:rsidP="005B0461">
      <w:r>
        <w:t>505.1217</w:t>
      </w:r>
      <w:r>
        <w:tab/>
        <w:t>4.188e0</w:t>
      </w:r>
    </w:p>
    <w:p w:rsidR="005B0461" w:rsidRDefault="005B0461" w:rsidP="005B0461">
      <w:r>
        <w:t>505.1277</w:t>
      </w:r>
      <w:r>
        <w:tab/>
        <w:t>2.372e0</w:t>
      </w:r>
    </w:p>
    <w:p w:rsidR="005B0461" w:rsidRDefault="005B0461" w:rsidP="005B0461">
      <w:r>
        <w:t>505.1409</w:t>
      </w:r>
      <w:r>
        <w:tab/>
        <w:t>2.600e0</w:t>
      </w:r>
    </w:p>
    <w:p w:rsidR="005B0461" w:rsidRDefault="005B0461" w:rsidP="005B0461">
      <w:r>
        <w:t>505.1758</w:t>
      </w:r>
      <w:r>
        <w:tab/>
        <w:t>2.025e0</w:t>
      </w:r>
    </w:p>
    <w:p w:rsidR="005B0461" w:rsidRDefault="005B0461" w:rsidP="005B0461">
      <w:r>
        <w:t>505.1908</w:t>
      </w:r>
      <w:r>
        <w:tab/>
        <w:t>2.676e0</w:t>
      </w:r>
    </w:p>
    <w:p w:rsidR="005B0461" w:rsidRDefault="005B0461" w:rsidP="005B0461">
      <w:r>
        <w:t>505.2010</w:t>
      </w:r>
      <w:r>
        <w:tab/>
        <w:t>3.038e0</w:t>
      </w:r>
    </w:p>
    <w:p w:rsidR="005B0461" w:rsidRDefault="005B0461" w:rsidP="005B0461">
      <w:r>
        <w:t>505.2610</w:t>
      </w:r>
      <w:r>
        <w:tab/>
        <w:t>6.983e0</w:t>
      </w:r>
    </w:p>
    <w:p w:rsidR="005B0461" w:rsidRDefault="005B0461" w:rsidP="005B0461">
      <w:r>
        <w:t>505.2722</w:t>
      </w:r>
      <w:r>
        <w:tab/>
        <w:t>1.384e0</w:t>
      </w:r>
    </w:p>
    <w:p w:rsidR="005B0461" w:rsidRDefault="005B0461" w:rsidP="005B0461">
      <w:r>
        <w:t>505.3143</w:t>
      </w:r>
      <w:r>
        <w:tab/>
        <w:t>6.641e0</w:t>
      </w:r>
    </w:p>
    <w:p w:rsidR="005B0461" w:rsidRDefault="005B0461" w:rsidP="005B0461">
      <w:r>
        <w:t>505.3245</w:t>
      </w:r>
      <w:r>
        <w:tab/>
        <w:t>8.101e0</w:t>
      </w:r>
    </w:p>
    <w:p w:rsidR="005B0461" w:rsidRDefault="005B0461" w:rsidP="005B0461">
      <w:r>
        <w:lastRenderedPageBreak/>
        <w:t>505.3379</w:t>
      </w:r>
      <w:r>
        <w:tab/>
        <w:t>6.021e0</w:t>
      </w:r>
    </w:p>
    <w:p w:rsidR="005B0461" w:rsidRDefault="005B0461" w:rsidP="005B0461">
      <w:r>
        <w:t>505.3427</w:t>
      </w:r>
      <w:r>
        <w:tab/>
        <w:t>1.998e0</w:t>
      </w:r>
    </w:p>
    <w:p w:rsidR="005B0461" w:rsidRDefault="005B0461" w:rsidP="005B0461">
      <w:r>
        <w:t>505.3793</w:t>
      </w:r>
      <w:r>
        <w:tab/>
        <w:t>3.038e0</w:t>
      </w:r>
    </w:p>
    <w:p w:rsidR="005B0461" w:rsidRDefault="005B0461" w:rsidP="005B0461">
      <w:r>
        <w:t>505.4014</w:t>
      </w:r>
      <w:r>
        <w:tab/>
        <w:t>3.176e0</w:t>
      </w:r>
    </w:p>
    <w:p w:rsidR="005B0461" w:rsidRDefault="005B0461" w:rsidP="005B0461">
      <w:r>
        <w:t>505.4580</w:t>
      </w:r>
      <w:r>
        <w:tab/>
        <w:t>1.013e0</w:t>
      </w:r>
    </w:p>
    <w:p w:rsidR="005B0461" w:rsidRDefault="005B0461" w:rsidP="005B0461">
      <w:r>
        <w:t>505.4803</w:t>
      </w:r>
      <w:r>
        <w:tab/>
        <w:t>2.025e0</w:t>
      </w:r>
    </w:p>
    <w:p w:rsidR="005B0461" w:rsidRDefault="005B0461" w:rsidP="005B0461">
      <w:r>
        <w:t>505.4825</w:t>
      </w:r>
      <w:r>
        <w:tab/>
        <w:t>1.013e0</w:t>
      </w:r>
    </w:p>
    <w:p w:rsidR="005B0461" w:rsidRDefault="005B0461" w:rsidP="005B0461">
      <w:r>
        <w:t>505.5088</w:t>
      </w:r>
      <w:r>
        <w:tab/>
        <w:t>1.013e0</w:t>
      </w:r>
    </w:p>
    <w:p w:rsidR="005B0461" w:rsidRDefault="005B0461" w:rsidP="005B0461">
      <w:r>
        <w:t>505.5497</w:t>
      </w:r>
      <w:r>
        <w:tab/>
        <w:t>1.013e0</w:t>
      </w:r>
    </w:p>
    <w:p w:rsidR="005B0461" w:rsidRDefault="005B0461" w:rsidP="005B0461">
      <w:r>
        <w:t>505.5877</w:t>
      </w:r>
      <w:r>
        <w:tab/>
        <w:t>4.051e0</w:t>
      </w:r>
    </w:p>
    <w:p w:rsidR="005B0461" w:rsidRDefault="005B0461" w:rsidP="005B0461">
      <w:r>
        <w:t>505.6078</w:t>
      </w:r>
      <w:r>
        <w:tab/>
        <w:t>1.013e0</w:t>
      </w:r>
    </w:p>
    <w:p w:rsidR="005B0461" w:rsidRDefault="005B0461" w:rsidP="005B0461">
      <w:r>
        <w:t>505.6754</w:t>
      </w:r>
      <w:r>
        <w:tab/>
        <w:t>2.025e0</w:t>
      </w:r>
    </w:p>
    <w:p w:rsidR="005B0461" w:rsidRDefault="005B0461" w:rsidP="005B0461">
      <w:r>
        <w:t>505.7543</w:t>
      </w:r>
      <w:r>
        <w:tab/>
        <w:t>1.013e0</w:t>
      </w:r>
    </w:p>
    <w:p w:rsidR="005B0461" w:rsidRDefault="005B0461" w:rsidP="005B0461">
      <w:r>
        <w:t>505.7676</w:t>
      </w:r>
      <w:r>
        <w:tab/>
        <w:t>3.038e0</w:t>
      </w:r>
    </w:p>
    <w:p w:rsidR="005B0461" w:rsidRDefault="005B0461" w:rsidP="005B0461">
      <w:r>
        <w:t>505.7806</w:t>
      </w:r>
      <w:r>
        <w:tab/>
        <w:t>1.013e0</w:t>
      </w:r>
    </w:p>
    <w:p w:rsidR="005B0461" w:rsidRDefault="005B0461" w:rsidP="005B0461">
      <w:r>
        <w:t>505.8072</w:t>
      </w:r>
      <w:r>
        <w:tab/>
        <w:t>3.038e0</w:t>
      </w:r>
    </w:p>
    <w:p w:rsidR="005B0461" w:rsidRDefault="005B0461" w:rsidP="005B0461">
      <w:r>
        <w:t>505.8430</w:t>
      </w:r>
      <w:r>
        <w:tab/>
        <w:t>2.025e0</w:t>
      </w:r>
    </w:p>
    <w:p w:rsidR="005B0461" w:rsidRDefault="005B0461" w:rsidP="005B0461">
      <w:r>
        <w:t>505.8859</w:t>
      </w:r>
      <w:r>
        <w:tab/>
        <w:t>2.025e0</w:t>
      </w:r>
    </w:p>
    <w:p w:rsidR="005B0461" w:rsidRDefault="005B0461" w:rsidP="005B0461">
      <w:r>
        <w:t>505.9034</w:t>
      </w:r>
      <w:r>
        <w:tab/>
        <w:t>1.013e0</w:t>
      </w:r>
    </w:p>
    <w:p w:rsidR="005B0461" w:rsidRDefault="005B0461" w:rsidP="005B0461">
      <w:r>
        <w:lastRenderedPageBreak/>
        <w:t>505.9404</w:t>
      </w:r>
      <w:r>
        <w:tab/>
        <w:t>2.025e0</w:t>
      </w:r>
    </w:p>
    <w:p w:rsidR="005B0461" w:rsidRDefault="005B0461" w:rsidP="005B0461">
      <w:r>
        <w:t>505.9730</w:t>
      </w:r>
      <w:r>
        <w:tab/>
        <w:t>2.025e0</w:t>
      </w:r>
    </w:p>
    <w:p w:rsidR="005B0461" w:rsidRDefault="005B0461" w:rsidP="005B0461">
      <w:r>
        <w:t>505.9914</w:t>
      </w:r>
      <w:r>
        <w:tab/>
        <w:t>2.986e0</w:t>
      </w:r>
    </w:p>
    <w:p w:rsidR="005B0461" w:rsidRDefault="005B0461" w:rsidP="005B0461">
      <w:r>
        <w:t>506.0006</w:t>
      </w:r>
      <w:r>
        <w:tab/>
        <w:t>3.539e0</w:t>
      </w:r>
    </w:p>
    <w:p w:rsidR="005B0461" w:rsidRDefault="005B0461" w:rsidP="005B0461">
      <w:r>
        <w:t>506.0087</w:t>
      </w:r>
      <w:r>
        <w:tab/>
        <w:t>1.013e0</w:t>
      </w:r>
    </w:p>
    <w:p w:rsidR="005B0461" w:rsidRDefault="005B0461" w:rsidP="005B0461">
      <w:r>
        <w:t>506.0320</w:t>
      </w:r>
      <w:r>
        <w:tab/>
        <w:t>2.025e0</w:t>
      </w:r>
    </w:p>
    <w:p w:rsidR="005B0461" w:rsidRDefault="005B0461" w:rsidP="005B0461">
      <w:r>
        <w:t>506.0749</w:t>
      </w:r>
      <w:r>
        <w:tab/>
        <w:t>2.163e0</w:t>
      </w:r>
    </w:p>
    <w:p w:rsidR="005B0461" w:rsidRDefault="005B0461" w:rsidP="005B0461">
      <w:r>
        <w:t>506.0789</w:t>
      </w:r>
      <w:r>
        <w:tab/>
        <w:t>1.013e0</w:t>
      </w:r>
    </w:p>
    <w:p w:rsidR="005B0461" w:rsidRDefault="005B0461" w:rsidP="005B0461">
      <w:r>
        <w:t>506.0842</w:t>
      </w:r>
      <w:r>
        <w:tab/>
        <w:t>3.448e0</w:t>
      </w:r>
    </w:p>
    <w:p w:rsidR="005B0461" w:rsidRDefault="005B0461" w:rsidP="005B0461">
      <w:r>
        <w:t>506.1245</w:t>
      </w:r>
      <w:r>
        <w:tab/>
        <w:t>1.390e0</w:t>
      </w:r>
    </w:p>
    <w:p w:rsidR="005B0461" w:rsidRDefault="005B0461" w:rsidP="005B0461">
      <w:r>
        <w:t>506.1541</w:t>
      </w:r>
      <w:r>
        <w:tab/>
        <w:t>5.202e0</w:t>
      </w:r>
    </w:p>
    <w:p w:rsidR="005B0461" w:rsidRDefault="005B0461" w:rsidP="005B0461">
      <w:r>
        <w:t>506.1655</w:t>
      </w:r>
      <w:r>
        <w:tab/>
        <w:t>2.770e0</w:t>
      </w:r>
    </w:p>
    <w:p w:rsidR="005B0461" w:rsidRDefault="005B0461" w:rsidP="005B0461">
      <w:r>
        <w:t>506.1832</w:t>
      </w:r>
      <w:r>
        <w:tab/>
        <w:t>3.038e0</w:t>
      </w:r>
    </w:p>
    <w:p w:rsidR="005B0461" w:rsidRDefault="005B0461" w:rsidP="005B0461">
      <w:r>
        <w:t>506.2155</w:t>
      </w:r>
      <w:r>
        <w:tab/>
        <w:t>2.025e0</w:t>
      </w:r>
    </w:p>
    <w:p w:rsidR="005B0461" w:rsidRDefault="005B0461" w:rsidP="005B0461">
      <w:r>
        <w:t>506.2281</w:t>
      </w:r>
      <w:r>
        <w:tab/>
        <w:t>1.313e0</w:t>
      </w:r>
    </w:p>
    <w:p w:rsidR="005B0461" w:rsidRDefault="005B0461" w:rsidP="005B0461">
      <w:r>
        <w:t>506.2632</w:t>
      </w:r>
      <w:r>
        <w:tab/>
        <w:t>2.025e0</w:t>
      </w:r>
    </w:p>
    <w:p w:rsidR="005B0461" w:rsidRDefault="005B0461" w:rsidP="005B0461">
      <w:r>
        <w:t>506.2753</w:t>
      </w:r>
      <w:r>
        <w:tab/>
        <w:t>2.025e0</w:t>
      </w:r>
    </w:p>
    <w:p w:rsidR="005B0461" w:rsidRDefault="005B0461" w:rsidP="005B0461">
      <w:r>
        <w:t>506.3210</w:t>
      </w:r>
      <w:r>
        <w:tab/>
        <w:t>3.034e0</w:t>
      </w:r>
    </w:p>
    <w:p w:rsidR="005B0461" w:rsidRDefault="005B0461" w:rsidP="005B0461">
      <w:r>
        <w:t>506.3334</w:t>
      </w:r>
      <w:r>
        <w:tab/>
        <w:t>1.013e0</w:t>
      </w:r>
    </w:p>
    <w:p w:rsidR="005B0461" w:rsidRDefault="005B0461" w:rsidP="005B0461">
      <w:r>
        <w:lastRenderedPageBreak/>
        <w:t>506.3371</w:t>
      </w:r>
      <w:r>
        <w:tab/>
        <w:t>3.995e0</w:t>
      </w:r>
    </w:p>
    <w:p w:rsidR="005B0461" w:rsidRDefault="005B0461" w:rsidP="005B0461">
      <w:r>
        <w:t>506.3918</w:t>
      </w:r>
      <w:r>
        <w:tab/>
        <w:t>6.205e0</w:t>
      </w:r>
    </w:p>
    <w:p w:rsidR="005B0461" w:rsidRDefault="005B0461" w:rsidP="005B0461">
      <w:r>
        <w:t>506.3934</w:t>
      </w:r>
      <w:r>
        <w:tab/>
        <w:t>1.013e0</w:t>
      </w:r>
    </w:p>
    <w:p w:rsidR="005B0461" w:rsidRDefault="005B0461" w:rsidP="005B0461">
      <w:r>
        <w:t>506.4300</w:t>
      </w:r>
      <w:r>
        <w:tab/>
        <w:t>2.025e0</w:t>
      </w:r>
    </w:p>
    <w:p w:rsidR="005B0461" w:rsidRDefault="005B0461" w:rsidP="005B0461">
      <w:r>
        <w:t>506.4392</w:t>
      </w:r>
      <w:r>
        <w:tab/>
        <w:t>2.025e0</w:t>
      </w:r>
    </w:p>
    <w:p w:rsidR="005B0461" w:rsidRDefault="005B0461" w:rsidP="005B0461">
      <w:r>
        <w:t>506.4649</w:t>
      </w:r>
      <w:r>
        <w:tab/>
        <w:t>5.063e0</w:t>
      </w:r>
    </w:p>
    <w:p w:rsidR="005B0461" w:rsidRDefault="005B0461" w:rsidP="005B0461">
      <w:r>
        <w:t>506.4915</w:t>
      </w:r>
      <w:r>
        <w:tab/>
        <w:t>2.025e0</w:t>
      </w:r>
    </w:p>
    <w:p w:rsidR="005B0461" w:rsidRDefault="005B0461" w:rsidP="005B0461">
      <w:r>
        <w:t>506.5462</w:t>
      </w:r>
      <w:r>
        <w:tab/>
        <w:t>1.013e0</w:t>
      </w:r>
    </w:p>
    <w:p w:rsidR="005B0461" w:rsidRDefault="005B0461" w:rsidP="005B0461">
      <w:r>
        <w:t>506.5709</w:t>
      </w:r>
      <w:r>
        <w:tab/>
        <w:t>2.025e0</w:t>
      </w:r>
    </w:p>
    <w:p w:rsidR="005B0461" w:rsidRDefault="005B0461" w:rsidP="005B0461">
      <w:r>
        <w:t>506.5969</w:t>
      </w:r>
      <w:r>
        <w:tab/>
        <w:t>1.013e0</w:t>
      </w:r>
    </w:p>
    <w:p w:rsidR="005B0461" w:rsidRDefault="005B0461" w:rsidP="005B0461">
      <w:r>
        <w:t>506.6320</w:t>
      </w:r>
      <w:r>
        <w:tab/>
        <w:t>1.013e0</w:t>
      </w:r>
    </w:p>
    <w:p w:rsidR="005B0461" w:rsidRDefault="005B0461" w:rsidP="005B0461">
      <w:r>
        <w:t>506.6776</w:t>
      </w:r>
      <w:r>
        <w:tab/>
        <w:t>1.013e0</w:t>
      </w:r>
    </w:p>
    <w:p w:rsidR="005B0461" w:rsidRDefault="005B0461" w:rsidP="005B0461">
      <w:r>
        <w:t>506.6847</w:t>
      </w:r>
      <w:r>
        <w:tab/>
        <w:t>1.013e0</w:t>
      </w:r>
    </w:p>
    <w:p w:rsidR="005B0461" w:rsidRDefault="005B0461" w:rsidP="005B0461">
      <w:r>
        <w:t>506.6932</w:t>
      </w:r>
      <w:r>
        <w:tab/>
        <w:t>2.025e0</w:t>
      </w:r>
    </w:p>
    <w:p w:rsidR="005B0461" w:rsidRDefault="005B0461" w:rsidP="005B0461">
      <w:r>
        <w:t>506.8156</w:t>
      </w:r>
      <w:r>
        <w:tab/>
        <w:t>3.038e0</w:t>
      </w:r>
    </w:p>
    <w:p w:rsidR="005B0461" w:rsidRDefault="005B0461" w:rsidP="005B0461">
      <w:r>
        <w:t>506.8411</w:t>
      </w:r>
      <w:r>
        <w:tab/>
        <w:t>2.025e0</w:t>
      </w:r>
    </w:p>
    <w:p w:rsidR="005B0461" w:rsidRDefault="005B0461" w:rsidP="005B0461">
      <w:r>
        <w:t>506.8642</w:t>
      </w:r>
      <w:r>
        <w:tab/>
        <w:t>4.051e0</w:t>
      </w:r>
    </w:p>
    <w:p w:rsidR="005B0461" w:rsidRDefault="005B0461" w:rsidP="005B0461">
      <w:r>
        <w:t>506.9166</w:t>
      </w:r>
      <w:r>
        <w:tab/>
        <w:t>4.051e0</w:t>
      </w:r>
    </w:p>
    <w:p w:rsidR="005B0461" w:rsidRDefault="005B0461" w:rsidP="005B0461">
      <w:r>
        <w:t>506.9179</w:t>
      </w:r>
      <w:r>
        <w:tab/>
        <w:t>1.901e0</w:t>
      </w:r>
    </w:p>
    <w:p w:rsidR="005B0461" w:rsidRDefault="005B0461" w:rsidP="005B0461">
      <w:r>
        <w:lastRenderedPageBreak/>
        <w:t>506.9482</w:t>
      </w:r>
      <w:r>
        <w:tab/>
        <w:t>3.038e0</w:t>
      </w:r>
    </w:p>
    <w:p w:rsidR="005B0461" w:rsidRDefault="005B0461" w:rsidP="005B0461">
      <w:r>
        <w:t>506.9755</w:t>
      </w:r>
      <w:r>
        <w:tab/>
        <w:t>2.673e0</w:t>
      </w:r>
    </w:p>
    <w:p w:rsidR="005B0461" w:rsidRDefault="005B0461" w:rsidP="005B0461">
      <w:r>
        <w:t>506.9995</w:t>
      </w:r>
      <w:r>
        <w:tab/>
        <w:t>3.038e0</w:t>
      </w:r>
    </w:p>
    <w:p w:rsidR="005B0461" w:rsidRDefault="005B0461" w:rsidP="005B0461">
      <w:r>
        <w:t>507.0441</w:t>
      </w:r>
      <w:r>
        <w:tab/>
        <w:t>2.923e0</w:t>
      </w:r>
    </w:p>
    <w:p w:rsidR="005B0461" w:rsidRDefault="005B0461" w:rsidP="005B0461">
      <w:r>
        <w:t>507.0589</w:t>
      </w:r>
      <w:r>
        <w:tab/>
        <w:t>2.025e0</w:t>
      </w:r>
    </w:p>
    <w:p w:rsidR="005B0461" w:rsidRDefault="005B0461" w:rsidP="005B0461">
      <w:r>
        <w:t>507.0757</w:t>
      </w:r>
      <w:r>
        <w:tab/>
        <w:t>4.240e0</w:t>
      </w:r>
    </w:p>
    <w:p w:rsidR="005B0461" w:rsidRDefault="005B0461" w:rsidP="005B0461">
      <w:r>
        <w:t>507.1064</w:t>
      </w:r>
      <w:r>
        <w:tab/>
        <w:t>1.423e0</w:t>
      </w:r>
    </w:p>
    <w:p w:rsidR="005B0461" w:rsidRDefault="005B0461" w:rsidP="005B0461">
      <w:r>
        <w:t>507.1299</w:t>
      </w:r>
      <w:r>
        <w:tab/>
        <w:t>5.686e0</w:t>
      </w:r>
    </w:p>
    <w:p w:rsidR="005B0461" w:rsidRDefault="005B0461" w:rsidP="005B0461">
      <w:r>
        <w:t>507.1442</w:t>
      </w:r>
      <w:r>
        <w:tab/>
        <w:t>3.839e0</w:t>
      </w:r>
    </w:p>
    <w:p w:rsidR="005B0461" w:rsidRDefault="005B0461" w:rsidP="005B0461">
      <w:r>
        <w:t>507.1569</w:t>
      </w:r>
      <w:r>
        <w:tab/>
        <w:t>3.038e0</w:t>
      </w:r>
    </w:p>
    <w:p w:rsidR="005B0461" w:rsidRDefault="005B0461" w:rsidP="005B0461">
      <w:r>
        <w:t>507.1941</w:t>
      </w:r>
      <w:r>
        <w:tab/>
        <w:t>1.373e0</w:t>
      </w:r>
    </w:p>
    <w:p w:rsidR="005B0461" w:rsidRDefault="005B0461" w:rsidP="005B0461">
      <w:r>
        <w:t>507.2086</w:t>
      </w:r>
      <w:r>
        <w:tab/>
        <w:t>1.986e0</w:t>
      </w:r>
    </w:p>
    <w:p w:rsidR="005B0461" w:rsidRDefault="005B0461" w:rsidP="005B0461">
      <w:r>
        <w:t>507.2352</w:t>
      </w:r>
      <w:r>
        <w:tab/>
        <w:t>2.025e0</w:t>
      </w:r>
    </w:p>
    <w:p w:rsidR="005B0461" w:rsidRDefault="005B0461" w:rsidP="005B0461">
      <w:r>
        <w:t>507.2436</w:t>
      </w:r>
      <w:r>
        <w:tab/>
        <w:t>3.038e0</w:t>
      </w:r>
    </w:p>
    <w:p w:rsidR="005B0461" w:rsidRDefault="005B0461" w:rsidP="005B0461">
      <w:r>
        <w:t>507.2860</w:t>
      </w:r>
      <w:r>
        <w:tab/>
        <w:t>2.025e0</w:t>
      </w:r>
    </w:p>
    <w:p w:rsidR="005B0461" w:rsidRDefault="005B0461" w:rsidP="005B0461">
      <w:r>
        <w:t>507.2878</w:t>
      </w:r>
      <w:r>
        <w:tab/>
        <w:t>1.741e0</w:t>
      </w:r>
    </w:p>
    <w:p w:rsidR="005B0461" w:rsidRDefault="005B0461" w:rsidP="005B0461">
      <w:r>
        <w:t>507.3243</w:t>
      </w:r>
      <w:r>
        <w:tab/>
        <w:t>1.914e0</w:t>
      </w:r>
    </w:p>
    <w:p w:rsidR="005B0461" w:rsidRDefault="005B0461" w:rsidP="005B0461">
      <w:r>
        <w:t>507.3264</w:t>
      </w:r>
      <w:r>
        <w:tab/>
        <w:t>1.013e0</w:t>
      </w:r>
    </w:p>
    <w:p w:rsidR="005B0461" w:rsidRDefault="005B0461" w:rsidP="005B0461">
      <w:r>
        <w:t>507.3792</w:t>
      </w:r>
      <w:r>
        <w:tab/>
        <w:t>3.038e0</w:t>
      </w:r>
    </w:p>
    <w:p w:rsidR="005B0461" w:rsidRDefault="005B0461" w:rsidP="005B0461">
      <w:r>
        <w:lastRenderedPageBreak/>
        <w:t>507.3908</w:t>
      </w:r>
      <w:r>
        <w:tab/>
        <w:t>2.025e0</w:t>
      </w:r>
    </w:p>
    <w:p w:rsidR="005B0461" w:rsidRDefault="005B0461" w:rsidP="005B0461">
      <w:r>
        <w:t>507.4055</w:t>
      </w:r>
      <w:r>
        <w:tab/>
        <w:t>1.013e0</w:t>
      </w:r>
    </w:p>
    <w:p w:rsidR="005B0461" w:rsidRDefault="005B0461" w:rsidP="005B0461">
      <w:r>
        <w:t>507.4117</w:t>
      </w:r>
      <w:r>
        <w:tab/>
        <w:t>2.163e0</w:t>
      </w:r>
    </w:p>
    <w:p w:rsidR="005B0461" w:rsidRDefault="005B0461" w:rsidP="005B0461">
      <w:r>
        <w:t>507.5062</w:t>
      </w:r>
      <w:r>
        <w:tab/>
        <w:t>4.051e0</w:t>
      </w:r>
    </w:p>
    <w:p w:rsidR="005B0461" w:rsidRDefault="005B0461" w:rsidP="005B0461">
      <w:r>
        <w:t>507.5431</w:t>
      </w:r>
      <w:r>
        <w:tab/>
        <w:t>5.063e0</w:t>
      </w:r>
    </w:p>
    <w:p w:rsidR="005B0461" w:rsidRDefault="005B0461" w:rsidP="005B0461">
      <w:r>
        <w:t>507.5815</w:t>
      </w:r>
      <w:r>
        <w:tab/>
        <w:t>1.013e0</w:t>
      </w:r>
    </w:p>
    <w:p w:rsidR="005B0461" w:rsidRDefault="005B0461" w:rsidP="005B0461">
      <w:r>
        <w:t>507.5903</w:t>
      </w:r>
      <w:r>
        <w:tab/>
        <w:t>1.013e0</w:t>
      </w:r>
    </w:p>
    <w:p w:rsidR="005B0461" w:rsidRDefault="005B0461" w:rsidP="005B0461">
      <w:r>
        <w:t>507.6156</w:t>
      </w:r>
      <w:r>
        <w:tab/>
        <w:t>4.051e0</w:t>
      </w:r>
    </w:p>
    <w:p w:rsidR="005B0461" w:rsidRDefault="005B0461" w:rsidP="005B0461">
      <w:r>
        <w:t>507.6421</w:t>
      </w:r>
      <w:r>
        <w:tab/>
        <w:t>2.025e0</w:t>
      </w:r>
    </w:p>
    <w:p w:rsidR="005B0461" w:rsidRDefault="005B0461" w:rsidP="005B0461">
      <w:r>
        <w:t>507.6431</w:t>
      </w:r>
      <w:r>
        <w:tab/>
        <w:t>1.013e0</w:t>
      </w:r>
    </w:p>
    <w:p w:rsidR="005B0461" w:rsidRDefault="005B0461" w:rsidP="005B0461">
      <w:r>
        <w:t>507.7079</w:t>
      </w:r>
      <w:r>
        <w:tab/>
        <w:t>1.013e0</w:t>
      </w:r>
    </w:p>
    <w:p w:rsidR="005B0461" w:rsidRDefault="005B0461" w:rsidP="005B0461">
      <w:r>
        <w:t>507.7386</w:t>
      </w:r>
      <w:r>
        <w:tab/>
        <w:t>2.025e0</w:t>
      </w:r>
    </w:p>
    <w:p w:rsidR="005B0461" w:rsidRDefault="005B0461" w:rsidP="005B0461">
      <w:r>
        <w:t>507.7663</w:t>
      </w:r>
      <w:r>
        <w:tab/>
        <w:t>1.013e0</w:t>
      </w:r>
    </w:p>
    <w:p w:rsidR="005B0461" w:rsidRDefault="005B0461" w:rsidP="005B0461">
      <w:r>
        <w:t>507.7751</w:t>
      </w:r>
      <w:r>
        <w:tab/>
        <w:t>1.013e0</w:t>
      </w:r>
    </w:p>
    <w:p w:rsidR="005B0461" w:rsidRDefault="005B0461" w:rsidP="005B0461">
      <w:r>
        <w:t>507.8366</w:t>
      </w:r>
      <w:r>
        <w:tab/>
        <w:t>1.013e0</w:t>
      </w:r>
    </w:p>
    <w:p w:rsidR="005B0461" w:rsidRDefault="005B0461" w:rsidP="005B0461">
      <w:r>
        <w:t>507.8591</w:t>
      </w:r>
      <w:r>
        <w:tab/>
        <w:t>2.025e0</w:t>
      </w:r>
    </w:p>
    <w:p w:rsidR="005B0461" w:rsidRDefault="005B0461" w:rsidP="005B0461">
      <w:r>
        <w:t>507.8943</w:t>
      </w:r>
      <w:r>
        <w:tab/>
        <w:t>1.013e0</w:t>
      </w:r>
    </w:p>
    <w:p w:rsidR="005B0461" w:rsidRDefault="005B0461" w:rsidP="005B0461">
      <w:r>
        <w:t>507.8964</w:t>
      </w:r>
      <w:r>
        <w:tab/>
        <w:t>3.038e0</w:t>
      </w:r>
    </w:p>
    <w:p w:rsidR="005B0461" w:rsidRDefault="005B0461" w:rsidP="005B0461">
      <w:r>
        <w:t>507.9715</w:t>
      </w:r>
      <w:r>
        <w:tab/>
        <w:t>4.051e0</w:t>
      </w:r>
    </w:p>
    <w:p w:rsidR="005B0461" w:rsidRDefault="005B0461" w:rsidP="005B0461">
      <w:r>
        <w:lastRenderedPageBreak/>
        <w:t>507.9819</w:t>
      </w:r>
      <w:r>
        <w:tab/>
        <w:t>2.615e0</w:t>
      </w:r>
    </w:p>
    <w:p w:rsidR="005B0461" w:rsidRDefault="005B0461" w:rsidP="005B0461">
      <w:r>
        <w:t>508.0040</w:t>
      </w:r>
      <w:r>
        <w:tab/>
        <w:t>1.013e0</w:t>
      </w:r>
    </w:p>
    <w:p w:rsidR="005B0461" w:rsidRDefault="005B0461" w:rsidP="005B0461">
      <w:r>
        <w:t>508.0481</w:t>
      </w:r>
      <w:r>
        <w:tab/>
        <w:t>1.013e0</w:t>
      </w:r>
    </w:p>
    <w:p w:rsidR="005B0461" w:rsidRDefault="005B0461" w:rsidP="005B0461">
      <w:r>
        <w:t>508.0493</w:t>
      </w:r>
      <w:r>
        <w:tab/>
        <w:t>2.025e0</w:t>
      </w:r>
    </w:p>
    <w:p w:rsidR="005B0461" w:rsidRDefault="005B0461" w:rsidP="005B0461">
      <w:r>
        <w:t>508.0594</w:t>
      </w:r>
      <w:r>
        <w:tab/>
        <w:t>4.051e0</w:t>
      </w:r>
    </w:p>
    <w:p w:rsidR="005B0461" w:rsidRDefault="005B0461" w:rsidP="005B0461">
      <w:r>
        <w:t>508.0946</w:t>
      </w:r>
      <w:r>
        <w:tab/>
        <w:t>1.340e0</w:t>
      </w:r>
    </w:p>
    <w:p w:rsidR="005B0461" w:rsidRDefault="005B0461" w:rsidP="005B0461">
      <w:r>
        <w:t>508.1185</w:t>
      </w:r>
      <w:r>
        <w:tab/>
        <w:t>1.179e0</w:t>
      </w:r>
    </w:p>
    <w:p w:rsidR="005B0461" w:rsidRDefault="005B0461" w:rsidP="005B0461">
      <w:r>
        <w:t>508.1234</w:t>
      </w:r>
      <w:r>
        <w:tab/>
        <w:t>1.878e0</w:t>
      </w:r>
    </w:p>
    <w:p w:rsidR="005B0461" w:rsidRDefault="005B0461" w:rsidP="005B0461">
      <w:r>
        <w:t>508.1865</w:t>
      </w:r>
      <w:r>
        <w:tab/>
        <w:t>2.642e0</w:t>
      </w:r>
    </w:p>
    <w:p w:rsidR="005B0461" w:rsidRDefault="005B0461" w:rsidP="005B0461">
      <w:r>
        <w:t>508.2066</w:t>
      </w:r>
      <w:r>
        <w:tab/>
        <w:t>1.013e0</w:t>
      </w:r>
    </w:p>
    <w:p w:rsidR="005B0461" w:rsidRDefault="005B0461" w:rsidP="005B0461">
      <w:r>
        <w:t>508.2131</w:t>
      </w:r>
      <w:r>
        <w:tab/>
        <w:t>4.988e0</w:t>
      </w:r>
    </w:p>
    <w:p w:rsidR="005B0461" w:rsidRDefault="005B0461" w:rsidP="005B0461">
      <w:r>
        <w:t>508.2439</w:t>
      </w:r>
      <w:r>
        <w:tab/>
        <w:t>4.051e0</w:t>
      </w:r>
    </w:p>
    <w:p w:rsidR="005B0461" w:rsidRDefault="005B0461" w:rsidP="005B0461">
      <w:r>
        <w:t>508.2517</w:t>
      </w:r>
      <w:r>
        <w:tab/>
        <w:t>3.873e0</w:t>
      </w:r>
    </w:p>
    <w:p w:rsidR="005B0461" w:rsidRDefault="005B0461" w:rsidP="005B0461">
      <w:r>
        <w:t>508.2861</w:t>
      </w:r>
      <w:r>
        <w:tab/>
        <w:t>1.950e0</w:t>
      </w:r>
    </w:p>
    <w:p w:rsidR="005B0461" w:rsidRDefault="005B0461" w:rsidP="005B0461">
      <w:r>
        <w:t>508.3254</w:t>
      </w:r>
      <w:r>
        <w:tab/>
        <w:t>3.988e0</w:t>
      </w:r>
    </w:p>
    <w:p w:rsidR="005B0461" w:rsidRDefault="005B0461" w:rsidP="005B0461">
      <w:r>
        <w:t>508.3344</w:t>
      </w:r>
      <w:r>
        <w:tab/>
        <w:t>2.982e0</w:t>
      </w:r>
    </w:p>
    <w:p w:rsidR="005B0461" w:rsidRDefault="005B0461" w:rsidP="005B0461">
      <w:r>
        <w:t>508.3737</w:t>
      </w:r>
      <w:r>
        <w:tab/>
        <w:t>3.038e0</w:t>
      </w:r>
    </w:p>
    <w:p w:rsidR="005B0461" w:rsidRDefault="005B0461" w:rsidP="005B0461">
      <w:r>
        <w:t>508.3796</w:t>
      </w:r>
      <w:r>
        <w:tab/>
        <w:t>5.361e0</w:t>
      </w:r>
    </w:p>
    <w:p w:rsidR="005B0461" w:rsidRDefault="005B0461" w:rsidP="005B0461">
      <w:r>
        <w:t>508.3918</w:t>
      </w:r>
      <w:r>
        <w:tab/>
        <w:t>4.026e0</w:t>
      </w:r>
    </w:p>
    <w:p w:rsidR="005B0461" w:rsidRDefault="005B0461" w:rsidP="005B0461">
      <w:r>
        <w:lastRenderedPageBreak/>
        <w:t>508.4636</w:t>
      </w:r>
      <w:r>
        <w:tab/>
        <w:t>2.025e0</w:t>
      </w:r>
    </w:p>
    <w:p w:rsidR="005B0461" w:rsidRDefault="005B0461" w:rsidP="005B0461">
      <w:r>
        <w:t>508.4722</w:t>
      </w:r>
      <w:r>
        <w:tab/>
        <w:t>4.051e0</w:t>
      </w:r>
    </w:p>
    <w:p w:rsidR="005B0461" w:rsidRDefault="005B0461" w:rsidP="005B0461">
      <w:r>
        <w:t>508.4778</w:t>
      </w:r>
      <w:r>
        <w:tab/>
        <w:t>3.038e0</w:t>
      </w:r>
    </w:p>
    <w:p w:rsidR="005B0461" w:rsidRDefault="005B0461" w:rsidP="005B0461">
      <w:r>
        <w:t>508.4859</w:t>
      </w:r>
      <w:r>
        <w:tab/>
        <w:t>2.025e0</w:t>
      </w:r>
    </w:p>
    <w:p w:rsidR="005B0461" w:rsidRDefault="005B0461" w:rsidP="005B0461">
      <w:r>
        <w:t>508.5303</w:t>
      </w:r>
      <w:r>
        <w:tab/>
        <w:t>1.013e0</w:t>
      </w:r>
    </w:p>
    <w:p w:rsidR="005B0461" w:rsidRDefault="005B0461" w:rsidP="005B0461">
      <w:r>
        <w:t>508.5701</w:t>
      </w:r>
      <w:r>
        <w:tab/>
        <w:t>1.013e0</w:t>
      </w:r>
    </w:p>
    <w:p w:rsidR="005B0461" w:rsidRDefault="005B0461" w:rsidP="005B0461">
      <w:r>
        <w:t>508.5730</w:t>
      </w:r>
      <w:r>
        <w:tab/>
        <w:t>3.038e0</w:t>
      </w:r>
    </w:p>
    <w:p w:rsidR="005B0461" w:rsidRDefault="005B0461" w:rsidP="005B0461">
      <w:r>
        <w:t>508.6296</w:t>
      </w:r>
      <w:r>
        <w:tab/>
        <w:t>1.013e0</w:t>
      </w:r>
    </w:p>
    <w:p w:rsidR="005B0461" w:rsidRDefault="005B0461" w:rsidP="005B0461">
      <w:r>
        <w:t>508.6327</w:t>
      </w:r>
      <w:r>
        <w:tab/>
        <w:t>2.025e0</w:t>
      </w:r>
    </w:p>
    <w:p w:rsidR="005B0461" w:rsidRDefault="005B0461" w:rsidP="005B0461">
      <w:r>
        <w:t>508.6434</w:t>
      </w:r>
      <w:r>
        <w:tab/>
        <w:t>1.013e0</w:t>
      </w:r>
    </w:p>
    <w:p w:rsidR="005B0461" w:rsidRDefault="005B0461" w:rsidP="005B0461">
      <w:r>
        <w:t>508.6986</w:t>
      </w:r>
      <w:r>
        <w:tab/>
        <w:t>2.025e0</w:t>
      </w:r>
    </w:p>
    <w:p w:rsidR="005B0461" w:rsidRDefault="005B0461" w:rsidP="005B0461">
      <w:r>
        <w:t>508.7681</w:t>
      </w:r>
      <w:r>
        <w:tab/>
        <w:t>3.038e0</w:t>
      </w:r>
    </w:p>
    <w:p w:rsidR="005B0461" w:rsidRDefault="005B0461" w:rsidP="005B0461">
      <w:r>
        <w:t>508.7961</w:t>
      </w:r>
      <w:r>
        <w:tab/>
        <w:t>2.025e0</w:t>
      </w:r>
    </w:p>
    <w:p w:rsidR="005B0461" w:rsidRDefault="005B0461" w:rsidP="005B0461">
      <w:r>
        <w:t>508.8150</w:t>
      </w:r>
      <w:r>
        <w:tab/>
        <w:t>9.114e0</w:t>
      </w:r>
    </w:p>
    <w:p w:rsidR="005B0461" w:rsidRDefault="005B0461" w:rsidP="005B0461">
      <w:r>
        <w:t>508.8255</w:t>
      </w:r>
      <w:r>
        <w:tab/>
        <w:t>1.686e1</w:t>
      </w:r>
    </w:p>
    <w:p w:rsidR="005B0461" w:rsidRDefault="005B0461" w:rsidP="005B0461">
      <w:r>
        <w:t>508.8287</w:t>
      </w:r>
      <w:r>
        <w:tab/>
        <w:t>1.316e1</w:t>
      </w:r>
    </w:p>
    <w:p w:rsidR="005B0461" w:rsidRDefault="005B0461" w:rsidP="005B0461">
      <w:r>
        <w:t>508.8471</w:t>
      </w:r>
      <w:r>
        <w:tab/>
        <w:t>6.076e0</w:t>
      </w:r>
    </w:p>
    <w:p w:rsidR="005B0461" w:rsidRDefault="005B0461" w:rsidP="005B0461">
      <w:r>
        <w:t>508.9100</w:t>
      </w:r>
      <w:r>
        <w:tab/>
        <w:t>2.025e0</w:t>
      </w:r>
    </w:p>
    <w:p w:rsidR="005B0461" w:rsidRDefault="005B0461" w:rsidP="005B0461">
      <w:r>
        <w:t>508.9763</w:t>
      </w:r>
      <w:r>
        <w:tab/>
        <w:t>1.620e1</w:t>
      </w:r>
    </w:p>
    <w:p w:rsidR="005B0461" w:rsidRDefault="005B0461" w:rsidP="005B0461">
      <w:r>
        <w:lastRenderedPageBreak/>
        <w:t>508.9808</w:t>
      </w:r>
      <w:r>
        <w:tab/>
        <w:t>1.687e1</w:t>
      </w:r>
    </w:p>
    <w:p w:rsidR="005B0461" w:rsidRDefault="005B0461" w:rsidP="005B0461">
      <w:r>
        <w:t>508.9843</w:t>
      </w:r>
      <w:r>
        <w:tab/>
        <w:t>1.787e1</w:t>
      </w:r>
    </w:p>
    <w:p w:rsidR="005B0461" w:rsidRDefault="005B0461" w:rsidP="005B0461">
      <w:r>
        <w:t>508.9885</w:t>
      </w:r>
      <w:r>
        <w:tab/>
        <w:t>9.114e0</w:t>
      </w:r>
    </w:p>
    <w:p w:rsidR="005B0461" w:rsidRDefault="005B0461" w:rsidP="005B0461">
      <w:r>
        <w:t>509.0769</w:t>
      </w:r>
      <w:r>
        <w:tab/>
        <w:t>5.190e0</w:t>
      </w:r>
    </w:p>
    <w:p w:rsidR="005B0461" w:rsidRDefault="005B0461" w:rsidP="005B0461">
      <w:r>
        <w:t>509.1214</w:t>
      </w:r>
      <w:r>
        <w:tab/>
        <w:t>1.920e0</w:t>
      </w:r>
    </w:p>
    <w:p w:rsidR="005B0461" w:rsidRDefault="005B0461" w:rsidP="005B0461">
      <w:r>
        <w:t>509.1922</w:t>
      </w:r>
      <w:r>
        <w:tab/>
        <w:t>5.063e0</w:t>
      </w:r>
    </w:p>
    <w:p w:rsidR="005B0461" w:rsidRDefault="005B0461" w:rsidP="005B0461">
      <w:r>
        <w:t>509.1971</w:t>
      </w:r>
      <w:r>
        <w:tab/>
        <w:t>3.998e0</w:t>
      </w:r>
    </w:p>
    <w:p w:rsidR="005B0461" w:rsidRDefault="005B0461" w:rsidP="005B0461">
      <w:r>
        <w:t>509.2078</w:t>
      </w:r>
      <w:r>
        <w:tab/>
        <w:t>2.025e0</w:t>
      </w:r>
    </w:p>
    <w:p w:rsidR="005B0461" w:rsidRDefault="005B0461" w:rsidP="005B0461">
      <w:r>
        <w:t>509.2381</w:t>
      </w:r>
      <w:r>
        <w:tab/>
        <w:t>2.025e0</w:t>
      </w:r>
    </w:p>
    <w:p w:rsidR="005B0461" w:rsidRDefault="005B0461" w:rsidP="005B0461">
      <w:r>
        <w:t>509.2546</w:t>
      </w:r>
      <w:r>
        <w:tab/>
        <w:t>4.051e0</w:t>
      </w:r>
    </w:p>
    <w:p w:rsidR="005B0461" w:rsidRDefault="005B0461" w:rsidP="005B0461">
      <w:r>
        <w:t>509.2707</w:t>
      </w:r>
      <w:r>
        <w:tab/>
        <w:t>1.969e0</w:t>
      </w:r>
    </w:p>
    <w:p w:rsidR="005B0461" w:rsidRDefault="005B0461" w:rsidP="005B0461">
      <w:r>
        <w:t>509.3015</w:t>
      </w:r>
      <w:r>
        <w:tab/>
        <w:t>1.438e0</w:t>
      </w:r>
    </w:p>
    <w:p w:rsidR="005B0461" w:rsidRDefault="005B0461" w:rsidP="005B0461">
      <w:r>
        <w:t>509.3511</w:t>
      </w:r>
      <w:r>
        <w:tab/>
        <w:t>3.038e0</w:t>
      </w:r>
    </w:p>
    <w:p w:rsidR="005B0461" w:rsidRDefault="005B0461" w:rsidP="005B0461">
      <w:r>
        <w:t>509.3983</w:t>
      </w:r>
      <w:r>
        <w:tab/>
        <w:t>5.037e0</w:t>
      </w:r>
    </w:p>
    <w:p w:rsidR="005B0461" w:rsidRDefault="005B0461" w:rsidP="005B0461">
      <w:r>
        <w:t>509.4060</w:t>
      </w:r>
      <w:r>
        <w:tab/>
        <w:t>1.013e0</w:t>
      </w:r>
    </w:p>
    <w:p w:rsidR="005B0461" w:rsidRDefault="005B0461" w:rsidP="005B0461">
      <w:r>
        <w:t>509.4148</w:t>
      </w:r>
      <w:r>
        <w:tab/>
        <w:t>1.325e0</w:t>
      </w:r>
    </w:p>
    <w:p w:rsidR="005B0461" w:rsidRDefault="005B0461" w:rsidP="005B0461">
      <w:r>
        <w:t>509.4568</w:t>
      </w:r>
      <w:r>
        <w:tab/>
        <w:t>2.025e0</w:t>
      </w:r>
    </w:p>
    <w:p w:rsidR="005B0461" w:rsidRDefault="005B0461" w:rsidP="005B0461">
      <w:r>
        <w:t>509.4590</w:t>
      </w:r>
      <w:r>
        <w:tab/>
        <w:t>1.013e0</w:t>
      </w:r>
    </w:p>
    <w:p w:rsidR="005B0461" w:rsidRDefault="005B0461" w:rsidP="005B0461">
      <w:r>
        <w:t>509.4661</w:t>
      </w:r>
      <w:r>
        <w:tab/>
        <w:t>2.025e0</w:t>
      </w:r>
    </w:p>
    <w:p w:rsidR="005B0461" w:rsidRDefault="005B0461" w:rsidP="005B0461">
      <w:r>
        <w:lastRenderedPageBreak/>
        <w:t>509.4914</w:t>
      </w:r>
      <w:r>
        <w:tab/>
        <w:t>3.038e0</w:t>
      </w:r>
    </w:p>
    <w:p w:rsidR="005B0461" w:rsidRDefault="005B0461" w:rsidP="005B0461">
      <w:r>
        <w:t>509.5424</w:t>
      </w:r>
      <w:r>
        <w:tab/>
        <w:t>1.013e0</w:t>
      </w:r>
    </w:p>
    <w:p w:rsidR="005B0461" w:rsidRDefault="005B0461" w:rsidP="005B0461">
      <w:r>
        <w:t>509.5561</w:t>
      </w:r>
      <w:r>
        <w:tab/>
        <w:t>1.013e0</w:t>
      </w:r>
    </w:p>
    <w:p w:rsidR="005B0461" w:rsidRDefault="005B0461" w:rsidP="005B0461">
      <w:r>
        <w:t>509.5608</w:t>
      </w:r>
      <w:r>
        <w:tab/>
        <w:t>2.025e0</w:t>
      </w:r>
    </w:p>
    <w:p w:rsidR="005B0461" w:rsidRDefault="005B0461" w:rsidP="005B0461">
      <w:r>
        <w:t>509.5826</w:t>
      </w:r>
      <w:r>
        <w:tab/>
        <w:t>1.013e0</w:t>
      </w:r>
    </w:p>
    <w:p w:rsidR="005B0461" w:rsidRDefault="005B0461" w:rsidP="005B0461">
      <w:r>
        <w:t>509.6091</w:t>
      </w:r>
      <w:r>
        <w:tab/>
        <w:t>1.013e0</w:t>
      </w:r>
    </w:p>
    <w:p w:rsidR="005B0461" w:rsidRDefault="005B0461" w:rsidP="005B0461">
      <w:r>
        <w:t>509.6444</w:t>
      </w:r>
      <w:r>
        <w:tab/>
        <w:t>1.013e0</w:t>
      </w:r>
    </w:p>
    <w:p w:rsidR="005B0461" w:rsidRDefault="005B0461" w:rsidP="005B0461">
      <w:r>
        <w:t>509.6709</w:t>
      </w:r>
      <w:r>
        <w:tab/>
        <w:t>1.013e0</w:t>
      </w:r>
    </w:p>
    <w:p w:rsidR="005B0461" w:rsidRDefault="005B0461" w:rsidP="005B0461">
      <w:r>
        <w:t>509.7107</w:t>
      </w:r>
      <w:r>
        <w:tab/>
        <w:t>2.025e0</w:t>
      </w:r>
    </w:p>
    <w:p w:rsidR="005B0461" w:rsidRDefault="005B0461" w:rsidP="005B0461">
      <w:r>
        <w:t>509.7151</w:t>
      </w:r>
      <w:r>
        <w:tab/>
        <w:t>1.013e0</w:t>
      </w:r>
    </w:p>
    <w:p w:rsidR="005B0461" w:rsidRDefault="005B0461" w:rsidP="005B0461">
      <w:r>
        <w:t>509.7196</w:t>
      </w:r>
      <w:r>
        <w:tab/>
        <w:t>2.025e0</w:t>
      </w:r>
    </w:p>
    <w:p w:rsidR="005B0461" w:rsidRDefault="005B0461" w:rsidP="005B0461">
      <w:r>
        <w:t>509.7592</w:t>
      </w:r>
      <w:r>
        <w:tab/>
        <w:t>1.013e0</w:t>
      </w:r>
    </w:p>
    <w:p w:rsidR="005B0461" w:rsidRDefault="005B0461" w:rsidP="005B0461">
      <w:r>
        <w:t>509.7959</w:t>
      </w:r>
      <w:r>
        <w:tab/>
        <w:t>3.038e0</w:t>
      </w:r>
    </w:p>
    <w:p w:rsidR="005B0461" w:rsidRDefault="005B0461" w:rsidP="005B0461">
      <w:r>
        <w:t>509.8025</w:t>
      </w:r>
      <w:r>
        <w:tab/>
        <w:t>1.013e0</w:t>
      </w:r>
    </w:p>
    <w:p w:rsidR="005B0461" w:rsidRDefault="005B0461" w:rsidP="005B0461">
      <w:r>
        <w:t>509.8080</w:t>
      </w:r>
      <w:r>
        <w:tab/>
        <w:t>4.051e0</w:t>
      </w:r>
    </w:p>
    <w:p w:rsidR="005B0461" w:rsidRDefault="005B0461" w:rsidP="005B0461">
      <w:r>
        <w:t>509.8417</w:t>
      </w:r>
      <w:r>
        <w:tab/>
        <w:t>8.101e0</w:t>
      </w:r>
    </w:p>
    <w:p w:rsidR="005B0461" w:rsidRDefault="005B0461" w:rsidP="005B0461">
      <w:r>
        <w:t>509.8605</w:t>
      </w:r>
      <w:r>
        <w:tab/>
        <w:t>1.013e0</w:t>
      </w:r>
    </w:p>
    <w:p w:rsidR="005B0461" w:rsidRDefault="005B0461" w:rsidP="005B0461">
      <w:r>
        <w:t>509.8653</w:t>
      </w:r>
      <w:r>
        <w:tab/>
        <w:t>1.013e0</w:t>
      </w:r>
    </w:p>
    <w:p w:rsidR="005B0461" w:rsidRDefault="005B0461" w:rsidP="005B0461">
      <w:r>
        <w:t>509.9276</w:t>
      </w:r>
      <w:r>
        <w:tab/>
        <w:t>3.038e0</w:t>
      </w:r>
    </w:p>
    <w:p w:rsidR="005B0461" w:rsidRDefault="005B0461" w:rsidP="005B0461">
      <w:r>
        <w:lastRenderedPageBreak/>
        <w:t>509.9755</w:t>
      </w:r>
      <w:r>
        <w:tab/>
        <w:t>1.013e1</w:t>
      </w:r>
    </w:p>
    <w:p w:rsidR="005B0461" w:rsidRDefault="005B0461" w:rsidP="005B0461">
      <w:r>
        <w:t>509.9786</w:t>
      </w:r>
      <w:r>
        <w:tab/>
        <w:t>1.083e1</w:t>
      </w:r>
    </w:p>
    <w:p w:rsidR="005B0461" w:rsidRDefault="005B0461" w:rsidP="005B0461">
      <w:r>
        <w:t>509.9844</w:t>
      </w:r>
      <w:r>
        <w:tab/>
        <w:t>7.755e0</w:t>
      </w:r>
    </w:p>
    <w:p w:rsidR="005B0461" w:rsidRDefault="005B0461" w:rsidP="005B0461">
      <w:r>
        <w:t>510.0125</w:t>
      </w:r>
      <w:r>
        <w:tab/>
        <w:t>4.051e0</w:t>
      </w:r>
    </w:p>
    <w:p w:rsidR="005B0461" w:rsidRDefault="005B0461" w:rsidP="005B0461">
      <w:r>
        <w:t>510.0511</w:t>
      </w:r>
      <w:r>
        <w:tab/>
        <w:t>7.437e0</w:t>
      </w:r>
    </w:p>
    <w:p w:rsidR="005B0461" w:rsidRDefault="005B0461" w:rsidP="005B0461">
      <w:r>
        <w:t>510.0619</w:t>
      </w:r>
      <w:r>
        <w:tab/>
        <w:t>2.710e0</w:t>
      </w:r>
    </w:p>
    <w:p w:rsidR="005B0461" w:rsidRDefault="005B0461" w:rsidP="005B0461">
      <w:r>
        <w:t>510.0764</w:t>
      </w:r>
      <w:r>
        <w:tab/>
        <w:t>2.797e0</w:t>
      </w:r>
    </w:p>
    <w:p w:rsidR="005B0461" w:rsidRDefault="005B0461" w:rsidP="005B0461">
      <w:r>
        <w:t>510.1243</w:t>
      </w:r>
      <w:r>
        <w:tab/>
        <w:t>2.025e0</w:t>
      </w:r>
    </w:p>
    <w:p w:rsidR="005B0461" w:rsidRDefault="005B0461" w:rsidP="005B0461">
      <w:r>
        <w:t>510.1344</w:t>
      </w:r>
      <w:r>
        <w:tab/>
        <w:t>4.640e0</w:t>
      </w:r>
    </w:p>
    <w:p w:rsidR="005B0461" w:rsidRDefault="005B0461" w:rsidP="005B0461">
      <w:r>
        <w:t>510.1488</w:t>
      </w:r>
      <w:r>
        <w:tab/>
        <w:t>3.244e0</w:t>
      </w:r>
    </w:p>
    <w:p w:rsidR="005B0461" w:rsidRDefault="005B0461" w:rsidP="005B0461">
      <w:r>
        <w:t>510.2021</w:t>
      </w:r>
      <w:r>
        <w:tab/>
        <w:t>4.051e0</w:t>
      </w:r>
    </w:p>
    <w:p w:rsidR="005B0461" w:rsidRDefault="005B0461" w:rsidP="005B0461">
      <w:r>
        <w:t>510.2411</w:t>
      </w:r>
      <w:r>
        <w:tab/>
        <w:t>3.038e0</w:t>
      </w:r>
    </w:p>
    <w:p w:rsidR="005B0461" w:rsidRDefault="005B0461" w:rsidP="005B0461">
      <w:r>
        <w:t>510.2502</w:t>
      </w:r>
      <w:r>
        <w:tab/>
        <w:t>3.132e0</w:t>
      </w:r>
    </w:p>
    <w:p w:rsidR="005B0461" w:rsidRDefault="005B0461" w:rsidP="005B0461">
      <w:r>
        <w:t>510.2598</w:t>
      </w:r>
      <w:r>
        <w:tab/>
        <w:t>1.890e0</w:t>
      </w:r>
    </w:p>
    <w:p w:rsidR="005B0461" w:rsidRDefault="005B0461" w:rsidP="005B0461">
      <w:r>
        <w:t>510.3195</w:t>
      </w:r>
      <w:r>
        <w:tab/>
        <w:t>5.647e0</w:t>
      </w:r>
    </w:p>
    <w:p w:rsidR="005B0461" w:rsidRDefault="005B0461" w:rsidP="005B0461">
      <w:r>
        <w:t>510.3647</w:t>
      </w:r>
      <w:r>
        <w:tab/>
        <w:t>1.998e0</w:t>
      </w:r>
    </w:p>
    <w:p w:rsidR="005B0461" w:rsidRDefault="005B0461" w:rsidP="005B0461">
      <w:r>
        <w:t>510.3739</w:t>
      </w:r>
      <w:r>
        <w:tab/>
        <w:t>1.947e0</w:t>
      </w:r>
    </w:p>
    <w:p w:rsidR="005B0461" w:rsidRDefault="005B0461" w:rsidP="005B0461">
      <w:r>
        <w:t>510.3868</w:t>
      </w:r>
      <w:r>
        <w:tab/>
        <w:t>2.025e0</w:t>
      </w:r>
    </w:p>
    <w:p w:rsidR="005B0461" w:rsidRDefault="005B0461" w:rsidP="005B0461">
      <w:r>
        <w:t>510.4222</w:t>
      </w:r>
      <w:r>
        <w:tab/>
        <w:t>2.025e0</w:t>
      </w:r>
    </w:p>
    <w:p w:rsidR="005B0461" w:rsidRDefault="005B0461" w:rsidP="005B0461">
      <w:r>
        <w:lastRenderedPageBreak/>
        <w:t>510.4664</w:t>
      </w:r>
      <w:r>
        <w:tab/>
        <w:t>1.013e0</w:t>
      </w:r>
    </w:p>
    <w:p w:rsidR="005B0461" w:rsidRDefault="005B0461" w:rsidP="005B0461">
      <w:r>
        <w:t>510.4753</w:t>
      </w:r>
      <w:r>
        <w:tab/>
        <w:t>1.013e0</w:t>
      </w:r>
    </w:p>
    <w:p w:rsidR="005B0461" w:rsidRDefault="005B0461" w:rsidP="005B0461">
      <w:r>
        <w:t>510.4966</w:t>
      </w:r>
      <w:r>
        <w:tab/>
        <w:t>2.025e0</w:t>
      </w:r>
    </w:p>
    <w:p w:rsidR="005B0461" w:rsidRDefault="005B0461" w:rsidP="005B0461">
      <w:r>
        <w:t>510.5710</w:t>
      </w:r>
      <w:r>
        <w:tab/>
        <w:t>2.025e0</w:t>
      </w:r>
    </w:p>
    <w:p w:rsidR="005B0461" w:rsidRDefault="005B0461" w:rsidP="005B0461">
      <w:r>
        <w:t>510.6252</w:t>
      </w:r>
      <w:r>
        <w:tab/>
        <w:t>1.013e0</w:t>
      </w:r>
    </w:p>
    <w:p w:rsidR="005B0461" w:rsidRDefault="005B0461" w:rsidP="005B0461">
      <w:r>
        <w:t>510.6345</w:t>
      </w:r>
      <w:r>
        <w:tab/>
        <w:t>1.013e0</w:t>
      </w:r>
    </w:p>
    <w:p w:rsidR="005B0461" w:rsidRDefault="005B0461" w:rsidP="005B0461">
      <w:r>
        <w:t>510.6648</w:t>
      </w:r>
      <w:r>
        <w:tab/>
        <w:t>1.013e0</w:t>
      </w:r>
    </w:p>
    <w:p w:rsidR="005B0461" w:rsidRDefault="005B0461" w:rsidP="005B0461">
      <w:r>
        <w:t>510.6964</w:t>
      </w:r>
      <w:r>
        <w:tab/>
        <w:t>1.013e0</w:t>
      </w:r>
    </w:p>
    <w:p w:rsidR="005B0461" w:rsidRDefault="005B0461" w:rsidP="005B0461">
      <w:r>
        <w:t>510.7281</w:t>
      </w:r>
      <w:r>
        <w:tab/>
        <w:t>2.025e0</w:t>
      </w:r>
    </w:p>
    <w:p w:rsidR="005B0461" w:rsidRDefault="005B0461" w:rsidP="005B0461">
      <w:r>
        <w:t>510.7849</w:t>
      </w:r>
      <w:r>
        <w:tab/>
        <w:t>1.013e0</w:t>
      </w:r>
    </w:p>
    <w:p w:rsidR="005B0461" w:rsidRDefault="005B0461" w:rsidP="005B0461">
      <w:r>
        <w:t>510.7963</w:t>
      </w:r>
      <w:r>
        <w:tab/>
        <w:t>1.013e0</w:t>
      </w:r>
    </w:p>
    <w:p w:rsidR="005B0461" w:rsidRDefault="005B0461" w:rsidP="005B0461">
      <w:r>
        <w:t>510.8132</w:t>
      </w:r>
      <w:r>
        <w:tab/>
        <w:t>3.038e0</w:t>
      </w:r>
    </w:p>
    <w:p w:rsidR="005B0461" w:rsidRDefault="005B0461" w:rsidP="005B0461">
      <w:r>
        <w:t>510.8437</w:t>
      </w:r>
      <w:r>
        <w:tab/>
        <w:t>2.025e0</w:t>
      </w:r>
    </w:p>
    <w:p w:rsidR="005B0461" w:rsidRDefault="005B0461" w:rsidP="005B0461">
      <w:r>
        <w:t>510.8690</w:t>
      </w:r>
      <w:r>
        <w:tab/>
        <w:t>2.025e0</w:t>
      </w:r>
    </w:p>
    <w:p w:rsidR="005B0461" w:rsidRDefault="005B0461" w:rsidP="005B0461">
      <w:r>
        <w:t>510.8737</w:t>
      </w:r>
      <w:r>
        <w:tab/>
        <w:t>3.038e0</w:t>
      </w:r>
    </w:p>
    <w:p w:rsidR="005B0461" w:rsidRDefault="005B0461" w:rsidP="005B0461">
      <w:r>
        <w:t>510.9159</w:t>
      </w:r>
      <w:r>
        <w:tab/>
        <w:t>1.789e0</w:t>
      </w:r>
    </w:p>
    <w:p w:rsidR="005B0461" w:rsidRDefault="005B0461" w:rsidP="005B0461">
      <w:r>
        <w:t>510.9690</w:t>
      </w:r>
      <w:r>
        <w:tab/>
        <w:t>1.692e1</w:t>
      </w:r>
    </w:p>
    <w:p w:rsidR="005B0461" w:rsidRDefault="005B0461" w:rsidP="005B0461">
      <w:r>
        <w:t>510.9807</w:t>
      </w:r>
      <w:r>
        <w:tab/>
        <w:t>2.603e1</w:t>
      </w:r>
    </w:p>
    <w:p w:rsidR="005B0461" w:rsidRDefault="005B0461" w:rsidP="005B0461">
      <w:r>
        <w:t>510.9897</w:t>
      </w:r>
      <w:r>
        <w:tab/>
        <w:t>1.106e1</w:t>
      </w:r>
    </w:p>
    <w:p w:rsidR="005B0461" w:rsidRDefault="005B0461" w:rsidP="005B0461">
      <w:r>
        <w:lastRenderedPageBreak/>
        <w:t>510.9940</w:t>
      </w:r>
      <w:r>
        <w:tab/>
        <w:t>2.505e1</w:t>
      </w:r>
    </w:p>
    <w:p w:rsidR="005B0461" w:rsidRDefault="005B0461" w:rsidP="005B0461">
      <w:r>
        <w:t>511.0400</w:t>
      </w:r>
      <w:r>
        <w:tab/>
        <w:t>5.063e0</w:t>
      </w:r>
    </w:p>
    <w:p w:rsidR="005B0461" w:rsidRDefault="005B0461" w:rsidP="005B0461">
      <w:r>
        <w:t>511.0679</w:t>
      </w:r>
      <w:r>
        <w:tab/>
        <w:t>1.602e0</w:t>
      </w:r>
    </w:p>
    <w:p w:rsidR="005B0461" w:rsidRDefault="005B0461" w:rsidP="005B0461">
      <w:r>
        <w:t>511.0860</w:t>
      </w:r>
      <w:r>
        <w:tab/>
        <w:t>3.038e0</w:t>
      </w:r>
    </w:p>
    <w:p w:rsidR="005B0461" w:rsidRDefault="005B0461" w:rsidP="005B0461">
      <w:r>
        <w:t>511.1038</w:t>
      </w:r>
      <w:r>
        <w:tab/>
        <w:t>1.398e0</w:t>
      </w:r>
    </w:p>
    <w:p w:rsidR="005B0461" w:rsidRDefault="005B0461" w:rsidP="005B0461">
      <w:r>
        <w:t>511.1065</w:t>
      </w:r>
      <w:r>
        <w:tab/>
        <w:t>1.423e0</w:t>
      </w:r>
    </w:p>
    <w:p w:rsidR="005B0461" w:rsidRDefault="005B0461" w:rsidP="005B0461">
      <w:r>
        <w:t>511.1495</w:t>
      </w:r>
      <w:r>
        <w:tab/>
        <w:t>2.917e0</w:t>
      </w:r>
    </w:p>
    <w:p w:rsidR="005B0461" w:rsidRDefault="005B0461" w:rsidP="005B0461">
      <w:r>
        <w:t>511.1700</w:t>
      </w:r>
      <w:r>
        <w:tab/>
        <w:t>3.858e0</w:t>
      </w:r>
    </w:p>
    <w:p w:rsidR="005B0461" w:rsidRDefault="005B0461" w:rsidP="005B0461">
      <w:r>
        <w:t>511.1920</w:t>
      </w:r>
      <w:r>
        <w:tab/>
        <w:t>8.101e0</w:t>
      </w:r>
    </w:p>
    <w:p w:rsidR="005B0461" w:rsidRDefault="005B0461" w:rsidP="005B0461">
      <w:r>
        <w:t>511.2079</w:t>
      </w:r>
      <w:r>
        <w:tab/>
        <w:t>2.736e0</w:t>
      </w:r>
    </w:p>
    <w:p w:rsidR="005B0461" w:rsidRDefault="005B0461" w:rsidP="005B0461">
      <w:r>
        <w:t>511.2244</w:t>
      </w:r>
      <w:r>
        <w:tab/>
        <w:t>2.025e0</w:t>
      </w:r>
    </w:p>
    <w:p w:rsidR="005B0461" w:rsidRDefault="005B0461" w:rsidP="005B0461">
      <w:r>
        <w:t>511.2535</w:t>
      </w:r>
      <w:r>
        <w:tab/>
        <w:t>2.025e0</w:t>
      </w:r>
    </w:p>
    <w:p w:rsidR="005B0461" w:rsidRDefault="005B0461" w:rsidP="005B0461">
      <w:r>
        <w:t>511.2619</w:t>
      </w:r>
      <w:r>
        <w:tab/>
        <w:t>3.038e0</w:t>
      </w:r>
    </w:p>
    <w:p w:rsidR="005B0461" w:rsidRDefault="005B0461" w:rsidP="005B0461">
      <w:r>
        <w:t>511.2897</w:t>
      </w:r>
      <w:r>
        <w:tab/>
        <w:t>2.498e0</w:t>
      </w:r>
    </w:p>
    <w:p w:rsidR="005B0461" w:rsidRDefault="005B0461" w:rsidP="005B0461">
      <w:r>
        <w:t>511.3052</w:t>
      </w:r>
      <w:r>
        <w:tab/>
        <w:t>6.763e0</w:t>
      </w:r>
    </w:p>
    <w:p w:rsidR="005B0461" w:rsidRDefault="005B0461" w:rsidP="005B0461">
      <w:r>
        <w:t>511.3078</w:t>
      </w:r>
      <w:r>
        <w:tab/>
        <w:t>1.475e1</w:t>
      </w:r>
    </w:p>
    <w:p w:rsidR="005B0461" w:rsidRDefault="005B0461" w:rsidP="005B0461">
      <w:r>
        <w:t>511.3334</w:t>
      </w:r>
      <w:r>
        <w:tab/>
        <w:t>3.697e0</w:t>
      </w:r>
    </w:p>
    <w:p w:rsidR="005B0461" w:rsidRDefault="005B0461" w:rsidP="005B0461">
      <w:r>
        <w:t>511.4016</w:t>
      </w:r>
      <w:r>
        <w:tab/>
        <w:t>4.041e0</w:t>
      </w:r>
    </w:p>
    <w:p w:rsidR="005B0461" w:rsidRDefault="005B0461" w:rsidP="005B0461">
      <w:r>
        <w:t>511.4131</w:t>
      </w:r>
      <w:r>
        <w:tab/>
        <w:t>2.020e0</w:t>
      </w:r>
    </w:p>
    <w:p w:rsidR="005B0461" w:rsidRDefault="005B0461" w:rsidP="005B0461">
      <w:r>
        <w:lastRenderedPageBreak/>
        <w:t>511.4156</w:t>
      </w:r>
      <w:r>
        <w:tab/>
        <w:t>2.025e0</w:t>
      </w:r>
    </w:p>
    <w:p w:rsidR="005B0461" w:rsidRDefault="005B0461" w:rsidP="005B0461">
      <w:r>
        <w:t>511.4507</w:t>
      </w:r>
      <w:r>
        <w:tab/>
        <w:t>1.013e0</w:t>
      </w:r>
    </w:p>
    <w:p w:rsidR="005B0461" w:rsidRDefault="005B0461" w:rsidP="005B0461">
      <w:r>
        <w:t>511.4532</w:t>
      </w:r>
      <w:r>
        <w:tab/>
        <w:t>3.038e0</w:t>
      </w:r>
    </w:p>
    <w:p w:rsidR="005B0461" w:rsidRDefault="005B0461" w:rsidP="005B0461">
      <w:r>
        <w:t>511.4793</w:t>
      </w:r>
      <w:r>
        <w:tab/>
        <w:t>2.025e0</w:t>
      </w:r>
    </w:p>
    <w:p w:rsidR="005B0461" w:rsidRDefault="005B0461" w:rsidP="005B0461">
      <w:r>
        <w:t>511.4935</w:t>
      </w:r>
      <w:r>
        <w:tab/>
        <w:t>1.013e0</w:t>
      </w:r>
    </w:p>
    <w:p w:rsidR="005B0461" w:rsidRDefault="005B0461" w:rsidP="005B0461">
      <w:r>
        <w:t>511.5023</w:t>
      </w:r>
      <w:r>
        <w:tab/>
        <w:t>1.013e0</w:t>
      </w:r>
    </w:p>
    <w:p w:rsidR="005B0461" w:rsidRDefault="005B0461" w:rsidP="005B0461">
      <w:r>
        <w:t>511.5608</w:t>
      </w:r>
      <w:r>
        <w:tab/>
        <w:t>1.013e0</w:t>
      </w:r>
    </w:p>
    <w:p w:rsidR="005B0461" w:rsidRDefault="005B0461" w:rsidP="005B0461">
      <w:r>
        <w:t>511.5806</w:t>
      </w:r>
      <w:r>
        <w:tab/>
        <w:t>3.038e0</w:t>
      </w:r>
    </w:p>
    <w:p w:rsidR="005B0461" w:rsidRDefault="005B0461" w:rsidP="005B0461">
      <w:r>
        <w:t>511.5821</w:t>
      </w:r>
      <w:r>
        <w:tab/>
        <w:t>2.025e0</w:t>
      </w:r>
    </w:p>
    <w:p w:rsidR="005B0461" w:rsidRDefault="005B0461" w:rsidP="005B0461">
      <w:r>
        <w:t>511.6189</w:t>
      </w:r>
      <w:r>
        <w:tab/>
        <w:t>1.013e0</w:t>
      </w:r>
    </w:p>
    <w:p w:rsidR="005B0461" w:rsidRDefault="005B0461" w:rsidP="005B0461">
      <w:r>
        <w:t>511.6264</w:t>
      </w:r>
      <w:r>
        <w:tab/>
        <w:t>1.013e0</w:t>
      </w:r>
    </w:p>
    <w:p w:rsidR="005B0461" w:rsidRDefault="005B0461" w:rsidP="005B0461">
      <w:r>
        <w:t>511.6373</w:t>
      </w:r>
      <w:r>
        <w:tab/>
        <w:t>1.013e0</w:t>
      </w:r>
    </w:p>
    <w:p w:rsidR="005B0461" w:rsidRDefault="005B0461" w:rsidP="005B0461">
      <w:r>
        <w:t>511.7107</w:t>
      </w:r>
      <w:r>
        <w:tab/>
        <w:t>1.013e0</w:t>
      </w:r>
    </w:p>
    <w:p w:rsidR="005B0461" w:rsidRDefault="005B0461" w:rsidP="005B0461">
      <w:r>
        <w:t>511.7239</w:t>
      </w:r>
      <w:r>
        <w:tab/>
        <w:t>1.013e0</w:t>
      </w:r>
    </w:p>
    <w:p w:rsidR="005B0461" w:rsidRDefault="005B0461" w:rsidP="005B0461">
      <w:r>
        <w:t>511.7328</w:t>
      </w:r>
      <w:r>
        <w:tab/>
        <w:t>3.038e0</w:t>
      </w:r>
    </w:p>
    <w:p w:rsidR="005B0461" w:rsidRDefault="005B0461" w:rsidP="005B0461">
      <w:r>
        <w:t>511.7826</w:t>
      </w:r>
      <w:r>
        <w:tab/>
        <w:t>2.025e0</w:t>
      </w:r>
    </w:p>
    <w:p w:rsidR="005B0461" w:rsidRDefault="005B0461" w:rsidP="005B0461">
      <w:r>
        <w:t>511.8026</w:t>
      </w:r>
      <w:r>
        <w:tab/>
        <w:t>1.013e0</w:t>
      </w:r>
    </w:p>
    <w:p w:rsidR="005B0461" w:rsidRDefault="005B0461" w:rsidP="005B0461">
      <w:r>
        <w:t>511.8523</w:t>
      </w:r>
      <w:r>
        <w:tab/>
        <w:t>7.089e0</w:t>
      </w:r>
    </w:p>
    <w:p w:rsidR="005B0461" w:rsidRDefault="005B0461" w:rsidP="005B0461">
      <w:r>
        <w:t>511.8747</w:t>
      </w:r>
      <w:r>
        <w:tab/>
        <w:t>2.025e0</w:t>
      </w:r>
    </w:p>
    <w:p w:rsidR="005B0461" w:rsidRDefault="005B0461" w:rsidP="005B0461">
      <w:r>
        <w:lastRenderedPageBreak/>
        <w:t>511.9248</w:t>
      </w:r>
      <w:r>
        <w:tab/>
        <w:t>2.025e0</w:t>
      </w:r>
    </w:p>
    <w:p w:rsidR="005B0461" w:rsidRDefault="005B0461" w:rsidP="005B0461">
      <w:r>
        <w:t>511.9718</w:t>
      </w:r>
      <w:r>
        <w:tab/>
        <w:t>5.063e0</w:t>
      </w:r>
    </w:p>
    <w:p w:rsidR="005B0461" w:rsidRDefault="005B0461" w:rsidP="005B0461">
      <w:r>
        <w:t>511.9782</w:t>
      </w:r>
      <w:r>
        <w:tab/>
        <w:t>4.051e0</w:t>
      </w:r>
    </w:p>
    <w:p w:rsidR="005B0461" w:rsidRDefault="005B0461" w:rsidP="005B0461">
      <w:r>
        <w:t>511.9952</w:t>
      </w:r>
      <w:r>
        <w:tab/>
        <w:t>3.762e0</w:t>
      </w:r>
    </w:p>
    <w:p w:rsidR="005B0461" w:rsidRDefault="005B0461" w:rsidP="005B0461">
      <w:r>
        <w:t>512.0112</w:t>
      </w:r>
      <w:r>
        <w:tab/>
        <w:t>3.729e0</w:t>
      </w:r>
    </w:p>
    <w:p w:rsidR="005B0461" w:rsidRDefault="005B0461" w:rsidP="005B0461">
      <w:r>
        <w:t>512.0658</w:t>
      </w:r>
      <w:r>
        <w:tab/>
        <w:t>6.927e0</w:t>
      </w:r>
    </w:p>
    <w:p w:rsidR="005B0461" w:rsidRDefault="005B0461" w:rsidP="005B0461">
      <w:r>
        <w:t>512.0837</w:t>
      </w:r>
      <w:r>
        <w:tab/>
        <w:t>6.934e0</w:t>
      </w:r>
    </w:p>
    <w:p w:rsidR="005B0461" w:rsidRDefault="005B0461" w:rsidP="005B0461">
      <w:r>
        <w:t>512.1118</w:t>
      </w:r>
      <w:r>
        <w:tab/>
        <w:t>2.993e0</w:t>
      </w:r>
    </w:p>
    <w:p w:rsidR="005B0461" w:rsidRDefault="005B0461" w:rsidP="005B0461">
      <w:r>
        <w:t>512.1188</w:t>
      </w:r>
      <w:r>
        <w:tab/>
        <w:t>2.670e0</w:t>
      </w:r>
    </w:p>
    <w:p w:rsidR="005B0461" w:rsidRDefault="005B0461" w:rsidP="005B0461">
      <w:r>
        <w:t>512.1415</w:t>
      </w:r>
      <w:r>
        <w:tab/>
        <w:t>3.038e0</w:t>
      </w:r>
    </w:p>
    <w:p w:rsidR="005B0461" w:rsidRDefault="005B0461" w:rsidP="005B0461">
      <w:r>
        <w:t>512.1818</w:t>
      </w:r>
      <w:r>
        <w:tab/>
        <w:t>3.900e0</w:t>
      </w:r>
    </w:p>
    <w:p w:rsidR="005B0461" w:rsidRDefault="005B0461" w:rsidP="005B0461">
      <w:r>
        <w:t>512.2780</w:t>
      </w:r>
      <w:r>
        <w:tab/>
        <w:t>3.645e0</w:t>
      </w:r>
    </w:p>
    <w:p w:rsidR="005B0461" w:rsidRDefault="005B0461" w:rsidP="005B0461">
      <w:r>
        <w:t>512.2939</w:t>
      </w:r>
      <w:r>
        <w:tab/>
        <w:t>1.574e0</w:t>
      </w:r>
    </w:p>
    <w:p w:rsidR="005B0461" w:rsidRDefault="005B0461" w:rsidP="005B0461">
      <w:r>
        <w:t>512.3123</w:t>
      </w:r>
      <w:r>
        <w:tab/>
        <w:t>7.145e0</w:t>
      </w:r>
    </w:p>
    <w:p w:rsidR="005B0461" w:rsidRDefault="005B0461" w:rsidP="005B0461">
      <w:r>
        <w:t>512.4064</w:t>
      </w:r>
      <w:r>
        <w:tab/>
        <w:t>2.025e1</w:t>
      </w:r>
    </w:p>
    <w:p w:rsidR="005B0461" w:rsidRDefault="005B0461" w:rsidP="005B0461">
      <w:r>
        <w:t>512.4176</w:t>
      </w:r>
      <w:r>
        <w:tab/>
        <w:t>2.438e1</w:t>
      </w:r>
    </w:p>
    <w:p w:rsidR="005B0461" w:rsidRDefault="005B0461" w:rsidP="005B0461">
      <w:r>
        <w:t>512.4247</w:t>
      </w:r>
      <w:r>
        <w:tab/>
        <w:t>1.913e1</w:t>
      </w:r>
    </w:p>
    <w:p w:rsidR="005B0461" w:rsidRDefault="005B0461" w:rsidP="005B0461">
      <w:r>
        <w:t>512.4266</w:t>
      </w:r>
      <w:r>
        <w:tab/>
        <w:t>1.823e1</w:t>
      </w:r>
    </w:p>
    <w:p w:rsidR="005B0461" w:rsidRDefault="005B0461" w:rsidP="005B0461">
      <w:r>
        <w:t>512.5196</w:t>
      </w:r>
      <w:r>
        <w:tab/>
        <w:t>2.025e0</w:t>
      </w:r>
    </w:p>
    <w:p w:rsidR="005B0461" w:rsidRDefault="005B0461" w:rsidP="005B0461">
      <w:r>
        <w:lastRenderedPageBreak/>
        <w:t>512.5307</w:t>
      </w:r>
      <w:r>
        <w:tab/>
        <w:t>1.013e0</w:t>
      </w:r>
    </w:p>
    <w:p w:rsidR="005B0461" w:rsidRDefault="005B0461" w:rsidP="005B0461">
      <w:r>
        <w:t>512.5519</w:t>
      </w:r>
      <w:r>
        <w:tab/>
        <w:t>3.038e0</w:t>
      </w:r>
    </w:p>
    <w:p w:rsidR="005B0461" w:rsidRDefault="005B0461" w:rsidP="005B0461">
      <w:r>
        <w:t>512.5934</w:t>
      </w:r>
      <w:r>
        <w:tab/>
        <w:t>1.013e0</w:t>
      </w:r>
    </w:p>
    <w:p w:rsidR="005B0461" w:rsidRDefault="005B0461" w:rsidP="005B0461">
      <w:r>
        <w:t>512.6100</w:t>
      </w:r>
      <w:r>
        <w:tab/>
        <w:t>2.025e0</w:t>
      </w:r>
    </w:p>
    <w:p w:rsidR="005B0461" w:rsidRDefault="005B0461" w:rsidP="005B0461">
      <w:r>
        <w:t>512.6245</w:t>
      </w:r>
      <w:r>
        <w:tab/>
        <w:t>4.051e0</w:t>
      </w:r>
    </w:p>
    <w:p w:rsidR="005B0461" w:rsidRDefault="005B0461" w:rsidP="005B0461">
      <w:r>
        <w:t>512.6326</w:t>
      </w:r>
      <w:r>
        <w:tab/>
        <w:t>2.025e0</w:t>
      </w:r>
    </w:p>
    <w:p w:rsidR="005B0461" w:rsidRDefault="005B0461" w:rsidP="005B0461">
      <w:r>
        <w:t>512.6436</w:t>
      </w:r>
      <w:r>
        <w:tab/>
        <w:t>1.013e0</w:t>
      </w:r>
    </w:p>
    <w:p w:rsidR="005B0461" w:rsidRDefault="005B0461" w:rsidP="005B0461">
      <w:r>
        <w:t>512.6989</w:t>
      </w:r>
      <w:r>
        <w:tab/>
        <w:t>1.013e0</w:t>
      </w:r>
    </w:p>
    <w:p w:rsidR="005B0461" w:rsidRDefault="005B0461" w:rsidP="005B0461">
      <w:r>
        <w:t>512.7398</w:t>
      </w:r>
      <w:r>
        <w:tab/>
        <w:t>3.038e0</w:t>
      </w:r>
    </w:p>
    <w:p w:rsidR="005B0461" w:rsidRDefault="005B0461" w:rsidP="005B0461">
      <w:r>
        <w:t>512.8333</w:t>
      </w:r>
      <w:r>
        <w:tab/>
        <w:t>1.013e0</w:t>
      </w:r>
    </w:p>
    <w:p w:rsidR="005B0461" w:rsidRDefault="005B0461" w:rsidP="005B0461">
      <w:r>
        <w:t>512.8882</w:t>
      </w:r>
      <w:r>
        <w:tab/>
        <w:t>2.025e0</w:t>
      </w:r>
    </w:p>
    <w:p w:rsidR="005B0461" w:rsidRDefault="005B0461" w:rsidP="005B0461">
      <w:r>
        <w:t>512.9067</w:t>
      </w:r>
      <w:r>
        <w:tab/>
        <w:t>2.025e0</w:t>
      </w:r>
    </w:p>
    <w:p w:rsidR="005B0461" w:rsidRDefault="005B0461" w:rsidP="005B0461">
      <w:r>
        <w:t>512.9097</w:t>
      </w:r>
      <w:r>
        <w:tab/>
        <w:t>2.651e0</w:t>
      </w:r>
    </w:p>
    <w:p w:rsidR="005B0461" w:rsidRDefault="005B0461" w:rsidP="005B0461">
      <w:r>
        <w:t>512.9227</w:t>
      </w:r>
      <w:r>
        <w:tab/>
        <w:t>2.025e0</w:t>
      </w:r>
    </w:p>
    <w:p w:rsidR="005B0461" w:rsidRDefault="005B0461" w:rsidP="005B0461">
      <w:r>
        <w:t>512.9721</w:t>
      </w:r>
      <w:r>
        <w:tab/>
        <w:t>8.488e0</w:t>
      </w:r>
    </w:p>
    <w:p w:rsidR="005B0461" w:rsidRDefault="005B0461" w:rsidP="005B0461">
      <w:r>
        <w:t>512.9780</w:t>
      </w:r>
      <w:r>
        <w:tab/>
        <w:t>9.114e0</w:t>
      </w:r>
    </w:p>
    <w:p w:rsidR="005B0461" w:rsidRDefault="005B0461" w:rsidP="005B0461">
      <w:r>
        <w:t>512.9844</w:t>
      </w:r>
      <w:r>
        <w:tab/>
        <w:t>3.890e0</w:t>
      </w:r>
    </w:p>
    <w:p w:rsidR="005B0461" w:rsidRDefault="005B0461" w:rsidP="005B0461">
      <w:r>
        <w:t>513.0046</w:t>
      </w:r>
      <w:r>
        <w:tab/>
        <w:t>8.768e0</w:t>
      </w:r>
    </w:p>
    <w:p w:rsidR="005B0461" w:rsidRDefault="005B0461" w:rsidP="005B0461">
      <w:r>
        <w:t>513.0286</w:t>
      </w:r>
      <w:r>
        <w:tab/>
        <w:t>4.902e0</w:t>
      </w:r>
    </w:p>
    <w:p w:rsidR="005B0461" w:rsidRDefault="005B0461" w:rsidP="005B0461">
      <w:r>
        <w:lastRenderedPageBreak/>
        <w:t>513.0393</w:t>
      </w:r>
      <w:r>
        <w:tab/>
        <w:t>3.961e0</w:t>
      </w:r>
    </w:p>
    <w:p w:rsidR="005B0461" w:rsidRDefault="005B0461" w:rsidP="005B0461">
      <w:r>
        <w:t>513.0784</w:t>
      </w:r>
      <w:r>
        <w:tab/>
        <w:t>3.038e0</w:t>
      </w:r>
    </w:p>
    <w:p w:rsidR="005B0461" w:rsidRDefault="005B0461" w:rsidP="005B0461">
      <w:r>
        <w:t>513.0887</w:t>
      </w:r>
      <w:r>
        <w:tab/>
        <w:t>6.486e0</w:t>
      </w:r>
    </w:p>
    <w:p w:rsidR="005B0461" w:rsidRDefault="005B0461" w:rsidP="005B0461">
      <w:r>
        <w:t>513.1479</w:t>
      </w:r>
      <w:r>
        <w:tab/>
        <w:t>3.954e0</w:t>
      </w:r>
    </w:p>
    <w:p w:rsidR="005B0461" w:rsidRDefault="005B0461" w:rsidP="005B0461">
      <w:r>
        <w:t>513.1564</w:t>
      </w:r>
      <w:r>
        <w:tab/>
        <w:t>1.493e0</w:t>
      </w:r>
    </w:p>
    <w:p w:rsidR="005B0461" w:rsidRDefault="005B0461" w:rsidP="005B0461">
      <w:r>
        <w:t>513.1960</w:t>
      </w:r>
      <w:r>
        <w:tab/>
        <w:t>5.897e0</w:t>
      </w:r>
    </w:p>
    <w:p w:rsidR="005B0461" w:rsidRDefault="005B0461" w:rsidP="005B0461">
      <w:r>
        <w:t>513.2154</w:t>
      </w:r>
      <w:r>
        <w:tab/>
        <w:t>1.013e1</w:t>
      </w:r>
    </w:p>
    <w:p w:rsidR="005B0461" w:rsidRDefault="005B0461" w:rsidP="005B0461">
      <w:r>
        <w:t>513.2237</w:t>
      </w:r>
      <w:r>
        <w:tab/>
        <w:t>6.076e0</w:t>
      </w:r>
    </w:p>
    <w:p w:rsidR="005B0461" w:rsidRDefault="005B0461" w:rsidP="005B0461">
      <w:r>
        <w:t>513.2625</w:t>
      </w:r>
      <w:r>
        <w:tab/>
        <w:t>6.146e0</w:t>
      </w:r>
    </w:p>
    <w:p w:rsidR="005B0461" w:rsidRDefault="005B0461" w:rsidP="005B0461">
      <w:r>
        <w:t>513.2671</w:t>
      </w:r>
      <w:r>
        <w:tab/>
        <w:t>4.520e0</w:t>
      </w:r>
    </w:p>
    <w:p w:rsidR="005B0461" w:rsidRDefault="005B0461" w:rsidP="005B0461">
      <w:r>
        <w:t>513.2921</w:t>
      </w:r>
      <w:r>
        <w:tab/>
        <w:t>2.895e0</w:t>
      </w:r>
    </w:p>
    <w:p w:rsidR="005B0461" w:rsidRDefault="005B0461" w:rsidP="005B0461">
      <w:r>
        <w:t>513.3221</w:t>
      </w:r>
      <w:r>
        <w:tab/>
        <w:t>1.610e0</w:t>
      </w:r>
    </w:p>
    <w:p w:rsidR="005B0461" w:rsidRDefault="005B0461" w:rsidP="005B0461">
      <w:r>
        <w:t>513.3614</w:t>
      </w:r>
      <w:r>
        <w:tab/>
        <w:t>1.827e0</w:t>
      </w:r>
    </w:p>
    <w:p w:rsidR="005B0461" w:rsidRDefault="005B0461" w:rsidP="005B0461">
      <w:r>
        <w:t>513.4073</w:t>
      </w:r>
      <w:r>
        <w:tab/>
        <w:t>7.089e0</w:t>
      </w:r>
    </w:p>
    <w:p w:rsidR="005B0461" w:rsidRDefault="005B0461" w:rsidP="005B0461">
      <w:r>
        <w:t>513.4207</w:t>
      </w:r>
      <w:r>
        <w:tab/>
        <w:t>2.639e0</w:t>
      </w:r>
    </w:p>
    <w:p w:rsidR="005B0461" w:rsidRDefault="005B0461" w:rsidP="005B0461">
      <w:r>
        <w:t>513.4330</w:t>
      </w:r>
      <w:r>
        <w:tab/>
        <w:t>6.076e0</w:t>
      </w:r>
    </w:p>
    <w:p w:rsidR="005B0461" w:rsidRDefault="005B0461" w:rsidP="005B0461">
      <w:r>
        <w:t>513.4432</w:t>
      </w:r>
      <w:r>
        <w:tab/>
        <w:t>8.101e0</w:t>
      </w:r>
    </w:p>
    <w:p w:rsidR="005B0461" w:rsidRDefault="005B0461" w:rsidP="005B0461">
      <w:r>
        <w:t>513.4707</w:t>
      </w:r>
      <w:r>
        <w:tab/>
        <w:t>2.025e0</w:t>
      </w:r>
    </w:p>
    <w:p w:rsidR="005B0461" w:rsidRDefault="005B0461" w:rsidP="005B0461">
      <w:r>
        <w:t>513.4888</w:t>
      </w:r>
      <w:r>
        <w:tab/>
        <w:t>2.025e0</w:t>
      </w:r>
    </w:p>
    <w:p w:rsidR="005B0461" w:rsidRDefault="005B0461" w:rsidP="005B0461">
      <w:r>
        <w:lastRenderedPageBreak/>
        <w:t>513.5400</w:t>
      </w:r>
      <w:r>
        <w:tab/>
        <w:t>1.013e0</w:t>
      </w:r>
    </w:p>
    <w:p w:rsidR="005B0461" w:rsidRDefault="005B0461" w:rsidP="005B0461">
      <w:r>
        <w:t>513.5800</w:t>
      </w:r>
      <w:r>
        <w:tab/>
        <w:t>1.013e0</w:t>
      </w:r>
    </w:p>
    <w:p w:rsidR="005B0461" w:rsidRDefault="005B0461" w:rsidP="005B0461">
      <w:r>
        <w:t>513.6003</w:t>
      </w:r>
      <w:r>
        <w:tab/>
        <w:t>2.025e0</w:t>
      </w:r>
    </w:p>
    <w:p w:rsidR="005B0461" w:rsidRDefault="005B0461" w:rsidP="005B0461">
      <w:r>
        <w:t>513.6028</w:t>
      </w:r>
      <w:r>
        <w:tab/>
        <w:t>2.295e0</w:t>
      </w:r>
    </w:p>
    <w:p w:rsidR="005B0461" w:rsidRDefault="005B0461" w:rsidP="005B0461">
      <w:r>
        <w:t>513.6425</w:t>
      </w:r>
      <w:r>
        <w:tab/>
        <w:t>2.025e0</w:t>
      </w:r>
    </w:p>
    <w:p w:rsidR="005B0461" w:rsidRDefault="005B0461" w:rsidP="005B0461">
      <w:r>
        <w:t>513.6630</w:t>
      </w:r>
      <w:r>
        <w:tab/>
        <w:t>2.638e0</w:t>
      </w:r>
    </w:p>
    <w:p w:rsidR="005B0461" w:rsidRDefault="005B0461" w:rsidP="005B0461">
      <w:r>
        <w:t>513.6936</w:t>
      </w:r>
      <w:r>
        <w:tab/>
        <w:t>2.025e0</w:t>
      </w:r>
    </w:p>
    <w:p w:rsidR="005B0461" w:rsidRDefault="005B0461" w:rsidP="005B0461">
      <w:r>
        <w:t>513.7312</w:t>
      </w:r>
      <w:r>
        <w:tab/>
        <w:t>2.025e0</w:t>
      </w:r>
    </w:p>
    <w:p w:rsidR="005B0461" w:rsidRDefault="005B0461" w:rsidP="005B0461">
      <w:r>
        <w:t>513.7846</w:t>
      </w:r>
      <w:r>
        <w:tab/>
        <w:t>1.013e0</w:t>
      </w:r>
    </w:p>
    <w:p w:rsidR="005B0461" w:rsidRDefault="005B0461" w:rsidP="005B0461">
      <w:r>
        <w:t>513.8305</w:t>
      </w:r>
      <w:r>
        <w:tab/>
        <w:t>2.025e0</w:t>
      </w:r>
    </w:p>
    <w:p w:rsidR="005B0461" w:rsidRDefault="005B0461" w:rsidP="005B0461">
      <w:r>
        <w:t>513.8397</w:t>
      </w:r>
      <w:r>
        <w:tab/>
        <w:t>1.013e0</w:t>
      </w:r>
    </w:p>
    <w:p w:rsidR="005B0461" w:rsidRDefault="005B0461" w:rsidP="005B0461">
      <w:r>
        <w:t>513.8553</w:t>
      </w:r>
      <w:r>
        <w:tab/>
        <w:t>1.013e0</w:t>
      </w:r>
    </w:p>
    <w:p w:rsidR="005B0461" w:rsidRDefault="005B0461" w:rsidP="005B0461">
      <w:r>
        <w:t>513.8615</w:t>
      </w:r>
      <w:r>
        <w:tab/>
        <w:t>3.038e0</w:t>
      </w:r>
    </w:p>
    <w:p w:rsidR="005B0461" w:rsidRDefault="005B0461" w:rsidP="005B0461">
      <w:r>
        <w:t>513.9181</w:t>
      </w:r>
      <w:r>
        <w:tab/>
        <w:t>1.013e0</w:t>
      </w:r>
    </w:p>
    <w:p w:rsidR="005B0461" w:rsidRDefault="005B0461" w:rsidP="005B0461">
      <w:r>
        <w:t>513.9441</w:t>
      </w:r>
      <w:r>
        <w:tab/>
        <w:t>3.038e0</w:t>
      </w:r>
    </w:p>
    <w:p w:rsidR="005B0461" w:rsidRDefault="005B0461" w:rsidP="005B0461">
      <w:r>
        <w:t>513.9696</w:t>
      </w:r>
      <w:r>
        <w:tab/>
        <w:t>4.893e0</w:t>
      </w:r>
    </w:p>
    <w:p w:rsidR="005B0461" w:rsidRDefault="005B0461" w:rsidP="005B0461">
      <w:r>
        <w:t>513.9835</w:t>
      </w:r>
      <w:r>
        <w:tab/>
        <w:t>4.051e0</w:t>
      </w:r>
    </w:p>
    <w:p w:rsidR="005B0461" w:rsidRDefault="005B0461" w:rsidP="005B0461">
      <w:r>
        <w:t>513.9982</w:t>
      </w:r>
      <w:r>
        <w:tab/>
        <w:t>1.013e0</w:t>
      </w:r>
    </w:p>
    <w:p w:rsidR="005B0461" w:rsidRDefault="005B0461" w:rsidP="005B0461">
      <w:r>
        <w:t>514.0387</w:t>
      </w:r>
      <w:r>
        <w:tab/>
        <w:t>3.943e0</w:t>
      </w:r>
    </w:p>
    <w:p w:rsidR="005B0461" w:rsidRDefault="005B0461" w:rsidP="005B0461">
      <w:r>
        <w:lastRenderedPageBreak/>
        <w:t>514.0419</w:t>
      </w:r>
      <w:r>
        <w:tab/>
        <w:t>1.013e0</w:t>
      </w:r>
    </w:p>
    <w:p w:rsidR="005B0461" w:rsidRDefault="005B0461" w:rsidP="005B0461">
      <w:r>
        <w:t>514.0460</w:t>
      </w:r>
      <w:r>
        <w:tab/>
        <w:t>1.940e0</w:t>
      </w:r>
    </w:p>
    <w:p w:rsidR="005B0461" w:rsidRDefault="005B0461" w:rsidP="005B0461">
      <w:r>
        <w:t>514.0709</w:t>
      </w:r>
      <w:r>
        <w:tab/>
        <w:t>3.068e0</w:t>
      </w:r>
    </w:p>
    <w:p w:rsidR="005B0461" w:rsidRDefault="005B0461" w:rsidP="005B0461">
      <w:r>
        <w:t>514.0892</w:t>
      </w:r>
      <w:r>
        <w:tab/>
        <w:t>4.484e0</w:t>
      </w:r>
    </w:p>
    <w:p w:rsidR="005B0461" w:rsidRDefault="005B0461" w:rsidP="005B0461">
      <w:r>
        <w:t>514.1050</w:t>
      </w:r>
      <w:r>
        <w:tab/>
        <w:t>1.013e0</w:t>
      </w:r>
    </w:p>
    <w:p w:rsidR="005B0461" w:rsidRDefault="005B0461" w:rsidP="005B0461">
      <w:r>
        <w:t>514.1417</w:t>
      </w:r>
      <w:r>
        <w:tab/>
        <w:t>2.418e0</w:t>
      </w:r>
    </w:p>
    <w:p w:rsidR="005B0461" w:rsidRDefault="005B0461" w:rsidP="005B0461">
      <w:r>
        <w:t>514.1431</w:t>
      </w:r>
      <w:r>
        <w:tab/>
        <w:t>3.038e0</w:t>
      </w:r>
    </w:p>
    <w:p w:rsidR="005B0461" w:rsidRDefault="005B0461" w:rsidP="005B0461">
      <w:r>
        <w:t>514.1637</w:t>
      </w:r>
      <w:r>
        <w:tab/>
        <w:t>4.051e0</w:t>
      </w:r>
    </w:p>
    <w:p w:rsidR="005B0461" w:rsidRDefault="005B0461" w:rsidP="005B0461">
      <w:r>
        <w:t>514.1656</w:t>
      </w:r>
      <w:r>
        <w:tab/>
        <w:t>1.990e0</w:t>
      </w:r>
    </w:p>
    <w:p w:rsidR="005B0461" w:rsidRDefault="005B0461" w:rsidP="005B0461">
      <w:r>
        <w:t>514.1989</w:t>
      </w:r>
      <w:r>
        <w:tab/>
        <w:t>3.038e0</w:t>
      </w:r>
    </w:p>
    <w:p w:rsidR="005B0461" w:rsidRDefault="005B0461" w:rsidP="005B0461">
      <w:r>
        <w:t>514.2119</w:t>
      </w:r>
      <w:r>
        <w:tab/>
        <w:t>1.847e0</w:t>
      </w:r>
    </w:p>
    <w:p w:rsidR="005B0461" w:rsidRDefault="005B0461" w:rsidP="005B0461">
      <w:r>
        <w:t>514.2207</w:t>
      </w:r>
      <w:r>
        <w:tab/>
        <w:t>2.025e0</w:t>
      </w:r>
    </w:p>
    <w:p w:rsidR="005B0461" w:rsidRDefault="005B0461" w:rsidP="005B0461">
      <w:r>
        <w:t>514.2424</w:t>
      </w:r>
      <w:r>
        <w:tab/>
        <w:t>3.038e0</w:t>
      </w:r>
    </w:p>
    <w:p w:rsidR="005B0461" w:rsidRDefault="005B0461" w:rsidP="005B0461">
      <w:r>
        <w:t>514.2679</w:t>
      </w:r>
      <w:r>
        <w:tab/>
        <w:t>2.989e0</w:t>
      </w:r>
    </w:p>
    <w:p w:rsidR="005B0461" w:rsidRDefault="005B0461" w:rsidP="005B0461">
      <w:r>
        <w:t>514.2966</w:t>
      </w:r>
      <w:r>
        <w:tab/>
        <w:t>3.704e0</w:t>
      </w:r>
    </w:p>
    <w:p w:rsidR="005B0461" w:rsidRDefault="005B0461" w:rsidP="005B0461">
      <w:r>
        <w:t>514.3470</w:t>
      </w:r>
      <w:r>
        <w:tab/>
        <w:t>4.847e0</w:t>
      </w:r>
    </w:p>
    <w:p w:rsidR="005B0461" w:rsidRDefault="005B0461" w:rsidP="005B0461">
      <w:r>
        <w:t>514.4011</w:t>
      </w:r>
      <w:r>
        <w:tab/>
        <w:t>3.038e0</w:t>
      </w:r>
    </w:p>
    <w:p w:rsidR="005B0461" w:rsidRDefault="005B0461" w:rsidP="005B0461">
      <w:r>
        <w:t>514.4084</w:t>
      </w:r>
      <w:r>
        <w:tab/>
        <w:t>5.063e0</w:t>
      </w:r>
    </w:p>
    <w:p w:rsidR="005B0461" w:rsidRDefault="005B0461" w:rsidP="005B0461">
      <w:r>
        <w:t>514.4125</w:t>
      </w:r>
      <w:r>
        <w:tab/>
        <w:t>3.038e0</w:t>
      </w:r>
    </w:p>
    <w:p w:rsidR="005B0461" w:rsidRDefault="005B0461" w:rsidP="005B0461">
      <w:r>
        <w:lastRenderedPageBreak/>
        <w:t>514.4402</w:t>
      </w:r>
      <w:r>
        <w:tab/>
        <w:t>2.952e0</w:t>
      </w:r>
    </w:p>
    <w:p w:rsidR="005B0461" w:rsidRDefault="005B0461" w:rsidP="005B0461">
      <w:r>
        <w:t>514.4522</w:t>
      </w:r>
      <w:r>
        <w:tab/>
        <w:t>6.076e0</w:t>
      </w:r>
    </w:p>
    <w:p w:rsidR="005B0461" w:rsidRDefault="005B0461" w:rsidP="005B0461">
      <w:r>
        <w:t>514.4880</w:t>
      </w:r>
      <w:r>
        <w:tab/>
        <w:t>1.013e0</w:t>
      </w:r>
    </w:p>
    <w:p w:rsidR="005B0461" w:rsidRDefault="005B0461" w:rsidP="005B0461">
      <w:r>
        <w:t>514.5282</w:t>
      </w:r>
      <w:r>
        <w:tab/>
        <w:t>1.013e0</w:t>
      </w:r>
    </w:p>
    <w:p w:rsidR="005B0461" w:rsidRDefault="005B0461" w:rsidP="005B0461">
      <w:r>
        <w:t>514.5326</w:t>
      </w:r>
      <w:r>
        <w:tab/>
        <w:t>1.013e0</w:t>
      </w:r>
    </w:p>
    <w:p w:rsidR="005B0461" w:rsidRDefault="005B0461" w:rsidP="005B0461">
      <w:r>
        <w:t>514.5353</w:t>
      </w:r>
      <w:r>
        <w:tab/>
        <w:t>3.038e0</w:t>
      </w:r>
    </w:p>
    <w:p w:rsidR="005B0461" w:rsidRDefault="005B0461" w:rsidP="005B0461">
      <w:r>
        <w:t>514.5557</w:t>
      </w:r>
      <w:r>
        <w:tab/>
        <w:t>2.025e0</w:t>
      </w:r>
    </w:p>
    <w:p w:rsidR="005B0461" w:rsidRDefault="005B0461" w:rsidP="005B0461">
      <w:r>
        <w:t>514.5950</w:t>
      </w:r>
      <w:r>
        <w:tab/>
        <w:t>1.013e0</w:t>
      </w:r>
    </w:p>
    <w:p w:rsidR="005B0461" w:rsidRDefault="005B0461" w:rsidP="005B0461">
      <w:r>
        <w:t>514.6016</w:t>
      </w:r>
      <w:r>
        <w:tab/>
        <w:t>1.013e0</w:t>
      </w:r>
    </w:p>
    <w:p w:rsidR="005B0461" w:rsidRDefault="005B0461" w:rsidP="005B0461">
      <w:r>
        <w:t>514.6306</w:t>
      </w:r>
      <w:r>
        <w:tab/>
        <w:t>1.013e0</w:t>
      </w:r>
    </w:p>
    <w:p w:rsidR="005B0461" w:rsidRDefault="005B0461" w:rsidP="005B0461">
      <w:r>
        <w:t>514.6712</w:t>
      </w:r>
      <w:r>
        <w:tab/>
        <w:t>2.025e0</w:t>
      </w:r>
    </w:p>
    <w:p w:rsidR="005B0461" w:rsidRDefault="005B0461" w:rsidP="005B0461">
      <w:r>
        <w:t>514.6782</w:t>
      </w:r>
      <w:r>
        <w:tab/>
        <w:t>1.013e0</w:t>
      </w:r>
    </w:p>
    <w:p w:rsidR="005B0461" w:rsidRDefault="005B0461" w:rsidP="005B0461">
      <w:r>
        <w:t>514.7643</w:t>
      </w:r>
      <w:r>
        <w:tab/>
        <w:t>1.013e0</w:t>
      </w:r>
    </w:p>
    <w:p w:rsidR="005B0461" w:rsidRDefault="005B0461" w:rsidP="005B0461">
      <w:r>
        <w:t>514.7856</w:t>
      </w:r>
      <w:r>
        <w:tab/>
        <w:t>4.051e0</w:t>
      </w:r>
    </w:p>
    <w:p w:rsidR="005B0461" w:rsidRDefault="005B0461" w:rsidP="005B0461">
      <w:r>
        <w:t>514.8066</w:t>
      </w:r>
      <w:r>
        <w:tab/>
        <w:t>1.013e0</w:t>
      </w:r>
    </w:p>
    <w:p w:rsidR="005B0461" w:rsidRDefault="005B0461" w:rsidP="005B0461">
      <w:r>
        <w:t>514.8463</w:t>
      </w:r>
      <w:r>
        <w:tab/>
        <w:t>1.013e0</w:t>
      </w:r>
    </w:p>
    <w:p w:rsidR="005B0461" w:rsidRDefault="005B0461" w:rsidP="005B0461">
      <w:r>
        <w:t>514.8525</w:t>
      </w:r>
      <w:r>
        <w:tab/>
        <w:t>6.076e0</w:t>
      </w:r>
    </w:p>
    <w:p w:rsidR="005B0461" w:rsidRDefault="005B0461" w:rsidP="005B0461">
      <w:r>
        <w:t>514.8540</w:t>
      </w:r>
      <w:r>
        <w:tab/>
        <w:t>2.025e0</w:t>
      </w:r>
    </w:p>
    <w:p w:rsidR="005B0461" w:rsidRDefault="005B0461" w:rsidP="005B0461">
      <w:r>
        <w:t>514.9070</w:t>
      </w:r>
      <w:r>
        <w:tab/>
        <w:t>1.013e0</w:t>
      </w:r>
    </w:p>
    <w:p w:rsidR="005B0461" w:rsidRDefault="005B0461" w:rsidP="005B0461">
      <w:r>
        <w:lastRenderedPageBreak/>
        <w:t>514.9159</w:t>
      </w:r>
      <w:r>
        <w:tab/>
        <w:t>1.013e0</w:t>
      </w:r>
    </w:p>
    <w:p w:rsidR="005B0461" w:rsidRDefault="005B0461" w:rsidP="005B0461">
      <w:r>
        <w:t>514.9630</w:t>
      </w:r>
      <w:r>
        <w:tab/>
        <w:t>2.946e0</w:t>
      </w:r>
    </w:p>
    <w:p w:rsidR="005B0461" w:rsidRDefault="005B0461" w:rsidP="005B0461">
      <w:r>
        <w:t>514.9694</w:t>
      </w:r>
      <w:r>
        <w:tab/>
        <w:t>1.013e0</w:t>
      </w:r>
    </w:p>
    <w:p w:rsidR="005B0461" w:rsidRDefault="005B0461" w:rsidP="005B0461">
      <w:r>
        <w:t>514.9841</w:t>
      </w:r>
      <w:r>
        <w:tab/>
        <w:t>2.025e0</w:t>
      </w:r>
    </w:p>
    <w:p w:rsidR="005B0461" w:rsidRDefault="005B0461" w:rsidP="005B0461">
      <w:r>
        <w:t>514.9885</w:t>
      </w:r>
      <w:r>
        <w:tab/>
        <w:t>1.241e0</w:t>
      </w:r>
    </w:p>
    <w:p w:rsidR="005B0461" w:rsidRDefault="005B0461" w:rsidP="005B0461">
      <w:r>
        <w:t>515.0256</w:t>
      </w:r>
      <w:r>
        <w:tab/>
        <w:t>2.025e0</w:t>
      </w:r>
    </w:p>
    <w:p w:rsidR="005B0461" w:rsidRDefault="005B0461" w:rsidP="005B0461">
      <w:r>
        <w:t>515.0319</w:t>
      </w:r>
      <w:r>
        <w:tab/>
        <w:t>1.751e0</w:t>
      </w:r>
    </w:p>
    <w:p w:rsidR="005B0461" w:rsidRDefault="005B0461" w:rsidP="005B0461">
      <w:r>
        <w:t>515.0419</w:t>
      </w:r>
      <w:r>
        <w:tab/>
        <w:t>2.515e0</w:t>
      </w:r>
    </w:p>
    <w:p w:rsidR="005B0461" w:rsidRDefault="005B0461" w:rsidP="005B0461">
      <w:r>
        <w:t>515.0445</w:t>
      </w:r>
      <w:r>
        <w:tab/>
        <w:t>1.770e0</w:t>
      </w:r>
    </w:p>
    <w:p w:rsidR="005B0461" w:rsidRDefault="005B0461" w:rsidP="005B0461">
      <w:r>
        <w:t>515.1047</w:t>
      </w:r>
      <w:r>
        <w:tab/>
        <w:t>3.038e0</w:t>
      </w:r>
    </w:p>
    <w:p w:rsidR="005B0461" w:rsidRDefault="005B0461" w:rsidP="005B0461">
      <w:r>
        <w:t>515.1656</w:t>
      </w:r>
      <w:r>
        <w:tab/>
        <w:t>2.025e0</w:t>
      </w:r>
    </w:p>
    <w:p w:rsidR="005B0461" w:rsidRDefault="005B0461" w:rsidP="005B0461">
      <w:r>
        <w:t>515.1746</w:t>
      </w:r>
      <w:r>
        <w:tab/>
        <w:t>1.013e0</w:t>
      </w:r>
    </w:p>
    <w:p w:rsidR="005B0461" w:rsidRDefault="005B0461" w:rsidP="005B0461">
      <w:r>
        <w:t>515.1786</w:t>
      </w:r>
      <w:r>
        <w:tab/>
        <w:t>1.954e0</w:t>
      </w:r>
    </w:p>
    <w:p w:rsidR="005B0461" w:rsidRDefault="005B0461" w:rsidP="005B0461">
      <w:r>
        <w:t>515.2413</w:t>
      </w:r>
      <w:r>
        <w:tab/>
        <w:t>2.920e0</w:t>
      </w:r>
    </w:p>
    <w:p w:rsidR="005B0461" w:rsidRDefault="005B0461" w:rsidP="005B0461">
      <w:r>
        <w:t>515.2462</w:t>
      </w:r>
      <w:r>
        <w:tab/>
        <w:t>6.214e0</w:t>
      </w:r>
    </w:p>
    <w:p w:rsidR="005B0461" w:rsidRDefault="005B0461" w:rsidP="005B0461">
      <w:r>
        <w:t>515.3031</w:t>
      </w:r>
      <w:r>
        <w:tab/>
        <w:t>2.519e0</w:t>
      </w:r>
    </w:p>
    <w:p w:rsidR="005B0461" w:rsidRDefault="005B0461" w:rsidP="005B0461">
      <w:r>
        <w:t>515.3273</w:t>
      </w:r>
      <w:r>
        <w:tab/>
        <w:t>1.732e0</w:t>
      </w:r>
    </w:p>
    <w:p w:rsidR="005B0461" w:rsidRDefault="005B0461" w:rsidP="005B0461">
      <w:r>
        <w:t>515.3745</w:t>
      </w:r>
      <w:r>
        <w:tab/>
        <w:t>3.993e0</w:t>
      </w:r>
    </w:p>
    <w:p w:rsidR="005B0461" w:rsidRDefault="005B0461" w:rsidP="005B0461">
      <w:r>
        <w:t>515.3849</w:t>
      </w:r>
      <w:r>
        <w:tab/>
        <w:t>2.025e0</w:t>
      </w:r>
    </w:p>
    <w:p w:rsidR="005B0461" w:rsidRDefault="005B0461" w:rsidP="005B0461">
      <w:r>
        <w:lastRenderedPageBreak/>
        <w:t>515.3877</w:t>
      </w:r>
      <w:r>
        <w:tab/>
        <w:t>2.025e0</w:t>
      </w:r>
    </w:p>
    <w:p w:rsidR="005B0461" w:rsidRDefault="005B0461" w:rsidP="005B0461">
      <w:r>
        <w:t>515.4290</w:t>
      </w:r>
      <w:r>
        <w:tab/>
        <w:t>3.038e0</w:t>
      </w:r>
    </w:p>
    <w:p w:rsidR="005B0461" w:rsidRDefault="005B0461" w:rsidP="005B0461">
      <w:r>
        <w:t>515.4769</w:t>
      </w:r>
      <w:r>
        <w:tab/>
        <w:t>1.013e0</w:t>
      </w:r>
    </w:p>
    <w:p w:rsidR="005B0461" w:rsidRDefault="005B0461" w:rsidP="005B0461">
      <w:r>
        <w:t>515.4869</w:t>
      </w:r>
      <w:r>
        <w:tab/>
        <w:t>1.013e0</w:t>
      </w:r>
    </w:p>
    <w:p w:rsidR="005B0461" w:rsidRDefault="005B0461" w:rsidP="005B0461">
      <w:r>
        <w:t>515.4889</w:t>
      </w:r>
      <w:r>
        <w:tab/>
        <w:t>2.025e0</w:t>
      </w:r>
    </w:p>
    <w:p w:rsidR="005B0461" w:rsidRDefault="005B0461" w:rsidP="005B0461">
      <w:r>
        <w:t>515.5165</w:t>
      </w:r>
      <w:r>
        <w:tab/>
        <w:t>1.013e0</w:t>
      </w:r>
    </w:p>
    <w:p w:rsidR="005B0461" w:rsidRDefault="005B0461" w:rsidP="005B0461">
      <w:r>
        <w:t>515.5315</w:t>
      </w:r>
      <w:r>
        <w:tab/>
        <w:t>1.013e0</w:t>
      </w:r>
    </w:p>
    <w:p w:rsidR="005B0461" w:rsidRDefault="005B0461" w:rsidP="005B0461">
      <w:r>
        <w:t>515.5762</w:t>
      </w:r>
      <w:r>
        <w:tab/>
        <w:t>1.013e0</w:t>
      </w:r>
    </w:p>
    <w:p w:rsidR="005B0461" w:rsidRDefault="005B0461" w:rsidP="005B0461">
      <w:r>
        <w:t>515.6208</w:t>
      </w:r>
      <w:r>
        <w:tab/>
        <w:t>1.013e0</w:t>
      </w:r>
    </w:p>
    <w:p w:rsidR="005B0461" w:rsidRDefault="005B0461" w:rsidP="005B0461">
      <w:r>
        <w:t>515.6434</w:t>
      </w:r>
      <w:r>
        <w:tab/>
        <w:t>3.038e0</w:t>
      </w:r>
    </w:p>
    <w:p w:rsidR="005B0461" w:rsidRDefault="005B0461" w:rsidP="005B0461">
      <w:r>
        <w:t>515.6727</w:t>
      </w:r>
      <w:r>
        <w:tab/>
        <w:t>2.025e0</w:t>
      </w:r>
    </w:p>
    <w:p w:rsidR="005B0461" w:rsidRDefault="005B0461" w:rsidP="005B0461">
      <w:r>
        <w:t>515.6818</w:t>
      </w:r>
      <w:r>
        <w:tab/>
        <w:t>1.013e0</w:t>
      </w:r>
    </w:p>
    <w:p w:rsidR="005B0461" w:rsidRDefault="005B0461" w:rsidP="005B0461">
      <w:r>
        <w:t>515.7031</w:t>
      </w:r>
      <w:r>
        <w:tab/>
        <w:t>1.013e0</w:t>
      </w:r>
    </w:p>
    <w:p w:rsidR="005B0461" w:rsidRDefault="005B0461" w:rsidP="005B0461">
      <w:r>
        <w:t>515.7341</w:t>
      </w:r>
      <w:r>
        <w:tab/>
        <w:t>2.025e0</w:t>
      </w:r>
    </w:p>
    <w:p w:rsidR="005B0461" w:rsidRDefault="005B0461" w:rsidP="005B0461">
      <w:r>
        <w:t>515.7844</w:t>
      </w:r>
      <w:r>
        <w:tab/>
        <w:t>2.025e0</w:t>
      </w:r>
    </w:p>
    <w:p w:rsidR="005B0461" w:rsidRDefault="005B0461" w:rsidP="005B0461">
      <w:r>
        <w:t>515.7905</w:t>
      </w:r>
      <w:r>
        <w:tab/>
        <w:t>1.013e0</w:t>
      </w:r>
    </w:p>
    <w:p w:rsidR="005B0461" w:rsidRDefault="005B0461" w:rsidP="005B0461">
      <w:r>
        <w:t>515.8500</w:t>
      </w:r>
      <w:r>
        <w:tab/>
        <w:t>1.013e0</w:t>
      </w:r>
    </w:p>
    <w:p w:rsidR="005B0461" w:rsidRDefault="005B0461" w:rsidP="005B0461">
      <w:r>
        <w:t>515.9081</w:t>
      </w:r>
      <w:r>
        <w:tab/>
        <w:t>1.013e0</w:t>
      </w:r>
    </w:p>
    <w:p w:rsidR="005B0461" w:rsidRDefault="005B0461" w:rsidP="005B0461">
      <w:r>
        <w:t>515.9155</w:t>
      </w:r>
      <w:r>
        <w:tab/>
        <w:t>1.013e0</w:t>
      </w:r>
    </w:p>
    <w:p w:rsidR="005B0461" w:rsidRDefault="005B0461" w:rsidP="005B0461">
      <w:r>
        <w:lastRenderedPageBreak/>
        <w:t>515.9563</w:t>
      </w:r>
      <w:r>
        <w:tab/>
        <w:t>1.821e0</w:t>
      </w:r>
    </w:p>
    <w:p w:rsidR="005B0461" w:rsidRDefault="005B0461" w:rsidP="005B0461">
      <w:r>
        <w:t>515.9601</w:t>
      </w:r>
      <w:r>
        <w:tab/>
        <w:t>2.025e0</w:t>
      </w:r>
    </w:p>
    <w:p w:rsidR="005B0461" w:rsidRDefault="005B0461" w:rsidP="005B0461">
      <w:r>
        <w:t>515.9817</w:t>
      </w:r>
      <w:r>
        <w:tab/>
        <w:t>2.025e0</w:t>
      </w:r>
    </w:p>
    <w:p w:rsidR="005B0461" w:rsidRDefault="005B0461" w:rsidP="005B0461">
      <w:r>
        <w:t>516.0050</w:t>
      </w:r>
      <w:r>
        <w:tab/>
        <w:t>3.038e0</w:t>
      </w:r>
    </w:p>
    <w:p w:rsidR="005B0461" w:rsidRDefault="005B0461" w:rsidP="005B0461">
      <w:r>
        <w:t>516.0615</w:t>
      </w:r>
      <w:r>
        <w:tab/>
        <w:t>1.677e0</w:t>
      </w:r>
    </w:p>
    <w:p w:rsidR="005B0461" w:rsidRDefault="005B0461" w:rsidP="005B0461">
      <w:r>
        <w:t>516.0728</w:t>
      </w:r>
      <w:r>
        <w:tab/>
        <w:t>4.702e0</w:t>
      </w:r>
    </w:p>
    <w:p w:rsidR="005B0461" w:rsidRDefault="005B0461" w:rsidP="005B0461">
      <w:r>
        <w:t>516.0888</w:t>
      </w:r>
      <w:r>
        <w:tab/>
        <w:t>3.038e0</w:t>
      </w:r>
    </w:p>
    <w:p w:rsidR="005B0461" w:rsidRDefault="005B0461" w:rsidP="005B0461">
      <w:r>
        <w:t>516.1240</w:t>
      </w:r>
      <w:r>
        <w:tab/>
        <w:t>3.479e0</w:t>
      </w:r>
    </w:p>
    <w:p w:rsidR="005B0461" w:rsidRDefault="005B0461" w:rsidP="005B0461">
      <w:r>
        <w:t>516.1471</w:t>
      </w:r>
      <w:r>
        <w:tab/>
        <w:t>2.684e0</w:t>
      </w:r>
    </w:p>
    <w:p w:rsidR="005B0461" w:rsidRDefault="005B0461" w:rsidP="005B0461">
      <w:r>
        <w:t>516.1819</w:t>
      </w:r>
      <w:r>
        <w:tab/>
        <w:t>2.769e0</w:t>
      </w:r>
    </w:p>
    <w:p w:rsidR="005B0461" w:rsidRDefault="005B0461" w:rsidP="005B0461">
      <w:r>
        <w:t>516.1925</w:t>
      </w:r>
      <w:r>
        <w:tab/>
        <w:t>1.013e0</w:t>
      </w:r>
    </w:p>
    <w:p w:rsidR="005B0461" w:rsidRDefault="005B0461" w:rsidP="005B0461">
      <w:r>
        <w:t>516.2014</w:t>
      </w:r>
      <w:r>
        <w:tab/>
        <w:t>2.025e0</w:t>
      </w:r>
    </w:p>
    <w:p w:rsidR="005B0461" w:rsidRDefault="005B0461" w:rsidP="005B0461">
      <w:r>
        <w:t>516.2462</w:t>
      </w:r>
      <w:r>
        <w:tab/>
        <w:t>2.025e0</w:t>
      </w:r>
    </w:p>
    <w:p w:rsidR="005B0461" w:rsidRDefault="005B0461" w:rsidP="005B0461">
      <w:r>
        <w:t>516.2700</w:t>
      </w:r>
      <w:r>
        <w:tab/>
        <w:t>3.507e0</w:t>
      </w:r>
    </w:p>
    <w:p w:rsidR="005B0461" w:rsidRDefault="005B0461" w:rsidP="005B0461">
      <w:r>
        <w:t>516.2900</w:t>
      </w:r>
      <w:r>
        <w:tab/>
        <w:t>1.725e0</w:t>
      </w:r>
    </w:p>
    <w:p w:rsidR="005B0461" w:rsidRDefault="005B0461" w:rsidP="005B0461">
      <w:r>
        <w:t>516.2992</w:t>
      </w:r>
      <w:r>
        <w:tab/>
        <w:t>1.741e0</w:t>
      </w:r>
    </w:p>
    <w:p w:rsidR="005B0461" w:rsidRDefault="005B0461" w:rsidP="005B0461">
      <w:r>
        <w:t>516.3084</w:t>
      </w:r>
      <w:r>
        <w:tab/>
        <w:t>1.536e0</w:t>
      </w:r>
    </w:p>
    <w:p w:rsidR="005B0461" w:rsidRDefault="005B0461" w:rsidP="005B0461">
      <w:r>
        <w:t>516.3896</w:t>
      </w:r>
      <w:r>
        <w:tab/>
        <w:t>2.966e0</w:t>
      </w:r>
    </w:p>
    <w:p w:rsidR="005B0461" w:rsidRDefault="005B0461" w:rsidP="005B0461">
      <w:r>
        <w:t>516.3943</w:t>
      </w:r>
      <w:r>
        <w:tab/>
        <w:t>3.038e0</w:t>
      </w:r>
    </w:p>
    <w:p w:rsidR="005B0461" w:rsidRDefault="005B0461" w:rsidP="005B0461">
      <w:r>
        <w:lastRenderedPageBreak/>
        <w:t>516.4279</w:t>
      </w:r>
      <w:r>
        <w:tab/>
        <w:t>2.025e0</w:t>
      </w:r>
    </w:p>
    <w:p w:rsidR="005B0461" w:rsidRDefault="005B0461" w:rsidP="005B0461">
      <w:r>
        <w:t>516.4349</w:t>
      </w:r>
      <w:r>
        <w:tab/>
        <w:t>1.770e0</w:t>
      </w:r>
    </w:p>
    <w:p w:rsidR="005B0461" w:rsidRDefault="005B0461" w:rsidP="005B0461">
      <w:r>
        <w:t>516.4468</w:t>
      </w:r>
      <w:r>
        <w:tab/>
        <w:t>2.025e0</w:t>
      </w:r>
    </w:p>
    <w:p w:rsidR="005B0461" w:rsidRDefault="005B0461" w:rsidP="005B0461">
      <w:r>
        <w:t>516.4784</w:t>
      </w:r>
      <w:r>
        <w:tab/>
        <w:t>3.038e0</w:t>
      </w:r>
    </w:p>
    <w:p w:rsidR="005B0461" w:rsidRDefault="005B0461" w:rsidP="005B0461">
      <w:r>
        <w:t>516.5110</w:t>
      </w:r>
      <w:r>
        <w:tab/>
        <w:t>2.025e0</w:t>
      </w:r>
    </w:p>
    <w:p w:rsidR="005B0461" w:rsidRDefault="005B0461" w:rsidP="005B0461">
      <w:r>
        <w:t>516.5570</w:t>
      </w:r>
      <w:r>
        <w:tab/>
        <w:t>2.025e0</w:t>
      </w:r>
    </w:p>
    <w:p w:rsidR="005B0461" w:rsidRDefault="005B0461" w:rsidP="005B0461">
      <w:r>
        <w:t>516.6031</w:t>
      </w:r>
      <w:r>
        <w:tab/>
        <w:t>2.025e0</w:t>
      </w:r>
    </w:p>
    <w:p w:rsidR="005B0461" w:rsidRDefault="005B0461" w:rsidP="005B0461">
      <w:r>
        <w:t>516.6306</w:t>
      </w:r>
      <w:r>
        <w:tab/>
        <w:t>1.013e0</w:t>
      </w:r>
    </w:p>
    <w:p w:rsidR="005B0461" w:rsidRDefault="005B0461" w:rsidP="005B0461">
      <w:r>
        <w:t>516.6395</w:t>
      </w:r>
      <w:r>
        <w:tab/>
        <w:t>2.025e0</w:t>
      </w:r>
    </w:p>
    <w:p w:rsidR="005B0461" w:rsidRDefault="005B0461" w:rsidP="005B0461">
      <w:r>
        <w:t>516.6786</w:t>
      </w:r>
      <w:r>
        <w:tab/>
        <w:t>4.051e0</w:t>
      </w:r>
    </w:p>
    <w:p w:rsidR="005B0461" w:rsidRDefault="005B0461" w:rsidP="005B0461">
      <w:r>
        <w:t>516.7379</w:t>
      </w:r>
      <w:r>
        <w:tab/>
        <w:t>1.013e0</w:t>
      </w:r>
    </w:p>
    <w:p w:rsidR="005B0461" w:rsidRDefault="005B0461" w:rsidP="005B0461">
      <w:r>
        <w:t>516.7507</w:t>
      </w:r>
      <w:r>
        <w:tab/>
        <w:t>2.025e0</w:t>
      </w:r>
    </w:p>
    <w:p w:rsidR="005B0461" w:rsidRDefault="005B0461" w:rsidP="005B0461">
      <w:r>
        <w:t>516.7831</w:t>
      </w:r>
      <w:r>
        <w:tab/>
        <w:t>1.013e0</w:t>
      </w:r>
    </w:p>
    <w:p w:rsidR="005B0461" w:rsidRDefault="005B0461" w:rsidP="005B0461">
      <w:r>
        <w:t>516.8201</w:t>
      </w:r>
      <w:r>
        <w:tab/>
        <w:t>1.013e0</w:t>
      </w:r>
    </w:p>
    <w:p w:rsidR="005B0461" w:rsidRDefault="005B0461" w:rsidP="005B0461">
      <w:r>
        <w:t>516.8274</w:t>
      </w:r>
      <w:r>
        <w:tab/>
        <w:t>1.013e0</w:t>
      </w:r>
    </w:p>
    <w:p w:rsidR="005B0461" w:rsidRDefault="005B0461" w:rsidP="005B0461">
      <w:r>
        <w:t>516.8753</w:t>
      </w:r>
      <w:r>
        <w:tab/>
        <w:t>2.025e0</w:t>
      </w:r>
    </w:p>
    <w:p w:rsidR="005B0461" w:rsidRDefault="005B0461" w:rsidP="005B0461">
      <w:r>
        <w:t>516.8888</w:t>
      </w:r>
      <w:r>
        <w:tab/>
        <w:t>3.038e0</w:t>
      </w:r>
    </w:p>
    <w:p w:rsidR="005B0461" w:rsidRDefault="005B0461" w:rsidP="005B0461">
      <w:r>
        <w:t>516.9487</w:t>
      </w:r>
      <w:r>
        <w:tab/>
        <w:t>1.013e0</w:t>
      </w:r>
    </w:p>
    <w:p w:rsidR="005B0461" w:rsidRDefault="005B0461" w:rsidP="005B0461">
      <w:r>
        <w:t>516.9543</w:t>
      </w:r>
      <w:r>
        <w:tab/>
        <w:t>1.520e0</w:t>
      </w:r>
    </w:p>
    <w:p w:rsidR="005B0461" w:rsidRDefault="005B0461" w:rsidP="005B0461">
      <w:r>
        <w:lastRenderedPageBreak/>
        <w:t>516.9582</w:t>
      </w:r>
      <w:r>
        <w:tab/>
        <w:t>3.038e0</w:t>
      </w:r>
    </w:p>
    <w:p w:rsidR="005B0461" w:rsidRDefault="005B0461" w:rsidP="005B0461">
      <w:r>
        <w:t>516.9657</w:t>
      </w:r>
      <w:r>
        <w:tab/>
        <w:t>4.972e0</w:t>
      </w:r>
    </w:p>
    <w:p w:rsidR="005B0461" w:rsidRDefault="005B0461" w:rsidP="005B0461">
      <w:r>
        <w:t>517.0012</w:t>
      </w:r>
      <w:r>
        <w:tab/>
        <w:t>3.038e0</w:t>
      </w:r>
    </w:p>
    <w:p w:rsidR="005B0461" w:rsidRDefault="005B0461" w:rsidP="005B0461">
      <w:r>
        <w:t>517.0377</w:t>
      </w:r>
      <w:r>
        <w:tab/>
        <w:t>2.724e0</w:t>
      </w:r>
    </w:p>
    <w:p w:rsidR="005B0461" w:rsidRDefault="005B0461" w:rsidP="005B0461">
      <w:r>
        <w:t>517.0389</w:t>
      </w:r>
      <w:r>
        <w:tab/>
        <w:t>4.316e0</w:t>
      </w:r>
    </w:p>
    <w:p w:rsidR="005B0461" w:rsidRDefault="005B0461" w:rsidP="005B0461">
      <w:r>
        <w:t>517.0789</w:t>
      </w:r>
      <w:r>
        <w:tab/>
        <w:t>2.025e0</w:t>
      </w:r>
    </w:p>
    <w:p w:rsidR="005B0461" w:rsidRDefault="005B0461" w:rsidP="005B0461">
      <w:r>
        <w:t>517.0806</w:t>
      </w:r>
      <w:r>
        <w:tab/>
        <w:t>2.603e0</w:t>
      </w:r>
    </w:p>
    <w:p w:rsidR="005B0461" w:rsidRDefault="005B0461" w:rsidP="005B0461">
      <w:r>
        <w:t>517.1242</w:t>
      </w:r>
      <w:r>
        <w:tab/>
        <w:t>2.652e0</w:t>
      </w:r>
    </w:p>
    <w:p w:rsidR="005B0461" w:rsidRDefault="005B0461" w:rsidP="005B0461">
      <w:r>
        <w:t>517.1765</w:t>
      </w:r>
      <w:r>
        <w:tab/>
        <w:t>2.025e0</w:t>
      </w:r>
    </w:p>
    <w:p w:rsidR="005B0461" w:rsidRDefault="005B0461" w:rsidP="005B0461">
      <w:r>
        <w:t>517.1899</w:t>
      </w:r>
      <w:r>
        <w:tab/>
        <w:t>3.774e0</w:t>
      </w:r>
    </w:p>
    <w:p w:rsidR="005B0461" w:rsidRDefault="005B0461" w:rsidP="005B0461">
      <w:r>
        <w:t>517.2123</w:t>
      </w:r>
      <w:r>
        <w:tab/>
        <w:t>1.013e0</w:t>
      </w:r>
    </w:p>
    <w:p w:rsidR="005B0461" w:rsidRDefault="005B0461" w:rsidP="005B0461">
      <w:r>
        <w:t>517.2297</w:t>
      </w:r>
      <w:r>
        <w:tab/>
        <w:t>1.514e0</w:t>
      </w:r>
    </w:p>
    <w:p w:rsidR="005B0461" w:rsidRDefault="005B0461" w:rsidP="005B0461">
      <w:r>
        <w:t>517.2455</w:t>
      </w:r>
      <w:r>
        <w:tab/>
        <w:t>1.013e0</w:t>
      </w:r>
    </w:p>
    <w:p w:rsidR="005B0461" w:rsidRDefault="005B0461" w:rsidP="005B0461">
      <w:r>
        <w:t>517.3517</w:t>
      </w:r>
      <w:r>
        <w:tab/>
        <w:t>1.644e1</w:t>
      </w:r>
    </w:p>
    <w:p w:rsidR="005B0461" w:rsidRDefault="005B0461" w:rsidP="005B0461">
      <w:r>
        <w:t>517.3571</w:t>
      </w:r>
      <w:r>
        <w:tab/>
        <w:t>1.005e1</w:t>
      </w:r>
    </w:p>
    <w:p w:rsidR="005B0461" w:rsidRDefault="005B0461" w:rsidP="005B0461">
      <w:r>
        <w:t>517.3602</w:t>
      </w:r>
      <w:r>
        <w:tab/>
        <w:t>2.222e1</w:t>
      </w:r>
    </w:p>
    <w:p w:rsidR="005B0461" w:rsidRDefault="005B0461" w:rsidP="005B0461">
      <w:r>
        <w:t>517.3653</w:t>
      </w:r>
      <w:r>
        <w:tab/>
        <w:t>2.428e1</w:t>
      </w:r>
    </w:p>
    <w:p w:rsidR="005B0461" w:rsidRDefault="005B0461" w:rsidP="005B0461">
      <w:r>
        <w:t>517.4554</w:t>
      </w:r>
      <w:r>
        <w:tab/>
        <w:t>3.038e0</w:t>
      </w:r>
    </w:p>
    <w:p w:rsidR="005B0461" w:rsidRDefault="005B0461" w:rsidP="005B0461">
      <w:r>
        <w:t>517.4845</w:t>
      </w:r>
      <w:r>
        <w:tab/>
        <w:t>3.141e0</w:t>
      </w:r>
    </w:p>
    <w:p w:rsidR="005B0461" w:rsidRDefault="005B0461" w:rsidP="005B0461">
      <w:r>
        <w:lastRenderedPageBreak/>
        <w:t>517.6154</w:t>
      </w:r>
      <w:r>
        <w:tab/>
        <w:t>1.013e0</w:t>
      </w:r>
    </w:p>
    <w:p w:rsidR="005B0461" w:rsidRDefault="005B0461" w:rsidP="005B0461">
      <w:r>
        <w:t>517.6423</w:t>
      </w:r>
      <w:r>
        <w:tab/>
        <w:t>1.013e0</w:t>
      </w:r>
    </w:p>
    <w:p w:rsidR="005B0461" w:rsidRDefault="005B0461" w:rsidP="005B0461">
      <w:r>
        <w:t>517.7050</w:t>
      </w:r>
      <w:r>
        <w:tab/>
        <w:t>1.013e0</w:t>
      </w:r>
    </w:p>
    <w:p w:rsidR="005B0461" w:rsidRDefault="005B0461" w:rsidP="005B0461">
      <w:r>
        <w:t>517.7108</w:t>
      </w:r>
      <w:r>
        <w:tab/>
        <w:t>2.025e0</w:t>
      </w:r>
    </w:p>
    <w:p w:rsidR="005B0461" w:rsidRDefault="005B0461" w:rsidP="005B0461">
      <w:r>
        <w:t>517.7178</w:t>
      </w:r>
      <w:r>
        <w:tab/>
        <w:t>2.025e0</w:t>
      </w:r>
    </w:p>
    <w:p w:rsidR="005B0461" w:rsidRDefault="005B0461" w:rsidP="005B0461">
      <w:r>
        <w:t>517.7854</w:t>
      </w:r>
      <w:r>
        <w:tab/>
        <w:t>6.076e0</w:t>
      </w:r>
    </w:p>
    <w:p w:rsidR="005B0461" w:rsidRDefault="005B0461" w:rsidP="005B0461">
      <w:r>
        <w:t>517.8057</w:t>
      </w:r>
      <w:r>
        <w:tab/>
        <w:t>1.013e0</w:t>
      </w:r>
    </w:p>
    <w:p w:rsidR="005B0461" w:rsidRDefault="005B0461" w:rsidP="005B0461">
      <w:r>
        <w:t>517.8240</w:t>
      </w:r>
      <w:r>
        <w:tab/>
        <w:t>1.013e0</w:t>
      </w:r>
    </w:p>
    <w:p w:rsidR="005B0461" w:rsidRDefault="005B0461" w:rsidP="005B0461">
      <w:r>
        <w:t>517.8544</w:t>
      </w:r>
      <w:r>
        <w:tab/>
        <w:t>4.051e0</w:t>
      </w:r>
    </w:p>
    <w:p w:rsidR="005B0461" w:rsidRDefault="005B0461" w:rsidP="005B0461">
      <w:r>
        <w:t>517.9022</w:t>
      </w:r>
      <w:r>
        <w:tab/>
        <w:t>1.013e0</w:t>
      </w:r>
    </w:p>
    <w:p w:rsidR="005B0461" w:rsidRDefault="005B0461" w:rsidP="005B0461">
      <w:r>
        <w:t>517.9190</w:t>
      </w:r>
      <w:r>
        <w:tab/>
        <w:t>3.975e0</w:t>
      </w:r>
    </w:p>
    <w:p w:rsidR="005B0461" w:rsidRDefault="005B0461" w:rsidP="005B0461">
      <w:r>
        <w:t>517.9201</w:t>
      </w:r>
      <w:r>
        <w:tab/>
        <w:t>2.025e0</w:t>
      </w:r>
    </w:p>
    <w:p w:rsidR="005B0461" w:rsidRDefault="005B0461" w:rsidP="005B0461">
      <w:r>
        <w:t>517.9291</w:t>
      </w:r>
      <w:r>
        <w:tab/>
        <w:t>1.013e0</w:t>
      </w:r>
    </w:p>
    <w:p w:rsidR="005B0461" w:rsidRDefault="005B0461" w:rsidP="005B0461">
      <w:r>
        <w:t>517.9961</w:t>
      </w:r>
      <w:r>
        <w:tab/>
        <w:t>2.025e0</w:t>
      </w:r>
    </w:p>
    <w:p w:rsidR="005B0461" w:rsidRDefault="005B0461" w:rsidP="005B0461">
      <w:r>
        <w:t>518.0071</w:t>
      </w:r>
      <w:r>
        <w:tab/>
        <w:t>1.757e0</w:t>
      </w:r>
    </w:p>
    <w:p w:rsidR="005B0461" w:rsidRDefault="005B0461" w:rsidP="005B0461">
      <w:r>
        <w:t>518.0302</w:t>
      </w:r>
      <w:r>
        <w:tab/>
        <w:t>4.780e0</w:t>
      </w:r>
    </w:p>
    <w:p w:rsidR="005B0461" w:rsidRDefault="005B0461" w:rsidP="005B0461">
      <w:r>
        <w:t>518.0837</w:t>
      </w:r>
      <w:r>
        <w:tab/>
        <w:t>2.603e0</w:t>
      </w:r>
    </w:p>
    <w:p w:rsidR="005B0461" w:rsidRDefault="005B0461" w:rsidP="005B0461">
      <w:r>
        <w:t>518.1086</w:t>
      </w:r>
      <w:r>
        <w:tab/>
        <w:t>2.676e0</w:t>
      </w:r>
    </w:p>
    <w:p w:rsidR="005B0461" w:rsidRDefault="005B0461" w:rsidP="005B0461">
      <w:r>
        <w:t>518.1107</w:t>
      </w:r>
      <w:r>
        <w:tab/>
        <w:t>5.474e0</w:t>
      </w:r>
    </w:p>
    <w:p w:rsidR="005B0461" w:rsidRDefault="005B0461" w:rsidP="005B0461">
      <w:r>
        <w:lastRenderedPageBreak/>
        <w:t>518.1427</w:t>
      </w:r>
      <w:r>
        <w:tab/>
        <w:t>2.025e0</w:t>
      </w:r>
    </w:p>
    <w:p w:rsidR="005B0461" w:rsidRDefault="005B0461" w:rsidP="005B0461">
      <w:r>
        <w:t>518.1981</w:t>
      </w:r>
      <w:r>
        <w:tab/>
        <w:t>2.025e0</w:t>
      </w:r>
    </w:p>
    <w:p w:rsidR="005B0461" w:rsidRDefault="005B0461" w:rsidP="005B0461">
      <w:r>
        <w:t>518.2089</w:t>
      </w:r>
      <w:r>
        <w:tab/>
        <w:t>2.693e0</w:t>
      </w:r>
    </w:p>
    <w:p w:rsidR="005B0461" w:rsidRDefault="005B0461" w:rsidP="005B0461">
      <w:r>
        <w:t>518.2112</w:t>
      </w:r>
      <w:r>
        <w:tab/>
        <w:t>1.847e0</w:t>
      </w:r>
    </w:p>
    <w:p w:rsidR="005B0461" w:rsidRDefault="005B0461" w:rsidP="005B0461">
      <w:r>
        <w:t>518.2330</w:t>
      </w:r>
      <w:r>
        <w:tab/>
        <w:t>1.834e0</w:t>
      </w:r>
    </w:p>
    <w:p w:rsidR="005B0461" w:rsidRDefault="005B0461" w:rsidP="005B0461">
      <w:r>
        <w:t>518.2536</w:t>
      </w:r>
      <w:r>
        <w:tab/>
        <w:t>3.400e0</w:t>
      </w:r>
    </w:p>
    <w:p w:rsidR="005B0461" w:rsidRDefault="005B0461" w:rsidP="005B0461">
      <w:r>
        <w:t>518.2767</w:t>
      </w:r>
      <w:r>
        <w:tab/>
        <w:t>1.795e0</w:t>
      </w:r>
    </w:p>
    <w:p w:rsidR="005B0461" w:rsidRDefault="005B0461" w:rsidP="005B0461">
      <w:r>
        <w:t>518.3027</w:t>
      </w:r>
      <w:r>
        <w:tab/>
        <w:t>4.835e0</w:t>
      </w:r>
    </w:p>
    <w:p w:rsidR="005B0461" w:rsidRDefault="005B0461" w:rsidP="005B0461">
      <w:r>
        <w:t>518.3417</w:t>
      </w:r>
      <w:r>
        <w:tab/>
        <w:t>7.801e0</w:t>
      </w:r>
    </w:p>
    <w:p w:rsidR="005B0461" w:rsidRDefault="005B0461" w:rsidP="005B0461">
      <w:r>
        <w:t>518.3575</w:t>
      </w:r>
      <w:r>
        <w:tab/>
        <w:t>1.807e1</w:t>
      </w:r>
    </w:p>
    <w:p w:rsidR="005B0461" w:rsidRDefault="005B0461" w:rsidP="005B0461">
      <w:r>
        <w:t>518.3876</w:t>
      </w:r>
      <w:r>
        <w:tab/>
        <w:t>8.451e0</w:t>
      </w:r>
    </w:p>
    <w:p w:rsidR="005B0461" w:rsidRDefault="005B0461" w:rsidP="005B0461">
      <w:r>
        <w:t>518.4184</w:t>
      </w:r>
      <w:r>
        <w:tab/>
        <w:t>3.038e0</w:t>
      </w:r>
    </w:p>
    <w:p w:rsidR="005B0461" w:rsidRDefault="005B0461" w:rsidP="005B0461">
      <w:r>
        <w:t>518.4771</w:t>
      </w:r>
      <w:r>
        <w:tab/>
        <w:t>3.038e0</w:t>
      </w:r>
    </w:p>
    <w:p w:rsidR="005B0461" w:rsidRDefault="005B0461" w:rsidP="005B0461">
      <w:r>
        <w:t>518.4793</w:t>
      </w:r>
      <w:r>
        <w:tab/>
        <w:t>2.025e0</w:t>
      </w:r>
    </w:p>
    <w:p w:rsidR="005B0461" w:rsidRDefault="005B0461" w:rsidP="005B0461">
      <w:r>
        <w:t>518.4913</w:t>
      </w:r>
      <w:r>
        <w:tab/>
        <w:t>1.013e0</w:t>
      </w:r>
    </w:p>
    <w:p w:rsidR="005B0461" w:rsidRDefault="005B0461" w:rsidP="005B0461">
      <w:r>
        <w:t>518.5211</w:t>
      </w:r>
      <w:r>
        <w:tab/>
        <w:t>1.013e0</w:t>
      </w:r>
    </w:p>
    <w:p w:rsidR="005B0461" w:rsidRDefault="005B0461" w:rsidP="005B0461">
      <w:r>
        <w:t>518.5494</w:t>
      </w:r>
      <w:r>
        <w:tab/>
        <w:t>1.013e0</w:t>
      </w:r>
    </w:p>
    <w:p w:rsidR="005B0461" w:rsidRDefault="005B0461" w:rsidP="005B0461">
      <w:r>
        <w:t>518.5750</w:t>
      </w:r>
      <w:r>
        <w:tab/>
        <w:t>1.013e0</w:t>
      </w:r>
    </w:p>
    <w:p w:rsidR="005B0461" w:rsidRDefault="005B0461" w:rsidP="005B0461">
      <w:r>
        <w:t>518.6198</w:t>
      </w:r>
      <w:r>
        <w:tab/>
        <w:t>1.013e0</w:t>
      </w:r>
    </w:p>
    <w:p w:rsidR="005B0461" w:rsidRDefault="005B0461" w:rsidP="005B0461">
      <w:r>
        <w:lastRenderedPageBreak/>
        <w:t>518.6414</w:t>
      </w:r>
      <w:r>
        <w:tab/>
        <w:t>1.013e0</w:t>
      </w:r>
    </w:p>
    <w:p w:rsidR="005B0461" w:rsidRDefault="005B0461" w:rsidP="005B0461">
      <w:r>
        <w:t>518.7309</w:t>
      </w:r>
      <w:r>
        <w:tab/>
        <w:t>3.038e0</w:t>
      </w:r>
    </w:p>
    <w:p w:rsidR="005B0461" w:rsidRDefault="005B0461" w:rsidP="005B0461">
      <w:r>
        <w:t>518.7327</w:t>
      </w:r>
      <w:r>
        <w:tab/>
        <w:t>3.038e0</w:t>
      </w:r>
    </w:p>
    <w:p w:rsidR="005B0461" w:rsidRDefault="005B0461" w:rsidP="005B0461">
      <w:r>
        <w:t>518.8280</w:t>
      </w:r>
      <w:r>
        <w:tab/>
        <w:t>1.013e0</w:t>
      </w:r>
    </w:p>
    <w:p w:rsidR="005B0461" w:rsidRDefault="005B0461" w:rsidP="005B0461">
      <w:r>
        <w:t>518.8629</w:t>
      </w:r>
      <w:r>
        <w:tab/>
        <w:t>5.063e0</w:t>
      </w:r>
    </w:p>
    <w:p w:rsidR="005B0461" w:rsidRDefault="005B0461" w:rsidP="005B0461">
      <w:r>
        <w:t>518.8738</w:t>
      </w:r>
      <w:r>
        <w:tab/>
        <w:t>3.038e0</w:t>
      </w:r>
    </w:p>
    <w:p w:rsidR="005B0461" w:rsidRDefault="005B0461" w:rsidP="005B0461">
      <w:r>
        <w:t>518.8989</w:t>
      </w:r>
      <w:r>
        <w:tab/>
        <w:t>2.025e0</w:t>
      </w:r>
    </w:p>
    <w:p w:rsidR="005B0461" w:rsidRDefault="005B0461" w:rsidP="005B0461">
      <w:r>
        <w:t>518.9310</w:t>
      </w:r>
      <w:r>
        <w:tab/>
        <w:t>3.038e0</w:t>
      </w:r>
    </w:p>
    <w:p w:rsidR="005B0461" w:rsidRDefault="005B0461" w:rsidP="005B0461">
      <w:r>
        <w:t>518.9473</w:t>
      </w:r>
      <w:r>
        <w:tab/>
        <w:t>4.051e0</w:t>
      </w:r>
    </w:p>
    <w:p w:rsidR="005B0461" w:rsidRDefault="005B0461" w:rsidP="005B0461">
      <w:r>
        <w:t>518.9790</w:t>
      </w:r>
      <w:r>
        <w:tab/>
        <w:t>1.013e0</w:t>
      </w:r>
    </w:p>
    <w:p w:rsidR="005B0461" w:rsidRDefault="005B0461" w:rsidP="005B0461">
      <w:r>
        <w:t>519.0261</w:t>
      </w:r>
      <w:r>
        <w:tab/>
        <w:t>2.117e0</w:t>
      </w:r>
    </w:p>
    <w:p w:rsidR="005B0461" w:rsidRDefault="005B0461" w:rsidP="005B0461">
      <w:r>
        <w:t>519.0521</w:t>
      </w:r>
      <w:r>
        <w:tab/>
        <w:t>2.643e0</w:t>
      </w:r>
    </w:p>
    <w:p w:rsidR="005B0461" w:rsidRDefault="005B0461" w:rsidP="005B0461">
      <w:r>
        <w:t>519.0583</w:t>
      </w:r>
      <w:r>
        <w:tab/>
        <w:t>2.776e0</w:t>
      </w:r>
    </w:p>
    <w:p w:rsidR="005B0461" w:rsidRDefault="005B0461" w:rsidP="005B0461">
      <w:r>
        <w:t>519.0769</w:t>
      </w:r>
      <w:r>
        <w:tab/>
        <w:t>6.306e0</w:t>
      </w:r>
    </w:p>
    <w:p w:rsidR="005B0461" w:rsidRDefault="005B0461" w:rsidP="005B0461">
      <w:r>
        <w:t>519.1298</w:t>
      </w:r>
      <w:r>
        <w:tab/>
        <w:t>1.390e0</w:t>
      </w:r>
    </w:p>
    <w:p w:rsidR="005B0461" w:rsidRDefault="005B0461" w:rsidP="005B0461">
      <w:r>
        <w:t>519.1618</w:t>
      </w:r>
      <w:r>
        <w:tab/>
        <w:t>1.013e0</w:t>
      </w:r>
    </w:p>
    <w:p w:rsidR="005B0461" w:rsidRDefault="005B0461" w:rsidP="005B0461">
      <w:r>
        <w:t>519.2062</w:t>
      </w:r>
      <w:r>
        <w:tab/>
        <w:t>2.025e0</w:t>
      </w:r>
    </w:p>
    <w:p w:rsidR="005B0461" w:rsidRDefault="005B0461" w:rsidP="005B0461">
      <w:r>
        <w:t>519.2126</w:t>
      </w:r>
      <w:r>
        <w:tab/>
        <w:t>2.025e0</w:t>
      </w:r>
    </w:p>
    <w:p w:rsidR="005B0461" w:rsidRDefault="005B0461" w:rsidP="005B0461">
      <w:r>
        <w:t>519.2357</w:t>
      </w:r>
      <w:r>
        <w:tab/>
        <w:t>1.818e0</w:t>
      </w:r>
    </w:p>
    <w:p w:rsidR="005B0461" w:rsidRDefault="005B0461" w:rsidP="005B0461">
      <w:r>
        <w:lastRenderedPageBreak/>
        <w:t>519.2756</w:t>
      </w:r>
      <w:r>
        <w:tab/>
        <w:t>3.436e0</w:t>
      </w:r>
    </w:p>
    <w:p w:rsidR="005B0461" w:rsidRDefault="005B0461" w:rsidP="005B0461">
      <w:r>
        <w:t>519.3040</w:t>
      </w:r>
      <w:r>
        <w:tab/>
        <w:t>1.033e0</w:t>
      </w:r>
    </w:p>
    <w:p w:rsidR="005B0461" w:rsidRDefault="005B0461" w:rsidP="005B0461">
      <w:r>
        <w:t>519.3148</w:t>
      </w:r>
      <w:r>
        <w:tab/>
        <w:t>7.701e0</w:t>
      </w:r>
    </w:p>
    <w:p w:rsidR="005B0461" w:rsidRDefault="005B0461" w:rsidP="005B0461">
      <w:r>
        <w:t>519.3278</w:t>
      </w:r>
      <w:r>
        <w:tab/>
        <w:t>3.512e0</w:t>
      </w:r>
    </w:p>
    <w:p w:rsidR="005B0461" w:rsidRDefault="005B0461" w:rsidP="005B0461">
      <w:r>
        <w:t>519.3745</w:t>
      </w:r>
      <w:r>
        <w:tab/>
        <w:t>2.025e0</w:t>
      </w:r>
    </w:p>
    <w:p w:rsidR="005B0461" w:rsidRDefault="005B0461" w:rsidP="005B0461">
      <w:r>
        <w:t>519.3837</w:t>
      </w:r>
      <w:r>
        <w:tab/>
        <w:t>2.025e0</w:t>
      </w:r>
    </w:p>
    <w:p w:rsidR="005B0461" w:rsidRDefault="005B0461" w:rsidP="005B0461">
      <w:r>
        <w:t>519.4014</w:t>
      </w:r>
      <w:r>
        <w:tab/>
        <w:t>1.968e0</w:t>
      </w:r>
    </w:p>
    <w:p w:rsidR="005B0461" w:rsidRDefault="005B0461" w:rsidP="005B0461">
      <w:r>
        <w:t>519.4061</w:t>
      </w:r>
      <w:r>
        <w:tab/>
        <w:t>5.063e0</w:t>
      </w:r>
    </w:p>
    <w:p w:rsidR="005B0461" w:rsidRDefault="005B0461" w:rsidP="005B0461">
      <w:r>
        <w:t>519.4587</w:t>
      </w:r>
      <w:r>
        <w:tab/>
        <w:t>1.013e0</w:t>
      </w:r>
    </w:p>
    <w:p w:rsidR="005B0461" w:rsidRDefault="005B0461" w:rsidP="005B0461">
      <w:r>
        <w:t>519.4828</w:t>
      </w:r>
      <w:r>
        <w:tab/>
        <w:t>3.969e0</w:t>
      </w:r>
    </w:p>
    <w:p w:rsidR="005B0461" w:rsidRDefault="005B0461" w:rsidP="005B0461">
      <w:r>
        <w:t>519.5272</w:t>
      </w:r>
      <w:r>
        <w:tab/>
        <w:t>1.013e0</w:t>
      </w:r>
    </w:p>
    <w:p w:rsidR="005B0461" w:rsidRDefault="005B0461" w:rsidP="005B0461">
      <w:r>
        <w:t>519.5493</w:t>
      </w:r>
      <w:r>
        <w:tab/>
        <w:t>4.051e0</w:t>
      </w:r>
    </w:p>
    <w:p w:rsidR="005B0461" w:rsidRDefault="005B0461" w:rsidP="005B0461">
      <w:r>
        <w:t>519.5505</w:t>
      </w:r>
      <w:r>
        <w:tab/>
        <w:t>1.013e0</w:t>
      </w:r>
    </w:p>
    <w:p w:rsidR="005B0461" w:rsidRDefault="005B0461" w:rsidP="005B0461">
      <w:r>
        <w:t>519.5811</w:t>
      </w:r>
      <w:r>
        <w:tab/>
        <w:t>1.013e0</w:t>
      </w:r>
    </w:p>
    <w:p w:rsidR="005B0461" w:rsidRDefault="005B0461" w:rsidP="005B0461">
      <w:r>
        <w:t>519.5991</w:t>
      </w:r>
      <w:r>
        <w:tab/>
        <w:t>1.013e0</w:t>
      </w:r>
    </w:p>
    <w:p w:rsidR="005B0461" w:rsidRDefault="005B0461" w:rsidP="005B0461">
      <w:r>
        <w:t>519.6531</w:t>
      </w:r>
      <w:r>
        <w:tab/>
        <w:t>1.013e0</w:t>
      </w:r>
    </w:p>
    <w:p w:rsidR="005B0461" w:rsidRDefault="005B0461" w:rsidP="005B0461">
      <w:r>
        <w:t>519.6794</w:t>
      </w:r>
      <w:r>
        <w:tab/>
        <w:t>1.013e0</w:t>
      </w:r>
    </w:p>
    <w:p w:rsidR="005B0461" w:rsidRDefault="005B0461" w:rsidP="005B0461">
      <w:r>
        <w:t>519.7070</w:t>
      </w:r>
      <w:r>
        <w:tab/>
        <w:t>1.013e0</w:t>
      </w:r>
    </w:p>
    <w:p w:rsidR="005B0461" w:rsidRDefault="005B0461" w:rsidP="005B0461">
      <w:r>
        <w:t>519.7160</w:t>
      </w:r>
      <w:r>
        <w:tab/>
        <w:t>2.025e0</w:t>
      </w:r>
    </w:p>
    <w:p w:rsidR="005B0461" w:rsidRDefault="005B0461" w:rsidP="005B0461">
      <w:r>
        <w:lastRenderedPageBreak/>
        <w:t>519.7340</w:t>
      </w:r>
      <w:r>
        <w:tab/>
        <w:t>1.013e0</w:t>
      </w:r>
    </w:p>
    <w:p w:rsidR="005B0461" w:rsidRDefault="005B0461" w:rsidP="005B0461">
      <w:r>
        <w:t>519.7520</w:t>
      </w:r>
      <w:r>
        <w:tab/>
        <w:t>1.013e0</w:t>
      </w:r>
    </w:p>
    <w:p w:rsidR="005B0461" w:rsidRDefault="005B0461" w:rsidP="005B0461">
      <w:r>
        <w:t>519.7621</w:t>
      </w:r>
      <w:r>
        <w:tab/>
        <w:t>2.025e0</w:t>
      </w:r>
    </w:p>
    <w:p w:rsidR="005B0461" w:rsidRDefault="005B0461" w:rsidP="005B0461">
      <w:r>
        <w:t>519.7892</w:t>
      </w:r>
      <w:r>
        <w:tab/>
        <w:t>2.025e0</w:t>
      </w:r>
    </w:p>
    <w:p w:rsidR="005B0461" w:rsidRDefault="005B0461" w:rsidP="005B0461">
      <w:r>
        <w:t>519.7969</w:t>
      </w:r>
      <w:r>
        <w:tab/>
        <w:t>1.013e0</w:t>
      </w:r>
    </w:p>
    <w:p w:rsidR="005B0461" w:rsidRDefault="005B0461" w:rsidP="005B0461">
      <w:r>
        <w:t>519.8658</w:t>
      </w:r>
      <w:r>
        <w:tab/>
        <w:t>1.013e0</w:t>
      </w:r>
    </w:p>
    <w:p w:rsidR="005B0461" w:rsidRDefault="005B0461" w:rsidP="005B0461">
      <w:r>
        <w:t>519.8846</w:t>
      </w:r>
      <w:r>
        <w:tab/>
        <w:t>3.038e0</w:t>
      </w:r>
    </w:p>
    <w:p w:rsidR="005B0461" w:rsidRDefault="005B0461" w:rsidP="005B0461">
      <w:r>
        <w:t>519.8867</w:t>
      </w:r>
      <w:r>
        <w:tab/>
        <w:t>3.038e0</w:t>
      </w:r>
    </w:p>
    <w:p w:rsidR="005B0461" w:rsidRDefault="005B0461" w:rsidP="005B0461">
      <w:r>
        <w:t>519.8959</w:t>
      </w:r>
      <w:r>
        <w:tab/>
        <w:t>1.013e0</w:t>
      </w:r>
    </w:p>
    <w:p w:rsidR="005B0461" w:rsidRDefault="005B0461" w:rsidP="005B0461">
      <w:r>
        <w:t>519.9139</w:t>
      </w:r>
      <w:r>
        <w:tab/>
        <w:t>1.013e0</w:t>
      </w:r>
    </w:p>
    <w:p w:rsidR="005B0461" w:rsidRDefault="005B0461" w:rsidP="005B0461">
      <w:r>
        <w:t>519.9728</w:t>
      </w:r>
      <w:r>
        <w:tab/>
        <w:t>3.038e0</w:t>
      </w:r>
    </w:p>
    <w:p w:rsidR="005B0461" w:rsidRDefault="005B0461" w:rsidP="005B0461">
      <w:r>
        <w:t>519.9894</w:t>
      </w:r>
      <w:r>
        <w:tab/>
        <w:t>4.849e0</w:t>
      </w:r>
    </w:p>
    <w:p w:rsidR="005B0461" w:rsidRDefault="005B0461" w:rsidP="005B0461">
      <w:r>
        <w:t>519.9949</w:t>
      </w:r>
      <w:r>
        <w:tab/>
        <w:t>2.805e0</w:t>
      </w:r>
    </w:p>
    <w:p w:rsidR="005B0461" w:rsidRDefault="005B0461" w:rsidP="005B0461">
      <w:r>
        <w:t>520.0402</w:t>
      </w:r>
      <w:r>
        <w:tab/>
        <w:t>1.678e0</w:t>
      </w:r>
    </w:p>
    <w:p w:rsidR="005B0461" w:rsidRDefault="005B0461" w:rsidP="005B0461">
      <w:r>
        <w:t>520.0462</w:t>
      </w:r>
      <w:r>
        <w:tab/>
        <w:t>2.984e0</w:t>
      </w:r>
    </w:p>
    <w:p w:rsidR="005B0461" w:rsidRDefault="005B0461" w:rsidP="005B0461">
      <w:r>
        <w:t>520.0667</w:t>
      </w:r>
      <w:r>
        <w:tab/>
        <w:t>3.038e0</w:t>
      </w:r>
    </w:p>
    <w:p w:rsidR="005B0461" w:rsidRDefault="005B0461" w:rsidP="005B0461">
      <w:r>
        <w:t>520.0760</w:t>
      </w:r>
      <w:r>
        <w:tab/>
        <w:t>1.731e0</w:t>
      </w:r>
    </w:p>
    <w:p w:rsidR="005B0461" w:rsidRDefault="005B0461" w:rsidP="005B0461">
      <w:r>
        <w:t>520.1044</w:t>
      </w:r>
      <w:r>
        <w:tab/>
        <w:t>2.025e0</w:t>
      </w:r>
    </w:p>
    <w:p w:rsidR="005B0461" w:rsidRDefault="005B0461" w:rsidP="005B0461">
      <w:r>
        <w:t>520.1238</w:t>
      </w:r>
      <w:r>
        <w:tab/>
        <w:t>2.150e0</w:t>
      </w:r>
    </w:p>
    <w:p w:rsidR="005B0461" w:rsidRDefault="005B0461" w:rsidP="005B0461">
      <w:r>
        <w:lastRenderedPageBreak/>
        <w:t>520.1589</w:t>
      </w:r>
      <w:r>
        <w:tab/>
        <w:t>1.774e0</w:t>
      </w:r>
    </w:p>
    <w:p w:rsidR="005B0461" w:rsidRDefault="005B0461" w:rsidP="005B0461">
      <w:r>
        <w:t>520.1768</w:t>
      </w:r>
      <w:r>
        <w:tab/>
        <w:t>3.038e0</w:t>
      </w:r>
    </w:p>
    <w:p w:rsidR="005B0461" w:rsidRDefault="005B0461" w:rsidP="005B0461">
      <w:r>
        <w:t>520.1920</w:t>
      </w:r>
      <w:r>
        <w:tab/>
        <w:t>4.051e0</w:t>
      </w:r>
    </w:p>
    <w:p w:rsidR="005B0461" w:rsidRDefault="005B0461" w:rsidP="005B0461">
      <w:r>
        <w:t>520.2638</w:t>
      </w:r>
      <w:r>
        <w:tab/>
        <w:t>3.783e1</w:t>
      </w:r>
    </w:p>
    <w:p w:rsidR="005B0461" w:rsidRDefault="005B0461" w:rsidP="005B0461">
      <w:r>
        <w:t>520.2664</w:t>
      </w:r>
      <w:r>
        <w:tab/>
        <w:t>1.822e1</w:t>
      </w:r>
    </w:p>
    <w:p w:rsidR="005B0461" w:rsidRDefault="005B0461" w:rsidP="005B0461">
      <w:r>
        <w:t>520.2717</w:t>
      </w:r>
      <w:r>
        <w:tab/>
        <w:t>4.980e1</w:t>
      </w:r>
    </w:p>
    <w:p w:rsidR="005B0461" w:rsidRDefault="005B0461" w:rsidP="005B0461">
      <w:r>
        <w:t>520.3311</w:t>
      </w:r>
      <w:r>
        <w:tab/>
        <w:t>5.063e0</w:t>
      </w:r>
    </w:p>
    <w:p w:rsidR="005B0461" w:rsidRDefault="005B0461" w:rsidP="005B0461">
      <w:r>
        <w:t>520.3359</w:t>
      </w:r>
      <w:r>
        <w:tab/>
        <w:t>9.342e0</w:t>
      </w:r>
    </w:p>
    <w:p w:rsidR="005B0461" w:rsidRDefault="005B0461" w:rsidP="005B0461">
      <w:r>
        <w:t>520.3486</w:t>
      </w:r>
      <w:r>
        <w:tab/>
        <w:t>4.926e0</w:t>
      </w:r>
    </w:p>
    <w:p w:rsidR="005B0461" w:rsidRDefault="005B0461" w:rsidP="005B0461">
      <w:r>
        <w:t>520.3942</w:t>
      </w:r>
      <w:r>
        <w:tab/>
        <w:t>2.025e0</w:t>
      </w:r>
    </w:p>
    <w:p w:rsidR="005B0461" w:rsidRDefault="005B0461" w:rsidP="005B0461">
      <w:r>
        <w:t>520.4046</w:t>
      </w:r>
      <w:r>
        <w:tab/>
        <w:t>5.063e0</w:t>
      </w:r>
    </w:p>
    <w:p w:rsidR="005B0461" w:rsidRDefault="005B0461" w:rsidP="005B0461">
      <w:r>
        <w:t>520.4290</w:t>
      </w:r>
      <w:r>
        <w:tab/>
        <w:t>4.051e0</w:t>
      </w:r>
    </w:p>
    <w:p w:rsidR="005B0461" w:rsidRDefault="005B0461" w:rsidP="005B0461">
      <w:r>
        <w:t>520.4828</w:t>
      </w:r>
      <w:r>
        <w:tab/>
        <w:t>4.051e0</w:t>
      </w:r>
    </w:p>
    <w:p w:rsidR="005B0461" w:rsidRDefault="005B0461" w:rsidP="005B0461">
      <w:r>
        <w:t>520.4991</w:t>
      </w:r>
      <w:r>
        <w:tab/>
        <w:t>4.051e0</w:t>
      </w:r>
    </w:p>
    <w:p w:rsidR="005B0461" w:rsidRDefault="005B0461" w:rsidP="005B0461">
      <w:r>
        <w:t>520.5150</w:t>
      </w:r>
      <w:r>
        <w:tab/>
        <w:t>1.013e0</w:t>
      </w:r>
    </w:p>
    <w:p w:rsidR="005B0461" w:rsidRDefault="005B0461" w:rsidP="005B0461">
      <w:r>
        <w:t>520.5714</w:t>
      </w:r>
      <w:r>
        <w:tab/>
        <w:t>3.038e0</w:t>
      </w:r>
    </w:p>
    <w:p w:rsidR="005B0461" w:rsidRDefault="005B0461" w:rsidP="005B0461">
      <w:r>
        <w:t>520.5915</w:t>
      </w:r>
      <w:r>
        <w:tab/>
        <w:t>1.013e0</w:t>
      </w:r>
    </w:p>
    <w:p w:rsidR="005B0461" w:rsidRDefault="005B0461" w:rsidP="005B0461">
      <w:r>
        <w:t>520.6022</w:t>
      </w:r>
      <w:r>
        <w:tab/>
        <w:t>3.038e0</w:t>
      </w:r>
    </w:p>
    <w:p w:rsidR="005B0461" w:rsidRDefault="005B0461" w:rsidP="005B0461">
      <w:r>
        <w:t>520.6075</w:t>
      </w:r>
      <w:r>
        <w:tab/>
        <w:t>3.038e0</w:t>
      </w:r>
    </w:p>
    <w:p w:rsidR="005B0461" w:rsidRDefault="005B0461" w:rsidP="005B0461">
      <w:r>
        <w:lastRenderedPageBreak/>
        <w:t>520.6467</w:t>
      </w:r>
      <w:r>
        <w:tab/>
        <w:t>1.013e0</w:t>
      </w:r>
    </w:p>
    <w:p w:rsidR="005B0461" w:rsidRDefault="005B0461" w:rsidP="005B0461">
      <w:r>
        <w:t>520.6703</w:t>
      </w:r>
      <w:r>
        <w:tab/>
        <w:t>2.025e0</w:t>
      </w:r>
    </w:p>
    <w:p w:rsidR="005B0461" w:rsidRDefault="005B0461" w:rsidP="005B0461">
      <w:r>
        <w:t>520.6972</w:t>
      </w:r>
      <w:r>
        <w:tab/>
        <w:t>1.013e0</w:t>
      </w:r>
    </w:p>
    <w:p w:rsidR="005B0461" w:rsidRDefault="005B0461" w:rsidP="005B0461">
      <w:r>
        <w:t>520.7242</w:t>
      </w:r>
      <w:r>
        <w:tab/>
        <w:t>1.013e0</w:t>
      </w:r>
    </w:p>
    <w:p w:rsidR="005B0461" w:rsidRDefault="005B0461" w:rsidP="005B0461">
      <w:r>
        <w:t>520.7281</w:t>
      </w:r>
      <w:r>
        <w:tab/>
        <w:t>2.025e0</w:t>
      </w:r>
    </w:p>
    <w:p w:rsidR="005B0461" w:rsidRDefault="005B0461" w:rsidP="005B0461">
      <w:r>
        <w:t>520.7422</w:t>
      </w:r>
      <w:r>
        <w:tab/>
        <w:t>1.013e0</w:t>
      </w:r>
    </w:p>
    <w:p w:rsidR="005B0461" w:rsidRDefault="005B0461" w:rsidP="005B0461">
      <w:r>
        <w:t>520.7799</w:t>
      </w:r>
      <w:r>
        <w:tab/>
        <w:t>2.025e0</w:t>
      </w:r>
    </w:p>
    <w:p w:rsidR="005B0461" w:rsidRDefault="005B0461" w:rsidP="005B0461">
      <w:r>
        <w:t>520.8139</w:t>
      </w:r>
      <w:r>
        <w:tab/>
        <w:t>4.051e0</w:t>
      </w:r>
    </w:p>
    <w:p w:rsidR="005B0461" w:rsidRDefault="005B0461" w:rsidP="005B0461">
      <w:r>
        <w:t>520.8163</w:t>
      </w:r>
      <w:r>
        <w:tab/>
        <w:t>2.157e0</w:t>
      </w:r>
    </w:p>
    <w:p w:rsidR="005B0461" w:rsidRDefault="005B0461" w:rsidP="005B0461">
      <w:r>
        <w:t>520.8331</w:t>
      </w:r>
      <w:r>
        <w:tab/>
        <w:t>2.025e0</w:t>
      </w:r>
    </w:p>
    <w:p w:rsidR="005B0461" w:rsidRDefault="005B0461" w:rsidP="005B0461">
      <w:r>
        <w:t>520.8774</w:t>
      </w:r>
      <w:r>
        <w:tab/>
        <w:t>1.013e0</w:t>
      </w:r>
    </w:p>
    <w:p w:rsidR="005B0461" w:rsidRDefault="005B0461" w:rsidP="005B0461">
      <w:r>
        <w:t>520.9225</w:t>
      </w:r>
      <w:r>
        <w:tab/>
        <w:t>2.025e0</w:t>
      </w:r>
    </w:p>
    <w:p w:rsidR="005B0461" w:rsidRDefault="005B0461" w:rsidP="005B0461">
      <w:r>
        <w:t>520.9532</w:t>
      </w:r>
      <w:r>
        <w:tab/>
        <w:t>4.051e0</w:t>
      </w:r>
    </w:p>
    <w:p w:rsidR="005B0461" w:rsidRDefault="005B0461" w:rsidP="005B0461">
      <w:r>
        <w:t>520.9620</w:t>
      </w:r>
      <w:r>
        <w:tab/>
        <w:t>1.013e0</w:t>
      </w:r>
    </w:p>
    <w:p w:rsidR="005B0461" w:rsidRDefault="005B0461" w:rsidP="005B0461">
      <w:r>
        <w:t>520.9766</w:t>
      </w:r>
      <w:r>
        <w:tab/>
        <w:t>1.972e0</w:t>
      </w:r>
    </w:p>
    <w:p w:rsidR="005B0461" w:rsidRDefault="005B0461" w:rsidP="005B0461">
      <w:r>
        <w:t>521.0361</w:t>
      </w:r>
      <w:r>
        <w:tab/>
        <w:t>3.890e0</w:t>
      </w:r>
    </w:p>
    <w:p w:rsidR="005B0461" w:rsidRDefault="005B0461" w:rsidP="005B0461">
      <w:r>
        <w:t>521.0489</w:t>
      </w:r>
      <w:r>
        <w:tab/>
        <w:t>5.566e0</w:t>
      </w:r>
    </w:p>
    <w:p w:rsidR="005B0461" w:rsidRDefault="005B0461" w:rsidP="005B0461">
      <w:r>
        <w:t>521.0670</w:t>
      </w:r>
      <w:r>
        <w:tab/>
        <w:t>2.758e0</w:t>
      </w:r>
    </w:p>
    <w:p w:rsidR="005B0461" w:rsidRDefault="005B0461" w:rsidP="005B0461">
      <w:r>
        <w:t>521.0900</w:t>
      </w:r>
      <w:r>
        <w:tab/>
        <w:t>2.521e0</w:t>
      </w:r>
    </w:p>
    <w:p w:rsidR="005B0461" w:rsidRDefault="005B0461" w:rsidP="005B0461">
      <w:r>
        <w:lastRenderedPageBreak/>
        <w:t>521.1356</w:t>
      </w:r>
      <w:r>
        <w:tab/>
        <w:t>1.274e0</w:t>
      </w:r>
    </w:p>
    <w:p w:rsidR="005B0461" w:rsidRDefault="005B0461" w:rsidP="005B0461">
      <w:r>
        <w:t>521.1871</w:t>
      </w:r>
      <w:r>
        <w:tab/>
        <w:t>2.025e0</w:t>
      </w:r>
    </w:p>
    <w:p w:rsidR="005B0461" w:rsidRDefault="005B0461" w:rsidP="005B0461">
      <w:r>
        <w:t>521.2008</w:t>
      </w:r>
      <w:r>
        <w:tab/>
        <w:t>9.843e0</w:t>
      </w:r>
    </w:p>
    <w:p w:rsidR="005B0461" w:rsidRDefault="005B0461" w:rsidP="005B0461">
      <w:r>
        <w:t>521.2562</w:t>
      </w:r>
      <w:r>
        <w:tab/>
        <w:t>5.063e0</w:t>
      </w:r>
    </w:p>
    <w:p w:rsidR="005B0461" w:rsidRDefault="005B0461" w:rsidP="005B0461">
      <w:r>
        <w:t>521.2841</w:t>
      </w:r>
      <w:r>
        <w:tab/>
        <w:t>5.771e0</w:t>
      </w:r>
    </w:p>
    <w:p w:rsidR="005B0461" w:rsidRDefault="005B0461" w:rsidP="005B0461">
      <w:r>
        <w:t>521.2939</w:t>
      </w:r>
      <w:r>
        <w:tab/>
        <w:t>1.406e1</w:t>
      </w:r>
    </w:p>
    <w:p w:rsidR="005B0461" w:rsidRDefault="005B0461" w:rsidP="005B0461">
      <w:r>
        <w:t>521.2976</w:t>
      </w:r>
      <w:r>
        <w:tab/>
        <w:t>8.723e0</w:t>
      </w:r>
    </w:p>
    <w:p w:rsidR="005B0461" w:rsidRDefault="005B0461" w:rsidP="005B0461">
      <w:r>
        <w:t>521.3214</w:t>
      </w:r>
      <w:r>
        <w:tab/>
        <w:t>7.089e0</w:t>
      </w:r>
    </w:p>
    <w:p w:rsidR="005B0461" w:rsidRDefault="005B0461" w:rsidP="005B0461">
      <w:r>
        <w:t>521.3635</w:t>
      </w:r>
      <w:r>
        <w:tab/>
        <w:t>2.796e0</w:t>
      </w:r>
    </w:p>
    <w:p w:rsidR="005B0461" w:rsidRDefault="005B0461" w:rsidP="005B0461">
      <w:r>
        <w:t>521.4124</w:t>
      </w:r>
      <w:r>
        <w:tab/>
        <w:t>3.038e0</w:t>
      </w:r>
    </w:p>
    <w:p w:rsidR="005B0461" w:rsidRDefault="005B0461" w:rsidP="005B0461">
      <w:r>
        <w:t>521.4888</w:t>
      </w:r>
      <w:r>
        <w:tab/>
        <w:t>2.025e0</w:t>
      </w:r>
    </w:p>
    <w:p w:rsidR="005B0461" w:rsidRDefault="005B0461" w:rsidP="005B0461">
      <w:r>
        <w:t>521.4980</w:t>
      </w:r>
      <w:r>
        <w:tab/>
        <w:t>1.013e0</w:t>
      </w:r>
    </w:p>
    <w:p w:rsidR="005B0461" w:rsidRDefault="005B0461" w:rsidP="005B0461">
      <w:r>
        <w:t>521.5560</w:t>
      </w:r>
      <w:r>
        <w:tab/>
        <w:t>1.013e0</w:t>
      </w:r>
    </w:p>
    <w:p w:rsidR="005B0461" w:rsidRDefault="005B0461" w:rsidP="005B0461">
      <w:r>
        <w:t>521.5673</w:t>
      </w:r>
      <w:r>
        <w:tab/>
        <w:t>3.038e0</w:t>
      </w:r>
    </w:p>
    <w:p w:rsidR="005B0461" w:rsidRDefault="005B0461" w:rsidP="005B0461">
      <w:r>
        <w:t>521.5809</w:t>
      </w:r>
      <w:r>
        <w:tab/>
        <w:t>1.013e0</w:t>
      </w:r>
    </w:p>
    <w:p w:rsidR="005B0461" w:rsidRDefault="005B0461" w:rsidP="005B0461">
      <w:r>
        <w:t>521.5928</w:t>
      </w:r>
      <w:r>
        <w:tab/>
        <w:t>1.013e0</w:t>
      </w:r>
    </w:p>
    <w:p w:rsidR="005B0461" w:rsidRDefault="005B0461" w:rsidP="005B0461">
      <w:r>
        <w:t>521.6621</w:t>
      </w:r>
      <w:r>
        <w:tab/>
        <w:t>1.013e0</w:t>
      </w:r>
    </w:p>
    <w:p w:rsidR="005B0461" w:rsidRDefault="005B0461" w:rsidP="005B0461">
      <w:r>
        <w:t>521.6665</w:t>
      </w:r>
      <w:r>
        <w:tab/>
        <w:t>2.025e0</w:t>
      </w:r>
    </w:p>
    <w:p w:rsidR="005B0461" w:rsidRDefault="005B0461" w:rsidP="005B0461">
      <w:r>
        <w:t>521.6713</w:t>
      </w:r>
      <w:r>
        <w:tab/>
        <w:t>2.025e0</w:t>
      </w:r>
    </w:p>
    <w:p w:rsidR="005B0461" w:rsidRDefault="005B0461" w:rsidP="005B0461">
      <w:r>
        <w:lastRenderedPageBreak/>
        <w:t>521.7161</w:t>
      </w:r>
      <w:r>
        <w:tab/>
        <w:t>2.025e0</w:t>
      </w:r>
    </w:p>
    <w:p w:rsidR="005B0461" w:rsidRDefault="005B0461" w:rsidP="005B0461">
      <w:r>
        <w:t>521.7587</w:t>
      </w:r>
      <w:r>
        <w:tab/>
        <w:t>3.038e0</w:t>
      </w:r>
    </w:p>
    <w:p w:rsidR="005B0461" w:rsidRDefault="005B0461" w:rsidP="005B0461">
      <w:r>
        <w:t>521.8041</w:t>
      </w:r>
      <w:r>
        <w:tab/>
        <w:t>2.025e0</w:t>
      </w:r>
    </w:p>
    <w:p w:rsidR="005B0461" w:rsidRDefault="005B0461" w:rsidP="005B0461">
      <w:r>
        <w:t>521.8160</w:t>
      </w:r>
      <w:r>
        <w:tab/>
        <w:t>1.013e0</w:t>
      </w:r>
    </w:p>
    <w:p w:rsidR="005B0461" w:rsidRDefault="005B0461" w:rsidP="005B0461">
      <w:r>
        <w:t>521.8600</w:t>
      </w:r>
      <w:r>
        <w:tab/>
        <w:t>4.051e0</w:t>
      </w:r>
    </w:p>
    <w:p w:rsidR="005B0461" w:rsidRDefault="005B0461" w:rsidP="005B0461">
      <w:r>
        <w:t>521.8729</w:t>
      </w:r>
      <w:r>
        <w:tab/>
        <w:t>2.025e0</w:t>
      </w:r>
    </w:p>
    <w:p w:rsidR="005B0461" w:rsidRDefault="005B0461" w:rsidP="005B0461">
      <w:r>
        <w:t>521.8759</w:t>
      </w:r>
      <w:r>
        <w:tab/>
        <w:t>2.025e0</w:t>
      </w:r>
    </w:p>
    <w:p w:rsidR="005B0461" w:rsidRDefault="005B0461" w:rsidP="005B0461">
      <w:r>
        <w:t>521.9055</w:t>
      </w:r>
      <w:r>
        <w:tab/>
        <w:t>1.013e0</w:t>
      </w:r>
    </w:p>
    <w:p w:rsidR="005B0461" w:rsidRDefault="005B0461" w:rsidP="005B0461">
      <w:r>
        <w:t>521.9379</w:t>
      </w:r>
      <w:r>
        <w:tab/>
        <w:t>2.025e0</w:t>
      </w:r>
    </w:p>
    <w:p w:rsidR="005B0461" w:rsidRDefault="005B0461" w:rsidP="005B0461">
      <w:r>
        <w:t>521.9835</w:t>
      </w:r>
      <w:r>
        <w:tab/>
        <w:t>6.090e0</w:t>
      </w:r>
    </w:p>
    <w:p w:rsidR="005B0461" w:rsidRDefault="005B0461" w:rsidP="005B0461">
      <w:r>
        <w:t>521.9872</w:t>
      </w:r>
      <w:r>
        <w:tab/>
        <w:t>2.025e0</w:t>
      </w:r>
    </w:p>
    <w:p w:rsidR="005B0461" w:rsidRDefault="005B0461" w:rsidP="005B0461">
      <w:r>
        <w:t>522.0028</w:t>
      </w:r>
      <w:r>
        <w:tab/>
        <w:t>2.948e0</w:t>
      </w:r>
    </w:p>
    <w:p w:rsidR="005B0461" w:rsidRDefault="005B0461" w:rsidP="005B0461">
      <w:r>
        <w:t>522.0864</w:t>
      </w:r>
      <w:r>
        <w:tab/>
        <w:t>1.403e0</w:t>
      </w:r>
    </w:p>
    <w:p w:rsidR="005B0461" w:rsidRDefault="005B0461" w:rsidP="005B0461">
      <w:r>
        <w:t>522.0901</w:t>
      </w:r>
      <w:r>
        <w:tab/>
        <w:t>1.451e0</w:t>
      </w:r>
    </w:p>
    <w:p w:rsidR="005B0461" w:rsidRDefault="005B0461" w:rsidP="005B0461">
      <w:r>
        <w:t>522.1078</w:t>
      </w:r>
      <w:r>
        <w:tab/>
        <w:t>8.101e0</w:t>
      </w:r>
    </w:p>
    <w:p w:rsidR="005B0461" w:rsidRDefault="005B0461" w:rsidP="005B0461">
      <w:r>
        <w:t>522.1442</w:t>
      </w:r>
      <w:r>
        <w:tab/>
        <w:t>3.429e0</w:t>
      </w:r>
    </w:p>
    <w:p w:rsidR="005B0461" w:rsidRDefault="005B0461" w:rsidP="005B0461">
      <w:r>
        <w:t>522.1554</w:t>
      </w:r>
      <w:r>
        <w:tab/>
        <w:t>4.101e0</w:t>
      </w:r>
    </w:p>
    <w:p w:rsidR="005B0461" w:rsidRDefault="005B0461" w:rsidP="005B0461">
      <w:r>
        <w:t>522.1635</w:t>
      </w:r>
      <w:r>
        <w:tab/>
        <w:t>5.573e0</w:t>
      </w:r>
    </w:p>
    <w:p w:rsidR="005B0461" w:rsidRDefault="005B0461" w:rsidP="005B0461">
      <w:r>
        <w:t>522.2084</w:t>
      </w:r>
      <w:r>
        <w:tab/>
        <w:t>2.764e0</w:t>
      </w:r>
    </w:p>
    <w:p w:rsidR="005B0461" w:rsidRDefault="005B0461" w:rsidP="005B0461">
      <w:r>
        <w:lastRenderedPageBreak/>
        <w:t>522.2108</w:t>
      </w:r>
      <w:r>
        <w:tab/>
        <w:t>5.063e0</w:t>
      </w:r>
    </w:p>
    <w:p w:rsidR="005B0461" w:rsidRDefault="005B0461" w:rsidP="005B0461">
      <w:r>
        <w:t>522.2683</w:t>
      </w:r>
      <w:r>
        <w:tab/>
        <w:t>8.702e0</w:t>
      </w:r>
    </w:p>
    <w:p w:rsidR="005B0461" w:rsidRDefault="005B0461" w:rsidP="005B0461">
      <w:r>
        <w:t>522.2697</w:t>
      </w:r>
      <w:r>
        <w:tab/>
        <w:t>6.867e0</w:t>
      </w:r>
    </w:p>
    <w:p w:rsidR="005B0461" w:rsidRDefault="005B0461" w:rsidP="005B0461">
      <w:r>
        <w:t>522.2712</w:t>
      </w:r>
      <w:r>
        <w:tab/>
        <w:t>8.964e0</w:t>
      </w:r>
    </w:p>
    <w:p w:rsidR="005B0461" w:rsidRDefault="005B0461" w:rsidP="005B0461">
      <w:r>
        <w:t>522.2975</w:t>
      </w:r>
      <w:r>
        <w:tab/>
        <w:t>4.051e0</w:t>
      </w:r>
    </w:p>
    <w:p w:rsidR="005B0461" w:rsidRDefault="005B0461" w:rsidP="005B0461">
      <w:r>
        <w:t>522.3298</w:t>
      </w:r>
      <w:r>
        <w:tab/>
        <w:t>3.825e0</w:t>
      </w:r>
    </w:p>
    <w:p w:rsidR="005B0461" w:rsidRDefault="005B0461" w:rsidP="005B0461">
      <w:r>
        <w:t>522.3629</w:t>
      </w:r>
      <w:r>
        <w:tab/>
        <w:t>3.709e0</w:t>
      </w:r>
    </w:p>
    <w:p w:rsidR="005B0461" w:rsidRDefault="005B0461" w:rsidP="005B0461">
      <w:r>
        <w:t>522.3762</w:t>
      </w:r>
      <w:r>
        <w:tab/>
        <w:t>4.051e0</w:t>
      </w:r>
    </w:p>
    <w:p w:rsidR="005B0461" w:rsidRDefault="005B0461" w:rsidP="005B0461">
      <w:r>
        <w:t>522.3853</w:t>
      </w:r>
      <w:r>
        <w:tab/>
        <w:t>1.826e0</w:t>
      </w:r>
    </w:p>
    <w:p w:rsidR="005B0461" w:rsidRDefault="005B0461" w:rsidP="005B0461">
      <w:r>
        <w:t>522.4056</w:t>
      </w:r>
      <w:r>
        <w:tab/>
        <w:t>2.026e0</w:t>
      </w:r>
    </w:p>
    <w:p w:rsidR="005B0461" w:rsidRDefault="005B0461" w:rsidP="005B0461">
      <w:r>
        <w:t>522.4659</w:t>
      </w:r>
      <w:r>
        <w:tab/>
        <w:t>1.013e0</w:t>
      </w:r>
    </w:p>
    <w:p w:rsidR="005B0461" w:rsidRDefault="005B0461" w:rsidP="005B0461">
      <w:r>
        <w:t>522.4840</w:t>
      </w:r>
      <w:r>
        <w:tab/>
        <w:t>1.013e0</w:t>
      </w:r>
    </w:p>
    <w:p w:rsidR="005B0461" w:rsidRDefault="005B0461" w:rsidP="005B0461">
      <w:r>
        <w:t>522.5244</w:t>
      </w:r>
      <w:r>
        <w:tab/>
        <w:t>2.025e0</w:t>
      </w:r>
    </w:p>
    <w:p w:rsidR="005B0461" w:rsidRDefault="005B0461" w:rsidP="005B0461">
      <w:r>
        <w:t>522.5931</w:t>
      </w:r>
      <w:r>
        <w:tab/>
        <w:t>1.114e1</w:t>
      </w:r>
    </w:p>
    <w:p w:rsidR="005B0461" w:rsidRDefault="005B0461" w:rsidP="005B0461">
      <w:r>
        <w:t>522.5971</w:t>
      </w:r>
      <w:r>
        <w:tab/>
        <w:t>8.101e0</w:t>
      </w:r>
    </w:p>
    <w:p w:rsidR="005B0461" w:rsidRDefault="005B0461" w:rsidP="005B0461">
      <w:r>
        <w:t>522.5993</w:t>
      </w:r>
      <w:r>
        <w:tab/>
        <w:t>4.051e0</w:t>
      </w:r>
    </w:p>
    <w:p w:rsidR="005B0461" w:rsidRDefault="005B0461" w:rsidP="005B0461">
      <w:r>
        <w:t>522.6008</w:t>
      </w:r>
      <w:r>
        <w:tab/>
        <w:t>1.418e1</w:t>
      </w:r>
    </w:p>
    <w:p w:rsidR="005B0461" w:rsidRDefault="005B0461" w:rsidP="005B0461">
      <w:r>
        <w:t>522.6862</w:t>
      </w:r>
      <w:r>
        <w:tab/>
        <w:t>1.013e0</w:t>
      </w:r>
    </w:p>
    <w:p w:rsidR="005B0461" w:rsidRDefault="005B0461" w:rsidP="005B0461">
      <w:r>
        <w:t>522.7191</w:t>
      </w:r>
      <w:r>
        <w:tab/>
        <w:t>1.013e0</w:t>
      </w:r>
    </w:p>
    <w:p w:rsidR="005B0461" w:rsidRDefault="005B0461" w:rsidP="005B0461">
      <w:r>
        <w:lastRenderedPageBreak/>
        <w:t>522.7552</w:t>
      </w:r>
      <w:r>
        <w:tab/>
        <w:t>1.013e0</w:t>
      </w:r>
    </w:p>
    <w:p w:rsidR="005B0461" w:rsidRDefault="005B0461" w:rsidP="005B0461">
      <w:r>
        <w:t>522.7823</w:t>
      </w:r>
      <w:r>
        <w:tab/>
        <w:t>2.025e0</w:t>
      </w:r>
    </w:p>
    <w:p w:rsidR="005B0461" w:rsidRDefault="005B0461" w:rsidP="005B0461">
      <w:r>
        <w:t>522.8204</w:t>
      </w:r>
      <w:r>
        <w:tab/>
        <w:t>4.051e0</w:t>
      </w:r>
    </w:p>
    <w:p w:rsidR="005B0461" w:rsidRDefault="005B0461" w:rsidP="005B0461">
      <w:r>
        <w:t>522.8351</w:t>
      </w:r>
      <w:r>
        <w:tab/>
        <w:t>7.089e0</w:t>
      </w:r>
    </w:p>
    <w:p w:rsidR="005B0461" w:rsidRDefault="005B0461" w:rsidP="005B0461">
      <w:r>
        <w:t>522.8362</w:t>
      </w:r>
      <w:r>
        <w:tab/>
        <w:t>3.038e0</w:t>
      </w:r>
    </w:p>
    <w:p w:rsidR="005B0461" w:rsidRDefault="005B0461" w:rsidP="005B0461">
      <w:r>
        <w:t>522.8667</w:t>
      </w:r>
      <w:r>
        <w:tab/>
        <w:t>5.654e0</w:t>
      </w:r>
    </w:p>
    <w:p w:rsidR="005B0461" w:rsidRDefault="005B0461" w:rsidP="005B0461">
      <w:r>
        <w:t>522.9444</w:t>
      </w:r>
      <w:r>
        <w:tab/>
        <w:t>3.038e0</w:t>
      </w:r>
    </w:p>
    <w:p w:rsidR="005B0461" w:rsidRDefault="005B0461" w:rsidP="005B0461">
      <w:r>
        <w:t>522.9725</w:t>
      </w:r>
      <w:r>
        <w:tab/>
        <w:t>2.021e0</w:t>
      </w:r>
    </w:p>
    <w:p w:rsidR="005B0461" w:rsidRDefault="005B0461" w:rsidP="005B0461">
      <w:r>
        <w:t>522.9790</w:t>
      </w:r>
      <w:r>
        <w:tab/>
        <w:t>3.038e0</w:t>
      </w:r>
    </w:p>
    <w:p w:rsidR="005B0461" w:rsidRDefault="005B0461" w:rsidP="005B0461">
      <w:r>
        <w:t>522.9813</w:t>
      </w:r>
      <w:r>
        <w:tab/>
        <w:t>1.995e0</w:t>
      </w:r>
    </w:p>
    <w:p w:rsidR="005B0461" w:rsidRDefault="005B0461" w:rsidP="005B0461">
      <w:r>
        <w:t>523.0344</w:t>
      </w:r>
      <w:r>
        <w:tab/>
        <w:t>3.330e0</w:t>
      </w:r>
    </w:p>
    <w:p w:rsidR="005B0461" w:rsidRDefault="005B0461" w:rsidP="005B0461">
      <w:r>
        <w:t>523.0455</w:t>
      </w:r>
      <w:r>
        <w:tab/>
        <w:t>2.882e0</w:t>
      </w:r>
    </w:p>
    <w:p w:rsidR="005B0461" w:rsidRDefault="005B0461" w:rsidP="005B0461">
      <w:r>
        <w:t>523.0686</w:t>
      </w:r>
      <w:r>
        <w:tab/>
        <w:t>6.122e0</w:t>
      </w:r>
    </w:p>
    <w:p w:rsidR="005B0461" w:rsidRDefault="005B0461" w:rsidP="005B0461">
      <w:r>
        <w:t>523.0989</w:t>
      </w:r>
      <w:r>
        <w:tab/>
        <w:t>2.895e0</w:t>
      </w:r>
    </w:p>
    <w:p w:rsidR="005B0461" w:rsidRDefault="005B0461" w:rsidP="005B0461">
      <w:r>
        <w:t>523.1426</w:t>
      </w:r>
      <w:r>
        <w:tab/>
        <w:t>9.622e0</w:t>
      </w:r>
    </w:p>
    <w:p w:rsidR="005B0461" w:rsidRDefault="005B0461" w:rsidP="005B0461">
      <w:r>
        <w:t>523.1454</w:t>
      </w:r>
      <w:r>
        <w:tab/>
        <w:t>1.968e0</w:t>
      </w:r>
    </w:p>
    <w:p w:rsidR="005B0461" w:rsidRDefault="005B0461" w:rsidP="005B0461">
      <w:r>
        <w:t>523.1942</w:t>
      </w:r>
      <w:r>
        <w:tab/>
        <w:t>1.925e0</w:t>
      </w:r>
    </w:p>
    <w:p w:rsidR="005B0461" w:rsidRDefault="005B0461" w:rsidP="005B0461">
      <w:r>
        <w:t>523.1985</w:t>
      </w:r>
      <w:r>
        <w:tab/>
        <w:t>1.013e0</w:t>
      </w:r>
    </w:p>
    <w:p w:rsidR="005B0461" w:rsidRDefault="005B0461" w:rsidP="005B0461">
      <w:r>
        <w:t>523.2086</w:t>
      </w:r>
      <w:r>
        <w:tab/>
        <w:t>3.038e0</w:t>
      </w:r>
    </w:p>
    <w:p w:rsidR="005B0461" w:rsidRDefault="005B0461" w:rsidP="005B0461">
      <w:r>
        <w:lastRenderedPageBreak/>
        <w:t>523.2171</w:t>
      </w:r>
      <w:r>
        <w:tab/>
        <w:t>5.063e0</w:t>
      </w:r>
    </w:p>
    <w:p w:rsidR="005B0461" w:rsidRDefault="005B0461" w:rsidP="005B0461">
      <w:r>
        <w:t>523.2568</w:t>
      </w:r>
      <w:r>
        <w:tab/>
        <w:t>1.682e0</w:t>
      </w:r>
    </w:p>
    <w:p w:rsidR="005B0461" w:rsidRDefault="005B0461" w:rsidP="005B0461">
      <w:r>
        <w:t>523.2601</w:t>
      </w:r>
      <w:r>
        <w:tab/>
        <w:t>3.014e0</w:t>
      </w:r>
    </w:p>
    <w:p w:rsidR="005B0461" w:rsidRDefault="005B0461" w:rsidP="005B0461">
      <w:r>
        <w:t>523.2988</w:t>
      </w:r>
      <w:r>
        <w:tab/>
        <w:t>2.810e0</w:t>
      </w:r>
    </w:p>
    <w:p w:rsidR="005B0461" w:rsidRDefault="005B0461" w:rsidP="005B0461">
      <w:r>
        <w:t>523.3398</w:t>
      </w:r>
      <w:r>
        <w:tab/>
        <w:t>2.197e0</w:t>
      </w:r>
    </w:p>
    <w:p w:rsidR="005B0461" w:rsidRDefault="005B0461" w:rsidP="005B0461">
      <w:r>
        <w:t>523.3411</w:t>
      </w:r>
      <w:r>
        <w:tab/>
        <w:t>1.085e1</w:t>
      </w:r>
    </w:p>
    <w:p w:rsidR="005B0461" w:rsidRDefault="005B0461" w:rsidP="005B0461">
      <w:r>
        <w:t>523.3657</w:t>
      </w:r>
      <w:r>
        <w:tab/>
        <w:t>1.783e0</w:t>
      </w:r>
    </w:p>
    <w:p w:rsidR="005B0461" w:rsidRDefault="005B0461" w:rsidP="005B0461">
      <w:r>
        <w:t>523.3766</w:t>
      </w:r>
      <w:r>
        <w:tab/>
        <w:t>2.025e0</w:t>
      </w:r>
    </w:p>
    <w:p w:rsidR="005B0461" w:rsidRDefault="005B0461" w:rsidP="005B0461">
      <w:r>
        <w:t>523.4161</w:t>
      </w:r>
      <w:r>
        <w:tab/>
        <w:t>4.441e0</w:t>
      </w:r>
    </w:p>
    <w:p w:rsidR="005B0461" w:rsidRDefault="005B0461" w:rsidP="005B0461">
      <w:r>
        <w:t>523.4525</w:t>
      </w:r>
      <w:r>
        <w:tab/>
        <w:t>4.051e0</w:t>
      </w:r>
    </w:p>
    <w:p w:rsidR="005B0461" w:rsidRDefault="005B0461" w:rsidP="005B0461">
      <w:r>
        <w:t>523.4717</w:t>
      </w:r>
      <w:r>
        <w:tab/>
        <w:t>2.025e0</w:t>
      </w:r>
    </w:p>
    <w:p w:rsidR="005B0461" w:rsidRDefault="005B0461" w:rsidP="005B0461">
      <w:r>
        <w:t>523.4839</w:t>
      </w:r>
      <w:r>
        <w:tab/>
        <w:t>2.025e0</w:t>
      </w:r>
    </w:p>
    <w:p w:rsidR="005B0461" w:rsidRDefault="005B0461" w:rsidP="005B0461">
      <w:r>
        <w:t>523.5425</w:t>
      </w:r>
      <w:r>
        <w:tab/>
        <w:t>2.025e0</w:t>
      </w:r>
    </w:p>
    <w:p w:rsidR="005B0461" w:rsidRDefault="005B0461" w:rsidP="005B0461">
      <w:r>
        <w:t>523.5485</w:t>
      </w:r>
      <w:r>
        <w:tab/>
        <w:t>3.038e0</w:t>
      </w:r>
    </w:p>
    <w:p w:rsidR="005B0461" w:rsidRDefault="005B0461" w:rsidP="005B0461">
      <w:r>
        <w:t>523.5835</w:t>
      </w:r>
      <w:r>
        <w:tab/>
        <w:t>6.076e0</w:t>
      </w:r>
    </w:p>
    <w:p w:rsidR="005B0461" w:rsidRDefault="005B0461" w:rsidP="005B0461">
      <w:r>
        <w:t>523.6027</w:t>
      </w:r>
      <w:r>
        <w:tab/>
        <w:t>6.076e0</w:t>
      </w:r>
    </w:p>
    <w:p w:rsidR="005B0461" w:rsidRDefault="005B0461" w:rsidP="005B0461">
      <w:r>
        <w:t>523.6141</w:t>
      </w:r>
      <w:r>
        <w:tab/>
        <w:t>7.089e0</w:t>
      </w:r>
    </w:p>
    <w:p w:rsidR="005B0461" w:rsidRDefault="005B0461" w:rsidP="005B0461">
      <w:r>
        <w:t>523.6425</w:t>
      </w:r>
      <w:r>
        <w:tab/>
        <w:t>4.051e0</w:t>
      </w:r>
    </w:p>
    <w:p w:rsidR="005B0461" w:rsidRDefault="005B0461" w:rsidP="005B0461">
      <w:r>
        <w:t>523.7145</w:t>
      </w:r>
      <w:r>
        <w:tab/>
        <w:t>1.013e0</w:t>
      </w:r>
    </w:p>
    <w:p w:rsidR="005B0461" w:rsidRDefault="005B0461" w:rsidP="005B0461">
      <w:r>
        <w:lastRenderedPageBreak/>
        <w:t>523.7241</w:t>
      </w:r>
      <w:r>
        <w:tab/>
        <w:t>1.013e0</w:t>
      </w:r>
    </w:p>
    <w:p w:rsidR="005B0461" w:rsidRDefault="005B0461" w:rsidP="005B0461">
      <w:r>
        <w:t>523.7689</w:t>
      </w:r>
      <w:r>
        <w:tab/>
        <w:t>1.013e0</w:t>
      </w:r>
    </w:p>
    <w:p w:rsidR="005B0461" w:rsidRDefault="005B0461" w:rsidP="005B0461">
      <w:r>
        <w:t>523.7870</w:t>
      </w:r>
      <w:r>
        <w:tab/>
        <w:t>1.013e0</w:t>
      </w:r>
    </w:p>
    <w:p w:rsidR="005B0461" w:rsidRDefault="005B0461" w:rsidP="005B0461">
      <w:r>
        <w:t>523.7978</w:t>
      </w:r>
      <w:r>
        <w:tab/>
        <w:t>1.013e0</w:t>
      </w:r>
    </w:p>
    <w:p w:rsidR="005B0461" w:rsidRDefault="005B0461" w:rsidP="005B0461">
      <w:r>
        <w:t>523.8555</w:t>
      </w:r>
      <w:r>
        <w:tab/>
        <w:t>2.025e0</w:t>
      </w:r>
    </w:p>
    <w:p w:rsidR="005B0461" w:rsidRDefault="005B0461" w:rsidP="005B0461">
      <w:r>
        <w:t>523.8690</w:t>
      </w:r>
      <w:r>
        <w:tab/>
        <w:t>2.025e0</w:t>
      </w:r>
    </w:p>
    <w:p w:rsidR="005B0461" w:rsidRDefault="005B0461" w:rsidP="005B0461">
      <w:r>
        <w:t>523.8715</w:t>
      </w:r>
      <w:r>
        <w:tab/>
        <w:t>1.013e0</w:t>
      </w:r>
    </w:p>
    <w:p w:rsidR="005B0461" w:rsidRDefault="005B0461" w:rsidP="005B0461">
      <w:r>
        <w:t>523.8940</w:t>
      </w:r>
      <w:r>
        <w:tab/>
        <w:t>3.038e0</w:t>
      </w:r>
    </w:p>
    <w:p w:rsidR="005B0461" w:rsidRDefault="005B0461" w:rsidP="005B0461">
      <w:r>
        <w:t>523.9269</w:t>
      </w:r>
      <w:r>
        <w:tab/>
        <w:t>2.025e0</w:t>
      </w:r>
    </w:p>
    <w:p w:rsidR="005B0461" w:rsidRDefault="005B0461" w:rsidP="005B0461">
      <w:r>
        <w:t>523.9683</w:t>
      </w:r>
      <w:r>
        <w:tab/>
        <w:t>1.013e0</w:t>
      </w:r>
    </w:p>
    <w:p w:rsidR="005B0461" w:rsidRDefault="005B0461" w:rsidP="005B0461">
      <w:r>
        <w:t>523.9954</w:t>
      </w:r>
      <w:r>
        <w:tab/>
        <w:t>1.013e0</w:t>
      </w:r>
    </w:p>
    <w:p w:rsidR="005B0461" w:rsidRDefault="005B0461" w:rsidP="005B0461">
      <w:r>
        <w:t>524.0045</w:t>
      </w:r>
      <w:r>
        <w:tab/>
        <w:t>2.974e0</w:t>
      </w:r>
    </w:p>
    <w:p w:rsidR="005B0461" w:rsidRDefault="005B0461" w:rsidP="005B0461">
      <w:r>
        <w:t>524.0295</w:t>
      </w:r>
      <w:r>
        <w:tab/>
        <w:t>5.906e0</w:t>
      </w:r>
    </w:p>
    <w:p w:rsidR="005B0461" w:rsidRDefault="005B0461" w:rsidP="005B0461">
      <w:r>
        <w:t>524.0588</w:t>
      </w:r>
      <w:r>
        <w:tab/>
        <w:t>3.544e0</w:t>
      </w:r>
    </w:p>
    <w:p w:rsidR="005B0461" w:rsidRDefault="005B0461" w:rsidP="005B0461">
      <w:r>
        <w:t>524.0811</w:t>
      </w:r>
      <w:r>
        <w:tab/>
        <w:t>1.414e0</w:t>
      </w:r>
    </w:p>
    <w:p w:rsidR="005B0461" w:rsidRDefault="005B0461" w:rsidP="005B0461">
      <w:r>
        <w:t>524.1008</w:t>
      </w:r>
      <w:r>
        <w:tab/>
        <w:t>3.137e0</w:t>
      </w:r>
    </w:p>
    <w:p w:rsidR="005B0461" w:rsidRDefault="005B0461" w:rsidP="005B0461">
      <w:r>
        <w:t>524.1315</w:t>
      </w:r>
      <w:r>
        <w:tab/>
        <w:t>3.936e0</w:t>
      </w:r>
    </w:p>
    <w:p w:rsidR="005B0461" w:rsidRDefault="005B0461" w:rsidP="005B0461">
      <w:r>
        <w:t>524.1540</w:t>
      </w:r>
      <w:r>
        <w:tab/>
        <w:t>4.599e0</w:t>
      </w:r>
    </w:p>
    <w:p w:rsidR="005B0461" w:rsidRDefault="005B0461" w:rsidP="005B0461">
      <w:r>
        <w:t>524.1569</w:t>
      </w:r>
      <w:r>
        <w:tab/>
        <w:t>3.317e0</w:t>
      </w:r>
    </w:p>
    <w:p w:rsidR="005B0461" w:rsidRDefault="005B0461" w:rsidP="005B0461">
      <w:r>
        <w:lastRenderedPageBreak/>
        <w:t>524.1687</w:t>
      </w:r>
      <w:r>
        <w:tab/>
        <w:t>6.076e0</w:t>
      </w:r>
    </w:p>
    <w:p w:rsidR="005B0461" w:rsidRDefault="005B0461" w:rsidP="005B0461">
      <w:r>
        <w:t>524.2208</w:t>
      </w:r>
      <w:r>
        <w:tab/>
        <w:t>1.013e0</w:t>
      </w:r>
    </w:p>
    <w:p w:rsidR="005B0461" w:rsidRDefault="005B0461" w:rsidP="005B0461">
      <w:r>
        <w:t>524.2545</w:t>
      </w:r>
      <w:r>
        <w:tab/>
        <w:t>2.626e0</w:t>
      </w:r>
    </w:p>
    <w:p w:rsidR="005B0461" w:rsidRDefault="005B0461" w:rsidP="005B0461">
      <w:r>
        <w:t>524.2750</w:t>
      </w:r>
      <w:r>
        <w:tab/>
        <w:t>3.014e0</w:t>
      </w:r>
    </w:p>
    <w:p w:rsidR="005B0461" w:rsidRDefault="005B0461" w:rsidP="005B0461">
      <w:r>
        <w:t>524.2891</w:t>
      </w:r>
      <w:r>
        <w:tab/>
        <w:t>3.306e0</w:t>
      </w:r>
    </w:p>
    <w:p w:rsidR="005B0461" w:rsidRDefault="005B0461" w:rsidP="005B0461">
      <w:r>
        <w:t>524.2972</w:t>
      </w:r>
      <w:r>
        <w:tab/>
        <w:t>2.725e0</w:t>
      </w:r>
    </w:p>
    <w:p w:rsidR="005B0461" w:rsidRDefault="005B0461" w:rsidP="005B0461">
      <w:r>
        <w:t>524.3156</w:t>
      </w:r>
      <w:r>
        <w:tab/>
        <w:t>2.917e0</w:t>
      </w:r>
    </w:p>
    <w:p w:rsidR="005B0461" w:rsidRDefault="005B0461" w:rsidP="005B0461">
      <w:r>
        <w:t>524.4306</w:t>
      </w:r>
      <w:r>
        <w:tab/>
        <w:t>1.013e0</w:t>
      </w:r>
    </w:p>
    <w:p w:rsidR="005B0461" w:rsidRDefault="005B0461" w:rsidP="005B0461">
      <w:r>
        <w:t>524.4440</w:t>
      </w:r>
      <w:r>
        <w:tab/>
        <w:t>5.527e0</w:t>
      </w:r>
    </w:p>
    <w:p w:rsidR="005B0461" w:rsidRDefault="005B0461" w:rsidP="005B0461">
      <w:r>
        <w:t>524.4485</w:t>
      </w:r>
      <w:r>
        <w:tab/>
        <w:t>1.982e0</w:t>
      </w:r>
    </w:p>
    <w:p w:rsidR="005B0461" w:rsidRDefault="005B0461" w:rsidP="005B0461">
      <w:r>
        <w:t>524.4824</w:t>
      </w:r>
      <w:r>
        <w:tab/>
        <w:t>3.038e0</w:t>
      </w:r>
    </w:p>
    <w:p w:rsidR="005B0461" w:rsidRDefault="005B0461" w:rsidP="005B0461">
      <w:r>
        <w:t>524.4902</w:t>
      </w:r>
      <w:r>
        <w:tab/>
        <w:t>2.025e0</w:t>
      </w:r>
    </w:p>
    <w:p w:rsidR="005B0461" w:rsidRDefault="005B0461" w:rsidP="005B0461">
      <w:r>
        <w:t>524.5939</w:t>
      </w:r>
      <w:r>
        <w:tab/>
        <w:t>1.013e0</w:t>
      </w:r>
    </w:p>
    <w:p w:rsidR="005B0461" w:rsidRDefault="005B0461" w:rsidP="005B0461">
      <w:r>
        <w:t>524.6097</w:t>
      </w:r>
      <w:r>
        <w:tab/>
        <w:t>1.013e0</w:t>
      </w:r>
    </w:p>
    <w:p w:rsidR="005B0461" w:rsidRDefault="005B0461" w:rsidP="005B0461">
      <w:r>
        <w:t>524.6224</w:t>
      </w:r>
      <w:r>
        <w:tab/>
        <w:t>4.051e0</w:t>
      </w:r>
    </w:p>
    <w:p w:rsidR="005B0461" w:rsidRDefault="005B0461" w:rsidP="005B0461">
      <w:r>
        <w:t>524.6426</w:t>
      </w:r>
      <w:r>
        <w:tab/>
        <w:t>5.063e0</w:t>
      </w:r>
    </w:p>
    <w:p w:rsidR="005B0461" w:rsidRDefault="005B0461" w:rsidP="005B0461">
      <w:r>
        <w:t>524.7151</w:t>
      </w:r>
      <w:r>
        <w:tab/>
        <w:t>2.025e0</w:t>
      </w:r>
    </w:p>
    <w:p w:rsidR="005B0461" w:rsidRDefault="005B0461" w:rsidP="005B0461">
      <w:r>
        <w:t>524.7711</w:t>
      </w:r>
      <w:r>
        <w:tab/>
        <w:t>3.038e0</w:t>
      </w:r>
    </w:p>
    <w:p w:rsidR="005B0461" w:rsidRDefault="005B0461" w:rsidP="005B0461">
      <w:r>
        <w:t>524.8609</w:t>
      </w:r>
      <w:r>
        <w:tab/>
        <w:t>2.025e0</w:t>
      </w:r>
    </w:p>
    <w:p w:rsidR="005B0461" w:rsidRDefault="005B0461" w:rsidP="005B0461">
      <w:r>
        <w:lastRenderedPageBreak/>
        <w:t>524.8833</w:t>
      </w:r>
      <w:r>
        <w:tab/>
        <w:t>2.025e0</w:t>
      </w:r>
    </w:p>
    <w:p w:rsidR="005B0461" w:rsidRDefault="005B0461" w:rsidP="005B0461">
      <w:r>
        <w:t>524.9115</w:t>
      </w:r>
      <w:r>
        <w:tab/>
        <w:t>1.013e0</w:t>
      </w:r>
    </w:p>
    <w:p w:rsidR="005B0461" w:rsidRDefault="005B0461" w:rsidP="005B0461">
      <w:r>
        <w:t>524.9307</w:t>
      </w:r>
      <w:r>
        <w:tab/>
        <w:t>3.038e0</w:t>
      </w:r>
    </w:p>
    <w:p w:rsidR="005B0461" w:rsidRDefault="005B0461" w:rsidP="005B0461">
      <w:r>
        <w:t>524.9387</w:t>
      </w:r>
      <w:r>
        <w:tab/>
        <w:t>1.013e0</w:t>
      </w:r>
    </w:p>
    <w:p w:rsidR="005B0461" w:rsidRDefault="005B0461" w:rsidP="005B0461">
      <w:r>
        <w:t>524.9585</w:t>
      </w:r>
      <w:r>
        <w:tab/>
        <w:t>2.025e0</w:t>
      </w:r>
    </w:p>
    <w:p w:rsidR="005B0461" w:rsidRDefault="005B0461" w:rsidP="005B0461">
      <w:r>
        <w:t>524.9789</w:t>
      </w:r>
      <w:r>
        <w:tab/>
        <w:t>1.437e0</w:t>
      </w:r>
    </w:p>
    <w:p w:rsidR="005B0461" w:rsidRDefault="005B0461" w:rsidP="005B0461">
      <w:r>
        <w:t>524.9987</w:t>
      </w:r>
      <w:r>
        <w:tab/>
        <w:t>2.025e0</w:t>
      </w:r>
    </w:p>
    <w:p w:rsidR="005B0461" w:rsidRDefault="005B0461" w:rsidP="005B0461">
      <w:r>
        <w:t>525.0337</w:t>
      </w:r>
      <w:r>
        <w:tab/>
        <w:t>1.898e0</w:t>
      </w:r>
    </w:p>
    <w:p w:rsidR="005B0461" w:rsidRDefault="005B0461" w:rsidP="005B0461">
      <w:r>
        <w:t>525.0402</w:t>
      </w:r>
      <w:r>
        <w:tab/>
        <w:t>2.013e0</w:t>
      </w:r>
    </w:p>
    <w:p w:rsidR="005B0461" w:rsidRDefault="005B0461" w:rsidP="005B0461">
      <w:r>
        <w:t>525.0464</w:t>
      </w:r>
      <w:r>
        <w:tab/>
        <w:t>3.924e0</w:t>
      </w:r>
    </w:p>
    <w:p w:rsidR="005B0461" w:rsidRDefault="005B0461" w:rsidP="005B0461">
      <w:r>
        <w:t>525.0911</w:t>
      </w:r>
      <w:r>
        <w:tab/>
        <w:t>2.205e0</w:t>
      </w:r>
    </w:p>
    <w:p w:rsidR="005B0461" w:rsidRDefault="005B0461" w:rsidP="005B0461">
      <w:r>
        <w:t>525.1335</w:t>
      </w:r>
      <w:r>
        <w:tab/>
        <w:t>3.038e0</w:t>
      </w:r>
    </w:p>
    <w:p w:rsidR="005B0461" w:rsidRDefault="005B0461" w:rsidP="005B0461">
      <w:r>
        <w:t>525.1466</w:t>
      </w:r>
      <w:r>
        <w:tab/>
        <w:t>8.367e0</w:t>
      </w:r>
    </w:p>
    <w:p w:rsidR="005B0461" w:rsidRDefault="005B0461" w:rsidP="005B0461">
      <w:r>
        <w:t>525.2096</w:t>
      </w:r>
      <w:r>
        <w:tab/>
        <w:t>4.911e0</w:t>
      </w:r>
    </w:p>
    <w:p w:rsidR="005B0461" w:rsidRDefault="005B0461" w:rsidP="005B0461">
      <w:r>
        <w:t>525.2111</w:t>
      </w:r>
      <w:r>
        <w:tab/>
        <w:t>1.013e0</w:t>
      </w:r>
    </w:p>
    <w:p w:rsidR="005B0461" w:rsidRDefault="005B0461" w:rsidP="005B0461">
      <w:r>
        <w:t>525.2261</w:t>
      </w:r>
      <w:r>
        <w:tab/>
        <w:t>4.926e0</w:t>
      </w:r>
    </w:p>
    <w:p w:rsidR="005B0461" w:rsidRDefault="005B0461" w:rsidP="005B0461">
      <w:r>
        <w:t>525.2612</w:t>
      </w:r>
      <w:r>
        <w:tab/>
        <w:t>4.051e0</w:t>
      </w:r>
    </w:p>
    <w:p w:rsidR="005B0461" w:rsidRDefault="005B0461" w:rsidP="005B0461">
      <w:r>
        <w:t>525.2650</w:t>
      </w:r>
      <w:r>
        <w:tab/>
        <w:t>3.483e0</w:t>
      </w:r>
    </w:p>
    <w:p w:rsidR="005B0461" w:rsidRDefault="005B0461" w:rsidP="005B0461">
      <w:r>
        <w:t>525.2762</w:t>
      </w:r>
      <w:r>
        <w:tab/>
        <w:t>2.918e0</w:t>
      </w:r>
    </w:p>
    <w:p w:rsidR="005B0461" w:rsidRDefault="005B0461" w:rsidP="005B0461">
      <w:r>
        <w:lastRenderedPageBreak/>
        <w:t>525.3100</w:t>
      </w:r>
      <w:r>
        <w:tab/>
        <w:t>2.648e0</w:t>
      </w:r>
    </w:p>
    <w:p w:rsidR="005B0461" w:rsidRDefault="005B0461" w:rsidP="005B0461">
      <w:r>
        <w:t>525.3362</w:t>
      </w:r>
      <w:r>
        <w:tab/>
        <w:t>3.028e0</w:t>
      </w:r>
    </w:p>
    <w:p w:rsidR="005B0461" w:rsidRDefault="005B0461" w:rsidP="005B0461">
      <w:r>
        <w:t>525.3483</w:t>
      </w:r>
      <w:r>
        <w:tab/>
        <w:t>1.077e0</w:t>
      </w:r>
    </w:p>
    <w:p w:rsidR="005B0461" w:rsidRDefault="005B0461" w:rsidP="005B0461">
      <w:r>
        <w:t>525.3607</w:t>
      </w:r>
      <w:r>
        <w:tab/>
        <w:t>2.025e0</w:t>
      </w:r>
    </w:p>
    <w:p w:rsidR="005B0461" w:rsidRDefault="005B0461" w:rsidP="005B0461">
      <w:r>
        <w:t>525.4031</w:t>
      </w:r>
      <w:r>
        <w:tab/>
        <w:t>2.025e0</w:t>
      </w:r>
    </w:p>
    <w:p w:rsidR="005B0461" w:rsidRDefault="005B0461" w:rsidP="005B0461">
      <w:r>
        <w:t>525.4154</w:t>
      </w:r>
      <w:r>
        <w:tab/>
        <w:t>2.025e0</w:t>
      </w:r>
    </w:p>
    <w:p w:rsidR="005B0461" w:rsidRDefault="005B0461" w:rsidP="005B0461">
      <w:r>
        <w:t>525.4291</w:t>
      </w:r>
      <w:r>
        <w:tab/>
        <w:t>1.013e0</w:t>
      </w:r>
    </w:p>
    <w:p w:rsidR="005B0461" w:rsidRDefault="005B0461" w:rsidP="005B0461">
      <w:r>
        <w:t>525.4563</w:t>
      </w:r>
      <w:r>
        <w:tab/>
        <w:t>2.025e0</w:t>
      </w:r>
    </w:p>
    <w:p w:rsidR="005B0461" w:rsidRDefault="005B0461" w:rsidP="005B0461">
      <w:r>
        <w:t>525.4613</w:t>
      </w:r>
      <w:r>
        <w:tab/>
        <w:t>1.013e0</w:t>
      </w:r>
    </w:p>
    <w:p w:rsidR="005B0461" w:rsidRDefault="005B0461" w:rsidP="005B0461">
      <w:r>
        <w:t>525.4745</w:t>
      </w:r>
      <w:r>
        <w:tab/>
        <w:t>2.025e0</w:t>
      </w:r>
    </w:p>
    <w:p w:rsidR="005B0461" w:rsidRDefault="005B0461" w:rsidP="005B0461">
      <w:r>
        <w:t>525.4919</w:t>
      </w:r>
      <w:r>
        <w:tab/>
        <w:t>3.576e0</w:t>
      </w:r>
    </w:p>
    <w:p w:rsidR="005B0461" w:rsidRDefault="005B0461" w:rsidP="005B0461">
      <w:r>
        <w:t>525.5018</w:t>
      </w:r>
      <w:r>
        <w:tab/>
        <w:t>1.013e0</w:t>
      </w:r>
    </w:p>
    <w:p w:rsidR="005B0461" w:rsidRDefault="005B0461" w:rsidP="005B0461">
      <w:r>
        <w:t>525.5291</w:t>
      </w:r>
      <w:r>
        <w:tab/>
        <w:t>1.013e0</w:t>
      </w:r>
    </w:p>
    <w:p w:rsidR="005B0461" w:rsidRDefault="005B0461" w:rsidP="005B0461">
      <w:r>
        <w:t>525.5615</w:t>
      </w:r>
      <w:r>
        <w:tab/>
        <w:t>3.038e0</w:t>
      </w:r>
    </w:p>
    <w:p w:rsidR="005B0461" w:rsidRDefault="005B0461" w:rsidP="005B0461">
      <w:r>
        <w:t>525.6085</w:t>
      </w:r>
      <w:r>
        <w:tab/>
        <w:t>1.013e0</w:t>
      </w:r>
    </w:p>
    <w:p w:rsidR="005B0461" w:rsidRDefault="005B0461" w:rsidP="005B0461">
      <w:r>
        <w:t>525.6200</w:t>
      </w:r>
      <w:r>
        <w:tab/>
        <w:t>1.013e0</w:t>
      </w:r>
    </w:p>
    <w:p w:rsidR="005B0461" w:rsidRDefault="005B0461" w:rsidP="005B0461">
      <w:r>
        <w:t>525.6473</w:t>
      </w:r>
      <w:r>
        <w:tab/>
        <w:t>2.025e0</w:t>
      </w:r>
    </w:p>
    <w:p w:rsidR="005B0461" w:rsidRDefault="005B0461" w:rsidP="005B0461">
      <w:r>
        <w:t>525.6636</w:t>
      </w:r>
      <w:r>
        <w:tab/>
        <w:t>1.013e0</w:t>
      </w:r>
    </w:p>
    <w:p w:rsidR="005B0461" w:rsidRDefault="005B0461" w:rsidP="005B0461">
      <w:r>
        <w:t>525.6877</w:t>
      </w:r>
      <w:r>
        <w:tab/>
        <w:t>3.038e0</w:t>
      </w:r>
    </w:p>
    <w:p w:rsidR="005B0461" w:rsidRDefault="005B0461" w:rsidP="005B0461">
      <w:r>
        <w:lastRenderedPageBreak/>
        <w:t>525.7006</w:t>
      </w:r>
      <w:r>
        <w:tab/>
        <w:t>2.025e0</w:t>
      </w:r>
    </w:p>
    <w:p w:rsidR="005B0461" w:rsidRDefault="005B0461" w:rsidP="005B0461">
      <w:r>
        <w:t>525.7479</w:t>
      </w:r>
      <w:r>
        <w:tab/>
        <w:t>2.025e0</w:t>
      </w:r>
    </w:p>
    <w:p w:rsidR="005B0461" w:rsidRDefault="005B0461" w:rsidP="005B0461">
      <w:r>
        <w:t>525.8137</w:t>
      </w:r>
      <w:r>
        <w:tab/>
        <w:t>1.013e0</w:t>
      </w:r>
    </w:p>
    <w:p w:rsidR="005B0461" w:rsidRDefault="005B0461" w:rsidP="005B0461">
      <w:r>
        <w:t>525.8596</w:t>
      </w:r>
      <w:r>
        <w:tab/>
        <w:t>3.038e0</w:t>
      </w:r>
    </w:p>
    <w:p w:rsidR="005B0461" w:rsidRDefault="005B0461" w:rsidP="005B0461">
      <w:r>
        <w:t>525.8614</w:t>
      </w:r>
      <w:r>
        <w:tab/>
        <w:t>4.051e0</w:t>
      </w:r>
    </w:p>
    <w:p w:rsidR="005B0461" w:rsidRDefault="005B0461" w:rsidP="005B0461">
      <w:r>
        <w:t>525.8654</w:t>
      </w:r>
      <w:r>
        <w:tab/>
        <w:t>2.025e0</w:t>
      </w:r>
    </w:p>
    <w:p w:rsidR="005B0461" w:rsidRDefault="005B0461" w:rsidP="005B0461">
      <w:r>
        <w:t>525.9247</w:t>
      </w:r>
      <w:r>
        <w:tab/>
        <w:t>2.025e0</w:t>
      </w:r>
    </w:p>
    <w:p w:rsidR="005B0461" w:rsidRDefault="005B0461" w:rsidP="005B0461">
      <w:r>
        <w:t>525.9516</w:t>
      </w:r>
      <w:r>
        <w:tab/>
        <w:t>2.025e0</w:t>
      </w:r>
    </w:p>
    <w:p w:rsidR="005B0461" w:rsidRDefault="005B0461" w:rsidP="005B0461">
      <w:r>
        <w:t>525.9700</w:t>
      </w:r>
      <w:r>
        <w:tab/>
        <w:t>2.025e0</w:t>
      </w:r>
    </w:p>
    <w:p w:rsidR="005B0461" w:rsidRDefault="005B0461" w:rsidP="005B0461">
      <w:r>
        <w:t>525.9724</w:t>
      </w:r>
      <w:r>
        <w:tab/>
        <w:t>3.038e0</w:t>
      </w:r>
    </w:p>
    <w:p w:rsidR="005B0461" w:rsidRDefault="005B0461" w:rsidP="005B0461">
      <w:r>
        <w:t>526.0025</w:t>
      </w:r>
      <w:r>
        <w:tab/>
        <w:t>3.038e0</w:t>
      </w:r>
    </w:p>
    <w:p w:rsidR="005B0461" w:rsidRDefault="005B0461" w:rsidP="005B0461">
      <w:r>
        <w:t>526.0266</w:t>
      </w:r>
      <w:r>
        <w:tab/>
        <w:t>1.994e0</w:t>
      </w:r>
    </w:p>
    <w:p w:rsidR="005B0461" w:rsidRDefault="005B0461" w:rsidP="005B0461">
      <w:r>
        <w:t>526.0382</w:t>
      </w:r>
      <w:r>
        <w:tab/>
        <w:t>1.013e0</w:t>
      </w:r>
    </w:p>
    <w:p w:rsidR="005B0461" w:rsidRDefault="005B0461" w:rsidP="005B0461">
      <w:r>
        <w:t>526.0919</w:t>
      </w:r>
      <w:r>
        <w:tab/>
        <w:t>1.178e0</w:t>
      </w:r>
    </w:p>
    <w:p w:rsidR="005B0461" w:rsidRDefault="005B0461" w:rsidP="005B0461">
      <w:r>
        <w:t>526.1009</w:t>
      </w:r>
      <w:r>
        <w:tab/>
        <w:t>3.626e0</w:t>
      </w:r>
    </w:p>
    <w:p w:rsidR="005B0461" w:rsidRDefault="005B0461" w:rsidP="005B0461">
      <w:r>
        <w:t>526.1288</w:t>
      </w:r>
      <w:r>
        <w:tab/>
        <w:t>5.865e0</w:t>
      </w:r>
    </w:p>
    <w:p w:rsidR="005B0461" w:rsidRDefault="005B0461" w:rsidP="005B0461">
      <w:r>
        <w:t>526.1457</w:t>
      </w:r>
      <w:r>
        <w:tab/>
        <w:t>3.841e0</w:t>
      </w:r>
    </w:p>
    <w:p w:rsidR="005B0461" w:rsidRDefault="005B0461" w:rsidP="005B0461">
      <w:r>
        <w:t>526.1606</w:t>
      </w:r>
      <w:r>
        <w:tab/>
        <w:t>4.541e0</w:t>
      </w:r>
    </w:p>
    <w:p w:rsidR="005B0461" w:rsidRDefault="005B0461" w:rsidP="005B0461">
      <w:r>
        <w:t>526.2209</w:t>
      </w:r>
      <w:r>
        <w:tab/>
        <w:t>2.293e0</w:t>
      </w:r>
    </w:p>
    <w:p w:rsidR="005B0461" w:rsidRDefault="005B0461" w:rsidP="005B0461">
      <w:r>
        <w:lastRenderedPageBreak/>
        <w:t>526.2262</w:t>
      </w:r>
      <w:r>
        <w:tab/>
        <w:t>4.033e0</w:t>
      </w:r>
    </w:p>
    <w:p w:rsidR="005B0461" w:rsidRDefault="005B0461" w:rsidP="005B0461">
      <w:r>
        <w:t>526.2296</w:t>
      </w:r>
      <w:r>
        <w:tab/>
        <w:t>3.261e0</w:t>
      </w:r>
    </w:p>
    <w:p w:rsidR="005B0461" w:rsidRDefault="005B0461" w:rsidP="005B0461">
      <w:r>
        <w:t>526.2511</w:t>
      </w:r>
      <w:r>
        <w:tab/>
        <w:t>1.720e0</w:t>
      </w:r>
    </w:p>
    <w:p w:rsidR="005B0461" w:rsidRDefault="005B0461" w:rsidP="005B0461">
      <w:r>
        <w:t>526.2729</w:t>
      </w:r>
      <w:r>
        <w:tab/>
        <w:t>1.505e0</w:t>
      </w:r>
    </w:p>
    <w:p w:rsidR="005B0461" w:rsidRDefault="005B0461" w:rsidP="005B0461">
      <w:r>
        <w:t>526.2816</w:t>
      </w:r>
      <w:r>
        <w:tab/>
        <w:t>1.529e0</w:t>
      </w:r>
    </w:p>
    <w:p w:rsidR="005B0461" w:rsidRDefault="005B0461" w:rsidP="005B0461">
      <w:r>
        <w:t>526.3195</w:t>
      </w:r>
      <w:r>
        <w:tab/>
        <w:t>2.593e0</w:t>
      </w:r>
    </w:p>
    <w:p w:rsidR="005B0461" w:rsidRDefault="005B0461" w:rsidP="005B0461">
      <w:r>
        <w:t>526.3216</w:t>
      </w:r>
      <w:r>
        <w:tab/>
        <w:t>3.888e0</w:t>
      </w:r>
    </w:p>
    <w:p w:rsidR="005B0461" w:rsidRDefault="005B0461" w:rsidP="005B0461">
      <w:r>
        <w:t>526.4050</w:t>
      </w:r>
      <w:r>
        <w:tab/>
        <w:t>1.013e0</w:t>
      </w:r>
    </w:p>
    <w:p w:rsidR="005B0461" w:rsidRDefault="005B0461" w:rsidP="005B0461">
      <w:r>
        <w:t>526.4138</w:t>
      </w:r>
      <w:r>
        <w:tab/>
        <w:t>8.101e0</w:t>
      </w:r>
    </w:p>
    <w:p w:rsidR="005B0461" w:rsidRDefault="005B0461" w:rsidP="005B0461">
      <w:r>
        <w:t>526.4350</w:t>
      </w:r>
      <w:r>
        <w:tab/>
        <w:t>1.114e1</w:t>
      </w:r>
    </w:p>
    <w:p w:rsidR="005B0461" w:rsidRDefault="005B0461" w:rsidP="005B0461">
      <w:r>
        <w:t>526.4426</w:t>
      </w:r>
      <w:r>
        <w:tab/>
        <w:t>9.114e0</w:t>
      </w:r>
    </w:p>
    <w:p w:rsidR="005B0461" w:rsidRDefault="005B0461" w:rsidP="005B0461">
      <w:r>
        <w:t>526.4563</w:t>
      </w:r>
      <w:r>
        <w:tab/>
        <w:t>5.960e0</w:t>
      </w:r>
    </w:p>
    <w:p w:rsidR="005B0461" w:rsidRDefault="005B0461" w:rsidP="005B0461">
      <w:r>
        <w:t>526.4590</w:t>
      </w:r>
      <w:r>
        <w:tab/>
        <w:t>4.051e0</w:t>
      </w:r>
    </w:p>
    <w:p w:rsidR="005B0461" w:rsidRDefault="005B0461" w:rsidP="005B0461">
      <w:r>
        <w:t>526.5387</w:t>
      </w:r>
      <w:r>
        <w:tab/>
        <w:t>1.013e0</w:t>
      </w:r>
    </w:p>
    <w:p w:rsidR="005B0461" w:rsidRDefault="005B0461" w:rsidP="005B0461">
      <w:r>
        <w:t>526.5524</w:t>
      </w:r>
      <w:r>
        <w:tab/>
        <w:t>2.025e0</w:t>
      </w:r>
    </w:p>
    <w:p w:rsidR="005B0461" w:rsidRDefault="005B0461" w:rsidP="005B0461">
      <w:r>
        <w:t>526.5842</w:t>
      </w:r>
      <w:r>
        <w:tab/>
        <w:t>1.013e0</w:t>
      </w:r>
    </w:p>
    <w:p w:rsidR="005B0461" w:rsidRDefault="005B0461" w:rsidP="005B0461">
      <w:r>
        <w:t>526.6115</w:t>
      </w:r>
      <w:r>
        <w:tab/>
        <w:t>1.013e0</w:t>
      </w:r>
    </w:p>
    <w:p w:rsidR="005B0461" w:rsidRDefault="005B0461" w:rsidP="005B0461">
      <w:r>
        <w:t>526.6389</w:t>
      </w:r>
      <w:r>
        <w:tab/>
        <w:t>1.013e0</w:t>
      </w:r>
    </w:p>
    <w:p w:rsidR="005B0461" w:rsidRDefault="005B0461" w:rsidP="005B0461">
      <w:r>
        <w:t>526.6674</w:t>
      </w:r>
      <w:r>
        <w:tab/>
        <w:t>2.025e0</w:t>
      </w:r>
    </w:p>
    <w:p w:rsidR="005B0461" w:rsidRDefault="005B0461" w:rsidP="005B0461">
      <w:r>
        <w:lastRenderedPageBreak/>
        <w:t>526.6955</w:t>
      </w:r>
      <w:r>
        <w:tab/>
        <w:t>2.025e0</w:t>
      </w:r>
    </w:p>
    <w:p w:rsidR="005B0461" w:rsidRDefault="005B0461" w:rsidP="005B0461">
      <w:r>
        <w:t>526.7117</w:t>
      </w:r>
      <w:r>
        <w:tab/>
        <w:t>1.013e0</w:t>
      </w:r>
    </w:p>
    <w:p w:rsidR="005B0461" w:rsidRDefault="005B0461" w:rsidP="005B0461">
      <w:r>
        <w:t>526.7572</w:t>
      </w:r>
      <w:r>
        <w:tab/>
        <w:t>1.013e0</w:t>
      </w:r>
    </w:p>
    <w:p w:rsidR="005B0461" w:rsidRDefault="005B0461" w:rsidP="005B0461">
      <w:r>
        <w:t>526.7589</w:t>
      </w:r>
      <w:r>
        <w:tab/>
        <w:t>2.025e0</w:t>
      </w:r>
    </w:p>
    <w:p w:rsidR="005B0461" w:rsidRDefault="005B0461" w:rsidP="005B0461">
      <w:r>
        <w:t>526.7938</w:t>
      </w:r>
      <w:r>
        <w:tab/>
        <w:t>1.013e0</w:t>
      </w:r>
    </w:p>
    <w:p w:rsidR="005B0461" w:rsidRDefault="005B0461" w:rsidP="005B0461">
      <w:r>
        <w:t>526.8244</w:t>
      </w:r>
      <w:r>
        <w:tab/>
        <w:t>4.051e0</w:t>
      </w:r>
    </w:p>
    <w:p w:rsidR="005B0461" w:rsidRDefault="005B0461" w:rsidP="005B0461">
      <w:r>
        <w:t>526.8414</w:t>
      </w:r>
      <w:r>
        <w:tab/>
        <w:t>4.051e0</w:t>
      </w:r>
    </w:p>
    <w:p w:rsidR="005B0461" w:rsidRDefault="005B0461" w:rsidP="005B0461">
      <w:r>
        <w:t>526.8633</w:t>
      </w:r>
      <w:r>
        <w:tab/>
        <w:t>2.025e0</w:t>
      </w:r>
    </w:p>
    <w:p w:rsidR="005B0461" w:rsidRDefault="005B0461" w:rsidP="005B0461">
      <w:r>
        <w:t>526.8754</w:t>
      </w:r>
      <w:r>
        <w:tab/>
        <w:t>2.025e0</w:t>
      </w:r>
    </w:p>
    <w:p w:rsidR="005B0461" w:rsidRDefault="005B0461" w:rsidP="005B0461">
      <w:r>
        <w:t>526.9227</w:t>
      </w:r>
      <w:r>
        <w:tab/>
        <w:t>2.025e0</w:t>
      </w:r>
    </w:p>
    <w:p w:rsidR="005B0461" w:rsidRDefault="005B0461" w:rsidP="005B0461">
      <w:r>
        <w:t>526.9569</w:t>
      </w:r>
      <w:r>
        <w:tab/>
        <w:t>1.013e0</w:t>
      </w:r>
    </w:p>
    <w:p w:rsidR="005B0461" w:rsidRDefault="005B0461" w:rsidP="005B0461">
      <w:r>
        <w:t>527.0032</w:t>
      </w:r>
      <w:r>
        <w:tab/>
        <w:t>1.013e0</w:t>
      </w:r>
    </w:p>
    <w:p w:rsidR="005B0461" w:rsidRDefault="005B0461" w:rsidP="005B0461">
      <w:r>
        <w:t>527.0189</w:t>
      </w:r>
      <w:r>
        <w:tab/>
        <w:t>2.025e0</w:t>
      </w:r>
    </w:p>
    <w:p w:rsidR="005B0461" w:rsidRDefault="005B0461" w:rsidP="005B0461">
      <w:r>
        <w:t>527.0476</w:t>
      </w:r>
      <w:r>
        <w:tab/>
        <w:t>3.880e0</w:t>
      </w:r>
    </w:p>
    <w:p w:rsidR="005B0461" w:rsidRDefault="005B0461" w:rsidP="005B0461">
      <w:r>
        <w:t>527.0516</w:t>
      </w:r>
      <w:r>
        <w:tab/>
        <w:t>1.013e0</w:t>
      </w:r>
    </w:p>
    <w:p w:rsidR="005B0461" w:rsidRDefault="005B0461" w:rsidP="005B0461">
      <w:r>
        <w:t>527.0943</w:t>
      </w:r>
      <w:r>
        <w:tab/>
        <w:t>2.952e0</w:t>
      </w:r>
    </w:p>
    <w:p w:rsidR="005B0461" w:rsidRDefault="005B0461" w:rsidP="005B0461">
      <w:r>
        <w:t>527.1307</w:t>
      </w:r>
      <w:r>
        <w:tab/>
        <w:t>1.911e0</w:t>
      </w:r>
    </w:p>
    <w:p w:rsidR="005B0461" w:rsidRDefault="005B0461" w:rsidP="005B0461">
      <w:r>
        <w:t>527.1454</w:t>
      </w:r>
      <w:r>
        <w:tab/>
        <w:t>5.804e0</w:t>
      </w:r>
    </w:p>
    <w:p w:rsidR="005B0461" w:rsidRDefault="005B0461" w:rsidP="005B0461">
      <w:r>
        <w:t>527.1465</w:t>
      </w:r>
      <w:r>
        <w:tab/>
        <w:t>2.897e0</w:t>
      </w:r>
    </w:p>
    <w:p w:rsidR="005B0461" w:rsidRDefault="005B0461" w:rsidP="005B0461">
      <w:r>
        <w:lastRenderedPageBreak/>
        <w:t>527.1925</w:t>
      </w:r>
      <w:r>
        <w:tab/>
        <w:t>4.213e0</w:t>
      </w:r>
    </w:p>
    <w:p w:rsidR="005B0461" w:rsidRDefault="005B0461" w:rsidP="005B0461">
      <w:r>
        <w:t>527.2104</w:t>
      </w:r>
      <w:r>
        <w:tab/>
        <w:t>3.038e0</w:t>
      </w:r>
    </w:p>
    <w:p w:rsidR="005B0461" w:rsidRDefault="005B0461" w:rsidP="005B0461">
      <w:r>
        <w:t>527.2217</w:t>
      </w:r>
      <w:r>
        <w:tab/>
        <w:t>2.792e0</w:t>
      </w:r>
    </w:p>
    <w:p w:rsidR="005B0461" w:rsidRDefault="005B0461" w:rsidP="005B0461">
      <w:r>
        <w:t>527.2258</w:t>
      </w:r>
      <w:r>
        <w:tab/>
        <w:t>1.499e0</w:t>
      </w:r>
    </w:p>
    <w:p w:rsidR="005B0461" w:rsidRDefault="005B0461" w:rsidP="005B0461">
      <w:r>
        <w:t>527.2674</w:t>
      </w:r>
      <w:r>
        <w:tab/>
        <w:t>1.868e0</w:t>
      </w:r>
    </w:p>
    <w:p w:rsidR="005B0461" w:rsidRDefault="005B0461" w:rsidP="005B0461">
      <w:r>
        <w:t>527.3130</w:t>
      </w:r>
      <w:r>
        <w:tab/>
        <w:t>1.016e0</w:t>
      </w:r>
    </w:p>
    <w:p w:rsidR="005B0461" w:rsidRDefault="005B0461" w:rsidP="005B0461">
      <w:r>
        <w:t>527.3440</w:t>
      </w:r>
      <w:r>
        <w:tab/>
        <w:t>4.527e0</w:t>
      </w:r>
    </w:p>
    <w:p w:rsidR="005B0461" w:rsidRDefault="005B0461" w:rsidP="005B0461">
      <w:r>
        <w:t>527.3514</w:t>
      </w:r>
      <w:r>
        <w:tab/>
        <w:t>2.220e0</w:t>
      </w:r>
    </w:p>
    <w:p w:rsidR="005B0461" w:rsidRDefault="005B0461" w:rsidP="005B0461">
      <w:r>
        <w:t>527.3724</w:t>
      </w:r>
      <w:r>
        <w:tab/>
        <w:t>3.983e0</w:t>
      </w:r>
    </w:p>
    <w:p w:rsidR="005B0461" w:rsidRDefault="005B0461" w:rsidP="005B0461">
      <w:r>
        <w:t>527.3768</w:t>
      </w:r>
      <w:r>
        <w:tab/>
        <w:t>1.013e0</w:t>
      </w:r>
    </w:p>
    <w:p w:rsidR="005B0461" w:rsidRDefault="005B0461" w:rsidP="005B0461">
      <w:r>
        <w:t>527.4387</w:t>
      </w:r>
      <w:r>
        <w:tab/>
        <w:t>2.025e0</w:t>
      </w:r>
    </w:p>
    <w:p w:rsidR="005B0461" w:rsidRDefault="005B0461" w:rsidP="005B0461">
      <w:r>
        <w:t>527.4521</w:t>
      </w:r>
      <w:r>
        <w:tab/>
        <w:t>2.025e0</w:t>
      </w:r>
    </w:p>
    <w:p w:rsidR="005B0461" w:rsidRDefault="005B0461" w:rsidP="005B0461">
      <w:r>
        <w:t>527.4539</w:t>
      </w:r>
      <w:r>
        <w:tab/>
        <w:t>2.025e0</w:t>
      </w:r>
    </w:p>
    <w:p w:rsidR="005B0461" w:rsidRDefault="005B0461" w:rsidP="005B0461">
      <w:r>
        <w:t>527.4632</w:t>
      </w:r>
      <w:r>
        <w:tab/>
        <w:t>3.038e0</w:t>
      </w:r>
    </w:p>
    <w:p w:rsidR="005B0461" w:rsidRDefault="005B0461" w:rsidP="005B0461">
      <w:r>
        <w:t>527.5297</w:t>
      </w:r>
      <w:r>
        <w:tab/>
        <w:t>3.038e0</w:t>
      </w:r>
    </w:p>
    <w:p w:rsidR="005B0461" w:rsidRDefault="005B0461" w:rsidP="005B0461">
      <w:r>
        <w:t>527.5397</w:t>
      </w:r>
      <w:r>
        <w:tab/>
        <w:t>3.038e0</w:t>
      </w:r>
    </w:p>
    <w:p w:rsidR="005B0461" w:rsidRDefault="005B0461" w:rsidP="005B0461">
      <w:r>
        <w:t>527.5816</w:t>
      </w:r>
      <w:r>
        <w:tab/>
        <w:t>2.025e0</w:t>
      </w:r>
    </w:p>
    <w:p w:rsidR="005B0461" w:rsidRDefault="005B0461" w:rsidP="005B0461">
      <w:r>
        <w:t>527.5850</w:t>
      </w:r>
      <w:r>
        <w:tab/>
        <w:t>1.013e0</w:t>
      </w:r>
    </w:p>
    <w:p w:rsidR="005B0461" w:rsidRDefault="005B0461" w:rsidP="005B0461">
      <w:r>
        <w:t>527.5876</w:t>
      </w:r>
      <w:r>
        <w:tab/>
        <w:t>1.013e0</w:t>
      </w:r>
    </w:p>
    <w:p w:rsidR="005B0461" w:rsidRDefault="005B0461" w:rsidP="005B0461">
      <w:r>
        <w:lastRenderedPageBreak/>
        <w:t>527.6033</w:t>
      </w:r>
      <w:r>
        <w:tab/>
        <w:t>1.013e0</w:t>
      </w:r>
    </w:p>
    <w:p w:rsidR="005B0461" w:rsidRDefault="005B0461" w:rsidP="005B0461">
      <w:r>
        <w:t>527.6494</w:t>
      </w:r>
      <w:r>
        <w:tab/>
        <w:t>2.025e0</w:t>
      </w:r>
    </w:p>
    <w:p w:rsidR="005B0461" w:rsidRDefault="005B0461" w:rsidP="005B0461">
      <w:r>
        <w:t>527.6586</w:t>
      </w:r>
      <w:r>
        <w:tab/>
        <w:t>3.038e0</w:t>
      </w:r>
    </w:p>
    <w:p w:rsidR="005B0461" w:rsidRDefault="005B0461" w:rsidP="005B0461">
      <w:r>
        <w:t>527.7051</w:t>
      </w:r>
      <w:r>
        <w:tab/>
        <w:t>1.013e0</w:t>
      </w:r>
    </w:p>
    <w:p w:rsidR="005B0461" w:rsidRDefault="005B0461" w:rsidP="005B0461">
      <w:r>
        <w:t>527.7234</w:t>
      </w:r>
      <w:r>
        <w:tab/>
        <w:t>1.013e0</w:t>
      </w:r>
    </w:p>
    <w:p w:rsidR="005B0461" w:rsidRDefault="005B0461" w:rsidP="005B0461">
      <w:r>
        <w:t>527.7690</w:t>
      </w:r>
      <w:r>
        <w:tab/>
        <w:t>1.013e0</w:t>
      </w:r>
    </w:p>
    <w:p w:rsidR="005B0461" w:rsidRDefault="005B0461" w:rsidP="005B0461">
      <w:r>
        <w:t>527.8040</w:t>
      </w:r>
      <w:r>
        <w:tab/>
        <w:t>4.051e0</w:t>
      </w:r>
    </w:p>
    <w:p w:rsidR="005B0461" w:rsidRDefault="005B0461" w:rsidP="005B0461">
      <w:r>
        <w:t>527.8269</w:t>
      </w:r>
      <w:r>
        <w:tab/>
        <w:t>2.025e0</w:t>
      </w:r>
    </w:p>
    <w:p w:rsidR="005B0461" w:rsidRDefault="005B0461" w:rsidP="005B0461">
      <w:r>
        <w:t>527.8602</w:t>
      </w:r>
      <w:r>
        <w:tab/>
        <w:t>2.025e0</w:t>
      </w:r>
    </w:p>
    <w:p w:rsidR="005B0461" w:rsidRDefault="005B0461" w:rsidP="005B0461">
      <w:r>
        <w:t>527.8967</w:t>
      </w:r>
      <w:r>
        <w:tab/>
        <w:t>1.013e0</w:t>
      </w:r>
    </w:p>
    <w:p w:rsidR="005B0461" w:rsidRDefault="005B0461" w:rsidP="005B0461">
      <w:r>
        <w:t>527.9150</w:t>
      </w:r>
      <w:r>
        <w:tab/>
        <w:t>1.013e0</w:t>
      </w:r>
    </w:p>
    <w:p w:rsidR="005B0461" w:rsidRDefault="005B0461" w:rsidP="005B0461">
      <w:r>
        <w:t>527.9712</w:t>
      </w:r>
      <w:r>
        <w:tab/>
        <w:t>3.801e0</w:t>
      </w:r>
    </w:p>
    <w:p w:rsidR="005B0461" w:rsidRDefault="005B0461" w:rsidP="005B0461">
      <w:r>
        <w:t>527.9740</w:t>
      </w:r>
      <w:r>
        <w:tab/>
        <w:t>1.013e0</w:t>
      </w:r>
    </w:p>
    <w:p w:rsidR="005B0461" w:rsidRDefault="005B0461" w:rsidP="005B0461">
      <w:r>
        <w:t>527.9970</w:t>
      </w:r>
      <w:r>
        <w:tab/>
        <w:t>6.029e0</w:t>
      </w:r>
    </w:p>
    <w:p w:rsidR="005B0461" w:rsidRDefault="005B0461" w:rsidP="005B0461">
      <w:r>
        <w:t>528.0419</w:t>
      </w:r>
      <w:r>
        <w:tab/>
        <w:t>3.038e0</w:t>
      </w:r>
    </w:p>
    <w:p w:rsidR="005B0461" w:rsidRDefault="005B0461" w:rsidP="005B0461">
      <w:r>
        <w:t>528.0450</w:t>
      </w:r>
      <w:r>
        <w:tab/>
        <w:t>3.029e0</w:t>
      </w:r>
    </w:p>
    <w:p w:rsidR="005B0461" w:rsidRDefault="005B0461" w:rsidP="005B0461">
      <w:r>
        <w:t>528.0549</w:t>
      </w:r>
      <w:r>
        <w:tab/>
        <w:t>2.789e0</w:t>
      </w:r>
    </w:p>
    <w:p w:rsidR="005B0461" w:rsidRDefault="005B0461" w:rsidP="005B0461">
      <w:r>
        <w:t>528.0928</w:t>
      </w:r>
      <w:r>
        <w:tab/>
        <w:t>2.200e0</w:t>
      </w:r>
    </w:p>
    <w:p w:rsidR="005B0461" w:rsidRDefault="005B0461" w:rsidP="005B0461">
      <w:r>
        <w:t>528.1460</w:t>
      </w:r>
      <w:r>
        <w:tab/>
        <w:t>2.946e0</w:t>
      </w:r>
    </w:p>
    <w:p w:rsidR="005B0461" w:rsidRDefault="005B0461" w:rsidP="005B0461">
      <w:r>
        <w:lastRenderedPageBreak/>
        <w:t>528.1979</w:t>
      </w:r>
      <w:r>
        <w:tab/>
        <w:t>1.194e0</w:t>
      </w:r>
    </w:p>
    <w:p w:rsidR="005B0461" w:rsidRDefault="005B0461" w:rsidP="005B0461">
      <w:r>
        <w:t>528.2086</w:t>
      </w:r>
      <w:r>
        <w:tab/>
        <w:t>3.789e0</w:t>
      </w:r>
    </w:p>
    <w:p w:rsidR="005B0461" w:rsidRDefault="005B0461" w:rsidP="005B0461">
      <w:r>
        <w:t>528.2131</w:t>
      </w:r>
      <w:r>
        <w:tab/>
        <w:t>2.380e0</w:t>
      </w:r>
    </w:p>
    <w:p w:rsidR="005B0461" w:rsidRDefault="005B0461" w:rsidP="005B0461">
      <w:r>
        <w:t>528.2345</w:t>
      </w:r>
      <w:r>
        <w:tab/>
        <w:t>1.763e0</w:t>
      </w:r>
    </w:p>
    <w:p w:rsidR="005B0461" w:rsidRDefault="005B0461" w:rsidP="005B0461">
      <w:r>
        <w:t>528.2527</w:t>
      </w:r>
      <w:r>
        <w:tab/>
        <w:t>1.013e0</w:t>
      </w:r>
    </w:p>
    <w:p w:rsidR="005B0461" w:rsidRDefault="005B0461" w:rsidP="005B0461">
      <w:r>
        <w:t>528.2710</w:t>
      </w:r>
      <w:r>
        <w:tab/>
        <w:t>1.800e0</w:t>
      </w:r>
    </w:p>
    <w:p w:rsidR="005B0461" w:rsidRDefault="005B0461" w:rsidP="005B0461">
      <w:r>
        <w:t>528.2841</w:t>
      </w:r>
      <w:r>
        <w:tab/>
        <w:t>1.583e0</w:t>
      </w:r>
    </w:p>
    <w:p w:rsidR="005B0461" w:rsidRDefault="005B0461" w:rsidP="005B0461">
      <w:r>
        <w:t>528.3467</w:t>
      </w:r>
      <w:r>
        <w:tab/>
        <w:t>1.829e0</w:t>
      </w:r>
    </w:p>
    <w:p w:rsidR="005B0461" w:rsidRDefault="005B0461" w:rsidP="005B0461">
      <w:r>
        <w:t>528.3500</w:t>
      </w:r>
      <w:r>
        <w:tab/>
        <w:t>3.601e0</w:t>
      </w:r>
    </w:p>
    <w:p w:rsidR="005B0461" w:rsidRDefault="005B0461" w:rsidP="005B0461">
      <w:r>
        <w:t>528.3971</w:t>
      </w:r>
      <w:r>
        <w:tab/>
        <w:t>1.013e0</w:t>
      </w:r>
    </w:p>
    <w:p w:rsidR="005B0461" w:rsidRDefault="005B0461" w:rsidP="005B0461">
      <w:r>
        <w:t>528.4080</w:t>
      </w:r>
      <w:r>
        <w:tab/>
        <w:t>2.025e0</w:t>
      </w:r>
    </w:p>
    <w:p w:rsidR="005B0461" w:rsidRDefault="005B0461" w:rsidP="005B0461">
      <w:r>
        <w:t>528.4210</w:t>
      </w:r>
      <w:r>
        <w:tab/>
        <w:t>7.089e0</w:t>
      </w:r>
    </w:p>
    <w:p w:rsidR="005B0461" w:rsidRDefault="005B0461" w:rsidP="005B0461">
      <w:r>
        <w:t>528.4441</w:t>
      </w:r>
      <w:r>
        <w:tab/>
        <w:t>3.038e0</w:t>
      </w:r>
    </w:p>
    <w:p w:rsidR="005B0461" w:rsidRDefault="005B0461" w:rsidP="005B0461">
      <w:r>
        <w:t>528.4483</w:t>
      </w:r>
      <w:r>
        <w:tab/>
        <w:t>3.038e0</w:t>
      </w:r>
    </w:p>
    <w:p w:rsidR="005B0461" w:rsidRDefault="005B0461" w:rsidP="005B0461">
      <w:r>
        <w:t>528.4869</w:t>
      </w:r>
      <w:r>
        <w:tab/>
        <w:t>4.051e0</w:t>
      </w:r>
    </w:p>
    <w:p w:rsidR="005B0461" w:rsidRDefault="005B0461" w:rsidP="005B0461">
      <w:r>
        <w:t>528.4993</w:t>
      </w:r>
      <w:r>
        <w:tab/>
        <w:t>1.013e0</w:t>
      </w:r>
    </w:p>
    <w:p w:rsidR="005B0461" w:rsidRDefault="005B0461" w:rsidP="005B0461">
      <w:r>
        <w:t>528.5135</w:t>
      </w:r>
      <w:r>
        <w:tab/>
        <w:t>2.025e0</w:t>
      </w:r>
    </w:p>
    <w:p w:rsidR="005B0461" w:rsidRDefault="005B0461" w:rsidP="005B0461">
      <w:r>
        <w:t>528.5364</w:t>
      </w:r>
      <w:r>
        <w:tab/>
        <w:t>2.025e0</w:t>
      </w:r>
    </w:p>
    <w:p w:rsidR="005B0461" w:rsidRDefault="005B0461" w:rsidP="005B0461">
      <w:r>
        <w:t>528.5576</w:t>
      </w:r>
      <w:r>
        <w:tab/>
        <w:t>2.025e0</w:t>
      </w:r>
    </w:p>
    <w:p w:rsidR="005B0461" w:rsidRDefault="005B0461" w:rsidP="005B0461">
      <w:r>
        <w:lastRenderedPageBreak/>
        <w:t>528.5942</w:t>
      </w:r>
      <w:r>
        <w:tab/>
        <w:t>2.025e0</w:t>
      </w:r>
    </w:p>
    <w:p w:rsidR="005B0461" w:rsidRDefault="005B0461" w:rsidP="005B0461">
      <w:r>
        <w:t>528.6089</w:t>
      </w:r>
      <w:r>
        <w:tab/>
        <w:t>1.013e0</w:t>
      </w:r>
    </w:p>
    <w:p w:rsidR="005B0461" w:rsidRDefault="005B0461" w:rsidP="005B0461">
      <w:r>
        <w:t>528.6729</w:t>
      </w:r>
      <w:r>
        <w:tab/>
        <w:t>1.013e0</w:t>
      </w:r>
    </w:p>
    <w:p w:rsidR="005B0461" w:rsidRDefault="005B0461" w:rsidP="005B0461">
      <w:r>
        <w:t>528.7460</w:t>
      </w:r>
      <w:r>
        <w:tab/>
        <w:t>1.013e0</w:t>
      </w:r>
    </w:p>
    <w:p w:rsidR="005B0461" w:rsidRDefault="005B0461" w:rsidP="005B0461">
      <w:r>
        <w:t>528.7552</w:t>
      </w:r>
      <w:r>
        <w:tab/>
        <w:t>1.013e0</w:t>
      </w:r>
    </w:p>
    <w:p w:rsidR="005B0461" w:rsidRDefault="005B0461" w:rsidP="005B0461">
      <w:r>
        <w:t>528.7607</w:t>
      </w:r>
      <w:r>
        <w:tab/>
        <w:t>2.025e0</w:t>
      </w:r>
    </w:p>
    <w:p w:rsidR="005B0461" w:rsidRDefault="005B0461" w:rsidP="005B0461">
      <w:r>
        <w:t>528.8201</w:t>
      </w:r>
      <w:r>
        <w:tab/>
        <w:t>2.025e0</w:t>
      </w:r>
    </w:p>
    <w:p w:rsidR="005B0461" w:rsidRDefault="005B0461" w:rsidP="005B0461">
      <w:r>
        <w:t>528.8414</w:t>
      </w:r>
      <w:r>
        <w:tab/>
        <w:t>1.013e0</w:t>
      </w:r>
    </w:p>
    <w:p w:rsidR="005B0461" w:rsidRDefault="005B0461" w:rsidP="005B0461">
      <w:r>
        <w:t>528.8860</w:t>
      </w:r>
      <w:r>
        <w:tab/>
        <w:t>2.025e0</w:t>
      </w:r>
    </w:p>
    <w:p w:rsidR="005B0461" w:rsidRDefault="005B0461" w:rsidP="005B0461">
      <w:r>
        <w:t>528.8923</w:t>
      </w:r>
      <w:r>
        <w:tab/>
        <w:t>1.013e0</w:t>
      </w:r>
    </w:p>
    <w:p w:rsidR="005B0461" w:rsidRDefault="005B0461" w:rsidP="005B0461">
      <w:r>
        <w:t>528.9350</w:t>
      </w:r>
      <w:r>
        <w:tab/>
        <w:t>3.038e0</w:t>
      </w:r>
    </w:p>
    <w:p w:rsidR="005B0461" w:rsidRDefault="005B0461" w:rsidP="005B0461">
      <w:r>
        <w:t>528.9711</w:t>
      </w:r>
      <w:r>
        <w:tab/>
        <w:t>5.040e0</w:t>
      </w:r>
    </w:p>
    <w:p w:rsidR="005B0461" w:rsidRDefault="005B0461" w:rsidP="005B0461">
      <w:r>
        <w:t>528.9978</w:t>
      </w:r>
      <w:r>
        <w:tab/>
        <w:t>3.038e0</w:t>
      </w:r>
    </w:p>
    <w:p w:rsidR="005B0461" w:rsidRDefault="005B0461" w:rsidP="005B0461">
      <w:r>
        <w:t>529.0132</w:t>
      </w:r>
      <w:r>
        <w:tab/>
        <w:t>3.012e0</w:t>
      </w:r>
    </w:p>
    <w:p w:rsidR="005B0461" w:rsidRDefault="005B0461" w:rsidP="005B0461">
      <w:r>
        <w:t>529.0962</w:t>
      </w:r>
      <w:r>
        <w:tab/>
        <w:t>1.802e1</w:t>
      </w:r>
    </w:p>
    <w:p w:rsidR="005B0461" w:rsidRDefault="005B0461" w:rsidP="005B0461">
      <w:r>
        <w:t>529.1064</w:t>
      </w:r>
      <w:r>
        <w:tab/>
        <w:t>2.482e1</w:t>
      </w:r>
    </w:p>
    <w:p w:rsidR="005B0461" w:rsidRDefault="005B0461" w:rsidP="005B0461">
      <w:r>
        <w:t>529.1105</w:t>
      </w:r>
      <w:r>
        <w:tab/>
        <w:t>1.567e1</w:t>
      </w:r>
    </w:p>
    <w:p w:rsidR="005B0461" w:rsidRDefault="005B0461" w:rsidP="005B0461">
      <w:r>
        <w:t>529.1163</w:t>
      </w:r>
      <w:r>
        <w:tab/>
        <w:t>1.089e1</w:t>
      </w:r>
    </w:p>
    <w:p w:rsidR="005B0461" w:rsidRDefault="005B0461" w:rsidP="005B0461">
      <w:r>
        <w:t>529.1608</w:t>
      </w:r>
      <w:r>
        <w:tab/>
        <w:t>2.979e0</w:t>
      </w:r>
    </w:p>
    <w:p w:rsidR="005B0461" w:rsidRDefault="005B0461" w:rsidP="005B0461">
      <w:r>
        <w:lastRenderedPageBreak/>
        <w:t>529.2220</w:t>
      </w:r>
      <w:r>
        <w:tab/>
        <w:t>2.380e0</w:t>
      </w:r>
    </w:p>
    <w:p w:rsidR="005B0461" w:rsidRDefault="005B0461" w:rsidP="005B0461">
      <w:r>
        <w:t>529.2520</w:t>
      </w:r>
      <w:r>
        <w:tab/>
        <w:t>2.669e0</w:t>
      </w:r>
    </w:p>
    <w:p w:rsidR="005B0461" w:rsidRDefault="005B0461" w:rsidP="005B0461">
      <w:r>
        <w:t>529.2816</w:t>
      </w:r>
      <w:r>
        <w:tab/>
        <w:t>3.554e0</w:t>
      </w:r>
    </w:p>
    <w:p w:rsidR="005B0461" w:rsidRDefault="005B0461" w:rsidP="005B0461">
      <w:r>
        <w:t>529.2985</w:t>
      </w:r>
      <w:r>
        <w:tab/>
        <w:t>2.774e0</w:t>
      </w:r>
    </w:p>
    <w:p w:rsidR="005B0461" w:rsidRDefault="005B0461" w:rsidP="005B0461">
      <w:r>
        <w:t>529.3000</w:t>
      </w:r>
      <w:r>
        <w:tab/>
        <w:t>2.241e0</w:t>
      </w:r>
    </w:p>
    <w:p w:rsidR="005B0461" w:rsidRDefault="005B0461" w:rsidP="005B0461">
      <w:r>
        <w:t>529.3678</w:t>
      </w:r>
      <w:r>
        <w:tab/>
        <w:t>2.900e0</w:t>
      </w:r>
    </w:p>
    <w:p w:rsidR="005B0461" w:rsidRDefault="005B0461" w:rsidP="005B0461">
      <w:r>
        <w:t>529.3705</w:t>
      </w:r>
      <w:r>
        <w:tab/>
        <w:t>2.025e0</w:t>
      </w:r>
    </w:p>
    <w:p w:rsidR="005B0461" w:rsidRDefault="005B0461" w:rsidP="005B0461">
      <w:r>
        <w:t>529.4203</w:t>
      </w:r>
      <w:r>
        <w:tab/>
        <w:t>5.063e0</w:t>
      </w:r>
    </w:p>
    <w:p w:rsidR="005B0461" w:rsidRDefault="005B0461" w:rsidP="005B0461">
      <w:r>
        <w:t>529.4249</w:t>
      </w:r>
      <w:r>
        <w:tab/>
        <w:t>4.051e0</w:t>
      </w:r>
    </w:p>
    <w:p w:rsidR="005B0461" w:rsidRDefault="005B0461" w:rsidP="005B0461">
      <w:r>
        <w:t>529.4523</w:t>
      </w:r>
      <w:r>
        <w:tab/>
        <w:t>4.051e0</w:t>
      </w:r>
    </w:p>
    <w:p w:rsidR="005B0461" w:rsidRDefault="005B0461" w:rsidP="005B0461">
      <w:r>
        <w:t>529.4603</w:t>
      </w:r>
      <w:r>
        <w:tab/>
        <w:t>2.025e0</w:t>
      </w:r>
    </w:p>
    <w:p w:rsidR="005B0461" w:rsidRDefault="005B0461" w:rsidP="005B0461">
      <w:r>
        <w:t>529.4868</w:t>
      </w:r>
      <w:r>
        <w:tab/>
        <w:t>2.025e0</w:t>
      </w:r>
    </w:p>
    <w:p w:rsidR="005B0461" w:rsidRDefault="005B0461" w:rsidP="005B0461">
      <w:r>
        <w:t>529.5418</w:t>
      </w:r>
      <w:r>
        <w:tab/>
        <w:t>3.038e0</w:t>
      </w:r>
    </w:p>
    <w:p w:rsidR="005B0461" w:rsidRDefault="005B0461" w:rsidP="005B0461">
      <w:r>
        <w:t>529.5466</w:t>
      </w:r>
      <w:r>
        <w:tab/>
        <w:t>2.025e0</w:t>
      </w:r>
    </w:p>
    <w:p w:rsidR="005B0461" w:rsidRDefault="005B0461" w:rsidP="005B0461">
      <w:r>
        <w:t>529.5983</w:t>
      </w:r>
      <w:r>
        <w:tab/>
        <w:t>2.025e0</w:t>
      </w:r>
    </w:p>
    <w:p w:rsidR="005B0461" w:rsidRDefault="005B0461" w:rsidP="005B0461">
      <w:r>
        <w:t>529.7075</w:t>
      </w:r>
      <w:r>
        <w:tab/>
        <w:t>3.038e0</w:t>
      </w:r>
    </w:p>
    <w:p w:rsidR="005B0461" w:rsidRDefault="005B0461" w:rsidP="005B0461">
      <w:r>
        <w:t>529.7982</w:t>
      </w:r>
      <w:r>
        <w:tab/>
        <w:t>2.025e0</w:t>
      </w:r>
    </w:p>
    <w:p w:rsidR="005B0461" w:rsidRDefault="005B0461" w:rsidP="005B0461">
      <w:r>
        <w:t>529.8008</w:t>
      </w:r>
      <w:r>
        <w:tab/>
        <w:t>1.013e0</w:t>
      </w:r>
    </w:p>
    <w:p w:rsidR="005B0461" w:rsidRDefault="005B0461" w:rsidP="005B0461">
      <w:r>
        <w:t>529.8163</w:t>
      </w:r>
      <w:r>
        <w:tab/>
        <w:t>1.013e0</w:t>
      </w:r>
    </w:p>
    <w:p w:rsidR="005B0461" w:rsidRDefault="005B0461" w:rsidP="005B0461">
      <w:r>
        <w:lastRenderedPageBreak/>
        <w:t>529.8600</w:t>
      </w:r>
      <w:r>
        <w:tab/>
        <w:t>3.038e0</w:t>
      </w:r>
    </w:p>
    <w:p w:rsidR="005B0461" w:rsidRDefault="005B0461" w:rsidP="005B0461">
      <w:r>
        <w:t>529.8632</w:t>
      </w:r>
      <w:r>
        <w:tab/>
        <w:t>2.025e0</w:t>
      </w:r>
    </w:p>
    <w:p w:rsidR="005B0461" w:rsidRDefault="005B0461" w:rsidP="005B0461">
      <w:r>
        <w:t>529.8945</w:t>
      </w:r>
      <w:r>
        <w:tab/>
        <w:t>2.025e0</w:t>
      </w:r>
    </w:p>
    <w:p w:rsidR="005B0461" w:rsidRDefault="005B0461" w:rsidP="005B0461">
      <w:r>
        <w:t>529.9572</w:t>
      </w:r>
      <w:r>
        <w:tab/>
        <w:t>2.025e0</w:t>
      </w:r>
    </w:p>
    <w:p w:rsidR="005B0461" w:rsidRDefault="005B0461" w:rsidP="005B0461">
      <w:r>
        <w:t>529.9730</w:t>
      </w:r>
      <w:r>
        <w:tab/>
        <w:t>5.797e0</w:t>
      </w:r>
    </w:p>
    <w:p w:rsidR="005B0461" w:rsidRDefault="005B0461" w:rsidP="005B0461">
      <w:r>
        <w:t>530.0187</w:t>
      </w:r>
      <w:r>
        <w:tab/>
        <w:t>2.025e0</w:t>
      </w:r>
    </w:p>
    <w:p w:rsidR="005B0461" w:rsidRDefault="005B0461" w:rsidP="005B0461">
      <w:r>
        <w:t>530.0278</w:t>
      </w:r>
      <w:r>
        <w:tab/>
        <w:t>3.537e0</w:t>
      </w:r>
    </w:p>
    <w:p w:rsidR="005B0461" w:rsidRDefault="005B0461" w:rsidP="005B0461">
      <w:r>
        <w:t>530.0532</w:t>
      </w:r>
      <w:r>
        <w:tab/>
        <w:t>2.540e0</w:t>
      </w:r>
    </w:p>
    <w:p w:rsidR="005B0461" w:rsidRDefault="005B0461" w:rsidP="005B0461">
      <w:r>
        <w:t>530.0958</w:t>
      </w:r>
      <w:r>
        <w:tab/>
        <w:t>4.314e0</w:t>
      </w:r>
    </w:p>
    <w:p w:rsidR="005B0461" w:rsidRDefault="005B0461" w:rsidP="005B0461">
      <w:r>
        <w:t>530.0989</w:t>
      </w:r>
      <w:r>
        <w:tab/>
        <w:t>2.532e0</w:t>
      </w:r>
    </w:p>
    <w:p w:rsidR="005B0461" w:rsidRDefault="005B0461" w:rsidP="005B0461">
      <w:r>
        <w:t>530.1079</w:t>
      </w:r>
      <w:r>
        <w:tab/>
        <w:t>1.480e1</w:t>
      </w:r>
    </w:p>
    <w:p w:rsidR="005B0461" w:rsidRDefault="005B0461" w:rsidP="005B0461">
      <w:r>
        <w:t>530.1690</w:t>
      </w:r>
      <w:r>
        <w:tab/>
        <w:t>1.559e0</w:t>
      </w:r>
    </w:p>
    <w:p w:rsidR="005B0461" w:rsidRDefault="005B0461" w:rsidP="005B0461">
      <w:r>
        <w:t>530.1888</w:t>
      </w:r>
      <w:r>
        <w:tab/>
        <w:t>6.222e0</w:t>
      </w:r>
    </w:p>
    <w:p w:rsidR="005B0461" w:rsidRDefault="005B0461" w:rsidP="005B0461">
      <w:r>
        <w:t>530.2413</w:t>
      </w:r>
      <w:r>
        <w:tab/>
        <w:t>2.904e0</w:t>
      </w:r>
    </w:p>
    <w:p w:rsidR="005B0461" w:rsidRDefault="005B0461" w:rsidP="005B0461">
      <w:r>
        <w:t>530.2452</w:t>
      </w:r>
      <w:r>
        <w:tab/>
        <w:t>1.656e0</w:t>
      </w:r>
    </w:p>
    <w:p w:rsidR="005B0461" w:rsidRDefault="005B0461" w:rsidP="005B0461">
      <w:r>
        <w:t>530.2651</w:t>
      </w:r>
      <w:r>
        <w:tab/>
        <w:t>1.947e0</w:t>
      </w:r>
    </w:p>
    <w:p w:rsidR="005B0461" w:rsidRDefault="005B0461" w:rsidP="005B0461">
      <w:r>
        <w:t>530.2850</w:t>
      </w:r>
      <w:r>
        <w:tab/>
        <w:t>2.642e0</w:t>
      </w:r>
    </w:p>
    <w:p w:rsidR="005B0461" w:rsidRDefault="005B0461" w:rsidP="005B0461">
      <w:r>
        <w:t>530.3301</w:t>
      </w:r>
      <w:r>
        <w:tab/>
        <w:t>4.372e0</w:t>
      </w:r>
    </w:p>
    <w:p w:rsidR="005B0461" w:rsidRDefault="005B0461" w:rsidP="005B0461">
      <w:r>
        <w:t>530.3695</w:t>
      </w:r>
      <w:r>
        <w:tab/>
        <w:t>4.413e0</w:t>
      </w:r>
    </w:p>
    <w:p w:rsidR="005B0461" w:rsidRDefault="005B0461" w:rsidP="005B0461">
      <w:r>
        <w:lastRenderedPageBreak/>
        <w:t>530.3934</w:t>
      </w:r>
      <w:r>
        <w:tab/>
        <w:t>3.038e0</w:t>
      </w:r>
    </w:p>
    <w:p w:rsidR="005B0461" w:rsidRDefault="005B0461" w:rsidP="005B0461">
      <w:r>
        <w:t>530.4078</w:t>
      </w:r>
      <w:r>
        <w:tab/>
        <w:t>1.013e0</w:t>
      </w:r>
    </w:p>
    <w:p w:rsidR="005B0461" w:rsidRDefault="005B0461" w:rsidP="005B0461">
      <w:r>
        <w:t>530.4457</w:t>
      </w:r>
      <w:r>
        <w:tab/>
        <w:t>3.038e0</w:t>
      </w:r>
    </w:p>
    <w:p w:rsidR="005B0461" w:rsidRDefault="005B0461" w:rsidP="005B0461">
      <w:r>
        <w:t>530.4498</w:t>
      </w:r>
      <w:r>
        <w:tab/>
        <w:t>5.117e0</w:t>
      </w:r>
    </w:p>
    <w:p w:rsidR="005B0461" w:rsidRDefault="005B0461" w:rsidP="005B0461">
      <w:r>
        <w:t>530.4576</w:t>
      </w:r>
      <w:r>
        <w:tab/>
        <w:t>1.013e0</w:t>
      </w:r>
    </w:p>
    <w:p w:rsidR="005B0461" w:rsidRDefault="005B0461" w:rsidP="005B0461">
      <w:r>
        <w:t>530.4998</w:t>
      </w:r>
      <w:r>
        <w:tab/>
        <w:t>2.025e0</w:t>
      </w:r>
    </w:p>
    <w:p w:rsidR="005B0461" w:rsidRDefault="005B0461" w:rsidP="005B0461">
      <w:r>
        <w:t>530.5309</w:t>
      </w:r>
      <w:r>
        <w:tab/>
        <w:t>1.013e0</w:t>
      </w:r>
    </w:p>
    <w:p w:rsidR="005B0461" w:rsidRDefault="005B0461" w:rsidP="005B0461">
      <w:r>
        <w:t>530.5549</w:t>
      </w:r>
      <w:r>
        <w:tab/>
        <w:t>1.013e0</w:t>
      </w:r>
    </w:p>
    <w:p w:rsidR="005B0461" w:rsidRDefault="005B0461" w:rsidP="005B0461">
      <w:r>
        <w:t>530.5806</w:t>
      </w:r>
      <w:r>
        <w:tab/>
        <w:t>2.025e0</w:t>
      </w:r>
    </w:p>
    <w:p w:rsidR="005B0461" w:rsidRDefault="005B0461" w:rsidP="005B0461">
      <w:r>
        <w:t>530.6042</w:t>
      </w:r>
      <w:r>
        <w:tab/>
        <w:t>1.013e0</w:t>
      </w:r>
    </w:p>
    <w:p w:rsidR="005B0461" w:rsidRDefault="005B0461" w:rsidP="005B0461">
      <w:r>
        <w:t>530.6469</w:t>
      </w:r>
      <w:r>
        <w:tab/>
        <w:t>1.013e0</w:t>
      </w:r>
    </w:p>
    <w:p w:rsidR="005B0461" w:rsidRDefault="005B0461" w:rsidP="005B0461">
      <w:r>
        <w:t>530.7205</w:t>
      </w:r>
      <w:r>
        <w:tab/>
        <w:t>2.025e0</w:t>
      </w:r>
    </w:p>
    <w:p w:rsidR="005B0461" w:rsidRDefault="005B0461" w:rsidP="005B0461">
      <w:r>
        <w:t>530.7234</w:t>
      </w:r>
      <w:r>
        <w:tab/>
        <w:t>2.025e0</w:t>
      </w:r>
    </w:p>
    <w:p w:rsidR="005B0461" w:rsidRDefault="005B0461" w:rsidP="005B0461">
      <w:r>
        <w:t>530.8060</w:t>
      </w:r>
      <w:r>
        <w:tab/>
        <w:t>1.013e0</w:t>
      </w:r>
    </w:p>
    <w:p w:rsidR="005B0461" w:rsidRDefault="005B0461" w:rsidP="005B0461">
      <w:r>
        <w:t>530.8212</w:t>
      </w:r>
      <w:r>
        <w:tab/>
        <w:t>3.038e0</w:t>
      </w:r>
    </w:p>
    <w:p w:rsidR="005B0461" w:rsidRDefault="005B0461" w:rsidP="005B0461">
      <w:r>
        <w:t>530.8232</w:t>
      </w:r>
      <w:r>
        <w:tab/>
        <w:t>2.025e0</w:t>
      </w:r>
    </w:p>
    <w:p w:rsidR="005B0461" w:rsidRDefault="005B0461" w:rsidP="005B0461">
      <w:r>
        <w:t>530.8282</w:t>
      </w:r>
      <w:r>
        <w:tab/>
        <w:t>5.063e0</w:t>
      </w:r>
    </w:p>
    <w:p w:rsidR="005B0461" w:rsidRDefault="005B0461" w:rsidP="005B0461">
      <w:r>
        <w:t>530.8758</w:t>
      </w:r>
      <w:r>
        <w:tab/>
        <w:t>2.025e0</w:t>
      </w:r>
    </w:p>
    <w:p w:rsidR="005B0461" w:rsidRDefault="005B0461" w:rsidP="005B0461">
      <w:r>
        <w:t>530.8769</w:t>
      </w:r>
      <w:r>
        <w:tab/>
        <w:t>2.025e0</w:t>
      </w:r>
    </w:p>
    <w:p w:rsidR="005B0461" w:rsidRDefault="005B0461" w:rsidP="005B0461">
      <w:r>
        <w:lastRenderedPageBreak/>
        <w:t>530.9255</w:t>
      </w:r>
      <w:r>
        <w:tab/>
        <w:t>3.038e0</w:t>
      </w:r>
    </w:p>
    <w:p w:rsidR="005B0461" w:rsidRDefault="005B0461" w:rsidP="005B0461">
      <w:r>
        <w:t>530.9481</w:t>
      </w:r>
      <w:r>
        <w:tab/>
        <w:t>4.051e0</w:t>
      </w:r>
    </w:p>
    <w:p w:rsidR="005B0461" w:rsidRDefault="005B0461" w:rsidP="005B0461">
      <w:r>
        <w:t>530.9702</w:t>
      </w:r>
      <w:r>
        <w:tab/>
        <w:t>1.370e0</w:t>
      </w:r>
    </w:p>
    <w:p w:rsidR="005B0461" w:rsidRDefault="005B0461" w:rsidP="005B0461">
      <w:r>
        <w:t>530.9976</w:t>
      </w:r>
      <w:r>
        <w:tab/>
        <w:t>5.390e0</w:t>
      </w:r>
    </w:p>
    <w:p w:rsidR="005B0461" w:rsidRDefault="005B0461" w:rsidP="005B0461">
      <w:r>
        <w:t>531.0003</w:t>
      </w:r>
      <w:r>
        <w:tab/>
        <w:t>2.921e0</w:t>
      </w:r>
    </w:p>
    <w:p w:rsidR="005B0461" w:rsidRDefault="005B0461" w:rsidP="005B0461">
      <w:r>
        <w:t>531.0256</w:t>
      </w:r>
      <w:r>
        <w:tab/>
        <w:t>4.028e0</w:t>
      </w:r>
    </w:p>
    <w:p w:rsidR="005B0461" w:rsidRDefault="005B0461" w:rsidP="005B0461">
      <w:r>
        <w:t>531.0892</w:t>
      </w:r>
      <w:r>
        <w:tab/>
        <w:t>1.349e1</w:t>
      </w:r>
    </w:p>
    <w:p w:rsidR="005B0461" w:rsidRDefault="005B0461" w:rsidP="005B0461">
      <w:r>
        <w:t>531.0923</w:t>
      </w:r>
      <w:r>
        <w:tab/>
        <w:t>2.244e1</w:t>
      </w:r>
    </w:p>
    <w:p w:rsidR="005B0461" w:rsidRDefault="005B0461" w:rsidP="005B0461">
      <w:r>
        <w:t>531.1069</w:t>
      </w:r>
      <w:r>
        <w:tab/>
        <w:t>1.720e1</w:t>
      </w:r>
    </w:p>
    <w:p w:rsidR="005B0461" w:rsidRDefault="005B0461" w:rsidP="005B0461">
      <w:r>
        <w:t>531.1115</w:t>
      </w:r>
      <w:r>
        <w:tab/>
        <w:t>3.224e1</w:t>
      </w:r>
    </w:p>
    <w:p w:rsidR="005B0461" w:rsidRDefault="005B0461" w:rsidP="005B0461">
      <w:r>
        <w:t>531.2098</w:t>
      </w:r>
      <w:r>
        <w:tab/>
        <w:t>2.781e0</w:t>
      </w:r>
    </w:p>
    <w:p w:rsidR="005B0461" w:rsidRDefault="005B0461" w:rsidP="005B0461">
      <w:r>
        <w:t>531.2463</w:t>
      </w:r>
      <w:r>
        <w:tab/>
        <w:t>2.025e0</w:t>
      </w:r>
    </w:p>
    <w:p w:rsidR="005B0461" w:rsidRDefault="005B0461" w:rsidP="005B0461">
      <w:r>
        <w:t>531.2981</w:t>
      </w:r>
      <w:r>
        <w:tab/>
        <w:t>1.610e0</w:t>
      </w:r>
    </w:p>
    <w:p w:rsidR="005B0461" w:rsidRDefault="005B0461" w:rsidP="005B0461">
      <w:r>
        <w:t>531.3279</w:t>
      </w:r>
      <w:r>
        <w:tab/>
        <w:t>5.063e0</w:t>
      </w:r>
    </w:p>
    <w:p w:rsidR="005B0461" w:rsidRDefault="005B0461" w:rsidP="005B0461">
      <w:r>
        <w:t>531.3334</w:t>
      </w:r>
      <w:r>
        <w:tab/>
        <w:t>4.963e0</w:t>
      </w:r>
    </w:p>
    <w:p w:rsidR="005B0461" w:rsidRDefault="005B0461" w:rsidP="005B0461">
      <w:r>
        <w:t>531.3894</w:t>
      </w:r>
      <w:r>
        <w:tab/>
        <w:t>4.051e0</w:t>
      </w:r>
    </w:p>
    <w:p w:rsidR="005B0461" w:rsidRDefault="005B0461" w:rsidP="005B0461">
      <w:r>
        <w:t>531.3944</w:t>
      </w:r>
      <w:r>
        <w:tab/>
        <w:t>7.348e0</w:t>
      </w:r>
    </w:p>
    <w:p w:rsidR="005B0461" w:rsidRDefault="005B0461" w:rsidP="005B0461">
      <w:r>
        <w:t>531.4019</w:t>
      </w:r>
      <w:r>
        <w:tab/>
        <w:t>9.114e0</w:t>
      </w:r>
    </w:p>
    <w:p w:rsidR="005B0461" w:rsidRDefault="005B0461" w:rsidP="005B0461">
      <w:r>
        <w:t>531.4088</w:t>
      </w:r>
      <w:r>
        <w:tab/>
        <w:t>4.051e0</w:t>
      </w:r>
    </w:p>
    <w:p w:rsidR="005B0461" w:rsidRDefault="005B0461" w:rsidP="005B0461">
      <w:r>
        <w:lastRenderedPageBreak/>
        <w:t>531.4498</w:t>
      </w:r>
      <w:r>
        <w:tab/>
        <w:t>1.790e0</w:t>
      </w:r>
    </w:p>
    <w:p w:rsidR="005B0461" w:rsidRDefault="005B0461" w:rsidP="005B0461">
      <w:r>
        <w:t>531.5035</w:t>
      </w:r>
      <w:r>
        <w:tab/>
        <w:t>1.013e0</w:t>
      </w:r>
    </w:p>
    <w:p w:rsidR="005B0461" w:rsidRDefault="005B0461" w:rsidP="005B0461">
      <w:r>
        <w:t>531.5125</w:t>
      </w:r>
      <w:r>
        <w:tab/>
        <w:t>4.030e0</w:t>
      </w:r>
    </w:p>
    <w:p w:rsidR="005B0461" w:rsidRDefault="005B0461" w:rsidP="005B0461">
      <w:r>
        <w:t>531.5586</w:t>
      </w:r>
      <w:r>
        <w:tab/>
        <w:t>1.013e0</w:t>
      </w:r>
    </w:p>
    <w:p w:rsidR="005B0461" w:rsidRDefault="005B0461" w:rsidP="005B0461">
      <w:r>
        <w:t>531.5854</w:t>
      </w:r>
      <w:r>
        <w:tab/>
        <w:t>1.013e0</w:t>
      </w:r>
    </w:p>
    <w:p w:rsidR="005B0461" w:rsidRDefault="005B0461" w:rsidP="005B0461">
      <w:r>
        <w:t>531.5867</w:t>
      </w:r>
      <w:r>
        <w:tab/>
        <w:t>2.025e0</w:t>
      </w:r>
    </w:p>
    <w:p w:rsidR="005B0461" w:rsidRDefault="005B0461" w:rsidP="005B0461">
      <w:r>
        <w:t>531.5953</w:t>
      </w:r>
      <w:r>
        <w:tab/>
        <w:t>1.013e0</w:t>
      </w:r>
    </w:p>
    <w:p w:rsidR="005B0461" w:rsidRDefault="005B0461" w:rsidP="005B0461">
      <w:r>
        <w:t>531.6249</w:t>
      </w:r>
      <w:r>
        <w:tab/>
        <w:t>2.025e0</w:t>
      </w:r>
    </w:p>
    <w:p w:rsidR="005B0461" w:rsidRDefault="005B0461" w:rsidP="005B0461">
      <w:r>
        <w:t>531.6321</w:t>
      </w:r>
      <w:r>
        <w:tab/>
        <w:t>1.013e0</w:t>
      </w:r>
    </w:p>
    <w:p w:rsidR="005B0461" w:rsidRDefault="005B0461" w:rsidP="005B0461">
      <w:r>
        <w:t>531.6774</w:t>
      </w:r>
      <w:r>
        <w:tab/>
        <w:t>1.013e0</w:t>
      </w:r>
    </w:p>
    <w:p w:rsidR="005B0461" w:rsidRDefault="005B0461" w:rsidP="005B0461">
      <w:r>
        <w:t>531.7537</w:t>
      </w:r>
      <w:r>
        <w:tab/>
        <w:t>1.013e0</w:t>
      </w:r>
    </w:p>
    <w:p w:rsidR="005B0461" w:rsidRDefault="005B0461" w:rsidP="005B0461">
      <w:r>
        <w:t>531.7649</w:t>
      </w:r>
      <w:r>
        <w:tab/>
        <w:t>2.723e0</w:t>
      </w:r>
    </w:p>
    <w:p w:rsidR="005B0461" w:rsidRDefault="005B0461" w:rsidP="005B0461">
      <w:r>
        <w:t>531.8063</w:t>
      </w:r>
      <w:r>
        <w:tab/>
        <w:t>1.013e0</w:t>
      </w:r>
    </w:p>
    <w:p w:rsidR="005B0461" w:rsidRDefault="005B0461" w:rsidP="005B0461">
      <w:r>
        <w:t>531.8431</w:t>
      </w:r>
      <w:r>
        <w:tab/>
        <w:t>2.025e0</w:t>
      </w:r>
    </w:p>
    <w:p w:rsidR="005B0461" w:rsidRDefault="005B0461" w:rsidP="005B0461">
      <w:r>
        <w:t>531.8735</w:t>
      </w:r>
      <w:r>
        <w:tab/>
        <w:t>4.051e0</w:t>
      </w:r>
    </w:p>
    <w:p w:rsidR="005B0461" w:rsidRDefault="005B0461" w:rsidP="005B0461">
      <w:r>
        <w:t>531.8751</w:t>
      </w:r>
      <w:r>
        <w:tab/>
        <w:t>9.114e0</w:t>
      </w:r>
    </w:p>
    <w:p w:rsidR="005B0461" w:rsidRDefault="005B0461" w:rsidP="005B0461">
      <w:r>
        <w:t>531.8824</w:t>
      </w:r>
      <w:r>
        <w:tab/>
        <w:t>2.025e0</w:t>
      </w:r>
    </w:p>
    <w:p w:rsidR="005B0461" w:rsidRDefault="005B0461" w:rsidP="005B0461">
      <w:r>
        <w:t>531.9019</w:t>
      </w:r>
      <w:r>
        <w:tab/>
        <w:t>7.411e0</w:t>
      </w:r>
    </w:p>
    <w:p w:rsidR="005B0461" w:rsidRDefault="005B0461" w:rsidP="005B0461">
      <w:r>
        <w:t>531.9664</w:t>
      </w:r>
      <w:r>
        <w:tab/>
        <w:t>4.731e0</w:t>
      </w:r>
    </w:p>
    <w:p w:rsidR="005B0461" w:rsidRDefault="005B0461" w:rsidP="005B0461">
      <w:r>
        <w:lastRenderedPageBreak/>
        <w:t>532.0485</w:t>
      </w:r>
      <w:r>
        <w:tab/>
        <w:t>3.984e0</w:t>
      </w:r>
    </w:p>
    <w:p w:rsidR="005B0461" w:rsidRDefault="005B0461" w:rsidP="005B0461">
      <w:r>
        <w:t>532.0709</w:t>
      </w:r>
      <w:r>
        <w:tab/>
        <w:t>1.534e0</w:t>
      </w:r>
    </w:p>
    <w:p w:rsidR="005B0461" w:rsidRDefault="005B0461" w:rsidP="005B0461">
      <w:r>
        <w:t>532.0777</w:t>
      </w:r>
      <w:r>
        <w:tab/>
        <w:t>1.035e1</w:t>
      </w:r>
    </w:p>
    <w:p w:rsidR="005B0461" w:rsidRDefault="005B0461" w:rsidP="005B0461">
      <w:r>
        <w:t>532.0854</w:t>
      </w:r>
      <w:r>
        <w:tab/>
        <w:t>3.122e0</w:t>
      </w:r>
    </w:p>
    <w:p w:rsidR="005B0461" w:rsidRDefault="005B0461" w:rsidP="005B0461">
      <w:r>
        <w:t>532.1235</w:t>
      </w:r>
      <w:r>
        <w:tab/>
        <w:t>1.152e1</w:t>
      </w:r>
    </w:p>
    <w:p w:rsidR="005B0461" w:rsidRDefault="005B0461" w:rsidP="005B0461">
      <w:r>
        <w:t>532.1458</w:t>
      </w:r>
      <w:r>
        <w:tab/>
        <w:t>1.767e1</w:t>
      </w:r>
    </w:p>
    <w:p w:rsidR="005B0461" w:rsidRDefault="005B0461" w:rsidP="005B0461">
      <w:r>
        <w:t>532.1472</w:t>
      </w:r>
      <w:r>
        <w:tab/>
        <w:t>5.344e0</w:t>
      </w:r>
    </w:p>
    <w:p w:rsidR="005B0461" w:rsidRDefault="005B0461" w:rsidP="005B0461">
      <w:r>
        <w:t>532.1714</w:t>
      </w:r>
      <w:r>
        <w:tab/>
        <w:t>1.607e1</w:t>
      </w:r>
    </w:p>
    <w:p w:rsidR="005B0461" w:rsidRDefault="005B0461" w:rsidP="005B0461">
      <w:r>
        <w:t>532.2203</w:t>
      </w:r>
      <w:r>
        <w:tab/>
        <w:t>1.013e0</w:t>
      </w:r>
    </w:p>
    <w:p w:rsidR="005B0461" w:rsidRDefault="005B0461" w:rsidP="005B0461">
      <w:r>
        <w:t>532.2429</w:t>
      </w:r>
      <w:r>
        <w:tab/>
        <w:t>3.038e0</w:t>
      </w:r>
    </w:p>
    <w:p w:rsidR="005B0461" w:rsidRDefault="005B0461" w:rsidP="005B0461">
      <w:r>
        <w:t>532.2529</w:t>
      </w:r>
      <w:r>
        <w:tab/>
        <w:t>1.786e0</w:t>
      </w:r>
    </w:p>
    <w:p w:rsidR="005B0461" w:rsidRDefault="005B0461" w:rsidP="005B0461">
      <w:r>
        <w:t>532.3036</w:t>
      </w:r>
      <w:r>
        <w:tab/>
        <w:t>3.975e0</w:t>
      </w:r>
    </w:p>
    <w:p w:rsidR="005B0461" w:rsidRDefault="005B0461" w:rsidP="005B0461">
      <w:r>
        <w:t>532.3129</w:t>
      </w:r>
      <w:r>
        <w:tab/>
        <w:t>1.792e0</w:t>
      </w:r>
    </w:p>
    <w:p w:rsidR="005B0461" w:rsidRDefault="005B0461" w:rsidP="005B0461">
      <w:r>
        <w:t>532.3256</w:t>
      </w:r>
      <w:r>
        <w:tab/>
        <w:t>3.038e0</w:t>
      </w:r>
    </w:p>
    <w:p w:rsidR="005B0461" w:rsidRDefault="005B0461" w:rsidP="005B0461">
      <w:r>
        <w:t>532.3282</w:t>
      </w:r>
      <w:r>
        <w:tab/>
        <w:t>1.947e0</w:t>
      </w:r>
    </w:p>
    <w:p w:rsidR="005B0461" w:rsidRDefault="005B0461" w:rsidP="005B0461">
      <w:r>
        <w:t>532.3674</w:t>
      </w:r>
      <w:r>
        <w:tab/>
        <w:t>1.013e0</w:t>
      </w:r>
    </w:p>
    <w:p w:rsidR="005B0461" w:rsidRDefault="005B0461" w:rsidP="005B0461">
      <w:r>
        <w:t>532.4056</w:t>
      </w:r>
      <w:r>
        <w:tab/>
        <w:t>5.980e0</w:t>
      </w:r>
    </w:p>
    <w:p w:rsidR="005B0461" w:rsidRDefault="005B0461" w:rsidP="005B0461">
      <w:r>
        <w:t>532.4231</w:t>
      </w:r>
      <w:r>
        <w:tab/>
        <w:t>5.920e0</w:t>
      </w:r>
    </w:p>
    <w:p w:rsidR="005B0461" w:rsidRDefault="005B0461" w:rsidP="005B0461">
      <w:r>
        <w:t>532.4563</w:t>
      </w:r>
      <w:r>
        <w:tab/>
        <w:t>4.961e0</w:t>
      </w:r>
    </w:p>
    <w:p w:rsidR="005B0461" w:rsidRDefault="005B0461" w:rsidP="005B0461">
      <w:r>
        <w:lastRenderedPageBreak/>
        <w:t>532.5264</w:t>
      </w:r>
      <w:r>
        <w:tab/>
        <w:t>2.025e0</w:t>
      </w:r>
    </w:p>
    <w:p w:rsidR="005B0461" w:rsidRDefault="005B0461" w:rsidP="005B0461">
      <w:r>
        <w:t>532.5458</w:t>
      </w:r>
      <w:r>
        <w:tab/>
        <w:t>2.025e0</w:t>
      </w:r>
    </w:p>
    <w:p w:rsidR="005B0461" w:rsidRDefault="005B0461" w:rsidP="005B0461">
      <w:r>
        <w:t>532.6185</w:t>
      </w:r>
      <w:r>
        <w:tab/>
        <w:t>1.013e0</w:t>
      </w:r>
    </w:p>
    <w:p w:rsidR="005B0461" w:rsidRDefault="005B0461" w:rsidP="005B0461">
      <w:r>
        <w:t>532.6368</w:t>
      </w:r>
      <w:r>
        <w:tab/>
        <w:t>1.013e0</w:t>
      </w:r>
    </w:p>
    <w:p w:rsidR="005B0461" w:rsidRDefault="005B0461" w:rsidP="005B0461">
      <w:r>
        <w:t>532.6589</w:t>
      </w:r>
      <w:r>
        <w:tab/>
        <w:t>4.051e0</w:t>
      </w:r>
    </w:p>
    <w:p w:rsidR="005B0461" w:rsidRDefault="005B0461" w:rsidP="005B0461">
      <w:r>
        <w:t>532.6920</w:t>
      </w:r>
      <w:r>
        <w:tab/>
        <w:t>1.013e0</w:t>
      </w:r>
    </w:p>
    <w:p w:rsidR="005B0461" w:rsidRDefault="005B0461" w:rsidP="005B0461">
      <w:r>
        <w:t>532.7154</w:t>
      </w:r>
      <w:r>
        <w:tab/>
        <w:t>5.063e0</w:t>
      </w:r>
    </w:p>
    <w:p w:rsidR="005B0461" w:rsidRDefault="005B0461" w:rsidP="005B0461">
      <w:r>
        <w:t>532.7906</w:t>
      </w:r>
      <w:r>
        <w:tab/>
        <w:t>2.025e0</w:t>
      </w:r>
    </w:p>
    <w:p w:rsidR="005B0461" w:rsidRDefault="005B0461" w:rsidP="005B0461">
      <w:r>
        <w:t>532.8286</w:t>
      </w:r>
      <w:r>
        <w:tab/>
        <w:t>2.025e0</w:t>
      </w:r>
    </w:p>
    <w:p w:rsidR="005B0461" w:rsidRDefault="005B0461" w:rsidP="005B0461">
      <w:r>
        <w:t>532.8323</w:t>
      </w:r>
      <w:r>
        <w:tab/>
        <w:t>4.051e0</w:t>
      </w:r>
    </w:p>
    <w:p w:rsidR="005B0461" w:rsidRDefault="005B0461" w:rsidP="005B0461">
      <w:r>
        <w:t>532.8380</w:t>
      </w:r>
      <w:r>
        <w:tab/>
        <w:t>4.051e0</w:t>
      </w:r>
    </w:p>
    <w:p w:rsidR="005B0461" w:rsidRDefault="005B0461" w:rsidP="005B0461">
      <w:r>
        <w:t>532.8760</w:t>
      </w:r>
      <w:r>
        <w:tab/>
        <w:t>2.025e0</w:t>
      </w:r>
    </w:p>
    <w:p w:rsidR="005B0461" w:rsidRDefault="005B0461" w:rsidP="005B0461">
      <w:r>
        <w:t>532.9047</w:t>
      </w:r>
      <w:r>
        <w:tab/>
        <w:t>2.025e0</w:t>
      </w:r>
    </w:p>
    <w:p w:rsidR="005B0461" w:rsidRDefault="005B0461" w:rsidP="005B0461">
      <w:r>
        <w:t>532.9379</w:t>
      </w:r>
      <w:r>
        <w:tab/>
        <w:t>1.013e0</w:t>
      </w:r>
    </w:p>
    <w:p w:rsidR="005B0461" w:rsidRDefault="005B0461" w:rsidP="005B0461">
      <w:r>
        <w:t>532.9590</w:t>
      </w:r>
      <w:r>
        <w:tab/>
        <w:t>4.051e0</w:t>
      </w:r>
    </w:p>
    <w:p w:rsidR="005B0461" w:rsidRDefault="005B0461" w:rsidP="005B0461">
      <w:r>
        <w:t>532.9629</w:t>
      </w:r>
      <w:r>
        <w:tab/>
        <w:t>5.063e0</w:t>
      </w:r>
    </w:p>
    <w:p w:rsidR="005B0461" w:rsidRDefault="005B0461" w:rsidP="005B0461">
      <w:r>
        <w:t>532.9808</w:t>
      </w:r>
      <w:r>
        <w:tab/>
        <w:t>4.051e0</w:t>
      </w:r>
    </w:p>
    <w:p w:rsidR="005B0461" w:rsidRDefault="005B0461" w:rsidP="005B0461">
      <w:r>
        <w:t>533.0444</w:t>
      </w:r>
      <w:r>
        <w:tab/>
        <w:t>1.937e0</w:t>
      </w:r>
    </w:p>
    <w:p w:rsidR="005B0461" w:rsidRDefault="005B0461" w:rsidP="005B0461">
      <w:r>
        <w:t>533.0728</w:t>
      </w:r>
      <w:r>
        <w:tab/>
        <w:t>2.885e0</w:t>
      </w:r>
    </w:p>
    <w:p w:rsidR="005B0461" w:rsidRDefault="005B0461" w:rsidP="005B0461">
      <w:r>
        <w:lastRenderedPageBreak/>
        <w:t>533.0779</w:t>
      </w:r>
      <w:r>
        <w:tab/>
        <w:t>5.489e0</w:t>
      </w:r>
    </w:p>
    <w:p w:rsidR="005B0461" w:rsidRDefault="005B0461" w:rsidP="005B0461">
      <w:r>
        <w:t>533.1356</w:t>
      </w:r>
      <w:r>
        <w:tab/>
        <w:t>8.556e0</w:t>
      </w:r>
    </w:p>
    <w:p w:rsidR="005B0461" w:rsidRDefault="005B0461" w:rsidP="005B0461">
      <w:r>
        <w:t>533.1461</w:t>
      </w:r>
      <w:r>
        <w:tab/>
        <w:t>4.051e0</w:t>
      </w:r>
    </w:p>
    <w:p w:rsidR="005B0461" w:rsidRDefault="005B0461" w:rsidP="005B0461">
      <w:r>
        <w:t>533.1611</w:t>
      </w:r>
      <w:r>
        <w:tab/>
        <w:t>3.140e0</w:t>
      </w:r>
    </w:p>
    <w:p w:rsidR="005B0461" w:rsidRDefault="005B0461" w:rsidP="005B0461">
      <w:r>
        <w:t>533.1774</w:t>
      </w:r>
      <w:r>
        <w:tab/>
        <w:t>1.871e0</w:t>
      </w:r>
    </w:p>
    <w:p w:rsidR="005B0461" w:rsidRDefault="005B0461" w:rsidP="005B0461">
      <w:r>
        <w:t>533.2231</w:t>
      </w:r>
      <w:r>
        <w:tab/>
        <w:t>4.241e0</w:t>
      </w:r>
    </w:p>
    <w:p w:rsidR="005B0461" w:rsidRDefault="005B0461" w:rsidP="005B0461">
      <w:r>
        <w:t>533.2727</w:t>
      </w:r>
      <w:r>
        <w:tab/>
        <w:t>1.411e0</w:t>
      </w:r>
    </w:p>
    <w:p w:rsidR="005B0461" w:rsidRDefault="005B0461" w:rsidP="005B0461">
      <w:r>
        <w:t>533.3305</w:t>
      </w:r>
      <w:r>
        <w:tab/>
        <w:t>1.661e1</w:t>
      </w:r>
    </w:p>
    <w:p w:rsidR="005B0461" w:rsidRDefault="005B0461" w:rsidP="005B0461">
      <w:r>
        <w:t>533.3483</w:t>
      </w:r>
      <w:r>
        <w:tab/>
        <w:t>1.329e1</w:t>
      </w:r>
    </w:p>
    <w:p w:rsidR="005B0461" w:rsidRDefault="005B0461" w:rsidP="005B0461">
      <w:r>
        <w:t>533.3542</w:t>
      </w:r>
      <w:r>
        <w:tab/>
        <w:t>4.214e1</w:t>
      </w:r>
    </w:p>
    <w:p w:rsidR="005B0461" w:rsidRDefault="005B0461" w:rsidP="005B0461">
      <w:r>
        <w:t>533.3798</w:t>
      </w:r>
      <w:r>
        <w:tab/>
        <w:t>6.686e0</w:t>
      </w:r>
    </w:p>
    <w:p w:rsidR="005B0461" w:rsidRDefault="005B0461" w:rsidP="005B0461">
      <w:r>
        <w:t>533.4233</w:t>
      </w:r>
      <w:r>
        <w:tab/>
        <w:t>4.051e0</w:t>
      </w:r>
    </w:p>
    <w:p w:rsidR="005B0461" w:rsidRDefault="005B0461" w:rsidP="005B0461">
      <w:r>
        <w:t>533.4464</w:t>
      </w:r>
      <w:r>
        <w:tab/>
        <w:t>1.013e0</w:t>
      </w:r>
    </w:p>
    <w:p w:rsidR="005B0461" w:rsidRDefault="005B0461" w:rsidP="005B0461">
      <w:r>
        <w:t>533.4977</w:t>
      </w:r>
      <w:r>
        <w:tab/>
        <w:t>2.025e0</w:t>
      </w:r>
    </w:p>
    <w:p w:rsidR="005B0461" w:rsidRDefault="005B0461" w:rsidP="005B0461">
      <w:r>
        <w:t>533.5020</w:t>
      </w:r>
      <w:r>
        <w:tab/>
        <w:t>4.051e0</w:t>
      </w:r>
    </w:p>
    <w:p w:rsidR="005B0461" w:rsidRDefault="005B0461" w:rsidP="005B0461">
      <w:r>
        <w:t>533.5090</w:t>
      </w:r>
      <w:r>
        <w:tab/>
        <w:t>1.013e0</w:t>
      </w:r>
    </w:p>
    <w:p w:rsidR="005B0461" w:rsidRDefault="005B0461" w:rsidP="005B0461">
      <w:r>
        <w:t>533.5245</w:t>
      </w:r>
      <w:r>
        <w:tab/>
        <w:t>2.025e0</w:t>
      </w:r>
    </w:p>
    <w:p w:rsidR="005B0461" w:rsidRDefault="005B0461" w:rsidP="005B0461">
      <w:r>
        <w:t>533.5643</w:t>
      </w:r>
      <w:r>
        <w:tab/>
        <w:t>1.013e0</w:t>
      </w:r>
    </w:p>
    <w:p w:rsidR="005B0461" w:rsidRDefault="005B0461" w:rsidP="005B0461">
      <w:r>
        <w:t>533.6273</w:t>
      </w:r>
      <w:r>
        <w:tab/>
        <w:t>2.770e0</w:t>
      </w:r>
    </w:p>
    <w:p w:rsidR="005B0461" w:rsidRDefault="005B0461" w:rsidP="005B0461">
      <w:r>
        <w:lastRenderedPageBreak/>
        <w:t>533.6487</w:t>
      </w:r>
      <w:r>
        <w:tab/>
        <w:t>1.013e0</w:t>
      </w:r>
    </w:p>
    <w:p w:rsidR="005B0461" w:rsidRDefault="005B0461" w:rsidP="005B0461">
      <w:r>
        <w:t>533.6855</w:t>
      </w:r>
      <w:r>
        <w:tab/>
        <w:t>2.025e0</w:t>
      </w:r>
    </w:p>
    <w:p w:rsidR="005B0461" w:rsidRDefault="005B0461" w:rsidP="005B0461">
      <w:r>
        <w:t>533.7026</w:t>
      </w:r>
      <w:r>
        <w:tab/>
        <w:t>2.025e0</w:t>
      </w:r>
    </w:p>
    <w:p w:rsidR="005B0461" w:rsidRDefault="005B0461" w:rsidP="005B0461">
      <w:r>
        <w:t>533.7407</w:t>
      </w:r>
      <w:r>
        <w:tab/>
        <w:t>1.013e0</w:t>
      </w:r>
    </w:p>
    <w:p w:rsidR="005B0461" w:rsidRDefault="005B0461" w:rsidP="005B0461">
      <w:r>
        <w:t>533.8081</w:t>
      </w:r>
      <w:r>
        <w:tab/>
        <w:t>2.025e0</w:t>
      </w:r>
    </w:p>
    <w:p w:rsidR="005B0461" w:rsidRDefault="005B0461" w:rsidP="005B0461">
      <w:r>
        <w:t>533.8470</w:t>
      </w:r>
      <w:r>
        <w:tab/>
        <w:t>2.025e0</w:t>
      </w:r>
    </w:p>
    <w:p w:rsidR="005B0461" w:rsidRDefault="005B0461" w:rsidP="005B0461">
      <w:r>
        <w:t>533.8787</w:t>
      </w:r>
      <w:r>
        <w:tab/>
        <w:t>2.025e0</w:t>
      </w:r>
    </w:p>
    <w:p w:rsidR="005B0461" w:rsidRDefault="005B0461" w:rsidP="005B0461">
      <w:r>
        <w:t>533.8961</w:t>
      </w:r>
      <w:r>
        <w:tab/>
        <w:t>1.013e0</w:t>
      </w:r>
    </w:p>
    <w:p w:rsidR="005B0461" w:rsidRDefault="005B0461" w:rsidP="005B0461">
      <w:r>
        <w:t>533.9404</w:t>
      </w:r>
      <w:r>
        <w:tab/>
        <w:t>1.013e0</w:t>
      </w:r>
    </w:p>
    <w:p w:rsidR="005B0461" w:rsidRDefault="005B0461" w:rsidP="005B0461">
      <w:r>
        <w:t>533.9445</w:t>
      </w:r>
      <w:r>
        <w:tab/>
        <w:t>3.038e0</w:t>
      </w:r>
    </w:p>
    <w:p w:rsidR="005B0461" w:rsidRDefault="005B0461" w:rsidP="005B0461">
      <w:r>
        <w:t>533.9738</w:t>
      </w:r>
      <w:r>
        <w:tab/>
        <w:t>2.322e0</w:t>
      </w:r>
    </w:p>
    <w:p w:rsidR="005B0461" w:rsidRDefault="005B0461" w:rsidP="005B0461">
      <w:r>
        <w:t>534.0219</w:t>
      </w:r>
      <w:r>
        <w:tab/>
        <w:t>2.000e0</w:t>
      </w:r>
    </w:p>
    <w:p w:rsidR="005B0461" w:rsidRDefault="005B0461" w:rsidP="005B0461">
      <w:r>
        <w:t>534.0291</w:t>
      </w:r>
      <w:r>
        <w:tab/>
        <w:t>4.051e0</w:t>
      </w:r>
    </w:p>
    <w:p w:rsidR="005B0461" w:rsidRDefault="005B0461" w:rsidP="005B0461">
      <w:r>
        <w:t>534.0314</w:t>
      </w:r>
      <w:r>
        <w:tab/>
        <w:t>1.315e1</w:t>
      </w:r>
    </w:p>
    <w:p w:rsidR="005B0461" w:rsidRDefault="005B0461" w:rsidP="005B0461">
      <w:r>
        <w:t>534.0350</w:t>
      </w:r>
      <w:r>
        <w:tab/>
        <w:t>9.535e0</w:t>
      </w:r>
    </w:p>
    <w:p w:rsidR="005B0461" w:rsidRDefault="005B0461" w:rsidP="005B0461">
      <w:r>
        <w:t>534.0895</w:t>
      </w:r>
      <w:r>
        <w:tab/>
        <w:t>2.901e0</w:t>
      </w:r>
    </w:p>
    <w:p w:rsidR="005B0461" w:rsidRDefault="005B0461" w:rsidP="005B0461">
      <w:r>
        <w:t>534.1337</w:t>
      </w:r>
      <w:r>
        <w:tab/>
        <w:t>1.554e1</w:t>
      </w:r>
    </w:p>
    <w:p w:rsidR="005B0461" w:rsidRDefault="005B0461" w:rsidP="005B0461">
      <w:r>
        <w:t>534.1393</w:t>
      </w:r>
      <w:r>
        <w:tab/>
        <w:t>8.091e0</w:t>
      </w:r>
    </w:p>
    <w:p w:rsidR="005B0461" w:rsidRDefault="005B0461" w:rsidP="005B0461">
      <w:r>
        <w:t>534.1428</w:t>
      </w:r>
      <w:r>
        <w:tab/>
        <w:t>3.876e0</w:t>
      </w:r>
    </w:p>
    <w:p w:rsidR="005B0461" w:rsidRDefault="005B0461" w:rsidP="005B0461">
      <w:r>
        <w:lastRenderedPageBreak/>
        <w:t>534.1983</w:t>
      </w:r>
      <w:r>
        <w:tab/>
        <w:t>3.776e0</w:t>
      </w:r>
    </w:p>
    <w:p w:rsidR="005B0461" w:rsidRDefault="005B0461" w:rsidP="005B0461">
      <w:r>
        <w:t>534.2385</w:t>
      </w:r>
      <w:r>
        <w:tab/>
        <w:t>4.537e0</w:t>
      </w:r>
    </w:p>
    <w:p w:rsidR="005B0461" w:rsidRDefault="005B0461" w:rsidP="005B0461">
      <w:r>
        <w:t>534.2593</w:t>
      </w:r>
      <w:r>
        <w:tab/>
        <w:t>8.411e0</w:t>
      </w:r>
    </w:p>
    <w:p w:rsidR="005B0461" w:rsidRDefault="005B0461" w:rsidP="005B0461">
      <w:r>
        <w:t>534.3018</w:t>
      </w:r>
      <w:r>
        <w:tab/>
        <w:t>3.160e0</w:t>
      </w:r>
    </w:p>
    <w:p w:rsidR="005B0461" w:rsidRDefault="005B0461" w:rsidP="005B0461">
      <w:r>
        <w:t>534.3364</w:t>
      </w:r>
      <w:r>
        <w:tab/>
        <w:t>8.101e0</w:t>
      </w:r>
    </w:p>
    <w:p w:rsidR="005B0461" w:rsidRDefault="005B0461" w:rsidP="005B0461">
      <w:r>
        <w:t>534.3470</w:t>
      </w:r>
      <w:r>
        <w:tab/>
        <w:t>6.076e0</w:t>
      </w:r>
    </w:p>
    <w:p w:rsidR="005B0461" w:rsidRDefault="005B0461" w:rsidP="005B0461">
      <w:r>
        <w:t>534.3611</w:t>
      </w:r>
      <w:r>
        <w:tab/>
        <w:t>4.941e0</w:t>
      </w:r>
    </w:p>
    <w:p w:rsidR="005B0461" w:rsidRDefault="005B0461" w:rsidP="005B0461">
      <w:r>
        <w:t>534.3726</w:t>
      </w:r>
      <w:r>
        <w:tab/>
        <w:t>5.861e0</w:t>
      </w:r>
    </w:p>
    <w:p w:rsidR="005B0461" w:rsidRDefault="005B0461" w:rsidP="005B0461">
      <w:r>
        <w:t>534.4188</w:t>
      </w:r>
      <w:r>
        <w:tab/>
        <w:t>1.013e0</w:t>
      </w:r>
    </w:p>
    <w:p w:rsidR="005B0461" w:rsidRDefault="005B0461" w:rsidP="005B0461">
      <w:r>
        <w:t>534.4273</w:t>
      </w:r>
      <w:r>
        <w:tab/>
        <w:t>2.025e0</w:t>
      </w:r>
    </w:p>
    <w:p w:rsidR="005B0461" w:rsidRDefault="005B0461" w:rsidP="005B0461">
      <w:r>
        <w:t>534.4629</w:t>
      </w:r>
      <w:r>
        <w:tab/>
        <w:t>1.967e0</w:t>
      </w:r>
    </w:p>
    <w:p w:rsidR="005B0461" w:rsidRDefault="005B0461" w:rsidP="005B0461">
      <w:r>
        <w:t>534.4832</w:t>
      </w:r>
      <w:r>
        <w:tab/>
        <w:t>2.025e0</w:t>
      </w:r>
    </w:p>
    <w:p w:rsidR="005B0461" w:rsidRDefault="005B0461" w:rsidP="005B0461">
      <w:r>
        <w:t>534.5476</w:t>
      </w:r>
      <w:r>
        <w:tab/>
        <w:t>1.013e0</w:t>
      </w:r>
    </w:p>
    <w:p w:rsidR="005B0461" w:rsidRDefault="005B0461" w:rsidP="005B0461">
      <w:r>
        <w:t>534.5576</w:t>
      </w:r>
      <w:r>
        <w:tab/>
        <w:t>3.038e0</w:t>
      </w:r>
    </w:p>
    <w:p w:rsidR="005B0461" w:rsidRDefault="005B0461" w:rsidP="005B0461">
      <w:r>
        <w:t>534.6158</w:t>
      </w:r>
      <w:r>
        <w:tab/>
        <w:t>1.013e0</w:t>
      </w:r>
    </w:p>
    <w:p w:rsidR="005B0461" w:rsidRDefault="005B0461" w:rsidP="005B0461">
      <w:r>
        <w:t>534.6292</w:t>
      </w:r>
      <w:r>
        <w:tab/>
        <w:t>2.025e0</w:t>
      </w:r>
    </w:p>
    <w:p w:rsidR="005B0461" w:rsidRDefault="005B0461" w:rsidP="005B0461">
      <w:r>
        <w:t>534.6890</w:t>
      </w:r>
      <w:r>
        <w:tab/>
        <w:t>2.025e0</w:t>
      </w:r>
    </w:p>
    <w:p w:rsidR="005B0461" w:rsidRDefault="005B0461" w:rsidP="005B0461">
      <w:r>
        <w:t>534.7209</w:t>
      </w:r>
      <w:r>
        <w:tab/>
        <w:t>2.025e0</w:t>
      </w:r>
    </w:p>
    <w:p w:rsidR="005B0461" w:rsidRDefault="005B0461" w:rsidP="005B0461">
      <w:r>
        <w:t>534.7359</w:t>
      </w:r>
      <w:r>
        <w:tab/>
        <w:t>1.013e0</w:t>
      </w:r>
    </w:p>
    <w:p w:rsidR="005B0461" w:rsidRDefault="005B0461" w:rsidP="005B0461">
      <w:r>
        <w:lastRenderedPageBreak/>
        <w:t>534.7792</w:t>
      </w:r>
      <w:r>
        <w:tab/>
        <w:t>3.038e0</w:t>
      </w:r>
    </w:p>
    <w:p w:rsidR="005B0461" w:rsidRDefault="005B0461" w:rsidP="005B0461">
      <w:r>
        <w:t>534.8199</w:t>
      </w:r>
      <w:r>
        <w:tab/>
        <w:t>5.063e0</w:t>
      </w:r>
    </w:p>
    <w:p w:rsidR="005B0461" w:rsidRDefault="005B0461" w:rsidP="005B0461">
      <w:r>
        <w:t>534.8282</w:t>
      </w:r>
      <w:r>
        <w:tab/>
        <w:t>1.013e0</w:t>
      </w:r>
    </w:p>
    <w:p w:rsidR="005B0461" w:rsidRDefault="005B0461" w:rsidP="005B0461">
      <w:r>
        <w:t>534.8713</w:t>
      </w:r>
      <w:r>
        <w:tab/>
        <w:t>3.038e0</w:t>
      </w:r>
    </w:p>
    <w:p w:rsidR="005B0461" w:rsidRDefault="005B0461" w:rsidP="005B0461">
      <w:r>
        <w:t>534.9299</w:t>
      </w:r>
      <w:r>
        <w:tab/>
        <w:t>1.013e0</w:t>
      </w:r>
    </w:p>
    <w:p w:rsidR="005B0461" w:rsidRDefault="005B0461" w:rsidP="005B0461">
      <w:r>
        <w:t>534.9342</w:t>
      </w:r>
      <w:r>
        <w:tab/>
        <w:t>5.063e0</w:t>
      </w:r>
    </w:p>
    <w:p w:rsidR="005B0461" w:rsidRDefault="005B0461" w:rsidP="005B0461">
      <w:r>
        <w:t>534.9391</w:t>
      </w:r>
      <w:r>
        <w:tab/>
        <w:t>1.013e0</w:t>
      </w:r>
    </w:p>
    <w:p w:rsidR="005B0461" w:rsidRDefault="005B0461" w:rsidP="005B0461">
      <w:r>
        <w:t>534.9761</w:t>
      </w:r>
      <w:r>
        <w:tab/>
        <w:t>1.013e0</w:t>
      </w:r>
    </w:p>
    <w:p w:rsidR="005B0461" w:rsidRDefault="005B0461" w:rsidP="005B0461">
      <w:r>
        <w:t>534.9789</w:t>
      </w:r>
      <w:r>
        <w:tab/>
        <w:t>4.051e0</w:t>
      </w:r>
    </w:p>
    <w:p w:rsidR="005B0461" w:rsidRDefault="005B0461" w:rsidP="005B0461">
      <w:r>
        <w:t>535.0232</w:t>
      </w:r>
      <w:r>
        <w:tab/>
        <w:t>2.004e0</w:t>
      </w:r>
    </w:p>
    <w:p w:rsidR="005B0461" w:rsidRDefault="005B0461" w:rsidP="005B0461">
      <w:r>
        <w:t>535.0560</w:t>
      </w:r>
      <w:r>
        <w:tab/>
        <w:t>2.547e0</w:t>
      </w:r>
    </w:p>
    <w:p w:rsidR="005B0461" w:rsidRDefault="005B0461" w:rsidP="005B0461">
      <w:r>
        <w:t>535.0786</w:t>
      </w:r>
      <w:r>
        <w:tab/>
        <w:t>3.371e0</w:t>
      </w:r>
    </w:p>
    <w:p w:rsidR="005B0461" w:rsidRDefault="005B0461" w:rsidP="005B0461">
      <w:r>
        <w:t>535.1533</w:t>
      </w:r>
      <w:r>
        <w:tab/>
        <w:t>2.799e0</w:t>
      </w:r>
    </w:p>
    <w:p w:rsidR="005B0461" w:rsidRDefault="005B0461" w:rsidP="005B0461">
      <w:r>
        <w:t>535.1608</w:t>
      </w:r>
      <w:r>
        <w:tab/>
        <w:t>2.123e0</w:t>
      </w:r>
    </w:p>
    <w:p w:rsidR="005B0461" w:rsidRDefault="005B0461" w:rsidP="005B0461">
      <w:r>
        <w:t>535.2347</w:t>
      </w:r>
      <w:r>
        <w:tab/>
        <w:t>1.367e0</w:t>
      </w:r>
    </w:p>
    <w:p w:rsidR="005B0461" w:rsidRDefault="005B0461" w:rsidP="005B0461">
      <w:r>
        <w:t>535.2413</w:t>
      </w:r>
      <w:r>
        <w:tab/>
        <w:t>4.051e0</w:t>
      </w:r>
    </w:p>
    <w:p w:rsidR="005B0461" w:rsidRDefault="005B0461" w:rsidP="005B0461">
      <w:r>
        <w:t>535.2449</w:t>
      </w:r>
      <w:r>
        <w:tab/>
        <w:t>4.536e0</w:t>
      </w:r>
    </w:p>
    <w:p w:rsidR="005B0461" w:rsidRDefault="005B0461" w:rsidP="005B0461">
      <w:r>
        <w:t>535.2545</w:t>
      </w:r>
      <w:r>
        <w:tab/>
        <w:t>3.628e0</w:t>
      </w:r>
    </w:p>
    <w:p w:rsidR="005B0461" w:rsidRDefault="005B0461" w:rsidP="005B0461">
      <w:r>
        <w:t>535.3026</w:t>
      </w:r>
      <w:r>
        <w:tab/>
        <w:t>3.038e0</w:t>
      </w:r>
    </w:p>
    <w:p w:rsidR="005B0461" w:rsidRDefault="005B0461" w:rsidP="005B0461">
      <w:r>
        <w:lastRenderedPageBreak/>
        <w:t>535.3618</w:t>
      </w:r>
      <w:r>
        <w:tab/>
        <w:t>7.633e0</w:t>
      </w:r>
    </w:p>
    <w:p w:rsidR="005B0461" w:rsidRDefault="005B0461" w:rsidP="005B0461">
      <w:r>
        <w:t>535.3798</w:t>
      </w:r>
      <w:r>
        <w:tab/>
        <w:t>6.362e0</w:t>
      </w:r>
    </w:p>
    <w:p w:rsidR="005B0461" w:rsidRDefault="005B0461" w:rsidP="005B0461">
      <w:r>
        <w:t>535.3851</w:t>
      </w:r>
      <w:r>
        <w:tab/>
        <w:t>5.063e0</w:t>
      </w:r>
    </w:p>
    <w:p w:rsidR="005B0461" w:rsidRDefault="005B0461" w:rsidP="005B0461">
      <w:r>
        <w:t>535.4361</w:t>
      </w:r>
      <w:r>
        <w:tab/>
        <w:t>1.319e0</w:t>
      </w:r>
    </w:p>
    <w:p w:rsidR="005B0461" w:rsidRDefault="005B0461" w:rsidP="005B0461">
      <w:r>
        <w:t>535.4394</w:t>
      </w:r>
      <w:r>
        <w:tab/>
        <w:t>1.757e0</w:t>
      </w:r>
    </w:p>
    <w:p w:rsidR="005B0461" w:rsidRDefault="005B0461" w:rsidP="005B0461">
      <w:r>
        <w:t>535.4474</w:t>
      </w:r>
      <w:r>
        <w:tab/>
        <w:t>2.025e0</w:t>
      </w:r>
    </w:p>
    <w:p w:rsidR="005B0461" w:rsidRDefault="005B0461" w:rsidP="005B0461">
      <w:r>
        <w:t>535.4640</w:t>
      </w:r>
      <w:r>
        <w:tab/>
        <w:t>3.038e0</w:t>
      </w:r>
    </w:p>
    <w:p w:rsidR="005B0461" w:rsidRDefault="005B0461" w:rsidP="005B0461">
      <w:r>
        <w:t>535.5131</w:t>
      </w:r>
      <w:r>
        <w:tab/>
        <w:t>5.851e0</w:t>
      </w:r>
    </w:p>
    <w:p w:rsidR="005B0461" w:rsidRDefault="005B0461" w:rsidP="005B0461">
      <w:r>
        <w:t>535.5203</w:t>
      </w:r>
      <w:r>
        <w:tab/>
        <w:t>1.013e0</w:t>
      </w:r>
    </w:p>
    <w:p w:rsidR="005B0461" w:rsidRDefault="005B0461" w:rsidP="005B0461">
      <w:r>
        <w:t>535.5856</w:t>
      </w:r>
      <w:r>
        <w:tab/>
        <w:t>3.038e0</w:t>
      </w:r>
    </w:p>
    <w:p w:rsidR="005B0461" w:rsidRDefault="005B0461" w:rsidP="005B0461">
      <w:r>
        <w:t>535.6148</w:t>
      </w:r>
      <w:r>
        <w:tab/>
        <w:t>1.013e0</w:t>
      </w:r>
    </w:p>
    <w:p w:rsidR="005B0461" w:rsidRDefault="005B0461" w:rsidP="005B0461">
      <w:r>
        <w:t>535.6260</w:t>
      </w:r>
      <w:r>
        <w:tab/>
        <w:t>2.025e0</w:t>
      </w:r>
    </w:p>
    <w:p w:rsidR="005B0461" w:rsidRDefault="005B0461" w:rsidP="005B0461">
      <w:r>
        <w:t>535.6602</w:t>
      </w:r>
      <w:r>
        <w:tab/>
        <w:t>1.013e0</w:t>
      </w:r>
    </w:p>
    <w:p w:rsidR="005B0461" w:rsidRDefault="005B0461" w:rsidP="005B0461">
      <w:r>
        <w:t>535.7148</w:t>
      </w:r>
      <w:r>
        <w:tab/>
        <w:t>2.025e0</w:t>
      </w:r>
    </w:p>
    <w:p w:rsidR="005B0461" w:rsidRDefault="005B0461" w:rsidP="005B0461">
      <w:r>
        <w:t>535.7712</w:t>
      </w:r>
      <w:r>
        <w:tab/>
        <w:t>1.013e0</w:t>
      </w:r>
    </w:p>
    <w:p w:rsidR="005B0461" w:rsidRDefault="005B0461" w:rsidP="005B0461">
      <w:r>
        <w:t>535.8267</w:t>
      </w:r>
      <w:r>
        <w:tab/>
        <w:t>1.013e0</w:t>
      </w:r>
    </w:p>
    <w:p w:rsidR="005B0461" w:rsidRDefault="005B0461" w:rsidP="005B0461">
      <w:r>
        <w:t>535.8691</w:t>
      </w:r>
      <w:r>
        <w:tab/>
        <w:t>2.025e0</w:t>
      </w:r>
    </w:p>
    <w:p w:rsidR="005B0461" w:rsidRDefault="005B0461" w:rsidP="005B0461">
      <w:r>
        <w:t>535.9169</w:t>
      </w:r>
      <w:r>
        <w:tab/>
        <w:t>4.051e0</w:t>
      </w:r>
    </w:p>
    <w:p w:rsidR="005B0461" w:rsidRDefault="005B0461" w:rsidP="005B0461">
      <w:r>
        <w:t>535.9193</w:t>
      </w:r>
      <w:r>
        <w:tab/>
        <w:t>4.051e0</w:t>
      </w:r>
    </w:p>
    <w:p w:rsidR="005B0461" w:rsidRDefault="005B0461" w:rsidP="005B0461">
      <w:r>
        <w:lastRenderedPageBreak/>
        <w:t>535.9514</w:t>
      </w:r>
      <w:r>
        <w:tab/>
        <w:t>3.474e0</w:t>
      </w:r>
    </w:p>
    <w:p w:rsidR="005B0461" w:rsidRDefault="005B0461" w:rsidP="005B0461">
      <w:r>
        <w:t>535.9803</w:t>
      </w:r>
      <w:r>
        <w:tab/>
        <w:t>1.058e1</w:t>
      </w:r>
    </w:p>
    <w:p w:rsidR="005B0461" w:rsidRDefault="005B0461" w:rsidP="005B0461">
      <w:r>
        <w:t>536.0059</w:t>
      </w:r>
      <w:r>
        <w:tab/>
        <w:t>9.245e0</w:t>
      </w:r>
    </w:p>
    <w:p w:rsidR="005B0461" w:rsidRDefault="005B0461" w:rsidP="005B0461">
      <w:r>
        <w:t>536.0538</w:t>
      </w:r>
      <w:r>
        <w:tab/>
        <w:t>2.025e0</w:t>
      </w:r>
    </w:p>
    <w:p w:rsidR="005B0461" w:rsidRDefault="005B0461" w:rsidP="005B0461">
      <w:r>
        <w:t>536.0902</w:t>
      </w:r>
      <w:r>
        <w:tab/>
        <w:t>4.040e0</w:t>
      </w:r>
    </w:p>
    <w:p w:rsidR="005B0461" w:rsidRDefault="005B0461" w:rsidP="005B0461">
      <w:r>
        <w:t>536.1228</w:t>
      </w:r>
      <w:r>
        <w:tab/>
        <w:t>2.254e0</w:t>
      </w:r>
    </w:p>
    <w:p w:rsidR="005B0461" w:rsidRDefault="005B0461" w:rsidP="005B0461">
      <w:r>
        <w:t>536.1506</w:t>
      </w:r>
      <w:r>
        <w:tab/>
        <w:t>3.274e0</w:t>
      </w:r>
    </w:p>
    <w:p w:rsidR="005B0461" w:rsidRDefault="005B0461" w:rsidP="005B0461">
      <w:r>
        <w:t>536.1551</w:t>
      </w:r>
      <w:r>
        <w:tab/>
        <w:t>6.424e0</w:t>
      </w:r>
    </w:p>
    <w:p w:rsidR="005B0461" w:rsidRDefault="005B0461" w:rsidP="005B0461">
      <w:r>
        <w:t>536.1734</w:t>
      </w:r>
      <w:r>
        <w:tab/>
        <w:t>1.519e0</w:t>
      </w:r>
    </w:p>
    <w:p w:rsidR="005B0461" w:rsidRDefault="005B0461" w:rsidP="005B0461">
      <w:r>
        <w:t>536.2415</w:t>
      </w:r>
      <w:r>
        <w:tab/>
        <w:t>2.025e0</w:t>
      </w:r>
    </w:p>
    <w:p w:rsidR="005B0461" w:rsidRDefault="005B0461" w:rsidP="005B0461">
      <w:r>
        <w:t>536.2622</w:t>
      </w:r>
      <w:r>
        <w:tab/>
        <w:t>5.416e0</w:t>
      </w:r>
    </w:p>
    <w:p w:rsidR="005B0461" w:rsidRDefault="005B0461" w:rsidP="005B0461">
      <w:r>
        <w:t>536.2806</w:t>
      </w:r>
      <w:r>
        <w:tab/>
        <w:t>4.051e0</w:t>
      </w:r>
    </w:p>
    <w:p w:rsidR="005B0461" w:rsidRDefault="005B0461" w:rsidP="005B0461">
      <w:r>
        <w:t>536.2880</w:t>
      </w:r>
      <w:r>
        <w:tab/>
        <w:t>4.493e0</w:t>
      </w:r>
    </w:p>
    <w:p w:rsidR="005B0461" w:rsidRDefault="005B0461" w:rsidP="005B0461">
      <w:r>
        <w:t>536.3152</w:t>
      </w:r>
      <w:r>
        <w:tab/>
        <w:t>6.076e0</w:t>
      </w:r>
    </w:p>
    <w:p w:rsidR="005B0461" w:rsidRDefault="005B0461" w:rsidP="005B0461">
      <w:r>
        <w:t>536.3353</w:t>
      </w:r>
      <w:r>
        <w:tab/>
        <w:t>3.038e0</w:t>
      </w:r>
    </w:p>
    <w:p w:rsidR="005B0461" w:rsidRDefault="005B0461" w:rsidP="005B0461">
      <w:r>
        <w:t>536.3540</w:t>
      </w:r>
      <w:r>
        <w:tab/>
        <w:t>3.626e0</w:t>
      </w:r>
    </w:p>
    <w:p w:rsidR="005B0461" w:rsidRDefault="005B0461" w:rsidP="005B0461">
      <w:r>
        <w:t>536.4099</w:t>
      </w:r>
      <w:r>
        <w:tab/>
        <w:t>1.013e0</w:t>
      </w:r>
    </w:p>
    <w:p w:rsidR="005B0461" w:rsidRDefault="005B0461" w:rsidP="005B0461">
      <w:r>
        <w:t>536.4260</w:t>
      </w:r>
      <w:r>
        <w:tab/>
        <w:t>2.025e0</w:t>
      </w:r>
    </w:p>
    <w:p w:rsidR="005B0461" w:rsidRDefault="005B0461" w:rsidP="005B0461">
      <w:r>
        <w:t>536.4408</w:t>
      </w:r>
      <w:r>
        <w:tab/>
        <w:t>2.025e0</w:t>
      </w:r>
    </w:p>
    <w:p w:rsidR="005B0461" w:rsidRDefault="005B0461" w:rsidP="005B0461">
      <w:r>
        <w:lastRenderedPageBreak/>
        <w:t>536.4545</w:t>
      </w:r>
      <w:r>
        <w:tab/>
        <w:t>2.025e0</w:t>
      </w:r>
    </w:p>
    <w:p w:rsidR="005B0461" w:rsidRDefault="005B0461" w:rsidP="005B0461">
      <w:r>
        <w:t>536.5140</w:t>
      </w:r>
      <w:r>
        <w:tab/>
        <w:t>1.013e0</w:t>
      </w:r>
    </w:p>
    <w:p w:rsidR="005B0461" w:rsidRDefault="005B0461" w:rsidP="005B0461">
      <w:r>
        <w:t>536.5257</w:t>
      </w:r>
      <w:r>
        <w:tab/>
        <w:t>2.025e0</w:t>
      </w:r>
    </w:p>
    <w:p w:rsidR="005B0461" w:rsidRDefault="005B0461" w:rsidP="005B0461">
      <w:r>
        <w:t>536.5391</w:t>
      </w:r>
      <w:r>
        <w:tab/>
        <w:t>2.025e0</w:t>
      </w:r>
    </w:p>
    <w:p w:rsidR="005B0461" w:rsidRDefault="005B0461" w:rsidP="005B0461">
      <w:r>
        <w:t>536.6059</w:t>
      </w:r>
      <w:r>
        <w:tab/>
        <w:t>2.025e0</w:t>
      </w:r>
    </w:p>
    <w:p w:rsidR="005B0461" w:rsidRDefault="005B0461" w:rsidP="005B0461">
      <w:r>
        <w:t>536.6207</w:t>
      </w:r>
      <w:r>
        <w:tab/>
        <w:t>2.025e0</w:t>
      </w:r>
    </w:p>
    <w:p w:rsidR="005B0461" w:rsidRDefault="005B0461" w:rsidP="005B0461">
      <w:r>
        <w:t>536.6978</w:t>
      </w:r>
      <w:r>
        <w:tab/>
        <w:t>1.013e0</w:t>
      </w:r>
    </w:p>
    <w:p w:rsidR="005B0461" w:rsidRDefault="005B0461" w:rsidP="005B0461">
      <w:r>
        <w:t>536.6991</w:t>
      </w:r>
      <w:r>
        <w:tab/>
        <w:t>2.025e0</w:t>
      </w:r>
    </w:p>
    <w:p w:rsidR="005B0461" w:rsidRDefault="005B0461" w:rsidP="005B0461">
      <w:r>
        <w:t>536.7434</w:t>
      </w:r>
      <w:r>
        <w:tab/>
        <w:t>1.013e0</w:t>
      </w:r>
    </w:p>
    <w:p w:rsidR="005B0461" w:rsidRDefault="005B0461" w:rsidP="005B0461">
      <w:r>
        <w:t>536.7688</w:t>
      </w:r>
      <w:r>
        <w:tab/>
        <w:t>1.013e0</w:t>
      </w:r>
    </w:p>
    <w:p w:rsidR="005B0461" w:rsidRDefault="005B0461" w:rsidP="005B0461">
      <w:r>
        <w:t>536.7872</w:t>
      </w:r>
      <w:r>
        <w:tab/>
        <w:t>1.013e0</w:t>
      </w:r>
    </w:p>
    <w:p w:rsidR="005B0461" w:rsidRDefault="005B0461" w:rsidP="005B0461">
      <w:r>
        <w:t>536.8228</w:t>
      </w:r>
      <w:r>
        <w:tab/>
        <w:t>6.076e0</w:t>
      </w:r>
    </w:p>
    <w:p w:rsidR="005B0461" w:rsidRDefault="005B0461" w:rsidP="005B0461">
      <w:r>
        <w:t>536.8311</w:t>
      </w:r>
      <w:r>
        <w:tab/>
        <w:t>2.025e0</w:t>
      </w:r>
    </w:p>
    <w:p w:rsidR="005B0461" w:rsidRDefault="005B0461" w:rsidP="005B0461">
      <w:r>
        <w:t>536.8403</w:t>
      </w:r>
      <w:r>
        <w:tab/>
        <w:t>2.025e0</w:t>
      </w:r>
    </w:p>
    <w:p w:rsidR="005B0461" w:rsidRDefault="005B0461" w:rsidP="005B0461">
      <w:r>
        <w:t>536.8465</w:t>
      </w:r>
      <w:r>
        <w:tab/>
        <w:t>5.063e0</w:t>
      </w:r>
    </w:p>
    <w:p w:rsidR="005B0461" w:rsidRDefault="005B0461" w:rsidP="005B0461">
      <w:r>
        <w:t>536.9473</w:t>
      </w:r>
      <w:r>
        <w:tab/>
        <w:t>2.025e0</w:t>
      </w:r>
    </w:p>
    <w:p w:rsidR="005B0461" w:rsidRDefault="005B0461" w:rsidP="005B0461">
      <w:r>
        <w:t>536.9576</w:t>
      </w:r>
      <w:r>
        <w:tab/>
        <w:t>3.038e0</w:t>
      </w:r>
    </w:p>
    <w:p w:rsidR="005B0461" w:rsidRDefault="005B0461" w:rsidP="005B0461">
      <w:r>
        <w:t>536.9644</w:t>
      </w:r>
      <w:r>
        <w:tab/>
        <w:t>3.038e0</w:t>
      </w:r>
    </w:p>
    <w:p w:rsidR="005B0461" w:rsidRDefault="005B0461" w:rsidP="005B0461">
      <w:r>
        <w:t>537.0010</w:t>
      </w:r>
      <w:r>
        <w:tab/>
        <w:t>6.076e0</w:t>
      </w:r>
    </w:p>
    <w:p w:rsidR="005B0461" w:rsidRDefault="005B0461" w:rsidP="005B0461">
      <w:r>
        <w:lastRenderedPageBreak/>
        <w:t>537.0140</w:t>
      </w:r>
      <w:r>
        <w:tab/>
        <w:t>7.151e0</w:t>
      </w:r>
    </w:p>
    <w:p w:rsidR="005B0461" w:rsidRDefault="005B0461" w:rsidP="005B0461">
      <w:r>
        <w:t>537.0300</w:t>
      </w:r>
      <w:r>
        <w:tab/>
        <w:t>2.728e0</w:t>
      </w:r>
    </w:p>
    <w:p w:rsidR="005B0461" w:rsidRDefault="005B0461" w:rsidP="005B0461">
      <w:r>
        <w:t>537.0633</w:t>
      </w:r>
      <w:r>
        <w:tab/>
        <w:t>1.013e0</w:t>
      </w:r>
    </w:p>
    <w:p w:rsidR="005B0461" w:rsidRDefault="005B0461" w:rsidP="005B0461">
      <w:r>
        <w:t>537.0983</w:t>
      </w:r>
      <w:r>
        <w:tab/>
        <w:t>1.013e0</w:t>
      </w:r>
    </w:p>
    <w:p w:rsidR="005B0461" w:rsidRDefault="005B0461" w:rsidP="005B0461">
      <w:r>
        <w:t>537.1192</w:t>
      </w:r>
      <w:r>
        <w:tab/>
        <w:t>3.505e0</w:t>
      </w:r>
    </w:p>
    <w:p w:rsidR="005B0461" w:rsidRDefault="005B0461" w:rsidP="005B0461">
      <w:r>
        <w:t>537.1328</w:t>
      </w:r>
      <w:r>
        <w:tab/>
        <w:t>1.991e0</w:t>
      </w:r>
    </w:p>
    <w:p w:rsidR="005B0461" w:rsidRDefault="005B0461" w:rsidP="005B0461">
      <w:r>
        <w:t>537.1341</w:t>
      </w:r>
      <w:r>
        <w:tab/>
        <w:t>6.392e0</w:t>
      </w:r>
    </w:p>
    <w:p w:rsidR="005B0461" w:rsidRDefault="005B0461" w:rsidP="005B0461">
      <w:r>
        <w:t>537.2162</w:t>
      </w:r>
      <w:r>
        <w:tab/>
        <w:t>1.771e0</w:t>
      </w:r>
    </w:p>
    <w:p w:rsidR="005B0461" w:rsidRDefault="005B0461" w:rsidP="005B0461">
      <w:r>
        <w:t>537.2203</w:t>
      </w:r>
      <w:r>
        <w:tab/>
        <w:t>2.025e0</w:t>
      </w:r>
    </w:p>
    <w:p w:rsidR="005B0461" w:rsidRDefault="005B0461" w:rsidP="005B0461">
      <w:r>
        <w:t>537.2272</w:t>
      </w:r>
      <w:r>
        <w:tab/>
        <w:t>2.969e0</w:t>
      </w:r>
    </w:p>
    <w:p w:rsidR="005B0461" w:rsidRDefault="005B0461" w:rsidP="005B0461">
      <w:r>
        <w:t>537.2384</w:t>
      </w:r>
      <w:r>
        <w:tab/>
        <w:t>2.987e0</w:t>
      </w:r>
    </w:p>
    <w:p w:rsidR="005B0461" w:rsidRDefault="005B0461" w:rsidP="005B0461">
      <w:r>
        <w:t>537.2778</w:t>
      </w:r>
      <w:r>
        <w:tab/>
        <w:t>2.854e0</w:t>
      </w:r>
    </w:p>
    <w:p w:rsidR="005B0461" w:rsidRDefault="005B0461" w:rsidP="005B0461">
      <w:r>
        <w:t>537.3206</w:t>
      </w:r>
      <w:r>
        <w:tab/>
        <w:t>4.953e0</w:t>
      </w:r>
    </w:p>
    <w:p w:rsidR="005B0461" w:rsidRDefault="005B0461" w:rsidP="005B0461">
      <w:r>
        <w:t>537.3348</w:t>
      </w:r>
      <w:r>
        <w:tab/>
        <w:t>3.894e0</w:t>
      </w:r>
    </w:p>
    <w:p w:rsidR="005B0461" w:rsidRDefault="005B0461" w:rsidP="005B0461">
      <w:r>
        <w:t>537.3651</w:t>
      </w:r>
      <w:r>
        <w:tab/>
        <w:t>2.810e0</w:t>
      </w:r>
    </w:p>
    <w:p w:rsidR="005B0461" w:rsidRDefault="005B0461" w:rsidP="005B0461">
      <w:r>
        <w:t>537.3946</w:t>
      </w:r>
      <w:r>
        <w:tab/>
        <w:t>1.013e0</w:t>
      </w:r>
    </w:p>
    <w:p w:rsidR="005B0461" w:rsidRDefault="005B0461" w:rsidP="005B0461">
      <w:r>
        <w:t>537.4506</w:t>
      </w:r>
      <w:r>
        <w:tab/>
        <w:t>2.025e0</w:t>
      </w:r>
    </w:p>
    <w:p w:rsidR="005B0461" w:rsidRDefault="005B0461" w:rsidP="005B0461">
      <w:r>
        <w:t>537.5220</w:t>
      </w:r>
      <w:r>
        <w:tab/>
        <w:t>6.076e0</w:t>
      </w:r>
    </w:p>
    <w:p w:rsidR="005B0461" w:rsidRDefault="005B0461" w:rsidP="005B0461">
      <w:r>
        <w:t>537.5262</w:t>
      </w:r>
      <w:r>
        <w:tab/>
        <w:t>6.076e0</w:t>
      </w:r>
    </w:p>
    <w:p w:rsidR="005B0461" w:rsidRDefault="005B0461" w:rsidP="005B0461">
      <w:r>
        <w:lastRenderedPageBreak/>
        <w:t>537.5376</w:t>
      </w:r>
      <w:r>
        <w:tab/>
        <w:t>4.051e0</w:t>
      </w:r>
    </w:p>
    <w:p w:rsidR="005B0461" w:rsidRDefault="005B0461" w:rsidP="005B0461">
      <w:r>
        <w:t>537.5654</w:t>
      </w:r>
      <w:r>
        <w:tab/>
        <w:t>2.025e0</w:t>
      </w:r>
    </w:p>
    <w:p w:rsidR="005B0461" w:rsidRDefault="005B0461" w:rsidP="005B0461">
      <w:r>
        <w:t>537.5867</w:t>
      </w:r>
      <w:r>
        <w:tab/>
        <w:t>3.038e0</w:t>
      </w:r>
    </w:p>
    <w:p w:rsidR="005B0461" w:rsidRDefault="005B0461" w:rsidP="005B0461">
      <w:r>
        <w:t>537.6523</w:t>
      </w:r>
      <w:r>
        <w:tab/>
        <w:t>1.013e0</w:t>
      </w:r>
    </w:p>
    <w:p w:rsidR="005B0461" w:rsidRDefault="005B0461" w:rsidP="005B0461">
      <w:r>
        <w:t>537.6802</w:t>
      </w:r>
      <w:r>
        <w:tab/>
        <w:t>2.025e0</w:t>
      </w:r>
    </w:p>
    <w:p w:rsidR="005B0461" w:rsidRDefault="005B0461" w:rsidP="005B0461">
      <w:r>
        <w:t>537.6872</w:t>
      </w:r>
      <w:r>
        <w:tab/>
        <w:t>2.025e0</w:t>
      </w:r>
    </w:p>
    <w:p w:rsidR="005B0461" w:rsidRDefault="005B0461" w:rsidP="005B0461">
      <w:r>
        <w:t>537.7490</w:t>
      </w:r>
      <w:r>
        <w:tab/>
        <w:t>2.025e0</w:t>
      </w:r>
    </w:p>
    <w:p w:rsidR="005B0461" w:rsidRDefault="005B0461" w:rsidP="005B0461">
      <w:r>
        <w:t>537.7637</w:t>
      </w:r>
      <w:r>
        <w:tab/>
        <w:t>1.013e0</w:t>
      </w:r>
    </w:p>
    <w:p w:rsidR="005B0461" w:rsidRDefault="005B0461" w:rsidP="005B0461">
      <w:r>
        <w:t>537.7823</w:t>
      </w:r>
      <w:r>
        <w:tab/>
        <w:t>1.013e0</w:t>
      </w:r>
    </w:p>
    <w:p w:rsidR="005B0461" w:rsidRDefault="005B0461" w:rsidP="005B0461">
      <w:r>
        <w:t>537.8151</w:t>
      </w:r>
      <w:r>
        <w:tab/>
        <w:t>1.013e0</w:t>
      </w:r>
    </w:p>
    <w:p w:rsidR="005B0461" w:rsidRDefault="005B0461" w:rsidP="005B0461">
      <w:r>
        <w:t>537.8287</w:t>
      </w:r>
      <w:r>
        <w:tab/>
        <w:t>1.013e0</w:t>
      </w:r>
    </w:p>
    <w:p w:rsidR="005B0461" w:rsidRDefault="005B0461" w:rsidP="005B0461">
      <w:r>
        <w:t>537.8335</w:t>
      </w:r>
      <w:r>
        <w:tab/>
        <w:t>1.013e0</w:t>
      </w:r>
    </w:p>
    <w:p w:rsidR="005B0461" w:rsidRDefault="005B0461" w:rsidP="005B0461">
      <w:r>
        <w:t>537.8888</w:t>
      </w:r>
      <w:r>
        <w:tab/>
        <w:t>1.013e0</w:t>
      </w:r>
    </w:p>
    <w:p w:rsidR="005B0461" w:rsidRDefault="005B0461" w:rsidP="005B0461">
      <w:r>
        <w:t>537.9174</w:t>
      </w:r>
      <w:r>
        <w:tab/>
        <w:t>3.038e0</w:t>
      </w:r>
    </w:p>
    <w:p w:rsidR="005B0461" w:rsidRDefault="005B0461" w:rsidP="005B0461">
      <w:r>
        <w:t>537.9315</w:t>
      </w:r>
      <w:r>
        <w:tab/>
        <w:t>4.051e0</w:t>
      </w:r>
    </w:p>
    <w:p w:rsidR="005B0461" w:rsidRDefault="005B0461" w:rsidP="005B0461">
      <w:r>
        <w:t>537.9672</w:t>
      </w:r>
      <w:r>
        <w:tab/>
        <w:t>4.051e0</w:t>
      </w:r>
    </w:p>
    <w:p w:rsidR="005B0461" w:rsidRDefault="005B0461" w:rsidP="005B0461">
      <w:r>
        <w:t>537.9968</w:t>
      </w:r>
      <w:r>
        <w:tab/>
        <w:t>5.459e0</w:t>
      </w:r>
    </w:p>
    <w:p w:rsidR="005B0461" w:rsidRDefault="005B0461" w:rsidP="005B0461">
      <w:r>
        <w:t>538.0156</w:t>
      </w:r>
      <w:r>
        <w:tab/>
        <w:t>2.883e0</w:t>
      </w:r>
    </w:p>
    <w:p w:rsidR="005B0461" w:rsidRDefault="005B0461" w:rsidP="005B0461">
      <w:r>
        <w:t>538.0366</w:t>
      </w:r>
      <w:r>
        <w:tab/>
        <w:t>4.051e0</w:t>
      </w:r>
    </w:p>
    <w:p w:rsidR="005B0461" w:rsidRDefault="005B0461" w:rsidP="005B0461">
      <w:r>
        <w:lastRenderedPageBreak/>
        <w:t>538.0516</w:t>
      </w:r>
      <w:r>
        <w:tab/>
        <w:t>1.013e0</w:t>
      </w:r>
    </w:p>
    <w:p w:rsidR="005B0461" w:rsidRDefault="005B0461" w:rsidP="005B0461">
      <w:r>
        <w:t>538.1711</w:t>
      </w:r>
      <w:r>
        <w:tab/>
        <w:t>9.281e0</w:t>
      </w:r>
    </w:p>
    <w:p w:rsidR="005B0461" w:rsidRDefault="005B0461" w:rsidP="005B0461">
      <w:r>
        <w:t>538.1793</w:t>
      </w:r>
      <w:r>
        <w:tab/>
        <w:t>6.321e0</w:t>
      </w:r>
    </w:p>
    <w:p w:rsidR="005B0461" w:rsidRDefault="005B0461" w:rsidP="005B0461">
      <w:r>
        <w:t>538.1813</w:t>
      </w:r>
      <w:r>
        <w:tab/>
        <w:t>7.533e0</w:t>
      </w:r>
    </w:p>
    <w:p w:rsidR="005B0461" w:rsidRDefault="005B0461" w:rsidP="005B0461">
      <w:r>
        <w:t>538.1905</w:t>
      </w:r>
      <w:r>
        <w:tab/>
        <w:t>5.277e0</w:t>
      </w:r>
    </w:p>
    <w:p w:rsidR="005B0461" w:rsidRDefault="005B0461" w:rsidP="005B0461">
      <w:r>
        <w:t>538.2438</w:t>
      </w:r>
      <w:r>
        <w:tab/>
        <w:t>4.051e0</w:t>
      </w:r>
    </w:p>
    <w:p w:rsidR="005B0461" w:rsidRDefault="005B0461" w:rsidP="005B0461">
      <w:r>
        <w:t>538.2654</w:t>
      </w:r>
      <w:r>
        <w:tab/>
        <w:t>1.147e0</w:t>
      </w:r>
    </w:p>
    <w:p w:rsidR="005B0461" w:rsidRDefault="005B0461" w:rsidP="005B0461">
      <w:r>
        <w:t>538.2725</w:t>
      </w:r>
      <w:r>
        <w:tab/>
        <w:t>1.013e0</w:t>
      </w:r>
    </w:p>
    <w:p w:rsidR="005B0461" w:rsidRDefault="005B0461" w:rsidP="005B0461">
      <w:r>
        <w:t>538.2901</w:t>
      </w:r>
      <w:r>
        <w:tab/>
        <w:t>3.038e0</w:t>
      </w:r>
    </w:p>
    <w:p w:rsidR="005B0461" w:rsidRDefault="005B0461" w:rsidP="005B0461">
      <w:r>
        <w:t>538.3256</w:t>
      </w:r>
      <w:r>
        <w:tab/>
        <w:t>2.679e0</w:t>
      </w:r>
    </w:p>
    <w:p w:rsidR="005B0461" w:rsidRDefault="005B0461" w:rsidP="005B0461">
      <w:r>
        <w:t>538.3935</w:t>
      </w:r>
      <w:r>
        <w:tab/>
        <w:t>5.063e0</w:t>
      </w:r>
    </w:p>
    <w:p w:rsidR="005B0461" w:rsidRDefault="005B0461" w:rsidP="005B0461">
      <w:r>
        <w:t>538.3969</w:t>
      </w:r>
      <w:r>
        <w:tab/>
        <w:t>1.601e0</w:t>
      </w:r>
    </w:p>
    <w:p w:rsidR="005B0461" w:rsidRDefault="005B0461" w:rsidP="005B0461">
      <w:r>
        <w:t>538.4047</w:t>
      </w:r>
      <w:r>
        <w:tab/>
        <w:t>1.013e0</w:t>
      </w:r>
    </w:p>
    <w:p w:rsidR="005B0461" w:rsidRDefault="005B0461" w:rsidP="005B0461">
      <w:r>
        <w:t>538.4641</w:t>
      </w:r>
      <w:r>
        <w:tab/>
        <w:t>2.025e0</w:t>
      </w:r>
    </w:p>
    <w:p w:rsidR="005B0461" w:rsidRDefault="005B0461" w:rsidP="005B0461">
      <w:r>
        <w:t>538.4714</w:t>
      </w:r>
      <w:r>
        <w:tab/>
        <w:t>2.025e0</w:t>
      </w:r>
    </w:p>
    <w:p w:rsidR="005B0461" w:rsidRDefault="005B0461" w:rsidP="005B0461">
      <w:r>
        <w:t>538.4899</w:t>
      </w:r>
      <w:r>
        <w:tab/>
        <w:t>2.025e0</w:t>
      </w:r>
    </w:p>
    <w:p w:rsidR="005B0461" w:rsidRDefault="005B0461" w:rsidP="005B0461">
      <w:r>
        <w:t>538.5255</w:t>
      </w:r>
      <w:r>
        <w:tab/>
        <w:t>1.013e0</w:t>
      </w:r>
    </w:p>
    <w:p w:rsidR="005B0461" w:rsidRDefault="005B0461" w:rsidP="005B0461">
      <w:r>
        <w:t>538.5348</w:t>
      </w:r>
      <w:r>
        <w:tab/>
        <w:t>2.025e0</w:t>
      </w:r>
    </w:p>
    <w:p w:rsidR="005B0461" w:rsidRDefault="005B0461" w:rsidP="005B0461">
      <w:r>
        <w:t>538.5657</w:t>
      </w:r>
      <w:r>
        <w:tab/>
        <w:t>3.038e0</w:t>
      </w:r>
    </w:p>
    <w:p w:rsidR="005B0461" w:rsidRDefault="005B0461" w:rsidP="005B0461">
      <w:r>
        <w:lastRenderedPageBreak/>
        <w:t>538.5906</w:t>
      </w:r>
      <w:r>
        <w:tab/>
        <w:t>1.013e0</w:t>
      </w:r>
    </w:p>
    <w:p w:rsidR="005B0461" w:rsidRDefault="005B0461" w:rsidP="005B0461">
      <w:r>
        <w:t>538.6277</w:t>
      </w:r>
      <w:r>
        <w:tab/>
        <w:t>1.013e0</w:t>
      </w:r>
    </w:p>
    <w:p w:rsidR="005B0461" w:rsidRDefault="005B0461" w:rsidP="005B0461">
      <w:r>
        <w:t>538.6564</w:t>
      </w:r>
      <w:r>
        <w:tab/>
        <w:t>2.025e0</w:t>
      </w:r>
    </w:p>
    <w:p w:rsidR="005B0461" w:rsidRDefault="005B0461" w:rsidP="005B0461">
      <w:r>
        <w:t>538.6591</w:t>
      </w:r>
      <w:r>
        <w:tab/>
        <w:t>1.013e0</w:t>
      </w:r>
    </w:p>
    <w:p w:rsidR="005B0461" w:rsidRDefault="005B0461" w:rsidP="005B0461">
      <w:r>
        <w:t>538.6928</w:t>
      </w:r>
      <w:r>
        <w:tab/>
        <w:t>1.013e0</w:t>
      </w:r>
    </w:p>
    <w:p w:rsidR="005B0461" w:rsidRDefault="005B0461" w:rsidP="005B0461">
      <w:r>
        <w:t>538.7036</w:t>
      </w:r>
      <w:r>
        <w:tab/>
        <w:t>2.025e0</w:t>
      </w:r>
    </w:p>
    <w:p w:rsidR="005B0461" w:rsidRDefault="005B0461" w:rsidP="005B0461">
      <w:r>
        <w:t>538.7131</w:t>
      </w:r>
      <w:r>
        <w:tab/>
        <w:t>2.025e0</w:t>
      </w:r>
    </w:p>
    <w:p w:rsidR="005B0461" w:rsidRDefault="005B0461" w:rsidP="005B0461">
      <w:r>
        <w:t>538.7670</w:t>
      </w:r>
      <w:r>
        <w:tab/>
        <w:t>1.013e0</w:t>
      </w:r>
    </w:p>
    <w:p w:rsidR="005B0461" w:rsidRDefault="005B0461" w:rsidP="005B0461">
      <w:r>
        <w:t>538.8221</w:t>
      </w:r>
      <w:r>
        <w:tab/>
        <w:t>1.013e0</w:t>
      </w:r>
    </w:p>
    <w:p w:rsidR="005B0461" w:rsidRDefault="005B0461" w:rsidP="005B0461">
      <w:r>
        <w:t>538.8510</w:t>
      </w:r>
      <w:r>
        <w:tab/>
        <w:t>1.013e0</w:t>
      </w:r>
    </w:p>
    <w:p w:rsidR="005B0461" w:rsidRDefault="005B0461" w:rsidP="005B0461">
      <w:r>
        <w:t>538.9429</w:t>
      </w:r>
      <w:r>
        <w:tab/>
        <w:t>2.025e0</w:t>
      </w:r>
    </w:p>
    <w:p w:rsidR="005B0461" w:rsidRDefault="005B0461" w:rsidP="005B0461">
      <w:r>
        <w:t>538.9478</w:t>
      </w:r>
      <w:r>
        <w:tab/>
        <w:t>3.038e0</w:t>
      </w:r>
    </w:p>
    <w:p w:rsidR="005B0461" w:rsidRDefault="005B0461" w:rsidP="005B0461">
      <w:r>
        <w:t>538.9547</w:t>
      </w:r>
      <w:r>
        <w:tab/>
        <w:t>3.038e0</w:t>
      </w:r>
    </w:p>
    <w:p w:rsidR="005B0461" w:rsidRDefault="005B0461" w:rsidP="005B0461">
      <w:r>
        <w:t>538.9852</w:t>
      </w:r>
      <w:r>
        <w:tab/>
        <w:t>3.572e0</w:t>
      </w:r>
    </w:p>
    <w:p w:rsidR="005B0461" w:rsidRDefault="005B0461" w:rsidP="005B0461">
      <w:r>
        <w:t>539.0131</w:t>
      </w:r>
      <w:r>
        <w:tab/>
        <w:t>6.076e0</w:t>
      </w:r>
    </w:p>
    <w:p w:rsidR="005B0461" w:rsidRDefault="005B0461" w:rsidP="005B0461">
      <w:r>
        <w:t>539.0143</w:t>
      </w:r>
      <w:r>
        <w:tab/>
        <w:t>1.908e1</w:t>
      </w:r>
    </w:p>
    <w:p w:rsidR="005B0461" w:rsidRDefault="005B0461" w:rsidP="005B0461">
      <w:r>
        <w:t>539.0534</w:t>
      </w:r>
      <w:r>
        <w:tab/>
        <w:t>4.911e0</w:t>
      </w:r>
    </w:p>
    <w:p w:rsidR="005B0461" w:rsidRDefault="005B0461" w:rsidP="005B0461">
      <w:r>
        <w:t>539.0638</w:t>
      </w:r>
      <w:r>
        <w:tab/>
        <w:t>4.253e0</w:t>
      </w:r>
    </w:p>
    <w:p w:rsidR="005B0461" w:rsidRDefault="005B0461" w:rsidP="005B0461">
      <w:r>
        <w:t>539.1597</w:t>
      </w:r>
      <w:r>
        <w:tab/>
        <w:t>3.389e1</w:t>
      </w:r>
    </w:p>
    <w:p w:rsidR="005B0461" w:rsidRDefault="005B0461" w:rsidP="005B0461">
      <w:r>
        <w:lastRenderedPageBreak/>
        <w:t>539.1613</w:t>
      </w:r>
      <w:r>
        <w:tab/>
        <w:t>1.445e1</w:t>
      </w:r>
    </w:p>
    <w:p w:rsidR="005B0461" w:rsidRDefault="005B0461" w:rsidP="005B0461">
      <w:r>
        <w:t>539.1666</w:t>
      </w:r>
      <w:r>
        <w:tab/>
        <w:t>1.471e1</w:t>
      </w:r>
    </w:p>
    <w:p w:rsidR="005B0461" w:rsidRDefault="005B0461" w:rsidP="005B0461">
      <w:r>
        <w:t>539.2808</w:t>
      </w:r>
      <w:r>
        <w:tab/>
        <w:t>3.054e0</w:t>
      </w:r>
    </w:p>
    <w:p w:rsidR="005B0461" w:rsidRDefault="005B0461" w:rsidP="005B0461">
      <w:r>
        <w:t>539.2902</w:t>
      </w:r>
      <w:r>
        <w:tab/>
        <w:t>3.038e0</w:t>
      </w:r>
    </w:p>
    <w:p w:rsidR="005B0461" w:rsidRDefault="005B0461" w:rsidP="005B0461">
      <w:r>
        <w:t>539.3115</w:t>
      </w:r>
      <w:r>
        <w:tab/>
        <w:t>3.038e0</w:t>
      </w:r>
    </w:p>
    <w:p w:rsidR="005B0461" w:rsidRDefault="005B0461" w:rsidP="005B0461">
      <w:r>
        <w:t>539.3687</w:t>
      </w:r>
      <w:r>
        <w:tab/>
        <w:t>3.400e0</w:t>
      </w:r>
    </w:p>
    <w:p w:rsidR="005B0461" w:rsidRDefault="005B0461" w:rsidP="005B0461">
      <w:r>
        <w:t>539.3743</w:t>
      </w:r>
      <w:r>
        <w:tab/>
        <w:t>1.495e0</w:t>
      </w:r>
    </w:p>
    <w:p w:rsidR="005B0461" w:rsidRDefault="005B0461" w:rsidP="005B0461">
      <w:r>
        <w:t>539.3785</w:t>
      </w:r>
      <w:r>
        <w:tab/>
        <w:t>2.025e0</w:t>
      </w:r>
    </w:p>
    <w:p w:rsidR="005B0461" w:rsidRDefault="005B0461" w:rsidP="005B0461">
      <w:r>
        <w:t>539.4050</w:t>
      </w:r>
      <w:r>
        <w:tab/>
        <w:t>4.079e0</w:t>
      </w:r>
    </w:p>
    <w:p w:rsidR="005B0461" w:rsidRDefault="005B0461" w:rsidP="005B0461">
      <w:r>
        <w:t>539.4556</w:t>
      </w:r>
      <w:r>
        <w:tab/>
        <w:t>3.038e0</w:t>
      </w:r>
    </w:p>
    <w:p w:rsidR="005B0461" w:rsidRDefault="005B0461" w:rsidP="005B0461">
      <w:r>
        <w:t>539.4812</w:t>
      </w:r>
      <w:r>
        <w:tab/>
        <w:t>2.025e0</w:t>
      </w:r>
    </w:p>
    <w:p w:rsidR="005B0461" w:rsidRDefault="005B0461" w:rsidP="005B0461">
      <w:r>
        <w:t>539.5267</w:t>
      </w:r>
      <w:r>
        <w:tab/>
        <w:t>2.025e0</w:t>
      </w:r>
    </w:p>
    <w:p w:rsidR="005B0461" w:rsidRDefault="005B0461" w:rsidP="005B0461">
      <w:r>
        <w:t>539.5328</w:t>
      </w:r>
      <w:r>
        <w:tab/>
        <w:t>3.038e0</w:t>
      </w:r>
    </w:p>
    <w:p w:rsidR="005B0461" w:rsidRDefault="005B0461" w:rsidP="005B0461">
      <w:r>
        <w:t>539.5490</w:t>
      </w:r>
      <w:r>
        <w:tab/>
        <w:t>2.025e0</w:t>
      </w:r>
    </w:p>
    <w:p w:rsidR="005B0461" w:rsidRDefault="005B0461" w:rsidP="005B0461">
      <w:r>
        <w:t>539.5550</w:t>
      </w:r>
      <w:r>
        <w:tab/>
        <w:t>2.025e0</w:t>
      </w:r>
    </w:p>
    <w:p w:rsidR="005B0461" w:rsidRDefault="005B0461" w:rsidP="005B0461">
      <w:r>
        <w:t>539.6318</w:t>
      </w:r>
      <w:r>
        <w:tab/>
        <w:t>2.025e0</w:t>
      </w:r>
    </w:p>
    <w:p w:rsidR="005B0461" w:rsidRDefault="005B0461" w:rsidP="005B0461">
      <w:r>
        <w:t>539.6436</w:t>
      </w:r>
      <w:r>
        <w:tab/>
        <w:t>5.063e0</w:t>
      </w:r>
    </w:p>
    <w:p w:rsidR="005B0461" w:rsidRDefault="005B0461" w:rsidP="005B0461">
      <w:r>
        <w:t>539.7210</w:t>
      </w:r>
      <w:r>
        <w:tab/>
        <w:t>2.025e0</w:t>
      </w:r>
    </w:p>
    <w:p w:rsidR="005B0461" w:rsidRDefault="005B0461" w:rsidP="005B0461">
      <w:r>
        <w:t>539.7534</w:t>
      </w:r>
      <w:r>
        <w:tab/>
        <w:t>2.025e0</w:t>
      </w:r>
    </w:p>
    <w:p w:rsidR="005B0461" w:rsidRDefault="005B0461" w:rsidP="005B0461">
      <w:r>
        <w:lastRenderedPageBreak/>
        <w:t>539.7911</w:t>
      </w:r>
      <w:r>
        <w:tab/>
        <w:t>2.025e0</w:t>
      </w:r>
    </w:p>
    <w:p w:rsidR="005B0461" w:rsidRDefault="005B0461" w:rsidP="005B0461">
      <w:r>
        <w:t>539.8135</w:t>
      </w:r>
      <w:r>
        <w:tab/>
        <w:t>3.038e0</w:t>
      </w:r>
    </w:p>
    <w:p w:rsidR="005B0461" w:rsidRDefault="005B0461" w:rsidP="005B0461">
      <w:r>
        <w:t>539.8577</w:t>
      </w:r>
      <w:r>
        <w:tab/>
        <w:t>2.025e0</w:t>
      </w:r>
    </w:p>
    <w:p w:rsidR="005B0461" w:rsidRDefault="005B0461" w:rsidP="005B0461">
      <w:r>
        <w:t>539.8936</w:t>
      </w:r>
      <w:r>
        <w:tab/>
        <w:t>1.013e0</w:t>
      </w:r>
    </w:p>
    <w:p w:rsidR="005B0461" w:rsidRDefault="005B0461" w:rsidP="005B0461">
      <w:r>
        <w:t>539.9211</w:t>
      </w:r>
      <w:r>
        <w:tab/>
        <w:t>3.038e0</w:t>
      </w:r>
    </w:p>
    <w:p w:rsidR="005B0461" w:rsidRDefault="005B0461" w:rsidP="005B0461">
      <w:r>
        <w:t>539.9592</w:t>
      </w:r>
      <w:r>
        <w:tab/>
        <w:t>3.630e0</w:t>
      </w:r>
    </w:p>
    <w:p w:rsidR="005B0461" w:rsidRDefault="005B0461" w:rsidP="005B0461">
      <w:r>
        <w:t>540.0010</w:t>
      </w:r>
      <w:r>
        <w:tab/>
        <w:t>2.025e0</w:t>
      </w:r>
    </w:p>
    <w:p w:rsidR="005B0461" w:rsidRDefault="005B0461" w:rsidP="005B0461">
      <w:r>
        <w:t>540.0027</w:t>
      </w:r>
      <w:r>
        <w:tab/>
        <w:t>4.051e0</w:t>
      </w:r>
    </w:p>
    <w:p w:rsidR="005B0461" w:rsidRDefault="005B0461" w:rsidP="005B0461">
      <w:r>
        <w:t>540.0147</w:t>
      </w:r>
      <w:r>
        <w:tab/>
        <w:t>1.203e0</w:t>
      </w:r>
    </w:p>
    <w:p w:rsidR="005B0461" w:rsidRDefault="005B0461" w:rsidP="005B0461">
      <w:r>
        <w:t>540.0197</w:t>
      </w:r>
      <w:r>
        <w:tab/>
        <w:t>4.051e0</w:t>
      </w:r>
    </w:p>
    <w:p w:rsidR="005B0461" w:rsidRDefault="005B0461" w:rsidP="005B0461">
      <w:r>
        <w:t>540.0762</w:t>
      </w:r>
      <w:r>
        <w:tab/>
        <w:t>1.519e0</w:t>
      </w:r>
    </w:p>
    <w:p w:rsidR="005B0461" w:rsidRDefault="005B0461" w:rsidP="005B0461">
      <w:r>
        <w:t>540.0823</w:t>
      </w:r>
      <w:r>
        <w:tab/>
        <w:t>1.500e0</w:t>
      </w:r>
    </w:p>
    <w:p w:rsidR="005B0461" w:rsidRDefault="005B0461" w:rsidP="005B0461">
      <w:r>
        <w:t>540.1596</w:t>
      </w:r>
      <w:r>
        <w:tab/>
        <w:t>3.068e0</w:t>
      </w:r>
    </w:p>
    <w:p w:rsidR="005B0461" w:rsidRDefault="005B0461" w:rsidP="005B0461">
      <w:r>
        <w:t>540.1667</w:t>
      </w:r>
      <w:r>
        <w:tab/>
        <w:t>1.341e1</w:t>
      </w:r>
    </w:p>
    <w:p w:rsidR="005B0461" w:rsidRDefault="005B0461" w:rsidP="005B0461">
      <w:r>
        <w:t>540.1708</w:t>
      </w:r>
      <w:r>
        <w:tab/>
        <w:t>1.355e1</w:t>
      </w:r>
    </w:p>
    <w:p w:rsidR="005B0461" w:rsidRDefault="005B0461" w:rsidP="005B0461">
      <w:r>
        <w:t>540.1822</w:t>
      </w:r>
      <w:r>
        <w:tab/>
        <w:t>1.002e1</w:t>
      </w:r>
    </w:p>
    <w:p w:rsidR="005B0461" w:rsidRDefault="005B0461" w:rsidP="005B0461">
      <w:r>
        <w:t>540.2214</w:t>
      </w:r>
      <w:r>
        <w:tab/>
        <w:t>4.587e0</w:t>
      </w:r>
    </w:p>
    <w:p w:rsidR="005B0461" w:rsidRDefault="005B0461" w:rsidP="005B0461">
      <w:r>
        <w:t>540.2481</w:t>
      </w:r>
      <w:r>
        <w:tab/>
        <w:t>5.534e0</w:t>
      </w:r>
    </w:p>
    <w:p w:rsidR="005B0461" w:rsidRDefault="005B0461" w:rsidP="005B0461">
      <w:r>
        <w:t>540.2664</w:t>
      </w:r>
      <w:r>
        <w:tab/>
        <w:t>1.013e0</w:t>
      </w:r>
    </w:p>
    <w:p w:rsidR="005B0461" w:rsidRDefault="005B0461" w:rsidP="005B0461">
      <w:r>
        <w:lastRenderedPageBreak/>
        <w:t>540.2910</w:t>
      </w:r>
      <w:r>
        <w:tab/>
        <w:t>4.008e0</w:t>
      </w:r>
    </w:p>
    <w:p w:rsidR="005B0461" w:rsidRDefault="005B0461" w:rsidP="005B0461">
      <w:r>
        <w:t>540.3045</w:t>
      </w:r>
      <w:r>
        <w:tab/>
        <w:t>2.025e0</w:t>
      </w:r>
    </w:p>
    <w:p w:rsidR="005B0461" w:rsidRDefault="005B0461" w:rsidP="005B0461">
      <w:r>
        <w:t>540.3472</w:t>
      </w:r>
      <w:r>
        <w:tab/>
        <w:t>4.435e0</w:t>
      </w:r>
    </w:p>
    <w:p w:rsidR="005B0461" w:rsidRDefault="005B0461" w:rsidP="005B0461">
      <w:r>
        <w:t>540.3530</w:t>
      </w:r>
      <w:r>
        <w:tab/>
        <w:t>5.763e0</w:t>
      </w:r>
    </w:p>
    <w:p w:rsidR="005B0461" w:rsidRDefault="005B0461" w:rsidP="005B0461">
      <w:r>
        <w:t>540.4418</w:t>
      </w:r>
      <w:r>
        <w:tab/>
        <w:t>1.913e1</w:t>
      </w:r>
    </w:p>
    <w:p w:rsidR="005B0461" w:rsidRDefault="005B0461" w:rsidP="005B0461">
      <w:r>
        <w:t>540.4456</w:t>
      </w:r>
      <w:r>
        <w:tab/>
        <w:t>7.712e0</w:t>
      </w:r>
    </w:p>
    <w:p w:rsidR="005B0461" w:rsidRDefault="005B0461" w:rsidP="005B0461">
      <w:r>
        <w:t>540.4493</w:t>
      </w:r>
      <w:r>
        <w:tab/>
        <w:t>1.418e1</w:t>
      </w:r>
    </w:p>
    <w:p w:rsidR="005B0461" w:rsidRDefault="005B0461" w:rsidP="005B0461">
      <w:r>
        <w:t>540.4522</w:t>
      </w:r>
      <w:r>
        <w:tab/>
        <w:t>1.654e1</w:t>
      </w:r>
    </w:p>
    <w:p w:rsidR="005B0461" w:rsidRDefault="005B0461" w:rsidP="005B0461">
      <w:r>
        <w:t>540.5031</w:t>
      </w:r>
      <w:r>
        <w:tab/>
        <w:t>4.051e0</w:t>
      </w:r>
    </w:p>
    <w:p w:rsidR="005B0461" w:rsidRDefault="005B0461" w:rsidP="005B0461">
      <w:r>
        <w:t>540.5233</w:t>
      </w:r>
      <w:r>
        <w:tab/>
        <w:t>3.766e0</w:t>
      </w:r>
    </w:p>
    <w:p w:rsidR="005B0461" w:rsidRDefault="005B0461" w:rsidP="005B0461">
      <w:r>
        <w:t>540.5835</w:t>
      </w:r>
      <w:r>
        <w:tab/>
        <w:t>1.013e0</w:t>
      </w:r>
    </w:p>
    <w:p w:rsidR="005B0461" w:rsidRDefault="005B0461" w:rsidP="005B0461">
      <w:r>
        <w:t>540.5928</w:t>
      </w:r>
      <w:r>
        <w:tab/>
        <w:t>1.013e0</w:t>
      </w:r>
    </w:p>
    <w:p w:rsidR="005B0461" w:rsidRDefault="005B0461" w:rsidP="005B0461">
      <w:r>
        <w:t>540.6675</w:t>
      </w:r>
      <w:r>
        <w:tab/>
        <w:t>1.013e0</w:t>
      </w:r>
    </w:p>
    <w:p w:rsidR="005B0461" w:rsidRDefault="005B0461" w:rsidP="005B0461">
      <w:r>
        <w:t>540.6711</w:t>
      </w:r>
      <w:r>
        <w:tab/>
        <w:t>3.038e0</w:t>
      </w:r>
    </w:p>
    <w:p w:rsidR="005B0461" w:rsidRDefault="005B0461" w:rsidP="005B0461">
      <w:r>
        <w:t>540.6727</w:t>
      </w:r>
      <w:r>
        <w:tab/>
        <w:t>3.038e0</w:t>
      </w:r>
    </w:p>
    <w:p w:rsidR="005B0461" w:rsidRDefault="005B0461" w:rsidP="005B0461">
      <w:r>
        <w:t>540.7236</w:t>
      </w:r>
      <w:r>
        <w:tab/>
        <w:t>3.038e0</w:t>
      </w:r>
    </w:p>
    <w:p w:rsidR="005B0461" w:rsidRDefault="005B0461" w:rsidP="005B0461">
      <w:r>
        <w:t>540.7418</w:t>
      </w:r>
      <w:r>
        <w:tab/>
        <w:t>3.038e0</w:t>
      </w:r>
    </w:p>
    <w:p w:rsidR="005B0461" w:rsidRDefault="005B0461" w:rsidP="005B0461">
      <w:r>
        <w:t>540.7513</w:t>
      </w:r>
      <w:r>
        <w:tab/>
        <w:t>2.025e0</w:t>
      </w:r>
    </w:p>
    <w:p w:rsidR="005B0461" w:rsidRDefault="005B0461" w:rsidP="005B0461">
      <w:r>
        <w:t>540.8118</w:t>
      </w:r>
      <w:r>
        <w:tab/>
        <w:t>4.051e0</w:t>
      </w:r>
    </w:p>
    <w:p w:rsidR="005B0461" w:rsidRDefault="005B0461" w:rsidP="005B0461">
      <w:r>
        <w:lastRenderedPageBreak/>
        <w:t>540.8200</w:t>
      </w:r>
      <w:r>
        <w:tab/>
        <w:t>1.013e0</w:t>
      </w:r>
    </w:p>
    <w:p w:rsidR="005B0461" w:rsidRDefault="005B0461" w:rsidP="005B0461">
      <w:r>
        <w:t>540.8448</w:t>
      </w:r>
      <w:r>
        <w:tab/>
        <w:t>1.013e0</w:t>
      </w:r>
    </w:p>
    <w:p w:rsidR="005B0461" w:rsidRDefault="005B0461" w:rsidP="005B0461">
      <w:r>
        <w:t>540.8879</w:t>
      </w:r>
      <w:r>
        <w:tab/>
        <w:t>4.051e0</w:t>
      </w:r>
    </w:p>
    <w:p w:rsidR="005B0461" w:rsidRDefault="005B0461" w:rsidP="005B0461">
      <w:r>
        <w:t>540.8896</w:t>
      </w:r>
      <w:r>
        <w:tab/>
        <w:t>4.051e0</w:t>
      </w:r>
    </w:p>
    <w:p w:rsidR="005B0461" w:rsidRDefault="005B0461" w:rsidP="005B0461">
      <w:r>
        <w:t>540.9081</w:t>
      </w:r>
      <w:r>
        <w:tab/>
        <w:t>2.025e0</w:t>
      </w:r>
    </w:p>
    <w:p w:rsidR="005B0461" w:rsidRDefault="005B0461" w:rsidP="005B0461">
      <w:r>
        <w:t>540.9991</w:t>
      </w:r>
      <w:r>
        <w:tab/>
        <w:t>8.101e0</w:t>
      </w:r>
    </w:p>
    <w:p w:rsidR="005B0461" w:rsidRDefault="005B0461" w:rsidP="005B0461">
      <w:r>
        <w:t>541.0138</w:t>
      </w:r>
      <w:r>
        <w:tab/>
        <w:t>9.114e0</w:t>
      </w:r>
    </w:p>
    <w:p w:rsidR="005B0461" w:rsidRDefault="005B0461" w:rsidP="005B0461">
      <w:r>
        <w:t>541.0245</w:t>
      </w:r>
      <w:r>
        <w:tab/>
        <w:t>1.194e1</w:t>
      </w:r>
    </w:p>
    <w:p w:rsidR="005B0461" w:rsidRDefault="005B0461" w:rsidP="005B0461">
      <w:r>
        <w:t>541.0295</w:t>
      </w:r>
      <w:r>
        <w:tab/>
        <w:t>1.517e1</w:t>
      </w:r>
    </w:p>
    <w:p w:rsidR="005B0461" w:rsidRDefault="005B0461" w:rsidP="005B0461">
      <w:r>
        <w:t>541.0963</w:t>
      </w:r>
      <w:r>
        <w:tab/>
        <w:t>7.042e0</w:t>
      </w:r>
    </w:p>
    <w:p w:rsidR="005B0461" w:rsidRDefault="005B0461" w:rsidP="005B0461">
      <w:r>
        <w:t>541.1589</w:t>
      </w:r>
      <w:r>
        <w:tab/>
        <w:t>1.507e1</w:t>
      </w:r>
    </w:p>
    <w:p w:rsidR="005B0461" w:rsidRDefault="005B0461" w:rsidP="005B0461">
      <w:r>
        <w:t>541.1603</w:t>
      </w:r>
      <w:r>
        <w:tab/>
        <w:t>1.943e1</w:t>
      </w:r>
    </w:p>
    <w:p w:rsidR="005B0461" w:rsidRDefault="005B0461" w:rsidP="005B0461">
      <w:r>
        <w:t>541.1680</w:t>
      </w:r>
      <w:r>
        <w:tab/>
        <w:t>1.365e1</w:t>
      </w:r>
    </w:p>
    <w:p w:rsidR="005B0461" w:rsidRDefault="005B0461" w:rsidP="005B0461">
      <w:r>
        <w:t>541.1749</w:t>
      </w:r>
      <w:r>
        <w:tab/>
        <w:t>7.479e0</w:t>
      </w:r>
    </w:p>
    <w:p w:rsidR="005B0461" w:rsidRDefault="005B0461" w:rsidP="005B0461">
      <w:r>
        <w:t>541.2556</w:t>
      </w:r>
      <w:r>
        <w:tab/>
        <w:t>6.366e0</w:t>
      </w:r>
    </w:p>
    <w:p w:rsidR="005B0461" w:rsidRDefault="005B0461" w:rsidP="005B0461">
      <w:r>
        <w:t>541.2625</w:t>
      </w:r>
      <w:r>
        <w:tab/>
        <w:t>9.874e0</w:t>
      </w:r>
    </w:p>
    <w:p w:rsidR="005B0461" w:rsidRDefault="005B0461" w:rsidP="005B0461">
      <w:r>
        <w:t>541.2689</w:t>
      </w:r>
      <w:r>
        <w:tab/>
        <w:t>6.294e0</w:t>
      </w:r>
    </w:p>
    <w:p w:rsidR="005B0461" w:rsidRDefault="005B0461" w:rsidP="005B0461">
      <w:r>
        <w:t>541.2751</w:t>
      </w:r>
      <w:r>
        <w:tab/>
        <w:t>1.114e1</w:t>
      </w:r>
    </w:p>
    <w:p w:rsidR="005B0461" w:rsidRDefault="005B0461" w:rsidP="005B0461">
      <w:r>
        <w:t>541.3527</w:t>
      </w:r>
      <w:r>
        <w:tab/>
        <w:t>3.214e0</w:t>
      </w:r>
    </w:p>
    <w:p w:rsidR="005B0461" w:rsidRDefault="005B0461" w:rsidP="005B0461">
      <w:r>
        <w:lastRenderedPageBreak/>
        <w:t>541.3779</w:t>
      </w:r>
      <w:r>
        <w:tab/>
        <w:t>2.932e0</w:t>
      </w:r>
    </w:p>
    <w:p w:rsidR="005B0461" w:rsidRDefault="005B0461" w:rsidP="005B0461">
      <w:r>
        <w:t>541.4202</w:t>
      </w:r>
      <w:r>
        <w:tab/>
        <w:t>1.086e1</w:t>
      </w:r>
    </w:p>
    <w:p w:rsidR="005B0461" w:rsidRDefault="005B0461" w:rsidP="005B0461">
      <w:r>
        <w:t>541.4391</w:t>
      </w:r>
      <w:r>
        <w:tab/>
        <w:t>6.982e0</w:t>
      </w:r>
    </w:p>
    <w:p w:rsidR="005B0461" w:rsidRDefault="005B0461" w:rsidP="005B0461">
      <w:r>
        <w:t>541.4652</w:t>
      </w:r>
      <w:r>
        <w:tab/>
        <w:t>5.063e0</w:t>
      </w:r>
    </w:p>
    <w:p w:rsidR="005B0461" w:rsidRDefault="005B0461" w:rsidP="005B0461">
      <w:r>
        <w:t>541.4719</w:t>
      </w:r>
      <w:r>
        <w:tab/>
        <w:t>5.970e0</w:t>
      </w:r>
    </w:p>
    <w:p w:rsidR="005B0461" w:rsidRDefault="005B0461" w:rsidP="005B0461">
      <w:r>
        <w:t>541.5286</w:t>
      </w:r>
      <w:r>
        <w:tab/>
        <w:t>2.025e0</w:t>
      </w:r>
    </w:p>
    <w:p w:rsidR="005B0461" w:rsidRDefault="005B0461" w:rsidP="005B0461">
      <w:r>
        <w:t>541.5416</w:t>
      </w:r>
      <w:r>
        <w:tab/>
        <w:t>2.025e0</w:t>
      </w:r>
    </w:p>
    <w:p w:rsidR="005B0461" w:rsidRDefault="005B0461" w:rsidP="005B0461">
      <w:r>
        <w:t>541.5769</w:t>
      </w:r>
      <w:r>
        <w:tab/>
        <w:t>2.025e0</w:t>
      </w:r>
    </w:p>
    <w:p w:rsidR="005B0461" w:rsidRDefault="005B0461" w:rsidP="005B0461">
      <w:r>
        <w:t>541.5826</w:t>
      </w:r>
      <w:r>
        <w:tab/>
        <w:t>1.013e0</w:t>
      </w:r>
    </w:p>
    <w:p w:rsidR="005B0461" w:rsidRDefault="005B0461" w:rsidP="005B0461">
      <w:r>
        <w:t>541.6292</w:t>
      </w:r>
      <w:r>
        <w:tab/>
        <w:t>2.025e0</w:t>
      </w:r>
    </w:p>
    <w:p w:rsidR="005B0461" w:rsidRDefault="005B0461" w:rsidP="005B0461">
      <w:r>
        <w:t>541.6760</w:t>
      </w:r>
      <w:r>
        <w:tab/>
        <w:t>1.013e0</w:t>
      </w:r>
    </w:p>
    <w:p w:rsidR="005B0461" w:rsidRDefault="005B0461" w:rsidP="005B0461">
      <w:r>
        <w:t>541.7306</w:t>
      </w:r>
      <w:r>
        <w:tab/>
        <w:t>2.025e0</w:t>
      </w:r>
    </w:p>
    <w:p w:rsidR="005B0461" w:rsidRDefault="005B0461" w:rsidP="005B0461">
      <w:r>
        <w:t>541.7717</w:t>
      </w:r>
      <w:r>
        <w:tab/>
        <w:t>1.013e0</w:t>
      </w:r>
    </w:p>
    <w:p w:rsidR="005B0461" w:rsidRDefault="005B0461" w:rsidP="005B0461">
      <w:r>
        <w:t>541.7789</w:t>
      </w:r>
      <w:r>
        <w:tab/>
        <w:t>1.013e0</w:t>
      </w:r>
    </w:p>
    <w:p w:rsidR="005B0461" w:rsidRDefault="005B0461" w:rsidP="005B0461">
      <w:r>
        <w:t>541.7876</w:t>
      </w:r>
      <w:r>
        <w:tab/>
        <w:t>1.013e0</w:t>
      </w:r>
    </w:p>
    <w:p w:rsidR="005B0461" w:rsidRDefault="005B0461" w:rsidP="005B0461">
      <w:r>
        <w:t>541.8752</w:t>
      </w:r>
      <w:r>
        <w:tab/>
        <w:t>4.051e0</w:t>
      </w:r>
    </w:p>
    <w:p w:rsidR="005B0461" w:rsidRDefault="005B0461" w:rsidP="005B0461">
      <w:r>
        <w:t>541.8912</w:t>
      </w:r>
      <w:r>
        <w:tab/>
        <w:t>2.025e0</w:t>
      </w:r>
    </w:p>
    <w:p w:rsidR="005B0461" w:rsidRDefault="005B0461" w:rsidP="005B0461">
      <w:r>
        <w:t>541.8978</w:t>
      </w:r>
      <w:r>
        <w:tab/>
        <w:t>1.013e0</w:t>
      </w:r>
    </w:p>
    <w:p w:rsidR="005B0461" w:rsidRDefault="005B0461" w:rsidP="005B0461">
      <w:r>
        <w:t>541.9346</w:t>
      </w:r>
      <w:r>
        <w:tab/>
        <w:t>3.038e0</w:t>
      </w:r>
    </w:p>
    <w:p w:rsidR="005B0461" w:rsidRDefault="005B0461" w:rsidP="005B0461">
      <w:r>
        <w:lastRenderedPageBreak/>
        <w:t>541.9727</w:t>
      </w:r>
      <w:r>
        <w:tab/>
        <w:t>1.013e1</w:t>
      </w:r>
    </w:p>
    <w:p w:rsidR="005B0461" w:rsidRDefault="005B0461" w:rsidP="005B0461">
      <w:r>
        <w:t>542.0082</w:t>
      </w:r>
      <w:r>
        <w:tab/>
        <w:t>2.025e0</w:t>
      </w:r>
    </w:p>
    <w:p w:rsidR="005B0461" w:rsidRDefault="005B0461" w:rsidP="005B0461">
      <w:r>
        <w:t>542.0635</w:t>
      </w:r>
      <w:r>
        <w:tab/>
        <w:t>2.025e0</w:t>
      </w:r>
    </w:p>
    <w:p w:rsidR="005B0461" w:rsidRDefault="005B0461" w:rsidP="005B0461">
      <w:r>
        <w:t>542.0663</w:t>
      </w:r>
      <w:r>
        <w:tab/>
        <w:t>2.874e0</w:t>
      </w:r>
    </w:p>
    <w:p w:rsidR="005B0461" w:rsidRDefault="005B0461" w:rsidP="005B0461">
      <w:r>
        <w:t>542.0789</w:t>
      </w:r>
      <w:r>
        <w:tab/>
        <w:t>9.337e0</w:t>
      </w:r>
    </w:p>
    <w:p w:rsidR="005B0461" w:rsidRDefault="005B0461" w:rsidP="005B0461">
      <w:r>
        <w:t>542.1317</w:t>
      </w:r>
      <w:r>
        <w:tab/>
        <w:t>2.098e0</w:t>
      </w:r>
    </w:p>
    <w:p w:rsidR="005B0461" w:rsidRDefault="005B0461" w:rsidP="005B0461">
      <w:r>
        <w:t>542.1378</w:t>
      </w:r>
      <w:r>
        <w:tab/>
        <w:t>3.153e0</w:t>
      </w:r>
    </w:p>
    <w:p w:rsidR="005B0461" w:rsidRDefault="005B0461" w:rsidP="005B0461">
      <w:r>
        <w:t>542.1630</w:t>
      </w:r>
      <w:r>
        <w:tab/>
        <w:t>2.950e0</w:t>
      </w:r>
    </w:p>
    <w:p w:rsidR="005B0461" w:rsidRDefault="005B0461" w:rsidP="005B0461">
      <w:r>
        <w:t>542.1725</w:t>
      </w:r>
      <w:r>
        <w:tab/>
        <w:t>5.494e0</w:t>
      </w:r>
    </w:p>
    <w:p w:rsidR="005B0461" w:rsidRDefault="005B0461" w:rsidP="005B0461">
      <w:r>
        <w:t>542.2079</w:t>
      </w:r>
      <w:r>
        <w:tab/>
        <w:t>4.821e0</w:t>
      </w:r>
    </w:p>
    <w:p w:rsidR="005B0461" w:rsidRDefault="005B0461" w:rsidP="005B0461">
      <w:r>
        <w:t>542.2529</w:t>
      </w:r>
      <w:r>
        <w:tab/>
        <w:t>1.323e1</w:t>
      </w:r>
    </w:p>
    <w:p w:rsidR="005B0461" w:rsidRDefault="005B0461" w:rsidP="005B0461">
      <w:r>
        <w:t>542.2728</w:t>
      </w:r>
      <w:r>
        <w:tab/>
        <w:t>6.073e0</w:t>
      </w:r>
    </w:p>
    <w:p w:rsidR="005B0461" w:rsidRDefault="005B0461" w:rsidP="005B0461">
      <w:r>
        <w:t>542.2765</w:t>
      </w:r>
      <w:r>
        <w:tab/>
        <w:t>3.727e0</w:t>
      </w:r>
    </w:p>
    <w:p w:rsidR="005B0461" w:rsidRDefault="005B0461" w:rsidP="005B0461">
      <w:r>
        <w:t>542.3116</w:t>
      </w:r>
      <w:r>
        <w:tab/>
        <w:t>7.115e0</w:t>
      </w:r>
    </w:p>
    <w:p w:rsidR="005B0461" w:rsidRDefault="005B0461" w:rsidP="005B0461">
      <w:r>
        <w:t>542.3561</w:t>
      </w:r>
      <w:r>
        <w:tab/>
        <w:t>2.078e0</w:t>
      </w:r>
    </w:p>
    <w:p w:rsidR="005B0461" w:rsidRDefault="005B0461" w:rsidP="005B0461">
      <w:r>
        <w:t>542.3774</w:t>
      </w:r>
      <w:r>
        <w:tab/>
        <w:t>2.025e0</w:t>
      </w:r>
    </w:p>
    <w:p w:rsidR="005B0461" w:rsidRDefault="005B0461" w:rsidP="005B0461">
      <w:r>
        <w:t>542.4286</w:t>
      </w:r>
      <w:r>
        <w:tab/>
        <w:t>4.718e0</w:t>
      </w:r>
    </w:p>
    <w:p w:rsidR="005B0461" w:rsidRDefault="005B0461" w:rsidP="005B0461">
      <w:r>
        <w:t>542.4341</w:t>
      </w:r>
      <w:r>
        <w:tab/>
        <w:t>5.063e0</w:t>
      </w:r>
    </w:p>
    <w:p w:rsidR="005B0461" w:rsidRDefault="005B0461" w:rsidP="005B0461">
      <w:r>
        <w:t>542.4480</w:t>
      </w:r>
      <w:r>
        <w:tab/>
        <w:t>1.792e0</w:t>
      </w:r>
    </w:p>
    <w:p w:rsidR="005B0461" w:rsidRDefault="005B0461" w:rsidP="005B0461">
      <w:r>
        <w:lastRenderedPageBreak/>
        <w:t>542.4617</w:t>
      </w:r>
      <w:r>
        <w:tab/>
        <w:t>1.013e0</w:t>
      </w:r>
    </w:p>
    <w:p w:rsidR="005B0461" w:rsidRDefault="005B0461" w:rsidP="005B0461">
      <w:r>
        <w:t>542.5229</w:t>
      </w:r>
      <w:r>
        <w:tab/>
        <w:t>3.038e0</w:t>
      </w:r>
    </w:p>
    <w:p w:rsidR="005B0461" w:rsidRDefault="005B0461" w:rsidP="005B0461">
      <w:r>
        <w:t>542.5459</w:t>
      </w:r>
      <w:r>
        <w:tab/>
        <w:t>2.025e0</w:t>
      </w:r>
    </w:p>
    <w:p w:rsidR="005B0461" w:rsidRDefault="005B0461" w:rsidP="005B0461">
      <w:r>
        <w:t>542.6362</w:t>
      </w:r>
      <w:r>
        <w:tab/>
        <w:t>3.038e0</w:t>
      </w:r>
    </w:p>
    <w:p w:rsidR="005B0461" w:rsidRDefault="005B0461" w:rsidP="005B0461">
      <w:r>
        <w:t>542.6380</w:t>
      </w:r>
      <w:r>
        <w:tab/>
        <w:t>2.025e0</w:t>
      </w:r>
    </w:p>
    <w:p w:rsidR="005B0461" w:rsidRDefault="005B0461" w:rsidP="005B0461">
      <w:r>
        <w:t>542.6489</w:t>
      </w:r>
      <w:r>
        <w:tab/>
        <w:t>2.025e0</w:t>
      </w:r>
    </w:p>
    <w:p w:rsidR="005B0461" w:rsidRDefault="005B0461" w:rsidP="005B0461">
      <w:r>
        <w:t>542.6680</w:t>
      </w:r>
      <w:r>
        <w:tab/>
        <w:t>1.013e0</w:t>
      </w:r>
    </w:p>
    <w:p w:rsidR="005B0461" w:rsidRDefault="005B0461" w:rsidP="005B0461">
      <w:r>
        <w:t>542.7238</w:t>
      </w:r>
      <w:r>
        <w:tab/>
        <w:t>1.013e0</w:t>
      </w:r>
    </w:p>
    <w:p w:rsidR="005B0461" w:rsidRDefault="005B0461" w:rsidP="005B0461">
      <w:r>
        <w:t>542.7280</w:t>
      </w:r>
      <w:r>
        <w:tab/>
        <w:t>2.025e0</w:t>
      </w:r>
    </w:p>
    <w:p w:rsidR="005B0461" w:rsidRDefault="005B0461" w:rsidP="005B0461">
      <w:r>
        <w:t>542.7518</w:t>
      </w:r>
      <w:r>
        <w:tab/>
        <w:t>1.013e0</w:t>
      </w:r>
    </w:p>
    <w:p w:rsidR="005B0461" w:rsidRDefault="005B0461" w:rsidP="005B0461">
      <w:r>
        <w:t>542.8022</w:t>
      </w:r>
      <w:r>
        <w:tab/>
        <w:t>2.025e0</w:t>
      </w:r>
    </w:p>
    <w:p w:rsidR="005B0461" w:rsidRDefault="005B0461" w:rsidP="005B0461">
      <w:r>
        <w:t>542.8360</w:t>
      </w:r>
      <w:r>
        <w:tab/>
        <w:t>2.025e0</w:t>
      </w:r>
    </w:p>
    <w:p w:rsidR="005B0461" w:rsidRDefault="005B0461" w:rsidP="005B0461">
      <w:r>
        <w:t>542.8592</w:t>
      </w:r>
      <w:r>
        <w:tab/>
        <w:t>2.025e0</w:t>
      </w:r>
    </w:p>
    <w:p w:rsidR="005B0461" w:rsidRDefault="005B0461" w:rsidP="005B0461">
      <w:r>
        <w:t>542.8692</w:t>
      </w:r>
      <w:r>
        <w:tab/>
        <w:t>3.038e0</w:t>
      </w:r>
    </w:p>
    <w:p w:rsidR="005B0461" w:rsidRDefault="005B0461" w:rsidP="005B0461">
      <w:r>
        <w:t>542.8742</w:t>
      </w:r>
      <w:r>
        <w:tab/>
        <w:t>2.025e0</w:t>
      </w:r>
    </w:p>
    <w:p w:rsidR="005B0461" w:rsidRDefault="005B0461" w:rsidP="005B0461">
      <w:r>
        <w:t>542.9719</w:t>
      </w:r>
      <w:r>
        <w:tab/>
        <w:t>6.076e0</w:t>
      </w:r>
    </w:p>
    <w:p w:rsidR="005B0461" w:rsidRDefault="005B0461" w:rsidP="005B0461">
      <w:r>
        <w:t>542.9831</w:t>
      </w:r>
      <w:r>
        <w:tab/>
        <w:t>2.025e0</w:t>
      </w:r>
    </w:p>
    <w:p w:rsidR="005B0461" w:rsidRDefault="005B0461" w:rsidP="005B0461">
      <w:r>
        <w:t>543.0279</w:t>
      </w:r>
      <w:r>
        <w:tab/>
        <w:t>3.038e0</w:t>
      </w:r>
    </w:p>
    <w:p w:rsidR="005B0461" w:rsidRDefault="005B0461" w:rsidP="005B0461">
      <w:r>
        <w:t>543.0649</w:t>
      </w:r>
      <w:r>
        <w:tab/>
        <w:t>3.438e0</w:t>
      </w:r>
    </w:p>
    <w:p w:rsidR="005B0461" w:rsidRDefault="005B0461" w:rsidP="005B0461">
      <w:r>
        <w:lastRenderedPageBreak/>
        <w:t>543.0805</w:t>
      </w:r>
      <w:r>
        <w:tab/>
        <w:t>2.548e0</w:t>
      </w:r>
    </w:p>
    <w:p w:rsidR="005B0461" w:rsidRDefault="005B0461" w:rsidP="005B0461">
      <w:r>
        <w:t>543.1451</w:t>
      </w:r>
      <w:r>
        <w:tab/>
        <w:t>2.674e0</w:t>
      </w:r>
    </w:p>
    <w:p w:rsidR="005B0461" w:rsidRDefault="005B0461" w:rsidP="005B0461">
      <w:r>
        <w:t>543.1713</w:t>
      </w:r>
      <w:r>
        <w:tab/>
        <w:t>2.287e0</w:t>
      </w:r>
    </w:p>
    <w:p w:rsidR="005B0461" w:rsidRDefault="005B0461" w:rsidP="005B0461">
      <w:r>
        <w:t>543.2202</w:t>
      </w:r>
      <w:r>
        <w:tab/>
        <w:t>2.845e0</w:t>
      </w:r>
    </w:p>
    <w:p w:rsidR="005B0461" w:rsidRDefault="005B0461" w:rsidP="005B0461">
      <w:r>
        <w:t>543.2501</w:t>
      </w:r>
      <w:r>
        <w:tab/>
        <w:t>9.501e0</w:t>
      </w:r>
    </w:p>
    <w:p w:rsidR="005B0461" w:rsidRDefault="005B0461" w:rsidP="005B0461">
      <w:r>
        <w:t>543.2779</w:t>
      </w:r>
      <w:r>
        <w:tab/>
        <w:t>2.100e0</w:t>
      </w:r>
    </w:p>
    <w:p w:rsidR="005B0461" w:rsidRDefault="005B0461" w:rsidP="005B0461">
      <w:r>
        <w:t>543.2857</w:t>
      </w:r>
      <w:r>
        <w:tab/>
        <w:t>7.501e0</w:t>
      </w:r>
    </w:p>
    <w:p w:rsidR="005B0461" w:rsidRDefault="005B0461" w:rsidP="005B0461">
      <w:r>
        <w:t>543.3300</w:t>
      </w:r>
      <w:r>
        <w:tab/>
        <w:t>2.742e0</w:t>
      </w:r>
    </w:p>
    <w:p w:rsidR="005B0461" w:rsidRDefault="005B0461" w:rsidP="005B0461">
      <w:r>
        <w:t>543.3438</w:t>
      </w:r>
      <w:r>
        <w:tab/>
        <w:t>2.798e0</w:t>
      </w:r>
    </w:p>
    <w:p w:rsidR="005B0461" w:rsidRDefault="005B0461" w:rsidP="005B0461">
      <w:r>
        <w:t>543.3732</w:t>
      </w:r>
      <w:r>
        <w:tab/>
        <w:t>2.025e0</w:t>
      </w:r>
    </w:p>
    <w:p w:rsidR="005B0461" w:rsidRDefault="005B0461" w:rsidP="005B0461">
      <w:r>
        <w:t>543.3858</w:t>
      </w:r>
      <w:r>
        <w:tab/>
        <w:t>1.611e0</w:t>
      </w:r>
    </w:p>
    <w:p w:rsidR="005B0461" w:rsidRDefault="005B0461" w:rsidP="005B0461">
      <w:r>
        <w:t>543.4095</w:t>
      </w:r>
      <w:r>
        <w:tab/>
        <w:t>1.804e0</w:t>
      </w:r>
    </w:p>
    <w:p w:rsidR="005B0461" w:rsidRDefault="005B0461" w:rsidP="005B0461">
      <w:r>
        <w:t>543.4118</w:t>
      </w:r>
      <w:r>
        <w:tab/>
        <w:t>1.776e0</w:t>
      </w:r>
    </w:p>
    <w:p w:rsidR="005B0461" w:rsidRDefault="005B0461" w:rsidP="005B0461">
      <w:r>
        <w:t>543.4358</w:t>
      </w:r>
      <w:r>
        <w:tab/>
        <w:t>1.013e0</w:t>
      </w:r>
    </w:p>
    <w:p w:rsidR="005B0461" w:rsidRDefault="005B0461" w:rsidP="005B0461">
      <w:r>
        <w:t>543.4700</w:t>
      </w:r>
      <w:r>
        <w:tab/>
        <w:t>1.013e0</w:t>
      </w:r>
    </w:p>
    <w:p w:rsidR="005B0461" w:rsidRDefault="005B0461" w:rsidP="005B0461">
      <w:r>
        <w:t>543.4931</w:t>
      </w:r>
      <w:r>
        <w:tab/>
        <w:t>2.025e0</w:t>
      </w:r>
    </w:p>
    <w:p w:rsidR="005B0461" w:rsidRDefault="005B0461" w:rsidP="005B0461">
      <w:r>
        <w:t>543.5035</w:t>
      </w:r>
      <w:r>
        <w:tab/>
        <w:t>6.076e0</w:t>
      </w:r>
    </w:p>
    <w:p w:rsidR="005B0461" w:rsidRDefault="005B0461" w:rsidP="005B0461">
      <w:r>
        <w:t>543.5671</w:t>
      </w:r>
      <w:r>
        <w:tab/>
        <w:t>1.013e0</w:t>
      </w:r>
    </w:p>
    <w:p w:rsidR="005B0461" w:rsidRDefault="005B0461" w:rsidP="005B0461">
      <w:r>
        <w:t>543.5990</w:t>
      </w:r>
      <w:r>
        <w:tab/>
        <w:t>1.013e0</w:t>
      </w:r>
    </w:p>
    <w:p w:rsidR="005B0461" w:rsidRDefault="005B0461" w:rsidP="005B0461">
      <w:r>
        <w:lastRenderedPageBreak/>
        <w:t>543.6101</w:t>
      </w:r>
      <w:r>
        <w:tab/>
        <w:t>3.038e0</w:t>
      </w:r>
    </w:p>
    <w:p w:rsidR="005B0461" w:rsidRDefault="005B0461" w:rsidP="005B0461">
      <w:r>
        <w:t>543.6542</w:t>
      </w:r>
      <w:r>
        <w:tab/>
        <w:t>1.013e0</w:t>
      </w:r>
    </w:p>
    <w:p w:rsidR="005B0461" w:rsidRDefault="005B0461" w:rsidP="005B0461">
      <w:r>
        <w:t>543.7014</w:t>
      </w:r>
      <w:r>
        <w:tab/>
        <w:t>4.051e0</w:t>
      </w:r>
    </w:p>
    <w:p w:rsidR="005B0461" w:rsidRDefault="005B0461" w:rsidP="005B0461">
      <w:r>
        <w:t>543.7171</w:t>
      </w:r>
      <w:r>
        <w:tab/>
        <w:t>1.013e0</w:t>
      </w:r>
    </w:p>
    <w:p w:rsidR="005B0461" w:rsidRDefault="005B0461" w:rsidP="005B0461">
      <w:r>
        <w:t>543.7922</w:t>
      </w:r>
      <w:r>
        <w:tab/>
        <w:t>1.013e0</w:t>
      </w:r>
    </w:p>
    <w:p w:rsidR="005B0461" w:rsidRDefault="005B0461" w:rsidP="005B0461">
      <w:r>
        <w:t>543.7986</w:t>
      </w:r>
      <w:r>
        <w:tab/>
        <w:t>1.013e0</w:t>
      </w:r>
    </w:p>
    <w:p w:rsidR="005B0461" w:rsidRDefault="005B0461" w:rsidP="005B0461">
      <w:r>
        <w:t>543.8096</w:t>
      </w:r>
      <w:r>
        <w:tab/>
        <w:t>3.038e0</w:t>
      </w:r>
    </w:p>
    <w:p w:rsidR="005B0461" w:rsidRDefault="005B0461" w:rsidP="005B0461">
      <w:r>
        <w:t>543.8435</w:t>
      </w:r>
      <w:r>
        <w:tab/>
        <w:t>3.038e0</w:t>
      </w:r>
    </w:p>
    <w:p w:rsidR="005B0461" w:rsidRDefault="005B0461" w:rsidP="005B0461">
      <w:r>
        <w:t>543.8486</w:t>
      </w:r>
      <w:r>
        <w:tab/>
        <w:t>2.025e0</w:t>
      </w:r>
    </w:p>
    <w:p w:rsidR="005B0461" w:rsidRDefault="005B0461" w:rsidP="005B0461">
      <w:r>
        <w:t>543.9092</w:t>
      </w:r>
      <w:r>
        <w:tab/>
        <w:t>1.013e0</w:t>
      </w:r>
    </w:p>
    <w:p w:rsidR="005B0461" w:rsidRDefault="005B0461" w:rsidP="005B0461">
      <w:r>
        <w:t>543.9279</w:t>
      </w:r>
      <w:r>
        <w:tab/>
        <w:t>4.051e0</w:t>
      </w:r>
    </w:p>
    <w:p w:rsidR="005B0461" w:rsidRDefault="005B0461" w:rsidP="005B0461">
      <w:r>
        <w:t>543.9413</w:t>
      </w:r>
      <w:r>
        <w:tab/>
        <w:t>2.025e0</w:t>
      </w:r>
    </w:p>
    <w:p w:rsidR="005B0461" w:rsidRDefault="005B0461" w:rsidP="005B0461">
      <w:r>
        <w:t>543.9900</w:t>
      </w:r>
      <w:r>
        <w:tab/>
        <w:t>5.063e0</w:t>
      </w:r>
    </w:p>
    <w:p w:rsidR="005B0461" w:rsidRDefault="005B0461" w:rsidP="005B0461">
      <w:r>
        <w:t>544.0598</w:t>
      </w:r>
      <w:r>
        <w:tab/>
        <w:t>4.365e0</w:t>
      </w:r>
    </w:p>
    <w:p w:rsidR="005B0461" w:rsidRDefault="005B0461" w:rsidP="005B0461">
      <w:r>
        <w:t>544.0736</w:t>
      </w:r>
      <w:r>
        <w:tab/>
        <w:t>2.025e0</w:t>
      </w:r>
    </w:p>
    <w:p w:rsidR="005B0461" w:rsidRDefault="005B0461" w:rsidP="005B0461">
      <w:r>
        <w:t>544.0973</w:t>
      </w:r>
      <w:r>
        <w:tab/>
        <w:t>2.968e0</w:t>
      </w:r>
    </w:p>
    <w:p w:rsidR="005B0461" w:rsidRDefault="005B0461" w:rsidP="005B0461">
      <w:r>
        <w:t>544.1266</w:t>
      </w:r>
      <w:r>
        <w:tab/>
        <w:t>1.588e0</w:t>
      </w:r>
    </w:p>
    <w:p w:rsidR="005B0461" w:rsidRDefault="005B0461" w:rsidP="005B0461">
      <w:r>
        <w:t>544.1565</w:t>
      </w:r>
      <w:r>
        <w:tab/>
        <w:t>4.699e0</w:t>
      </w:r>
    </w:p>
    <w:p w:rsidR="005B0461" w:rsidRDefault="005B0461" w:rsidP="005B0461">
      <w:r>
        <w:t>544.2346</w:t>
      </w:r>
      <w:r>
        <w:tab/>
        <w:t>3.414e0</w:t>
      </w:r>
    </w:p>
    <w:p w:rsidR="005B0461" w:rsidRDefault="005B0461" w:rsidP="005B0461">
      <w:r>
        <w:lastRenderedPageBreak/>
        <w:t>544.2609</w:t>
      </w:r>
      <w:r>
        <w:tab/>
        <w:t>3.038e0</w:t>
      </w:r>
    </w:p>
    <w:p w:rsidR="005B0461" w:rsidRDefault="005B0461" w:rsidP="005B0461">
      <w:r>
        <w:t>544.3062</w:t>
      </w:r>
      <w:r>
        <w:tab/>
        <w:t>1.147e0</w:t>
      </w:r>
    </w:p>
    <w:p w:rsidR="005B0461" w:rsidRDefault="005B0461" w:rsidP="005B0461">
      <w:r>
        <w:t>544.3110</w:t>
      </w:r>
      <w:r>
        <w:tab/>
        <w:t>3.745e0</w:t>
      </w:r>
    </w:p>
    <w:p w:rsidR="005B0461" w:rsidRDefault="005B0461" w:rsidP="005B0461">
      <w:r>
        <w:t>544.3255</w:t>
      </w:r>
      <w:r>
        <w:tab/>
        <w:t>4.016e0</w:t>
      </w:r>
    </w:p>
    <w:p w:rsidR="005B0461" w:rsidRDefault="005B0461" w:rsidP="005B0461">
      <w:r>
        <w:t>544.3755</w:t>
      </w:r>
      <w:r>
        <w:tab/>
        <w:t>1.831e0</w:t>
      </w:r>
    </w:p>
    <w:p w:rsidR="005B0461" w:rsidRDefault="005B0461" w:rsidP="005B0461">
      <w:r>
        <w:t>544.4113</w:t>
      </w:r>
      <w:r>
        <w:tab/>
        <w:t>2.025e0</w:t>
      </w:r>
    </w:p>
    <w:p w:rsidR="005B0461" w:rsidRDefault="005B0461" w:rsidP="005B0461">
      <w:r>
        <w:t>544.4346</w:t>
      </w:r>
      <w:r>
        <w:tab/>
        <w:t>2.467e0</w:t>
      </w:r>
    </w:p>
    <w:p w:rsidR="005B0461" w:rsidRDefault="005B0461" w:rsidP="005B0461">
      <w:r>
        <w:t>544.4492</w:t>
      </w:r>
      <w:r>
        <w:tab/>
        <w:t>1.013e0</w:t>
      </w:r>
    </w:p>
    <w:p w:rsidR="005B0461" w:rsidRDefault="005B0461" w:rsidP="005B0461">
      <w:r>
        <w:t>544.4926</w:t>
      </w:r>
      <w:r>
        <w:tab/>
        <w:t>2.025e0</w:t>
      </w:r>
    </w:p>
    <w:p w:rsidR="005B0461" w:rsidRDefault="005B0461" w:rsidP="005B0461">
      <w:r>
        <w:t>544.5345</w:t>
      </w:r>
      <w:r>
        <w:tab/>
        <w:t>2.025e0</w:t>
      </w:r>
    </w:p>
    <w:p w:rsidR="005B0461" w:rsidRDefault="005B0461" w:rsidP="005B0461">
      <w:r>
        <w:t>544.5391</w:t>
      </w:r>
      <w:r>
        <w:tab/>
        <w:t>3.550e0</w:t>
      </w:r>
    </w:p>
    <w:p w:rsidR="005B0461" w:rsidRDefault="005B0461" w:rsidP="005B0461">
      <w:r>
        <w:t>544.5524</w:t>
      </w:r>
      <w:r>
        <w:tab/>
        <w:t>1.013e0</w:t>
      </w:r>
    </w:p>
    <w:p w:rsidR="005B0461" w:rsidRDefault="005B0461" w:rsidP="005B0461">
      <w:r>
        <w:t>544.5877</w:t>
      </w:r>
      <w:r>
        <w:tab/>
        <w:t>4.051e0</w:t>
      </w:r>
    </w:p>
    <w:p w:rsidR="005B0461" w:rsidRDefault="005B0461" w:rsidP="005B0461">
      <w:r>
        <w:t>544.6215</w:t>
      </w:r>
      <w:r>
        <w:tab/>
        <w:t>3.038e0</w:t>
      </w:r>
    </w:p>
    <w:p w:rsidR="005B0461" w:rsidRDefault="005B0461" w:rsidP="005B0461">
      <w:r>
        <w:t>544.6771</w:t>
      </w:r>
      <w:r>
        <w:tab/>
        <w:t>4.051e0</w:t>
      </w:r>
    </w:p>
    <w:p w:rsidR="005B0461" w:rsidRDefault="005B0461" w:rsidP="005B0461">
      <w:r>
        <w:t>544.6805</w:t>
      </w:r>
      <w:r>
        <w:tab/>
        <w:t>3.038e0</w:t>
      </w:r>
    </w:p>
    <w:p w:rsidR="005B0461" w:rsidRDefault="005B0461" w:rsidP="005B0461">
      <w:r>
        <w:t>544.6953</w:t>
      </w:r>
      <w:r>
        <w:tab/>
        <w:t>2.025e0</w:t>
      </w:r>
    </w:p>
    <w:p w:rsidR="005B0461" w:rsidRDefault="005B0461" w:rsidP="005B0461">
      <w:r>
        <w:t>544.7839</w:t>
      </w:r>
      <w:r>
        <w:tab/>
        <w:t>2.025e0</w:t>
      </w:r>
    </w:p>
    <w:p w:rsidR="005B0461" w:rsidRDefault="005B0461" w:rsidP="005B0461">
      <w:r>
        <w:t>544.8798</w:t>
      </w:r>
      <w:r>
        <w:tab/>
        <w:t>5.063e0</w:t>
      </w:r>
    </w:p>
    <w:p w:rsidR="005B0461" w:rsidRDefault="005B0461" w:rsidP="005B0461">
      <w:r>
        <w:lastRenderedPageBreak/>
        <w:t>544.8901</w:t>
      </w:r>
      <w:r>
        <w:tab/>
        <w:t>2.025e0</w:t>
      </w:r>
    </w:p>
    <w:p w:rsidR="005B0461" w:rsidRDefault="005B0461" w:rsidP="005B0461">
      <w:r>
        <w:t>544.9132</w:t>
      </w:r>
      <w:r>
        <w:tab/>
        <w:t>2.025e0</w:t>
      </w:r>
    </w:p>
    <w:p w:rsidR="005B0461" w:rsidRDefault="005B0461" w:rsidP="005B0461">
      <w:r>
        <w:t>544.9189</w:t>
      </w:r>
      <w:r>
        <w:tab/>
        <w:t>1.013e0</w:t>
      </w:r>
    </w:p>
    <w:p w:rsidR="005B0461" w:rsidRDefault="005B0461" w:rsidP="005B0461">
      <w:r>
        <w:t>544.9596</w:t>
      </w:r>
      <w:r>
        <w:tab/>
        <w:t>2.025e0</w:t>
      </w:r>
    </w:p>
    <w:p w:rsidR="005B0461" w:rsidRDefault="005B0461" w:rsidP="005B0461">
      <w:r>
        <w:t>544.9766</w:t>
      </w:r>
      <w:r>
        <w:tab/>
        <w:t>2.025e0</w:t>
      </w:r>
    </w:p>
    <w:p w:rsidR="005B0461" w:rsidRDefault="005B0461" w:rsidP="005B0461">
      <w:r>
        <w:t>544.9967</w:t>
      </w:r>
      <w:r>
        <w:tab/>
        <w:t>3.038e0</w:t>
      </w:r>
    </w:p>
    <w:p w:rsidR="005B0461" w:rsidRDefault="005B0461" w:rsidP="005B0461">
      <w:r>
        <w:t>545.0687</w:t>
      </w:r>
      <w:r>
        <w:tab/>
        <w:t>3.846e0</w:t>
      </w:r>
    </w:p>
    <w:p w:rsidR="005B0461" w:rsidRDefault="005B0461" w:rsidP="005B0461">
      <w:r>
        <w:t>545.0701</w:t>
      </w:r>
      <w:r>
        <w:tab/>
        <w:t>3.731e0</w:t>
      </w:r>
    </w:p>
    <w:p w:rsidR="005B0461" w:rsidRDefault="005B0461" w:rsidP="005B0461">
      <w:r>
        <w:t>545.0811</w:t>
      </w:r>
      <w:r>
        <w:tab/>
        <w:t>4.554e0</w:t>
      </w:r>
    </w:p>
    <w:p w:rsidR="005B0461" w:rsidRDefault="005B0461" w:rsidP="005B0461">
      <w:r>
        <w:t>545.0826</w:t>
      </w:r>
      <w:r>
        <w:tab/>
        <w:t>2.778e0</w:t>
      </w:r>
    </w:p>
    <w:p w:rsidR="005B0461" w:rsidRDefault="005B0461" w:rsidP="005B0461">
      <w:r>
        <w:t>545.1685</w:t>
      </w:r>
      <w:r>
        <w:tab/>
        <w:t>1.013e0</w:t>
      </w:r>
    </w:p>
    <w:p w:rsidR="005B0461" w:rsidRDefault="005B0461" w:rsidP="005B0461">
      <w:r>
        <w:t>545.2628</w:t>
      </w:r>
      <w:r>
        <w:tab/>
        <w:t>2.223e0</w:t>
      </w:r>
    </w:p>
    <w:p w:rsidR="005B0461" w:rsidRDefault="005B0461" w:rsidP="005B0461">
      <w:r>
        <w:t>545.2977</w:t>
      </w:r>
      <w:r>
        <w:tab/>
        <w:t>5.900e0</w:t>
      </w:r>
    </w:p>
    <w:p w:rsidR="005B0461" w:rsidRDefault="005B0461" w:rsidP="005B0461">
      <w:r>
        <w:t>545.3413</w:t>
      </w:r>
      <w:r>
        <w:tab/>
        <w:t>3.437e0</w:t>
      </w:r>
    </w:p>
    <w:p w:rsidR="005B0461" w:rsidRDefault="005B0461" w:rsidP="005B0461">
      <w:r>
        <w:t>545.3728</w:t>
      </w:r>
      <w:r>
        <w:tab/>
        <w:t>3.414e0</w:t>
      </w:r>
    </w:p>
    <w:p w:rsidR="005B0461" w:rsidRDefault="005B0461" w:rsidP="005B0461">
      <w:r>
        <w:t>545.3754</w:t>
      </w:r>
      <w:r>
        <w:tab/>
        <w:t>4.051e0</w:t>
      </w:r>
    </w:p>
    <w:p w:rsidR="005B0461" w:rsidRDefault="005B0461" w:rsidP="005B0461">
      <w:r>
        <w:t>545.4095</w:t>
      </w:r>
      <w:r>
        <w:tab/>
        <w:t>1.186e1</w:t>
      </w:r>
    </w:p>
    <w:p w:rsidR="005B0461" w:rsidRDefault="005B0461" w:rsidP="005B0461">
      <w:r>
        <w:t>545.4162</w:t>
      </w:r>
      <w:r>
        <w:tab/>
        <w:t>3.038e0</w:t>
      </w:r>
    </w:p>
    <w:p w:rsidR="005B0461" w:rsidRDefault="005B0461" w:rsidP="005B0461">
      <w:r>
        <w:t>545.4567</w:t>
      </w:r>
      <w:r>
        <w:tab/>
        <w:t>2.025e0</w:t>
      </w:r>
    </w:p>
    <w:p w:rsidR="005B0461" w:rsidRDefault="005B0461" w:rsidP="005B0461">
      <w:r>
        <w:lastRenderedPageBreak/>
        <w:t>545.4677</w:t>
      </w:r>
      <w:r>
        <w:tab/>
        <w:t>6.076e0</w:t>
      </w:r>
    </w:p>
    <w:p w:rsidR="005B0461" w:rsidRDefault="005B0461" w:rsidP="005B0461">
      <w:r>
        <w:t>545.4831</w:t>
      </w:r>
      <w:r>
        <w:tab/>
        <w:t>2.025e0</w:t>
      </w:r>
    </w:p>
    <w:p w:rsidR="005B0461" w:rsidRDefault="005B0461" w:rsidP="005B0461">
      <w:r>
        <w:t>545.5677</w:t>
      </w:r>
      <w:r>
        <w:tab/>
        <w:t>1.013e0</w:t>
      </w:r>
    </w:p>
    <w:p w:rsidR="005B0461" w:rsidRDefault="005B0461" w:rsidP="005B0461">
      <w:r>
        <w:t>545.6524</w:t>
      </w:r>
      <w:r>
        <w:tab/>
        <w:t>2.025e0</w:t>
      </w:r>
    </w:p>
    <w:p w:rsidR="005B0461" w:rsidRDefault="005B0461" w:rsidP="005B0461">
      <w:r>
        <w:t>545.6536</w:t>
      </w:r>
      <w:r>
        <w:tab/>
        <w:t>2.025e0</w:t>
      </w:r>
    </w:p>
    <w:p w:rsidR="005B0461" w:rsidRDefault="005B0461" w:rsidP="005B0461">
      <w:r>
        <w:t>545.7460</w:t>
      </w:r>
      <w:r>
        <w:tab/>
        <w:t>2.025e0</w:t>
      </w:r>
    </w:p>
    <w:p w:rsidR="005B0461" w:rsidRDefault="005B0461" w:rsidP="005B0461">
      <w:r>
        <w:t>545.7707</w:t>
      </w:r>
      <w:r>
        <w:tab/>
        <w:t>1.013e0</w:t>
      </w:r>
    </w:p>
    <w:p w:rsidR="005B0461" w:rsidRDefault="005B0461" w:rsidP="005B0461">
      <w:r>
        <w:t>545.8338</w:t>
      </w:r>
      <w:r>
        <w:tab/>
        <w:t>2.025e0</w:t>
      </w:r>
    </w:p>
    <w:p w:rsidR="005B0461" w:rsidRDefault="005B0461" w:rsidP="005B0461">
      <w:r>
        <w:t>545.8878</w:t>
      </w:r>
      <w:r>
        <w:tab/>
        <w:t>1.013e0</w:t>
      </w:r>
    </w:p>
    <w:p w:rsidR="005B0461" w:rsidRDefault="005B0461" w:rsidP="005B0461">
      <w:r>
        <w:t>545.9254</w:t>
      </w:r>
      <w:r>
        <w:tab/>
        <w:t>1.013e0</w:t>
      </w:r>
    </w:p>
    <w:p w:rsidR="005B0461" w:rsidRDefault="005B0461" w:rsidP="005B0461">
      <w:r>
        <w:t>545.9400</w:t>
      </w:r>
      <w:r>
        <w:tab/>
        <w:t>2.025e0</w:t>
      </w:r>
    </w:p>
    <w:p w:rsidR="005B0461" w:rsidRDefault="005B0461" w:rsidP="005B0461">
      <w:r>
        <w:t>545.9508</w:t>
      </w:r>
      <w:r>
        <w:tab/>
        <w:t>4.051e0</w:t>
      </w:r>
    </w:p>
    <w:p w:rsidR="005B0461" w:rsidRDefault="005B0461" w:rsidP="005B0461">
      <w:r>
        <w:t>546.0007</w:t>
      </w:r>
      <w:r>
        <w:tab/>
        <w:t>1.013e0</w:t>
      </w:r>
    </w:p>
    <w:p w:rsidR="005B0461" w:rsidRDefault="005B0461" w:rsidP="005B0461">
      <w:r>
        <w:t>546.0429</w:t>
      </w:r>
      <w:r>
        <w:tab/>
        <w:t>2.012e0</w:t>
      </w:r>
    </w:p>
    <w:p w:rsidR="005B0461" w:rsidRDefault="005B0461" w:rsidP="005B0461">
      <w:r>
        <w:t>546.0464</w:t>
      </w:r>
      <w:r>
        <w:tab/>
        <w:t>5.063e0</w:t>
      </w:r>
    </w:p>
    <w:p w:rsidR="005B0461" w:rsidRDefault="005B0461" w:rsidP="005B0461">
      <w:r>
        <w:t>546.0878</w:t>
      </w:r>
      <w:r>
        <w:tab/>
        <w:t>2.678e0</w:t>
      </w:r>
    </w:p>
    <w:p w:rsidR="005B0461" w:rsidRDefault="005B0461" w:rsidP="005B0461">
      <w:r>
        <w:t>546.0913</w:t>
      </w:r>
      <w:r>
        <w:tab/>
        <w:t>1.997e0</w:t>
      </w:r>
    </w:p>
    <w:p w:rsidR="005B0461" w:rsidRDefault="005B0461" w:rsidP="005B0461">
      <w:r>
        <w:t>546.0992</w:t>
      </w:r>
      <w:r>
        <w:tab/>
        <w:t>2.208e0</w:t>
      </w:r>
    </w:p>
    <w:p w:rsidR="005B0461" w:rsidRDefault="005B0461" w:rsidP="005B0461">
      <w:r>
        <w:t>546.1434</w:t>
      </w:r>
      <w:r>
        <w:tab/>
        <w:t>3.302e0</w:t>
      </w:r>
    </w:p>
    <w:p w:rsidR="005B0461" w:rsidRDefault="005B0461" w:rsidP="005B0461">
      <w:r>
        <w:lastRenderedPageBreak/>
        <w:t>546.1770</w:t>
      </w:r>
      <w:r>
        <w:tab/>
        <w:t>2.570e0</w:t>
      </w:r>
    </w:p>
    <w:p w:rsidR="005B0461" w:rsidRDefault="005B0461" w:rsidP="005B0461">
      <w:r>
        <w:t>546.2020</w:t>
      </w:r>
      <w:r>
        <w:tab/>
        <w:t>3.688e0</w:t>
      </w:r>
    </w:p>
    <w:p w:rsidR="005B0461" w:rsidRDefault="005B0461" w:rsidP="005B0461">
      <w:r>
        <w:t>546.2188</w:t>
      </w:r>
      <w:r>
        <w:tab/>
        <w:t>2.619e0</w:t>
      </w:r>
    </w:p>
    <w:p w:rsidR="005B0461" w:rsidRDefault="005B0461" w:rsidP="005B0461">
      <w:r>
        <w:t>546.2458</w:t>
      </w:r>
      <w:r>
        <w:tab/>
        <w:t>4.051e0</w:t>
      </w:r>
    </w:p>
    <w:p w:rsidR="005B0461" w:rsidRDefault="005B0461" w:rsidP="005B0461">
      <w:r>
        <w:t>546.2780</w:t>
      </w:r>
      <w:r>
        <w:tab/>
        <w:t>2.025e0</w:t>
      </w:r>
    </w:p>
    <w:p w:rsidR="005B0461" w:rsidRDefault="005B0461" w:rsidP="005B0461">
      <w:r>
        <w:t>546.3360</w:t>
      </w:r>
      <w:r>
        <w:tab/>
        <w:t>1.013e0</w:t>
      </w:r>
    </w:p>
    <w:p w:rsidR="005B0461" w:rsidRDefault="005B0461" w:rsidP="005B0461">
      <w:r>
        <w:t>546.3404</w:t>
      </w:r>
      <w:r>
        <w:tab/>
        <w:t>2.909e0</w:t>
      </w:r>
    </w:p>
    <w:p w:rsidR="005B0461" w:rsidRDefault="005B0461" w:rsidP="005B0461">
      <w:r>
        <w:t>546.3440</w:t>
      </w:r>
      <w:r>
        <w:tab/>
        <w:t>1.687e0</w:t>
      </w:r>
    </w:p>
    <w:p w:rsidR="005B0461" w:rsidRDefault="005B0461" w:rsidP="005B0461">
      <w:r>
        <w:t>546.3502</w:t>
      </w:r>
      <w:r>
        <w:tab/>
        <w:t>3.536e0</w:t>
      </w:r>
    </w:p>
    <w:p w:rsidR="005B0461" w:rsidRDefault="005B0461" w:rsidP="005B0461">
      <w:r>
        <w:t>546.3960</w:t>
      </w:r>
      <w:r>
        <w:tab/>
        <w:t>4.051e0</w:t>
      </w:r>
    </w:p>
    <w:p w:rsidR="005B0461" w:rsidRDefault="005B0461" w:rsidP="005B0461">
      <w:r>
        <w:t>546.4056</w:t>
      </w:r>
      <w:r>
        <w:tab/>
        <w:t>4.745e0</w:t>
      </w:r>
    </w:p>
    <w:p w:rsidR="005B0461" w:rsidRDefault="005B0461" w:rsidP="005B0461">
      <w:r>
        <w:t>546.4131</w:t>
      </w:r>
      <w:r>
        <w:tab/>
        <w:t>3.625e0</w:t>
      </w:r>
    </w:p>
    <w:p w:rsidR="005B0461" w:rsidRDefault="005B0461" w:rsidP="005B0461">
      <w:r>
        <w:t>546.4320</w:t>
      </w:r>
      <w:r>
        <w:tab/>
        <w:t>1.948e0</w:t>
      </w:r>
    </w:p>
    <w:p w:rsidR="005B0461" w:rsidRDefault="005B0461" w:rsidP="005B0461">
      <w:r>
        <w:t>546.4637</w:t>
      </w:r>
      <w:r>
        <w:tab/>
        <w:t>2.025e0</w:t>
      </w:r>
    </w:p>
    <w:p w:rsidR="005B0461" w:rsidRDefault="005B0461" w:rsidP="005B0461">
      <w:r>
        <w:t>546.4839</w:t>
      </w:r>
      <w:r>
        <w:tab/>
        <w:t>3.038e0</w:t>
      </w:r>
    </w:p>
    <w:p w:rsidR="005B0461" w:rsidRDefault="005B0461" w:rsidP="005B0461">
      <w:r>
        <w:t>546.4905</w:t>
      </w:r>
      <w:r>
        <w:tab/>
        <w:t>1.013e0</w:t>
      </w:r>
    </w:p>
    <w:p w:rsidR="005B0461" w:rsidRDefault="005B0461" w:rsidP="005B0461">
      <w:r>
        <w:t>546.5024</w:t>
      </w:r>
      <w:r>
        <w:tab/>
        <w:t>2.025e0</w:t>
      </w:r>
    </w:p>
    <w:p w:rsidR="005B0461" w:rsidRDefault="005B0461" w:rsidP="005B0461">
      <w:r>
        <w:t>546.5372</w:t>
      </w:r>
      <w:r>
        <w:tab/>
        <w:t>2.025e0</w:t>
      </w:r>
    </w:p>
    <w:p w:rsidR="005B0461" w:rsidRDefault="005B0461" w:rsidP="005B0461">
      <w:r>
        <w:t>546.6279</w:t>
      </w:r>
      <w:r>
        <w:tab/>
        <w:t>3.038e0</w:t>
      </w:r>
    </w:p>
    <w:p w:rsidR="005B0461" w:rsidRDefault="005B0461" w:rsidP="005B0461">
      <w:r>
        <w:lastRenderedPageBreak/>
        <w:t>546.6481</w:t>
      </w:r>
      <w:r>
        <w:tab/>
        <w:t>4.051e0</w:t>
      </w:r>
    </w:p>
    <w:p w:rsidR="005B0461" w:rsidRDefault="005B0461" w:rsidP="005B0461">
      <w:r>
        <w:t>546.7016</w:t>
      </w:r>
      <w:r>
        <w:tab/>
        <w:t>1.013e0</w:t>
      </w:r>
    </w:p>
    <w:p w:rsidR="005B0461" w:rsidRDefault="005B0461" w:rsidP="005B0461">
      <w:r>
        <w:t>546.7155</w:t>
      </w:r>
      <w:r>
        <w:tab/>
        <w:t>2.025e0</w:t>
      </w:r>
    </w:p>
    <w:p w:rsidR="005B0461" w:rsidRDefault="005B0461" w:rsidP="005B0461">
      <w:r>
        <w:t>546.8247</w:t>
      </w:r>
      <w:r>
        <w:tab/>
        <w:t>5.063e0</w:t>
      </w:r>
    </w:p>
    <w:p w:rsidR="005B0461" w:rsidRDefault="005B0461" w:rsidP="005B0461">
      <w:r>
        <w:t>546.8278</w:t>
      </w:r>
      <w:r>
        <w:tab/>
        <w:t>1.013e0</w:t>
      </w:r>
    </w:p>
    <w:p w:rsidR="005B0461" w:rsidRDefault="005B0461" w:rsidP="005B0461">
      <w:r>
        <w:t>546.8524</w:t>
      </w:r>
      <w:r>
        <w:tab/>
        <w:t>1.913e0</w:t>
      </w:r>
    </w:p>
    <w:p w:rsidR="005B0461" w:rsidRDefault="005B0461" w:rsidP="005B0461">
      <w:r>
        <w:t>546.9094</w:t>
      </w:r>
      <w:r>
        <w:tab/>
        <w:t>3.038e0</w:t>
      </w:r>
    </w:p>
    <w:p w:rsidR="005B0461" w:rsidRDefault="005B0461" w:rsidP="005B0461">
      <w:r>
        <w:t>546.9260</w:t>
      </w:r>
      <w:r>
        <w:tab/>
        <w:t>4.051e0</w:t>
      </w:r>
    </w:p>
    <w:p w:rsidR="005B0461" w:rsidRDefault="005B0461" w:rsidP="005B0461">
      <w:r>
        <w:t>546.9316</w:t>
      </w:r>
      <w:r>
        <w:tab/>
        <w:t>4.051e0</w:t>
      </w:r>
    </w:p>
    <w:p w:rsidR="005B0461" w:rsidRDefault="005B0461" w:rsidP="005B0461">
      <w:r>
        <w:t>546.9939</w:t>
      </w:r>
      <w:r>
        <w:tab/>
        <w:t>2.025e0</w:t>
      </w:r>
    </w:p>
    <w:p w:rsidR="005B0461" w:rsidRDefault="005B0461" w:rsidP="005B0461">
      <w:r>
        <w:t>547.0093</w:t>
      </w:r>
      <w:r>
        <w:tab/>
        <w:t>3.038e0</w:t>
      </w:r>
    </w:p>
    <w:p w:rsidR="005B0461" w:rsidRDefault="005B0461" w:rsidP="005B0461">
      <w:r>
        <w:t>547.0452</w:t>
      </w:r>
      <w:r>
        <w:tab/>
        <w:t>4.899e0</w:t>
      </w:r>
    </w:p>
    <w:p w:rsidR="005B0461" w:rsidRDefault="005B0461" w:rsidP="005B0461">
      <w:r>
        <w:t>547.0773</w:t>
      </w:r>
      <w:r>
        <w:tab/>
        <w:t>1.323e0</w:t>
      </w:r>
    </w:p>
    <w:p w:rsidR="005B0461" w:rsidRDefault="005B0461" w:rsidP="005B0461">
      <w:r>
        <w:t>547.0798</w:t>
      </w:r>
      <w:r>
        <w:tab/>
        <w:t>2.610e0</w:t>
      </w:r>
    </w:p>
    <w:p w:rsidR="005B0461" w:rsidRDefault="005B0461" w:rsidP="005B0461">
      <w:r>
        <w:t>547.0992</w:t>
      </w:r>
      <w:r>
        <w:tab/>
        <w:t>3.530e0</w:t>
      </w:r>
    </w:p>
    <w:p w:rsidR="005B0461" w:rsidRDefault="005B0461" w:rsidP="005B0461">
      <w:r>
        <w:t>547.1337</w:t>
      </w:r>
      <w:r>
        <w:tab/>
        <w:t>1.452e0</w:t>
      </w:r>
    </w:p>
    <w:p w:rsidR="005B0461" w:rsidRDefault="005B0461" w:rsidP="005B0461">
      <w:r>
        <w:t>547.1503</w:t>
      </w:r>
      <w:r>
        <w:tab/>
        <w:t>3.597e0</w:t>
      </w:r>
    </w:p>
    <w:p w:rsidR="005B0461" w:rsidRDefault="005B0461" w:rsidP="005B0461">
      <w:r>
        <w:t>547.1570</w:t>
      </w:r>
      <w:r>
        <w:tab/>
        <w:t>1.948e0</w:t>
      </w:r>
    </w:p>
    <w:p w:rsidR="005B0461" w:rsidRDefault="005B0461" w:rsidP="005B0461">
      <w:r>
        <w:t>547.2112</w:t>
      </w:r>
      <w:r>
        <w:tab/>
        <w:t>2.446e0</w:t>
      </w:r>
    </w:p>
    <w:p w:rsidR="005B0461" w:rsidRDefault="005B0461" w:rsidP="005B0461">
      <w:r>
        <w:lastRenderedPageBreak/>
        <w:t>547.2485</w:t>
      </w:r>
      <w:r>
        <w:tab/>
        <w:t>1.013e0</w:t>
      </w:r>
    </w:p>
    <w:p w:rsidR="005B0461" w:rsidRDefault="005B0461" w:rsidP="005B0461">
      <w:r>
        <w:t>547.2878</w:t>
      </w:r>
      <w:r>
        <w:tab/>
        <w:t>2.025e0</w:t>
      </w:r>
    </w:p>
    <w:p w:rsidR="005B0461" w:rsidRDefault="005B0461" w:rsidP="005B0461">
      <w:r>
        <w:t>547.3371</w:t>
      </w:r>
      <w:r>
        <w:tab/>
        <w:t>4.051e0</w:t>
      </w:r>
    </w:p>
    <w:p w:rsidR="005B0461" w:rsidRDefault="005B0461" w:rsidP="005B0461">
      <w:r>
        <w:t>547.3383</w:t>
      </w:r>
      <w:r>
        <w:tab/>
        <w:t>4.827e0</w:t>
      </w:r>
    </w:p>
    <w:p w:rsidR="005B0461" w:rsidRDefault="005B0461" w:rsidP="005B0461">
      <w:r>
        <w:t>547.3707</w:t>
      </w:r>
      <w:r>
        <w:tab/>
        <w:t>1.222e1</w:t>
      </w:r>
    </w:p>
    <w:p w:rsidR="005B0461" w:rsidRDefault="005B0461" w:rsidP="005B0461">
      <w:r>
        <w:t>547.3768</w:t>
      </w:r>
      <w:r>
        <w:tab/>
        <w:t>1.782e1</w:t>
      </w:r>
    </w:p>
    <w:p w:rsidR="005B0461" w:rsidRDefault="005B0461" w:rsidP="005B0461">
      <w:r>
        <w:t>547.3871</w:t>
      </w:r>
      <w:r>
        <w:tab/>
        <w:t>5.042e0</w:t>
      </w:r>
    </w:p>
    <w:p w:rsidR="005B0461" w:rsidRDefault="005B0461" w:rsidP="005B0461">
      <w:r>
        <w:t>547.4620</w:t>
      </w:r>
      <w:r>
        <w:tab/>
        <w:t>1.013e0</w:t>
      </w:r>
    </w:p>
    <w:p w:rsidR="005B0461" w:rsidRDefault="005B0461" w:rsidP="005B0461">
      <w:r>
        <w:t>547.4776</w:t>
      </w:r>
      <w:r>
        <w:tab/>
        <w:t>5.063e0</w:t>
      </w:r>
    </w:p>
    <w:p w:rsidR="005B0461" w:rsidRDefault="005B0461" w:rsidP="005B0461">
      <w:r>
        <w:t>547.4855</w:t>
      </w:r>
      <w:r>
        <w:tab/>
        <w:t>3.038e0</w:t>
      </w:r>
    </w:p>
    <w:p w:rsidR="005B0461" w:rsidRDefault="005B0461" w:rsidP="005B0461">
      <w:r>
        <w:t>547.5313</w:t>
      </w:r>
      <w:r>
        <w:tab/>
        <w:t>2.025e0</w:t>
      </w:r>
    </w:p>
    <w:p w:rsidR="005B0461" w:rsidRDefault="005B0461" w:rsidP="005B0461">
      <w:r>
        <w:t>547.5658</w:t>
      </w:r>
      <w:r>
        <w:tab/>
        <w:t>2.025e0</w:t>
      </w:r>
    </w:p>
    <w:p w:rsidR="005B0461" w:rsidRDefault="005B0461" w:rsidP="005B0461">
      <w:r>
        <w:t>547.5847</w:t>
      </w:r>
      <w:r>
        <w:tab/>
        <w:t>1.013e0</w:t>
      </w:r>
    </w:p>
    <w:p w:rsidR="005B0461" w:rsidRDefault="005B0461" w:rsidP="005B0461">
      <w:r>
        <w:t>547.6602</w:t>
      </w:r>
      <w:r>
        <w:tab/>
        <w:t>1.013e0</w:t>
      </w:r>
    </w:p>
    <w:p w:rsidR="005B0461" w:rsidRDefault="005B0461" w:rsidP="005B0461">
      <w:r>
        <w:t>547.7034</w:t>
      </w:r>
      <w:r>
        <w:tab/>
        <w:t>1.013e0</w:t>
      </w:r>
    </w:p>
    <w:p w:rsidR="005B0461" w:rsidRDefault="005B0461" w:rsidP="005B0461">
      <w:r>
        <w:t>547.7075</w:t>
      </w:r>
      <w:r>
        <w:tab/>
        <w:t>2.025e0</w:t>
      </w:r>
    </w:p>
    <w:p w:rsidR="005B0461" w:rsidRDefault="005B0461" w:rsidP="005B0461">
      <w:r>
        <w:t>547.7218</w:t>
      </w:r>
      <w:r>
        <w:tab/>
        <w:t>1.013e0</w:t>
      </w:r>
    </w:p>
    <w:p w:rsidR="005B0461" w:rsidRDefault="005B0461" w:rsidP="005B0461">
      <w:r>
        <w:t>547.7547</w:t>
      </w:r>
      <w:r>
        <w:tab/>
        <w:t>1.013e0</w:t>
      </w:r>
    </w:p>
    <w:p w:rsidR="005B0461" w:rsidRDefault="005B0461" w:rsidP="005B0461">
      <w:r>
        <w:t>547.7736</w:t>
      </w:r>
      <w:r>
        <w:tab/>
        <w:t>1.013e0</w:t>
      </w:r>
    </w:p>
    <w:p w:rsidR="005B0461" w:rsidRDefault="005B0461" w:rsidP="005B0461">
      <w:r>
        <w:lastRenderedPageBreak/>
        <w:t>547.8139</w:t>
      </w:r>
      <w:r>
        <w:tab/>
        <w:t>1.013e0</w:t>
      </w:r>
    </w:p>
    <w:p w:rsidR="005B0461" w:rsidRDefault="005B0461" w:rsidP="005B0461">
      <w:r>
        <w:t>547.8254</w:t>
      </w:r>
      <w:r>
        <w:tab/>
        <w:t>3.038e0</w:t>
      </w:r>
    </w:p>
    <w:p w:rsidR="005B0461" w:rsidRDefault="005B0461" w:rsidP="005B0461">
      <w:r>
        <w:t>547.8401</w:t>
      </w:r>
      <w:r>
        <w:tab/>
        <w:t>2.025e0</w:t>
      </w:r>
    </w:p>
    <w:p w:rsidR="005B0461" w:rsidRDefault="005B0461" w:rsidP="005B0461">
      <w:r>
        <w:t>547.8597</w:t>
      </w:r>
      <w:r>
        <w:tab/>
        <w:t>2.025e0</w:t>
      </w:r>
    </w:p>
    <w:p w:rsidR="005B0461" w:rsidRDefault="005B0461" w:rsidP="005B0461">
      <w:r>
        <w:t>547.8665</w:t>
      </w:r>
      <w:r>
        <w:tab/>
        <w:t>1.013e0</w:t>
      </w:r>
    </w:p>
    <w:p w:rsidR="005B0461" w:rsidRDefault="005B0461" w:rsidP="005B0461">
      <w:r>
        <w:t>547.8771</w:t>
      </w:r>
      <w:r>
        <w:tab/>
        <w:t>3.038e0</w:t>
      </w:r>
    </w:p>
    <w:p w:rsidR="005B0461" w:rsidRDefault="005B0461" w:rsidP="005B0461">
      <w:r>
        <w:t>547.8848</w:t>
      </w:r>
      <w:r>
        <w:tab/>
        <w:t>1.013e0</w:t>
      </w:r>
    </w:p>
    <w:p w:rsidR="005B0461" w:rsidRDefault="005B0461" w:rsidP="005B0461">
      <w:r>
        <w:t>547.9247</w:t>
      </w:r>
      <w:r>
        <w:tab/>
        <w:t>1.013e0</w:t>
      </w:r>
    </w:p>
    <w:p w:rsidR="005B0461" w:rsidRDefault="005B0461" w:rsidP="005B0461">
      <w:r>
        <w:t>547.9530</w:t>
      </w:r>
      <w:r>
        <w:tab/>
        <w:t>1.013e0</w:t>
      </w:r>
    </w:p>
    <w:p w:rsidR="005B0461" w:rsidRDefault="005B0461" w:rsidP="005B0461">
      <w:r>
        <w:t>547.9625</w:t>
      </w:r>
      <w:r>
        <w:tab/>
        <w:t>2.025e0</w:t>
      </w:r>
    </w:p>
    <w:p w:rsidR="005B0461" w:rsidRDefault="005B0461" w:rsidP="005B0461">
      <w:r>
        <w:t>547.9904</w:t>
      </w:r>
      <w:r>
        <w:tab/>
        <w:t>2.025e0</w:t>
      </w:r>
    </w:p>
    <w:p w:rsidR="005B0461" w:rsidRDefault="005B0461" w:rsidP="005B0461">
      <w:r>
        <w:t>548.0057</w:t>
      </w:r>
      <w:r>
        <w:tab/>
        <w:t>7.089e0</w:t>
      </w:r>
    </w:p>
    <w:p w:rsidR="005B0461" w:rsidRDefault="005B0461" w:rsidP="005B0461">
      <w:r>
        <w:t>548.0325</w:t>
      </w:r>
      <w:r>
        <w:tab/>
        <w:t>2.025e0</w:t>
      </w:r>
    </w:p>
    <w:p w:rsidR="005B0461" w:rsidRDefault="005B0461" w:rsidP="005B0461">
      <w:r>
        <w:t>548.0526</w:t>
      </w:r>
      <w:r>
        <w:tab/>
        <w:t>1.987e0</w:t>
      </w:r>
    </w:p>
    <w:p w:rsidR="005B0461" w:rsidRDefault="005B0461" w:rsidP="005B0461">
      <w:r>
        <w:t>548.0699</w:t>
      </w:r>
      <w:r>
        <w:tab/>
        <w:t>2.579e0</w:t>
      </w:r>
    </w:p>
    <w:p w:rsidR="005B0461" w:rsidRDefault="005B0461" w:rsidP="005B0461">
      <w:r>
        <w:t>548.1296</w:t>
      </w:r>
      <w:r>
        <w:tab/>
        <w:t>2.869e0</w:t>
      </w:r>
    </w:p>
    <w:p w:rsidR="005B0461" w:rsidRDefault="005B0461" w:rsidP="005B0461">
      <w:r>
        <w:t>548.1567</w:t>
      </w:r>
      <w:r>
        <w:tab/>
        <w:t>2.317e0</w:t>
      </w:r>
    </w:p>
    <w:p w:rsidR="005B0461" w:rsidRDefault="005B0461" w:rsidP="005B0461">
      <w:r>
        <w:t>548.1609</w:t>
      </w:r>
      <w:r>
        <w:tab/>
        <w:t>4.246e0</w:t>
      </w:r>
    </w:p>
    <w:p w:rsidR="005B0461" w:rsidRDefault="005B0461" w:rsidP="005B0461">
      <w:r>
        <w:t>548.2176</w:t>
      </w:r>
      <w:r>
        <w:tab/>
        <w:t>1.013e0</w:t>
      </w:r>
    </w:p>
    <w:p w:rsidR="005B0461" w:rsidRDefault="005B0461" w:rsidP="005B0461">
      <w:r>
        <w:lastRenderedPageBreak/>
        <w:t>548.2209</w:t>
      </w:r>
      <w:r>
        <w:tab/>
        <w:t>3.751e0</w:t>
      </w:r>
    </w:p>
    <w:p w:rsidR="005B0461" w:rsidRDefault="005B0461" w:rsidP="005B0461">
      <w:r>
        <w:t>548.2575</w:t>
      </w:r>
      <w:r>
        <w:tab/>
        <w:t>5.063e0</w:t>
      </w:r>
    </w:p>
    <w:p w:rsidR="005B0461" w:rsidRDefault="005B0461" w:rsidP="005B0461">
      <w:r>
        <w:t>548.2687</w:t>
      </w:r>
      <w:r>
        <w:tab/>
        <w:t>1.275e0</w:t>
      </w:r>
    </w:p>
    <w:p w:rsidR="005B0461" w:rsidRDefault="005B0461" w:rsidP="005B0461">
      <w:r>
        <w:t>548.2727</w:t>
      </w:r>
      <w:r>
        <w:tab/>
        <w:t>7.089e0</w:t>
      </w:r>
    </w:p>
    <w:p w:rsidR="005B0461" w:rsidRDefault="005B0461" w:rsidP="005B0461">
      <w:r>
        <w:t>548.3140</w:t>
      </w:r>
      <w:r>
        <w:tab/>
        <w:t>7.089e0</w:t>
      </w:r>
    </w:p>
    <w:p w:rsidR="005B0461" w:rsidRDefault="005B0461" w:rsidP="005B0461">
      <w:r>
        <w:t>548.3412</w:t>
      </w:r>
      <w:r>
        <w:tab/>
        <w:t>5.063e0</w:t>
      </w:r>
    </w:p>
    <w:p w:rsidR="005B0461" w:rsidRDefault="005B0461" w:rsidP="005B0461">
      <w:r>
        <w:t>548.3533</w:t>
      </w:r>
      <w:r>
        <w:tab/>
        <w:t>3.838e0</w:t>
      </w:r>
    </w:p>
    <w:p w:rsidR="005B0461" w:rsidRDefault="005B0461" w:rsidP="005B0461">
      <w:r>
        <w:t>548.3711</w:t>
      </w:r>
      <w:r>
        <w:tab/>
        <w:t>6.443e0</w:t>
      </w:r>
    </w:p>
    <w:p w:rsidR="005B0461" w:rsidRDefault="005B0461" w:rsidP="005B0461">
      <w:r>
        <w:t>548.4149</w:t>
      </w:r>
      <w:r>
        <w:tab/>
        <w:t>5.063e0</w:t>
      </w:r>
    </w:p>
    <w:p w:rsidR="005B0461" w:rsidRDefault="005B0461" w:rsidP="005B0461">
      <w:r>
        <w:t>548.4262</w:t>
      </w:r>
      <w:r>
        <w:tab/>
        <w:t>4.957e0</w:t>
      </w:r>
    </w:p>
    <w:p w:rsidR="005B0461" w:rsidRDefault="005B0461" w:rsidP="005B0461">
      <w:r>
        <w:t>548.4496</w:t>
      </w:r>
      <w:r>
        <w:tab/>
        <w:t>3.647e0</w:t>
      </w:r>
    </w:p>
    <w:p w:rsidR="005B0461" w:rsidRDefault="005B0461" w:rsidP="005B0461">
      <w:r>
        <w:t>548.4569</w:t>
      </w:r>
      <w:r>
        <w:tab/>
        <w:t>2.257e0</w:t>
      </w:r>
    </w:p>
    <w:p w:rsidR="005B0461" w:rsidRDefault="005B0461" w:rsidP="005B0461">
      <w:r>
        <w:t>548.4922</w:t>
      </w:r>
      <w:r>
        <w:tab/>
        <w:t>2.025e0</w:t>
      </w:r>
    </w:p>
    <w:p w:rsidR="005B0461" w:rsidRDefault="005B0461" w:rsidP="005B0461">
      <w:r>
        <w:t>548.4990</w:t>
      </w:r>
      <w:r>
        <w:tab/>
        <w:t>3.038e0</w:t>
      </w:r>
    </w:p>
    <w:p w:rsidR="005B0461" w:rsidRDefault="005B0461" w:rsidP="005B0461">
      <w:r>
        <w:t>548.5349</w:t>
      </w:r>
      <w:r>
        <w:tab/>
        <w:t>2.025e0</w:t>
      </w:r>
    </w:p>
    <w:p w:rsidR="005B0461" w:rsidRDefault="005B0461" w:rsidP="005B0461">
      <w:r>
        <w:t>548.5441</w:t>
      </w:r>
      <w:r>
        <w:tab/>
        <w:t>2.025e0</w:t>
      </w:r>
    </w:p>
    <w:p w:rsidR="005B0461" w:rsidRDefault="005B0461" w:rsidP="005B0461">
      <w:r>
        <w:t>548.6095</w:t>
      </w:r>
      <w:r>
        <w:tab/>
        <w:t>2.025e0</w:t>
      </w:r>
    </w:p>
    <w:p w:rsidR="005B0461" w:rsidRDefault="005B0461" w:rsidP="005B0461">
      <w:r>
        <w:t>548.6606</w:t>
      </w:r>
      <w:r>
        <w:tab/>
        <w:t>2.025e0</w:t>
      </w:r>
    </w:p>
    <w:p w:rsidR="005B0461" w:rsidRDefault="005B0461" w:rsidP="005B0461">
      <w:r>
        <w:t>548.6752</w:t>
      </w:r>
      <w:r>
        <w:tab/>
        <w:t>3.038e0</w:t>
      </w:r>
    </w:p>
    <w:p w:rsidR="005B0461" w:rsidRDefault="005B0461" w:rsidP="005B0461">
      <w:r>
        <w:lastRenderedPageBreak/>
        <w:t>548.7053</w:t>
      </w:r>
      <w:r>
        <w:tab/>
        <w:t>1.013e0</w:t>
      </w:r>
    </w:p>
    <w:p w:rsidR="005B0461" w:rsidRDefault="005B0461" w:rsidP="005B0461">
      <w:r>
        <w:t>548.7190</w:t>
      </w:r>
      <w:r>
        <w:tab/>
        <w:t>2.025e0</w:t>
      </w:r>
    </w:p>
    <w:p w:rsidR="005B0461" w:rsidRDefault="005B0461" w:rsidP="005B0461">
      <w:r>
        <w:t>548.7471</w:t>
      </w:r>
      <w:r>
        <w:tab/>
        <w:t>2.025e0</w:t>
      </w:r>
    </w:p>
    <w:p w:rsidR="005B0461" w:rsidRDefault="005B0461" w:rsidP="005B0461">
      <w:r>
        <w:t>548.7661</w:t>
      </w:r>
      <w:r>
        <w:tab/>
        <w:t>1.013e0</w:t>
      </w:r>
    </w:p>
    <w:p w:rsidR="005B0461" w:rsidRDefault="005B0461" w:rsidP="005B0461">
      <w:r>
        <w:t>548.7890</w:t>
      </w:r>
      <w:r>
        <w:tab/>
        <w:t>2.025e0</w:t>
      </w:r>
    </w:p>
    <w:p w:rsidR="005B0461" w:rsidRDefault="005B0461" w:rsidP="005B0461">
      <w:r>
        <w:t>548.8161</w:t>
      </w:r>
      <w:r>
        <w:tab/>
        <w:t>2.025e0</w:t>
      </w:r>
    </w:p>
    <w:p w:rsidR="005B0461" w:rsidRDefault="005B0461" w:rsidP="005B0461">
      <w:r>
        <w:t>548.8564</w:t>
      </w:r>
      <w:r>
        <w:tab/>
        <w:t>2.025e0</w:t>
      </w:r>
    </w:p>
    <w:p w:rsidR="005B0461" w:rsidRDefault="005B0461" w:rsidP="005B0461">
      <w:r>
        <w:t>548.8870</w:t>
      </w:r>
      <w:r>
        <w:tab/>
        <w:t>3.038e0</w:t>
      </w:r>
    </w:p>
    <w:p w:rsidR="005B0461" w:rsidRDefault="005B0461" w:rsidP="005B0461">
      <w:r>
        <w:t>548.9055</w:t>
      </w:r>
      <w:r>
        <w:tab/>
        <w:t>3.038e0</w:t>
      </w:r>
    </w:p>
    <w:p w:rsidR="005B0461" w:rsidRDefault="005B0461" w:rsidP="005B0461">
      <w:r>
        <w:t>548.9074</w:t>
      </w:r>
      <w:r>
        <w:tab/>
        <w:t>4.051e0</w:t>
      </w:r>
    </w:p>
    <w:p w:rsidR="005B0461" w:rsidRDefault="005B0461" w:rsidP="005B0461">
      <w:r>
        <w:t>548.9838</w:t>
      </w:r>
      <w:r>
        <w:tab/>
        <w:t>2.025e0</w:t>
      </w:r>
    </w:p>
    <w:p w:rsidR="005B0461" w:rsidRDefault="005B0461" w:rsidP="005B0461">
      <w:r>
        <w:t>548.9973</w:t>
      </w:r>
      <w:r>
        <w:tab/>
        <w:t>1.013e0</w:t>
      </w:r>
    </w:p>
    <w:p w:rsidR="005B0461" w:rsidRDefault="005B0461" w:rsidP="005B0461">
      <w:r>
        <w:t>549.0275</w:t>
      </w:r>
      <w:r>
        <w:tab/>
        <w:t>4.051e0</w:t>
      </w:r>
    </w:p>
    <w:p w:rsidR="005B0461" w:rsidRDefault="005B0461" w:rsidP="005B0461">
      <w:r>
        <w:t>549.0524</w:t>
      </w:r>
      <w:r>
        <w:tab/>
        <w:t>1.013e0</w:t>
      </w:r>
    </w:p>
    <w:p w:rsidR="005B0461" w:rsidRDefault="005B0461" w:rsidP="005B0461">
      <w:r>
        <w:t>549.0768</w:t>
      </w:r>
      <w:r>
        <w:tab/>
        <w:t>1.259e0</w:t>
      </w:r>
    </w:p>
    <w:p w:rsidR="005B0461" w:rsidRDefault="005B0461" w:rsidP="005B0461">
      <w:r>
        <w:t>549.0972</w:t>
      </w:r>
      <w:r>
        <w:tab/>
        <w:t>1.151e0</w:t>
      </w:r>
    </w:p>
    <w:p w:rsidR="005B0461" w:rsidRDefault="005B0461" w:rsidP="005B0461">
      <w:r>
        <w:t>549.0989</w:t>
      </w:r>
      <w:r>
        <w:tab/>
        <w:t>1.048e0</w:t>
      </w:r>
    </w:p>
    <w:p w:rsidR="005B0461" w:rsidRDefault="005B0461" w:rsidP="005B0461">
      <w:r>
        <w:t>549.1396</w:t>
      </w:r>
      <w:r>
        <w:tab/>
        <w:t>1.511e0</w:t>
      </w:r>
    </w:p>
    <w:p w:rsidR="005B0461" w:rsidRDefault="005B0461" w:rsidP="005B0461">
      <w:r>
        <w:t>549.1856</w:t>
      </w:r>
      <w:r>
        <w:tab/>
        <w:t>1.557e0</w:t>
      </w:r>
    </w:p>
    <w:p w:rsidR="005B0461" w:rsidRDefault="005B0461" w:rsidP="005B0461">
      <w:r>
        <w:lastRenderedPageBreak/>
        <w:t>549.2156</w:t>
      </w:r>
      <w:r>
        <w:tab/>
        <w:t>3.315e0</w:t>
      </w:r>
    </w:p>
    <w:p w:rsidR="005B0461" w:rsidRDefault="005B0461" w:rsidP="005B0461">
      <w:r>
        <w:t>549.2258</w:t>
      </w:r>
      <w:r>
        <w:tab/>
        <w:t>5.660e0</w:t>
      </w:r>
    </w:p>
    <w:p w:rsidR="005B0461" w:rsidRDefault="005B0461" w:rsidP="005B0461">
      <w:r>
        <w:t>549.2408</w:t>
      </w:r>
      <w:r>
        <w:tab/>
        <w:t>6.076e0</w:t>
      </w:r>
    </w:p>
    <w:p w:rsidR="005B0461" w:rsidRDefault="005B0461" w:rsidP="005B0461">
      <w:r>
        <w:t>549.2676</w:t>
      </w:r>
      <w:r>
        <w:tab/>
        <w:t>2.025e0</w:t>
      </w:r>
    </w:p>
    <w:p w:rsidR="005B0461" w:rsidRDefault="005B0461" w:rsidP="005B0461">
      <w:r>
        <w:t>549.3152</w:t>
      </w:r>
      <w:r>
        <w:tab/>
        <w:t>1.006e1</w:t>
      </w:r>
    </w:p>
    <w:p w:rsidR="005B0461" w:rsidRDefault="005B0461" w:rsidP="005B0461">
      <w:r>
        <w:t>549.3316</w:t>
      </w:r>
      <w:r>
        <w:tab/>
        <w:t>4.051e0</w:t>
      </w:r>
    </w:p>
    <w:p w:rsidR="005B0461" w:rsidRDefault="005B0461" w:rsidP="005B0461">
      <w:r>
        <w:t>549.3580</w:t>
      </w:r>
      <w:r>
        <w:tab/>
        <w:t>6.076e0</w:t>
      </w:r>
    </w:p>
    <w:p w:rsidR="005B0461" w:rsidRDefault="005B0461" w:rsidP="005B0461">
      <w:r>
        <w:t>549.4141</w:t>
      </w:r>
      <w:r>
        <w:tab/>
        <w:t>3.763e0</w:t>
      </w:r>
    </w:p>
    <w:p w:rsidR="005B0461" w:rsidRDefault="005B0461" w:rsidP="005B0461">
      <w:r>
        <w:t>549.4313</w:t>
      </w:r>
      <w:r>
        <w:tab/>
        <w:t>1.049e0</w:t>
      </w:r>
    </w:p>
    <w:p w:rsidR="005B0461" w:rsidRDefault="005B0461" w:rsidP="005B0461">
      <w:r>
        <w:t>549.4493</w:t>
      </w:r>
      <w:r>
        <w:tab/>
        <w:t>1.156e0</w:t>
      </w:r>
    </w:p>
    <w:p w:rsidR="005B0461" w:rsidRDefault="005B0461" w:rsidP="005B0461">
      <w:r>
        <w:t>549.4949</w:t>
      </w:r>
      <w:r>
        <w:tab/>
        <w:t>1.013e0</w:t>
      </w:r>
    </w:p>
    <w:p w:rsidR="005B0461" w:rsidRDefault="005B0461" w:rsidP="005B0461">
      <w:r>
        <w:t>549.5197</w:t>
      </w:r>
      <w:r>
        <w:tab/>
        <w:t>2.025e0</w:t>
      </w:r>
    </w:p>
    <w:p w:rsidR="005B0461" w:rsidRDefault="005B0461" w:rsidP="005B0461">
      <w:r>
        <w:t>549.5234</w:t>
      </w:r>
      <w:r>
        <w:tab/>
        <w:t>1.013e0</w:t>
      </w:r>
    </w:p>
    <w:p w:rsidR="005B0461" w:rsidRDefault="005B0461" w:rsidP="005B0461">
      <w:r>
        <w:t>549.5488</w:t>
      </w:r>
      <w:r>
        <w:tab/>
        <w:t>2.025e0</w:t>
      </w:r>
    </w:p>
    <w:p w:rsidR="005B0461" w:rsidRDefault="005B0461" w:rsidP="005B0461">
      <w:r>
        <w:t>549.5625</w:t>
      </w:r>
      <w:r>
        <w:tab/>
        <w:t>1.013e0</w:t>
      </w:r>
    </w:p>
    <w:p w:rsidR="005B0461" w:rsidRDefault="005B0461" w:rsidP="005B0461">
      <w:r>
        <w:t>549.6335</w:t>
      </w:r>
      <w:r>
        <w:tab/>
        <w:t>1.013e0</w:t>
      </w:r>
    </w:p>
    <w:p w:rsidR="005B0461" w:rsidRDefault="005B0461" w:rsidP="005B0461">
      <w:r>
        <w:t>549.6370</w:t>
      </w:r>
      <w:r>
        <w:tab/>
        <w:t>1.013e0</w:t>
      </w:r>
    </w:p>
    <w:p w:rsidR="005B0461" w:rsidRDefault="005B0461" w:rsidP="005B0461">
      <w:r>
        <w:t>549.6704</w:t>
      </w:r>
      <w:r>
        <w:tab/>
        <w:t>1.013e0</w:t>
      </w:r>
    </w:p>
    <w:p w:rsidR="005B0461" w:rsidRDefault="005B0461" w:rsidP="005B0461">
      <w:r>
        <w:t>549.7593</w:t>
      </w:r>
      <w:r>
        <w:tab/>
        <w:t>2.025e0</w:t>
      </w:r>
    </w:p>
    <w:p w:rsidR="005B0461" w:rsidRDefault="005B0461" w:rsidP="005B0461">
      <w:r>
        <w:lastRenderedPageBreak/>
        <w:t>549.8425</w:t>
      </w:r>
      <w:r>
        <w:tab/>
        <w:t>7.089e0</w:t>
      </w:r>
    </w:p>
    <w:p w:rsidR="005B0461" w:rsidRDefault="005B0461" w:rsidP="005B0461">
      <w:r>
        <w:t>549.8467</w:t>
      </w:r>
      <w:r>
        <w:tab/>
        <w:t>7.026e0</w:t>
      </w:r>
    </w:p>
    <w:p w:rsidR="005B0461" w:rsidRDefault="005B0461" w:rsidP="005B0461">
      <w:r>
        <w:t>549.8488</w:t>
      </w:r>
      <w:r>
        <w:tab/>
        <w:t>7.554e0</w:t>
      </w:r>
    </w:p>
    <w:p w:rsidR="005B0461" w:rsidRDefault="005B0461" w:rsidP="005B0461">
      <w:r>
        <w:t>549.8604</w:t>
      </w:r>
      <w:r>
        <w:tab/>
        <w:t>1.316e1</w:t>
      </w:r>
    </w:p>
    <w:p w:rsidR="005B0461" w:rsidRDefault="005B0461" w:rsidP="005B0461">
      <w:r>
        <w:t>549.8953</w:t>
      </w:r>
      <w:r>
        <w:tab/>
        <w:t>3.038e0</w:t>
      </w:r>
    </w:p>
    <w:p w:rsidR="005B0461" w:rsidRDefault="005B0461" w:rsidP="005B0461">
      <w:r>
        <w:t>549.9808</w:t>
      </w:r>
      <w:r>
        <w:tab/>
        <w:t>1.013e0</w:t>
      </w:r>
    </w:p>
    <w:p w:rsidR="005B0461" w:rsidRDefault="005B0461" w:rsidP="005B0461">
      <w:r>
        <w:t>549.9996</w:t>
      </w:r>
      <w:r>
        <w:tab/>
        <w:t>2.025e0</w:t>
      </w:r>
    </w:p>
    <w:p w:rsidR="005B0461" w:rsidRDefault="005B0461" w:rsidP="005B0461">
      <w:r>
        <w:t>550.0033</w:t>
      </w:r>
      <w:r>
        <w:tab/>
        <w:t>3.038e0</w:t>
      </w:r>
    </w:p>
    <w:p w:rsidR="005B0461" w:rsidRDefault="005B0461" w:rsidP="005B0461">
      <w:r>
        <w:t>550.0065</w:t>
      </w:r>
      <w:r>
        <w:tab/>
        <w:t>4.051e0</w:t>
      </w:r>
    </w:p>
    <w:p w:rsidR="005B0461" w:rsidRDefault="005B0461" w:rsidP="005B0461">
      <w:r>
        <w:t>550.0757</w:t>
      </w:r>
      <w:r>
        <w:tab/>
        <w:t>3.024e0</w:t>
      </w:r>
    </w:p>
    <w:p w:rsidR="005B0461" w:rsidRDefault="005B0461" w:rsidP="005B0461">
      <w:r>
        <w:t>550.0773</w:t>
      </w:r>
      <w:r>
        <w:tab/>
        <w:t>2.025e0</w:t>
      </w:r>
    </w:p>
    <w:p w:rsidR="005B0461" w:rsidRDefault="005B0461" w:rsidP="005B0461">
      <w:r>
        <w:t>550.1018</w:t>
      </w:r>
      <w:r>
        <w:tab/>
        <w:t>1.953e0</w:t>
      </w:r>
    </w:p>
    <w:p w:rsidR="005B0461" w:rsidRDefault="005B0461" w:rsidP="005B0461">
      <w:r>
        <w:t>550.1069</w:t>
      </w:r>
      <w:r>
        <w:tab/>
        <w:t>2.213e0</w:t>
      </w:r>
    </w:p>
    <w:p w:rsidR="005B0461" w:rsidRDefault="005B0461" w:rsidP="005B0461">
      <w:r>
        <w:t>550.2050</w:t>
      </w:r>
      <w:r>
        <w:tab/>
        <w:t>1.433e0</w:t>
      </w:r>
    </w:p>
    <w:p w:rsidR="005B0461" w:rsidRDefault="005B0461" w:rsidP="005B0461">
      <w:r>
        <w:t>550.2143</w:t>
      </w:r>
      <w:r>
        <w:tab/>
        <w:t>3.960e0</w:t>
      </w:r>
    </w:p>
    <w:p w:rsidR="005B0461" w:rsidRDefault="005B0461" w:rsidP="005B0461">
      <w:r>
        <w:t>550.2208</w:t>
      </w:r>
      <w:r>
        <w:tab/>
        <w:t>2.603e0</w:t>
      </w:r>
    </w:p>
    <w:p w:rsidR="005B0461" w:rsidRDefault="005B0461" w:rsidP="005B0461">
      <w:r>
        <w:t>550.2256</w:t>
      </w:r>
      <w:r>
        <w:tab/>
        <w:t>3.038e0</w:t>
      </w:r>
    </w:p>
    <w:p w:rsidR="005B0461" w:rsidRDefault="005B0461" w:rsidP="005B0461">
      <w:r>
        <w:t>550.3085</w:t>
      </w:r>
      <w:r>
        <w:tab/>
        <w:t>3.038e0</w:t>
      </w:r>
    </w:p>
    <w:p w:rsidR="005B0461" w:rsidRDefault="005B0461" w:rsidP="005B0461">
      <w:r>
        <w:t>550.3140</w:t>
      </w:r>
      <w:r>
        <w:tab/>
        <w:t>3.712e0</w:t>
      </w:r>
    </w:p>
    <w:p w:rsidR="005B0461" w:rsidRDefault="005B0461" w:rsidP="005B0461">
      <w:r>
        <w:lastRenderedPageBreak/>
        <w:t>550.3390</w:t>
      </w:r>
      <w:r>
        <w:tab/>
        <w:t>3.038e0</w:t>
      </w:r>
    </w:p>
    <w:p w:rsidR="005B0461" w:rsidRDefault="005B0461" w:rsidP="005B0461">
      <w:r>
        <w:t>550.3750</w:t>
      </w:r>
      <w:r>
        <w:tab/>
        <w:t>4.211e0</w:t>
      </w:r>
    </w:p>
    <w:p w:rsidR="005B0461" w:rsidRDefault="005B0461" w:rsidP="005B0461">
      <w:r>
        <w:t>550.3906</w:t>
      </w:r>
      <w:r>
        <w:tab/>
        <w:t>1.663e0</w:t>
      </w:r>
    </w:p>
    <w:p w:rsidR="005B0461" w:rsidRDefault="005B0461" w:rsidP="005B0461">
      <w:r>
        <w:t>550.4341</w:t>
      </w:r>
      <w:r>
        <w:tab/>
        <w:t>6.076e0</w:t>
      </w:r>
    </w:p>
    <w:p w:rsidR="005B0461" w:rsidRDefault="005B0461" w:rsidP="005B0461">
      <w:r>
        <w:t>550.4733</w:t>
      </w:r>
      <w:r>
        <w:tab/>
        <w:t>3.350e0</w:t>
      </w:r>
    </w:p>
    <w:p w:rsidR="005B0461" w:rsidRDefault="005B0461" w:rsidP="005B0461">
      <w:r>
        <w:t>550.4883</w:t>
      </w:r>
      <w:r>
        <w:tab/>
        <w:t>2.025e0</w:t>
      </w:r>
    </w:p>
    <w:p w:rsidR="005B0461" w:rsidRDefault="005B0461" w:rsidP="005B0461">
      <w:r>
        <w:t>550.4911</w:t>
      </w:r>
      <w:r>
        <w:tab/>
        <w:t>2.895e0</w:t>
      </w:r>
    </w:p>
    <w:p w:rsidR="005B0461" w:rsidRDefault="005B0461" w:rsidP="005B0461">
      <w:r>
        <w:t>550.5179</w:t>
      </w:r>
      <w:r>
        <w:tab/>
        <w:t>4.051e0</w:t>
      </w:r>
    </w:p>
    <w:p w:rsidR="005B0461" w:rsidRDefault="005B0461" w:rsidP="005B0461">
      <w:r>
        <w:t>550.6035</w:t>
      </w:r>
      <w:r>
        <w:tab/>
        <w:t>3.038e0</w:t>
      </w:r>
    </w:p>
    <w:p w:rsidR="005B0461" w:rsidRDefault="005B0461" w:rsidP="005B0461">
      <w:r>
        <w:t>550.6185</w:t>
      </w:r>
      <w:r>
        <w:tab/>
        <w:t>8.309e0</w:t>
      </w:r>
    </w:p>
    <w:p w:rsidR="005B0461" w:rsidRDefault="005B0461" w:rsidP="005B0461">
      <w:r>
        <w:t>550.6315</w:t>
      </w:r>
      <w:r>
        <w:tab/>
        <w:t>5.063e0</w:t>
      </w:r>
    </w:p>
    <w:p w:rsidR="005B0461" w:rsidRDefault="005B0461" w:rsidP="005B0461">
      <w:r>
        <w:t>550.6475</w:t>
      </w:r>
      <w:r>
        <w:tab/>
        <w:t>9.114e0</w:t>
      </w:r>
    </w:p>
    <w:p w:rsidR="005B0461" w:rsidRDefault="005B0461" w:rsidP="005B0461">
      <w:r>
        <w:t>550.6559</w:t>
      </w:r>
      <w:r>
        <w:tab/>
        <w:t>3.038e0</w:t>
      </w:r>
    </w:p>
    <w:p w:rsidR="005B0461" w:rsidRDefault="005B0461" w:rsidP="005B0461">
      <w:r>
        <w:t>550.6758</w:t>
      </w:r>
      <w:r>
        <w:tab/>
        <w:t>2.346e0</w:t>
      </w:r>
    </w:p>
    <w:p w:rsidR="005B0461" w:rsidRDefault="005B0461" w:rsidP="005B0461">
      <w:r>
        <w:t>550.7089</w:t>
      </w:r>
      <w:r>
        <w:tab/>
        <w:t>1.013e0</w:t>
      </w:r>
    </w:p>
    <w:p w:rsidR="005B0461" w:rsidRDefault="005B0461" w:rsidP="005B0461">
      <w:r>
        <w:t>550.7802</w:t>
      </w:r>
      <w:r>
        <w:tab/>
        <w:t>2.025e0</w:t>
      </w:r>
    </w:p>
    <w:p w:rsidR="005B0461" w:rsidRDefault="005B0461" w:rsidP="005B0461">
      <w:r>
        <w:t>550.7953</w:t>
      </w:r>
      <w:r>
        <w:tab/>
        <w:t>2.025e0</w:t>
      </w:r>
    </w:p>
    <w:p w:rsidR="005B0461" w:rsidRDefault="005B0461" w:rsidP="005B0461">
      <w:r>
        <w:t>550.8081</w:t>
      </w:r>
      <w:r>
        <w:tab/>
        <w:t>4.051e0</w:t>
      </w:r>
    </w:p>
    <w:p w:rsidR="005B0461" w:rsidRDefault="005B0461" w:rsidP="005B0461">
      <w:r>
        <w:t>550.8334</w:t>
      </w:r>
      <w:r>
        <w:tab/>
        <w:t>4.051e0</w:t>
      </w:r>
    </w:p>
    <w:p w:rsidR="005B0461" w:rsidRDefault="005B0461" w:rsidP="005B0461">
      <w:r>
        <w:lastRenderedPageBreak/>
        <w:t>550.8358</w:t>
      </w:r>
      <w:r>
        <w:tab/>
        <w:t>3.038e0</w:t>
      </w:r>
    </w:p>
    <w:p w:rsidR="005B0461" w:rsidRDefault="005B0461" w:rsidP="005B0461">
      <w:r>
        <w:t>550.9077</w:t>
      </w:r>
      <w:r>
        <w:tab/>
        <w:t>1.814e0</w:t>
      </w:r>
    </w:p>
    <w:p w:rsidR="005B0461" w:rsidRDefault="005B0461" w:rsidP="005B0461">
      <w:r>
        <w:t>550.9474</w:t>
      </w:r>
      <w:r>
        <w:tab/>
        <w:t>2.025e0</w:t>
      </w:r>
    </w:p>
    <w:p w:rsidR="005B0461" w:rsidRDefault="005B0461" w:rsidP="005B0461">
      <w:r>
        <w:t>550.9496</w:t>
      </w:r>
      <w:r>
        <w:tab/>
        <w:t>6.076e0</w:t>
      </w:r>
    </w:p>
    <w:p w:rsidR="005B0461" w:rsidRDefault="005B0461" w:rsidP="005B0461">
      <w:r>
        <w:t>550.9683</w:t>
      </w:r>
      <w:r>
        <w:tab/>
        <w:t>3.038e0</w:t>
      </w:r>
    </w:p>
    <w:p w:rsidR="005B0461" w:rsidRDefault="005B0461" w:rsidP="005B0461">
      <w:r>
        <w:t>550.9833</w:t>
      </w:r>
      <w:r>
        <w:tab/>
        <w:t>6.076e0</w:t>
      </w:r>
    </w:p>
    <w:p w:rsidR="005B0461" w:rsidRDefault="005B0461" w:rsidP="005B0461">
      <w:r>
        <w:t>551.0173</w:t>
      </w:r>
      <w:r>
        <w:tab/>
        <w:t>3.038e0</w:t>
      </w:r>
    </w:p>
    <w:p w:rsidR="005B0461" w:rsidRDefault="005B0461" w:rsidP="005B0461">
      <w:r>
        <w:t>551.0682</w:t>
      </w:r>
      <w:r>
        <w:tab/>
        <w:t>6.610e0</w:t>
      </w:r>
    </w:p>
    <w:p w:rsidR="005B0461" w:rsidRDefault="005B0461" w:rsidP="005B0461">
      <w:r>
        <w:t>551.0897</w:t>
      </w:r>
      <w:r>
        <w:tab/>
        <w:t>6.302e0</w:t>
      </w:r>
    </w:p>
    <w:p w:rsidR="005B0461" w:rsidRDefault="005B0461" w:rsidP="005B0461">
      <w:r>
        <w:t>551.1185</w:t>
      </w:r>
      <w:r>
        <w:tab/>
        <w:t>3.731e0</w:t>
      </w:r>
    </w:p>
    <w:p w:rsidR="005B0461" w:rsidRDefault="005B0461" w:rsidP="005B0461">
      <w:r>
        <w:t>551.1411</w:t>
      </w:r>
      <w:r>
        <w:tab/>
        <w:t>2.261e0</w:t>
      </w:r>
    </w:p>
    <w:p w:rsidR="005B0461" w:rsidRDefault="005B0461" w:rsidP="005B0461">
      <w:r>
        <w:t>551.1579</w:t>
      </w:r>
      <w:r>
        <w:tab/>
        <w:t>5.570e0</w:t>
      </w:r>
    </w:p>
    <w:p w:rsidR="005B0461" w:rsidRDefault="005B0461" w:rsidP="005B0461">
      <w:r>
        <w:t>551.1741</w:t>
      </w:r>
      <w:r>
        <w:tab/>
        <w:t>1.728e0</w:t>
      </w:r>
    </w:p>
    <w:p w:rsidR="005B0461" w:rsidRDefault="005B0461" w:rsidP="005B0461">
      <w:r>
        <w:t>551.1756</w:t>
      </w:r>
      <w:r>
        <w:tab/>
        <w:t>3.038e0</w:t>
      </w:r>
    </w:p>
    <w:p w:rsidR="005B0461" w:rsidRDefault="005B0461" w:rsidP="005B0461">
      <w:r>
        <w:t>551.2107</w:t>
      </w:r>
      <w:r>
        <w:tab/>
        <w:t>1.729e0</w:t>
      </w:r>
    </w:p>
    <w:p w:rsidR="005B0461" w:rsidRDefault="005B0461" w:rsidP="005B0461">
      <w:r>
        <w:t>551.2308</w:t>
      </w:r>
      <w:r>
        <w:tab/>
        <w:t>3.038e0</w:t>
      </w:r>
    </w:p>
    <w:p w:rsidR="005B0461" w:rsidRDefault="005B0461" w:rsidP="005B0461">
      <w:r>
        <w:t>551.2592</w:t>
      </w:r>
      <w:r>
        <w:tab/>
        <w:t>3.038e0</w:t>
      </w:r>
    </w:p>
    <w:p w:rsidR="005B0461" w:rsidRDefault="005B0461" w:rsidP="005B0461">
      <w:r>
        <w:t>551.2833</w:t>
      </w:r>
      <w:r>
        <w:tab/>
        <w:t>2.025e0</w:t>
      </w:r>
    </w:p>
    <w:p w:rsidR="005B0461" w:rsidRDefault="005B0461" w:rsidP="005B0461">
      <w:r>
        <w:t>551.3058</w:t>
      </w:r>
      <w:r>
        <w:tab/>
        <w:t>2.706e0</w:t>
      </w:r>
    </w:p>
    <w:p w:rsidR="005B0461" w:rsidRDefault="005B0461" w:rsidP="005B0461">
      <w:r>
        <w:lastRenderedPageBreak/>
        <w:t>551.3567</w:t>
      </w:r>
      <w:r>
        <w:tab/>
        <w:t>3.862e0</w:t>
      </w:r>
    </w:p>
    <w:p w:rsidR="005B0461" w:rsidRDefault="005B0461" w:rsidP="005B0461">
      <w:r>
        <w:t>551.3896</w:t>
      </w:r>
      <w:r>
        <w:tab/>
        <w:t>4.480e0</w:t>
      </w:r>
    </w:p>
    <w:p w:rsidR="005B0461" w:rsidRDefault="005B0461" w:rsidP="005B0461">
      <w:r>
        <w:t>551.4175</w:t>
      </w:r>
      <w:r>
        <w:tab/>
        <w:t>5.063e0</w:t>
      </w:r>
    </w:p>
    <w:p w:rsidR="005B0461" w:rsidRDefault="005B0461" w:rsidP="005B0461">
      <w:r>
        <w:t>551.4255</w:t>
      </w:r>
      <w:r>
        <w:tab/>
        <w:t>1.049e0</w:t>
      </w:r>
    </w:p>
    <w:p w:rsidR="005B0461" w:rsidRDefault="005B0461" w:rsidP="005B0461">
      <w:r>
        <w:t>551.4826</w:t>
      </w:r>
      <w:r>
        <w:tab/>
        <w:t>2.949e0</w:t>
      </w:r>
    </w:p>
    <w:p w:rsidR="005B0461" w:rsidRDefault="005B0461" w:rsidP="005B0461">
      <w:r>
        <w:t>551.4969</w:t>
      </w:r>
      <w:r>
        <w:tab/>
        <w:t>1.013e0</w:t>
      </w:r>
    </w:p>
    <w:p w:rsidR="005B0461" w:rsidRDefault="005B0461" w:rsidP="005B0461">
      <w:r>
        <w:t>551.5430</w:t>
      </w:r>
      <w:r>
        <w:tab/>
        <w:t>1.013e0</w:t>
      </w:r>
    </w:p>
    <w:p w:rsidR="005B0461" w:rsidRDefault="005B0461" w:rsidP="005B0461">
      <w:r>
        <w:t>551.5950</w:t>
      </w:r>
      <w:r>
        <w:tab/>
        <w:t>4.051e0</w:t>
      </w:r>
    </w:p>
    <w:p w:rsidR="005B0461" w:rsidRDefault="005B0461" w:rsidP="005B0461">
      <w:r>
        <w:t>551.6213</w:t>
      </w:r>
      <w:r>
        <w:tab/>
        <w:t>6.076e0</w:t>
      </w:r>
    </w:p>
    <w:p w:rsidR="005B0461" w:rsidRDefault="005B0461" w:rsidP="005B0461">
      <w:r>
        <w:t>551.6371</w:t>
      </w:r>
      <w:r>
        <w:tab/>
        <w:t>7.089e0</w:t>
      </w:r>
    </w:p>
    <w:p w:rsidR="005B0461" w:rsidRDefault="005B0461" w:rsidP="005B0461">
      <w:r>
        <w:t>551.6513</w:t>
      </w:r>
      <w:r>
        <w:tab/>
        <w:t>3.038e0</w:t>
      </w:r>
    </w:p>
    <w:p w:rsidR="005B0461" w:rsidRDefault="005B0461" w:rsidP="005B0461">
      <w:r>
        <w:t>551.7452</w:t>
      </w:r>
      <w:r>
        <w:tab/>
        <w:t>1.013e0</w:t>
      </w:r>
    </w:p>
    <w:p w:rsidR="005B0461" w:rsidRDefault="005B0461" w:rsidP="005B0461">
      <w:r>
        <w:t>551.7601</w:t>
      </w:r>
      <w:r>
        <w:tab/>
        <w:t>2.025e0</w:t>
      </w:r>
    </w:p>
    <w:p w:rsidR="005B0461" w:rsidRDefault="005B0461" w:rsidP="005B0461">
      <w:r>
        <w:t>551.7902</w:t>
      </w:r>
      <w:r>
        <w:tab/>
        <w:t>3.038e0</w:t>
      </w:r>
    </w:p>
    <w:p w:rsidR="005B0461" w:rsidRDefault="005B0461" w:rsidP="005B0461">
      <w:r>
        <w:t>551.8430</w:t>
      </w:r>
      <w:r>
        <w:tab/>
        <w:t>6.076e0</w:t>
      </w:r>
    </w:p>
    <w:p w:rsidR="005B0461" w:rsidRDefault="005B0461" w:rsidP="005B0461">
      <w:r>
        <w:t>551.8453</w:t>
      </w:r>
      <w:r>
        <w:tab/>
        <w:t>2.025e0</w:t>
      </w:r>
    </w:p>
    <w:p w:rsidR="005B0461" w:rsidRDefault="005B0461" w:rsidP="005B0461">
      <w:r>
        <w:t>551.8867</w:t>
      </w:r>
      <w:r>
        <w:tab/>
        <w:t>2.025e0</w:t>
      </w:r>
    </w:p>
    <w:p w:rsidR="005B0461" w:rsidRDefault="005B0461" w:rsidP="005B0461">
      <w:r>
        <w:t>551.9451</w:t>
      </w:r>
      <w:r>
        <w:tab/>
        <w:t>2.025e0</w:t>
      </w:r>
    </w:p>
    <w:p w:rsidR="005B0461" w:rsidRDefault="005B0461" w:rsidP="005B0461">
      <w:r>
        <w:t>551.9553</w:t>
      </w:r>
      <w:r>
        <w:tab/>
        <w:t>4.051e0</w:t>
      </w:r>
    </w:p>
    <w:p w:rsidR="005B0461" w:rsidRDefault="005B0461" w:rsidP="005B0461">
      <w:r>
        <w:lastRenderedPageBreak/>
        <w:t>551.9623</w:t>
      </w:r>
      <w:r>
        <w:tab/>
        <w:t>2.025e0</w:t>
      </w:r>
    </w:p>
    <w:p w:rsidR="005B0461" w:rsidRDefault="005B0461" w:rsidP="005B0461">
      <w:r>
        <w:t>552.0087</w:t>
      </w:r>
      <w:r>
        <w:tab/>
        <w:t>4.051e0</w:t>
      </w:r>
    </w:p>
    <w:p w:rsidR="005B0461" w:rsidRDefault="005B0461" w:rsidP="005B0461">
      <w:r>
        <w:t>552.0389</w:t>
      </w:r>
      <w:r>
        <w:tab/>
        <w:t>1.934e0</w:t>
      </w:r>
    </w:p>
    <w:p w:rsidR="005B0461" w:rsidRDefault="005B0461" w:rsidP="005B0461">
      <w:r>
        <w:t>552.0580</w:t>
      </w:r>
      <w:r>
        <w:tab/>
        <w:t>3.038e0</w:t>
      </w:r>
    </w:p>
    <w:p w:rsidR="005B0461" w:rsidRDefault="005B0461" w:rsidP="005B0461">
      <w:r>
        <w:t>552.0858</w:t>
      </w:r>
      <w:r>
        <w:tab/>
        <w:t>6.317e0</w:t>
      </w:r>
    </w:p>
    <w:p w:rsidR="005B0461" w:rsidRDefault="005B0461" w:rsidP="005B0461">
      <w:r>
        <w:t>552.1139</w:t>
      </w:r>
      <w:r>
        <w:tab/>
        <w:t>2.635e0</w:t>
      </w:r>
    </w:p>
    <w:p w:rsidR="005B0461" w:rsidRDefault="005B0461" w:rsidP="005B0461">
      <w:r>
        <w:t>552.1501</w:t>
      </w:r>
      <w:r>
        <w:tab/>
        <w:t>1.493e0</w:t>
      </w:r>
    </w:p>
    <w:p w:rsidR="005B0461" w:rsidRDefault="005B0461" w:rsidP="005B0461">
      <w:r>
        <w:t>552.1598</w:t>
      </w:r>
      <w:r>
        <w:tab/>
        <w:t>1.677e0</w:t>
      </w:r>
    </w:p>
    <w:p w:rsidR="005B0461" w:rsidRDefault="005B0461" w:rsidP="005B0461">
      <w:r>
        <w:t>552.1726</w:t>
      </w:r>
      <w:r>
        <w:tab/>
        <w:t>2.015e0</w:t>
      </w:r>
    </w:p>
    <w:p w:rsidR="005B0461" w:rsidRDefault="005B0461" w:rsidP="005B0461">
      <w:r>
        <w:t>552.2082</w:t>
      </w:r>
      <w:r>
        <w:tab/>
        <w:t>3.475e0</w:t>
      </w:r>
    </w:p>
    <w:p w:rsidR="005B0461" w:rsidRDefault="005B0461" w:rsidP="005B0461">
      <w:r>
        <w:t>552.2253</w:t>
      </w:r>
      <w:r>
        <w:tab/>
        <w:t>1.774e0</w:t>
      </w:r>
    </w:p>
    <w:p w:rsidR="005B0461" w:rsidRDefault="005B0461" w:rsidP="005B0461">
      <w:r>
        <w:t>552.2275</w:t>
      </w:r>
      <w:r>
        <w:tab/>
        <w:t>3.038e0</w:t>
      </w:r>
    </w:p>
    <w:p w:rsidR="005B0461" w:rsidRDefault="005B0461" w:rsidP="005B0461">
      <w:r>
        <w:t>552.2307</w:t>
      </w:r>
      <w:r>
        <w:tab/>
        <w:t>3.038e0</w:t>
      </w:r>
    </w:p>
    <w:p w:rsidR="005B0461" w:rsidRDefault="005B0461" w:rsidP="005B0461">
      <w:r>
        <w:t>552.2714</w:t>
      </w:r>
      <w:r>
        <w:tab/>
        <w:t>4.051e0</w:t>
      </w:r>
    </w:p>
    <w:p w:rsidR="005B0461" w:rsidRDefault="005B0461" w:rsidP="005B0461">
      <w:r>
        <w:t>552.3057</w:t>
      </w:r>
      <w:r>
        <w:tab/>
        <w:t>2.025e0</w:t>
      </w:r>
    </w:p>
    <w:p w:rsidR="005B0461" w:rsidRDefault="005B0461" w:rsidP="005B0461">
      <w:r>
        <w:t>552.3339</w:t>
      </w:r>
      <w:r>
        <w:tab/>
        <w:t>1.915e0</w:t>
      </w:r>
    </w:p>
    <w:p w:rsidR="005B0461" w:rsidRDefault="005B0461" w:rsidP="005B0461">
      <w:r>
        <w:t>552.3465</w:t>
      </w:r>
      <w:r>
        <w:tab/>
        <w:t>2.320e0</w:t>
      </w:r>
    </w:p>
    <w:p w:rsidR="005B0461" w:rsidRDefault="005B0461" w:rsidP="005B0461">
      <w:r>
        <w:t>552.3896</w:t>
      </w:r>
      <w:r>
        <w:tab/>
        <w:t>2.335e0</w:t>
      </w:r>
    </w:p>
    <w:p w:rsidR="005B0461" w:rsidRDefault="005B0461" w:rsidP="005B0461">
      <w:r>
        <w:t>552.3907</w:t>
      </w:r>
      <w:r>
        <w:tab/>
        <w:t>2.552e0</w:t>
      </w:r>
    </w:p>
    <w:p w:rsidR="005B0461" w:rsidRDefault="005B0461" w:rsidP="005B0461">
      <w:r>
        <w:lastRenderedPageBreak/>
        <w:t>552.4058</w:t>
      </w:r>
      <w:r>
        <w:tab/>
        <w:t>2.706e0</w:t>
      </w:r>
    </w:p>
    <w:p w:rsidR="005B0461" w:rsidRDefault="005B0461" w:rsidP="005B0461">
      <w:r>
        <w:t>552.4188</w:t>
      </w:r>
      <w:r>
        <w:tab/>
        <w:t>4.051e0</w:t>
      </w:r>
    </w:p>
    <w:p w:rsidR="005B0461" w:rsidRDefault="005B0461" w:rsidP="005B0461">
      <w:r>
        <w:t>552.4861</w:t>
      </w:r>
      <w:r>
        <w:tab/>
        <w:t>1.013e0</w:t>
      </w:r>
    </w:p>
    <w:p w:rsidR="005B0461" w:rsidRDefault="005B0461" w:rsidP="005B0461">
      <w:r>
        <w:t>552.5139</w:t>
      </w:r>
      <w:r>
        <w:tab/>
        <w:t>5.063e0</w:t>
      </w:r>
    </w:p>
    <w:p w:rsidR="005B0461" w:rsidRDefault="005B0461" w:rsidP="005B0461">
      <w:r>
        <w:t>552.5242</w:t>
      </w:r>
      <w:r>
        <w:tab/>
        <w:t>1.013e0</w:t>
      </w:r>
    </w:p>
    <w:p w:rsidR="005B0461" w:rsidRDefault="005B0461" w:rsidP="005B0461">
      <w:r>
        <w:t>552.5425</w:t>
      </w:r>
      <w:r>
        <w:tab/>
        <w:t>1.013e0</w:t>
      </w:r>
    </w:p>
    <w:p w:rsidR="005B0461" w:rsidRDefault="005B0461" w:rsidP="005B0461">
      <w:r>
        <w:t>552.5718</w:t>
      </w:r>
      <w:r>
        <w:tab/>
        <w:t>1.013e0</w:t>
      </w:r>
    </w:p>
    <w:p w:rsidR="005B0461" w:rsidRDefault="005B0461" w:rsidP="005B0461">
      <w:r>
        <w:t>552.6392</w:t>
      </w:r>
      <w:r>
        <w:tab/>
        <w:t>2.025e0</w:t>
      </w:r>
    </w:p>
    <w:p w:rsidR="005B0461" w:rsidRDefault="005B0461" w:rsidP="005B0461">
      <w:r>
        <w:t>552.6432</w:t>
      </w:r>
      <w:r>
        <w:tab/>
        <w:t>2.025e0</w:t>
      </w:r>
    </w:p>
    <w:p w:rsidR="005B0461" w:rsidRDefault="005B0461" w:rsidP="005B0461">
      <w:r>
        <w:t>552.6480</w:t>
      </w:r>
      <w:r>
        <w:tab/>
        <w:t>1.013e0</w:t>
      </w:r>
    </w:p>
    <w:p w:rsidR="005B0461" w:rsidRDefault="005B0461" w:rsidP="005B0461">
      <w:r>
        <w:t>552.6504</w:t>
      </w:r>
      <w:r>
        <w:tab/>
        <w:t>3.038e0</w:t>
      </w:r>
    </w:p>
    <w:p w:rsidR="005B0461" w:rsidRDefault="005B0461" w:rsidP="005B0461">
      <w:r>
        <w:t>552.7337</w:t>
      </w:r>
      <w:r>
        <w:tab/>
        <w:t>1.013e0</w:t>
      </w:r>
    </w:p>
    <w:p w:rsidR="005B0461" w:rsidRDefault="005B0461" w:rsidP="005B0461">
      <w:r>
        <w:t>552.7607</w:t>
      </w:r>
      <w:r>
        <w:tab/>
        <w:t>1.013e0</w:t>
      </w:r>
    </w:p>
    <w:p w:rsidR="005B0461" w:rsidRDefault="005B0461" w:rsidP="005B0461">
      <w:r>
        <w:t>552.7761</w:t>
      </w:r>
      <w:r>
        <w:tab/>
        <w:t>2.025e0</w:t>
      </w:r>
    </w:p>
    <w:p w:rsidR="005B0461" w:rsidRDefault="005B0461" w:rsidP="005B0461">
      <w:r>
        <w:t>552.7790</w:t>
      </w:r>
      <w:r>
        <w:tab/>
        <w:t>1.013e0</w:t>
      </w:r>
    </w:p>
    <w:p w:rsidR="005B0461" w:rsidRDefault="005B0461" w:rsidP="005B0461">
      <w:r>
        <w:t>552.8080</w:t>
      </w:r>
      <w:r>
        <w:tab/>
        <w:t>2.025e0</w:t>
      </w:r>
    </w:p>
    <w:p w:rsidR="005B0461" w:rsidRDefault="005B0461" w:rsidP="005B0461">
      <w:r>
        <w:t>552.8290</w:t>
      </w:r>
      <w:r>
        <w:tab/>
        <w:t>1.013e0</w:t>
      </w:r>
    </w:p>
    <w:p w:rsidR="005B0461" w:rsidRDefault="005B0461" w:rsidP="005B0461">
      <w:r>
        <w:t>552.8385</w:t>
      </w:r>
      <w:r>
        <w:tab/>
        <w:t>1.013e0</w:t>
      </w:r>
    </w:p>
    <w:p w:rsidR="005B0461" w:rsidRDefault="005B0461" w:rsidP="005B0461">
      <w:r>
        <w:t>552.8447</w:t>
      </w:r>
      <w:r>
        <w:tab/>
        <w:t>2.025e0</w:t>
      </w:r>
    </w:p>
    <w:p w:rsidR="005B0461" w:rsidRDefault="005B0461" w:rsidP="005B0461">
      <w:r>
        <w:lastRenderedPageBreak/>
        <w:t>552.8711</w:t>
      </w:r>
      <w:r>
        <w:tab/>
        <w:t>1.013e0</w:t>
      </w:r>
    </w:p>
    <w:p w:rsidR="005B0461" w:rsidRDefault="005B0461" w:rsidP="005B0461">
      <w:r>
        <w:t>552.8861</w:t>
      </w:r>
      <w:r>
        <w:tab/>
        <w:t>1.013e0</w:t>
      </w:r>
    </w:p>
    <w:p w:rsidR="005B0461" w:rsidRDefault="005B0461" w:rsidP="005B0461">
      <w:r>
        <w:t>552.9147</w:t>
      </w:r>
      <w:r>
        <w:tab/>
        <w:t>1.013e0</w:t>
      </w:r>
    </w:p>
    <w:p w:rsidR="005B0461" w:rsidRDefault="005B0461" w:rsidP="005B0461">
      <w:r>
        <w:t>552.9446</w:t>
      </w:r>
      <w:r>
        <w:tab/>
        <w:t>1.013e0</w:t>
      </w:r>
    </w:p>
    <w:p w:rsidR="005B0461" w:rsidRDefault="005B0461" w:rsidP="005B0461">
      <w:r>
        <w:t>552.9460</w:t>
      </w:r>
      <w:r>
        <w:tab/>
        <w:t>2.025e0</w:t>
      </w:r>
    </w:p>
    <w:p w:rsidR="005B0461" w:rsidRDefault="005B0461" w:rsidP="005B0461">
      <w:r>
        <w:t>552.9932</w:t>
      </w:r>
      <w:r>
        <w:tab/>
        <w:t>2.025e0</w:t>
      </w:r>
    </w:p>
    <w:p w:rsidR="005B0461" w:rsidRDefault="005B0461" w:rsidP="005B0461">
      <w:r>
        <w:t>553.0099</w:t>
      </w:r>
      <w:r>
        <w:tab/>
        <w:t>2.025e0</w:t>
      </w:r>
    </w:p>
    <w:p w:rsidR="005B0461" w:rsidRDefault="005B0461" w:rsidP="005B0461">
      <w:r>
        <w:t>553.0157</w:t>
      </w:r>
      <w:r>
        <w:tab/>
        <w:t>1.013e0</w:t>
      </w:r>
    </w:p>
    <w:p w:rsidR="005B0461" w:rsidRDefault="005B0461" w:rsidP="005B0461">
      <w:r>
        <w:t>553.0605</w:t>
      </w:r>
      <w:r>
        <w:tab/>
        <w:t>2.025e0</w:t>
      </w:r>
    </w:p>
    <w:p w:rsidR="005B0461" w:rsidRDefault="005B0461" w:rsidP="005B0461">
      <w:r>
        <w:t>553.0799</w:t>
      </w:r>
      <w:r>
        <w:tab/>
        <w:t>5.191e0</w:t>
      </w:r>
    </w:p>
    <w:p w:rsidR="005B0461" w:rsidRDefault="005B0461" w:rsidP="005B0461">
      <w:r>
        <w:t>553.0894</w:t>
      </w:r>
      <w:r>
        <w:tab/>
        <w:t>1.013e0</w:t>
      </w:r>
    </w:p>
    <w:p w:rsidR="005B0461" w:rsidRDefault="005B0461" w:rsidP="005B0461">
      <w:r>
        <w:t>553.0936</w:t>
      </w:r>
      <w:r>
        <w:tab/>
        <w:t>5.487e0</w:t>
      </w:r>
    </w:p>
    <w:p w:rsidR="005B0461" w:rsidRDefault="005B0461" w:rsidP="005B0461">
      <w:r>
        <w:t>553.1566</w:t>
      </w:r>
      <w:r>
        <w:tab/>
        <w:t>3.264e0</w:t>
      </w:r>
    </w:p>
    <w:p w:rsidR="005B0461" w:rsidRDefault="005B0461" w:rsidP="005B0461">
      <w:r>
        <w:t>553.1910</w:t>
      </w:r>
      <w:r>
        <w:tab/>
        <w:t>2.331e0</w:t>
      </w:r>
    </w:p>
    <w:p w:rsidR="005B0461" w:rsidRDefault="005B0461" w:rsidP="005B0461">
      <w:r>
        <w:t>553.2006</w:t>
      </w:r>
      <w:r>
        <w:tab/>
        <w:t>1.321e0</w:t>
      </w:r>
    </w:p>
    <w:p w:rsidR="005B0461" w:rsidRDefault="005B0461" w:rsidP="005B0461">
      <w:r>
        <w:t>553.2420</w:t>
      </w:r>
      <w:r>
        <w:tab/>
        <w:t>2.025e0</w:t>
      </w:r>
    </w:p>
    <w:p w:rsidR="005B0461" w:rsidRDefault="005B0461" w:rsidP="005B0461">
      <w:r>
        <w:t>553.2922</w:t>
      </w:r>
      <w:r>
        <w:tab/>
        <w:t>1.215e1</w:t>
      </w:r>
    </w:p>
    <w:p w:rsidR="005B0461" w:rsidRDefault="005B0461" w:rsidP="005B0461">
      <w:r>
        <w:t>553.3054</w:t>
      </w:r>
      <w:r>
        <w:tab/>
        <w:t>1.440e0</w:t>
      </w:r>
    </w:p>
    <w:p w:rsidR="005B0461" w:rsidRDefault="005B0461" w:rsidP="005B0461">
      <w:r>
        <w:t>553.3876</w:t>
      </w:r>
      <w:r>
        <w:tab/>
        <w:t>3.382e0</w:t>
      </w:r>
    </w:p>
    <w:p w:rsidR="005B0461" w:rsidRDefault="005B0461" w:rsidP="005B0461">
      <w:r>
        <w:lastRenderedPageBreak/>
        <w:t>553.3924</w:t>
      </w:r>
      <w:r>
        <w:tab/>
        <w:t>3.758e0</w:t>
      </w:r>
    </w:p>
    <w:p w:rsidR="005B0461" w:rsidRDefault="005B0461" w:rsidP="005B0461">
      <w:r>
        <w:t>553.3958</w:t>
      </w:r>
      <w:r>
        <w:tab/>
        <w:t>1.509e0</w:t>
      </w:r>
    </w:p>
    <w:p w:rsidR="005B0461" w:rsidRDefault="005B0461" w:rsidP="005B0461">
      <w:r>
        <w:t>553.4113</w:t>
      </w:r>
      <w:r>
        <w:tab/>
        <w:t>4.783e0</w:t>
      </w:r>
    </w:p>
    <w:p w:rsidR="005B0461" w:rsidRDefault="005B0461" w:rsidP="005B0461">
      <w:r>
        <w:t>553.4484</w:t>
      </w:r>
      <w:r>
        <w:tab/>
        <w:t>4.051e0</w:t>
      </w:r>
    </w:p>
    <w:p w:rsidR="005B0461" w:rsidRDefault="005B0461" w:rsidP="005B0461">
      <w:r>
        <w:t>553.4708</w:t>
      </w:r>
      <w:r>
        <w:tab/>
        <w:t>1.013e0</w:t>
      </w:r>
    </w:p>
    <w:p w:rsidR="005B0461" w:rsidRDefault="005B0461" w:rsidP="005B0461">
      <w:r>
        <w:t>553.5152</w:t>
      </w:r>
      <w:r>
        <w:tab/>
        <w:t>1.013e0</w:t>
      </w:r>
    </w:p>
    <w:p w:rsidR="005B0461" w:rsidRDefault="005B0461" w:rsidP="005B0461">
      <w:r>
        <w:t>553.5226</w:t>
      </w:r>
      <w:r>
        <w:tab/>
        <w:t>2.025e0</w:t>
      </w:r>
    </w:p>
    <w:p w:rsidR="005B0461" w:rsidRDefault="005B0461" w:rsidP="005B0461">
      <w:r>
        <w:t>553.5441</w:t>
      </w:r>
      <w:r>
        <w:tab/>
        <w:t>1.013e0</w:t>
      </w:r>
    </w:p>
    <w:p w:rsidR="005B0461" w:rsidRDefault="005B0461" w:rsidP="005B0461">
      <w:r>
        <w:t>553.5497</w:t>
      </w:r>
      <w:r>
        <w:tab/>
        <w:t>2.025e0</w:t>
      </w:r>
    </w:p>
    <w:p w:rsidR="005B0461" w:rsidRDefault="005B0461" w:rsidP="005B0461">
      <w:r>
        <w:t>553.5969</w:t>
      </w:r>
      <w:r>
        <w:tab/>
        <w:t>2.025e0</w:t>
      </w:r>
    </w:p>
    <w:p w:rsidR="005B0461" w:rsidRDefault="005B0461" w:rsidP="005B0461">
      <w:r>
        <w:t>553.6248</w:t>
      </w:r>
      <w:r>
        <w:tab/>
        <w:t>4.051e0</w:t>
      </w:r>
    </w:p>
    <w:p w:rsidR="005B0461" w:rsidRDefault="005B0461" w:rsidP="005B0461">
      <w:r>
        <w:t>553.6441</w:t>
      </w:r>
      <w:r>
        <w:tab/>
        <w:t>2.025e0</w:t>
      </w:r>
    </w:p>
    <w:p w:rsidR="005B0461" w:rsidRDefault="005B0461" w:rsidP="005B0461">
      <w:r>
        <w:t>553.6890</w:t>
      </w:r>
      <w:r>
        <w:tab/>
        <w:t>2.025e0</w:t>
      </w:r>
    </w:p>
    <w:p w:rsidR="005B0461" w:rsidRDefault="005B0461" w:rsidP="005B0461">
      <w:r>
        <w:t>553.6964</w:t>
      </w:r>
      <w:r>
        <w:tab/>
        <w:t>1.013e0</w:t>
      </w:r>
    </w:p>
    <w:p w:rsidR="005B0461" w:rsidRDefault="005B0461" w:rsidP="005B0461">
      <w:r>
        <w:t>553.7233</w:t>
      </w:r>
      <w:r>
        <w:tab/>
        <w:t>1.013e0</w:t>
      </w:r>
    </w:p>
    <w:p w:rsidR="005B0461" w:rsidRDefault="005B0461" w:rsidP="005B0461">
      <w:r>
        <w:t>553.7256</w:t>
      </w:r>
      <w:r>
        <w:tab/>
        <w:t>1.013e0</w:t>
      </w:r>
    </w:p>
    <w:p w:rsidR="005B0461" w:rsidRDefault="005B0461" w:rsidP="005B0461">
      <w:r>
        <w:t>553.8395</w:t>
      </w:r>
      <w:r>
        <w:tab/>
        <w:t>1.013e0</w:t>
      </w:r>
    </w:p>
    <w:p w:rsidR="005B0461" w:rsidRDefault="005B0461" w:rsidP="005B0461">
      <w:r>
        <w:t>553.8967</w:t>
      </w:r>
      <w:r>
        <w:tab/>
        <w:t>1.013e0</w:t>
      </w:r>
    </w:p>
    <w:p w:rsidR="005B0461" w:rsidRDefault="005B0461" w:rsidP="005B0461">
      <w:r>
        <w:t>553.9232</w:t>
      </w:r>
      <w:r>
        <w:tab/>
        <w:t>2.025e0</w:t>
      </w:r>
    </w:p>
    <w:p w:rsidR="005B0461" w:rsidRDefault="005B0461" w:rsidP="005B0461">
      <w:r>
        <w:lastRenderedPageBreak/>
        <w:t>553.9349</w:t>
      </w:r>
      <w:r>
        <w:tab/>
        <w:t>5.063e0</w:t>
      </w:r>
    </w:p>
    <w:p w:rsidR="005B0461" w:rsidRDefault="005B0461" w:rsidP="005B0461">
      <w:r>
        <w:t>553.9438</w:t>
      </w:r>
      <w:r>
        <w:tab/>
        <w:t>4.051e0</w:t>
      </w:r>
    </w:p>
    <w:p w:rsidR="005B0461" w:rsidRDefault="005B0461" w:rsidP="005B0461">
      <w:r>
        <w:t>553.9543</w:t>
      </w:r>
      <w:r>
        <w:tab/>
        <w:t>2.025e0</w:t>
      </w:r>
    </w:p>
    <w:p w:rsidR="005B0461" w:rsidRDefault="005B0461" w:rsidP="005B0461">
      <w:r>
        <w:t>554.0132</w:t>
      </w:r>
      <w:r>
        <w:tab/>
        <w:t>6.271e0</w:t>
      </w:r>
    </w:p>
    <w:p w:rsidR="005B0461" w:rsidRDefault="005B0461" w:rsidP="005B0461">
      <w:r>
        <w:t>554.0147</w:t>
      </w:r>
      <w:r>
        <w:tab/>
        <w:t>2.025e0</w:t>
      </w:r>
    </w:p>
    <w:p w:rsidR="005B0461" w:rsidRDefault="005B0461" w:rsidP="005B0461">
      <w:r>
        <w:t>554.0363</w:t>
      </w:r>
      <w:r>
        <w:tab/>
        <w:t>3.038e0</w:t>
      </w:r>
    </w:p>
    <w:p w:rsidR="005B0461" w:rsidRDefault="005B0461" w:rsidP="005B0461">
      <w:r>
        <w:t>554.1035</w:t>
      </w:r>
      <w:r>
        <w:tab/>
        <w:t>3.264e0</w:t>
      </w:r>
    </w:p>
    <w:p w:rsidR="00595483" w:rsidRPr="00044EB7" w:rsidRDefault="005B0461" w:rsidP="005B0461">
      <w:r>
        <w:t>554.1208</w:t>
      </w:r>
      <w:r>
        <w:tab/>
        <w:t>2.749e0</w:t>
      </w:r>
      <w:bookmarkStart w:id="0" w:name="_GoBack"/>
      <w:bookmarkEnd w:id="0"/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461"/>
    <w:rsid w:val="00044EB7"/>
    <w:rsid w:val="004C2A0A"/>
    <w:rsid w:val="00595483"/>
    <w:rsid w:val="005B0461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4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4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</TotalTime>
  <Pages>1101</Pages>
  <Words>53114</Words>
  <Characters>302754</Characters>
  <Application>Microsoft Office Word</Application>
  <DocSecurity>0</DocSecurity>
  <Lines>2522</Lines>
  <Paragraphs>710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355158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2022-04-04T09:53:00Z</dcterms:created>
  <dcterms:modified xsi:type="dcterms:W3CDTF">2022-04-04T09:54:00Z</dcterms:modified>
</cp:coreProperties>
</file>